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F13" w:rsidRDefault="00575F13" w:rsidP="00575F13">
      <w:pPr>
        <w:pStyle w:val="libTitr1"/>
        <w:rPr>
          <w:lang w:bidi="bn-IN"/>
        </w:rPr>
      </w:pPr>
    </w:p>
    <w:p w:rsidR="00DA57B0" w:rsidRDefault="00DA57B0" w:rsidP="00575F13">
      <w:pPr>
        <w:pStyle w:val="libTitr1"/>
        <w:rPr>
          <w:lang w:bidi="bn-IN"/>
        </w:rPr>
      </w:pPr>
    </w:p>
    <w:p w:rsidR="002562FC" w:rsidRPr="002562FC" w:rsidRDefault="002562FC" w:rsidP="00575F13">
      <w:pPr>
        <w:pStyle w:val="libTitr1"/>
      </w:pPr>
      <w:r w:rsidRPr="002562FC">
        <w:rPr>
          <w:rFonts w:hint="cs"/>
          <w:cs/>
          <w:lang w:bidi="bn-IN"/>
        </w:rPr>
        <w:t>ধর্মের</w:t>
      </w:r>
      <w:r w:rsidRPr="002562FC">
        <w:rPr>
          <w:cs/>
          <w:lang w:bidi="bn-IN"/>
        </w:rPr>
        <w:t xml:space="preserve"> </w:t>
      </w:r>
      <w:r w:rsidRPr="002562FC">
        <w:rPr>
          <w:rFonts w:hint="cs"/>
          <w:cs/>
          <w:lang w:bidi="bn-IN"/>
        </w:rPr>
        <w:t>পুনর্জাগরণে</w:t>
      </w:r>
      <w:r w:rsidRPr="002562FC">
        <w:rPr>
          <w:cs/>
          <w:lang w:bidi="bn-IN"/>
        </w:rPr>
        <w:t xml:space="preserve"> </w:t>
      </w:r>
      <w:r w:rsidRPr="002562FC">
        <w:rPr>
          <w:rFonts w:hint="cs"/>
          <w:cs/>
          <w:lang w:bidi="bn-IN"/>
        </w:rPr>
        <w:t>ইমামগণের</w:t>
      </w:r>
      <w:r w:rsidRPr="002562FC">
        <w:rPr>
          <w:cs/>
          <w:lang w:bidi="bn-IN"/>
        </w:rPr>
        <w:t xml:space="preserve"> </w:t>
      </w:r>
      <w:r w:rsidRPr="002562FC">
        <w:rPr>
          <w:rFonts w:hint="cs"/>
          <w:cs/>
          <w:lang w:bidi="bn-IN"/>
        </w:rPr>
        <w:t>ভূমিকা</w:t>
      </w:r>
    </w:p>
    <w:p w:rsidR="002562FC" w:rsidRPr="002562FC" w:rsidRDefault="002562FC" w:rsidP="00DA57B0">
      <w:pPr>
        <w:pStyle w:val="libCenterBold2"/>
      </w:pPr>
      <w:r w:rsidRPr="002562FC">
        <w:t>(</w:t>
      </w:r>
      <w:r w:rsidRPr="002562FC">
        <w:rPr>
          <w:rFonts w:hint="cs"/>
          <w:cs/>
          <w:lang w:bidi="bn-IN"/>
        </w:rPr>
        <w:t>১৬শ</w:t>
      </w:r>
      <w:r w:rsidRPr="002562FC">
        <w:rPr>
          <w:cs/>
          <w:lang w:bidi="bn-IN"/>
        </w:rPr>
        <w:t xml:space="preserve"> </w:t>
      </w:r>
      <w:r w:rsidRPr="002562FC">
        <w:rPr>
          <w:rFonts w:hint="cs"/>
          <w:cs/>
          <w:lang w:bidi="bn-IN"/>
        </w:rPr>
        <w:t>খণ্ড</w:t>
      </w:r>
      <w:r w:rsidRPr="002562FC">
        <w:rPr>
          <w:cs/>
          <w:lang w:bidi="bn-IN"/>
        </w:rPr>
        <w:t>)</w:t>
      </w:r>
    </w:p>
    <w:p w:rsidR="002562FC" w:rsidRPr="002562FC" w:rsidRDefault="002562FC" w:rsidP="00DA57B0">
      <w:pPr>
        <w:pStyle w:val="libCenterBold1"/>
      </w:pPr>
      <w:r w:rsidRPr="002562FC">
        <w:rPr>
          <w:rFonts w:hint="cs"/>
          <w:cs/>
          <w:lang w:bidi="bn-IN"/>
        </w:rPr>
        <w:t>ইমাম</w:t>
      </w:r>
      <w:r w:rsidRPr="002562FC">
        <w:rPr>
          <w:cs/>
          <w:lang w:bidi="bn-IN"/>
        </w:rPr>
        <w:t xml:space="preserve"> </w:t>
      </w:r>
      <w:r w:rsidRPr="002562FC">
        <w:rPr>
          <w:rFonts w:hint="cs"/>
          <w:cs/>
          <w:lang w:bidi="bn-IN"/>
        </w:rPr>
        <w:t>হুসাইন</w:t>
      </w:r>
      <w:r w:rsidRPr="002562FC">
        <w:rPr>
          <w:cs/>
          <w:lang w:bidi="bn-IN"/>
        </w:rPr>
        <w:t xml:space="preserve"> (</w:t>
      </w:r>
      <w:r w:rsidRPr="002562FC">
        <w:rPr>
          <w:rFonts w:hint="cs"/>
          <w:cs/>
          <w:lang w:bidi="bn-IN"/>
        </w:rPr>
        <w:t>আ</w:t>
      </w:r>
      <w:r w:rsidRPr="002562FC">
        <w:rPr>
          <w:cs/>
          <w:lang w:bidi="bn-IN"/>
        </w:rPr>
        <w:t xml:space="preserve">.) </w:t>
      </w:r>
      <w:r w:rsidRPr="002562FC">
        <w:rPr>
          <w:rFonts w:hint="cs"/>
          <w:cs/>
          <w:lang w:bidi="bn-IN"/>
        </w:rPr>
        <w:t>রাসূলের</w:t>
      </w:r>
      <w:r w:rsidRPr="002562FC">
        <w:rPr>
          <w:cs/>
          <w:lang w:bidi="bn-IN"/>
        </w:rPr>
        <w:t xml:space="preserve"> </w:t>
      </w:r>
      <w:r w:rsidRPr="002562FC">
        <w:rPr>
          <w:rFonts w:hint="cs"/>
          <w:cs/>
          <w:lang w:bidi="bn-IN"/>
        </w:rPr>
        <w:t>ওয়াসী</w:t>
      </w:r>
      <w:r w:rsidRPr="002562FC">
        <w:rPr>
          <w:cs/>
          <w:lang w:bidi="bn-IN"/>
        </w:rPr>
        <w:t xml:space="preserve"> </w:t>
      </w:r>
      <w:r w:rsidRPr="002562FC">
        <w:rPr>
          <w:rFonts w:hint="cs"/>
          <w:cs/>
          <w:lang w:bidi="bn-IN"/>
        </w:rPr>
        <w:t>এবং</w:t>
      </w:r>
      <w:r w:rsidRPr="002562FC">
        <w:rPr>
          <w:cs/>
          <w:lang w:bidi="bn-IN"/>
        </w:rPr>
        <w:t xml:space="preserve"> </w:t>
      </w:r>
      <w:r w:rsidRPr="002562FC">
        <w:rPr>
          <w:rFonts w:hint="cs"/>
          <w:cs/>
          <w:lang w:bidi="bn-IN"/>
        </w:rPr>
        <w:t>ধর্মের</w:t>
      </w:r>
      <w:r w:rsidRPr="002562FC">
        <w:rPr>
          <w:cs/>
          <w:lang w:bidi="bn-IN"/>
        </w:rPr>
        <w:t xml:space="preserve"> </w:t>
      </w:r>
      <w:r w:rsidRPr="002562FC">
        <w:rPr>
          <w:rFonts w:hint="cs"/>
          <w:cs/>
          <w:lang w:bidi="bn-IN"/>
        </w:rPr>
        <w:t>পুনর্জাগরণের</w:t>
      </w:r>
      <w:r w:rsidRPr="002562FC">
        <w:rPr>
          <w:cs/>
          <w:lang w:bidi="bn-IN"/>
        </w:rPr>
        <w:t xml:space="preserve"> </w:t>
      </w:r>
      <w:r w:rsidRPr="002562FC">
        <w:rPr>
          <w:rFonts w:hint="cs"/>
          <w:cs/>
          <w:lang w:bidi="bn-IN"/>
        </w:rPr>
        <w:t>শহীদ</w:t>
      </w:r>
    </w:p>
    <w:p w:rsidR="00DA57B0" w:rsidRDefault="00DA57B0" w:rsidP="002562FC">
      <w:pPr>
        <w:pStyle w:val="libNormal"/>
        <w:rPr>
          <w:lang w:bidi="bn-IN"/>
        </w:rPr>
      </w:pPr>
    </w:p>
    <w:p w:rsidR="00DA57B0" w:rsidRDefault="00DA57B0" w:rsidP="002562FC">
      <w:pPr>
        <w:pStyle w:val="libNormal"/>
        <w:rPr>
          <w:lang w:bidi="bn-IN"/>
        </w:rPr>
      </w:pPr>
    </w:p>
    <w:p w:rsidR="00DA57B0" w:rsidRDefault="00DA57B0" w:rsidP="002562FC">
      <w:pPr>
        <w:pStyle w:val="libNormal"/>
        <w:rPr>
          <w:lang w:bidi="bn-IN"/>
        </w:rPr>
      </w:pPr>
    </w:p>
    <w:p w:rsidR="00DA57B0" w:rsidRDefault="00DA57B0" w:rsidP="002562FC">
      <w:pPr>
        <w:pStyle w:val="libNormal"/>
        <w:rPr>
          <w:lang w:bidi="bn-IN"/>
        </w:rPr>
      </w:pPr>
    </w:p>
    <w:p w:rsidR="00DA57B0" w:rsidRDefault="00DA57B0" w:rsidP="002562FC">
      <w:pPr>
        <w:pStyle w:val="libNormal"/>
        <w:rPr>
          <w:lang w:bidi="bn-IN"/>
        </w:rPr>
      </w:pPr>
    </w:p>
    <w:p w:rsidR="00DA57B0" w:rsidRDefault="00DA57B0" w:rsidP="002562FC">
      <w:pPr>
        <w:pStyle w:val="libNormal"/>
        <w:rPr>
          <w:lang w:bidi="bn-IN"/>
        </w:rPr>
      </w:pPr>
    </w:p>
    <w:p w:rsidR="00DA57B0" w:rsidRDefault="002562FC" w:rsidP="00DA57B0">
      <w:pPr>
        <w:pStyle w:val="libCenterBold1"/>
        <w:rPr>
          <w:lang w:bidi="bn-IN"/>
        </w:rPr>
      </w:pPr>
      <w:r w:rsidRPr="002562FC">
        <w:rPr>
          <w:rFonts w:hint="cs"/>
          <w:cs/>
          <w:lang w:bidi="bn-IN"/>
        </w:rPr>
        <w:t>মূল</w:t>
      </w:r>
      <w:r w:rsidRPr="002562FC">
        <w:rPr>
          <w:cs/>
          <w:lang w:bidi="bn-IN"/>
        </w:rPr>
        <w:t xml:space="preserve">: </w:t>
      </w:r>
    </w:p>
    <w:p w:rsidR="002562FC" w:rsidRPr="002562FC" w:rsidRDefault="002562FC" w:rsidP="00DA57B0">
      <w:pPr>
        <w:pStyle w:val="libCenterBold1"/>
      </w:pPr>
      <w:r w:rsidRPr="002562FC">
        <w:rPr>
          <w:rFonts w:hint="cs"/>
          <w:cs/>
          <w:lang w:bidi="bn-IN"/>
        </w:rPr>
        <w:t>আল্লামা</w:t>
      </w:r>
      <w:r w:rsidRPr="002562FC">
        <w:rPr>
          <w:cs/>
          <w:lang w:bidi="bn-IN"/>
        </w:rPr>
        <w:t xml:space="preserve"> </w:t>
      </w:r>
      <w:r w:rsidRPr="002562FC">
        <w:rPr>
          <w:rFonts w:hint="cs"/>
          <w:cs/>
          <w:lang w:bidi="bn-IN"/>
        </w:rPr>
        <w:t>সায়্যিদ</w:t>
      </w:r>
      <w:r w:rsidRPr="002562FC">
        <w:rPr>
          <w:cs/>
          <w:lang w:bidi="bn-IN"/>
        </w:rPr>
        <w:t xml:space="preserve"> </w:t>
      </w:r>
      <w:r w:rsidRPr="002562FC">
        <w:rPr>
          <w:rFonts w:hint="cs"/>
          <w:cs/>
          <w:lang w:bidi="bn-IN"/>
        </w:rPr>
        <w:t>মুরতাযা</w:t>
      </w:r>
      <w:r w:rsidRPr="002562FC">
        <w:rPr>
          <w:cs/>
          <w:lang w:bidi="bn-IN"/>
        </w:rPr>
        <w:t xml:space="preserve"> </w:t>
      </w:r>
      <w:r w:rsidRPr="002562FC">
        <w:rPr>
          <w:rFonts w:hint="cs"/>
          <w:cs/>
          <w:lang w:bidi="bn-IN"/>
        </w:rPr>
        <w:t>আসকারী</w:t>
      </w:r>
    </w:p>
    <w:p w:rsidR="00DA57B0" w:rsidRDefault="002562FC" w:rsidP="00DA57B0">
      <w:pPr>
        <w:pStyle w:val="libCenterBold2"/>
        <w:rPr>
          <w:lang w:bidi="bn-IN"/>
        </w:rPr>
      </w:pPr>
      <w:r w:rsidRPr="002562FC">
        <w:rPr>
          <w:rFonts w:hint="cs"/>
          <w:cs/>
          <w:lang w:bidi="bn-IN"/>
        </w:rPr>
        <w:t>অনুবাদ</w:t>
      </w:r>
      <w:r w:rsidRPr="002562FC">
        <w:rPr>
          <w:cs/>
          <w:lang w:bidi="bn-IN"/>
        </w:rPr>
        <w:t>:</w:t>
      </w:r>
    </w:p>
    <w:p w:rsidR="002562FC" w:rsidRPr="002562FC" w:rsidRDefault="002562FC" w:rsidP="00DA57B0">
      <w:pPr>
        <w:pStyle w:val="libCenterBold2"/>
        <w:rPr>
          <w:lang w:bidi="bn-IN"/>
        </w:rPr>
      </w:pPr>
      <w:r w:rsidRPr="002562FC">
        <w:rPr>
          <w:rFonts w:hint="cs"/>
          <w:cs/>
          <w:lang w:bidi="bn-IN"/>
        </w:rPr>
        <w:t>এম</w:t>
      </w:r>
      <w:r w:rsidRPr="002562FC">
        <w:t xml:space="preserve">, </w:t>
      </w:r>
      <w:r w:rsidRPr="002562FC">
        <w:rPr>
          <w:rFonts w:hint="cs"/>
          <w:cs/>
          <w:lang w:bidi="bn-IN"/>
        </w:rPr>
        <w:t>এ</w:t>
      </w:r>
      <w:r w:rsidRPr="002562FC">
        <w:t xml:space="preserve">, </w:t>
      </w:r>
      <w:r w:rsidRPr="002562FC">
        <w:rPr>
          <w:rFonts w:hint="cs"/>
          <w:cs/>
          <w:lang w:bidi="bn-IN"/>
        </w:rPr>
        <w:t>কাইউম</w:t>
      </w:r>
      <w:r w:rsidRPr="002562FC">
        <w:rPr>
          <w:cs/>
          <w:lang w:bidi="bn-IN"/>
        </w:rPr>
        <w:t>(</w:t>
      </w:r>
      <w:r w:rsidRPr="002562FC">
        <w:rPr>
          <w:rFonts w:hint="cs"/>
          <w:cs/>
          <w:lang w:bidi="bn-IN"/>
        </w:rPr>
        <w:t>এম</w:t>
      </w:r>
      <w:r w:rsidRPr="002562FC">
        <w:t xml:space="preserve">, </w:t>
      </w:r>
      <w:r w:rsidRPr="002562FC">
        <w:rPr>
          <w:rFonts w:hint="cs"/>
          <w:cs/>
          <w:lang w:bidi="bn-IN"/>
        </w:rPr>
        <w:t>এ</w:t>
      </w:r>
      <w:r w:rsidRPr="002562FC">
        <w:rPr>
          <w:cs/>
          <w:lang w:bidi="bn-IN"/>
        </w:rPr>
        <w:t xml:space="preserve">) </w:t>
      </w:r>
      <w:r w:rsidRPr="002562FC">
        <w:rPr>
          <w:rFonts w:hint="cs"/>
          <w:cs/>
          <w:lang w:bidi="bn-IN"/>
        </w:rPr>
        <w:t>ও</w:t>
      </w:r>
      <w:r w:rsidRPr="002562FC">
        <w:rPr>
          <w:cs/>
          <w:lang w:bidi="bn-IN"/>
        </w:rPr>
        <w:t xml:space="preserve"> </w:t>
      </w:r>
      <w:r w:rsidRPr="002562FC">
        <w:rPr>
          <w:rFonts w:hint="cs"/>
          <w:cs/>
          <w:lang w:bidi="bn-IN"/>
        </w:rPr>
        <w:t>এস</w:t>
      </w:r>
      <w:r w:rsidRPr="002562FC">
        <w:t xml:space="preserve">, </w:t>
      </w:r>
      <w:r w:rsidRPr="002562FC">
        <w:rPr>
          <w:rFonts w:hint="cs"/>
          <w:cs/>
          <w:lang w:bidi="bn-IN"/>
        </w:rPr>
        <w:t>এম</w:t>
      </w:r>
      <w:r w:rsidRPr="002562FC">
        <w:t xml:space="preserve">, </w:t>
      </w:r>
      <w:r w:rsidRPr="002562FC">
        <w:rPr>
          <w:rFonts w:hint="cs"/>
          <w:cs/>
          <w:lang w:bidi="bn-IN"/>
        </w:rPr>
        <w:t>এ</w:t>
      </w:r>
      <w:r w:rsidRPr="002562FC">
        <w:t xml:space="preserve">, </w:t>
      </w:r>
      <w:r w:rsidRPr="002562FC">
        <w:rPr>
          <w:rFonts w:hint="cs"/>
          <w:cs/>
          <w:lang w:bidi="bn-IN"/>
        </w:rPr>
        <w:t>জাব্বার</w:t>
      </w:r>
      <w:r w:rsidRPr="002562FC">
        <w:rPr>
          <w:cs/>
          <w:lang w:bidi="bn-IN"/>
        </w:rPr>
        <w:t xml:space="preserve"> (</w:t>
      </w:r>
      <w:r w:rsidRPr="002562FC">
        <w:rPr>
          <w:rFonts w:hint="cs"/>
          <w:cs/>
          <w:lang w:bidi="bn-IN"/>
        </w:rPr>
        <w:t>এম</w:t>
      </w:r>
      <w:r w:rsidRPr="002562FC">
        <w:t xml:space="preserve">, </w:t>
      </w:r>
      <w:r w:rsidRPr="002562FC">
        <w:rPr>
          <w:rFonts w:hint="cs"/>
          <w:cs/>
          <w:lang w:bidi="bn-IN"/>
        </w:rPr>
        <w:t>এ</w:t>
      </w:r>
      <w:r w:rsidRPr="002562FC">
        <w:rPr>
          <w:cs/>
          <w:lang w:bidi="bn-IN"/>
        </w:rPr>
        <w:t>)</w:t>
      </w:r>
    </w:p>
    <w:p w:rsidR="00DA57B0" w:rsidRDefault="00DA57B0" w:rsidP="002562FC">
      <w:pPr>
        <w:pStyle w:val="libNormal"/>
        <w:rPr>
          <w:lang w:bidi="bn-IN"/>
        </w:rPr>
      </w:pPr>
    </w:p>
    <w:p w:rsidR="00DA57B0" w:rsidRDefault="00DA57B0" w:rsidP="002562FC">
      <w:pPr>
        <w:pStyle w:val="libNormal"/>
        <w:rPr>
          <w:lang w:bidi="bn-IN"/>
        </w:rPr>
      </w:pPr>
    </w:p>
    <w:p w:rsidR="00DA57B0" w:rsidRDefault="00DA57B0" w:rsidP="002562FC">
      <w:pPr>
        <w:pStyle w:val="libNormal"/>
        <w:rPr>
          <w:lang w:bidi="bn-IN"/>
        </w:rPr>
      </w:pPr>
    </w:p>
    <w:p w:rsidR="002562FC" w:rsidRDefault="002562FC" w:rsidP="00DA57B0">
      <w:pPr>
        <w:pStyle w:val="libCenterBold1"/>
        <w:rPr>
          <w:lang w:bidi="bn-IN"/>
        </w:rPr>
      </w:pPr>
      <w:r w:rsidRPr="002562FC">
        <w:rPr>
          <w:rFonts w:hint="cs"/>
          <w:cs/>
          <w:lang w:bidi="bn-IN"/>
        </w:rPr>
        <w:t>প্রকাশনায়</w:t>
      </w:r>
      <w:r w:rsidRPr="002562FC">
        <w:rPr>
          <w:cs/>
          <w:lang w:bidi="bn-IN"/>
        </w:rPr>
        <w:t xml:space="preserve">: </w:t>
      </w:r>
      <w:r w:rsidRPr="002562FC">
        <w:rPr>
          <w:rFonts w:hint="cs"/>
          <w:cs/>
          <w:lang w:bidi="bn-IN"/>
        </w:rPr>
        <w:t>আহলে</w:t>
      </w:r>
      <w:r w:rsidRPr="002562FC">
        <w:rPr>
          <w:cs/>
          <w:lang w:bidi="bn-IN"/>
        </w:rPr>
        <w:t xml:space="preserve"> </w:t>
      </w:r>
      <w:r w:rsidRPr="002562FC">
        <w:rPr>
          <w:rFonts w:hint="cs"/>
          <w:cs/>
          <w:lang w:bidi="bn-IN"/>
        </w:rPr>
        <w:t>বাইত</w:t>
      </w:r>
      <w:r w:rsidRPr="002562FC">
        <w:rPr>
          <w:cs/>
          <w:lang w:bidi="bn-IN"/>
        </w:rPr>
        <w:t xml:space="preserve"> (</w:t>
      </w:r>
      <w:r w:rsidRPr="002562FC">
        <w:rPr>
          <w:rFonts w:hint="cs"/>
          <w:cs/>
          <w:lang w:bidi="bn-IN"/>
        </w:rPr>
        <w:t>আ</w:t>
      </w:r>
      <w:r w:rsidRPr="002562FC">
        <w:rPr>
          <w:cs/>
          <w:lang w:bidi="bn-IN"/>
        </w:rPr>
        <w:t xml:space="preserve">.) </w:t>
      </w:r>
      <w:r w:rsidRPr="002562FC">
        <w:rPr>
          <w:rFonts w:hint="cs"/>
          <w:cs/>
          <w:lang w:bidi="bn-IN"/>
        </w:rPr>
        <w:t>বিশ্ব</w:t>
      </w:r>
      <w:r w:rsidRPr="002562FC">
        <w:rPr>
          <w:cs/>
          <w:lang w:bidi="bn-IN"/>
        </w:rPr>
        <w:t xml:space="preserve"> </w:t>
      </w:r>
      <w:r w:rsidRPr="002562FC">
        <w:rPr>
          <w:rFonts w:hint="cs"/>
          <w:cs/>
          <w:lang w:bidi="bn-IN"/>
        </w:rPr>
        <w:t>সংস্থা</w:t>
      </w:r>
    </w:p>
    <w:p w:rsidR="002562FC" w:rsidRDefault="002562FC" w:rsidP="002562FC">
      <w:pPr>
        <w:pStyle w:val="libNormal"/>
        <w:rPr>
          <w:lang w:bidi="bn-IN"/>
        </w:rPr>
      </w:pPr>
      <w:r>
        <w:rPr>
          <w:lang w:bidi="bn-IN"/>
        </w:rPr>
        <w:br w:type="page"/>
      </w:r>
    </w:p>
    <w:p w:rsidR="004F40F4" w:rsidRPr="00B83213" w:rsidRDefault="004F40F4" w:rsidP="004F40F4">
      <w:pPr>
        <w:pStyle w:val="libTitr2"/>
      </w:pPr>
      <w:r w:rsidRPr="00B83213">
        <w:rPr>
          <w:rFonts w:hint="cs"/>
          <w:cs/>
          <w:lang w:bidi="bn-IN"/>
        </w:rPr>
        <w:lastRenderedPageBreak/>
        <w:t>এই</w:t>
      </w:r>
      <w:r w:rsidRPr="00B83213">
        <w:rPr>
          <w:cs/>
          <w:lang w:bidi="bn-IN"/>
        </w:rPr>
        <w:t xml:space="preserve"> </w:t>
      </w:r>
      <w:r w:rsidRPr="00B83213">
        <w:rPr>
          <w:rFonts w:hint="cs"/>
          <w:cs/>
          <w:lang w:bidi="bn-IN"/>
        </w:rPr>
        <w:t>বইটি</w:t>
      </w:r>
      <w:r w:rsidRPr="00B83213">
        <w:rPr>
          <w:cs/>
          <w:lang w:bidi="bn-IN"/>
        </w:rPr>
        <w:t xml:space="preserve"> </w:t>
      </w:r>
      <w:r w:rsidRPr="00B83213">
        <w:rPr>
          <w:rFonts w:hint="cs"/>
          <w:cs/>
          <w:lang w:bidi="bn-IN"/>
        </w:rPr>
        <w:t>আল</w:t>
      </w:r>
      <w:r w:rsidRPr="00B83213">
        <w:rPr>
          <w:cs/>
          <w:lang w:bidi="bn-IN"/>
        </w:rPr>
        <w:t xml:space="preserve"> </w:t>
      </w:r>
      <w:r w:rsidRPr="00B83213">
        <w:rPr>
          <w:rFonts w:hint="cs"/>
          <w:cs/>
          <w:lang w:bidi="bn-IN"/>
        </w:rPr>
        <w:t>হাসানাইন</w:t>
      </w:r>
      <w:r w:rsidRPr="00B83213">
        <w:rPr>
          <w:cs/>
          <w:lang w:bidi="bn-IN"/>
        </w:rPr>
        <w:t xml:space="preserve"> (</w:t>
      </w:r>
      <w:r w:rsidRPr="00B83213">
        <w:rPr>
          <w:rFonts w:hint="cs"/>
          <w:cs/>
          <w:lang w:bidi="bn-IN"/>
        </w:rPr>
        <w:t>আ</w:t>
      </w:r>
      <w:r w:rsidRPr="00B83213">
        <w:rPr>
          <w:cs/>
          <w:lang w:bidi="bn-IN"/>
        </w:rPr>
        <w:t xml:space="preserve">.) </w:t>
      </w:r>
      <w:r w:rsidRPr="00B83213">
        <w:rPr>
          <w:rFonts w:hint="cs"/>
          <w:cs/>
          <w:lang w:bidi="bn-IN"/>
        </w:rPr>
        <w:t>ওয়েব</w:t>
      </w:r>
      <w:r w:rsidRPr="00B83213">
        <w:rPr>
          <w:cs/>
          <w:lang w:bidi="bn-IN"/>
        </w:rPr>
        <w:t xml:space="preserve"> </w:t>
      </w:r>
      <w:r w:rsidRPr="00B83213">
        <w:rPr>
          <w:rFonts w:hint="cs"/>
          <w:cs/>
          <w:lang w:bidi="bn-IN"/>
        </w:rPr>
        <w:t>সাইট</w:t>
      </w:r>
      <w:r>
        <w:rPr>
          <w:cs/>
          <w:lang w:bidi="bn-IN"/>
        </w:rPr>
        <w:t xml:space="preserve"> </w:t>
      </w:r>
      <w:r w:rsidRPr="00B83213">
        <w:rPr>
          <w:rFonts w:hint="cs"/>
          <w:cs/>
          <w:lang w:bidi="bn-IN"/>
        </w:rPr>
        <w:t>কর্তৃক</w:t>
      </w:r>
      <w:r w:rsidRPr="00B83213">
        <w:rPr>
          <w:cs/>
          <w:lang w:bidi="bn-IN"/>
        </w:rPr>
        <w:t xml:space="preserve"> </w:t>
      </w:r>
      <w:r w:rsidRPr="00B83213">
        <w:rPr>
          <w:rFonts w:hint="cs"/>
          <w:cs/>
          <w:lang w:bidi="bn-IN"/>
        </w:rPr>
        <w:t>আপলোড</w:t>
      </w:r>
      <w:r w:rsidRPr="00B83213">
        <w:rPr>
          <w:cs/>
          <w:lang w:bidi="bn-IN"/>
        </w:rPr>
        <w:t xml:space="preserve"> </w:t>
      </w:r>
      <w:r w:rsidRPr="00B83213">
        <w:rPr>
          <w:rFonts w:hint="cs"/>
          <w:cs/>
          <w:lang w:bidi="bn-IN"/>
        </w:rPr>
        <w:t>করা</w:t>
      </w:r>
      <w:r w:rsidRPr="00B83213">
        <w:rPr>
          <w:cs/>
          <w:lang w:bidi="bn-IN"/>
        </w:rPr>
        <w:t xml:space="preserve"> </w:t>
      </w:r>
      <w:r w:rsidRPr="00B83213">
        <w:rPr>
          <w:rFonts w:hint="cs"/>
          <w:cs/>
          <w:lang w:bidi="bn-IN"/>
        </w:rPr>
        <w:t>হয়েছে</w:t>
      </w:r>
      <w:r w:rsidRPr="00B83213">
        <w:rPr>
          <w:cs/>
          <w:lang w:bidi="bn-IN"/>
        </w:rPr>
        <w:t xml:space="preserve"> </w:t>
      </w:r>
      <w:r w:rsidRPr="00B83213">
        <w:rPr>
          <w:rFonts w:hint="cs"/>
          <w:cs/>
          <w:lang w:bidi="hi-IN"/>
        </w:rPr>
        <w:t>।</w:t>
      </w:r>
      <w:r w:rsidRPr="00B83213">
        <w:rPr>
          <w:cs/>
          <w:lang w:bidi="bn-IN"/>
        </w:rPr>
        <w:t xml:space="preserve"> </w:t>
      </w:r>
    </w:p>
    <w:p w:rsidR="004F40F4" w:rsidRPr="00FC27AF" w:rsidRDefault="004F40F4" w:rsidP="004F40F4">
      <w:pPr>
        <w:pStyle w:val="libEnBold"/>
        <w:rPr>
          <w:rtl/>
        </w:rPr>
      </w:pPr>
      <w:r w:rsidRPr="00B83213">
        <w:t>http://alhassanain.org/bengali</w:t>
      </w:r>
    </w:p>
    <w:p w:rsidR="004F40F4" w:rsidRPr="004F40F4" w:rsidRDefault="004F40F4" w:rsidP="004F40F4">
      <w:pPr>
        <w:spacing w:after="0" w:line="240" w:lineRule="auto"/>
        <w:rPr>
          <w:rFonts w:ascii="SolaimanLipi" w:eastAsia="Calibri" w:hAnsi="SolaimanLipi" w:cs="SolaimanLipi"/>
          <w:color w:val="000000"/>
          <w:sz w:val="28"/>
          <w:szCs w:val="28"/>
          <w:lang w:bidi="bn-IN"/>
        </w:rPr>
      </w:pPr>
      <w:r>
        <w:rPr>
          <w:lang w:bidi="bn-IN"/>
        </w:rPr>
        <w:br w:type="page"/>
      </w:r>
    </w:p>
    <w:p w:rsidR="0054577C" w:rsidRPr="0054577C" w:rsidRDefault="0054577C" w:rsidP="00CF627C">
      <w:pPr>
        <w:pStyle w:val="Heading1Center"/>
        <w:rPr>
          <w:lang w:bidi="ar-SA"/>
        </w:rPr>
      </w:pPr>
      <w:bookmarkStart w:id="0" w:name="_Toc535947594"/>
      <w:r w:rsidRPr="0054577C">
        <w:rPr>
          <w:rFonts w:hint="cs"/>
          <w:cs/>
          <w:lang w:bidi="bn-IN"/>
        </w:rPr>
        <w:lastRenderedPageBreak/>
        <w:t>আমাদের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কথা</w:t>
      </w:r>
      <w:bookmarkEnd w:id="0"/>
      <w:r w:rsidRPr="0054577C">
        <w:rPr>
          <w:rtl/>
          <w:cs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রাজশাহী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ফাউণ্ডেশনের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সম্মিলিতভাবে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পুস্তকখানা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অনুবাদের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বাংলা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ভাষাভাষি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সমীপে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অজস্র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সাজদায়ে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</w:t>
      </w:r>
      <w:r>
        <w:rPr>
          <w:cs/>
          <w:lang w:bidi="bn-IN"/>
        </w:rPr>
        <w:t>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মানুষ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নিঃসন্দেহে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সীমিত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ভাবনার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অধিকারী।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পক্ষেই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জানি</w:t>
      </w:r>
      <w:r>
        <w:rPr>
          <w:rFonts w:hint="eastAsia"/>
        </w:rPr>
        <w:t>’</w:t>
      </w:r>
      <w: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যতটুকু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অজানা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পুস্তকখানার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কারবালার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সঠিক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আন্দোলনোত্তর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প্রভাব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ইত্যাদি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প্রমাণপঞ্জির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আলোকে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চেষ্টা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সুহৃদয়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পাঠকবৃন্দ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পুস্তকখানা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বিষয়াদি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নতুন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পাবেন।</w:t>
      </w:r>
      <w:r w:rsidRPr="0054577C">
        <w:rPr>
          <w:cs/>
          <w:lang w:bidi="bn-IN"/>
        </w:rPr>
        <w:t xml:space="preserve"> </w:t>
      </w:r>
    </w:p>
    <w:p w:rsidR="0054577C" w:rsidRDefault="0054577C" w:rsidP="002562FC">
      <w:pPr>
        <w:pStyle w:val="libNormal"/>
        <w:rPr>
          <w:lang w:bidi="bn-IN"/>
        </w:rPr>
      </w:pPr>
      <w:r w:rsidRPr="0054577C">
        <w:rPr>
          <w:rFonts w:hint="cs"/>
          <w:cs/>
          <w:lang w:bidi="bn-IN"/>
        </w:rPr>
        <w:t>অনুবাদে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প্রতিবর্ণের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</w:t>
      </w:r>
      <w:r w:rsidRPr="0054577C">
        <w:t xml:space="preserve">, </w:t>
      </w:r>
      <w:r w:rsidRPr="0054577C">
        <w:rPr>
          <w:rFonts w:hint="cs"/>
          <w:cs/>
          <w:lang w:bidi="bn-IN"/>
        </w:rPr>
        <w:t>ফা</w:t>
      </w:r>
      <w:r w:rsidRPr="0054577C">
        <w:t>,</w:t>
      </w:r>
      <w:r w:rsidRPr="0054577C">
        <w:rPr>
          <w:rFonts w:hint="cs"/>
          <w:cs/>
          <w:lang w:bidi="bn-IN"/>
        </w:rPr>
        <w:t>বা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প্রকাশিত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আরবী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অভিধা</w:t>
      </w:r>
      <w:r w:rsidR="008E06C8">
        <w:rPr>
          <w:rFonts w:hint="cs"/>
          <w:cs/>
          <w:lang w:bidi="bn-IN"/>
        </w:rPr>
        <w:t>ন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বাংলা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প্রতিবর্ণের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সংসদ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বাঙ্গালা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অভিধানের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প্রদত্ত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যথাসাধ্য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চেষ্টা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তবুও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কোথাও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ভুলত্রুটি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দৃষ্টিগোচর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আশা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অনুগ্রহপূর্বক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সংস্করণে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সংশোধন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ইনশা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আল্লাহ্।</w:t>
      </w:r>
    </w:p>
    <w:p w:rsidR="00CF627C" w:rsidRPr="0054577C" w:rsidRDefault="00CF627C" w:rsidP="002562FC">
      <w:pPr>
        <w:pStyle w:val="libNormal"/>
      </w:pPr>
    </w:p>
    <w:p w:rsidR="0054577C" w:rsidRPr="0054577C" w:rsidRDefault="0054577C" w:rsidP="00CF627C">
      <w:pPr>
        <w:pStyle w:val="libRight"/>
      </w:pPr>
      <w:r w:rsidRPr="0054577C">
        <w:rPr>
          <w:rFonts w:hint="cs"/>
          <w:cs/>
          <w:lang w:bidi="bn-IN"/>
        </w:rPr>
        <w:t>বিনীত</w:t>
      </w:r>
    </w:p>
    <w:p w:rsidR="0054577C" w:rsidRPr="0054577C" w:rsidRDefault="0054577C" w:rsidP="00CF627C">
      <w:pPr>
        <w:pStyle w:val="libRight"/>
      </w:pPr>
      <w:r w:rsidRPr="0054577C">
        <w:rPr>
          <w:rFonts w:hint="cs"/>
          <w:cs/>
          <w:lang w:bidi="bn-IN"/>
        </w:rPr>
        <w:t>অনুবাদকবৃন্দ</w:t>
      </w:r>
      <w:r w:rsidRPr="0054577C">
        <w:rPr>
          <w:cs/>
          <w:lang w:bidi="bn-IN"/>
        </w:rPr>
        <w:t xml:space="preserve"> </w:t>
      </w:r>
    </w:p>
    <w:p w:rsidR="00CF627C" w:rsidRPr="00743A59" w:rsidRDefault="00CF627C" w:rsidP="00743A59">
      <w:r>
        <w:br w:type="page"/>
      </w:r>
    </w:p>
    <w:p w:rsidR="0054577C" w:rsidRPr="0054577C" w:rsidRDefault="0054577C" w:rsidP="00CF627C">
      <w:pPr>
        <w:pStyle w:val="Heading1Center"/>
        <w:rPr>
          <w:lang w:bidi="ar-SA"/>
        </w:rPr>
      </w:pPr>
      <w:bookmarkStart w:id="1" w:name="_Toc535947595"/>
      <w:r w:rsidRPr="0054577C">
        <w:rPr>
          <w:rFonts w:hint="cs"/>
          <w:cs/>
          <w:lang w:bidi="bn-IN"/>
        </w:rPr>
        <w:lastRenderedPageBreak/>
        <w:t>ভূমিকা</w:t>
      </w:r>
      <w:bookmarkEnd w:id="1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হামদু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লিল্লাহি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রাব্বিল</w:t>
      </w:r>
      <w:r w:rsidRPr="0054577C">
        <w:rPr>
          <w:cs/>
          <w:lang w:bidi="bn-IN"/>
        </w:rPr>
        <w:t xml:space="preserve"> </w:t>
      </w:r>
      <w:r w:rsidR="006447A5">
        <w:rPr>
          <w:rFonts w:hint="cs"/>
          <w:cs/>
          <w:lang w:bidi="bn-IN"/>
        </w:rPr>
        <w:t>আ</w:t>
      </w:r>
      <w:r w:rsidR="006447A5"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লামীন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ওয়াস্সালাতু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ওয়াস্সালা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মুহাম্মাদ</w:t>
      </w:r>
      <w:r w:rsidRPr="0054577C">
        <w:t xml:space="preserve">,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আলিহিত্ত্বাহিরীন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="00CF627C">
        <w:rPr>
          <w:rFonts w:hint="cs"/>
          <w:cs/>
          <w:lang w:bidi="bn-IN"/>
        </w:rPr>
        <w:t>আস</w:t>
      </w:r>
      <w:r w:rsidR="00CF627C">
        <w:rPr>
          <w:cs/>
          <w:lang w:bidi="bn-IN"/>
        </w:rPr>
        <w:t>হা</w:t>
      </w:r>
      <w:r w:rsidRPr="0054577C">
        <w:rPr>
          <w:rFonts w:hint="cs"/>
          <w:cs/>
          <w:lang w:bidi="bn-IN"/>
        </w:rPr>
        <w:t>বিহিল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মুন্তাজাবীন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ওয়াল্লানাতু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আলা</w:t>
      </w:r>
      <w:r w:rsidRPr="0054577C">
        <w:rPr>
          <w:cs/>
          <w:lang w:bidi="bn-IN"/>
        </w:rPr>
        <w:t xml:space="preserve"> </w:t>
      </w:r>
      <w:r w:rsidR="006447A5">
        <w:rPr>
          <w:rFonts w:hint="cs"/>
          <w:cs/>
          <w:lang w:bidi="bn-IN"/>
        </w:rPr>
        <w:t>আ</w:t>
      </w:r>
      <w:r w:rsidR="006447A5"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দায়িহিম্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আজ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ঈন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সিয়্যামা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মুনাফিকীন।</w:t>
      </w:r>
      <w:r w:rsidRPr="0054577C">
        <w:rPr>
          <w:cs/>
          <w:lang w:bidi="bn-IN"/>
        </w:rPr>
        <w:t xml:space="preserve"> 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ধর্মের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পুনর্জাগরণে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ইমামগণের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ভূমিকা</w:t>
      </w:r>
      <w:r>
        <w:rPr>
          <w:rFonts w:hint="eastAsia"/>
        </w:rPr>
        <w:t>”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শীর্ষক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ধারাবাহিক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আলোচনায়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অত্র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খণ্ডটিকে</w:t>
      </w:r>
      <w:r w:rsidR="0054577C" w:rsidRPr="0054577C">
        <w:rPr>
          <w:cs/>
          <w:lang w:bidi="bn-IN"/>
        </w:rPr>
        <w:t xml:space="preserve"> </w:t>
      </w:r>
      <w:r w:rsidR="0054577C" w:rsidRPr="008C68E5">
        <w:rPr>
          <w:rStyle w:val="libEnChar"/>
        </w:rPr>
        <w:t>‘</w:t>
      </w:r>
      <w:r w:rsidR="0054577C" w:rsidRPr="0054577C">
        <w:rPr>
          <w:rFonts w:hint="cs"/>
          <w:cs/>
          <w:lang w:bidi="bn-IN"/>
        </w:rPr>
        <w:t>কারবালা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আন্দোলন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ইসলামের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পুনর্জাগরণে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ইমাম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হুসাইনের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আ</w:t>
      </w:r>
      <w:r w:rsidR="0054577C" w:rsidRPr="0054577C">
        <w:rPr>
          <w:cs/>
          <w:lang w:bidi="bn-IN"/>
        </w:rPr>
        <w:t xml:space="preserve">:) </w:t>
      </w:r>
      <w:r w:rsidR="0054577C" w:rsidRPr="0054577C">
        <w:rPr>
          <w:rFonts w:hint="cs"/>
          <w:cs/>
          <w:lang w:bidi="bn-IN"/>
        </w:rPr>
        <w:t>ভূমি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বিষয়টির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নির্ধারণ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করেছি।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সংক্ষিপ্তাকারে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অথচ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সামগ্রিকভাবে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স্থান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কাল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সামাজিক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কারণগত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উপাদানসহ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আ</w:t>
      </w:r>
      <w:r w:rsidR="0054577C" w:rsidRPr="0054577C">
        <w:rPr>
          <w:cs/>
          <w:lang w:bidi="bn-IN"/>
        </w:rPr>
        <w:t xml:space="preserve">.) </w:t>
      </w:r>
      <w:r w:rsidR="0054577C" w:rsidRPr="0054577C">
        <w:rPr>
          <w:rFonts w:hint="cs"/>
          <w:cs/>
          <w:lang w:bidi="bn-IN"/>
        </w:rPr>
        <w:t>আন্দোলনের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বিভিন্ন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বিপ্লবের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উদ্দেশ্যসমূহকে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আলোচনা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পর্যালোচনা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করব।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যেহেতু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সাইয়্যেদুশ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বিপ্লবের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ক্ষেত্রসমূহ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ক্রমান্বয়ে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প্রস্তুত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অপকর্ম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বিচ্যুতিসমূহের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বছর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প্রোথিত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সেহেতু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বিপ্লবের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পর্যালোচনার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পটভূমিসমূহের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দৃষ্টিপাত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নির্ভেজাল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বিচ্যুতির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কারণসমূহকে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দূরবর্তী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অতীতের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অনুসন্ধান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প্রসিদ্ধ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অনেক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গভীরে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গোড়ামী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গুরুত্বপূর্ণ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ঘটনাদিতে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ফলাফলকে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ইচ্ছার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অনুকুলে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উপাদান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উৎসসমূহকে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ভালভাবে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বুঝার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সামাজিক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ঐতিহাসিক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বিপ্লব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সামগ্রিক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</w:t>
      </w:r>
      <w:r w:rsidRPr="0054577C">
        <w:rPr>
          <w:cs/>
          <w:lang w:bidi="bn-IN"/>
        </w:rPr>
        <w:t xml:space="preserve"> :</w:t>
      </w:r>
    </w:p>
    <w:p w:rsidR="00CF627C" w:rsidRPr="00743A59" w:rsidRDefault="00CF627C" w:rsidP="00743A59">
      <w:r>
        <w:br w:type="page"/>
      </w:r>
    </w:p>
    <w:p w:rsidR="0054577C" w:rsidRPr="0054577C" w:rsidRDefault="0054577C" w:rsidP="00CF627C">
      <w:pPr>
        <w:pStyle w:val="Heading1Center"/>
        <w:rPr>
          <w:lang w:bidi="ar-SA"/>
        </w:rPr>
      </w:pPr>
      <w:bookmarkStart w:id="2" w:name="_Toc535947596"/>
      <w:r w:rsidRPr="0054577C">
        <w:rPr>
          <w:rFonts w:hint="cs"/>
          <w:cs/>
          <w:lang w:bidi="bn-IN"/>
        </w:rPr>
        <w:lastRenderedPageBreak/>
        <w:t>১</w:t>
      </w:r>
      <w:r w:rsidRPr="0054577C">
        <w:rPr>
          <w:rtl/>
          <w:cs/>
        </w:rPr>
        <w:t xml:space="preserve">.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পূর্ব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আরবের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সামাজিক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bookmarkEnd w:id="2"/>
      <w:r w:rsidRPr="0054577C">
        <w:rPr>
          <w:rtl/>
          <w:cs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উপদ্বীপে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বিদ্যমান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শ্রেণী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ভিত্তিক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ঐ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মরুভূমি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অতিক্রমকারী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কাফেলা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সমূহের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লুটতরাজ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জীবিকা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নির্বাহ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সীমিত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চাষাবাদ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বাণিজ্যের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পরিচালিত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সভ্যতা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সংস্কৃতি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দূরে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কাফেলার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উকায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বাজারের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আশপাশের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বাজারগুলিতে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জায়গাতেও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বিক্রি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জীবিকা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নির্বাহ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CF627C">
      <w:pPr>
        <w:pStyle w:val="libNormal"/>
      </w:pPr>
      <w:r w:rsidRPr="0054577C">
        <w:rPr>
          <w:rFonts w:hint="cs"/>
          <w:cs/>
          <w:lang w:bidi="bn-IN"/>
        </w:rPr>
        <w:t>মক্কায়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আগমনকে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আরবদের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গৌরবের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(!)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জাতীয়তাবাদী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চেতনাসম্পন্ন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বলছিলাম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বললাম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প্রজ্ঞাবান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ডাক্তারকে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জায়গাতেই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রোগী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তৎকালীন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পৃথিবীতে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অপেক্ষা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রোগাক্রান্ত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জ্বলন্ত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যাইদ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হারিছা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গল্পটি।</w:t>
      </w:r>
    </w:p>
    <w:p w:rsidR="0054577C" w:rsidRPr="0054577C" w:rsidRDefault="0054577C" w:rsidP="00CF627C">
      <w:pPr>
        <w:pStyle w:val="Heading2"/>
      </w:pPr>
      <w:bookmarkStart w:id="3" w:name="_Toc535947597"/>
      <w:r w:rsidRPr="0054577C">
        <w:rPr>
          <w:rFonts w:hint="cs"/>
          <w:cs/>
          <w:lang w:bidi="bn-IN"/>
        </w:rPr>
        <w:t>যাইদ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হারিছার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</w:t>
      </w:r>
      <w:bookmarkEnd w:id="3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যাইদ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হারিছা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শৈশবকালে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স্বজনকে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লুণ্ঠনকারীর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উকাযের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বাজারে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বিক্রয়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খাদীজার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কর্মচারী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খাদীজা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তিনিও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পরিত্যাগ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rPr>
          <w:rFonts w:hint="cs"/>
          <w:cs/>
          <w:lang w:bidi="bn-IN"/>
        </w:rPr>
        <w:t>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ঘোষণা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যাইদের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সাধারণ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আবির্ভাবের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অধিকাংশই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হঠাৎ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কেন্দ্রে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পরিণত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উপনীত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বদর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পুরস্কার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কী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উত্তরে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বেহেশ্ত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বাহ্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বাহ্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বেহেশ্তের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খোরমাগুলিই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খাচ্ছি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সেগুলিকে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ছুঁড়ে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সন্তুষ্টি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পরকালীন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সুখের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কুরআন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অনুতাপ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অল্প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ইন্তেকালের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অনেকেই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আলোকে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অন্ধকারে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রূপান্তরিত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মিশনকে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জায়গায়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শহীদগণের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সেনাপতির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হৃদয়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বিদারক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পুনর্জীবন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সম্ভব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</w:p>
    <w:p w:rsidR="0054577C" w:rsidRPr="0054577C" w:rsidRDefault="00DC69DA" w:rsidP="00E020C6">
      <w:pPr>
        <w:pStyle w:val="Heading1Center"/>
        <w:rPr>
          <w:lang w:bidi="bn-BD"/>
        </w:rPr>
      </w:pPr>
      <w:bookmarkStart w:id="4" w:name="_Toc535947598"/>
      <w:r w:rsidRPr="00DC69DA">
        <w:rPr>
          <w:cs/>
          <w:lang w:bidi="bn-BD"/>
        </w:rPr>
        <w:t>২. ইমাম হুসাইনের (আ.) বিপ্লবের পূর্বে মুসলমানদের সামাজিক অবস্থা</w:t>
      </w:r>
      <w:bookmarkEnd w:id="4"/>
    </w:p>
    <w:p w:rsidR="0054577C" w:rsidRPr="0054577C" w:rsidRDefault="0054577C" w:rsidP="00CF627C">
      <w:pPr>
        <w:pStyle w:val="Heading2"/>
      </w:pPr>
      <w:bookmarkStart w:id="5" w:name="_Toc535947599"/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কতিপয়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চিত্র</w:t>
      </w:r>
      <w:bookmarkEnd w:id="5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প্রথমে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কারীমের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ব্যবহারিক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চিত্রকে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তৎকালীন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নৈতিক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বংশধরের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প্রভাব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পরিচিতির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ভালভাবে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বুঝতে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পারি।</w:t>
      </w:r>
    </w:p>
    <w:p w:rsidR="0054577C" w:rsidRPr="0054577C" w:rsidRDefault="0054577C" w:rsidP="008B6C3F">
      <w:pPr>
        <w:pStyle w:val="Heading3"/>
      </w:pPr>
      <w:bookmarkStart w:id="6" w:name="_Toc535947600"/>
      <w:r w:rsidRPr="0054577C">
        <w:rPr>
          <w:rFonts w:hint="cs"/>
          <w:cs/>
          <w:lang w:bidi="bn-IN"/>
        </w:rPr>
        <w:lastRenderedPageBreak/>
        <w:t>ক</w:t>
      </w:r>
      <w:r w:rsidR="008B6C3F">
        <w:rPr>
          <w:lang w:bidi="bn-IN"/>
        </w:rPr>
        <w:t>.</w:t>
      </w:r>
      <w:r w:rsidRPr="0054577C">
        <w:rPr>
          <w:rFonts w:hint="cs"/>
          <w:cs/>
          <w:lang w:bidi="bn-IN"/>
        </w:rPr>
        <w:t>অপবাদ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কুৎসা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রটনা</w:t>
      </w:r>
      <w:bookmarkEnd w:id="6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>.)</w:t>
      </w:r>
      <w:r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কুরআনুল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কারীম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উসবাতুন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মিনকুম</w:t>
      </w:r>
      <w:r w:rsidR="008B6C3F">
        <w:rPr>
          <w:rFonts w:hint="eastAsia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শক্তিশালী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উল্লেখ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</w:t>
      </w:r>
      <w:r w:rsidRPr="0054577C">
        <w:rPr>
          <w:cs/>
          <w:lang w:bidi="bn-IN"/>
        </w:rPr>
        <w:t xml:space="preserve">: </w:t>
      </w:r>
    </w:p>
    <w:p w:rsidR="0054577C" w:rsidRPr="0054577C" w:rsidRDefault="008429FC" w:rsidP="008429FC">
      <w:pPr>
        <w:pStyle w:val="libAie"/>
      </w:pPr>
      <w:r w:rsidRPr="008429FC">
        <w:rPr>
          <w:rStyle w:val="libAlaemChar"/>
        </w:rPr>
        <w:t>)</w:t>
      </w:r>
      <w:r w:rsidR="0054577C" w:rsidRPr="0054577C">
        <w:rPr>
          <w:rFonts w:hint="eastAsia"/>
          <w:rtl/>
        </w:rPr>
        <w:t>إِنَّ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الَّذِينَ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جَاءُوا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بِالْإِفْكِ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عُصْبَةٌ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مِّنكُمْ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لَا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تَحْسَبُوهُ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شَرًّا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لَّكُم</w:t>
      </w:r>
      <w:r w:rsidRPr="008429FC">
        <w:rPr>
          <w:rStyle w:val="libAlaemChar"/>
        </w:rPr>
        <w:t>(</w:t>
      </w:r>
    </w:p>
    <w:p w:rsidR="0054577C" w:rsidRPr="0054577C" w:rsidRDefault="008B6C3F" w:rsidP="008B6C3F">
      <w:pPr>
        <w:pStyle w:val="libNormal"/>
      </w:pPr>
      <w:r>
        <w:rPr>
          <w:rFonts w:hint="eastAsia"/>
        </w:rPr>
        <w:t>“</w:t>
      </w:r>
      <w:r>
        <w:rPr>
          <w:rFonts w:hint="eastAsia"/>
          <w:cs/>
          <w:lang w:bidi="bn-IN"/>
        </w:rPr>
        <w:t>নি</w:t>
      </w:r>
      <w:r w:rsidR="0054577C" w:rsidRPr="0054577C">
        <w:rPr>
          <w:rFonts w:hint="cs"/>
          <w:cs/>
          <w:lang w:bidi="bn-IN"/>
        </w:rPr>
        <w:t>শ্চয়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বৃহৎ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অপবাদ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রটনা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ছিল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মাঝের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শক্তিশালী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দল।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নিজেদের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ক্ষতিকর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ভেব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  <w:r w:rsidRPr="008B6C3F">
        <w:rPr>
          <w:rStyle w:val="libFootnotenumChar"/>
          <w:cs/>
          <w:lang w:bidi="bn-IN"/>
        </w:rPr>
        <w:t>১</w:t>
      </w:r>
    </w:p>
    <w:p w:rsidR="0054577C" w:rsidRPr="0054577C" w:rsidRDefault="0054577C" w:rsidP="008B6C3F">
      <w:pPr>
        <w:pStyle w:val="libNormal"/>
      </w:pPr>
      <w:r w:rsidRPr="0054577C">
        <w:rPr>
          <w:rFonts w:hint="cs"/>
          <w:cs/>
          <w:lang w:bidi="bn-IN"/>
        </w:rPr>
        <w:t>উম্মুল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আয়িশা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ইফ্কের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জড়িত।</w:t>
      </w:r>
      <w:r w:rsidR="002953E3" w:rsidRPr="002953E3">
        <w:rPr>
          <w:rStyle w:val="libFootnotenumChar"/>
          <w:cs/>
          <w:lang w:bidi="bn-IN"/>
        </w:rPr>
        <w:t>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মতে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মারিয়া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কিব্তীয়ার</w:t>
      </w:r>
      <w:r w:rsidR="008B6C3F">
        <w:rPr>
          <w:rFonts w:hint="eastAsia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জড়িত।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ঘটনা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আরোপ</w:t>
      </w:r>
      <w:r w:rsidRPr="0054577C">
        <w:rPr>
          <w:cs/>
          <w:lang w:bidi="bn-IN"/>
        </w:rPr>
        <w:t xml:space="preserve"> ! (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আশ্রয়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চাচ্ছি</w:t>
      </w:r>
      <w:r w:rsidRPr="0054577C">
        <w:rPr>
          <w:cs/>
          <w:lang w:bidi="bn-IN"/>
        </w:rPr>
        <w:t xml:space="preserve"> !)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সুসংগঠিত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শক্তিশালী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কুৎসা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রটনা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সম্পৃক্ত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বানোয়াট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>?</w:t>
      </w:r>
    </w:p>
    <w:p w:rsidR="0054577C" w:rsidRPr="0054577C" w:rsidRDefault="0054577C" w:rsidP="008B6C3F">
      <w:pPr>
        <w:pStyle w:val="Heading3"/>
      </w:pPr>
      <w:bookmarkStart w:id="7" w:name="_Toc535947601"/>
      <w:r w:rsidRPr="0054577C">
        <w:rPr>
          <w:rFonts w:hint="cs"/>
          <w:cs/>
          <w:lang w:bidi="bn-IN"/>
        </w:rPr>
        <w:t>খ</w:t>
      </w:r>
      <w:r w:rsidR="008B6C3F">
        <w:rPr>
          <w:lang w:bidi="bn-IN"/>
        </w:rPr>
        <w:t>.</w:t>
      </w:r>
      <w:r w:rsidRPr="0054577C">
        <w:rPr>
          <w:rFonts w:hint="cs"/>
          <w:cs/>
          <w:lang w:bidi="bn-IN"/>
        </w:rPr>
        <w:t>ব্যবসা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বাণিজ্য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খেলাধুলা</w:t>
      </w:r>
      <w:bookmarkEnd w:id="7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খুৎবাদানরত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সংঘটিত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খুলাফা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সুন্নী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মতাদর্শের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তাফসীর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8429FC" w:rsidP="008429FC">
      <w:pPr>
        <w:pStyle w:val="libAie"/>
      </w:pPr>
      <w:r w:rsidRPr="008429FC">
        <w:rPr>
          <w:rStyle w:val="libAlaemChar"/>
        </w:rPr>
        <w:t>)</w:t>
      </w:r>
      <w:r w:rsidR="0054577C" w:rsidRPr="0054577C">
        <w:rPr>
          <w:rFonts w:hint="eastAsia"/>
          <w:rtl/>
        </w:rPr>
        <w:t>وَإِذَا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رَأَوْا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تِجَارَةً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أَوْ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لَهْوًا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انفَضُّوا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إِلَيْهَا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وَتَرَكُوكَ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قَائِمًا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قُلْ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مَا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عِندَ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اللَّـهِ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خَيْرٌ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مِّنَ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اللَّـهْوِ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وَمِنَ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التِّجَارَةِ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وَاللَّـهُ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خَيْرُ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الرَّازِقِينَ</w:t>
      </w:r>
      <w:r w:rsidRPr="008429FC">
        <w:rPr>
          <w:rStyle w:val="libAlaemChar"/>
        </w:rPr>
        <w:t>(</w:t>
      </w:r>
    </w:p>
    <w:p w:rsidR="0054577C" w:rsidRPr="0054577C" w:rsidRDefault="0054577C" w:rsidP="008B6C3F">
      <w:pPr>
        <w:pStyle w:val="libNormal"/>
      </w:pP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কিংবা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চিত্তবিনোদন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ক্রীড়া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কৌতুক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দাঁড়ানো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বিক্ষিপ্ত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বল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ক্রীড়া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কৌতুক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অপেক্ষা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উৎকৃষ্ট।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সর্বশ্রেষ্ঠ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রিজিকদাতা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="008B6C3F">
        <w:rPr>
          <w:rStyle w:val="libFootnotenumChar"/>
          <w:cs/>
          <w:lang w:bidi="bn-IN"/>
        </w:rPr>
        <w:t>৩</w:t>
      </w:r>
    </w:p>
    <w:p w:rsidR="0054577C" w:rsidRPr="0054577C" w:rsidRDefault="0054577C" w:rsidP="008B6C3F">
      <w:pPr>
        <w:pStyle w:val="libBold1"/>
      </w:pPr>
      <w:r w:rsidRPr="0054577C">
        <w:rPr>
          <w:rFonts w:hint="cs"/>
          <w:cs/>
          <w:lang w:bidi="bn-IN"/>
        </w:rPr>
        <w:t>ঘটনাটি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নিম্নরূপ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রাসূল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আকরাম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জু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খুৎবা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বাণিজ্য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কাফেলা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ঢাক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ঢোল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পণ্য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দণ্ডায়মান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পরিত্যাগ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বাণিজ্য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কাফেলার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পণ্য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বিনোদন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পিছিয়ে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মুসল্লীদের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>,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শ্রবণ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অপেক্ষা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বাণিজ্য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চিত্তবিনোদনকে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অগ্রাধিকার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সুন্নতকে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সেও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ব্যতিক্রম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হতেই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কতিপয়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দৃষ্টিভঙ্গি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এমনই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8B6C3F">
      <w:pPr>
        <w:pStyle w:val="Heading3"/>
      </w:pPr>
      <w:bookmarkStart w:id="8" w:name="_Toc535947602"/>
      <w:r w:rsidRPr="0054577C">
        <w:rPr>
          <w:rFonts w:hint="cs"/>
          <w:cs/>
          <w:lang w:bidi="bn-IN"/>
        </w:rPr>
        <w:t>গ</w:t>
      </w:r>
      <w:r w:rsidR="008B6C3F">
        <w:rPr>
          <w:lang w:bidi="bn-IN"/>
        </w:rPr>
        <w:t>.</w:t>
      </w:r>
      <w:r w:rsidRPr="0054577C">
        <w:rPr>
          <w:rFonts w:hint="cs"/>
          <w:cs/>
          <w:lang w:bidi="bn-IN"/>
        </w:rPr>
        <w:t>মুনাফিকী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কপটতা</w:t>
      </w:r>
      <w:bookmarkEnd w:id="8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সূরা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তওবায়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মুনাফিকদের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দিচ্ছেন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চিনেন</w:t>
      </w:r>
      <w:r w:rsidRPr="0054577C">
        <w:t xml:space="preserve">;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মুনাফিকরা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চতুষ্পার্শ্বে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স্বয়ং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অভ্যন্তরেও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কপটতার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চর্চা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অভিজ্ঞ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বলেনঃ</w:t>
      </w:r>
    </w:p>
    <w:p w:rsidR="0054577C" w:rsidRPr="0054577C" w:rsidRDefault="001209FE" w:rsidP="001209FE">
      <w:pPr>
        <w:pStyle w:val="libAie"/>
      </w:pPr>
      <w:r w:rsidRPr="001209FE">
        <w:rPr>
          <w:rStyle w:val="libAlaemChar"/>
        </w:rPr>
        <w:t>)</w:t>
      </w:r>
      <w:r w:rsidR="0054577C" w:rsidRPr="0054577C">
        <w:rPr>
          <w:rFonts w:hint="eastAsia"/>
          <w:rtl/>
        </w:rPr>
        <w:t>وَمِمَّنْ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حَوْلَكُم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مِّنَ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الْأَعْرَابِ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مُنَافِقُونَ</w:t>
      </w:r>
      <w:r w:rsidR="0054577C" w:rsidRPr="0054577C">
        <w:rPr>
          <w:rFonts w:hint="cs"/>
          <w:rtl/>
        </w:rPr>
        <w:t xml:space="preserve"> </w:t>
      </w:r>
      <w:r w:rsidR="0054577C" w:rsidRPr="0054577C">
        <w:rPr>
          <w:rFonts w:hint="eastAsia"/>
          <w:rtl/>
        </w:rPr>
        <w:t>وَمِنْ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أَهْلِ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الْمَدِينَةِ</w:t>
      </w:r>
      <w:r w:rsidR="0054577C" w:rsidRPr="0054577C">
        <w:rPr>
          <w:rFonts w:hint="cs"/>
          <w:rtl/>
        </w:rPr>
        <w:t xml:space="preserve"> </w:t>
      </w:r>
      <w:r w:rsidR="0054577C" w:rsidRPr="0054577C">
        <w:rPr>
          <w:rFonts w:hint="eastAsia"/>
          <w:rtl/>
        </w:rPr>
        <w:t>مَرَدُوا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عَلَى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النِّفَاقِ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لَا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تَعْلَمُهُمْ</w:t>
      </w:r>
      <w:r w:rsidR="0054577C" w:rsidRPr="0054577C">
        <w:rPr>
          <w:rFonts w:hint="cs"/>
          <w:rtl/>
        </w:rPr>
        <w:t xml:space="preserve"> </w:t>
      </w:r>
      <w:r w:rsidR="0054577C" w:rsidRPr="0054577C">
        <w:rPr>
          <w:rFonts w:hint="eastAsia"/>
          <w:rtl/>
        </w:rPr>
        <w:t>نَحْنُ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نَعْلَمُهُمْ</w:t>
      </w:r>
      <w:r w:rsidR="0054577C" w:rsidRPr="0054577C">
        <w:rPr>
          <w:rFonts w:hint="cs"/>
          <w:rtl/>
        </w:rPr>
        <w:t xml:space="preserve"> </w:t>
      </w:r>
      <w:r w:rsidR="0054577C" w:rsidRPr="0054577C">
        <w:rPr>
          <w:rFonts w:hint="eastAsia"/>
          <w:rtl/>
        </w:rPr>
        <w:t>سَنُعَذِّبُهُم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مَّرَّتَيْنِ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ثُمَّ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يُرَدُّونَ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إِلَىٰ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عَذَابٍ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عَظِيمٍ</w:t>
      </w:r>
      <w:r w:rsidRPr="001209FE">
        <w:rPr>
          <w:rStyle w:val="libAlaemChar"/>
        </w:rPr>
        <w:t>(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মরুবাসীদের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মধ্যে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আশেপাশে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আছে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কেউ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কেউ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মুনাফিক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মদীনাবাসীদের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মধ্যেও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কেউ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কেউ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তারা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কপটতায়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সিদ্ধহস্ত।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তুমি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t xml:space="preserve">; </w:t>
      </w:r>
      <w:r w:rsidR="0054577C" w:rsidRPr="0054577C">
        <w:rPr>
          <w:rFonts w:hint="cs"/>
          <w:cs/>
          <w:lang w:bidi="bn-IN"/>
        </w:rPr>
        <w:t>আমরা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জানি।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অচিরেই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দুইবার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শাস্তি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দিব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অতঃপর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প্রত্যাবর্তিত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মহাশাস্তির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দিকে</w:t>
      </w:r>
      <w:r w:rsidR="0054577C" w:rsidRPr="0054577C">
        <w:rPr>
          <w:cs/>
          <w:lang w:bidi="bn-IN"/>
        </w:rPr>
        <w:t xml:space="preserve"> !</w:t>
      </w:r>
      <w:r>
        <w:rPr>
          <w:rStyle w:val="libEnChar"/>
        </w:rPr>
        <w:t>”</w:t>
      </w:r>
      <w:r w:rsidR="0054577C" w:rsidRPr="0054577C">
        <w:t>(</w:t>
      </w:r>
      <w:r w:rsidR="0054577C" w:rsidRPr="0054577C">
        <w:rPr>
          <w:rFonts w:hint="cs"/>
          <w:cs/>
          <w:lang w:bidi="bn-IN"/>
        </w:rPr>
        <w:t>সূরা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তওবা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আয়াত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নং</w:t>
      </w:r>
      <w:r w:rsidR="0054577C" w:rsidRPr="0054577C">
        <w:rPr>
          <w:cs/>
          <w:lang w:bidi="bn-IN"/>
        </w:rPr>
        <w:t>:</w:t>
      </w:r>
      <w:r w:rsidR="0054577C" w:rsidRPr="0054577C">
        <w:rPr>
          <w:rFonts w:hint="cs"/>
          <w:cs/>
          <w:lang w:bidi="bn-IN"/>
        </w:rPr>
        <w:t>১০১</w:t>
      </w:r>
      <w:r w:rsidR="0054577C" w:rsidRPr="0054577C">
        <w:rPr>
          <w:cs/>
          <w:lang w:bidi="bn-IN"/>
        </w:rPr>
        <w:t>)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চিন্তা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কী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অতি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সংগোপনে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সিদ্ধহস্তে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মুনাফিকী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মুনাফিক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কুরআনের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আকরামও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এরা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চারদিকের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সুন্নী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মতাদর্শে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আখ্যায়িত।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কুল্লুহুম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ঊদূল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সকলেই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ন্যায়পরায়ণ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একবার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দেখেছে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2953E3">
      <w:pPr>
        <w:pStyle w:val="Heading3"/>
      </w:pPr>
      <w:bookmarkStart w:id="9" w:name="_Toc535947603"/>
      <w:r w:rsidRPr="0054577C">
        <w:rPr>
          <w:rFonts w:hint="cs"/>
          <w:cs/>
          <w:lang w:bidi="bn-IN"/>
        </w:rPr>
        <w:t>ঘ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আকরাম</w:t>
      </w:r>
      <w:r w:rsidRPr="0054577C">
        <w:rPr>
          <w:cs/>
          <w:lang w:bidi="bn-IN"/>
        </w:rPr>
        <w:t>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ষড়যন্ত্র</w:t>
      </w:r>
      <w:bookmarkEnd w:id="9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সুন্নী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গুলিতে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তাবুকের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অভিযান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সিপাহীদের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পথিমধ্যে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উপত্যকায়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মুনাফিকদের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ষড়যন্ত্র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গভীর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সংকল্পবদ্ধ।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সিপাহীরা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উপত্যকাটির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উপক্রম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গিরিপথের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সম্মুখভাগে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যাত্রায়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আম্মার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হুযায়ফাকে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আম্মার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লাগাম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টানতে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হুযায়ফা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উটটির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পিছন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চালনা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পথিমধ্যে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মুনাফিকদের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উটটি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চমকে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হুজায়ফা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আম্মার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নিয়ন্ত্রণ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মুখমণ্ডলে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নেকাব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পরিহিত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থাকলেও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হুযায়ফা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অনেককেই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সনাক্ত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মুনাফিকরা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সেইখান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পলায়ন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চাচ্ছিল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</w:p>
    <w:p w:rsidR="002953E3" w:rsidRDefault="0054577C" w:rsidP="002953E3">
      <w:pPr>
        <w:pStyle w:val="libNormal"/>
      </w:pPr>
      <w:r w:rsidRPr="0054577C">
        <w:rPr>
          <w:rFonts w:hint="cs"/>
          <w:cs/>
          <w:lang w:bidi="bn-IN"/>
        </w:rPr>
        <w:t>তাঁরা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গিরিপথ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নিচে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ষড়যন্ত্র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সাহাবীগণ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সবিনয়ে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সন্তুষ্ট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বলুক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রঞ্জিত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আম্মার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হুযায়ফার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উভয়কে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="002953E3" w:rsidRPr="002953E3">
        <w:rPr>
          <w:rStyle w:val="libFootnotenumChar"/>
          <w:cs/>
          <w:lang w:bidi="bn-IN"/>
        </w:rPr>
        <w:t>৪</w:t>
      </w:r>
    </w:p>
    <w:p w:rsidR="0054577C" w:rsidRPr="0054577C" w:rsidRDefault="0054577C" w:rsidP="002953E3">
      <w:pPr>
        <w:pStyle w:val="libNormal"/>
      </w:pPr>
      <w:r w:rsidRPr="0054577C">
        <w:rPr>
          <w:rFonts w:hint="cs"/>
          <w:cs/>
          <w:lang w:bidi="bn-IN"/>
        </w:rPr>
        <w:t>লেখক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গবেষণা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সনাক্ত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পেরেছি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আশ্আরী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মতাদর্শের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গ্রন্থসমূহে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ষড়যন্ত্রটি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আকাবায়ে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হারশাতে</w:t>
      </w:r>
      <w:r w:rsidR="008B6C3F">
        <w:rPr>
          <w:rFonts w:hint="eastAsia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ঘটেছিল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গাদীরে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সংঘটিত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মনোনীত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সবচেয়ে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গুরুত্বপূর্ণ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গভীর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সংকল্প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সংখ্যা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উল্লেখ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উল্লেখ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একজনকেই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সনাক্ত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পেরেছি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আশ্আরী।</w:t>
      </w:r>
    </w:p>
    <w:p w:rsidR="0054577C" w:rsidRPr="0054577C" w:rsidRDefault="0054577C" w:rsidP="002953E3">
      <w:pPr>
        <w:pStyle w:val="Heading3"/>
      </w:pPr>
      <w:bookmarkStart w:id="10" w:name="_Toc535947604"/>
      <w:r w:rsidRPr="0054577C">
        <w:rPr>
          <w:rFonts w:hint="cs"/>
          <w:cs/>
          <w:lang w:bidi="bn-IN"/>
        </w:rPr>
        <w:t>ঙ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মুমূর্ষু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উসামার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</w:t>
      </w:r>
      <w:bookmarkEnd w:id="10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সঃ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মুমূর্ষু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ফেৎনা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শীর্ষস্থানীয়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প্রভাবশালী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অভ্যুত্থানের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রোধর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পরিকল্পনা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উসামার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বাহিনীতে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যোগদানের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আদেশদানের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সবাইকে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পাঠানোর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সিদ্ধান্ত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উসামা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হারিছার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আঠার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বছরের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উসামাকে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সেনাপতি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নির্বাচন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বৃদ্ধ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নির্বিশেষে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সবাইকে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সেনাবাহিনীতে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যোগদান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উসামার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নেতৃত্বে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যাত্রা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সেনাবাহিনীতে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উমর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উবাইদা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জাররাহ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আব্দুর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রহমান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আউফ</w:t>
      </w:r>
      <w:r w:rsidRPr="0054577C">
        <w:t xml:space="preserve">,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ওয়াক্কাস</w:t>
      </w:r>
      <w:r w:rsidRPr="0054577C">
        <w:t xml:space="preserve">,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উবাদা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প্রথিতযশা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খ্যাতনামা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প্রথমতঃ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ছিদ্র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অন্বেষণকারীর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আঠার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বছর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বয়সের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মনোনীত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পাশাপাশি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থাকেন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আকরাম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: </w:t>
      </w:r>
      <w:r w:rsidR="008B6C3F">
        <w:rPr>
          <w:rStyle w:val="libEnChar"/>
        </w:rPr>
        <w:t>“</w:t>
      </w:r>
      <w:r w:rsidR="00FA7DAC">
        <w:rPr>
          <w:rFonts w:hint="cs"/>
          <w:cs/>
          <w:lang w:bidi="bn-IN"/>
        </w:rPr>
        <w:t>লা</w:t>
      </w:r>
      <w:r w:rsidR="00FA7DAC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আনাল্লাহু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তাখাল্লা</w:t>
      </w:r>
      <w:r w:rsidR="00FA7DAC">
        <w:rPr>
          <w:rFonts w:hint="cs"/>
          <w:cs/>
          <w:lang w:bidi="bn-IN"/>
        </w:rPr>
        <w:t>ফা</w:t>
      </w:r>
      <w:r w:rsidR="00FA7DAC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জায়শি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উসামাহ্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উসামার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সেনাবাহিনীতে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যোগদান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="00FA7DAC">
        <w:rPr>
          <w:rFonts w:hint="cs"/>
          <w:cs/>
          <w:lang w:bidi="bn-IN"/>
        </w:rPr>
        <w:t>লা</w:t>
      </w:r>
      <w:r w:rsidR="00FA7DAC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নত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উসামার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সেনাবাহিনী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যাত্রা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কয়েক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কিলোমিটার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দূরে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জারাফ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শিবির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ঐ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অসুস্থতা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তীব্র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শিবিরে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পৌঁছিলে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মুহাজির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শীর্ষস্থানীয়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প্রভাবশালী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ফজরের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দরজার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আস্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সালাহ্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আস্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সালাহ্</w:t>
      </w:r>
      <w:r w:rsidRPr="0054577C">
        <w:t xml:space="preserve">, </w:t>
      </w:r>
      <w:r w:rsidRPr="0054577C">
        <w:rPr>
          <w:rFonts w:hint="cs"/>
          <w:cs/>
          <w:lang w:bidi="bn-IN"/>
        </w:rPr>
        <w:t>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রাসূলাল্লাহ্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আওয়াজ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যেহেতু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হাঁটুর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অজ্ঞান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সেহেতু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আয়িশা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সুবর্ণ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বিলালকে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বলো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মসজিদে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কণ্ঠস্বর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উঠাও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উঠাও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ওযু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সহীহ্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বোখারীর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চলতে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ঘর্ষিত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কাঁধে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মসজিদে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ভঙ্গ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ইহধাম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953E3">
      <w:pPr>
        <w:pStyle w:val="Heading3"/>
      </w:pPr>
      <w:bookmarkStart w:id="11" w:name="_Toc535947605"/>
      <w:r w:rsidRPr="0054577C">
        <w:rPr>
          <w:rFonts w:hint="cs"/>
          <w:cs/>
          <w:lang w:bidi="bn-IN"/>
        </w:rPr>
        <w:t>চ</w:t>
      </w:r>
      <w:r w:rsidR="002953E3">
        <w:rPr>
          <w:cs/>
          <w:lang w:bidi="bn-IN"/>
        </w:rPr>
        <w:t>.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ইন্তেকালের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হাসবুনা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কিতাবুল্লাহ্</w:t>
      </w:r>
      <w:r w:rsidR="008B6C3F" w:rsidRPr="00743A59">
        <w:rPr>
          <w:rStyle w:val="libEnChar"/>
        </w:rPr>
        <w:t>”</w:t>
      </w:r>
      <w:bookmarkEnd w:id="11"/>
    </w:p>
    <w:p w:rsidR="0054577C" w:rsidRPr="0054577C" w:rsidRDefault="0054577C" w:rsidP="000619A8">
      <w:pPr>
        <w:pStyle w:val="libNormal"/>
      </w:pP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বাড়ীতে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শীর্ষস্থানীয়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সাহাবাগণ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চারিদিকে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সমবেত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বাহ্যতঃ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কেন্দ্র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লজ্জিত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অনুমতি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সানাহ্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খাত্তাব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সহীহ্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বোখারীর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হালুম্মা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আকতুবু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লাকুম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তাযিল্লু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দাহ্</w:t>
      </w:r>
      <w:r w:rsidR="008B6C3F">
        <w:rPr>
          <w:rFonts w:hint="eastAsia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এসো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কখনই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পথভ্রষ্ট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="000619A8" w:rsidRPr="000619A8">
        <w:rPr>
          <w:rStyle w:val="libFootnotenumChar"/>
          <w:cs/>
          <w:lang w:bidi="bn-IN"/>
        </w:rPr>
        <w:t>৫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যেহেতু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লিখবেন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প্রতিক্রিয়া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হাসবুনা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কিতাবুল্লাহ্</w:t>
      </w:r>
      <w:r w:rsidR="008B6C3F">
        <w:rPr>
          <w:rFonts w:hint="eastAsia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যথেষ্ট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বাহ্যতঃ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যয়নব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জাহ্হাশ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আপনারা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চাচ্ছেন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আপনারা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আন্তুন্না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সাওয়াহিবু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ইউসুফা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ইউসুফের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আসক্তা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খরচা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অসুস্থ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কান্না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করো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যাচ্ছিল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ইন্নার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রাজুলা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লাইয়াহ্জুরু</w:t>
      </w:r>
      <w:r w:rsidR="008B6C3F">
        <w:rPr>
          <w:rFonts w:hint="eastAsia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বকছেন</w:t>
      </w:r>
      <w:r w:rsidRPr="0054577C">
        <w:rPr>
          <w:cs/>
          <w:lang w:bidi="bn-IN"/>
        </w:rPr>
        <w:t xml:space="preserve"> ! (</w:t>
      </w:r>
      <w:r w:rsidRPr="0054577C">
        <w:rPr>
          <w:rFonts w:hint="cs"/>
          <w:cs/>
          <w:lang w:bidi="bn-IN"/>
        </w:rPr>
        <w:t>সুব্হানাল্লাহ্</w:t>
      </w:r>
      <w:r w:rsidRPr="0054577C">
        <w:rPr>
          <w:cs/>
          <w:lang w:bidi="bn-IN"/>
        </w:rPr>
        <w:t xml:space="preserve"> !)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সহীহ্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বোখারী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মুসনাদে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আহমাদে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উল্লেখ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স্পষ্ট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ধৃষ্টতা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দেখানোর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পরিশেষে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আসব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আসবে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লিখতেনও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তবুও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ভারসাম্যহীন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বকছিলেন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বক্তব্যগুলিও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সন্দেহপূর্ণ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দুর্বল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প্রতিপন্ন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গণ্ডগোল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অবশেষে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:) </w:t>
      </w:r>
      <w:r w:rsidRPr="0054577C">
        <w:rPr>
          <w:rFonts w:hint="cs"/>
          <w:cs/>
          <w:lang w:bidi="bn-IN"/>
        </w:rPr>
        <w:t>হাঁটুর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ইন্তেকাল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ইন্তেকালের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হস্তহত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সকী</w:t>
      </w:r>
      <w:r w:rsidR="00FA7DAC">
        <w:rPr>
          <w:rFonts w:hint="cs"/>
          <w:cs/>
          <w:lang w:bidi="bn-IN"/>
        </w:rPr>
        <w:t>ফা</w:t>
      </w:r>
      <w:r w:rsidR="00FA7DAC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সমবেত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লক্ষ্য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করুন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এলাকার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মসজিদের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সাহেব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ইন্তেকাল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সমবেত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জানাযা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গোসল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কাফন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দাফনের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প্রস্তুত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অপেক্ষা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উচ্চমর্যাদা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যেমন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মারজায়ে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তাক্বলীদ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আলেম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ফকীহকে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শরীয়তের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দেহ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মোবারককে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আকাঙ্খা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সকীফাতে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সমবেত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অসুস্থ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উবাদাহ্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খাযরাজীর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আউস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খাযরাজ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গোত্রদ্বয়ের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দীর্ঘ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প্রতিযোগিতা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পারস্পরিক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জাহেলী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সাম্প্রদায়িকতা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প্রবণতা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জেগে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আউস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গোত্রটি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বিপক্ষীয়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কুরাইশী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মুহাজিরগণও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দ্রুত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সুকৌশলে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উবাইদাহ্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জাররাহ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কতিপয়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মুহাজির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কুক্ষিগত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চিন্তায়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খাযরাজীদের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বিপক্ষের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কতিপয়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সহযোগিতায়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মসজিদ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পথিমধ্যে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যাকেই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করান।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অপরপক্ষে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চাচা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ভাতিজা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বাড়াও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ভাতিজার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উপযুক্ততার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মতভেদ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t>...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কাফন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দাফনের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এটিই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এটিই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যথেষ্ট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কাফন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দাফনের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মোট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পাঁচজন</w:t>
      </w:r>
      <w:r w:rsidRPr="0054577C">
        <w:rPr>
          <w:cs/>
          <w:lang w:bidi="bn-IN"/>
        </w:rPr>
        <w:t xml:space="preserve"> !</w:t>
      </w:r>
    </w:p>
    <w:p w:rsidR="0054577C" w:rsidRDefault="0054577C" w:rsidP="002562FC">
      <w:pPr>
        <w:pStyle w:val="libNormal"/>
        <w:rPr>
          <w:cs/>
          <w:lang w:bidi="bn-IN"/>
        </w:rPr>
      </w:pPr>
      <w:r w:rsidRPr="0054577C">
        <w:rPr>
          <w:rFonts w:hint="cs"/>
          <w:cs/>
          <w:lang w:bidi="bn-IN"/>
        </w:rPr>
        <w:t>সারকথা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খেলাফতের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পদক্ষেপই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গোসল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কাফনের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সোমবার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কিংবা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মঙ্গলবারের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বুধবারের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মোবারককে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দাফন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ওয়াজিব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t xml:space="preserve">; </w:t>
      </w:r>
      <w:r w:rsidRPr="0054577C">
        <w:rPr>
          <w:rFonts w:hint="cs"/>
          <w:cs/>
          <w:lang w:bidi="bn-IN"/>
        </w:rPr>
        <w:t>অন্যদিকে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খিলাফতের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জবরদখলের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সমাপ্তি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কাঙ্খিত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যাচ্ছিলেন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সঠিক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বিচ্যুত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করলেন।</w:t>
      </w:r>
      <w:r w:rsidRPr="0054577C">
        <w:rPr>
          <w:cs/>
          <w:lang w:bidi="bn-IN"/>
        </w:rPr>
        <w:t xml:space="preserve"> </w:t>
      </w:r>
    </w:p>
    <w:p w:rsidR="000A7141" w:rsidRPr="0054577C" w:rsidRDefault="000A7141" w:rsidP="002562FC">
      <w:pPr>
        <w:pStyle w:val="libNormal"/>
      </w:pPr>
    </w:p>
    <w:p w:rsidR="0054577C" w:rsidRPr="0054577C" w:rsidRDefault="0054577C" w:rsidP="000A7141">
      <w:pPr>
        <w:pStyle w:val="Heading1Center"/>
      </w:pPr>
      <w:bookmarkStart w:id="12" w:name="_Toc535947606"/>
      <w:r w:rsidRPr="0054577C">
        <w:rPr>
          <w:rFonts w:hint="cs"/>
          <w:cs/>
          <w:lang w:bidi="bn-IN"/>
        </w:rPr>
        <w:t>৩</w:t>
      </w:r>
      <w:r w:rsidRPr="0054577C">
        <w:rPr>
          <w:rtl/>
          <w:cs/>
        </w:rPr>
        <w:t xml:space="preserve">. </w:t>
      </w:r>
      <w:r w:rsidRPr="0054577C">
        <w:rPr>
          <w:rFonts w:hint="cs"/>
          <w:cs/>
          <w:lang w:bidi="bn-IN"/>
        </w:rPr>
        <w:t>আবু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কঠোর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হস্তের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শাসন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রূঢ়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রাজনীতি</w:t>
      </w:r>
      <w:bookmarkEnd w:id="12"/>
    </w:p>
    <w:p w:rsidR="0054577C" w:rsidRPr="0054577C" w:rsidRDefault="0054577C" w:rsidP="002562FC">
      <w:pPr>
        <w:pStyle w:val="libNormal"/>
      </w:pPr>
    </w:p>
    <w:p w:rsidR="0054577C" w:rsidRPr="0054577C" w:rsidRDefault="0054577C" w:rsidP="008932FB">
      <w:pPr>
        <w:pStyle w:val="Heading2"/>
      </w:pPr>
      <w:bookmarkStart w:id="13" w:name="_Toc535947607"/>
      <w:r w:rsidRPr="0054577C">
        <w:rPr>
          <w:rFonts w:hint="cs"/>
          <w:cs/>
          <w:lang w:bidi="bn-IN"/>
        </w:rPr>
        <w:t>ক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গৃহে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অবস্থানগ্রহণকারী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বিরোধীদের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</w:t>
      </w:r>
      <w:bookmarkEnd w:id="13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গৃহে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মুতাওয়াতির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জীবনচরিত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ইতিহাস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সহীহ্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মুসনাদ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হাদীসগ্রন্থ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সাহিত্য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কালামশাস্ত্র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রিজালশাস্ত্র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খাত্তাব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খবর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যুবাইর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রয়েছেন</w:t>
      </w:r>
      <w:r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গৃহে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সমবেত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উমরকে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সন্ধানে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উভয়ের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বাক্য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বিনিময়ের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কিয়দংশ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ভালভাবে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দোহন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করো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আজকের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লালসা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রচনার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ঐতিহাসিকগণ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প্রজ্বলিত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:) </w:t>
      </w:r>
      <w:r w:rsidRPr="0054577C">
        <w:rPr>
          <w:rFonts w:hint="cs"/>
          <w:cs/>
          <w:lang w:bidi="bn-IN"/>
        </w:rPr>
        <w:t>বাড়ীর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দরজায়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খাত্তাবের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গৃহে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অগ্নিসংযোগের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লাগাব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অগ্রগণ্য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এমনকি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নিষ্পাপ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তাত্বহীরের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অবতীর্ণ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চাইতেও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অগ্রগণ্য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আকরাম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নামাযের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দরজায়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1209FE" w:rsidP="001209FE">
      <w:pPr>
        <w:pStyle w:val="libAie"/>
      </w:pPr>
      <w:r w:rsidRPr="001209FE">
        <w:rPr>
          <w:rStyle w:val="libAlaemChar"/>
        </w:rPr>
        <w:t>)</w:t>
      </w:r>
      <w:r w:rsidR="0054577C" w:rsidRPr="0054577C">
        <w:rPr>
          <w:rFonts w:hint="eastAsia"/>
          <w:rtl/>
        </w:rPr>
        <w:t>السلام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عل</w:t>
      </w:r>
      <w:r w:rsidR="0054577C" w:rsidRPr="0054577C">
        <w:rPr>
          <w:rFonts w:hint="cs"/>
          <w:rtl/>
        </w:rPr>
        <w:t>ی</w:t>
      </w:r>
      <w:r w:rsidR="0054577C" w:rsidRPr="0054577C">
        <w:rPr>
          <w:rFonts w:hint="eastAsia"/>
          <w:rtl/>
        </w:rPr>
        <w:t>کم</w:t>
      </w:r>
      <w:r w:rsidR="0054577C" w:rsidRPr="0054577C">
        <w:rPr>
          <w:rtl/>
        </w:rPr>
        <w:t xml:space="preserve"> </w:t>
      </w:r>
      <w:r w:rsidR="0054577C" w:rsidRPr="0054577C">
        <w:rPr>
          <w:rFonts w:hint="cs"/>
          <w:rtl/>
        </w:rPr>
        <w:t>ی</w:t>
      </w:r>
      <w:r w:rsidR="0054577C" w:rsidRPr="0054577C">
        <w:rPr>
          <w:rFonts w:hint="eastAsia"/>
          <w:rtl/>
        </w:rPr>
        <w:t>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اهل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الب</w:t>
      </w:r>
      <w:r w:rsidR="0054577C" w:rsidRPr="0054577C">
        <w:rPr>
          <w:rFonts w:hint="cs"/>
          <w:rtl/>
        </w:rPr>
        <w:t>ی</w:t>
      </w:r>
      <w:r w:rsidR="0054577C" w:rsidRPr="0054577C">
        <w:rPr>
          <w:rFonts w:hint="eastAsia"/>
          <w:rtl/>
        </w:rPr>
        <w:t>ت</w:t>
      </w:r>
      <w:r w:rsidR="0054577C" w:rsidRPr="0054577C">
        <w:rPr>
          <w:rtl/>
        </w:rPr>
        <w:t xml:space="preserve">: </w:t>
      </w:r>
      <w:r w:rsidR="0054577C" w:rsidRPr="0054577C">
        <w:rPr>
          <w:rFonts w:hint="eastAsia"/>
          <w:rtl/>
        </w:rPr>
        <w:t>إِنَّمَا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يُرِيدُ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اللَّـهُ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لِيُذْهِبَ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عَنكُمُ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الرِّجْسَ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أَهْلَ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الْبَيْتِ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وَيُطَهِّرَكُمْ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تَطْهِيرًا</w:t>
      </w:r>
      <w:r w:rsidRPr="001209FE">
        <w:rPr>
          <w:rStyle w:val="libAlaemChar"/>
        </w:rPr>
        <w:t>(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আস্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সালা</w:t>
      </w:r>
      <w:r>
        <w:rPr>
          <w:rFonts w:hint="cs"/>
          <w:cs/>
          <w:lang w:bidi="bn-IN"/>
        </w:rPr>
        <w:t>মু</w:t>
      </w:r>
      <w:r w:rsidRPr="00743A59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আলাইকুম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আহলাল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বাইত</w:t>
      </w:r>
      <w:r w:rsidR="0054577C" w:rsidRPr="0054577C">
        <w:rPr>
          <w:cs/>
          <w:lang w:bidi="bn-IN"/>
        </w:rPr>
        <w:t xml:space="preserve">: </w:t>
      </w:r>
      <w:r w:rsidR="0054577C" w:rsidRPr="0054577C">
        <w:rPr>
          <w:rFonts w:hint="cs"/>
          <w:cs/>
          <w:lang w:bidi="bn-IN"/>
        </w:rPr>
        <w:t>হে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আহলে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বাইত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মহান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থেকে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সকল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ধরনের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অপবিত্রতাকে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দূর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পূর্ণরূপে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পবিত্র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চান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গৃহে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লাগাতে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উদ্যত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খেলাফতের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বিরোধিতা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লৌহ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সীমারেখা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রাজনীতি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রাজনীতিবিদদের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সুগম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দীর্ঘ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অতিবাহিত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অনৈসলামিক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ধর্মদ্রোহী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প্রতিবাদকারীদের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দমনের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তাবেয়ীদের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কুমারী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সম্ভ্রমহানী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কারবালার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মর্মান্তিক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অব্যবহিত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সংঘটিত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প্রসিদ্ধ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সহস্র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জন্মগ্রহণ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!! </w:t>
      </w: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:) </w:t>
      </w:r>
      <w:r w:rsidRPr="0054577C">
        <w:rPr>
          <w:rFonts w:hint="cs"/>
          <w:cs/>
          <w:lang w:bidi="bn-IN"/>
        </w:rPr>
        <w:t>গৃহের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সম্মানহানীর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সম্মানহানীর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rPr>
          <w:rFonts w:hint="cs"/>
          <w:cs/>
          <w:lang w:bidi="bn-IN"/>
        </w:rPr>
        <w:t>বায়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প্রজ্জ্বলিত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হাজ্জাজ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ইউসুফের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সুগম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মূল্যবোধের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কুরাইশী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প্রাধান্য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ভিত্তিপ্রস্তর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সকীফাতে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সকীফাই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নির্মাতা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ইয়াযীদকে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প্রতিপালন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হাজ্জাজ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ইউসুফের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লৌহ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যাহরা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গৃহদ্বারে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অগ্নিসংযোগের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রাজনীতিই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কারবালার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</w:t>
      </w:r>
      <w:r w:rsidRPr="0054577C">
        <w:rPr>
          <w:cs/>
          <w:lang w:bidi="bn-IN"/>
        </w:rPr>
        <w:t xml:space="preserve"> !</w:t>
      </w:r>
    </w:p>
    <w:p w:rsidR="0054577C" w:rsidRPr="0054577C" w:rsidRDefault="0054577C" w:rsidP="000A7141">
      <w:pPr>
        <w:pStyle w:val="libNormal"/>
      </w:pPr>
      <w:r w:rsidRPr="0054577C">
        <w:rPr>
          <w:rFonts w:hint="cs"/>
          <w:cs/>
          <w:lang w:bidi="bn-IN"/>
        </w:rPr>
        <w:t>ঐতিহাসিকগণ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হায়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বেগানা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উন্মুক্ত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এমনকি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একত্রিত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থাকতেন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="000A7141" w:rsidRPr="000A7141">
        <w:rPr>
          <w:rStyle w:val="libFootnotenumChar"/>
          <w:cs/>
          <w:lang w:bidi="bn-IN"/>
        </w:rPr>
        <w:t>৬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0A7141">
      <w:pPr>
        <w:pStyle w:val="libNormal"/>
      </w:pPr>
      <w:r w:rsidRPr="0054577C">
        <w:rPr>
          <w:rFonts w:hint="cs"/>
          <w:cs/>
          <w:lang w:bidi="bn-IN"/>
        </w:rPr>
        <w:lastRenderedPageBreak/>
        <w:t>ইয়াকুবীর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হায়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অনুসন্ধান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চালাতাম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করাতাম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এমনকি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</w:t>
      </w:r>
      <w:r w:rsidRPr="0054577C">
        <w:rPr>
          <w:cs/>
          <w:lang w:bidi="bn-IN"/>
        </w:rPr>
        <w:t xml:space="preserve"> !</w:t>
      </w:r>
      <w:r w:rsidR="000A7141" w:rsidRPr="000A7141">
        <w:rPr>
          <w:rStyle w:val="libFootnotenumChar"/>
          <w:cs/>
          <w:lang w:bidi="bn-IN"/>
        </w:rPr>
        <w:t>৭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যাহরার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বাড়ীতে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কতিপয়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ঐতিহাসিকগণ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নিম্নরূপ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উল্লেখ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করেছেনঃ</w:t>
      </w:r>
    </w:p>
    <w:p w:rsidR="0054577C" w:rsidRPr="0054577C" w:rsidRDefault="0054577C" w:rsidP="004D6BC3">
      <w:pPr>
        <w:pStyle w:val="libNormal"/>
      </w:pPr>
      <w:r w:rsidRPr="0054577C">
        <w:rPr>
          <w:rFonts w:hint="cs"/>
          <w:cs/>
          <w:lang w:bidi="bn-IN"/>
        </w:rPr>
        <w:t>১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খাত্তাব</w:t>
      </w:r>
      <w:r w:rsidRPr="0054577C">
        <w:t xml:space="preserve">, </w:t>
      </w:r>
      <w:r w:rsidRPr="0054577C">
        <w:rPr>
          <w:rFonts w:hint="cs"/>
          <w:cs/>
          <w:lang w:bidi="bn-IN"/>
        </w:rPr>
        <w:t>২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খালিদ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ওয়ালীদ</w:t>
      </w:r>
      <w:r w:rsidRPr="0054577C">
        <w:t xml:space="preserve">, </w:t>
      </w:r>
      <w:r w:rsidRPr="0054577C">
        <w:rPr>
          <w:rFonts w:hint="cs"/>
          <w:cs/>
          <w:lang w:bidi="bn-IN"/>
        </w:rPr>
        <w:t>৩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আব্দুর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রহমান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আউফ</w:t>
      </w:r>
      <w:r w:rsidRPr="0054577C">
        <w:t xml:space="preserve">, </w:t>
      </w:r>
      <w:r w:rsidRPr="0054577C">
        <w:rPr>
          <w:rFonts w:hint="cs"/>
          <w:cs/>
          <w:lang w:bidi="bn-IN"/>
        </w:rPr>
        <w:t>৪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ছাবিত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ক্বায়িস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শাম্মাস</w:t>
      </w:r>
      <w:r w:rsidRPr="0054577C">
        <w:t xml:space="preserve">, </w:t>
      </w:r>
      <w:r w:rsidRPr="0054577C">
        <w:rPr>
          <w:rFonts w:hint="cs"/>
          <w:cs/>
          <w:lang w:bidi="bn-IN"/>
        </w:rPr>
        <w:t>৫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লাবীদ</w:t>
      </w:r>
      <w:r w:rsidRPr="0054577C">
        <w:t xml:space="preserve">, </w:t>
      </w:r>
      <w:r w:rsidRPr="0054577C">
        <w:rPr>
          <w:rFonts w:hint="cs"/>
          <w:cs/>
          <w:lang w:bidi="bn-IN"/>
        </w:rPr>
        <w:t>৬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মাসলামা</w:t>
      </w:r>
      <w:r w:rsidRPr="0054577C">
        <w:t xml:space="preserve">, </w:t>
      </w:r>
      <w:r w:rsidRPr="0054577C">
        <w:rPr>
          <w:rFonts w:hint="cs"/>
          <w:cs/>
          <w:lang w:bidi="bn-IN"/>
        </w:rPr>
        <w:t>৭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যায়িদ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ছাবিত</w:t>
      </w:r>
      <w:r w:rsidRPr="0054577C">
        <w:t xml:space="preserve">, </w:t>
      </w:r>
      <w:r w:rsidRPr="0054577C">
        <w:rPr>
          <w:rFonts w:hint="cs"/>
          <w:cs/>
          <w:lang w:bidi="bn-IN"/>
        </w:rPr>
        <w:t>৮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সালামাহ্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সালামাহ্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ওয়াক্কাশ</w:t>
      </w:r>
      <w:r w:rsidRPr="0054577C">
        <w:t xml:space="preserve">, </w:t>
      </w:r>
      <w:r w:rsidRPr="0054577C">
        <w:rPr>
          <w:rFonts w:hint="cs"/>
          <w:cs/>
          <w:lang w:bidi="bn-IN"/>
        </w:rPr>
        <w:t>৯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সালামাহ্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আসলাম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১০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উসাইদ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হুযাইর।</w:t>
      </w:r>
      <w:r w:rsidR="004D6BC3" w:rsidRPr="004D6BC3">
        <w:rPr>
          <w:rStyle w:val="libFootnotenumChar"/>
          <w:cs/>
          <w:lang w:bidi="bn-IN"/>
        </w:rPr>
        <w:t>৮</w:t>
      </w:r>
    </w:p>
    <w:p w:rsidR="0054577C" w:rsidRPr="0054577C" w:rsidRDefault="0054577C" w:rsidP="004D6BC3">
      <w:pPr>
        <w:pStyle w:val="Heading3"/>
      </w:pPr>
      <w:bookmarkStart w:id="14" w:name="_Toc535947608"/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বাড়ীতে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bookmarkEnd w:id="14"/>
    </w:p>
    <w:p w:rsidR="0054577C" w:rsidRPr="0054577C" w:rsidRDefault="0054577C" w:rsidP="004D6BC3">
      <w:pPr>
        <w:pStyle w:val="libNormal"/>
      </w:pP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খাত্তাব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আলীর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গৃহের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গৃহে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তালহা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যুবাইর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মুহাজিরদের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কতিপয়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যুবাইর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কোষমুক্ত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কেঁপে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হোঁচট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আগতরা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ঝাঁপিয়ে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="004D6BC3" w:rsidRPr="004D6BC3">
        <w:rPr>
          <w:rStyle w:val="libFootnotenumChar"/>
          <w:cs/>
          <w:lang w:bidi="bn-IN"/>
        </w:rPr>
        <w:t>৯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জওহারী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বলছিলেন</w:t>
      </w:r>
      <w:r w:rsidRPr="0054577C">
        <w:t xml:space="preserve">,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বান্দা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বলছিলেনঃ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করো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বলেনঃ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অপেক্ষা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শ্রেয়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কব্জা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এনেছো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আত্মসমর্পণ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শাসনক্ষমতাকে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ন্যায়বিচার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করো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আনসারগণ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স্বীকৃতি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স্বীকৃতি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করো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lastRenderedPageBreak/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কাঁধে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শাসনক্ষমতার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ভিত্তিকে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সুদৃঢ়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আসবে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</w:p>
    <w:p w:rsidR="0054577C" w:rsidRPr="0054577C" w:rsidRDefault="0054577C" w:rsidP="004D6BC3">
      <w:pPr>
        <w:pStyle w:val="libNormal"/>
      </w:pP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="004D6BC3" w:rsidRPr="00743A59">
        <w:rPr>
          <w:rStyle w:val="libEnChar"/>
        </w:rPr>
        <w:t>’</w:t>
      </w:r>
      <w:r w:rsidR="004D6BC3" w:rsidRPr="004D6BC3">
        <w:rPr>
          <w:rStyle w:val="libFootnotenumChar"/>
          <w:cs/>
          <w:lang w:bidi="bn-IN"/>
        </w:rPr>
        <w:t>১০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সালিম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কাইস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সালমান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ফারসীকে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জিজ্ঞাসা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বিনা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অনুমতিতে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সালমান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অনুমতি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ছাড়াই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চাদর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বলেছিলেন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কবরে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চক্ষুদ্বয়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অথচ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অন্যায়েই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উচ্চৈঃস্বরে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বলছিলেন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এতদূর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দুরাচার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রাসুলের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পাঁজর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ভেঙ্গে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গর্ভপাত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গর্ভস্থ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মুহ্সিন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শয্যায়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শায়িত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অবস্থাতেই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বিশ্বজগতের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প্রতিপালক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সর্বশ্রেষ্ঠ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বিচারকের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সাক্ষাৎ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</w:t>
      </w:r>
      <w:r w:rsidRPr="0054577C">
        <w:t xml:space="preserve">;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গৃহের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সম্মানহানী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গৃহ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ভূলুণ্ঠিত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পাথর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...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সূত্রপাত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অব্যাহত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পরবর্তীতে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হাজ্জাজ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ইউসুফ</w:t>
      </w:r>
      <w:r w:rsidRPr="0054577C">
        <w:rPr>
          <w:cs/>
          <w:lang w:bidi="bn-IN"/>
        </w:rPr>
        <w:t xml:space="preserve"> 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rPr>
          <w:rFonts w:hint="cs"/>
          <w:cs/>
          <w:lang w:bidi="bn-IN"/>
        </w:rPr>
        <w:t>বাকে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গুঁড়িয়ে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আগুন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লাগায়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চেঙ্গিজরা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দেশগুলির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ক্রুসেডাররা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খ্রীষ্টান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ধর্মযোদ্ধারা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চালায়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আজকে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লেবাসধারী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মুসলিমরা</w:t>
      </w:r>
      <w:r w:rsidRPr="0054577C">
        <w:rPr>
          <w:cs/>
          <w:lang w:bidi="bn-IN"/>
        </w:rPr>
        <w:t>(</w:t>
      </w:r>
      <w:r w:rsidRPr="0054577C">
        <w:rPr>
          <w:rFonts w:hint="cs"/>
          <w:cs/>
          <w:lang w:bidi="bn-IN"/>
        </w:rPr>
        <w:t>জংগী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সংগঠন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নিধনে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নেমেছে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বৈঠক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সাহাবাদের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জীবনধারা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কর্মপদ্ধতি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অদ্ভুত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>,</w:t>
      </w:r>
      <w:r w:rsidRPr="0054577C">
        <w:rPr>
          <w:rFonts w:hint="cs"/>
          <w:cs/>
          <w:lang w:bidi="bn-IN"/>
        </w:rPr>
        <w:t>পরবর্তীতে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সুন্নত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ছয়সদস্য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পরিষদ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সুন্নত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শাইখাঈনের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আদর্শ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অনুযায়ী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প্রকৃতই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নীতিবোধ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পৌঁছেছিল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রাজনীতি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যাহরার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বাড়ীর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দরজায়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লাগায়</w:t>
      </w:r>
      <w:r w:rsidRPr="0054577C">
        <w:t xml:space="preserve">;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তদনুযায়ী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সত্যায়ন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পারেন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মূলোৎপাটনকারী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মর্মান্তিক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পারেন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বেহেশ্তবাসী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নেতা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হামলাকারী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সকীফার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কুরাইশী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!!</w:t>
      </w:r>
    </w:p>
    <w:p w:rsidR="0054577C" w:rsidRPr="0054577C" w:rsidRDefault="0054577C" w:rsidP="008932FB">
      <w:pPr>
        <w:pStyle w:val="Heading2"/>
      </w:pPr>
      <w:bookmarkStart w:id="15" w:name="_Toc535947609"/>
      <w:r w:rsidRPr="0054577C">
        <w:rPr>
          <w:rFonts w:hint="cs"/>
          <w:cs/>
          <w:lang w:bidi="bn-IN"/>
        </w:rPr>
        <w:t>খ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অর্থনৈতিক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ফাদাক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বাজেয়াপ্তকরণ</w:t>
      </w:r>
      <w:bookmarkEnd w:id="15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কয়েকদিন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ভিত্তিগুলি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সুদৃঢ়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সার্বিক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কর্তৃত্ব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পরামর্শ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সদস্যদের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সূক্ষ্ম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নীলনকশার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অর্থনৈতিক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প্রারম্ভিকা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ফাদাক</w:t>
      </w:r>
      <w:r>
        <w:rPr>
          <w:rFonts w:hint="eastAsia"/>
        </w:rPr>
        <w:t>’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আকরাম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জীবদ্দশায়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বাজেয়াপ্ত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নিম্নরূপ</w:t>
      </w:r>
      <w:r w:rsidRPr="0054577C">
        <w:rPr>
          <w:cs/>
          <w:lang w:bidi="bn-IN"/>
        </w:rPr>
        <w:t xml:space="preserve"> :</w:t>
      </w:r>
    </w:p>
    <w:p w:rsidR="0054577C" w:rsidRPr="0054577C" w:rsidRDefault="0054577C" w:rsidP="004D6BC3">
      <w:pPr>
        <w:pStyle w:val="libNormal"/>
      </w:pPr>
      <w:r w:rsidRPr="0054577C">
        <w:rPr>
          <w:rFonts w:hint="cs"/>
          <w:cs/>
          <w:lang w:bidi="bn-IN"/>
        </w:rPr>
        <w:t>খয়বর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ইহুদীদের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দুর্গ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উন্মুক্ত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সেগুলিতে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পুঞ্জীভূত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সম্পদশালী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খুমস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পৃথক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গনিমত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বণ্টিত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অবশ্য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কতিপয়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দুর্গ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যেহেতু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হস্তগত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নির্দেশে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ইচ্ছাধীনে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="004D6BC3" w:rsidRPr="004D6BC3">
        <w:rPr>
          <w:rStyle w:val="libFootnotenumChar"/>
          <w:cs/>
          <w:lang w:bidi="bn-IN"/>
        </w:rPr>
        <w:t>১১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মহানবী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হিজরত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চারিদিকে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প্লাবিত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ভূমি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বিস্তৃতি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পাশাপাশি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মূল্যও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বৃদ্ধি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মুখাইরিক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ইহুদী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আলেম</w:t>
      </w:r>
      <w:r>
        <w:rPr>
          <w:cs/>
          <w:lang w:bidi="bn-IN"/>
        </w:rPr>
        <w:t xml:space="preserve"> 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অপেক্ষায়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কুবা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অঞ্চলে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খবর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আসমানী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কিতাবসমূহে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গুণাবলী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মিলিয়ে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ওহুদ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মহানবীর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ইহুদীগোত্র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কুরাইযার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রাখেন</w:t>
      </w:r>
      <w:r w:rsidRPr="0054577C">
        <w:t xml:space="preserve">;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শনিবারে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অজুহাত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মুখাইরিক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ওহুদ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যেহেতু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কুরাইযা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ধনাঢ্য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ওসিয়ত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t xml:space="preserve">,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সাতটি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কৃষিবাগান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সারকথা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প্রাথমিক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পর্যায়ের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ওষ্ঠাগত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দরিদ্রতার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মহানবী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গনিমতের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পঞ্চমাংশ</w:t>
      </w:r>
      <w:r w:rsidRPr="0054577C">
        <w:t xml:space="preserve">, </w:t>
      </w:r>
      <w:r w:rsidRPr="0054577C">
        <w:rPr>
          <w:rFonts w:hint="cs"/>
          <w:cs/>
          <w:lang w:bidi="bn-IN"/>
        </w:rPr>
        <w:t>ফাই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আনফাল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সাফায়া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বিনা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হস্তগত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rPr>
          <w:cs/>
          <w:lang w:bidi="bn-IN"/>
        </w:rPr>
        <w:t>)</w:t>
      </w:r>
      <w:r w:rsidRPr="0054577C">
        <w:rPr>
          <w:rFonts w:hint="cs"/>
          <w:cs/>
          <w:lang w:bidi="bn-IN"/>
        </w:rPr>
        <w:t>সহ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অজস্র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উপঢৌকন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সম্পদশালী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রাসূলও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অধীনে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সেগুলিকে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মুসলমানগণ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মুহাজির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যথাসর্বস্ব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বাসস্থান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বণ্টন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উমর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আয়িশা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প্রমুখের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অনুযায়ী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যেহেতু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কিছুই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অবতীর্ণ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: </w:t>
      </w:r>
    </w:p>
    <w:p w:rsidR="0054577C" w:rsidRPr="0054577C" w:rsidRDefault="000209CA" w:rsidP="000209CA">
      <w:pPr>
        <w:pStyle w:val="libAie"/>
      </w:pPr>
      <w:r w:rsidRPr="000209CA">
        <w:rPr>
          <w:rStyle w:val="libAlaemChar"/>
        </w:rPr>
        <w:t>)</w:t>
      </w:r>
      <w:r w:rsidR="0054577C" w:rsidRPr="0054577C">
        <w:rPr>
          <w:rFonts w:hint="eastAsia"/>
          <w:rtl/>
        </w:rPr>
        <w:t>وَآتِ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ذَا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الْقُرْبَىٰ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حَقَّهُ</w:t>
      </w:r>
      <w:r w:rsidRPr="000209CA">
        <w:rPr>
          <w:rStyle w:val="libAlaemChar"/>
        </w:rPr>
        <w:t>(</w:t>
      </w:r>
    </w:p>
    <w:p w:rsidR="00545122" w:rsidRPr="0054577C" w:rsidRDefault="0054577C" w:rsidP="00545122">
      <w:pPr>
        <w:pStyle w:val="libNormal"/>
        <w:rPr>
          <w:lang w:bidi="bn-IN"/>
        </w:rPr>
      </w:pP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!</w:t>
      </w:r>
      <w:r w:rsidR="00545122" w:rsidRPr="00545122">
        <w:rPr>
          <w:rStyle w:val="libFootnotenumChar"/>
          <w:cs/>
          <w:lang w:bidi="bn-IN"/>
        </w:rPr>
        <w:t>১২</w:t>
      </w:r>
    </w:p>
    <w:p w:rsidR="0054577C" w:rsidRPr="0054577C" w:rsidRDefault="0054577C" w:rsidP="002562FC">
      <w:pPr>
        <w:pStyle w:val="libNormal"/>
      </w:pPr>
      <w:r w:rsidRPr="0054577C">
        <w:rPr>
          <w:cs/>
          <w:lang w:bidi="bn-IN"/>
        </w:rPr>
        <w:lastRenderedPageBreak/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খাদীজার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অবদানের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প্রতিদানস্বরূপ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বিত্তশালী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উৎসর্গ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সর্বোচ্চ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সীমায়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উপনীত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পৃথিবীতে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উত্তরসূরী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যাহরা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>.)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সুতরাং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সীমাহীন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স্বল্প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কর্তব্য।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ফাদাক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বাগানটি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সেইটিকে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কর্মচারী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অভ্যুত্থানের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নবাগত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শাসকগোষ্ঠী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সিদ্ধান্তে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যাত্রার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প্রতিকূল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অর্থনৈতিক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অবরোধের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প্রথমতঃ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সম্পৃক্ত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দ্বিতীয়তঃ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প্রশাসনের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মুখাপেক্ষী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নির্ভরশীল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বানানো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="008B6C3F">
        <w:rPr>
          <w:rFonts w:hint="eastAsia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অজুহাত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ফাদাক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বাগানটিকে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রাষ্ট্রীয়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কোষাগারের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অন্তর্ভূক্ত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দাবীর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সত্যতা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প্রমাণের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অভিযোগ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বিতর্ক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উপস্থাপনের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নিম্নরূপঃ</w:t>
      </w:r>
    </w:p>
    <w:p w:rsidR="0054577C" w:rsidRPr="0054577C" w:rsidRDefault="0054577C" w:rsidP="008932FB">
      <w:pPr>
        <w:pStyle w:val="Heading2"/>
      </w:pPr>
      <w:bookmarkStart w:id="16" w:name="_Toc535947610"/>
      <w:r w:rsidRPr="0054577C">
        <w:rPr>
          <w:rFonts w:hint="cs"/>
          <w:cs/>
          <w:lang w:bidi="bn-IN"/>
        </w:rPr>
        <w:t>গ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রাসূলুল্লাহর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উত্তরাধিকারী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t xml:space="preserve">,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bookmarkEnd w:id="16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ইন্তেকাল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প্রথমেই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কৃষিভূমিকে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কব্জায়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জীবদ্দশায়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উভয়ে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প্রথম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খলিফা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জমিগুলির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আপত্তিই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ফাদাক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জীবদ্দশায়ই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বাজেয়াপ্ত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অধীনে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উত্তরাধিকার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প্রমাণে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বিতর্ক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</w:p>
    <w:p w:rsidR="0054577C" w:rsidRPr="0054577C" w:rsidRDefault="0054577C" w:rsidP="008D6308">
      <w:pPr>
        <w:pStyle w:val="libNormal"/>
      </w:pPr>
      <w:r w:rsidRPr="0054577C">
        <w:rPr>
          <w:rFonts w:hint="cs"/>
          <w:cs/>
          <w:lang w:bidi="bn-IN"/>
        </w:rPr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পৃথিবী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উভয়ে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বললাম</w:t>
      </w:r>
      <w:r w:rsidRPr="0054577C">
        <w:t>,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উত্তরাধিকার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পরিত্যক্ত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দৃষ্টিভঙ্গি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সর্বাধিক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নিকটের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বললাম</w:t>
      </w:r>
      <w:r w:rsidRPr="0054577C">
        <w:t xml:space="preserve">,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খয়বর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ভূমি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খয়বর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ভূমিও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অনুরূপ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বল্লাম</w:t>
      </w:r>
      <w:r w:rsidRPr="0054577C">
        <w:rPr>
          <w:cs/>
          <w:lang w:bidi="bn-IN"/>
        </w:rPr>
        <w:t xml:space="preserve">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ফাদাক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ভূমি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t xml:space="preserve">,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ফাদাক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ভূমিও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অনুরূপ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বল্লাম</w:t>
      </w:r>
      <w:r w:rsidRPr="0054577C">
        <w:rPr>
          <w:cs/>
          <w:lang w:bidi="bn-IN"/>
        </w:rPr>
        <w:t xml:space="preserve">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পর্যায়ে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যাচ্ছেন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: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ঘাড়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ফেলবেন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এমনটি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="00C4318E" w:rsidRPr="00C4318E">
        <w:rPr>
          <w:rStyle w:val="libFootnotenumChar"/>
          <w:cs/>
          <w:lang w:bidi="bn-IN"/>
        </w:rPr>
        <w:t>১৩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কর্তৃক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ফাদাক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আত্মসাৎ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কর্তৃক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আবেদন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সহীহ্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বোখারী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মুসলিম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মুসনাদে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আহমাদ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সুনানে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দাউদ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নাসাঈ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তাবাকাতে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সুন্নী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মাযহাবের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নির্ভরযোগ্য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গ্রন্থসমূহে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কোথাও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সংক্ষিপ্ত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কোথাও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বিস্তারিতভাবে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বিতর্ক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আপত্তিমূলক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বৈঠকটির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এরূপ</w:t>
      </w:r>
      <w:r w:rsidRPr="0054577C">
        <w:rPr>
          <w:cs/>
          <w:lang w:bidi="bn-IN"/>
        </w:rPr>
        <w:t xml:space="preserve"> :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যখন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হযরত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ফাতিমা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আ</w:t>
      </w:r>
      <w:r w:rsidR="0054577C" w:rsidRPr="0054577C">
        <w:rPr>
          <w:cs/>
          <w:lang w:bidi="bn-IN"/>
        </w:rPr>
        <w:t xml:space="preserve">.)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যাবতীয়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দলীল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প্রমাণ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সাক্ষ্য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উপস্থাপন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বকর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সেগুলিকে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গ্রহণ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অস্বীকার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রাসূলের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দানকৃত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সম্পদের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কোনো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অংশ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উত্তরাধিকার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সম্পত্তি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ফাতিমাকে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ফিরিয়ে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দেয়া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থেকে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বিরত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থাকেন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hi-IN"/>
        </w:rPr>
        <w:t>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তখন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ফাতিমা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যাহরা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আ</w:t>
      </w:r>
      <w:r w:rsidR="0054577C" w:rsidRPr="0054577C">
        <w:rPr>
          <w:cs/>
          <w:lang w:bidi="bn-IN"/>
        </w:rPr>
        <w:t xml:space="preserve">.)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বিতর্কটিকে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মুসলমানদের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সম্মুখে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তুলে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সঙ্গত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পিতার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সাহাবীদের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নিকট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সাহায্য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কামনা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করেন।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হাদীছবিদগণ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ঐতিহাসিকদের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বর্ণনানুসারে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যেমন</w:t>
      </w:r>
      <w:r w:rsid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বকর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জওহারীর</w:t>
      </w:r>
      <w:r w:rsidR="0054577C" w:rsidRPr="0054577C">
        <w:rPr>
          <w:cs/>
          <w:lang w:bidi="bn-IN"/>
        </w:rPr>
        <w:t xml:space="preserve"> </w:t>
      </w:r>
      <w:r w:rsidR="0054577C" w:rsidRPr="008C68E5">
        <w:rPr>
          <w:rStyle w:val="libEnChar"/>
        </w:rPr>
        <w:t>‘</w:t>
      </w:r>
      <w:r w:rsidR="0054577C" w:rsidRPr="0054577C">
        <w:rPr>
          <w:rFonts w:hint="cs"/>
          <w:cs/>
          <w:lang w:bidi="bn-IN"/>
        </w:rPr>
        <w:t>সকী</w:t>
      </w:r>
      <w:r w:rsidR="00FA7DAC">
        <w:rPr>
          <w:rFonts w:hint="cs"/>
          <w:cs/>
          <w:lang w:bidi="bn-IN"/>
        </w:rPr>
        <w:t>ফা</w:t>
      </w:r>
      <w:r w:rsidR="00FA7DAC" w:rsidRPr="00743A59">
        <w:rPr>
          <w:rStyle w:val="libEnChar"/>
        </w:rPr>
        <w:t>’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নামক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গ্রন্থ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ইবনে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আবিল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হাদীদের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বর্ণনা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অনুসারে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8C68E5">
        <w:rPr>
          <w:rStyle w:val="libEnChar"/>
        </w:rPr>
        <w:t>‘</w:t>
      </w:r>
      <w:r w:rsidR="0054577C" w:rsidRPr="0054577C">
        <w:rPr>
          <w:rFonts w:hint="cs"/>
          <w:cs/>
          <w:lang w:bidi="bn-IN"/>
        </w:rPr>
        <w:t>বালাগাতুন্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গ্রন্থে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এসেছে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ফাতিমা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আ</w:t>
      </w:r>
      <w:r w:rsidR="0054577C" w:rsidRPr="0054577C">
        <w:rPr>
          <w:cs/>
          <w:lang w:bidi="bn-IN"/>
        </w:rPr>
        <w:t xml:space="preserve">.) </w:t>
      </w:r>
      <w:r w:rsidR="0054577C" w:rsidRPr="0054577C">
        <w:rPr>
          <w:rFonts w:hint="cs"/>
          <w:cs/>
          <w:lang w:bidi="bn-IN"/>
        </w:rPr>
        <w:t>মসজিদে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নববীতে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যান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জওহারী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বুঝতে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ফাদাক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মস্তকাবরণ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চাদর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কয়েকজন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নিকটাত্মীয়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মসজিদ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যাত্রা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সভাসদদের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হৃদয়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বিদারক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কান্না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পীড়াদায়ক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দুঃখ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সভার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পরিবেশকে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পাল্টে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অল্পক্ষণ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কান্নার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রোল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স্তুতি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দরুদ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আমি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মুহাম্মদের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কন্যা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ফাতিমা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আমি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আপনাদের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অতীতের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কথা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স্মরণ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বলছিঃ</w:t>
      </w:r>
      <w:r w:rsidR="0054577C" w:rsidRPr="0054577C">
        <w:rPr>
          <w:cs/>
          <w:lang w:bidi="bn-IN"/>
        </w:rPr>
        <w:t xml:space="preserve"> </w:t>
      </w:r>
    </w:p>
    <w:p w:rsidR="0054577C" w:rsidRPr="0054577C" w:rsidRDefault="000209CA" w:rsidP="000209CA">
      <w:pPr>
        <w:pStyle w:val="libAie"/>
      </w:pPr>
      <w:r w:rsidRPr="000209CA">
        <w:rPr>
          <w:rStyle w:val="libAlaemChar"/>
        </w:rPr>
        <w:t>)</w:t>
      </w:r>
      <w:r w:rsidR="0054577C" w:rsidRPr="0054577C">
        <w:rPr>
          <w:rFonts w:hint="eastAsia"/>
          <w:rtl/>
        </w:rPr>
        <w:t>لَقَدْ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جَاءَكُمْ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رَسُولٌ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مِنْ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أَنْفُسِكُمْ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عَزِيزٌ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عَلَيْهِ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مَاعَنِتُّمْ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حَرِيصٌ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عَلَيْكُمْ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بِالْمُؤْمِنِينَ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رَءُوفٌ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رَحِيم</w:t>
      </w:r>
      <w:r w:rsidRPr="000209CA">
        <w:rPr>
          <w:rStyle w:val="libAlaemChar"/>
        </w:rPr>
        <w:t>(</w:t>
      </w:r>
    </w:p>
    <w:p w:rsidR="0054577C" w:rsidRPr="00743A59" w:rsidRDefault="008B6C3F" w:rsidP="008D6308">
      <w:pPr>
        <w:pStyle w:val="libNormal"/>
      </w:pPr>
      <w:r>
        <w:rPr>
          <w:rFonts w:hint="eastAsia"/>
        </w:rPr>
        <w:t>“</w:t>
      </w:r>
      <w:r>
        <w:rPr>
          <w:rFonts w:hint="eastAsia"/>
          <w:cs/>
          <w:lang w:bidi="bn-IN"/>
        </w:rPr>
        <w:t>নি</w:t>
      </w:r>
      <w:r w:rsidR="0054577C" w:rsidRPr="0054577C">
        <w:rPr>
          <w:rFonts w:hint="cs"/>
          <w:cs/>
          <w:lang w:bidi="bn-IN"/>
        </w:rPr>
        <w:t>শ্চয়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মাঝ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নিকট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একজন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রাসূল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এসেছেন।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বিপন্ন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কষ্টদায়ক।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হেদায়াতকামী</w:t>
      </w:r>
      <w:r w:rsidR="0054577C" w:rsidRPr="0054577C">
        <w:t xml:space="preserve">, </w:t>
      </w:r>
      <w:r>
        <w:rPr>
          <w:rFonts w:hint="cs"/>
          <w:cs/>
          <w:lang w:bidi="bn-IN"/>
        </w:rPr>
        <w:t>মু</w:t>
      </w:r>
      <w:r w:rsidRPr="00743A59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মিনদের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দয়ার্দ্র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দয়ালু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  <w:r w:rsidR="00C4318E" w:rsidRPr="00C4318E">
        <w:rPr>
          <w:rStyle w:val="libFootnotenumChar"/>
          <w:cs/>
          <w:lang w:bidi="bn-IN"/>
        </w:rPr>
        <w:t>১৪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ভ্রাতা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ভ্রাতা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বক্তব্যের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উত্তরাধিকার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</w:p>
    <w:p w:rsidR="0054577C" w:rsidRPr="0054577C" w:rsidRDefault="000209CA" w:rsidP="000209CA">
      <w:pPr>
        <w:pStyle w:val="libAie"/>
      </w:pPr>
      <w:r w:rsidRPr="000209CA">
        <w:rPr>
          <w:rStyle w:val="libAlaemChar"/>
        </w:rPr>
        <w:t>)</w:t>
      </w:r>
      <w:r w:rsidR="0054577C" w:rsidRPr="0054577C">
        <w:rPr>
          <w:rFonts w:hint="eastAsia"/>
          <w:rtl/>
        </w:rPr>
        <w:t>أَفَحُكْمَ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الْجَاهِلِيَّةِ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يَبْغُونَ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وَمَنْ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أَحْسَنُ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مِنَ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اللَّهِ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حُكْمًا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لِقَوْمٍ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يُوقِنُون</w:t>
      </w:r>
      <w:r w:rsidRPr="000209CA">
        <w:rPr>
          <w:rStyle w:val="libAlaemChar"/>
        </w:rPr>
        <w:t>(</w:t>
      </w:r>
    </w:p>
    <w:p w:rsidR="0054577C" w:rsidRPr="00743A59" w:rsidRDefault="008B6C3F" w:rsidP="008D6308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তারা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জাহিলিয়াতের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ফয়সালা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কামনা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t xml:space="preserve">? </w:t>
      </w:r>
      <w:r w:rsidR="0054577C" w:rsidRPr="0054577C">
        <w:rPr>
          <w:rFonts w:hint="cs"/>
          <w:cs/>
          <w:lang w:bidi="bn-IN"/>
        </w:rPr>
        <w:t>বিশ্বাসী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সম্প্রদায়ের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ব্যতীত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অধিকতর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উত্তম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ফয়সালাকারী</w:t>
      </w:r>
      <w:r w:rsidR="0054577C" w:rsidRPr="0054577C">
        <w:rPr>
          <w:cs/>
          <w:lang w:bidi="bn-IN"/>
        </w:rPr>
        <w:t xml:space="preserve"> </w:t>
      </w:r>
      <w:r w:rsidR="0054577C" w:rsidRPr="0054577C">
        <w:t>?</w:t>
      </w:r>
      <w:r>
        <w:rPr>
          <w:rStyle w:val="libEnChar"/>
        </w:rPr>
        <w:t>”</w:t>
      </w:r>
      <w:r w:rsidR="00C4318E" w:rsidRPr="00C4318E">
        <w:rPr>
          <w:rStyle w:val="libFootnotenumChar"/>
          <w:cs/>
          <w:lang w:bidi="bn-IN"/>
        </w:rPr>
        <w:t>১৫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কুহাফার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কোরআন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অনুযায়ী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উত্তরাধিকার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উত্তরাধিকার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এইটি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>,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আশ্চর্য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কুৎসিত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লজ্জাকে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ভালভাবে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কিয়ামত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মুখোমুখি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আহ্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বিচারক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প্রতিনিধি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নিরাপত্তাদানকারী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প্রতিশ্রুত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কিয়ামত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বাতিলপন্থীরা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ক্ষতিগ্রস্ত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কাতরস্বরে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ইহ্ধাম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ত্যাগের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বিপদই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বৃষ্টিবঞ্চিত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পিপাসার্ত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জমিনের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হারিয়েছি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উল্টে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পৃথক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হায়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হতাম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লোকজন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ক্রন্দন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তৎপূর্বে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নজীর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তীক্ষ্ণ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জ্ঞানীরা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বাহুরা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সাহায্যকারীরা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অবহেলা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সহায়তার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শিথিলতা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দেখাচ্ছ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উপেক্ষা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তন্দ্রাচ্ছন্ন</w:t>
      </w:r>
      <w:r w:rsidRPr="0054577C">
        <w:rPr>
          <w:cs/>
          <w:lang w:bidi="bn-IN"/>
        </w:rPr>
        <w:t xml:space="preserve"> </w:t>
      </w:r>
      <w:r w:rsidRPr="0054577C">
        <w:t>?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মানুষের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রক্ষার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সংরক্ষিত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দ্রুত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দ্রুত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বিচ্যুতির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পৃথিবী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বিদায়ের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দ্বীনকেও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ফেলবে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বেদনাদায়ক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বিস্তৃত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অনুপস্থিতি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গভীর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ফাটলের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ক্ষতিপূরণ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অসম্ভব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জমিনকে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অন্ধকার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পাহাড়গুলিকে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দুর্বল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প্রত্যাশা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সমূহকে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হতাশায়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পরিণত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মর্যাদার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আবরণগুলিকে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ছিঁড়ে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নিরাপত্তার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সীমা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লঙ্ঘিত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পরীক্ষাই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ইন্তেকালের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545161" w:rsidP="00545161">
      <w:pPr>
        <w:pStyle w:val="libAie"/>
      </w:pPr>
      <w:r w:rsidRPr="00545161">
        <w:rPr>
          <w:rStyle w:val="libAlaemChar"/>
        </w:rPr>
        <w:lastRenderedPageBreak/>
        <w:t>)</w:t>
      </w:r>
      <w:r w:rsidR="0054577C" w:rsidRPr="0054577C">
        <w:rPr>
          <w:rFonts w:hint="eastAsia"/>
          <w:rtl/>
        </w:rPr>
        <w:t>وَمَا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مُحَمَّدٌ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إِلَّا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رَسُولٌ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قَدْ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خَلَتْ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مِن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قَبْلِهِ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الرُّسُلُ</w:t>
      </w:r>
      <w:r w:rsidR="0054577C" w:rsidRPr="0054577C">
        <w:rPr>
          <w:rFonts w:hint="cs"/>
          <w:rtl/>
        </w:rPr>
        <w:t xml:space="preserve"> </w:t>
      </w:r>
      <w:r w:rsidR="0054577C" w:rsidRPr="0054577C">
        <w:rPr>
          <w:rFonts w:hint="eastAsia"/>
          <w:rtl/>
        </w:rPr>
        <w:t>أَفَإِن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مَّاتَ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أَوْ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قُتِلَ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انقَلَبْتُمْ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عَلَىٰ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أَعْقَابِكُمْ</w:t>
      </w:r>
      <w:r w:rsidR="0054577C" w:rsidRPr="0054577C">
        <w:rPr>
          <w:rFonts w:hint="cs"/>
          <w:rtl/>
        </w:rPr>
        <w:t xml:space="preserve"> </w:t>
      </w:r>
      <w:r w:rsidR="0054577C" w:rsidRPr="0054577C">
        <w:rPr>
          <w:rFonts w:hint="eastAsia"/>
          <w:rtl/>
        </w:rPr>
        <w:t>وَمَن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يَنقَلِبْ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عَلَىٰ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عَقِبَيْهِ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فَلَن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يَضُرَّ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اللَّـهَ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شَيْئًا</w:t>
      </w:r>
      <w:r w:rsidR="0054577C" w:rsidRPr="0054577C">
        <w:rPr>
          <w:rFonts w:hint="cs"/>
          <w:rtl/>
        </w:rPr>
        <w:t xml:space="preserve"> </w:t>
      </w:r>
      <w:r w:rsidR="0054577C" w:rsidRPr="0054577C">
        <w:rPr>
          <w:rFonts w:hint="eastAsia"/>
          <w:rtl/>
        </w:rPr>
        <w:t>وَسَيَجْزِي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اللَّـهُ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الشَّاكِرِينَ</w:t>
      </w:r>
      <w:r w:rsidRPr="00545161">
        <w:rPr>
          <w:rStyle w:val="libAlaemChar"/>
        </w:rPr>
        <w:t>(</w:t>
      </w:r>
    </w:p>
    <w:p w:rsidR="0054577C" w:rsidRPr="0054577C" w:rsidRDefault="008B6C3F" w:rsidP="00C4318E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মুহাম্মদ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সা</w:t>
      </w:r>
      <w:r w:rsidR="0054577C" w:rsidRPr="0054577C">
        <w:rPr>
          <w:cs/>
          <w:lang w:bidi="bn-IN"/>
        </w:rPr>
        <w:t xml:space="preserve">.) </w:t>
      </w:r>
      <w:r w:rsidR="0054577C" w:rsidRPr="0054577C">
        <w:rPr>
          <w:rFonts w:hint="cs"/>
          <w:cs/>
          <w:lang w:bidi="bn-IN"/>
        </w:rPr>
        <w:t>শুধু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প্রেরিত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পুরুষ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ব্যতীত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কিছুই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ছিলেন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পূর্বেও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প্রেরিত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পুরুষগণ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ছিলেন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যদি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কিংবা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নিহত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অতীত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জীবনে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ফিরে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t xml:space="preserve">?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কেউ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অতীত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জীবনে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ফিরে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কোনই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ক্ষতি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পারবে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t xml:space="preserve">; </w:t>
      </w:r>
      <w:r w:rsidR="0054577C" w:rsidRPr="0054577C">
        <w:rPr>
          <w:rFonts w:hint="cs"/>
          <w:cs/>
          <w:lang w:bidi="bn-IN"/>
        </w:rPr>
        <w:t>আর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মহান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অতিসত্তর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কৃতজ্ঞতা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আদায়কারীদের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পুরস্কার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দেবেন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  <w:r w:rsidR="00C4318E" w:rsidRPr="00C4318E">
        <w:rPr>
          <w:rStyle w:val="libFootnotenumChar"/>
          <w:cs/>
          <w:lang w:bidi="bn-IN"/>
        </w:rPr>
        <w:t>১৬</w:t>
      </w:r>
    </w:p>
    <w:p w:rsidR="0054577C" w:rsidRPr="0054577C" w:rsidRDefault="0054577C" w:rsidP="00C4318E">
      <w:pPr>
        <w:pStyle w:val="libNormal"/>
      </w:pP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নিদ্রাচ্ছন্ন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জেগে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ওঠ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উত্তরাধিকার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শ্রবণ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সামর্থ্য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গৃহ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গৃহ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নির্বাচিত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সর্বোত্তম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ধর্মের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আরবদের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বিবাদে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বিপদে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পাওনি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সত্ত্বেও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লড়াই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যাঁতাকল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কেন্দ্র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আবর্তিত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ষ্ফুটন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নির্বাপিত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প্রজ্জ্বলিত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অগ্নিশিখা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স্তিমিত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গোলযোগ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বিশৃঙ্খলা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অবকাঠামো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সুদৃঢ়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t xml:space="preserve">; </w:t>
      </w:r>
      <w:r w:rsidRPr="0054577C">
        <w:rPr>
          <w:rFonts w:hint="cs"/>
          <w:cs/>
          <w:lang w:bidi="bn-IN"/>
        </w:rPr>
        <w:t>এইসব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অগ্রগতির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পিছপা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কঠোরতা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অবলম্বনের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পৃষ্ঠপ্রদর্শন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বীরত্ব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সাহসিকতার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পাবে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প্রতিশ্রুতি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ভঙ্গ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তিরস্কারের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কাফির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প্রতিশ্রুতি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রক্ষাকারী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অন্তর্গত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সম্ভবতঃ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="00C4318E" w:rsidRPr="00C4318E">
        <w:rPr>
          <w:rStyle w:val="libFootnotenumChar"/>
          <w:cs/>
          <w:lang w:bidi="bn-IN"/>
        </w:rPr>
        <w:t>১৭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সতর্ক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স্বস্তিকামী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সুবিধাবাদী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সুযোগসন্ধানী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গেছ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দ্বীন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অনুধাবন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অস্বীকার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জিনিসকে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সুস্বাদু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জেনেছিলে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</w:t>
      </w:r>
      <w:r w:rsidRPr="0054577C">
        <w:rPr>
          <w:cs/>
          <w:lang w:bidi="bn-IN"/>
        </w:rPr>
        <w:t xml:space="preserve"> ! </w:t>
      </w:r>
    </w:p>
    <w:p w:rsidR="0054577C" w:rsidRPr="0054577C" w:rsidRDefault="00545161" w:rsidP="008D6308">
      <w:pPr>
        <w:pStyle w:val="libAie"/>
      </w:pPr>
      <w:r w:rsidRPr="00545161">
        <w:rPr>
          <w:rStyle w:val="libAlaemChar"/>
        </w:rPr>
        <w:t>)</w:t>
      </w:r>
      <w:r w:rsidR="0054577C" w:rsidRPr="0054577C">
        <w:rPr>
          <w:rFonts w:hint="eastAsia"/>
          <w:rtl/>
        </w:rPr>
        <w:t>إِن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تَكْفُرُوا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أَنتُمْ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وَمَن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فِي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الْأَرْضِ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جَمِيعًا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فَإِنَّ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اللَّـهَ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لَغَنِيٌّ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حَمِيدٌ</w:t>
      </w:r>
      <w:r w:rsidR="008D6308">
        <w:rPr>
          <w:rStyle w:val="libAlaemChar"/>
        </w:rPr>
        <w:t>(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যদি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জমিনের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বুকে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আছে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তারা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সকলেই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কাফির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যায়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তবে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জেনে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রেখ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মহান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অমুখাপেক্ষী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প্রশংসিত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  <w:r w:rsidR="0054577C" w:rsidRPr="0054577C">
        <w:t>(</w:t>
      </w:r>
      <w:r w:rsidR="0054577C" w:rsidRPr="0054577C">
        <w:rPr>
          <w:rFonts w:hint="cs"/>
          <w:cs/>
          <w:lang w:bidi="bn-IN"/>
        </w:rPr>
        <w:t>সূরা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ইব্রাহীম</w:t>
      </w:r>
      <w:r w:rsidR="0054577C" w:rsidRPr="0054577C">
        <w:rPr>
          <w:cs/>
          <w:lang w:bidi="bn-IN"/>
        </w:rPr>
        <w:t xml:space="preserve"> : </w:t>
      </w:r>
      <w:r w:rsidR="0054577C" w:rsidRPr="0054577C">
        <w:rPr>
          <w:rFonts w:hint="cs"/>
          <w:cs/>
          <w:lang w:bidi="bn-IN"/>
        </w:rPr>
        <w:t>৮</w:t>
      </w:r>
      <w:r w:rsidR="0054577C" w:rsidRPr="0054577C">
        <w:rPr>
          <w:cs/>
          <w:lang w:bidi="bn-IN"/>
        </w:rPr>
        <w:t>)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জেনে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অবগতিসহ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অমনোযোগিতা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স্থবিরতা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জড়তা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ভীতি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দুর্বল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ধরাশায়ী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t>,</w:t>
      </w:r>
      <w:r w:rsidRPr="0054577C">
        <w:rPr>
          <w:rFonts w:hint="cs"/>
          <w:cs/>
          <w:lang w:bidi="bn-IN"/>
        </w:rPr>
        <w:t>সেটিকে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সফরের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পৃষ্ঠপ্রদর্শন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শান্তিতে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লজ্জা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অপমানকে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আশ্রয়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পোশাক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আগুনের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আঁতাত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প্রজ্বলিত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অন্তরসমূহকে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বেষ্টন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</w:t>
      </w:r>
      <w:r w:rsidRPr="0054577C">
        <w:rPr>
          <w:cs/>
          <w:lang w:bidi="bn-IN"/>
        </w:rPr>
        <w:t xml:space="preserve"> ! </w:t>
      </w:r>
    </w:p>
    <w:p w:rsidR="0054577C" w:rsidRPr="0054577C" w:rsidRDefault="00545161" w:rsidP="00545161">
      <w:pPr>
        <w:pStyle w:val="libAie"/>
      </w:pPr>
      <w:r w:rsidRPr="00545161">
        <w:rPr>
          <w:rStyle w:val="libAlaemChar"/>
        </w:rPr>
        <w:t>)</w:t>
      </w:r>
      <w:r w:rsidR="0054577C" w:rsidRPr="0054577C">
        <w:rPr>
          <w:rFonts w:hint="eastAsia"/>
          <w:rtl/>
        </w:rPr>
        <w:t>وَسَيَعْلَمُ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الَّذِينَ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ظَلَمُوا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أَيَّ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مُنْقَلَبٍ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يَنْقَلِبُونَ</w:t>
      </w:r>
      <w:r w:rsidRPr="00545161">
        <w:rPr>
          <w:rStyle w:val="libAlaemChar"/>
        </w:rPr>
        <w:t>(</w:t>
      </w:r>
    </w:p>
    <w:p w:rsidR="0054577C" w:rsidRPr="0054577C" w:rsidRDefault="008B6C3F" w:rsidP="00C4318E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যারা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অত্যাচার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দ্রুত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উপলব্ধি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পারবে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কোন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স্থানে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প্রবেশ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করবে</w:t>
      </w:r>
      <w:r w:rsidR="0054577C" w:rsidRPr="0054577C">
        <w:rPr>
          <w:cs/>
          <w:lang w:bidi="bn-IN"/>
        </w:rPr>
        <w:t xml:space="preserve"> !</w:t>
      </w:r>
      <w:r>
        <w:rPr>
          <w:rStyle w:val="libEnChar"/>
        </w:rPr>
        <w:t>”</w:t>
      </w:r>
      <w:r w:rsidR="00C4318E" w:rsidRPr="00C4318E">
        <w:rPr>
          <w:rStyle w:val="libFootnotenumChar"/>
          <w:cs/>
          <w:lang w:bidi="bn-IN"/>
        </w:rPr>
        <w:t>১৮</w:t>
      </w:r>
      <w:r w:rsidR="0054577C"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স্পষ্ট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অভ্যুত্থানের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শীর্ষে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প্রস্তুত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অবশ্যই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মোলায়েম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নমনীয়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পছন্দমাফিক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যাহরার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সর্বোত্তমা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সর্বোত্তম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সিদ্ধান্তের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সীমা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অতিক্রম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আদর্শের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বিপরীত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করিনি</w:t>
      </w:r>
      <w:r w:rsidRPr="0054577C">
        <w:t xml:space="preserve">; </w:t>
      </w:r>
      <w:r w:rsidRPr="0054577C">
        <w:rPr>
          <w:rFonts w:hint="cs"/>
          <w:cs/>
          <w:lang w:bidi="bn-IN"/>
        </w:rPr>
        <w:t>জাতির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কখনও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জাতিকে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অলঙ্কার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কঠোরতার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অসন্তুষ্টি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যুদ্ধাস্ত্র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বাহন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জোড়া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ছাড়া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শুনেছি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ইন্না</w:t>
      </w:r>
      <w:r w:rsidR="0054577C" w:rsidRPr="0054577C">
        <w:rPr>
          <w:cs/>
          <w:lang w:bidi="bn-IN"/>
        </w:rPr>
        <w:t xml:space="preserve"> 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আশিরাল্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আম্বিয়ায়ি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নূরাছু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যাহাবান্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ফিয্যাতান্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আরযান্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</w:t>
      </w:r>
      <w:r w:rsidR="0054577C" w:rsidRPr="0054577C">
        <w:rPr>
          <w:cs/>
          <w:lang w:bidi="bn-IN"/>
        </w:rPr>
        <w:t xml:space="preserve"> </w:t>
      </w:r>
      <w:r w:rsidR="00FA7DAC">
        <w:rPr>
          <w:rFonts w:hint="cs"/>
          <w:cs/>
          <w:lang w:bidi="bn-IN"/>
        </w:rPr>
        <w:t>লা</w:t>
      </w:r>
      <w:r w:rsidR="00FA7DAC" w:rsidRPr="00743A59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আক্বারান্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দারান্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লাকিন্না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নূরাছুল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ঈমানা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ওয়াল্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হিতমাতা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ইলমা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ওয়াস্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সুন্নাহ্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lastRenderedPageBreak/>
        <w:t>“</w:t>
      </w:r>
      <w:r w:rsidR="0054577C" w:rsidRPr="0054577C">
        <w:rPr>
          <w:rFonts w:hint="cs"/>
          <w:cs/>
          <w:lang w:bidi="bn-IN"/>
        </w:rPr>
        <w:t>আমরা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নবীরা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সোনা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রূপা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ভূমি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বাগান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ঘর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বাড়ী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উত্তরাধিকার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হিসেবে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রেখে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বরং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উত্তরাধিকার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হিসেবে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ঈমান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প্রজ্ঞা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জ্ঞান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সুন্নত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রেখে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যাই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কল্যাণ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সাফল্য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প্রদত্ত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ভরসা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ইচ্ছাকৃতভাবে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পরিত্যাগ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পিছনে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: </w:t>
      </w:r>
    </w:p>
    <w:p w:rsidR="0054577C" w:rsidRPr="0054577C" w:rsidRDefault="00545161" w:rsidP="00545161">
      <w:pPr>
        <w:pStyle w:val="libAie"/>
      </w:pPr>
      <w:r w:rsidRPr="00545161">
        <w:rPr>
          <w:rStyle w:val="libAlaemChar"/>
        </w:rPr>
        <w:t>)</w:t>
      </w:r>
      <w:r w:rsidR="0054577C" w:rsidRPr="0054577C">
        <w:rPr>
          <w:rFonts w:hint="eastAsia"/>
          <w:rtl/>
        </w:rPr>
        <w:t>وَوَرِثَ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سُلَيْمَانُ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دَاوُود</w:t>
      </w:r>
      <w:r w:rsidRPr="00545161">
        <w:rPr>
          <w:rStyle w:val="libAlaemChar"/>
        </w:rPr>
        <w:t>(</w:t>
      </w:r>
    </w:p>
    <w:p w:rsidR="0054577C" w:rsidRPr="0054577C" w:rsidRDefault="0054577C" w:rsidP="00E7649E">
      <w:pPr>
        <w:pStyle w:val="libNormal"/>
      </w:pP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দাউদের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সুলায়মান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উত্তরাধিকার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="00E7649E" w:rsidRPr="00E7649E">
        <w:rPr>
          <w:rStyle w:val="libFootnotenumChar"/>
          <w:cs/>
          <w:lang w:bidi="bn-IN"/>
        </w:rPr>
        <w:t>১৯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সম্মানিত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ইয়াহ্ইয়া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যাকারিয়ার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: </w:t>
      </w:r>
    </w:p>
    <w:p w:rsidR="0054577C" w:rsidRPr="0054577C" w:rsidRDefault="00545161" w:rsidP="00545161">
      <w:pPr>
        <w:pStyle w:val="libAie"/>
      </w:pPr>
      <w:r w:rsidRPr="00545161">
        <w:rPr>
          <w:rStyle w:val="libAlaemChar"/>
        </w:rPr>
        <w:t>)</w:t>
      </w:r>
      <w:r w:rsidR="0054577C" w:rsidRPr="0054577C">
        <w:rPr>
          <w:rFonts w:hint="eastAsia"/>
          <w:rtl/>
        </w:rPr>
        <w:t>فَهَبْ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لِي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مِنْ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لَدُنْكَ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وَلِيًّا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يَرِثُنِي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وَيَرِثُ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مِنْ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آلِ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يَعْقُوب</w:t>
      </w:r>
      <w:r w:rsidRPr="00545161">
        <w:rPr>
          <w:rStyle w:val="libAlaemChar"/>
        </w:rPr>
        <w:t>(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t>(</w:t>
      </w:r>
      <w:r w:rsidR="0054577C" w:rsidRPr="0054577C">
        <w:rPr>
          <w:rFonts w:hint="cs"/>
          <w:cs/>
          <w:lang w:bidi="bn-IN"/>
        </w:rPr>
        <w:t>রাব্বি</w:t>
      </w:r>
      <w:r w:rsidR="0054577C" w:rsidRPr="0054577C">
        <w:rPr>
          <w:cs/>
          <w:lang w:bidi="bn-IN"/>
        </w:rPr>
        <w:t xml:space="preserve">) </w:t>
      </w:r>
      <w:r w:rsidR="0054577C" w:rsidRPr="0054577C">
        <w:rPr>
          <w:rFonts w:hint="cs"/>
          <w:cs/>
          <w:lang w:bidi="bn-IN"/>
        </w:rPr>
        <w:t>হাব্লী</w:t>
      </w:r>
      <w:r w:rsidR="0054577C" w:rsidRPr="0054577C">
        <w:rPr>
          <w:cs/>
          <w:lang w:bidi="bn-IN"/>
        </w:rPr>
        <w:t xml:space="preserve"> </w:t>
      </w:r>
      <w:r w:rsidR="00545161">
        <w:rPr>
          <w:rFonts w:hint="cs"/>
          <w:cs/>
          <w:lang w:bidi="bn-IN"/>
        </w:rPr>
        <w:t>মিল্লাদুন</w:t>
      </w:r>
      <w:r w:rsidR="00545161">
        <w:rPr>
          <w:cs/>
          <w:lang w:bidi="bn-IN"/>
        </w:rPr>
        <w:t>কা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ওয়ালিয়্যান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ইয়ারিছুনী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ইয়ারিছু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মিন্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</w:t>
      </w:r>
      <w:r w:rsidR="00FA7DAC">
        <w:rPr>
          <w:rFonts w:hint="cs"/>
          <w:cs/>
          <w:lang w:bidi="bn-IN"/>
        </w:rPr>
        <w:t>য়া</w:t>
      </w:r>
      <w:r w:rsidR="00FA7DAC" w:rsidRPr="00743A59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কূব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  <w:r w:rsidR="0054577C" w:rsidRPr="0054577C">
        <w:t xml:space="preserve"> </w:t>
      </w:r>
    </w:p>
    <w:p w:rsidR="0054577C" w:rsidRPr="0054577C" w:rsidRDefault="008B6C3F" w:rsidP="005C334E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প্রভু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হে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নিকট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স্থলাভিষিক্ত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ব্যক্তি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যিনি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ইয়াকুবের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উত্তরসূরি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হবেন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  <w:r w:rsidR="00E7649E" w:rsidRPr="00E7649E">
        <w:rPr>
          <w:rStyle w:val="libFootnotenumChar"/>
          <w:cs/>
          <w:lang w:bidi="bn-IN"/>
        </w:rPr>
        <w:t>২০</w:t>
      </w:r>
      <w:r w:rsidR="0054577C"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545161" w:rsidP="00545161">
      <w:pPr>
        <w:pStyle w:val="libAie"/>
      </w:pPr>
      <w:r w:rsidRPr="00545161">
        <w:rPr>
          <w:rStyle w:val="libAlaemChar"/>
        </w:rPr>
        <w:t>)</w:t>
      </w:r>
      <w:r w:rsidR="0054577C" w:rsidRPr="0054577C">
        <w:rPr>
          <w:rFonts w:hint="eastAsia"/>
          <w:rtl/>
        </w:rPr>
        <w:t>يُوصِيكُمُ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اللَّهُ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فِي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أَوْلَادِكُمْ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لِلذَّكَرِ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مِثْلُ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حَظِّ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الْأُنْثَيَيْن</w:t>
      </w:r>
      <w:r w:rsidRPr="00545161">
        <w:rPr>
          <w:rStyle w:val="libAlaemChar"/>
        </w:rPr>
        <w:t>(</w:t>
      </w:r>
    </w:p>
    <w:p w:rsidR="0054577C" w:rsidRPr="0054577C" w:rsidRDefault="0054577C" w:rsidP="008D21BD">
      <w:pPr>
        <w:pStyle w:val="libNormal"/>
      </w:pP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দিচ্ছেন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উত্তরাধিকার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সমান।</w:t>
      </w:r>
      <w:r w:rsidR="008D21BD" w:rsidRPr="008D21BD">
        <w:rPr>
          <w:rStyle w:val="libFootnotenumChar"/>
          <w:cs/>
          <w:lang w:bidi="bn-IN"/>
        </w:rPr>
        <w:t>২১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বলেনঃ</w:t>
      </w:r>
      <w:r w:rsidRPr="0054577C">
        <w:rPr>
          <w:cs/>
          <w:lang w:bidi="bn-IN"/>
        </w:rPr>
        <w:t xml:space="preserve"> </w:t>
      </w:r>
    </w:p>
    <w:p w:rsidR="0054577C" w:rsidRPr="0054577C" w:rsidRDefault="002562FC" w:rsidP="002562FC">
      <w:pPr>
        <w:pStyle w:val="libAie"/>
      </w:pPr>
      <w:r w:rsidRPr="002562FC">
        <w:rPr>
          <w:rStyle w:val="libAlaemChar"/>
        </w:rPr>
        <w:t>)</w:t>
      </w:r>
      <w:r w:rsidR="0054577C" w:rsidRPr="0054577C">
        <w:rPr>
          <w:rFonts w:hint="eastAsia"/>
          <w:rtl/>
        </w:rPr>
        <w:t>إِنْ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تَرَكَ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خَيْرًا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الْوَصِيَّةُ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لِلْوَالِدَيْنِ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وَالْأَقْرَبِينَ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بِالْمَعْرُوفِ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حَقًّا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عَلَى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الْمُتَّقِين</w:t>
      </w:r>
      <w:r w:rsidRPr="002562FC">
        <w:rPr>
          <w:rStyle w:val="libAlaemChar"/>
        </w:rPr>
        <w:t>(</w:t>
      </w:r>
    </w:p>
    <w:p w:rsidR="0054577C" w:rsidRPr="0054577C" w:rsidRDefault="0054577C" w:rsidP="0025114B">
      <w:pPr>
        <w:pStyle w:val="libNormal"/>
      </w:pP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কল্যাণ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সম্পত্তি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রেখে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ন্যায়ানুগ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স্বজনের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ওসিয়ত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মুত্তাকীদের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কর্তব্য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="0025114B" w:rsidRPr="0025114B">
        <w:rPr>
          <w:rStyle w:val="libFootnotenumChar"/>
          <w:cs/>
          <w:lang w:bidi="bn-IN"/>
        </w:rPr>
        <w:t>২২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তোমাদেরকে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বঞ্চিত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অথবা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বলবে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অন্তর্ভুক্ত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নই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সম্ভবতঃ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সাধারণ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</w:t>
      </w:r>
      <w:r w:rsidRPr="0054577C">
        <w:rPr>
          <w:cs/>
          <w:lang w:bidi="bn-IN"/>
        </w:rPr>
        <w:t xml:space="preserve"> !! </w:t>
      </w:r>
    </w:p>
    <w:p w:rsidR="0054577C" w:rsidRPr="0054577C" w:rsidRDefault="00545161" w:rsidP="00545161">
      <w:pPr>
        <w:pStyle w:val="libAie"/>
      </w:pPr>
      <w:r w:rsidRPr="00545161">
        <w:rPr>
          <w:rStyle w:val="libAlaemChar"/>
        </w:rPr>
        <w:t>)</w:t>
      </w:r>
      <w:r w:rsidR="0054577C" w:rsidRPr="0054577C">
        <w:rPr>
          <w:rFonts w:hint="eastAsia"/>
          <w:rtl/>
        </w:rPr>
        <w:t>أَفَحُكْمَ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الْجَاهِلِيَّةِ</w:t>
      </w:r>
      <w:r w:rsidR="0054577C" w:rsidRPr="0054577C">
        <w:rPr>
          <w:rtl/>
        </w:rPr>
        <w:t xml:space="preserve"> </w:t>
      </w:r>
      <w:r w:rsidR="0054577C" w:rsidRPr="0054577C">
        <w:rPr>
          <w:rFonts w:hint="eastAsia"/>
          <w:rtl/>
        </w:rPr>
        <w:t>يَبْغُونَ</w:t>
      </w:r>
      <w:r w:rsidRPr="00545161">
        <w:rPr>
          <w:rStyle w:val="libAlaemChar"/>
        </w:rPr>
        <w:t>(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আফা</w:t>
      </w:r>
      <w:r w:rsidR="0054577C" w:rsidRPr="0054577C">
        <w:rPr>
          <w:cs/>
          <w:lang w:bidi="bn-IN"/>
        </w:rPr>
        <w:t xml:space="preserve"> </w:t>
      </w:r>
      <w:r w:rsidR="00545161">
        <w:rPr>
          <w:rFonts w:hint="cs"/>
          <w:cs/>
          <w:lang w:bidi="bn-IN"/>
        </w:rPr>
        <w:t>হুক</w:t>
      </w:r>
      <w:r w:rsidR="00545161">
        <w:rPr>
          <w:cs/>
          <w:lang w:bidi="bn-IN"/>
        </w:rPr>
        <w:t>মা</w:t>
      </w:r>
      <w:r w:rsidR="0054577C" w:rsidRPr="0054577C">
        <w:rPr>
          <w:rFonts w:hint="cs"/>
          <w:cs/>
          <w:lang w:bidi="bn-IN"/>
        </w:rPr>
        <w:t>ল্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জাহিলিয়্যাতি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ইয়াব্গুন</w:t>
      </w:r>
      <w:r w:rsidR="0054577C" w:rsidRPr="0054577C">
        <w:rPr>
          <w:cs/>
          <w:lang w:bidi="bn-IN"/>
        </w:rPr>
        <w:t xml:space="preserve"> </w:t>
      </w:r>
      <w:r w:rsidR="0054577C" w:rsidRPr="0054577C">
        <w:t>?</w:t>
      </w:r>
      <w:r>
        <w:rPr>
          <w:rStyle w:val="libEnChar"/>
        </w:rPr>
        <w:t>”</w:t>
      </w:r>
      <w:r w:rsidR="0054577C" w:rsidRPr="0054577C">
        <w:t xml:space="preserve"> </w:t>
      </w:r>
    </w:p>
    <w:p w:rsidR="0054577C" w:rsidRPr="0054577C" w:rsidRDefault="0054577C" w:rsidP="00BF6BC1">
      <w:pPr>
        <w:pStyle w:val="libNormal"/>
      </w:pP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জাহিলী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t>?!</w:t>
      </w:r>
      <w:r w:rsidR="008B6C3F">
        <w:rPr>
          <w:rStyle w:val="libEnChar"/>
        </w:rPr>
        <w:t>”</w:t>
      </w:r>
      <w:r w:rsidR="00BF6BC1" w:rsidRPr="00BF6BC1">
        <w:rPr>
          <w:rStyle w:val="libFootnotenumChar"/>
          <w:cs/>
          <w:lang w:bidi="bn-IN"/>
        </w:rPr>
        <w:t>২৩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সত্যিই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দৃঢ়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সম্ভব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যাহরা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নবীগণের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উত্তরাধিকার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; </w:t>
      </w:r>
      <w:r w:rsidRPr="0054577C">
        <w:rPr>
          <w:rFonts w:hint="cs"/>
          <w:cs/>
          <w:lang w:bidi="bn-IN"/>
        </w:rPr>
        <w:t>শুধু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এতটুকুই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শুনেছি</w:t>
      </w:r>
      <w:r w:rsidRPr="0054577C">
        <w:rPr>
          <w:cs/>
          <w:lang w:bidi="bn-IN"/>
        </w:rPr>
        <w:t xml:space="preserve"> !!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আশ্চর্য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ফযিলত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!! </w:t>
      </w:r>
      <w:r w:rsidRPr="0054577C">
        <w:rPr>
          <w:rFonts w:hint="cs"/>
          <w:cs/>
          <w:lang w:bidi="bn-IN"/>
        </w:rPr>
        <w:t>এমনকি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আয়িশাও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8932FB" w:rsidRDefault="0054577C" w:rsidP="008932FB">
      <w:pPr>
        <w:pStyle w:val="Heading3"/>
      </w:pPr>
      <w:bookmarkStart w:id="17" w:name="_Toc535947611"/>
      <w:r w:rsidRPr="008932FB">
        <w:rPr>
          <w:rFonts w:hint="cs"/>
          <w:cs/>
          <w:lang w:bidi="bn-IN"/>
        </w:rPr>
        <w:t>আবু</w:t>
      </w:r>
      <w:r w:rsidRPr="008932FB">
        <w:rPr>
          <w:rtl/>
          <w:cs/>
        </w:rPr>
        <w:t xml:space="preserve"> </w:t>
      </w:r>
      <w:r w:rsidRPr="008932FB">
        <w:rPr>
          <w:rFonts w:hint="cs"/>
          <w:cs/>
          <w:lang w:bidi="bn-IN"/>
        </w:rPr>
        <w:t>বকরের</w:t>
      </w:r>
      <w:r w:rsidRPr="008932FB">
        <w:rPr>
          <w:rtl/>
          <w:cs/>
        </w:rPr>
        <w:t xml:space="preserve"> </w:t>
      </w:r>
      <w:r w:rsidRPr="008932FB">
        <w:rPr>
          <w:rFonts w:hint="cs"/>
          <w:cs/>
          <w:lang w:bidi="bn-IN"/>
        </w:rPr>
        <w:t>হাদীছটির</w:t>
      </w:r>
      <w:r w:rsidRPr="008932FB">
        <w:rPr>
          <w:rtl/>
          <w:cs/>
        </w:rPr>
        <w:t xml:space="preserve"> </w:t>
      </w:r>
      <w:r w:rsidRPr="008932FB">
        <w:rPr>
          <w:rFonts w:hint="cs"/>
          <w:cs/>
          <w:lang w:bidi="bn-IN"/>
        </w:rPr>
        <w:t>মূল্যায়ন</w:t>
      </w:r>
      <w:bookmarkEnd w:id="17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১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ঐকমত্য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ইজমা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পোষণ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যাহরাও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বিপরীতে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ইচ্ছাকৃত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পরিত্যাগ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পশ্চাতে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কেননা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দাউদের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সুলায়মান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উত্তরাধিকার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যাকারিয়া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উত্তরাধিকারী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উত্তরাধিকার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সম্পত্তির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স্বজনদেরকে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অগ্রাধিকার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উত্তরাধিকার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একাধিক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২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আহ্কাম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যেগুলি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উপযুক্ত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বয়সে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উপনীত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শরীয়তের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বয়োপ্রাপ্ত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ব্যক্তিদের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পালনীয়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প্রচারিত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ঐ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প্রযোজ্য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পৌঁছানো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প্রয়োজন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তাহলেই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t xml:space="preserve">, </w:t>
      </w:r>
      <w:r w:rsidRPr="0054577C">
        <w:rPr>
          <w:rFonts w:hint="cs"/>
          <w:cs/>
          <w:lang w:bidi="bn-IN"/>
        </w:rPr>
        <w:t>রোযা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হজ্ব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জিহাদ</w:t>
      </w:r>
      <w:r w:rsidRPr="0054577C">
        <w:t xml:space="preserve">, </w:t>
      </w:r>
      <w:r w:rsidRPr="0054577C">
        <w:rPr>
          <w:rFonts w:hint="cs"/>
          <w:cs/>
          <w:lang w:bidi="bn-IN"/>
        </w:rPr>
        <w:t>খোমস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যাকাত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উপযুক্ত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বয়সে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উপনীত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ওয়াজিব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কিরূপে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সম্ভব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শ্রোতা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দায়িত্বপ্রাপ্ত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>.)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বলবেন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</w:p>
    <w:p w:rsidR="0054577C" w:rsidRPr="0054577C" w:rsidRDefault="0054577C" w:rsidP="008E06C8">
      <w:pPr>
        <w:pStyle w:val="libNormal"/>
      </w:pPr>
      <w:r w:rsidRPr="0054577C">
        <w:rPr>
          <w:rFonts w:hint="cs"/>
          <w:cs/>
          <w:lang w:bidi="bn-IN"/>
        </w:rPr>
        <w:t>৩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শাস্ত্রের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সমূহে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সহীহ্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অসহীহ্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হাদীছসমূহের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মূল্যায়ন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পরিচিতির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কতকগুলি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নির্দিষ্ট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মাপকাঠি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তন্মধ্যে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দৃষ্টিভঙ্গি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আলিমুল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মাদ্রাসাতাঈ</w:t>
      </w:r>
      <w:r w:rsidR="008E06C8">
        <w:rPr>
          <w:rFonts w:hint="cs"/>
          <w:cs/>
          <w:lang w:bidi="bn-IN"/>
        </w:rPr>
        <w:t>ন</w:t>
      </w:r>
      <w:r w:rsidR="008E06C8" w:rsidRPr="00743A59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নামক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পুস্তকের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তৃতীয়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খণ্ডে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আলোচনা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পৌঁছেছে</w:t>
      </w:r>
      <w:r w:rsidRPr="0054577C">
        <w:t xml:space="preserve">; </w:t>
      </w:r>
      <w:r w:rsidRPr="0054577C">
        <w:rPr>
          <w:rFonts w:hint="cs"/>
          <w:cs/>
          <w:lang w:bidi="bn-IN"/>
        </w:rPr>
        <w:t>তাতে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মিনাতে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ভাষণ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আয়্যুহান্নাসু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জাআকুম্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আন্নী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ইউওয়াফিকু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কিতাবাল্লাহি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ফাআনা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কুল্তুহু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জাআকুম্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ইউখালিফু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কিতাবাল্লাহি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ফালাম্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আকুল্হু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পক্ষান্তরে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পরিপন্থী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="008E06C8" w:rsidRPr="008E06C8">
        <w:rPr>
          <w:rStyle w:val="libFootnotenumChar"/>
          <w:cs/>
          <w:lang w:bidi="bn-IN"/>
        </w:rPr>
        <w:t>২৪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শাস্ত্রের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দৃষ্টিতেও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স্পষ্ট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হাদীছটির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কেবলমাত্র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দাবীদার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মূলভাষ্যও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অকাট্য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বিপরীত।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স্থলাভিষিক্ত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অবৈধভাবে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দখল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শঙ্কাবোধ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অকাট্য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বিপরীত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পোষণ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দ্বিধা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</w:p>
    <w:p w:rsidR="0054577C" w:rsidRPr="0054577C" w:rsidRDefault="0054577C" w:rsidP="00F200D6">
      <w:pPr>
        <w:pStyle w:val="Heading2"/>
      </w:pPr>
      <w:bookmarkStart w:id="18" w:name="_Toc535947612"/>
      <w:r w:rsidRPr="0054577C">
        <w:rPr>
          <w:rFonts w:hint="cs"/>
          <w:cs/>
          <w:lang w:bidi="bn-IN"/>
        </w:rPr>
        <w:t>আনসারগণ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t>?</w:t>
      </w:r>
      <w:bookmarkEnd w:id="18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>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হোসাইনকে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মানদণ্ডের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প্রত্যেকের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যাহরার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ভাষণেও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তিরস্কার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আবেদন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t>,</w:t>
      </w:r>
      <w:r w:rsidRPr="0054577C">
        <w:rPr>
          <w:rFonts w:hint="cs"/>
          <w:cs/>
          <w:lang w:bidi="bn-IN"/>
        </w:rPr>
        <w:t>এতদসত্ত্বেও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ভূমিকাই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আনসারগণ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আমরা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বকরের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নিকট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বাইআত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বাইআত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ভঙ্গ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বৈধ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নয়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হায়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যদি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আপনারা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সকীফাতে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থাকতেন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কথাগুলি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বলতেন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আপনাদের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নিকট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বাইআত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করতাম</w:t>
      </w:r>
      <w:r w:rsidR="0054577C" w:rsidRPr="0054577C">
        <w:rPr>
          <w:cs/>
          <w:lang w:bidi="bn-IN"/>
        </w:rPr>
        <w:t xml:space="preserve"> !</w:t>
      </w:r>
      <w:r>
        <w:rPr>
          <w:rStyle w:val="libEnChar"/>
        </w:rPr>
        <w:t>”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এইটি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আরবরা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যখনই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কারো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বাইআত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প্রতিশ্রুতি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তখনই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নিহত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হওয়া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পর্যন্ত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নিজ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প্রতিশ্রুতির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দাঁড়িয়ে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থাকত।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হযরত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ফাতিমা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যাহরাও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আ</w:t>
      </w:r>
      <w:r w:rsidR="0054577C" w:rsidRPr="0054577C">
        <w:rPr>
          <w:cs/>
          <w:lang w:bidi="bn-IN"/>
        </w:rPr>
        <w:t xml:space="preserve">.) </w:t>
      </w:r>
      <w:r w:rsidR="0054577C" w:rsidRPr="0054577C">
        <w:rPr>
          <w:rFonts w:hint="cs"/>
          <w:cs/>
          <w:lang w:bidi="bn-IN"/>
        </w:rPr>
        <w:t>বলেনঃ</w:t>
      </w:r>
      <w:r w:rsidR="0054577C" w:rsidRPr="0054577C">
        <w:rPr>
          <w:cs/>
          <w:lang w:bidi="bn-IN"/>
        </w:rPr>
        <w:t xml:space="preserve"> </w:t>
      </w:r>
      <w:r>
        <w:rPr>
          <w:rStyle w:val="libEnChar"/>
        </w:rPr>
        <w:t>“</w:t>
      </w:r>
      <w:r w:rsidR="0054577C" w:rsidRPr="0054577C">
        <w:rPr>
          <w:rFonts w:hint="cs"/>
          <w:cs/>
          <w:lang w:bidi="bn-IN"/>
        </w:rPr>
        <w:t>আলী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কাজটিই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যেইটি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উচিত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ছিল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অর্থাৎ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রাসূলের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জানাযাকে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পরিত্যাগ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করতঃ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সকীফাতে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যাননি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hi-IN"/>
        </w:rPr>
        <w:t>।</w:t>
      </w:r>
      <w:r w:rsidR="0054577C" w:rsidRPr="0054577C">
        <w:rPr>
          <w:cs/>
          <w:lang w:bidi="bn-IN"/>
        </w:rPr>
        <w:t xml:space="preserve"> </w:t>
      </w:r>
      <w:r>
        <w:rPr>
          <w:rStyle w:val="libEnChar"/>
        </w:rPr>
        <w:t>“</w:t>
      </w:r>
      <w:r w:rsidR="0054577C" w:rsidRPr="0054577C">
        <w:rPr>
          <w:rFonts w:hint="cs"/>
          <w:cs/>
          <w:lang w:bidi="bn-IN"/>
        </w:rPr>
        <w:t>তোমাদের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হিসাব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নিকাশ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নিকট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রয়েছে</w:t>
      </w:r>
      <w:r w:rsidR="0054577C" w:rsidRPr="0054577C">
        <w:rPr>
          <w:cs/>
          <w:lang w:bidi="bn-IN"/>
        </w:rPr>
        <w:t xml:space="preserve"> !</w:t>
      </w:r>
      <w:r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এখানেও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সূক্ষ্মাতিসূক্ষ্মভাবে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প্রতীয়মান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জাহিলী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অগ্রারাধিকার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প্রতিশ্রুতির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অবশ্যই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পছন্দনীয়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গ্রহণযোগ্য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বাতিল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দূরে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শর্তহীন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উদাহরণ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স্বরূপ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ইসলামে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স্বামীর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আবশ্যক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বিরোধী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অবৈধ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নিষেধ।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চুরি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নরহত্যার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অথবা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অবৈধ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নিষেধ।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স্বতঃসিদ্ধ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ঐকমত্য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পোষণ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ত্বা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মাখ্লূক্বিন্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ফী</w:t>
      </w:r>
      <w:r w:rsidRPr="0054577C">
        <w:rPr>
          <w:cs/>
          <w:lang w:bidi="bn-IN"/>
        </w:rPr>
        <w:t xml:space="preserve"> 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সিয়াতিল্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খালিক্বি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সৃষ্টিকর্তার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অমান্য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সৃষ্টিজীবের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নিষেধ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জ্ঞানহীনতা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আরবগোত্রবাদ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অগ্রাধিকার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প্রতিশ্রুতিবদ্ধ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প্রতিশ্রুতির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যাহরা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লাক্বাদ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শাইআন্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ফারিয়্যান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সত্যিই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বিস্ময়কর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কুৎসিত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অযৌক্তিক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নিষিদ্ধ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স্থলাভিষিক্ত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F200D6">
      <w:pPr>
        <w:pStyle w:val="Heading3"/>
      </w:pPr>
      <w:bookmarkStart w:id="19" w:name="_Toc535947613"/>
      <w:r w:rsidRPr="0054577C">
        <w:rPr>
          <w:rFonts w:hint="cs"/>
          <w:cs/>
          <w:lang w:bidi="bn-IN"/>
        </w:rPr>
        <w:t>ঘ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নুয়াইরাকে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bookmarkEnd w:id="19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নুয়াইরা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তামীমী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জাহিলী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তামীম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অভিজাত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আকরাম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প্রতিনিধি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সাদ্কা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জাকাত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সংগ্রহের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নিযুক্ত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ইন্তেকাল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সাদ্কাগুলিকে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নিম্নোক্ত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কবিতাটি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: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আমি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বললাম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তোমাদের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মালসমূহ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ফিরিয়ে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ভবিষ্যতের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চিন্তিত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ধর্মের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যদি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কেউ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পুনরায়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উত্থিত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আনুগত্য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করতঃ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বলব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প্রকৃত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ধর্ম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হচ্ছে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মুহাম্মদের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ধর্ম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তারীখে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তাবারী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শরহে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হাদীদ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কানযুল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উম্মাল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তারীখে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ফিদা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ওয়াফিয়াতুল</w:t>
      </w:r>
      <w:r w:rsidRPr="0054577C">
        <w:rPr>
          <w:cs/>
          <w:lang w:bidi="bn-IN"/>
        </w:rPr>
        <w:t xml:space="preserve"> </w:t>
      </w:r>
      <w:r w:rsidR="006447A5">
        <w:rPr>
          <w:rFonts w:hint="cs"/>
          <w:cs/>
          <w:lang w:bidi="bn-IN"/>
        </w:rPr>
        <w:t>আ</w:t>
      </w:r>
      <w:r w:rsidR="006447A5"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ইয়ান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ইত্যাদি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সারসংক্ষেপ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খালিদ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ওয়ালীদ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সৈন্যবাহিনীসহ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যেরার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আযুরকে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মালিকের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সৈন্যবাহিনীর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অন্তর্গত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কাতাদাহ্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বাহিনী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রাত্রিতে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সজ্জায়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সজ্জিত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প্রস্তুতি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বল্লাম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সেনাপতি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যুদ্ধাস্ত্র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নিয়েছো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অস্ত্র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শস্ত্র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এনেছো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বললাম</w:t>
      </w:r>
      <w:r w:rsidRPr="0054577C">
        <w:rPr>
          <w:cs/>
          <w:lang w:bidi="bn-IN"/>
        </w:rPr>
        <w:t xml:space="preserve">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অস্ত্র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শস্ত্রগুলি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অস্ত্র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শস্ত্রগুলি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যুদ্ধাস্ত্রগুলি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নুওয়াইরা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কথোপকথনের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সুদর্শনা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খালিদ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দাবি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নুওয়াইরা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ধর্মত্যাগী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মুর্তাদ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দাবিকে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প্রতিপন্ন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যেইভাবে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সেইভাবেই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আছি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খালিদের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সৈন্যবাহিনীর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অন্তর্গত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কাতাদাহ্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খালিদ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যুরারকে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মস্তক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উচ্ছেদ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হতাশার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খালিদকে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মহিলাই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দিল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খালিদ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গেছ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বলল্লেন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রয়েছি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রাতেই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: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সাবধান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লুণ্ঠিত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মালিকের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কালোরাত্রি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দীর্ঘ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মালিকের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প্রণয়াসক্ত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কাপুরুষের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চরিতার্থ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অসহায়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মস্তকবিহীন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ঐ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আনুষ্ঠানিকভাবে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বিবাহ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>!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ইয়াকুবী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কাতাদাহ্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সেনাপতিত্বে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সত্ত্বেও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...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খালিদ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ব্যভিচার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পাথর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মেরে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উচিত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পাথর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ইজতিহাদ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ইজতিহাদে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বলল্লেন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অন্ততঃপক্ষে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অপসারণ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বলল্লেন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কোষমুক্ত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কোষবদ্ধ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মালিকের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মুতাম্মীম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নুওয়াইরা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rFonts w:hint="cs"/>
          <w:cs/>
          <w:lang w:bidi="bn-IN"/>
        </w:rPr>
        <w:t>একবার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ফজরের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ধনুকের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হন্তাকে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আযূরের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পৌত্র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তাঁবুর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সৎলোকের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মস্তক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উচ্ছেদ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নিরাপত্তা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খিয়ানত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পক্ষান্তরে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নিরাপত্তা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আদৌ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খিয়ানত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খুলাফা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সুন্নী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মতাদর্শের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কিতাবসমূহে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ওয়ালীদ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নুওয়াইরার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সারসংক্ষেপ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মতাদর্শের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কিতাবসমূহে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গল্পটির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নিম্নরূপে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:</w:t>
      </w:r>
    </w:p>
    <w:p w:rsidR="0054577C" w:rsidRPr="0054577C" w:rsidRDefault="0054577C" w:rsidP="002562FC">
      <w:pPr>
        <w:pStyle w:val="libNormal"/>
      </w:pPr>
    </w:p>
    <w:p w:rsidR="0054577C" w:rsidRPr="0054577C" w:rsidRDefault="0054577C" w:rsidP="00F200D6">
      <w:pPr>
        <w:pStyle w:val="Heading2"/>
      </w:pPr>
      <w:bookmarkStart w:id="20" w:name="_Toc535947614"/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মতাদর্শের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সমূহে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</w:t>
      </w:r>
      <w:bookmarkEnd w:id="20"/>
    </w:p>
    <w:p w:rsidR="0054577C" w:rsidRPr="0054577C" w:rsidRDefault="0054577C" w:rsidP="000B0838">
      <w:pPr>
        <w:pStyle w:val="libNormal"/>
      </w:pPr>
      <w:r w:rsidRPr="0054577C">
        <w:rPr>
          <w:rFonts w:hint="cs"/>
          <w:cs/>
          <w:lang w:bidi="bn-IN"/>
        </w:rPr>
        <w:t>বিহারুল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আনওয়ারে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:)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ইন্তেকাল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নুওয়াইরার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তামীম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স্থলাভিষিক্ত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অনুসন্ধান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t xml:space="preserve">, </w:t>
      </w:r>
      <w:r w:rsidRPr="0054577C">
        <w:rPr>
          <w:rFonts w:hint="cs"/>
          <w:cs/>
          <w:lang w:bidi="bn-IN"/>
        </w:rPr>
        <w:t>জু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মিম্বরের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খুৎবা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জিজ্ঞেস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ওয়াসী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প্রতিনিধি</w:t>
      </w:r>
      <w:r w:rsidRPr="0054577C">
        <w:rPr>
          <w:cs/>
          <w:lang w:bidi="bn-IN"/>
        </w:rPr>
        <w:t>)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কোথায়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বেদুইন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নতুন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অবতারণা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নতুনত্বের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অনবগত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বলল্লেন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নতুনত্বের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অবতারণা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খিয়ানত</w:t>
      </w:r>
      <w:r w:rsidRPr="0054577C">
        <w:rPr>
          <w:cs/>
          <w:lang w:bidi="bn-IN"/>
        </w:rPr>
        <w:t>(</w:t>
      </w:r>
      <w:r w:rsidRPr="0054577C">
        <w:rPr>
          <w:rFonts w:hint="cs"/>
          <w:cs/>
          <w:lang w:bidi="bn-IN"/>
        </w:rPr>
        <w:t>বিশ্বাসঘাতকতা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মিম্বরের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ওয়াসীকে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দূরে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সরিয়েছে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প্রস্রাবকারী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বেদুইনকে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মসজিদ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উমরের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কুনফুয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ওয়ালীদ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পরিস্থিতি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নিয়ন্ত্রণ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ওয়ালীদকে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ডেকে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নিরাপদ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নই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খালিদ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রওনা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বাহ্যিকভাবে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নিরাপত্তা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কাপুরুষের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রাতেই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...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="000B0838" w:rsidRPr="000B0838">
        <w:rPr>
          <w:rStyle w:val="libFootnotenumChar"/>
          <w:cs/>
          <w:lang w:bidi="bn-IN"/>
        </w:rPr>
        <w:t>২৫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</w:p>
    <w:p w:rsidR="0054577C" w:rsidRPr="0054577C" w:rsidRDefault="0054577C" w:rsidP="000B0838">
      <w:pPr>
        <w:pStyle w:val="Heading3"/>
      </w:pPr>
      <w:bookmarkStart w:id="21" w:name="_Toc535947615"/>
      <w:r w:rsidRPr="0054577C">
        <w:rPr>
          <w:rFonts w:hint="cs"/>
          <w:cs/>
          <w:lang w:bidi="bn-IN"/>
        </w:rPr>
        <w:lastRenderedPageBreak/>
        <w:t>ঙ</w:t>
      </w:r>
      <w:r w:rsidRPr="0054577C">
        <w:rPr>
          <w:cs/>
          <w:lang w:bidi="bn-IN"/>
        </w:rPr>
        <w:t xml:space="preserve">. </w:t>
      </w:r>
      <w:r w:rsidRPr="0054577C">
        <w:rPr>
          <w:rFonts w:hint="cs"/>
          <w:cs/>
          <w:lang w:bidi="bn-IN"/>
        </w:rPr>
        <w:t>কান্দা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অঞ্চলের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</w:t>
      </w:r>
      <w:bookmarkEnd w:id="21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লাবীদ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কান্দা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মাউত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অঞ্চলের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গভর্ণর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ইন্তেকালের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যাকাত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সংগ্রহের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পর্যায়ে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যাহল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চান।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হারিছ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</w:t>
      </w:r>
      <w:r w:rsidR="00FA7DAC">
        <w:rPr>
          <w:rFonts w:hint="cs"/>
          <w:cs/>
          <w:lang w:bidi="bn-IN"/>
        </w:rPr>
        <w:t>য়া</w:t>
      </w:r>
      <w:r w:rsidR="00FA7DAC" w:rsidRPr="00743A59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নামক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গোত্রপতি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সত্যিই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প্রতিশ্রুতি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নির্বাচন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9356DD">
      <w:pPr>
        <w:pStyle w:val="libNormal"/>
      </w:pPr>
      <w:r w:rsidRPr="0054577C">
        <w:rPr>
          <w:rFonts w:hint="cs"/>
          <w:cs/>
          <w:lang w:bidi="bn-IN"/>
        </w:rPr>
        <w:t>হারিছ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বল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বঞ্চিত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অথচ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সর্বাধিক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উপযুক্ত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উলুল্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আরহামি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যুহুম্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আউলা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বিবা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যিন্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কিতাবিল্লাহি।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হকদার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="009356DD" w:rsidRPr="009356DD">
        <w:rPr>
          <w:rStyle w:val="libFootnotenumChar"/>
          <w:cs/>
          <w:lang w:bidi="bn-IN"/>
        </w:rPr>
        <w:t>২৬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বান্দা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হাদীছসমূহ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শ্রবণ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গাদীরে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নিয়োগের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অনবগত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বুঝেছেন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স্থলাভিষিক্ত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অবশ্যই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মনোনীত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মুহাজির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জ্ঞাত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হারিছ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উপেক্ষা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t xml:space="preserve">; </w:t>
      </w:r>
      <w:r w:rsidRPr="0054577C">
        <w:rPr>
          <w:rFonts w:hint="cs"/>
          <w:cs/>
          <w:lang w:bidi="bn-IN"/>
        </w:rPr>
        <w:t>আদৌ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পৃথিবী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কাউকেই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স্থলাভিষিক্ত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নিযুক্ত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অন্যান্যরাও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সত্যায়ন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... </w:t>
      </w:r>
      <w:r w:rsidRPr="0054577C">
        <w:rPr>
          <w:rFonts w:hint="cs"/>
          <w:cs/>
          <w:lang w:bidi="hi-IN"/>
        </w:rPr>
        <w:t>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দামামা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লাবীদ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প্রার্থনা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রাত্রিতে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আকস্মিক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চালিয়ে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সম্পদসহ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আশ্চর্যের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ঐতিহাসিকগণ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এদেরকেই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ধর্মত্যাগী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চিহ্নিত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মুসলমানরা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বাজেয়াপ্ত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অথচ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স্থলাভিষিক্ত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ভ্রুক্ষেপ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সবাইকে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ধর্মত্যাগী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বহির্ভূত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চিহ্নিত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অনুরূপ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আরেকটি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নিযুক্ত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রাবা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এলাকার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ক্ষিপ্ত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গভর্ণরকে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বিতাড়িত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ইকরামা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জাহলকে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লিখেন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পূর্ব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স্থলে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রাবা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এলাকার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যথোপযুক্ত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লাবীদের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ইকরামা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রাবা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এলাকার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প্রস্তাব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মতামত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এস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যাকাত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নিম্নোক্ত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শর্তগুলি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: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১।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বাতিলপন্থী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সত্যপন্থী।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জাহান্নামে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জান্নাতে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৩।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আত্মসমর্পণের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ইচ্ছা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তেমনভাবে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>
        <w:rPr>
          <w:rFonts w:hint="eastAsia"/>
        </w:rPr>
        <w:t>‘</w:t>
      </w:r>
      <w:r w:rsidRPr="0054577C">
        <w:rPr>
          <w:rFonts w:hint="cs"/>
          <w:cs/>
          <w:lang w:bidi="bn-IN"/>
        </w:rPr>
        <w:t>রাবা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এলাকার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নিরুপায়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শর্তগুলি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প্রাক্তন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গভর্ণর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হুযায়ফা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সত্যই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যুদ্ধাস্ত্র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এসো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ইকরামা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অভিজাত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বাজেয়াপ্ত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সিদ্ধান্ত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বিতরণ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বাঁধা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বলেলন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মেরে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অনুচিত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উমরের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জাতীয়তাবোধ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তীব্র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  <w:r>
        <w:rPr>
          <w:rFonts w:hint="eastAsia"/>
        </w:rPr>
        <w:t>’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বিষয়টি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ধর্মত্যাগ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সংক্রান্ত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নুওয়াইরার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ঘটনা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স্থলাভিষিক্ত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ওসিয়ত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নেতৃত্বদান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শাসকগোষ্ঠী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প্রতিবাদী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স্তব্ধ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গোলযোগ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কঠোরতার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রাজনীতি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অবলম্বন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ধর্মত্যাগীর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লেবেল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কাঁটা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দূরীভূত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</w:p>
    <w:p w:rsidR="0054577C" w:rsidRPr="0054577C" w:rsidRDefault="0054577C" w:rsidP="009356DD">
      <w:pPr>
        <w:pStyle w:val="Heading2Center"/>
      </w:pPr>
      <w:bookmarkStart w:id="22" w:name="_Toc535947616"/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ওসিয়ত</w:t>
      </w:r>
      <w:bookmarkEnd w:id="22"/>
    </w:p>
    <w:p w:rsidR="0054577C" w:rsidRPr="0054577C" w:rsidRDefault="0054577C" w:rsidP="009356DD">
      <w:pPr>
        <w:pStyle w:val="libNormal"/>
      </w:pP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শাসনকাল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খুবই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সংক্ষিপ্ত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সুগম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মৃত্যুশয্যায়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লিখ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বিসমিল্লাহির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রাহমানির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রাহীম</w:t>
      </w:r>
      <w:r w:rsidRPr="0054577C">
        <w:t xml:space="preserve">, </w:t>
      </w:r>
      <w:r w:rsidRPr="0054577C">
        <w:rPr>
          <w:rFonts w:hint="cs"/>
          <w:cs/>
          <w:lang w:bidi="bn-IN"/>
        </w:rPr>
        <w:lastRenderedPageBreak/>
        <w:t>এইটি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অসিয়তনামা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মুসলমানদেরকে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দিচ্ছেন।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অজ্ঞান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স্থলাভিষিক্ত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খাত্তাবকে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মনোনীত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করলাম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বলেলন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দেখি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উছমান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তকবীর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সন্তুষ্টি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বলেলন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বিভেদে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পড়বে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উছমান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বলেলন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হ্যাঁ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বলেলন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পুরস্কার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ওসিয়ত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শুনানোর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  <w:r w:rsidR="009356DD" w:rsidRPr="009356DD">
        <w:rPr>
          <w:rStyle w:val="libFootnotenumChar"/>
          <w:cs/>
          <w:lang w:bidi="bn-IN"/>
        </w:rPr>
        <w:t>২৭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বলব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সত্যিই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উম্মতের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অসিয়তনামা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নিষ্পাপত্বের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ঐশী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বেআদবী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প্রলাপ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যন্ত্রণা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তীব্রতা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ইন্নার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রাজুলা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লাইয়াহ্জুরু</w:t>
      </w:r>
      <w:r w:rsidR="008B6C3F">
        <w:rPr>
          <w:rFonts w:hint="eastAsia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প্রলাপ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বকছেন</w:t>
      </w:r>
      <w:r w:rsidRPr="0054577C">
        <w:rPr>
          <w:cs/>
          <w:lang w:bidi="bn-IN"/>
        </w:rPr>
        <w:t xml:space="preserve"> !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হাসবুনা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কিতাবুল্লাহ্</w:t>
      </w:r>
      <w:r w:rsidR="008B6C3F">
        <w:rPr>
          <w:rFonts w:hint="eastAsia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যথেষ্ট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অসিয়তনামা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অসমাপ্ত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অজ্ঞান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দীর্ঘদিনের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বন্ধুরা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পূর্ব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নির্ধারিত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পরিকল্পনা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অনুযায়ী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!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লাকুম্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কাইফা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তাহ্কুমূন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কিরূপ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rPr>
          <w:cs/>
          <w:lang w:bidi="bn-IN"/>
        </w:rPr>
        <w:t xml:space="preserve"> </w:t>
      </w:r>
      <w:r w:rsidRPr="0054577C">
        <w:t>?!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সূচনালগ্নের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একাংশ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উপস্থাপনের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প্রকাশিত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হৃদয়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বিদারক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মর্মস্পর্শী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ভাষণ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বিষয়টিকে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যোগ্য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উপলব্ধি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সহজতর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দিচ্ছে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724E2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জেনে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রাখ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কসম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আবু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কুহাফার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পুত্র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খিলাফতের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পোশাককে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এমন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অবস্থায়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পরিধান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যখন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জানেন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খিলাফত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রাসূলের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স্থলাভিষিক্ত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প্রতিনিধিত্বের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ক্ষেত্রে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স্থান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ঠিক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যাঁতার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কেন্দ্রীয়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পাথরের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ন্যায়।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যখন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অধিকারকে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lastRenderedPageBreak/>
        <w:t>হরণ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দেখলাম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এমন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অবস্থায়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ধৈর্য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ধারণে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বাধ্য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হলাম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>,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চোখে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কাঁটা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কণ্ঠ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হাড়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বিদ্ধ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ছিল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hi-IN"/>
        </w:rPr>
        <w:t>।।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এইভাবে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প্রথমজন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আবু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বকর</w:t>
      </w:r>
      <w:r w:rsidR="0054577C" w:rsidRPr="0054577C">
        <w:rPr>
          <w:cs/>
          <w:lang w:bidi="bn-IN"/>
        </w:rPr>
        <w:t xml:space="preserve">) </w:t>
      </w:r>
      <w:r w:rsidR="0054577C" w:rsidRPr="0054577C">
        <w:rPr>
          <w:rFonts w:hint="cs"/>
          <w:cs/>
          <w:lang w:bidi="bn-IN"/>
        </w:rPr>
        <w:t>তার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পথের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শেষ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প্রান্তে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পৌছালেন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খাত্তাবের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পুত্রকে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উৎকোচ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দিলেন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কি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বিস্ময়কর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ব্যাপার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তার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জীবদ্দশায়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ফিরিয়ে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দেয়ার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কথা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বলতেন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মৃত্যুর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সময়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অপরকে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প্রদান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করলেন।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আহ্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কিরূপ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লোভাতুর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দৃঢ়ভাবে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দোহন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করেছেন</w:t>
      </w:r>
      <w:r w:rsidR="0054577C" w:rsidRPr="0054577C">
        <w:rPr>
          <w:cs/>
          <w:lang w:bidi="bn-IN"/>
        </w:rPr>
        <w:t xml:space="preserve"> !</w:t>
      </w:r>
      <w:r>
        <w:rPr>
          <w:rStyle w:val="libEnChar"/>
        </w:rPr>
        <w:t>”</w:t>
      </w:r>
      <w:r w:rsidR="00724E2C" w:rsidRPr="00724E2C">
        <w:rPr>
          <w:rStyle w:val="libFootnotenumChar"/>
          <w:cs/>
          <w:lang w:bidi="bn-IN"/>
        </w:rPr>
        <w:t>২৮</w:t>
      </w:r>
      <w:r w:rsidR="0054577C" w:rsidRPr="0054577C">
        <w:rPr>
          <w:cs/>
          <w:lang w:bidi="bn-IN"/>
        </w:rPr>
        <w:t xml:space="preserve"> </w:t>
      </w:r>
    </w:p>
    <w:p w:rsidR="0054577C" w:rsidRPr="0054577C" w:rsidRDefault="0054577C" w:rsidP="008932FB">
      <w:pPr>
        <w:pStyle w:val="Heading1Center"/>
      </w:pPr>
      <w:bookmarkStart w:id="23" w:name="_Toc535947617"/>
      <w:r w:rsidRPr="0054577C">
        <w:rPr>
          <w:rFonts w:hint="cs"/>
          <w:cs/>
          <w:lang w:bidi="bn-IN"/>
        </w:rPr>
        <w:t>৪</w:t>
      </w:r>
      <w:r w:rsidRPr="0054577C">
        <w:rPr>
          <w:rFonts w:hint="cs"/>
          <w:cs/>
          <w:lang w:bidi="hi-IN"/>
        </w:rPr>
        <w:t>।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উমরের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খিলাফত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ইসলামে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বিকৃতির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প্রসার</w:t>
      </w:r>
      <w:bookmarkEnd w:id="23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মতাদর্শের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শ্রেষ্ঠত্ব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শ্রেণী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শ্রেণীবৈষম্যের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ঘটিয়েছে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ভ্রাতৃত্বের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আয়্যুহান্নাসু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ইন্না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খালাক্বনাকুম্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যাকারিন্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উনছা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জা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আলনাকুম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ঊবান্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ক্বাবায়িলা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লিতা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আরাফূ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ইন্না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আকরামাকুম্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ইন্দাল্লাহি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আত্ক্বাকুম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ইন্নাল্লাহা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আলীমুন্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খাবীর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মানুষ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উপদলে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নিশ্চয়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সর্বোত্তম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সর্বাধিক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খোদাভীরু।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নিশ্চয়ই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সর্বজ্ঞ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খবর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রাখেন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আবির্ভাব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তৎকালীন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পৃথিবীর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বিদ্যমান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দেশেই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রূপগত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পার্থক্যছাড়া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শ্রেণীশাসন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চালু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ইরানে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রকমের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রোমে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আরেক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রকমের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ভারত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চীনে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রকমের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উপদ্বীপ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সভ্যতা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রাষ্ট্রীয়শাসন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বঞ্চিত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গোত্রসমূহে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শ্রেণীভিত্তিক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বলবৎ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গোত্রপ্রধানের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নেতৃত্বে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পরিচালিত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উদ্ভূত।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জাতিতে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প্রিয়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শ্রেষ্ঠ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সর্বাপেক্ষা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খোদাভীরু।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</w:t>
      </w:r>
      <w:r w:rsidR="008B6C3F">
        <w:rPr>
          <w:rFonts w:hint="eastAsia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সম্বোধন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মানবকে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সবাইকে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শ্রেণীতে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সূচনায়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ইজতিহাদের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শ্রেণীবৈষম্য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আবিষ্কার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কিরূপে</w:t>
      </w:r>
      <w:r w:rsidRPr="0054577C">
        <w:rPr>
          <w:cs/>
          <w:lang w:bidi="bn-IN"/>
        </w:rPr>
        <w:t xml:space="preserve"> </w:t>
      </w:r>
      <w:r w:rsidRPr="0054577C">
        <w:t>?</w:t>
      </w:r>
    </w:p>
    <w:p w:rsidR="002F6957" w:rsidRPr="00743A59" w:rsidRDefault="002F6957" w:rsidP="00743A59">
      <w:r>
        <w:br w:type="page"/>
      </w:r>
    </w:p>
    <w:p w:rsidR="0054577C" w:rsidRPr="0054577C" w:rsidRDefault="0054577C" w:rsidP="008932FB">
      <w:pPr>
        <w:pStyle w:val="Heading2Center"/>
      </w:pPr>
      <w:bookmarkStart w:id="24" w:name="_Toc535947618"/>
      <w:r w:rsidRPr="0054577C">
        <w:rPr>
          <w:rFonts w:hint="cs"/>
          <w:cs/>
          <w:lang w:bidi="bn-IN"/>
        </w:rPr>
        <w:lastRenderedPageBreak/>
        <w:t>ইসলামে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শ্রেণী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বৈষম্যের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bookmarkEnd w:id="24"/>
    </w:p>
    <w:p w:rsidR="0054577C" w:rsidRPr="0054577C" w:rsidRDefault="0054577C" w:rsidP="005E771B">
      <w:pPr>
        <w:pStyle w:val="Heading3"/>
      </w:pPr>
      <w:bookmarkStart w:id="25" w:name="_Toc535947619"/>
      <w:r w:rsidRPr="0054577C">
        <w:rPr>
          <w:rFonts w:hint="cs"/>
          <w:cs/>
          <w:lang w:bidi="bn-IN"/>
        </w:rPr>
        <w:t>১</w:t>
      </w:r>
      <w:r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আর্থিক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সুবিধাদান</w:t>
      </w:r>
      <w:bookmarkEnd w:id="25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ইসলামে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যাকে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বাইতুল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সর্ব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সাধারণের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অভিহিত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:) </w:t>
      </w:r>
      <w:r w:rsidRPr="0054577C">
        <w:rPr>
          <w:rFonts w:hint="cs"/>
          <w:cs/>
          <w:lang w:bidi="bn-IN"/>
        </w:rPr>
        <w:t>যুগে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বছরের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খিলাফতকালে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বিতরণ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পদ্ধতিকে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অপছন্দ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প্রত্যেক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অনুযায়ী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বার্ষিক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নির্ধারণ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শ্রেণীবিন্যস্ত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আয়িশা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রাঃ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বার্ষিক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দিরহাম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প্রত্যেকেই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দিরহাম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বদর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ঊপস্থিত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প্রত্যেকেই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পাঁচ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দিরহাম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ওহুদ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অংশগ্রহণকারীগণ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দিরহাম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খন্দকে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অংশগ্রহণকারীগণ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আড়াই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দিরহাম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পাবেন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এইভাবে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বণ্টন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কতিপয়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নির্ধারিত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দুইশত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দিরহাম।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পার্থক্যের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সীমারেখা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কোথায়</w:t>
      </w:r>
      <w:r w:rsidRPr="0054577C">
        <w:rPr>
          <w:cs/>
          <w:lang w:bidi="bn-IN"/>
        </w:rPr>
        <w:t xml:space="preserve"> </w:t>
      </w:r>
      <w:r w:rsidRPr="0054577C">
        <w:t>?!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বৈষম্য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মানদণ্ডের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ভিত্তিতে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t>?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আচ্ছা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শ্রেণীবিন্যাস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অবতারণা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স্পষ্ট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শ্রেণীকে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সুবিধা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ঠিক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তদ্রূপভাবে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ছত্রছায়ায়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তালহা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যুবাইর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আব্দুর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রহমান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আউফ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সুবিধা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ভাবতে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5E771B">
      <w:pPr>
        <w:pStyle w:val="Heading3"/>
      </w:pPr>
      <w:bookmarkStart w:id="26" w:name="_Toc535947620"/>
      <w:r w:rsidRPr="0054577C">
        <w:rPr>
          <w:rFonts w:hint="cs"/>
          <w:cs/>
          <w:lang w:bidi="bn-IN"/>
        </w:rPr>
        <w:t>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প্রাধান্য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সুবিধাদান</w:t>
      </w:r>
      <w:bookmarkEnd w:id="26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সকীফা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অভ্যুত্থানের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গভীরভাবে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নিবদ্ধ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পরিষ্কারভাবে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কুরাইশ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গোত্রপতিরা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অত্যন্ত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সূক্ষ্ণভাবে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আবতির্ত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</w:t>
      </w:r>
      <w:r w:rsidRPr="0054577C">
        <w:t xml:space="preserve">;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সদস্য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পরামর্শ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পরিষদে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কুরাইশ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একজনকেও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উৎসর্গ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পরিত্যাগ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গভর্ণর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যুগে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হুনাইফ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গভর্ণর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আযীযের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গভর্ণর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হয়েছিলেন।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কুরাইশরা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সুবিধাকে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নির্দিষ্ট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প্রাধান্য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বিকৃতির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বিচ্যুতি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বিকৃতিগুলির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ইঙ্গিত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শাসকরা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জ্ঞাতসারে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ইচ্ছাকৃতভাবে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বিরোধিতা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প্রতিশ্রুতিকে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ভঙ্গ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সুন্নতকে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জনগণকে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প্রণালীকে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কক্ষপথে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চারপাশ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স্বল্প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সংখ্যক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শিয়া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অনুসারী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সুন্নত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অপরিহার্যতা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শ্রেষ্ঠত্বকে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জানেন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মাক্বামে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ইবরাহীমকে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স্থানান্তর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:) </w:t>
      </w:r>
      <w:r w:rsidRPr="0054577C">
        <w:rPr>
          <w:rFonts w:hint="cs"/>
          <w:cs/>
          <w:lang w:bidi="bn-IN"/>
        </w:rPr>
        <w:t>স্থাপন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ফাদাক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বাগানটি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উত্তরসূরিদের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দেই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অনুদান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অনুগ্রহের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বহিগুলি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বাইতুল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বণ্টন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বিত্তশালীদের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মসজিদকে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প্রাথমিক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দরজাগুলি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খোলা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দরজাগুলিকে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পাদুকার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মসেহ্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নিষিদ্ধ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ঘোষণা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নাবীয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খেজুর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প্রস্তুত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পানকারীদের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মদ্যপানের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মোতা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হজ্ব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উমরায়ে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তামাত্তো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হজ্বে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তামাত্তোর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ইহরাম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বাঁধার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কিংবা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শরীয়ত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সম্মতভাবে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</w:t>
      </w:r>
      <w:r w:rsidRPr="0054577C">
        <w:rPr>
          <w:cs/>
          <w:lang w:bidi="bn-IN"/>
        </w:rPr>
        <w:t>)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মোতায়ে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শরীয়ত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সম্মতভাবে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খণ্ডকালীন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বিবাহ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বৈধ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ঘোষণা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সালাতুল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জানাযা</w:t>
      </w:r>
      <w:r w:rsidRPr="0054577C">
        <w:rPr>
          <w:cs/>
          <w:lang w:bidi="bn-IN"/>
        </w:rPr>
        <w:t>)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পাঁচ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তকবীরে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নামাযগুলিতে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বিসমিল্লাহির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রাহমানির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রাহীম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কে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উচ্চৈঃস্বরে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...</w:t>
      </w:r>
      <w:r w:rsidRPr="0054577C">
        <w:t xml:space="preserve">; </w:t>
      </w: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নিশ্চিত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চারপাশ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যাবে।</w:t>
      </w:r>
    </w:p>
    <w:p w:rsidR="0054577C" w:rsidRPr="0054577C" w:rsidRDefault="0054577C" w:rsidP="005E771B">
      <w:pPr>
        <w:pStyle w:val="libNormal"/>
      </w:pP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রমাযান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ওয়াজিব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জামাতবদ্ধ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মুস্তাহাব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জামাতবদ্ধ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বিদ্আত</w:t>
      </w:r>
      <w:r w:rsidRPr="0054577C">
        <w:t xml:space="preserve">; </w:t>
      </w:r>
      <w:r w:rsidRPr="0054577C">
        <w:rPr>
          <w:rFonts w:hint="cs"/>
          <w:cs/>
          <w:lang w:bidi="bn-IN"/>
        </w:rPr>
        <w:t>হঠাৎ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সেনাবাহিনীর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কতিপয়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অনুসারীরা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উমরের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সুন্নত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রূপান্তরিত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রমাযান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মুস্তাহাব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সত্যিই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সেনাবাহিনীর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কতিপয়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সদস্য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বসবে।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কষ্টই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পেলাম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অনৈক্য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অনুসরণের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>!</w:t>
      </w:r>
      <w:r w:rsidR="008B6C3F">
        <w:rPr>
          <w:rStyle w:val="libEnChar"/>
        </w:rPr>
        <w:t>”</w:t>
      </w:r>
      <w:r w:rsidR="005E771B" w:rsidRPr="005E771B">
        <w:rPr>
          <w:rStyle w:val="libFootnotenumChar"/>
          <w:cs/>
          <w:lang w:bidi="bn-IN"/>
        </w:rPr>
        <w:t>২৯</w:t>
      </w:r>
    </w:p>
    <w:p w:rsidR="0054577C" w:rsidRPr="0054577C" w:rsidRDefault="0054577C" w:rsidP="005724BE">
      <w:pPr>
        <w:pStyle w:val="libNormal"/>
      </w:pPr>
      <w:r w:rsidRPr="0054577C">
        <w:rPr>
          <w:rFonts w:hint="cs"/>
          <w:cs/>
          <w:lang w:bidi="bn-IN"/>
        </w:rPr>
        <w:t>মোট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স্পষ্টভাবে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উম্মাকে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নবীর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সুন্নতের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কৃতকার্য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অসহ্য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যন্ত্রণা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পরিশেষে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নিকৃষ্টকে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অবশ্যম্ভাবী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ক্লান্ত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তুলেছি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ক্লান্ত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তুলেছে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="005724BE" w:rsidRPr="005724BE">
        <w:rPr>
          <w:rStyle w:val="libFootnotenumChar"/>
          <w:cs/>
          <w:lang w:bidi="bn-IN"/>
        </w:rPr>
        <w:t>৩০</w:t>
      </w:r>
    </w:p>
    <w:p w:rsidR="0054577C" w:rsidRPr="0054577C" w:rsidRDefault="0054577C" w:rsidP="002562FC">
      <w:pPr>
        <w:pStyle w:val="libNormal"/>
      </w:pPr>
    </w:p>
    <w:p w:rsidR="0054577C" w:rsidRPr="0054577C" w:rsidRDefault="0054577C" w:rsidP="00161F74">
      <w:pPr>
        <w:pStyle w:val="Heading2Center"/>
      </w:pPr>
      <w:bookmarkStart w:id="27" w:name="_Toc535947621"/>
      <w:r w:rsidRPr="0054577C">
        <w:rPr>
          <w:rFonts w:hint="cs"/>
          <w:cs/>
          <w:lang w:bidi="bn-IN"/>
        </w:rPr>
        <w:t>উছমানের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আধিপত্য</w:t>
      </w:r>
      <w:bookmarkEnd w:id="27"/>
      <w:r w:rsidRPr="0054577C">
        <w:rPr>
          <w:cs/>
          <w:lang w:bidi="bn-IN"/>
        </w:rPr>
        <w:t xml:space="preserve"> </w:t>
      </w:r>
    </w:p>
    <w:p w:rsidR="0054577C" w:rsidRPr="0054577C" w:rsidRDefault="0054577C" w:rsidP="00B462B2">
      <w:pPr>
        <w:pStyle w:val="libNormal"/>
      </w:pPr>
      <w:r w:rsidRPr="0054577C">
        <w:rPr>
          <w:rFonts w:hint="cs"/>
          <w:cs/>
          <w:lang w:bidi="bn-IN"/>
        </w:rPr>
        <w:t>তরবারির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আঘাতপ্রাপ্ত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নির্দেশে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উছমান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আব্দুর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রহমান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আউফ</w:t>
      </w:r>
      <w:r w:rsidRPr="0054577C">
        <w:t xml:space="preserve">,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ওয়াক্কাস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ত্বালহা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যুবাইরের</w:t>
      </w:r>
      <w:r w:rsidR="008B6C3F">
        <w:rPr>
          <w:rFonts w:hint="eastAsia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সমন্বয়ে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গঠিত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সদস্যের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পরামর্শ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বোর্ড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খলিফা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মনোনয়নের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সমবেত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নির্ধারিত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পরিকল্পনা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অনুযায়ী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রহমান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আউফ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উছমানকে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খিলাফতের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অধিষ্ঠিত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="00161F74" w:rsidRPr="00161F74">
        <w:rPr>
          <w:rStyle w:val="libFootnotenumChar"/>
          <w:cs/>
          <w:lang w:bidi="bn-IN"/>
        </w:rPr>
        <w:t>৩১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উছমান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বছর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সদাচার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ব্যবস্থার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দ্বিতীয়ার্ধে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ভবিষ্যদ্বাণী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অনুযায়ী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কাঁধে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নাহ্জুল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বালাগার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ব্যাখ্যাতে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উছমানের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ব্যাপারে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উমরের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মন্তব্য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ভবিষ্যদ্বাণী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সঠিক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ছিল।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কারণ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বনী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উমাইয়্যাদেরকে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উছমান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জনগণের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কাঁধে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চাপিয়ে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hi-IN"/>
        </w:rPr>
        <w:t>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ইসলামী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ভূখণ্ডের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বিভিন্ন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প্রদেশগুলিতে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কর্তৃত্ব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প্রদান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করেন।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নেতৃস্থানীয়দের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বিজিত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ভূমিসমূহ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উর্বর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কৃষিক্ষেত্রসমূহের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মালিকানা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অন্যান্য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সুযোগ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সুবিধা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প্রদান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করেন।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যুগে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বিজিত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আর্মেনিয়ার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গনিমতের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পুরোটাই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চাচাতো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ভাই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মারওয়ান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ইবনে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হাকামকে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আব্দুল্লাহ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ইবনে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খালিদ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ইবনে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উসাইদ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নিকট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অনুদান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চাওয়ার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কারণে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চারলক্ষ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দিরহাম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প্রদান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করেন।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হাকাম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ইবনে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আবিল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আস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রাসূল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সা</w:t>
      </w:r>
      <w:r w:rsidR="0054577C" w:rsidRPr="0054577C">
        <w:rPr>
          <w:cs/>
          <w:lang w:bidi="bn-IN"/>
        </w:rPr>
        <w:t xml:space="preserve">.) </w:t>
      </w:r>
      <w:r w:rsidR="0054577C" w:rsidRPr="0054577C">
        <w:rPr>
          <w:rFonts w:hint="cs"/>
          <w:cs/>
          <w:lang w:bidi="bn-IN"/>
        </w:rPr>
        <w:t>নির্বাসন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দিয়েছিলেন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বকর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উমরও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ফিরিয়ে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আনতে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রাজী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মদীনায়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ফিরিয়ে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আনেন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তৎসঙ্গে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একলক্ষ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দিরহাম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করেন।</w:t>
      </w:r>
      <w:r w:rsidR="0054577C" w:rsidRPr="0054577C">
        <w:rPr>
          <w:cs/>
          <w:lang w:bidi="bn-IN"/>
        </w:rPr>
        <w:t xml:space="preserve"> </w:t>
      </w:r>
      <w:r w:rsidR="0054577C" w:rsidRPr="008C68E5">
        <w:rPr>
          <w:rStyle w:val="libEnChar"/>
        </w:rPr>
        <w:t>‘</w:t>
      </w:r>
      <w:r w:rsidR="0054577C" w:rsidRPr="0054577C">
        <w:rPr>
          <w:rFonts w:hint="cs"/>
          <w:cs/>
          <w:lang w:bidi="bn-IN"/>
        </w:rPr>
        <w:t>নাহরয</w:t>
      </w:r>
      <w:r w:rsidR="0054577C">
        <w:rPr>
          <w:rFonts w:hint="eastAsia"/>
        </w:rPr>
        <w:t>’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নামক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মদীনার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বাজারের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অংশ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যেটি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রাসূল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সা</w:t>
      </w:r>
      <w:r w:rsidR="0054577C" w:rsidRPr="0054577C">
        <w:rPr>
          <w:cs/>
          <w:lang w:bidi="bn-IN"/>
        </w:rPr>
        <w:t xml:space="preserve">.) </w:t>
      </w:r>
      <w:r w:rsidR="0054577C" w:rsidRPr="0054577C">
        <w:rPr>
          <w:rFonts w:hint="cs"/>
          <w:cs/>
          <w:lang w:bidi="bn-IN"/>
        </w:rPr>
        <w:t>মুসলমানদেরকে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ওয়াক্ফ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দিয়েছিলেন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সেইটি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মারওয়ানের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ভাই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হারিছ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ইবনে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হাকামকে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করেন।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ফাতিমার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আ</w:t>
      </w:r>
      <w:r w:rsidR="0054577C" w:rsidRPr="0054577C">
        <w:rPr>
          <w:cs/>
          <w:lang w:bidi="bn-IN"/>
        </w:rPr>
        <w:t xml:space="preserve">.) </w:t>
      </w:r>
      <w:r w:rsidR="0054577C" w:rsidRPr="0054577C">
        <w:rPr>
          <w:rFonts w:hint="cs"/>
          <w:cs/>
          <w:lang w:bidi="bn-IN"/>
        </w:rPr>
        <w:t>নিকট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ছিনিয়ে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নেয়া</w:t>
      </w:r>
      <w:r w:rsidR="0054577C" w:rsidRPr="0054577C">
        <w:rPr>
          <w:cs/>
          <w:lang w:bidi="bn-IN"/>
        </w:rPr>
        <w:t xml:space="preserve"> </w:t>
      </w:r>
      <w:r w:rsidR="0054577C" w:rsidRPr="008C68E5">
        <w:rPr>
          <w:rStyle w:val="libEnChar"/>
        </w:rPr>
        <w:t>‘</w:t>
      </w:r>
      <w:r w:rsidR="0054577C" w:rsidRPr="0054577C">
        <w:rPr>
          <w:rFonts w:hint="cs"/>
          <w:cs/>
          <w:lang w:bidi="bn-IN"/>
        </w:rPr>
        <w:t>ফাদাক</w:t>
      </w:r>
      <w:r w:rsidR="0054577C">
        <w:rPr>
          <w:rFonts w:hint="eastAsia"/>
        </w:rPr>
        <w:t>’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বাগানটি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মারওয়ানকে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উপহার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দেন।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চতুষ্পার্শ্বস্থ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চারণভূমি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মালিকানার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ইহ্শাম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মালিকানায়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একচেটিয়া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ত্রিপোলী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তানজা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আফ্রিকা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অর্জিত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গনিমত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সরাহকে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মুসলমানকেও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মারওয়ানকে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দিরহাম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সুফিয়ানকেও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একলক্ষ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দিরহাম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</w:p>
    <w:p w:rsidR="0054577C" w:rsidRPr="0054577C" w:rsidRDefault="0054577C" w:rsidP="00E431CF">
      <w:pPr>
        <w:pStyle w:val="libNormal"/>
      </w:pPr>
      <w:r w:rsidRPr="0054577C">
        <w:rPr>
          <w:rFonts w:hint="cs"/>
          <w:cs/>
          <w:lang w:bidi="bn-IN"/>
        </w:rPr>
        <w:lastRenderedPageBreak/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সমালোচনার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যোগ্য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কর্মকাণ্ডে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নির্দেশে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আবুযর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গিফারীকে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রবাযা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এলাকায়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নির্বাসন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মাসউদকে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পাঁজর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ভেঙ্গে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তাছাড়া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বিধিবিধান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দণ্ডসমূহ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প্রয়োগ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অত্যাচারীদেরকে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নিষিদ্ধ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ভুখণ্ডের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লেখা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উছমানকে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বিদ্আত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নব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উদ্ভাবন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করানোর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মিশর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একত্রিত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সতর্ক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সংশোধন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অপরাধ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অব্যাহত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="00E431CF" w:rsidRPr="00E431CF">
        <w:rPr>
          <w:rStyle w:val="libFootnotenumChar"/>
          <w:cs/>
          <w:lang w:bidi="bn-IN"/>
        </w:rPr>
        <w:t>৩২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636AFD">
      <w:pPr>
        <w:pStyle w:val="libNormal"/>
      </w:pPr>
      <w:r w:rsidRPr="0054577C">
        <w:rPr>
          <w:rFonts w:hint="cs"/>
          <w:cs/>
          <w:lang w:bidi="bn-IN"/>
        </w:rPr>
        <w:t>উছমান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সুন্নতের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মোকাবেলা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উপরোল্লেখিত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আচারণগুলি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খৃষ্টানপাদ্রী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তামীমদারীকে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চাকুরি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তামীমদারী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বাহ্যত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খুৎবার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অনুমতি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পেয়েছিলেন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প্রাধান্য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সপ্তাহে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অনুমতি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নিষিদ্ধ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তদস্থলে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ইসরাঈলি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বর্ণনাসমূহ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="00636AFD" w:rsidRPr="00636AFD">
        <w:rPr>
          <w:rStyle w:val="libFootnotenumChar"/>
          <w:cs/>
          <w:lang w:bidi="bn-IN"/>
        </w:rPr>
        <w:t>৩৩</w:t>
      </w:r>
    </w:p>
    <w:p w:rsidR="0054577C" w:rsidRPr="0054577C" w:rsidRDefault="0054577C" w:rsidP="002562FC">
      <w:pPr>
        <w:pStyle w:val="libNormal"/>
      </w:pPr>
    </w:p>
    <w:p w:rsidR="0054577C" w:rsidRPr="0054577C" w:rsidRDefault="0054577C" w:rsidP="0035215B">
      <w:pPr>
        <w:pStyle w:val="Heading1Center"/>
      </w:pPr>
      <w:bookmarkStart w:id="28" w:name="_Toc535947622"/>
      <w:r w:rsidRPr="0054577C">
        <w:rPr>
          <w:rFonts w:hint="cs"/>
          <w:cs/>
          <w:lang w:bidi="bn-IN"/>
        </w:rPr>
        <w:t>মুয়াবিয়ার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খিলাফত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নব্য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পরিকল্পনা</w:t>
      </w:r>
      <w:bookmarkEnd w:id="28"/>
      <w:r w:rsidRPr="0054577C">
        <w:rPr>
          <w:rtl/>
          <w:cs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খিলাফতের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সমাপ্তির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আবির্ভাবের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দীর্ঘ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একুশ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বছর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জাহিলিয়াতের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কাফির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মুহূর্তের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কাফির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সংস্পর্শ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দূরে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এমনকি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বাহ্যতঃ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আকৃষ্ট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তিরস্কারমূলক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B059FB">
      <w:pPr>
        <w:pStyle w:val="libNormal"/>
      </w:pPr>
      <w:r>
        <w:rPr>
          <w:rFonts w:hint="eastAsia"/>
        </w:rPr>
        <w:lastRenderedPageBreak/>
        <w:t>“</w:t>
      </w:r>
      <w:r w:rsidR="0054577C" w:rsidRPr="0054577C">
        <w:rPr>
          <w:rFonts w:hint="cs"/>
          <w:cs/>
          <w:lang w:bidi="bn-IN"/>
        </w:rPr>
        <w:t>হে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সখর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ইসলাম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গ্রহণ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কারণ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ইসলাম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অপমানিত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লাঞ্ছিত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করবে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আমাদের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প্রিয়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ব্যক্তিত্বদের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মৃত্যুর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বদর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যুদ্ধে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টুকরো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টুকরো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হয়েছেন।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নিহত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ব্যক্তিদের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মাঝে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মামা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চাচা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ছিলেন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মায়ের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চাচা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ছিলেন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তৃতীয়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ব্যক্তি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hi-IN"/>
        </w:rPr>
        <w:t>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প্রিয়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ভাই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হানযালাও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নিহতদের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অন্তর্ভূক্ত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ছিল</w:t>
      </w:r>
      <w:r w:rsidR="0054577C" w:rsidRPr="0054577C">
        <w:t>,</w:t>
      </w:r>
      <w:r w:rsidR="0054577C" w:rsidRPr="0054577C">
        <w:rPr>
          <w:rFonts w:hint="cs"/>
          <w:cs/>
          <w:lang w:bidi="bn-IN"/>
        </w:rPr>
        <w:t>আমাদের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শত্রুরা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তারাই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প্রাতের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ঘুমকে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জাগরণে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পরিণত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hi-IN"/>
        </w:rPr>
        <w:t>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মুহূর্তের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ইসলামের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আকৃষ্ট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কারণ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কাঁধে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অপমানের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বোঝা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চাপাবে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সেই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সব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উটের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কসম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যেগুলি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দ্রুতগতিতে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মক্কার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পানে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ধাবিত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হাজীগণকে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মক্কায়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আসে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hi-IN"/>
        </w:rPr>
        <w:t>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মৃত্যু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সহজতর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আমাদের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শত্রুদের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তিরস্কারের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চেয়ে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বলবে</w:t>
      </w:r>
      <w:r w:rsidR="0054577C" w:rsidRPr="0054577C">
        <w:rPr>
          <w:cs/>
          <w:lang w:bidi="bn-IN"/>
        </w:rPr>
        <w:t xml:space="preserve"> : </w:t>
      </w:r>
      <w:r w:rsidR="0054577C" w:rsidRPr="0054577C">
        <w:rPr>
          <w:rFonts w:hint="cs"/>
          <w:cs/>
          <w:lang w:bidi="bn-IN"/>
        </w:rPr>
        <w:t>হার্বের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পুত্র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সুফিয়ান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ভয়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আতঙ্কের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কারণে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উজ্জার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প্রতিমা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থেকে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মুখ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ফিরিয়ে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নিয়েছে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  <w:r w:rsidR="00B059FB" w:rsidRPr="00B059FB">
        <w:rPr>
          <w:rStyle w:val="libFootnotenumChar"/>
          <w:cs/>
          <w:lang w:bidi="bn-IN"/>
        </w:rPr>
        <w:t>৩৪</w:t>
      </w:r>
      <w:r w:rsidR="0054577C">
        <w:t xml:space="preserve"> </w:t>
      </w:r>
    </w:p>
    <w:p w:rsidR="0054577C" w:rsidRPr="0054577C" w:rsidRDefault="0054577C" w:rsidP="00156EC3">
      <w:pPr>
        <w:pStyle w:val="libNormal"/>
      </w:pPr>
      <w:r w:rsidRPr="0054577C">
        <w:rPr>
          <w:rFonts w:hint="cs"/>
          <w:cs/>
          <w:lang w:bidi="bn-IN"/>
        </w:rPr>
        <w:t>মক্কা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মুয়াবিয়াও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বাহ্যতঃ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হুনাইন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গনিমত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যেগুলি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নতুন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দুর্বল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ঈমানদারদের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নির্ধারণ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মুয়াল্লাফাতি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কুলুবিহিম</w:t>
      </w:r>
      <w:r w:rsidR="008B6C3F">
        <w:rPr>
          <w:rFonts w:hint="eastAsia"/>
        </w:rPr>
        <w:t>”</w:t>
      </w:r>
      <w:r w:rsidR="0074327C" w:rsidRPr="0074327C">
        <w:rPr>
          <w:rStyle w:val="libFootnotenumChar"/>
          <w:cs/>
          <w:lang w:bidi="bn-IN"/>
        </w:rPr>
        <w:t>৩৫</w:t>
      </w:r>
      <w:r w:rsidRPr="0054577C"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একশতটি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রূপা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বছরের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সাহচর্য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="00156EC3" w:rsidRPr="00156EC3">
        <w:rPr>
          <w:rStyle w:val="libFootnotenumChar"/>
          <w:cs/>
          <w:lang w:bidi="bn-IN"/>
        </w:rPr>
        <w:t>৩৬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সিরিয়া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হিজরীর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পরবর্তীতে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প্রাদেশিক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গভর্ণর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হিজরী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চল্লিশ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ঘোষণা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রাজধানী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দামেশক।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বর্তমান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জর্ডান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ফিলিস্তিন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লেবাননের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সমন্বয়ে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তৎকালীন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গঠিত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ঐ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অঞ্চলের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ততটুকুই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জানিয়েছিলেন।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সিরিয়া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রোম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সমরাটের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দরবার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দরবারও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প্রাক্তন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চেষ্টা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lastRenderedPageBreak/>
        <w:t>সিরিয়াতে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সিরিয়াবাসীকে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সংস্কৃতি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পারেন।</w:t>
      </w:r>
    </w:p>
    <w:p w:rsidR="0054577C" w:rsidRPr="0054577C" w:rsidRDefault="0054577C" w:rsidP="00DD64DA">
      <w:pPr>
        <w:pStyle w:val="libNormal"/>
      </w:pP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উবাদাহ্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সামিতের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আচরণটিও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উল্লেখ্য।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উবাদাহ্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অন্তর্ভুক্ত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হিজরতের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আকাবাতে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বারজন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প্রতিনিধির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প্রতিনিধি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নির্ধারণ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করেছিলেন।</w:t>
      </w:r>
      <w:r w:rsidR="00DD64DA" w:rsidRPr="00DD64DA">
        <w:rPr>
          <w:rStyle w:val="libFootnotenumChar"/>
          <w:cs/>
          <w:lang w:bidi="bn-IN"/>
        </w:rPr>
        <w:t>৩৭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উবাদাহ্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একবার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খাওয়াকে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কেন্দ্র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বিরোধে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পড়েন</w:t>
      </w:r>
      <w:r w:rsidR="00DD64DA" w:rsidRPr="00DD64DA">
        <w:rPr>
          <w:rStyle w:val="libFootnotenumChar"/>
          <w:cs/>
          <w:lang w:bidi="bn-IN"/>
        </w:rPr>
        <w:t>৩৮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দ্বিতীয়বার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ভারবাহী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উষ্ট্রের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পিঠে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মশক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ভর্তি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প্রাসাদে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মশকগুলোকে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ছিদ্র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  <w:r w:rsidR="00DD64DA" w:rsidRPr="00DD64DA">
        <w:rPr>
          <w:rStyle w:val="libFootnotenumChar"/>
          <w:cs/>
          <w:lang w:bidi="bn-IN"/>
        </w:rPr>
        <w:t>৩৯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4A0CB7">
      <w:pPr>
        <w:pStyle w:val="libNormal"/>
      </w:pPr>
      <w:r w:rsidRPr="0054577C">
        <w:rPr>
          <w:rFonts w:hint="cs"/>
          <w:cs/>
          <w:lang w:bidi="bn-IN"/>
        </w:rPr>
        <w:t>বাইতুল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যথেচ্ছ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ব্যবহারের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আবুযর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প্রতিবাদের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আবুযরকেও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হাওদাবিহীন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পিঠে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="00024D52" w:rsidRPr="00024D52">
        <w:rPr>
          <w:rStyle w:val="libFootnotenumChar"/>
          <w:cs/>
          <w:lang w:bidi="bn-IN"/>
        </w:rPr>
        <w:t>৪০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মুফাসসিরবৃন্দকে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নির্বাসন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দ্বন্দ্বে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পরবর্তীতে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রাজধানী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হিমস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নির্বাসিত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="004A0CB7" w:rsidRPr="004A0CB7">
        <w:rPr>
          <w:rStyle w:val="libFootnotenumChar"/>
          <w:cs/>
          <w:lang w:bidi="bn-IN"/>
        </w:rPr>
        <w:t>৪১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সর্বাধিক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অলক্ষুণে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জাল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রচনার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</w:t>
      </w:r>
      <w:r w:rsidR="008E06C8">
        <w:rPr>
          <w:rFonts w:hint="cs"/>
          <w:cs/>
          <w:lang w:bidi="bn-IN"/>
        </w:rPr>
        <w:t>ন</w:t>
      </w:r>
      <w:r w:rsidR="008E06C8" w:rsidRPr="00743A59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হাদীসগুলি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হাদীসসমূহের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সম্পৃক্ত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নিম্নে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C8126C">
      <w:pPr>
        <w:pStyle w:val="Heading2"/>
      </w:pPr>
      <w:bookmarkStart w:id="29" w:name="_Toc535947623"/>
      <w:r w:rsidRPr="0054577C">
        <w:rPr>
          <w:rFonts w:hint="cs"/>
          <w:cs/>
          <w:lang w:bidi="bn-IN"/>
        </w:rPr>
        <w:t>হাদীস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রচনার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</w:t>
      </w:r>
      <w:bookmarkEnd w:id="29"/>
    </w:p>
    <w:p w:rsidR="0054577C" w:rsidRPr="0054577C" w:rsidRDefault="0054577C" w:rsidP="00C8126C">
      <w:pPr>
        <w:pStyle w:val="libNormal"/>
      </w:pP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মুগাইরা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বাকে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গভর্ণর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প্রশাসনিক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রাজধানীর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যাত্রার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নির্দেশনা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চাচ্ছিলাম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গভীর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অনুভব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দূরদর্শিতার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কর্মভার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বোধশক্তির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অবশ্যই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পিছপা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>,</w:t>
      </w:r>
      <w:r w:rsidRPr="0054577C">
        <w:rPr>
          <w:rFonts w:hint="cs"/>
          <w:cs/>
          <w:lang w:bidi="bn-IN"/>
        </w:rPr>
        <w:t>সর্বপ্রথম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নিন্দা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কখনই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ভুলবে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রহমত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মাগফিরাত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="00C8126C">
        <w:rPr>
          <w:cs/>
          <w:lang w:bidi="bn-IN"/>
        </w:rPr>
        <w:t xml:space="preserve"> !</w:t>
      </w:r>
      <w:r w:rsidRPr="00C8126C">
        <w:rPr>
          <w:rStyle w:val="libFootnotenumChar"/>
          <w:rFonts w:hint="cs"/>
          <w:cs/>
          <w:lang w:bidi="bn-IN"/>
        </w:rPr>
        <w:t>৪২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দ্বিতীয়তঃ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বান্ধব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সাথিবর্গের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দোষ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ত্রুটি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অন্বেষণ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কঠোরতা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ক্রমেই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পক্ষান্তরে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বান্ধবদেরকে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সদয়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মুগাইরা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পরীক্ষা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অভিজ্ঞতা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তিরস্কার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ভর্ৎসনা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পরীক্ষা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হয়তো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পছন্দ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অথবা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অপছন্দনীয়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তিরস্কার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C8126C">
      <w:pPr>
        <w:pStyle w:val="libNormal"/>
      </w:pP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ইনশা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C8126C">
        <w:rPr>
          <w:rStyle w:val="libFootnotenumChar"/>
          <w:rFonts w:hint="cs"/>
          <w:cs/>
          <w:lang w:bidi="bn-IN"/>
        </w:rPr>
        <w:t>৪৩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65369B">
      <w:pPr>
        <w:pStyle w:val="libBold1"/>
      </w:pPr>
      <w:r w:rsidRPr="0054577C">
        <w:rPr>
          <w:rFonts w:hint="cs"/>
          <w:cs/>
          <w:lang w:bidi="bn-IN"/>
        </w:rPr>
        <w:t>ইহ্দাছ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মাদায়েনী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লিখেছেনঃ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65369B">
      <w:pPr>
        <w:pStyle w:val="libNormal"/>
      </w:pP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হস্তগত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কর্মকর্তা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কর্মচারীকে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তুরাব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নিরাপত্তা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65369B">
        <w:rPr>
          <w:rStyle w:val="libFootnotenumChar"/>
          <w:rFonts w:hint="cs"/>
          <w:cs/>
          <w:lang w:bidi="bn-IN"/>
        </w:rPr>
        <w:t>৪৪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হিতাকাঙ্খীরা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সর্বাধিক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নির্যাতন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অন্যদিকে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কর্মচারীদেরকে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উছমানের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হিতাকাঙ্খী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আগ্রহী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প্রত্যেক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ফজিলতের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অধীনে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সবাইকে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টানবে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ফজিলত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নথিভুক্ত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কার্যকর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আত্মবিক্রেতা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পূজারীরা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পার্থিব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পদমর্যাদা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ফজিলত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মাত্রা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কারণ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টাকা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পয়সা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পদমর্যাদা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রাষ্ট্রীয়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সুবিধা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নির্দ্বিধায়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অপরিচিত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অখ্যাত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কর্মচারীদের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ফজিলতের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পছন্দের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পরিণত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</w:t>
      </w:r>
      <w:r w:rsidRPr="0054577C">
        <w:t xml:space="preserve">;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রেজিষ্ট্রি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রাজদরবারে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প্রাধান্য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পেত।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আদেশপত্রে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কর্মচারীদেরকে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লিখলো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ফজিলত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সংগৃহীত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শহরেই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প্রতিধ্বনিত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পৌঁছিবে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ফজিলতের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তাতে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তুরাবের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ফজিলত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ফজিলতে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কিংবা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ঐ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ফজিলতের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বিপরীত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বৈশিষ্ট্যের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পছন্দনীয়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সর্বাধিক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আনন্দিত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তুরাব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দলীল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যুক্তিসমূহের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নস্যাৎ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শক্তিশালী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যেসব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ফজিলত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ধ্বংসাত্মক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শুনানো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তৈরী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যেগুলিতে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গন্ধও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সরলপ্রাণ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ক্রমান্বয়ে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প্রসিদ্ধি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>,</w:t>
      </w:r>
      <w:r w:rsidRPr="0054577C">
        <w:rPr>
          <w:rFonts w:hint="cs"/>
          <w:cs/>
          <w:lang w:bidi="bn-IN"/>
        </w:rPr>
        <w:t>মিম্বরগুলিতে</w:t>
      </w:r>
      <w:r w:rsidRPr="0054577C">
        <w:rPr>
          <w:cs/>
          <w:lang w:bidi="bn-IN"/>
        </w:rPr>
        <w:t>(</w:t>
      </w:r>
      <w:r w:rsidRPr="0054577C">
        <w:rPr>
          <w:rFonts w:hint="cs"/>
          <w:cs/>
          <w:lang w:bidi="bn-IN"/>
        </w:rPr>
        <w:t>বক্তব্যের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মঞ্চ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পুনরাবৃত্তি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তদনুযায়ী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শিশুদেরকে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শিক্ষকদের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যুবকরাও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যেমনভাবে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তেমনিভাবে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হাদীছগুলিও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মুখস্থ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অতপরঃ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সভা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সমিতি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অতিক্রম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মহিলাদের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শিক্ষাঙ্গন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বৈঠক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সমূহে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শিক্ষকবৃন্দ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বালিকাদের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অনুরূপভাবে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ক্রীতদাস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অধীনস্থদের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বিস্তৃতি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সুদীর্ঘ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অতিবাহিত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অজস্র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বানোয়াট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t xml:space="preserve">, </w:t>
      </w:r>
      <w:r w:rsidRPr="0054577C">
        <w:rPr>
          <w:rFonts w:hint="cs"/>
          <w:cs/>
          <w:lang w:bidi="bn-IN"/>
        </w:rPr>
        <w:t>পরবর্তী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বংশধরদের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মানসপটে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ফিকাহবিদ</w:t>
      </w:r>
      <w:r w:rsidRPr="0054577C">
        <w:t>,</w:t>
      </w:r>
      <w:r w:rsidRPr="0054577C">
        <w:rPr>
          <w:rFonts w:hint="cs"/>
          <w:cs/>
          <w:lang w:bidi="bn-IN"/>
        </w:rPr>
        <w:t>আলেম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বিচারক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প্রশাসকগণ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আত্মস্থ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t>,</w:t>
      </w:r>
      <w:r w:rsidRPr="0054577C">
        <w:rPr>
          <w:rFonts w:hint="cs"/>
          <w:cs/>
          <w:lang w:bidi="bn-IN"/>
        </w:rPr>
        <w:t>বিশ্বাস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65369B">
      <w:pPr>
        <w:pStyle w:val="libNormal"/>
      </w:pP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আরাফাহ্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নাফ্তাওইয়াহ্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খ্যাত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ইলমে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প্রখ্যাত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কতকগুলি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মাদায়েনীর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সাহাবীগণের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বানোয়াট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অধিকাংশই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সংযোজিত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রচয়িতারা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খলিফাদের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নৈকট্য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অর্জন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শ্রদ্ধা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ভালবাসার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পরিণত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রচনা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ক্ষুন্ন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চেয়েছিলেন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65369B">
        <w:rPr>
          <w:rStyle w:val="libFootnotenumChar"/>
          <w:rFonts w:hint="cs"/>
          <w:cs/>
          <w:lang w:bidi="bn-IN"/>
        </w:rPr>
        <w:t>৪৫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রচনার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রাজনীতির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বিষাক্ত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যুবাইর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বাক্কার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মুওয়াফফাকিয়্যাত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মুগাইরা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মুর্তারাফ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মুগাইরার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কাটাতেন</w:t>
      </w:r>
      <w:r w:rsidRPr="0054577C">
        <w:t>,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বিস্ময়ের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বিচক্ষণতা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দক্ষতার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আশ্চর্যের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স্মরণ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একরাত্রে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খাদ্য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রাগান্বিত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উদ্বিগ্ন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ঘণ্টা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খানেক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বিলম্ব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ভাবছিলাম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>,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হয়তো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অসন্তুষ্ট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কিংবা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জিজ্ঞাসা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করলাম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আজ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খারাপ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সর্বাধিক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নিকৃষ্ট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কাফিরের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এসেছি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বললাম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হায়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বৈঠক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জনশুন্য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t>,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প্রস্তাবটি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বললাম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বাসনায়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বৃদ্ধবয়সে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ইনসাফ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সদয়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কতইনা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স্বজনদের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বনি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সুদৃষ্টি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অটুট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সুনাম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আশঙ্কা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বাসনা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>)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অসম্ভব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অসম্ভব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ইনসাফ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t xml:space="preserve">;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নিশ্চিহ্ন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হঠাৎ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>
        <w:rPr>
          <w:rFonts w:hint="eastAsia"/>
        </w:rPr>
        <w:t>’</w:t>
      </w:r>
      <w:r w:rsidRPr="0054577C">
        <w:t xml:space="preserve"> !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রাষ্ট্রীয়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সুদীর্ঘ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বছর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অনেক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পরিশ্রম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দুঃখ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নামেরও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হঠাৎ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স্মরণ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উমর</w:t>
      </w:r>
      <w:r>
        <w:rPr>
          <w:rFonts w:hint="eastAsia"/>
        </w:rPr>
        <w:t>’</w:t>
      </w:r>
      <w:r w:rsidRPr="0054577C">
        <w:t xml:space="preserve"> ! </w:t>
      </w:r>
    </w:p>
    <w:p w:rsidR="0054577C" w:rsidRPr="0054577C" w:rsidRDefault="0054577C" w:rsidP="0065369B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কৌলিন্যের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নিশ্চিহ্ন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বিস্মৃত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পক্ষান্তরে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নাম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পাঁচবার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উচ্চারিত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আশহাদু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আন্না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মুহাম্মাদার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রাসূলুল্লাহ্</w:t>
      </w:r>
      <w:r w:rsidR="008B6C3F">
        <w:rPr>
          <w:rFonts w:hint="eastAsia"/>
        </w:rPr>
        <w:t>”</w:t>
      </w:r>
      <w:r w:rsidRPr="0054577C">
        <w:rPr>
          <w:rFonts w:hint="cs"/>
          <w:cs/>
          <w:lang w:bidi="hi-IN"/>
        </w:rPr>
        <w:t>।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অব্যাহত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কিভাবে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মাতৃহীন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ক্ষান্ত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যতক্ষণ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দাফন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নিশ্চিহ্ন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="0065369B">
        <w:rPr>
          <w:cs/>
          <w:lang w:bidi="bn-IN"/>
        </w:rPr>
        <w:t xml:space="preserve"> !!</w:t>
      </w:r>
      <w:r w:rsidRPr="0065369B">
        <w:rPr>
          <w:rStyle w:val="libFootnotenumChar"/>
          <w:rFonts w:hint="cs"/>
          <w:cs/>
          <w:lang w:bidi="bn-IN"/>
        </w:rPr>
        <w:t>৪৬</w:t>
      </w:r>
    </w:p>
    <w:p w:rsidR="0054577C" w:rsidRPr="0054577C" w:rsidRDefault="0054577C" w:rsidP="005C55D2">
      <w:pPr>
        <w:pStyle w:val="libNormal"/>
      </w:pP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প্রসিদ্ধি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অপেক্ষা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দগ্ধ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রাসুলের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বদর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মামা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দাদা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খেয়াল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খুশি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দাফন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>.</w:t>
      </w:r>
      <w:r w:rsidRPr="0054577C">
        <w:rPr>
          <w:rFonts w:hint="cs"/>
          <w:cs/>
          <w:lang w:bidi="bn-IN"/>
        </w:rPr>
        <w:t>চেয়েছিলেন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সফল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পরিকল্পনা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পরিকল্পনাটির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বনি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এটি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স্বয়ং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বাসনা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নূরকে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নিভাতে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নূরের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পরিপূর্ণতা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কখনই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সন্তুষ্ট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যদিও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কাফিররা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ইচ্ছার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বাস্তবায়নে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সন্তুষ্ট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C55D2">
        <w:rPr>
          <w:rStyle w:val="libFootnotenumChar"/>
          <w:rFonts w:hint="cs"/>
          <w:cs/>
          <w:lang w:bidi="bn-IN"/>
        </w:rPr>
        <w:t>৪৭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5C55D2">
      <w:pPr>
        <w:pStyle w:val="libNormal"/>
      </w:pP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নামকে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দাফন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খেয়েছিলেন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বানোয়াট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রচনার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সহযোগী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অনুচররা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ব্যক্তিত্বকে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খলিফা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ত্রয়ের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নীচে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যেমন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গান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বাজনা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শুনতেন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ছোট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ছোট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মেয়েরা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নাচত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বাদ্য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বাজাত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থাকতেন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নিষেধ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নর্তকী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বাদিকারা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পলায়ন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উমরের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শয়তান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পলায়ন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বেগানা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বিবাহের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অনুষ্ঠানে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রাগান্বিত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অভিসম্পাত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বলতেন</w:t>
      </w:r>
      <w:r w:rsidRPr="0054577C">
        <w:t xml:space="preserve">,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অহেতুক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অভিসম্পাতগুলি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উপকরণ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অধিবাসী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খেজুরগাছ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পরিচর্যা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কৃষকদেরকে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খেজুরগাছগুলিকে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পরাগায়ন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খেজুর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বছর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পরাগায়ন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বছর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খেজুরগুলি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সংবাদ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আনতুম</w:t>
      </w:r>
      <w:r w:rsidRPr="0054577C">
        <w:rPr>
          <w:cs/>
          <w:lang w:bidi="bn-IN"/>
        </w:rPr>
        <w:t xml:space="preserve"> </w:t>
      </w:r>
      <w:r w:rsidR="006447A5">
        <w:rPr>
          <w:rFonts w:hint="cs"/>
          <w:cs/>
          <w:lang w:bidi="bn-IN"/>
        </w:rPr>
        <w:t>আ</w:t>
      </w:r>
      <w:r w:rsidR="006447A5"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লামু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উমূরি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দুনিয়াকুম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মিন্নী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দুনিয়াবী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একবার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নাজম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তিলাওয়াত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আফারাআইতুমুল্লাতা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ওয়াল্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উয্যা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মানাতাছ্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ছালিছাতাল্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উখরা</w:t>
      </w:r>
      <w:r w:rsidR="008B6C3F">
        <w:rPr>
          <w:rFonts w:hint="eastAsia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শয়তান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নিম্নোক্ত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বাক্যটি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নেয়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তিলকাল্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গারানীকুল্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উলা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মিনহাশ্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</w:t>
      </w:r>
      <w:r w:rsidR="00FA7DAC">
        <w:rPr>
          <w:rFonts w:hint="cs"/>
          <w:cs/>
          <w:lang w:bidi="bn-IN"/>
        </w:rPr>
        <w:t>ফা</w:t>
      </w:r>
      <w:r w:rsidR="00FA7DAC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আতুরতাজা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সুশ্রী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মূর্তিগুলি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উচ্চ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শাফাআতের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C55D2">
        <w:rPr>
          <w:rStyle w:val="libFootnotenumChar"/>
          <w:rFonts w:hint="cs"/>
          <w:cs/>
          <w:lang w:bidi="bn-IN"/>
        </w:rPr>
        <w:t>৪৮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অনুচররা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নিন্দার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যতটা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সম্ভব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ততটা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রচনা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হাদীছসমূহকে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অভিসম্পাত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খুৎবার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আবশ্যিক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চেয়েছিলেন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অপরদিকে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মুসলমানদেরকে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ধার্মিকতা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বাস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মুসলমানরা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কারণেই</w:t>
      </w:r>
      <w:r w:rsidRPr="0054577C">
        <w:t xml:space="preserve">, </w:t>
      </w:r>
      <w:r w:rsidRPr="0054577C">
        <w:rPr>
          <w:rFonts w:hint="cs"/>
          <w:cs/>
          <w:lang w:bidi="bn-IN"/>
        </w:rPr>
        <w:t>প্রকাশ্য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পাপী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মদ্যপায়ী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খেলাফতের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স্বীকারোক্তি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সক্ষম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হয়েছিলেন।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5C55D2">
      <w:pPr>
        <w:pStyle w:val="libNormal"/>
      </w:pPr>
      <w:r w:rsidRPr="0054577C">
        <w:rPr>
          <w:rFonts w:hint="cs"/>
          <w:cs/>
          <w:lang w:bidi="bn-IN"/>
        </w:rPr>
        <w:t>সারকথা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বলেছিলেন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</w:t>
      </w:r>
      <w:r w:rsidR="00FA7DAC">
        <w:rPr>
          <w:rFonts w:hint="cs"/>
          <w:cs/>
          <w:lang w:bidi="bn-IN"/>
        </w:rPr>
        <w:t>য়া</w:t>
      </w:r>
      <w:r w:rsidR="00FA7DAC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তী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উম্মাতী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যামানুন্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ইয়াব্ক্বা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ইল্লা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রাসমুহু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ইল্লা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ইসমুহু</w:t>
      </w:r>
      <w:r w:rsidRPr="0054577C">
        <w:rPr>
          <w:cs/>
          <w:lang w:bidi="bn-IN"/>
        </w:rPr>
        <w:t xml:space="preserve"> ...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কাগজের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পৃষ্ঠায়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অবস্থার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জীবনযাপন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ষাট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হিজরীতে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স্থলাভিষিক্ত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পায়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C55D2">
        <w:rPr>
          <w:rStyle w:val="libFootnotenumChar"/>
          <w:rFonts w:hint="cs"/>
          <w:cs/>
          <w:lang w:bidi="bn-IN"/>
        </w:rPr>
        <w:t>৪৯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5C55D2">
      <w:pPr>
        <w:pStyle w:val="Heading2"/>
      </w:pPr>
      <w:bookmarkStart w:id="30" w:name="_Toc535947624"/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</w:t>
      </w:r>
      <w:bookmarkEnd w:id="30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পূর্বোল্লেখিত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প্রশিক্ষণ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সমসাময়িক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সমস্যাটা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এখানেই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উল্লেখযোগ্য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রাষ্ট্রের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কেন্দ্রবিন্দু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রাজধানি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ভূখণ্ডের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বসবাসকারী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কতিপয়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তাবেঈনের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সাক্ষাৎ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আক্বীদা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হুকুম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আহ্কাম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রাজধানি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নির্ধারণ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রোযা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রোম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সমরাটের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তেমন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পার্থক্য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খলীফা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কিছু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ধর্ম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ধর্ম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সেটিই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বুঝায়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খলীফা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বলেন</w:t>
      </w:r>
      <w:r>
        <w:rPr>
          <w:rFonts w:hint="eastAsia"/>
        </w:rPr>
        <w:t>”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তাদের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বিশ্বাসের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অন্যতম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পরিণতি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ইয়াযীদের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যুগে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স্পষ্ট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উঠে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যখন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সৈন্যবাহিনীকে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আব্দুল্লাহ্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ইবনে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যুবাইরের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সাথে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যুদ্ধ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মক্কায়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প্রেরণ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তখন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সৈন্যবাহিনী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কিবলাহ্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অর্থাৎ</w:t>
      </w:r>
      <w:r w:rsidR="0054577C" w:rsidRPr="0054577C">
        <w:rPr>
          <w:cs/>
          <w:lang w:bidi="bn-IN"/>
        </w:rPr>
        <w:t xml:space="preserve"> </w:t>
      </w:r>
      <w:r>
        <w:rPr>
          <w:rStyle w:val="libEnChar"/>
        </w:rPr>
        <w:t>“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="0054577C" w:rsidRPr="0054577C">
        <w:rPr>
          <w:rFonts w:hint="cs"/>
          <w:cs/>
          <w:lang w:bidi="bn-IN"/>
        </w:rPr>
        <w:t>বার</w:t>
      </w:r>
      <w:r>
        <w:rPr>
          <w:rFonts w:hint="eastAsia"/>
        </w:rPr>
        <w:t>”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দিকে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মুখ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দাঁড়িয়ে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নামায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আদায়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তারপরই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কিবলাতে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কামানের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গোলা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নিক্ষেপ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!</w:t>
      </w:r>
    </w:p>
    <w:p w:rsidR="0054577C" w:rsidRPr="0054577C" w:rsidRDefault="0054577C" w:rsidP="009B0B45">
      <w:pPr>
        <w:pStyle w:val="libNormal"/>
      </w:pPr>
      <w:r w:rsidRPr="0054577C">
        <w:rPr>
          <w:rFonts w:hint="cs"/>
          <w:cs/>
          <w:lang w:bidi="bn-IN"/>
        </w:rPr>
        <w:t>অনুরূপভাবে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হাজ্জাজের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নেতৃত্বে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যুবাইরের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কখনও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কখনও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অলসতা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হাজ্জাজ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আত্তাআতু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আত্তাআতু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</w:t>
      </w:r>
      <w:r w:rsidRPr="0054577C">
        <w:rPr>
          <w:cs/>
          <w:lang w:bidi="bn-IN"/>
        </w:rPr>
        <w:t>:</w:t>
      </w:r>
      <w:r w:rsidR="008B6C3F">
        <w:rPr>
          <w:rFonts w:hint="eastAsia"/>
        </w:rPr>
        <w:t>”</w:t>
      </w:r>
      <w:r w:rsidRPr="0054577C">
        <w:rPr>
          <w:rFonts w:hint="cs"/>
          <w:cs/>
          <w:lang w:bidi="bn-IN"/>
        </w:rPr>
        <w:t>ইজতা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আতিত্তাআতু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হুরমাতু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ফাগালাবাতিত্তাআতুল্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হুরমাতা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গৃহের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একত্রিত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গৃহের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প্রাধান্য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পেল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গোলায়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গোলায়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দিচ্ছি</w:t>
      </w:r>
      <w:r w:rsidRPr="0054577C">
        <w:rPr>
          <w:cs/>
          <w:lang w:bidi="bn-IN"/>
        </w:rPr>
        <w:t xml:space="preserve"> !</w:t>
      </w:r>
      <w:r w:rsidR="009B0B45" w:rsidRPr="009B0B45">
        <w:rPr>
          <w:rStyle w:val="libFootnotenumChar"/>
          <w:cs/>
          <w:lang w:bidi="bn-IN"/>
        </w:rPr>
        <w:t>৫০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অনুরূপভাবে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ইয়াজিদের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ইয়াজিদ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সৈন্যবাহিনী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হালাল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দেয়।</w:t>
      </w:r>
      <w:r w:rsidRPr="009B0B45">
        <w:rPr>
          <w:rStyle w:val="libFootnotenumChar"/>
          <w:rFonts w:hint="cs"/>
          <w:cs/>
          <w:lang w:bidi="bn-IN"/>
        </w:rPr>
        <w:t>৫১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এভাবেই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খলিফার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আদর্শে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দীক্ষিত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অবৈধ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কার্যকলাপ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চালায়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মসজিদে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স্রোত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প্রবাহিত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সহস্র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মহিলা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="009B0B45">
        <w:rPr>
          <w:cs/>
          <w:lang w:bidi="bn-IN"/>
        </w:rPr>
        <w:t xml:space="preserve"> !</w:t>
      </w:r>
      <w:r w:rsidRPr="009B0B45">
        <w:rPr>
          <w:rStyle w:val="libFootnotenumChar"/>
          <w:rFonts w:hint="cs"/>
          <w:cs/>
          <w:lang w:bidi="bn-IN"/>
        </w:rPr>
        <w:t>৫২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সেনাপতি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উকবা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মুসরিফ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প্রসিদ্ধ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ঐ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ভয়ঙ্কর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অপরাধ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যজ্ঞ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যুবাইরের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সৈন্যবাহিনী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যাত্রা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পথিমধ্যে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মুমূর্ষু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জাহান্নামে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প্রমাণিত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হতভাগ্য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9B0B45">
        <w:rPr>
          <w:rStyle w:val="libFootnotenumChar"/>
          <w:rFonts w:hint="cs"/>
          <w:cs/>
          <w:lang w:bidi="bn-IN"/>
        </w:rPr>
        <w:t>৫৩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নৈকট্য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চেয়েছি।</w:t>
      </w:r>
    </w:p>
    <w:p w:rsidR="0054577C" w:rsidRPr="0054577C" w:rsidRDefault="0054577C" w:rsidP="009B0B45">
      <w:pPr>
        <w:pStyle w:val="libNormal"/>
      </w:pPr>
      <w:r w:rsidRPr="0054577C">
        <w:rPr>
          <w:rFonts w:hint="cs"/>
          <w:cs/>
          <w:lang w:bidi="bn-IN"/>
        </w:rPr>
        <w:t>শিমার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জাওশান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তিরস্কারের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চিহ্নিত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চতুষ্পদ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জন্তুগুলির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হতাম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9B0B45">
        <w:rPr>
          <w:rStyle w:val="libFootnotenumChar"/>
          <w:rFonts w:hint="cs"/>
          <w:cs/>
          <w:lang w:bidi="bn-IN"/>
        </w:rPr>
        <w:t>৫৪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একদিকে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সীমায়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জিনিস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বিপরীতে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দাঁড়ানোর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অনুষ্ঠানে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মাথা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কবিতাগুলি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বিশ্বাসকে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: </w:t>
      </w:r>
    </w:p>
    <w:p w:rsidR="0054577C" w:rsidRPr="0054577C" w:rsidRDefault="00FA7DAC" w:rsidP="00FA7DAC">
      <w:pPr>
        <w:pStyle w:val="libNormal"/>
      </w:pPr>
      <w:r>
        <w:rPr>
          <w:rFonts w:hint="cs"/>
          <w:cs/>
          <w:lang w:bidi="bn-IN"/>
        </w:rPr>
        <w:lastRenderedPageBreak/>
        <w:t>লা</w:t>
      </w:r>
      <w:r w:rsidRPr="00743A59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য়িবাত্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হাশিমু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বিল্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মুলকি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ফালা</w:t>
      </w:r>
      <w:r w:rsidR="0054577C" w:rsidRPr="0054577C">
        <w:t xml:space="preserve">, </w:t>
      </w:r>
      <w:r>
        <w:tab/>
      </w:r>
      <w:r w:rsidR="0054577C" w:rsidRPr="0054577C">
        <w:rPr>
          <w:rFonts w:hint="cs"/>
          <w:cs/>
          <w:lang w:bidi="bn-IN"/>
        </w:rPr>
        <w:t>খাবারুন্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জাআ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ওয়াহ্য়ুন্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নাযালা।</w:t>
      </w:r>
      <w:r w:rsidR="0054577C" w:rsidRPr="0054577C">
        <w:rPr>
          <w:cs/>
          <w:lang w:bidi="bn-IN"/>
        </w:rPr>
        <w:t xml:space="preserve"> </w:t>
      </w:r>
    </w:p>
    <w:p w:rsidR="0054577C" w:rsidRPr="0054577C" w:rsidRDefault="0054577C" w:rsidP="00FA7DAC">
      <w:pPr>
        <w:pStyle w:val="libNormal"/>
      </w:pPr>
      <w:r w:rsidRPr="0054577C">
        <w:rPr>
          <w:rFonts w:hint="cs"/>
          <w:cs/>
          <w:lang w:bidi="bn-IN"/>
        </w:rPr>
        <w:t>লাস্তু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খিন্দিফা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ইনলাম্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আন্তাক্বিম্</w:t>
      </w:r>
      <w:r w:rsidRPr="0054577C">
        <w:t xml:space="preserve">, </w:t>
      </w:r>
      <w:r w:rsidR="00FA7DAC">
        <w:tab/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আহমাদা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কানা</w:t>
      </w:r>
      <w:r w:rsidRPr="0054577C">
        <w:rPr>
          <w:cs/>
          <w:lang w:bidi="bn-IN"/>
        </w:rPr>
        <w:t xml:space="preserve"> </w:t>
      </w:r>
      <w:r w:rsidR="00FA7DAC">
        <w:rPr>
          <w:rFonts w:hint="cs"/>
          <w:cs/>
          <w:lang w:bidi="bn-IN"/>
        </w:rPr>
        <w:t>ফা</w:t>
      </w:r>
      <w:r w:rsidR="00FA7DAC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আলা।</w:t>
      </w:r>
    </w:p>
    <w:p w:rsidR="0054577C" w:rsidRPr="0054577C" w:rsidRDefault="0054577C" w:rsidP="00FA7DAC">
      <w:pPr>
        <w:pStyle w:val="libNormal"/>
      </w:pPr>
      <w:r w:rsidRPr="0054577C">
        <w:rPr>
          <w:rFonts w:hint="cs"/>
          <w:cs/>
          <w:lang w:bidi="bn-IN"/>
        </w:rPr>
        <w:t>ক্বাদ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ক্বাতালনাল্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ক্বারমা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সাদাতিহিম্</w:t>
      </w:r>
      <w:r w:rsidRPr="0054577C">
        <w:t>,</w:t>
      </w:r>
      <w:r w:rsidR="00FA7DAC">
        <w:tab/>
      </w:r>
      <w:r w:rsidRPr="0054577C">
        <w:rPr>
          <w:rFonts w:hint="cs"/>
          <w:cs/>
          <w:lang w:bidi="bn-IN"/>
        </w:rPr>
        <w:t>ও</w:t>
      </w:r>
      <w:r w:rsidR="00FA7DAC">
        <w:rPr>
          <w:rFonts w:hint="cs"/>
          <w:cs/>
          <w:lang w:bidi="bn-IN"/>
        </w:rPr>
        <w:t>য়া</w:t>
      </w:r>
      <w:r w:rsidR="00FA7DAC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আদালনা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মাইলা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বাদরিন</w:t>
      </w:r>
      <w:r w:rsidRPr="0054577C">
        <w:rPr>
          <w:cs/>
          <w:lang w:bidi="bn-IN"/>
        </w:rPr>
        <w:t xml:space="preserve"> </w:t>
      </w:r>
      <w:r w:rsidR="00FA7DAC">
        <w:rPr>
          <w:rFonts w:hint="cs"/>
          <w:cs/>
          <w:lang w:bidi="bn-IN"/>
        </w:rPr>
        <w:t>ফা</w:t>
      </w:r>
      <w:r w:rsidR="00FA7DAC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তাদালা।</w:t>
      </w:r>
      <w:r w:rsidRPr="009B0B45">
        <w:rPr>
          <w:rStyle w:val="libFootnotenumChar"/>
          <w:rFonts w:hint="cs"/>
          <w:cs/>
          <w:lang w:bidi="bn-IN"/>
        </w:rPr>
        <w:t>৫৫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সেই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হাশিমী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পুরুষটি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ক্ষমতার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সাথে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খেলা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করেছেন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ছাড়া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কোনো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ঐশী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প্রত্যাদেশ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এসেছে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কোনো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সংবাদ</w:t>
      </w:r>
      <w:r w:rsidR="0054577C" w:rsidRPr="0054577C">
        <w:rPr>
          <w:cs/>
          <w:lang w:bidi="bn-IN"/>
        </w:rPr>
        <w:t xml:space="preserve"> !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আহমাদ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বংশধর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বদরের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সেইরূপে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নই</w:t>
      </w:r>
      <w:r w:rsidRPr="0054577C">
        <w:rPr>
          <w:cs/>
          <w:lang w:bidi="bn-IN"/>
        </w:rPr>
        <w:t xml:space="preserve"> !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বদর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নিয়েছি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বদর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প্রান্তরে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উৎবা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শাইবা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হানযালা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হয়েছিলেন</w:t>
      </w:r>
      <w:r w:rsidRPr="0054577C">
        <w:t xml:space="preserve">; </w:t>
      </w:r>
      <w:r w:rsidRPr="0054577C">
        <w:rPr>
          <w:rFonts w:hint="cs"/>
          <w:cs/>
          <w:lang w:bidi="bn-IN"/>
        </w:rPr>
        <w:t>আজ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পাল্লাকে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বদলে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নিয়েছি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</w:p>
    <w:p w:rsidR="0054577C" w:rsidRPr="0054577C" w:rsidRDefault="00F00230" w:rsidP="009B0B45">
      <w:pPr>
        <w:pStyle w:val="Heading1Center"/>
      </w:pPr>
      <w:bookmarkStart w:id="31" w:name="_Toc535947625"/>
      <w:r w:rsidRPr="00F00230">
        <w:rPr>
          <w:rFonts w:hint="cs"/>
          <w:cs/>
          <w:lang w:bidi="bn-IN"/>
        </w:rPr>
        <w:t>হযরত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আবা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আব্দিল্লাহর</w:t>
      </w:r>
      <w:r w:rsidRPr="00F00230">
        <w:rPr>
          <w:cs/>
          <w:lang w:bidi="bn-IN"/>
        </w:rPr>
        <w:t xml:space="preserve"> (</w:t>
      </w:r>
      <w:r w:rsidRPr="00F00230">
        <w:rPr>
          <w:rFonts w:hint="cs"/>
          <w:cs/>
          <w:lang w:bidi="bn-IN"/>
        </w:rPr>
        <w:t>আ</w:t>
      </w:r>
      <w:r w:rsidRPr="00F00230">
        <w:rPr>
          <w:cs/>
          <w:lang w:bidi="bn-IN"/>
        </w:rPr>
        <w:t xml:space="preserve">.) </w:t>
      </w:r>
      <w:r w:rsidRPr="00F00230">
        <w:rPr>
          <w:rFonts w:hint="cs"/>
          <w:cs/>
          <w:lang w:bidi="bn-IN"/>
        </w:rPr>
        <w:t>বিদ্রোহের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কারণ</w:t>
      </w:r>
      <w:bookmarkEnd w:id="31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মোট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আক্বীদা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ধর্ম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থাকবে</w:t>
      </w:r>
      <w:r w:rsidRPr="0054577C">
        <w:t xml:space="preserve">?!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বক্তব্যে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কতকটা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ফুটে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উঠেছেঃ</w:t>
      </w:r>
    </w:p>
    <w:p w:rsidR="00FA7DAC" w:rsidRPr="0054577C" w:rsidRDefault="0054577C" w:rsidP="00FA7DAC">
      <w:pPr>
        <w:pStyle w:val="libNormal"/>
        <w:rPr>
          <w:lang w:bidi="bn-IN"/>
        </w:rPr>
      </w:pPr>
      <w:r w:rsidRPr="0054577C">
        <w:rPr>
          <w:rFonts w:hint="cs"/>
          <w:cs/>
          <w:lang w:bidi="bn-IN"/>
        </w:rPr>
        <w:t>১।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হানাফিয়্যাকে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স্বহস্তে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অসিয়ত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প্রারম্ভে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</w:t>
      </w:r>
      <w:r w:rsidR="008B6C3F">
        <w:rPr>
          <w:rStyle w:val="libEnChar"/>
        </w:rPr>
        <w:t>”</w:t>
      </w:r>
      <w:r w:rsidRPr="0054577C">
        <w:rPr>
          <w:rFonts w:hint="cs"/>
          <w:cs/>
          <w:lang w:bidi="bn-IN"/>
        </w:rPr>
        <w:t>ইন্নাল্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ইয়াশহাদু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ইলাহা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ইল্লাল্লাহু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মুহাম্মাদান্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রাসূলুহু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অসিয়তনামার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খলিফার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ইন্নী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আখরুজ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আশারান্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বাত্বারান্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মুফসিদান্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যালিমান্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আন্নামা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খারাজতু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লিত্বালাবিল্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জাদ্দী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নিছক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শখের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বিশৃঙ্খলা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নানাজানের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সংশোধন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হয়েছি।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উরীদু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বিসীরাতি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জাদ্দী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</w:t>
      </w:r>
      <w:r w:rsidR="00FA7DAC">
        <w:rPr>
          <w:rFonts w:hint="cs"/>
          <w:cs/>
          <w:lang w:bidi="bn-IN"/>
        </w:rPr>
        <w:t>বী</w:t>
      </w:r>
      <w:r w:rsidR="00FA7DAC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ইব্নি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ত্বালিব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নানাজান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পথের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উচ্চারণ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উরীদু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</w:t>
      </w:r>
      <w:r w:rsidRPr="0054577C">
        <w:rPr>
          <w:cs/>
          <w:lang w:bidi="bn-IN"/>
        </w:rPr>
        <w:t xml:space="preserve"> </w:t>
      </w:r>
      <w:r w:rsidR="006447A5">
        <w:rPr>
          <w:rFonts w:hint="cs"/>
          <w:cs/>
          <w:lang w:bidi="bn-IN"/>
        </w:rPr>
        <w:t>আ</w:t>
      </w:r>
      <w:r w:rsidR="006447A5"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বিল্</w:t>
      </w:r>
      <w:r w:rsidRPr="0054577C">
        <w:rPr>
          <w:cs/>
          <w:lang w:bidi="bn-IN"/>
        </w:rPr>
        <w:t xml:space="preserve"> 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রুফি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আনহা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আনিল্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মুনকারি</w:t>
      </w:r>
      <w:r w:rsidRPr="0054577C">
        <w:rPr>
          <w:cs/>
          <w:lang w:bidi="bn-IN"/>
        </w:rPr>
        <w:t xml:space="preserve"> ... </w:t>
      </w:r>
      <w:r w:rsidRPr="0054577C">
        <w:rPr>
          <w:rFonts w:hint="cs"/>
          <w:cs/>
          <w:lang w:bidi="bn-IN"/>
        </w:rPr>
        <w:t>ফামান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ক্বাবিলানী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বিক্বাবূলিল্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হাক্কি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ফাল্লাহু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আউলা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হাক্কি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রাদ্দা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আলায়্যা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আস্বিরু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ইয়াক্বযীয়াল্লাহু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বাইনাল্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ক্বাউমি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হুআ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খাইরুল্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হাকিমীন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নিষেধ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বিচারক।</w:t>
      </w:r>
      <w:r w:rsidRPr="00FA7DAC">
        <w:rPr>
          <w:rStyle w:val="libFootnotenumChar"/>
          <w:rFonts w:hint="cs"/>
          <w:cs/>
          <w:lang w:bidi="bn-IN"/>
        </w:rPr>
        <w:t>৫৬</w:t>
      </w:r>
    </w:p>
    <w:p w:rsidR="0054577C" w:rsidRPr="0054577C" w:rsidRDefault="0054577C" w:rsidP="002562FC">
      <w:pPr>
        <w:pStyle w:val="libNormal"/>
      </w:pP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সুতরাং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সাইয়্যিদুশ্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হেতু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অন্তিম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বাণীতে</w:t>
      </w:r>
      <w:r w:rsidR="008B6C3F">
        <w:rPr>
          <w:rFonts w:hint="eastAsia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চাচ্ছিল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মারওয়ান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আবেদন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:</w:t>
      </w:r>
    </w:p>
    <w:p w:rsidR="0054577C" w:rsidRPr="0054577C" w:rsidRDefault="008B6C3F" w:rsidP="00941D4B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উপদেশ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শুনুন</w:t>
      </w:r>
      <w:r w:rsidR="0054577C" w:rsidRPr="0054577C">
        <w:rPr>
          <w:cs/>
          <w:lang w:bidi="bn-IN"/>
        </w:rPr>
        <w:t>!</w:t>
      </w:r>
      <w:r>
        <w:rPr>
          <w:rStyle w:val="libEnChar"/>
        </w:rPr>
        <w:t>”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বললেন</w:t>
      </w:r>
      <w:r w:rsidR="0054577C" w:rsidRPr="0054577C">
        <w:rPr>
          <w:cs/>
          <w:lang w:bidi="bn-IN"/>
        </w:rPr>
        <w:t>:</w:t>
      </w:r>
      <w:r>
        <w:rPr>
          <w:rStyle w:val="libEnChar"/>
        </w:rPr>
        <w:t>”</w:t>
      </w:r>
      <w:r w:rsidR="0054577C" w:rsidRPr="0054577C">
        <w:rPr>
          <w:rFonts w:hint="cs"/>
          <w:cs/>
          <w:lang w:bidi="bn-IN"/>
        </w:rPr>
        <w:t>বল</w:t>
      </w:r>
      <w:r w:rsidR="0054577C" w:rsidRPr="0054577C">
        <w:rPr>
          <w:cs/>
          <w:lang w:bidi="bn-IN"/>
        </w:rPr>
        <w:t>!</w:t>
      </w:r>
      <w:r>
        <w:rPr>
          <w:rStyle w:val="libEnChar"/>
        </w:rPr>
        <w:t>”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সে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বলল</w:t>
      </w:r>
      <w:r w:rsidR="0054577C" w:rsidRPr="0054577C">
        <w:rPr>
          <w:cs/>
          <w:lang w:bidi="bn-IN"/>
        </w:rPr>
        <w:t>:</w:t>
      </w:r>
      <w:r>
        <w:rPr>
          <w:rStyle w:val="libEnChar"/>
        </w:rPr>
        <w:t>”</w:t>
      </w:r>
      <w:r w:rsidR="0054577C" w:rsidRPr="0054577C">
        <w:rPr>
          <w:rFonts w:hint="cs"/>
          <w:cs/>
          <w:lang w:bidi="bn-IN"/>
        </w:rPr>
        <w:t>আসুন</w:t>
      </w:r>
      <w:r w:rsidR="0054577C" w:rsidRPr="0054577C">
        <w:rPr>
          <w:cs/>
          <w:lang w:bidi="bn-IN"/>
        </w:rPr>
        <w:t xml:space="preserve">! </w:t>
      </w:r>
      <w:r w:rsidR="0054577C" w:rsidRPr="0054577C">
        <w:rPr>
          <w:rFonts w:hint="cs"/>
          <w:cs/>
          <w:lang w:bidi="bn-IN"/>
        </w:rPr>
        <w:t>ইয়াযীদের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নিকট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বাইআত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করুন</w:t>
      </w:r>
      <w:r w:rsidR="0054577C" w:rsidRPr="0054577C">
        <w:t xml:space="preserve">; </w:t>
      </w:r>
      <w:r w:rsidR="0054577C" w:rsidRPr="0054577C">
        <w:rPr>
          <w:rFonts w:hint="cs"/>
          <w:cs/>
          <w:lang w:bidi="bn-IN"/>
        </w:rPr>
        <w:t>এটি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আপনার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দ্বীন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দুনিয়ার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কল্যাণকর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হবে</w:t>
      </w:r>
      <w:r w:rsidR="0054577C" w:rsidRPr="0054577C">
        <w:rPr>
          <w:cs/>
          <w:lang w:bidi="bn-IN"/>
        </w:rPr>
        <w:t>!</w:t>
      </w:r>
      <w:r>
        <w:rPr>
          <w:rStyle w:val="libEnChar"/>
        </w:rPr>
        <w:t>”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বললেনঃ</w:t>
      </w:r>
      <w:r w:rsidR="0054577C" w:rsidRPr="0054577C">
        <w:rPr>
          <w:cs/>
          <w:lang w:bidi="bn-IN"/>
        </w:rPr>
        <w:t xml:space="preserve"> </w:t>
      </w:r>
      <w:r>
        <w:rPr>
          <w:rStyle w:val="libEnChar"/>
        </w:rPr>
        <w:t>“</w:t>
      </w:r>
      <w:r w:rsidR="0054577C" w:rsidRPr="0054577C">
        <w:rPr>
          <w:rFonts w:hint="cs"/>
          <w:cs/>
          <w:lang w:bidi="bn-IN"/>
        </w:rPr>
        <w:t>ও</w:t>
      </w:r>
      <w:r w:rsidR="00FA7DAC">
        <w:rPr>
          <w:rFonts w:hint="cs"/>
          <w:cs/>
          <w:lang w:bidi="bn-IN"/>
        </w:rPr>
        <w:t>য়া</w:t>
      </w:r>
      <w:r w:rsidR="00FA7DAC" w:rsidRPr="00743A59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আলাল্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ইসলামি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আসসালামু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ইযা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বুলিয়াতিল্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উম্মাতু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বিরায়িন্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মিছলি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ইয়াযীদা</w:t>
      </w:r>
      <w:r w:rsidR="0054577C" w:rsidRPr="0054577C">
        <w:rPr>
          <w:cs/>
          <w:lang w:bidi="bn-IN"/>
        </w:rPr>
        <w:t>!</w:t>
      </w:r>
      <w:r>
        <w:rPr>
          <w:rStyle w:val="libEnChar"/>
        </w:rPr>
        <w:t>”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অর্থাৎ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যদি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মুসলিম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জাতি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ইয়াযীদের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একজন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প্রতিনিধি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আমীরের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আনুগত্য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তাহলে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ইসলামের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সাথে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খোদা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হাফেযী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বিদায়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জানাতে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হবে</w:t>
      </w:r>
      <w:r w:rsidR="0054577C" w:rsidRPr="0054577C">
        <w:rPr>
          <w:cs/>
          <w:lang w:bidi="bn-IN"/>
        </w:rPr>
        <w:t>!</w:t>
      </w:r>
      <w:r>
        <w:rPr>
          <w:rStyle w:val="libEnChar"/>
        </w:rPr>
        <w:t>”</w:t>
      </w:r>
      <w:r w:rsidR="0054577C" w:rsidRPr="00941D4B">
        <w:rPr>
          <w:rStyle w:val="libFootnotenumChar"/>
          <w:rFonts w:hint="cs"/>
          <w:cs/>
          <w:lang w:bidi="bn-IN"/>
        </w:rPr>
        <w:t>৫৭</w:t>
      </w:r>
    </w:p>
    <w:p w:rsidR="0054577C" w:rsidRPr="0054577C" w:rsidRDefault="0054577C" w:rsidP="00941D4B">
      <w:pPr>
        <w:pStyle w:val="libNormal"/>
      </w:pPr>
      <w:r w:rsidRPr="0054577C">
        <w:rPr>
          <w:rFonts w:hint="cs"/>
          <w:cs/>
          <w:lang w:bidi="bn-IN"/>
        </w:rPr>
        <w:t>৩।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ইন্না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রাজুলুন্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শারিবুল্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খামরি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ক্বাতিলুন্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নাফসিল্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মুহতারামাতি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মিছ্লী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ইউবায়ি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য়ু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মিছ্লাহু</w:t>
      </w:r>
      <w:r w:rsidRPr="0054577C">
        <w:rPr>
          <w:cs/>
          <w:lang w:bidi="bn-IN"/>
        </w:rPr>
        <w:t>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মদ্যপায়ী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নিষেধ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কখনই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="00941D4B">
        <w:rPr>
          <w:cs/>
          <w:lang w:bidi="bn-IN"/>
        </w:rPr>
        <w:t xml:space="preserve"> !</w:t>
      </w:r>
      <w:r w:rsidRPr="00941D4B">
        <w:rPr>
          <w:rStyle w:val="libFootnotenumChar"/>
          <w:rFonts w:hint="cs"/>
          <w:cs/>
          <w:lang w:bidi="bn-IN"/>
        </w:rPr>
        <w:t>৫৮</w:t>
      </w:r>
      <w:r w:rsidR="00941D4B" w:rsidRPr="0054577C">
        <w:t xml:space="preserve"> </w:t>
      </w:r>
    </w:p>
    <w:p w:rsidR="0054577C" w:rsidRPr="0054577C" w:rsidRDefault="00F00230" w:rsidP="002F6957">
      <w:pPr>
        <w:pStyle w:val="Heading1Center"/>
      </w:pPr>
      <w:bookmarkStart w:id="32" w:name="_Toc535947626"/>
      <w:r w:rsidRPr="00F00230">
        <w:rPr>
          <w:rFonts w:hint="cs"/>
          <w:cs/>
          <w:lang w:bidi="bn-IN"/>
        </w:rPr>
        <w:lastRenderedPageBreak/>
        <w:t>ইমাম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হুসাইনের</w:t>
      </w:r>
      <w:r w:rsidRPr="00F00230">
        <w:rPr>
          <w:cs/>
          <w:lang w:bidi="bn-IN"/>
        </w:rPr>
        <w:t xml:space="preserve"> (</w:t>
      </w:r>
      <w:r w:rsidRPr="00F00230">
        <w:rPr>
          <w:rFonts w:hint="cs"/>
          <w:cs/>
          <w:lang w:bidi="bn-IN"/>
        </w:rPr>
        <w:t>আ</w:t>
      </w:r>
      <w:r w:rsidRPr="00F00230">
        <w:rPr>
          <w:cs/>
          <w:lang w:bidi="bn-IN"/>
        </w:rPr>
        <w:t xml:space="preserve">.) </w:t>
      </w:r>
      <w:r w:rsidRPr="00F00230">
        <w:rPr>
          <w:rFonts w:hint="cs"/>
          <w:cs/>
          <w:lang w:bidi="bn-IN"/>
        </w:rPr>
        <w:t>শাহাদতের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ভবিষ্যদ্বাণী</w:t>
      </w:r>
      <w:bookmarkEnd w:id="32"/>
    </w:p>
    <w:p w:rsidR="0054577C" w:rsidRPr="0054577C" w:rsidRDefault="0054577C" w:rsidP="002F6957">
      <w:pPr>
        <w:pStyle w:val="libNormal"/>
      </w:pP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ভবিষ্যদ্বাণী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হাদীছ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>.)</w:t>
      </w:r>
      <w:r w:rsidRPr="002F6957">
        <w:rPr>
          <w:rStyle w:val="libFootnotenumChar"/>
          <w:rFonts w:hint="cs"/>
          <w:cs/>
          <w:lang w:bidi="bn-IN"/>
        </w:rPr>
        <w:t>৫৯</w:t>
      </w:r>
      <w:r w:rsidR="002F6957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>.)</w:t>
      </w:r>
      <w:r w:rsidRPr="002F6957">
        <w:rPr>
          <w:rStyle w:val="libFootnotenumChar"/>
          <w:rFonts w:hint="cs"/>
          <w:cs/>
          <w:lang w:bidi="bn-IN"/>
        </w:rPr>
        <w:t>৬০</w:t>
      </w:r>
      <w:r w:rsidR="002F6957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প্রেক্ষিতে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মানসিকভাবে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প্রস্তুত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t xml:space="preserve">;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যেহেতু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শুনেছিলেম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ইরাকের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ভূমিতে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ইরাকে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নিষেধ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করছিলেন।</w:t>
      </w:r>
      <w:r w:rsidRPr="002F6957">
        <w:rPr>
          <w:rStyle w:val="libFootnotenumChar"/>
          <w:rFonts w:hint="cs"/>
          <w:cs/>
          <w:lang w:bidi="bn-IN"/>
        </w:rPr>
        <w:t>৬১</w:t>
      </w:r>
    </w:p>
    <w:p w:rsidR="0054577C" w:rsidRPr="0054577C" w:rsidRDefault="0054577C" w:rsidP="002F6957">
      <w:pPr>
        <w:pStyle w:val="libNormal"/>
      </w:pP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কারবালার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অল্প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উম্মে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সালমাকে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বোতলে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সংরক্ষণ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বলেছিলেন</w:t>
      </w:r>
      <w:r w:rsidRPr="0054577C">
        <w:rPr>
          <w:cs/>
          <w:lang w:bidi="bn-IN"/>
        </w:rPr>
        <w:t xml:space="preserve"> :</w:t>
      </w:r>
      <w:r w:rsidRPr="002F6957">
        <w:rPr>
          <w:rStyle w:val="libFootnotenumChar"/>
          <w:rFonts w:hint="cs"/>
          <w:cs/>
          <w:lang w:bidi="bn-IN"/>
        </w:rPr>
        <w:t>৬২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বুঝবে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F6957">
      <w:pPr>
        <w:pStyle w:val="libNormal"/>
      </w:pP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খবরটি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ভবিষ্যদ্বাণী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কয়েকবার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প্রথমবার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জন্মের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জিবরাঈল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আগমন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খবর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ক্রন্দন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জন্মের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বছর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ফেরেশ্তা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সংবাদ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ক্রন্দন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শুনেন।</w:t>
      </w:r>
      <w:r w:rsidRPr="002F6957">
        <w:rPr>
          <w:rStyle w:val="libFootnotenumChar"/>
          <w:rFonts w:hint="cs"/>
          <w:cs/>
          <w:lang w:bidi="bn-IN"/>
        </w:rPr>
        <w:t>৬৩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F6957">
      <w:pPr>
        <w:pStyle w:val="libNormal"/>
      </w:pPr>
      <w:r w:rsidRPr="0054577C">
        <w:rPr>
          <w:rFonts w:hint="cs"/>
          <w:cs/>
          <w:lang w:bidi="bn-IN"/>
        </w:rPr>
        <w:t>মক্কা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যাত্রা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="008B6C3F">
        <w:rPr>
          <w:rFonts w:hint="eastAsia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সমীপে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বিনীতভাবে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ইরাকে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হাওয়ানিদ্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দুনিয়া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য়ুহালা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সু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ইয়াহ্ইয়া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যাকারিয়্যা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বাগিয়্যিন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বাগায়া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ইসরাঈলা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পৃথিবীর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বোঝার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এতটুকুই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যথেষ্ট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ইয়াহ্ইয়া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যাকারিয়ার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ইসরাঈলের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নিকৃষ্টলোকদের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অন্তর্ভূক্ত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নিকৃষ্ট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প্রার্থনা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অংশটিতে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চুমু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খেতেন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অংশটুকু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চুমু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খাব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জামাটি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উঁচু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ক্বলবের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তিরের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স্থানটি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চুমু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সেখানে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চুমু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  <w:r w:rsidRPr="002F6957">
        <w:rPr>
          <w:rStyle w:val="libFootnotenumChar"/>
          <w:rFonts w:hint="cs"/>
          <w:cs/>
          <w:lang w:bidi="bn-IN"/>
        </w:rPr>
        <w:t>৬৪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F6957">
      <w:pPr>
        <w:pStyle w:val="libNormal"/>
      </w:pP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দাউদের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ইহুদী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আলেম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কারবালায়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দ্রুত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অতিক্রম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পড়েছি</w:t>
      </w:r>
      <w:r w:rsidRPr="0054577C">
        <w:t>,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ভূমিতে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হয়তো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বুঝলেন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দ্রুত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অতিক্রম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2F6957">
        <w:rPr>
          <w:rStyle w:val="libFootnotenumChar"/>
          <w:rFonts w:hint="cs"/>
          <w:cs/>
          <w:lang w:bidi="bn-IN"/>
        </w:rPr>
        <w:t>৬৫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F6957">
      <w:pPr>
        <w:pStyle w:val="libNormal"/>
      </w:pPr>
      <w:r w:rsidRPr="0054577C">
        <w:rPr>
          <w:rFonts w:hint="cs"/>
          <w:cs/>
          <w:lang w:bidi="bn-IN"/>
        </w:rPr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কারবালাতে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সন্ততিদের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সন্ততিদের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দীর্ঘ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কারবালাতে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ভ্রমণের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কারবালা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প্রান্তরে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পরস্পর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বলাবলি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চল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মরুভূমিতে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রয়েছে।</w:t>
      </w:r>
      <w:r w:rsidRPr="002F6957">
        <w:rPr>
          <w:rStyle w:val="libFootnotenumChar"/>
          <w:rFonts w:hint="cs"/>
          <w:cs/>
          <w:lang w:bidi="bn-IN"/>
        </w:rPr>
        <w:t>৬৬</w:t>
      </w:r>
    </w:p>
    <w:p w:rsidR="0054577C" w:rsidRPr="0054577C" w:rsidRDefault="0054577C" w:rsidP="002F6957">
      <w:pPr>
        <w:pStyle w:val="Heading2Center"/>
      </w:pPr>
      <w:bookmarkStart w:id="33" w:name="_Toc535947627"/>
      <w:r w:rsidRPr="0054577C">
        <w:rPr>
          <w:rFonts w:hint="cs"/>
          <w:cs/>
          <w:lang w:bidi="bn-IN"/>
        </w:rPr>
        <w:t>মদীনা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প্রস্থান</w:t>
      </w:r>
      <w:bookmarkEnd w:id="33"/>
      <w:r w:rsidRPr="0054577C">
        <w:rPr>
          <w:cs/>
          <w:lang w:bidi="bn-IN"/>
        </w:rPr>
        <w:t xml:space="preserve"> </w:t>
      </w:r>
    </w:p>
    <w:p w:rsidR="0054577C" w:rsidRPr="0054577C" w:rsidRDefault="0054577C" w:rsidP="002F6957">
      <w:pPr>
        <w:pStyle w:val="libNormal"/>
      </w:pP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দ্বীপের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মুফরাদা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হেজায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ইরাক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সিরিয়া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ইয়েমেন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সমগ্র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প্রচারিত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পরিবেশন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করেছিলেন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দৌহিত্র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আশ্রয়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বলছেন</w:t>
      </w:r>
      <w:r w:rsidRPr="0054577C">
        <w:t xml:space="preserve">;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ইয়াযীদু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রাজুলুন্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শারিবুল্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খামরি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ক্বাতিলুন্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নাফ্সিল্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মুহতারামাতি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মিছ্লী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ইউবায়ি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য়ু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মিছ্লাহ্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অঞ্চলে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প্রচারিত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হজ্জ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মৌসুমেও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হজ্জ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প্রস্তুত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বিপক্ষে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যতদিন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আছেন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কূনূ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হিলসান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আহলাসি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বুয়ূতিকুম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যতদিন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ততদিন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গৃহের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ব্যবহৃত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গৃহের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থাক।</w:t>
      </w:r>
      <w:r w:rsidRPr="002F6957">
        <w:rPr>
          <w:rStyle w:val="libFootnotenumChar"/>
          <w:rFonts w:hint="cs"/>
          <w:cs/>
          <w:lang w:bidi="bn-IN"/>
        </w:rPr>
        <w:t>৬৭</w:t>
      </w:r>
    </w:p>
    <w:p w:rsidR="0054577C" w:rsidRPr="0054577C" w:rsidRDefault="0054577C" w:rsidP="002F6957">
      <w:pPr>
        <w:pStyle w:val="libNormal"/>
      </w:pP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বড়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আকারের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দুইব্যাগ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2F6957">
        <w:rPr>
          <w:rStyle w:val="libFootnotenumChar"/>
          <w:rFonts w:hint="cs"/>
          <w:cs/>
          <w:lang w:bidi="bn-IN"/>
        </w:rPr>
        <w:t>৬৮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বিষয়বস্তু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আক্বদিম্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জুন্দিন্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মুজান্নাদুন্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প্রস্তুত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আছে।</w:t>
      </w:r>
      <w:r w:rsidRPr="002F6957">
        <w:rPr>
          <w:rStyle w:val="libFootnotenumChar"/>
          <w:rFonts w:hint="cs"/>
          <w:cs/>
          <w:lang w:bidi="bn-IN"/>
        </w:rPr>
        <w:t>৬৯</w:t>
      </w:r>
    </w:p>
    <w:p w:rsidR="0054577C" w:rsidRPr="0054577C" w:rsidRDefault="0054577C" w:rsidP="002F6957">
      <w:pPr>
        <w:pStyle w:val="libNormal"/>
      </w:pP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আক্বীলকে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আক্বীল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সহস্র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যোদ্ধা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হাজারেরও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2F6957">
        <w:rPr>
          <w:rStyle w:val="libFootnotenumChar"/>
          <w:rFonts w:hint="cs"/>
          <w:cs/>
          <w:lang w:bidi="bn-IN"/>
        </w:rPr>
        <w:t>৭০</w:t>
      </w:r>
    </w:p>
    <w:p w:rsidR="0054577C" w:rsidRPr="0054577C" w:rsidRDefault="0054577C" w:rsidP="002F6957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জানান।</w:t>
      </w:r>
      <w:r w:rsidRPr="002F6957">
        <w:rPr>
          <w:rStyle w:val="libFootnotenumChar"/>
          <w:rFonts w:hint="cs"/>
          <w:cs/>
          <w:lang w:bidi="bn-IN"/>
        </w:rPr>
        <w:t>৭১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F6957">
      <w:pPr>
        <w:pStyle w:val="libNormal"/>
      </w:pPr>
      <w:r w:rsidRPr="0054577C">
        <w:rPr>
          <w:rFonts w:hint="cs"/>
          <w:cs/>
          <w:lang w:bidi="bn-IN"/>
        </w:rPr>
        <w:t>অপরদিকে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মক্কায়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  <w:r w:rsidRPr="002F6957">
        <w:rPr>
          <w:rStyle w:val="libFootnotenumChar"/>
          <w:rFonts w:hint="cs"/>
          <w:cs/>
          <w:lang w:bidi="bn-IN"/>
        </w:rPr>
        <w:t>৭২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F6957">
      <w:pPr>
        <w:pStyle w:val="libNormal"/>
      </w:pP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ইরাকে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যুবাইর।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শুহাদাও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প্রত্যেককেই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যথোপযুক্ত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জবাব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দিচ্ছিলেন।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যুবাইর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আবেদন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সান্নিধ্যে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পারব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শুনেছি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ইউক্বতালু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কাব্শুন্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কুরাইশিন্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তুহ্তাকু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হুরমাতুহু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উহিব্বু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আকূনা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লিকাল্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কাবশ্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কুরাইশগণের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প্রসিদ্ধ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2F6957">
        <w:rPr>
          <w:rStyle w:val="libFootnotenumChar"/>
          <w:rFonts w:hint="cs"/>
          <w:cs/>
          <w:lang w:bidi="bn-IN"/>
        </w:rPr>
        <w:t>৭৩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স্বয়ং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যুবাইর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ঐ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গৃহের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F6957">
      <w:pPr>
        <w:pStyle w:val="libNormal"/>
      </w:pPr>
      <w:r w:rsidRPr="0054577C">
        <w:rPr>
          <w:rFonts w:hint="cs"/>
          <w:cs/>
          <w:lang w:bidi="bn-IN"/>
        </w:rPr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বিনীতভাবে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প্রার্থনা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ইয়াবনা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রাসূলিল্লাহ্</w:t>
      </w:r>
      <w:r w:rsidRPr="0054577C">
        <w:rPr>
          <w:cs/>
          <w:lang w:bidi="bn-IN"/>
        </w:rPr>
        <w:t xml:space="preserve"> ! (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কিংবা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ইয়েমেনে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অনুসারীগণ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ততক্ষণ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গুটাবে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যতক্ষণ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2F6957">
        <w:rPr>
          <w:rStyle w:val="libFootnotenumChar"/>
          <w:rFonts w:hint="cs"/>
          <w:cs/>
          <w:lang w:bidi="bn-IN"/>
        </w:rPr>
        <w:t>৭৪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যতদিন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ততদিন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দৃঢ়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নতুবা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কল্যাণকর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সিদ্ধান্ত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বিকল্প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পক্ষান্তরে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সহস্র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সহস্র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যোদ্ধা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কুফাবাসীরা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সত্ত্বেও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কিয়ামত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কুফাবাসীরা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 xml:space="preserve">?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পত্র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লিখেছি</w:t>
      </w:r>
      <w:r w:rsidRPr="0054577C">
        <w:t xml:space="preserve">;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দাওয়াত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F6957">
      <w:pPr>
        <w:pStyle w:val="Heading2Center"/>
      </w:pPr>
      <w:bookmarkStart w:id="34" w:name="_Toc535947628"/>
      <w:r w:rsidRPr="0054577C">
        <w:rPr>
          <w:rFonts w:hint="cs"/>
          <w:cs/>
          <w:lang w:bidi="bn-IN"/>
        </w:rPr>
        <w:lastRenderedPageBreak/>
        <w:t>খলীফাদের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জিহাদের</w:t>
      </w:r>
      <w:r w:rsidRPr="00743A59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পরিবর্তন</w:t>
      </w:r>
      <w:bookmarkEnd w:id="34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যুগের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যুদ্ধ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জিহাদ</w:t>
      </w:r>
      <w:r>
        <w:rPr>
          <w:rFonts w:hint="eastAsia"/>
        </w:rPr>
        <w:t>’</w:t>
      </w:r>
      <w:r w:rsidRPr="0054577C">
        <w:t xml:space="preserve">, </w:t>
      </w:r>
      <w:r w:rsidRPr="0054577C">
        <w:rPr>
          <w:rFonts w:hint="cs"/>
          <w:cs/>
          <w:lang w:bidi="bn-IN"/>
        </w:rPr>
        <w:t>ধর্মের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জিহাদ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জিহাদ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রোম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পারস্য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সম্রাটদের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ধনভাণ্ডারকে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হস্তগত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দুনিয়া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একত্রিত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যখনই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যেহেতু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প্রতিপক্ষ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লুণ্ঠন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আত্মসাত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অনুমতি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গ্রাহ্য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যুগে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জিহাদ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যুগের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জিহাদের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দ্বীনের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জিহাদ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দুনিয়া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অন্তর্ভুক্ত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দ্বীনের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জিহাদ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ভুলে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দুনিয়া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পুনর্জাগরণের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জিহাদ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</w:p>
    <w:p w:rsidR="0054577C" w:rsidRPr="0054577C" w:rsidRDefault="0054577C" w:rsidP="002F6957">
      <w:pPr>
        <w:pStyle w:val="libNormal"/>
      </w:pPr>
      <w:r w:rsidRPr="0054577C">
        <w:rPr>
          <w:rFonts w:hint="cs"/>
          <w:cs/>
          <w:lang w:bidi="bn-IN"/>
        </w:rPr>
        <w:t>জিহাদ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যুগেও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রূপান্তরিত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দুনিয়ার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দুনিয়াকে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হস্তগত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বিগ্রহ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সমীপে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বিনীতভাবে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প্রার্থনা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আখী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সামি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আখিল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হাসান</w:t>
      </w:r>
      <w:r w:rsidRPr="0054577C">
        <w:rPr>
          <w:cs/>
          <w:lang w:bidi="bn-IN"/>
        </w:rPr>
        <w:t xml:space="preserve"> ...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পুনর্ব্যক্ত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কান্নায়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ভেঙ্গে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হাসান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>.)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2F6957">
        <w:rPr>
          <w:rStyle w:val="libFootnotenumChar"/>
          <w:rFonts w:hint="cs"/>
          <w:cs/>
          <w:lang w:bidi="bn-IN"/>
        </w:rPr>
        <w:t>৭৫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আসুন</w:t>
      </w:r>
      <w:r w:rsidRPr="0054577C">
        <w:t>, (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কথাগুলির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ভিন্নরূপ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ব্যাখ্যা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হত্যাযজ্ঞ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সংঘটিত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বুঝাতে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দরকার।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পার্থিব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অবশ্যই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যুগের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পুর্নজীবিত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F6957">
      <w:pPr>
        <w:pStyle w:val="libNormal"/>
      </w:pPr>
      <w:r w:rsidRPr="0054577C">
        <w:rPr>
          <w:rFonts w:hint="cs"/>
          <w:cs/>
          <w:lang w:bidi="bn-IN"/>
        </w:rPr>
        <w:lastRenderedPageBreak/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যুগে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বদরযুদ্ধে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আনসারগণের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>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উমাইর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হুমাম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খোরমা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সমীপে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বিনীতভাবে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রাসূলাল্লাহ্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লিমান্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গামাসা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ইয়াদাহু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ফীহিম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ক্বাতালা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কুতিলা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তরবারিসহ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বাড়াবে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বিনিময়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জান্নাহ্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বাখ্যিন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বাখ্যিন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বাইনাল্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জান্নাতি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ইল্লা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হাযিহিত্তামারাতু</w:t>
      </w:r>
      <w:r w:rsidRPr="0054577C">
        <w:rPr>
          <w:cs/>
          <w:lang w:bidi="bn-IN"/>
        </w:rPr>
        <w:t xml:space="preserve"> </w:t>
      </w:r>
      <w:r w:rsidR="006447A5">
        <w:rPr>
          <w:rFonts w:hint="cs"/>
          <w:cs/>
          <w:lang w:bidi="bn-IN"/>
        </w:rPr>
        <w:t>আ</w:t>
      </w:r>
      <w:r w:rsidR="006447A5"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কুলুহা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বাহ্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বেহেশ্তের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খোরমাগুলির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খাচ্ছি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খোরমাগুলি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হন।</w:t>
      </w:r>
      <w:r w:rsidRPr="002F6957">
        <w:rPr>
          <w:rStyle w:val="libFootnotenumChar"/>
          <w:rFonts w:hint="cs"/>
          <w:cs/>
          <w:lang w:bidi="bn-IN"/>
        </w:rPr>
        <w:t>৭৬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জিহাদ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এরূপ।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গিয়েছিল</w:t>
      </w:r>
      <w:r w:rsidRPr="0054577C">
        <w:t xml:space="preserve">; </w:t>
      </w:r>
      <w:r w:rsidRPr="0054577C">
        <w:rPr>
          <w:rFonts w:hint="cs"/>
          <w:cs/>
          <w:lang w:bidi="bn-IN"/>
        </w:rPr>
        <w:t>পুরো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নিস্মৃত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পংক্তিটি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প্রকৃতি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ধরেছে</w:t>
      </w:r>
      <w:r w:rsidRPr="0054577C">
        <w:rPr>
          <w:cs/>
          <w:lang w:bidi="bn-IN"/>
        </w:rPr>
        <w:t xml:space="preserve"> : </w:t>
      </w:r>
    </w:p>
    <w:p w:rsidR="0054577C" w:rsidRPr="0054577C" w:rsidRDefault="0054577C" w:rsidP="002F6957">
      <w:pPr>
        <w:pStyle w:val="libNormal"/>
      </w:pPr>
      <w:r w:rsidRPr="0054577C">
        <w:rPr>
          <w:rFonts w:hint="cs"/>
          <w:cs/>
          <w:lang w:bidi="bn-IN"/>
        </w:rPr>
        <w:t>ইন্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দ্বীনু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মুহাম্মাদিন্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ইয়াস্তাক্বিম্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ইল্লা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বিক্বাত্লী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সুয়ূফু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খুযীনী।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দ্বীন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সুদৃঢ়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সাবধান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তরবারিসমূহ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2F6957">
        <w:rPr>
          <w:rStyle w:val="libFootnotenumChar"/>
          <w:rFonts w:hint="cs"/>
          <w:cs/>
          <w:lang w:bidi="bn-IN"/>
        </w:rPr>
        <w:t>৭৭</w:t>
      </w:r>
    </w:p>
    <w:p w:rsidR="0054577C" w:rsidRPr="0054577C" w:rsidRDefault="0054577C" w:rsidP="002F6957">
      <w:pPr>
        <w:pStyle w:val="libNormal"/>
      </w:pPr>
      <w:r w:rsidRPr="0054577C">
        <w:rPr>
          <w:rFonts w:hint="cs"/>
          <w:cs/>
          <w:lang w:bidi="bn-IN"/>
        </w:rPr>
        <w:t>যিলহজ্জ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তারিখে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ইরাকের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রওনা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হাজীগণের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খুত্তাল্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মাউতু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উলদি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মাখাত্তাল্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ক্বিলাদাতি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জীদিল্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ফাতাতি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</w:t>
      </w:r>
      <w:r w:rsidRPr="0054577C">
        <w:t xml:space="preserve">, </w:t>
      </w:r>
      <w:r w:rsidRPr="0054577C">
        <w:rPr>
          <w:rFonts w:hint="cs"/>
          <w:cs/>
          <w:lang w:bidi="bn-IN"/>
        </w:rPr>
        <w:t>ঠিক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মেয়েদের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গলাবন্ধনির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মানানসই।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কাআন্নী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বিআউসালী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তাতাক্বাত্তা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উহা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আস্লানুল্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ফালাওয়াতি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বাইনান্নাওয়াবীসি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কারবালা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পাচ্ছি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অঙ্গ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প্রত্যঙ্গগুলিকে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কারবালা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নাওয়াবিস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ভূমির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মরুভূমির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নেকড়েরা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ছিঁড়ে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ছিঁড়ে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খাচ্ছে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লান্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তাশুয্যা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রাসূলিল্লাহি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লুহমাতুহু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মাজ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আতুন্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হাযীরাতিল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কুদ্সি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রক্ত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মাংস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আব্দিল্লাহর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পৃথক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বেহেশ্তে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সম্মিলিত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2F6957">
        <w:rPr>
          <w:rStyle w:val="libFootnotenumChar"/>
          <w:rFonts w:hint="cs"/>
          <w:cs/>
          <w:lang w:bidi="bn-IN"/>
        </w:rPr>
        <w:t>৭৮</w:t>
      </w:r>
    </w:p>
    <w:p w:rsidR="0054577C" w:rsidRPr="0054577C" w:rsidRDefault="0054577C" w:rsidP="00925AC4">
      <w:pPr>
        <w:pStyle w:val="libNormal"/>
      </w:pPr>
      <w:r w:rsidRPr="0054577C">
        <w:rPr>
          <w:rFonts w:hint="cs"/>
          <w:cs/>
          <w:lang w:bidi="bn-IN"/>
        </w:rPr>
        <w:t>অনুরূপভাবে</w:t>
      </w:r>
      <w:r w:rsidRPr="0054577C">
        <w:t>,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চাচ্ছিলেন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লিখেছিলেন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ইলাল্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মালাআ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আম্মা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দু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লাহিক্বা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মিনকুম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ইস্তাশহাদা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তাখাল্লা</w:t>
      </w:r>
      <w:r w:rsidR="00FA7DAC">
        <w:rPr>
          <w:rFonts w:hint="cs"/>
          <w:cs/>
          <w:lang w:bidi="bn-IN"/>
        </w:rPr>
        <w:t>ফা</w:t>
      </w:r>
      <w:r w:rsidR="00FA7DAC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আন্নী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ইয়াবলুগিল্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ফাত্হা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সহযোগিতা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কৃতকার্য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925AC4">
        <w:rPr>
          <w:rStyle w:val="libFootnotenumChar"/>
          <w:rFonts w:hint="cs"/>
          <w:cs/>
          <w:lang w:bidi="bn-IN"/>
        </w:rPr>
        <w:t>৭৯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কৃতকার্যতাকে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দেখেছেন।</w:t>
      </w:r>
    </w:p>
    <w:p w:rsidR="0054577C" w:rsidRPr="0054577C" w:rsidRDefault="0054577C" w:rsidP="00925AC4">
      <w:pPr>
        <w:pStyle w:val="libNormal"/>
      </w:pPr>
      <w:r w:rsidRPr="0054577C">
        <w:rPr>
          <w:rFonts w:hint="cs"/>
          <w:cs/>
          <w:lang w:bidi="bn-IN"/>
        </w:rPr>
        <w:t>ইরাকের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যাত্রাবিরতি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হাওয়ানিদ্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দুনিয়া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য়ুহমালা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সু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ইয়াহ্ইয়া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যাকারিয়্যা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বাগয়িন্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বাগায়া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ইস্রাঈল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925AC4">
        <w:rPr>
          <w:rStyle w:val="libFootnotenumChar"/>
          <w:rFonts w:hint="cs"/>
          <w:cs/>
          <w:lang w:bidi="bn-IN"/>
        </w:rPr>
        <w:t>৮০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দুনিয়ার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ইয়াহ্ইয়া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যাকারিয়ার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ইস্রাঈলের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নিকৃষ্টলোকদের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নিকৃষ্টলোকের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প্রতীয়মান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নতুবা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t xml:space="preserve">;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অনিশ্চিত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সুতরাং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অবশ্যম্ভাবী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এমনকি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rPr>
          <w:rFonts w:hint="cs"/>
          <w:cs/>
          <w:lang w:bidi="bn-IN"/>
        </w:rPr>
        <w:t>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গেলাফের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নিচেও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আত্মগোপন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আক্বীদা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জন্মাত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সুতরাং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কাঁধের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বর্তাত।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এইটি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ভবিষ্যদ্বাণীসমূহ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মুসলমানদেরকে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প্রস্তুত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925AC4">
      <w:pPr>
        <w:pStyle w:val="libNormal"/>
      </w:pPr>
      <w:r w:rsidRPr="0054577C">
        <w:rPr>
          <w:rFonts w:hint="cs"/>
          <w:cs/>
          <w:lang w:bidi="bn-IN"/>
        </w:rPr>
        <w:lastRenderedPageBreak/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এভাবেই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অপেক্ষায়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কারবালায়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উপলব্ধি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করানোর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প্রস্তুত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অনরূপভাবে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যিলহজ্জ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তারিখ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হাজীগণ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আরাফা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ময়দানে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যাচ্ছেন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হাজীগণের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অনেকেই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আফ্রিকা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ইরান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দূরবর্তী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স্থানসমূহ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বছরের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অতিক্রম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দৌহিত্রের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সাক্ষাত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দেখেন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যিলহজ্জ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তারিখে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আরাফার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ময়দানে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হজ্জকে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মুস্তাহাব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হজ্জ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মুস্তাহাব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উমরায়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পরিবর্তন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925AC4">
        <w:rPr>
          <w:rStyle w:val="libFootnotenumChar"/>
          <w:rFonts w:hint="cs"/>
          <w:cs/>
          <w:lang w:bidi="bn-IN"/>
        </w:rPr>
        <w:t>৮১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মেরে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চূড়ান্ত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</w:p>
    <w:p w:rsidR="0054577C" w:rsidRPr="0054577C" w:rsidRDefault="0054577C" w:rsidP="002562FC">
      <w:pPr>
        <w:pStyle w:val="libNormal"/>
      </w:pPr>
    </w:p>
    <w:p w:rsidR="0054577C" w:rsidRPr="0054577C" w:rsidRDefault="0054577C" w:rsidP="00925AC4">
      <w:pPr>
        <w:pStyle w:val="Heading2Center"/>
      </w:pPr>
      <w:bookmarkStart w:id="35" w:name="_Toc535947629"/>
      <w:r w:rsidRPr="0054577C">
        <w:rPr>
          <w:rFonts w:hint="cs"/>
          <w:cs/>
          <w:lang w:bidi="bn-IN"/>
        </w:rPr>
        <w:t>কারবালায়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প্রবেশ</w:t>
      </w:r>
      <w:bookmarkEnd w:id="35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তৎকালে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রেডিও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টিভির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সত্ত্বেও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গৃহিত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পদক্ষেপগুলির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ইরাকের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রওয়ানা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সংবাদটি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গিয়েছিল।</w:t>
      </w:r>
    </w:p>
    <w:p w:rsidR="0054577C" w:rsidRPr="0054577C" w:rsidRDefault="0054577C" w:rsidP="00925AC4">
      <w:pPr>
        <w:pStyle w:val="libNormal"/>
      </w:pP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কারবালায়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রিয়াহী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সৈন্যবাহিনী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মুখোমুখি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t xml:space="preserve">; </w:t>
      </w:r>
      <w:r w:rsidRPr="0054577C">
        <w:rPr>
          <w:rFonts w:hint="cs"/>
          <w:cs/>
          <w:lang w:bidi="bn-IN"/>
        </w:rPr>
        <w:t>ইতোমধ্যে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অঞ্চলের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আক্বীল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প্রতিশ্রুতি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ভঙ্গের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  <w:r w:rsidRPr="00925AC4">
        <w:rPr>
          <w:rStyle w:val="libFootnotenumChar"/>
          <w:rFonts w:hint="cs"/>
          <w:cs/>
          <w:lang w:bidi="bn-IN"/>
        </w:rPr>
        <w:t>৮২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এরা</w:t>
      </w:r>
      <w:r>
        <w:rPr>
          <w:cs/>
          <w:lang w:bidi="bn-IN"/>
        </w:rPr>
        <w:t xml:space="preserve"> 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অধিবাসীরা</w:t>
      </w:r>
      <w:r>
        <w:rPr>
          <w:cs/>
          <w:lang w:bidi="bn-IN"/>
        </w:rPr>
        <w:t xml:space="preserve"> 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পরিত্যাগ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সেইখানে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  <w:r w:rsidRPr="00925AC4">
        <w:rPr>
          <w:rStyle w:val="libFootnotenumChar"/>
          <w:rFonts w:hint="cs"/>
          <w:cs/>
          <w:lang w:bidi="bn-IN"/>
        </w:rPr>
        <w:t>৮৩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রিয়াহীকে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একহাজার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অশ্বারোহীর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সুসজ্জিত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বাহিনী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যেখানেই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আটকে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প্রত্যূষে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হুরের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সৈন্যবাহিনী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হোসেন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পানির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দিনেই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হুরের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সৈন্যবাহিনী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ঘোড়াগুলিকে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পিপাসায়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অতিষ্ঠ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করানোর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স্তুতি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বংশধরের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দুরূদ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আয়্যুহান্নাসু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ইন্না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রাসূলাল্লাহি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ক্বালা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মান্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রাআ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সুলত্বানান্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জায়িরান্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মুস্তাহিলান্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লিহুরুমিল্লাহি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নাকিছান্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আহ্দিল্লাহি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মুখালিফান্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লিসুন্নাতি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রাসূলিল্লাহি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</w:t>
      </w:r>
      <w:r w:rsidR="00FA7DAC">
        <w:rPr>
          <w:rFonts w:hint="cs"/>
          <w:cs/>
          <w:lang w:bidi="bn-IN"/>
        </w:rPr>
        <w:t>য়া</w:t>
      </w:r>
      <w:r w:rsidR="00FA7DAC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মালু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ফী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ইবাদিল্লাহি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ইছ্মি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ওয়াল্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উদ্ওয়ানি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ফালাম্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ইউগায়্যির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আলাইহি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বিফি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লিন্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ক্বাউলিন্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হাক্কা</w:t>
      </w:r>
      <w:r w:rsidR="008E06C8">
        <w:rPr>
          <w:rFonts w:hint="cs"/>
          <w:cs/>
          <w:lang w:bidi="bn-IN"/>
        </w:rPr>
        <w:t>ন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আলাল্লাহি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ইউদ্খিলাহু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মুদ্খালাহ্</w:t>
      </w:r>
      <w:r w:rsidRPr="0054577C">
        <w:rPr>
          <w:cs/>
          <w:lang w:bidi="bn-IN"/>
        </w:rPr>
        <w:t xml:space="preserve"> ...</w:t>
      </w:r>
      <w:r w:rsidR="008B6C3F">
        <w:rPr>
          <w:rStyle w:val="libEnChar"/>
        </w:rPr>
        <w:t>”</w:t>
      </w:r>
      <w:r w:rsidRPr="0054577C"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লোকসকল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).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উদ্ধত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হারামকে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হালাল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প্রতিশ্রুতিকে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ভঙ্গ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সুন্নতের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বিরোধিতা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বান্দাগণের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শাসনকার্য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পরিচালনা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;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বিরোধিতা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t>,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কিয়ামতের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করাবেন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জেনে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শয়তানের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রহমানের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আনুগত্যকে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পরিত্যাগ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ফাসাদের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বিস্তার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ঘটিয়েছে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প্রয়োগ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চোর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মদ্যপায়ীদের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কার্যকর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>)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প্রাপ্য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রাষ্ট্রীয়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t>,</w:t>
      </w:r>
      <w:r w:rsidRPr="0054577C">
        <w:rPr>
          <w:rFonts w:hint="cs"/>
          <w:cs/>
          <w:lang w:bidi="bn-IN"/>
        </w:rPr>
        <w:t>যেগুলি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প্রয়োজনে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হারামকে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হালাল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হালালকে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উপযুক্ত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অবশ্যই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দাঁড়াব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>.)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যাহরা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>.)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বিদ্যমান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>.)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তৎকালীন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প্রশাসনের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অনুমোদন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দৃষ্টিকোণ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উপযুক্ত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উচিত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পাঠিয়েছিলে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আসুন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পেয়েছো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সুতরাং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থাকবে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কিয়ামত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উঠাবেন।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দেখছি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কখনই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বক্তব্যের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সৈন্যবাহিনীকে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হুর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সিদ্ধান্ত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কুফাতেও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মদীনাতেও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পাড়ি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কারবালা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ভূমিতে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আটকে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রূপই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জিজ্ঞেস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ভূমির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কারবালা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বোঝাগুলি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নামাও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নানাজান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সৈন্যবাহিনীসহ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ইচ্ছা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ছেড়ে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যেইখান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অথবা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ভূখণ্ডের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সীমান্তে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কাফিরদের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লড়াই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আপনাকে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অবশ্যই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ওয়াল্লাহি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ত্বীহিম্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বিইয়াদী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ত্বাআয্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যালীলি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আফিররু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মিনহুম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ফিরারাল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আবীদি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হীন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বলদর্পীদের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যুদ্ধক্ষেত্র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ক্রীতদাসদের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পলায়ন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আশুরার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রাতেও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চাও</w:t>
      </w:r>
      <w:r w:rsidRPr="0054577C">
        <w:t xml:space="preserve">, </w:t>
      </w:r>
      <w:r w:rsidRPr="0054577C">
        <w:rPr>
          <w:rFonts w:hint="cs"/>
          <w:cs/>
          <w:lang w:bidi="bn-IN"/>
        </w:rPr>
        <w:t>চলে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লজ্জার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অথবা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অজ্ঞাত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আশুরার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রাতেও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চারপাশে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খনন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জ্বালান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শত্রুবাহিনী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হঠাৎ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অজুহাত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</w:p>
    <w:p w:rsidR="00925AC4" w:rsidRDefault="0054577C" w:rsidP="00925AC4">
      <w:pPr>
        <w:pStyle w:val="libNormal"/>
        <w:rPr>
          <w:cs/>
          <w:lang w:bidi="bn-IN"/>
        </w:rPr>
      </w:pP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আশুরার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রাতে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কয়েকজন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পৃথক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শিবিরে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  <w:r w:rsidRPr="00925AC4">
        <w:rPr>
          <w:rStyle w:val="libFootnotenumChar"/>
          <w:rFonts w:hint="cs"/>
          <w:cs/>
          <w:lang w:bidi="bn-IN"/>
        </w:rPr>
        <w:t>৮৪</w:t>
      </w:r>
      <w:r w:rsidRPr="0054577C">
        <w:rPr>
          <w:cs/>
          <w:lang w:bidi="bn-IN"/>
        </w:rPr>
        <w:t xml:space="preserve"> </w:t>
      </w:r>
    </w:p>
    <w:p w:rsidR="00925AC4" w:rsidRPr="00743A59" w:rsidRDefault="00925AC4" w:rsidP="00743A59">
      <w:pPr>
        <w:rPr>
          <w:rtl/>
          <w:cs/>
        </w:rPr>
      </w:pPr>
      <w:r>
        <w:rPr>
          <w:cs/>
          <w:lang w:bidi="bn-IN"/>
        </w:rPr>
        <w:br w:type="page"/>
      </w:r>
    </w:p>
    <w:p w:rsidR="0054577C" w:rsidRPr="0054577C" w:rsidRDefault="0054577C" w:rsidP="00925AC4">
      <w:pPr>
        <w:pStyle w:val="Heading1Center"/>
      </w:pPr>
      <w:bookmarkStart w:id="36" w:name="_Toc535947630"/>
      <w:r w:rsidRPr="0054577C">
        <w:rPr>
          <w:rFonts w:hint="cs"/>
          <w:cs/>
          <w:lang w:bidi="bn-IN"/>
        </w:rPr>
        <w:lastRenderedPageBreak/>
        <w:t>আশুরা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দিবস</w:t>
      </w:r>
      <w:bookmarkEnd w:id="36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মুহাররমের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তারিখ</w:t>
      </w:r>
      <w:r w:rsidRPr="0054577C">
        <w:t xml:space="preserve">, </w:t>
      </w:r>
      <w:r w:rsidRPr="0054577C">
        <w:rPr>
          <w:rFonts w:hint="cs"/>
          <w:cs/>
          <w:lang w:bidi="bn-IN"/>
        </w:rPr>
        <w:t>জু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ফজরের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প্রস্তুত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বত্রিশজন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অশ্বারোহী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চল্লিশজন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পদাতিক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প্রত্যেকের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নির্ধারণ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নির্ধারণ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ফজরের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যুহাইর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কাইনকে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ডান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পার্শ্বের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সেনাদলের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সেনাপতির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হাবীব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মাযাহিরকে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পার্শ্বের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পরিচালনার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পতাকাটি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সিপাহীদের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পিছনে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খনন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পরিখায়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জ্বালানোর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মোতায়েন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পিছন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নিরাপদ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ডান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পার্শ্বের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সেনাপতির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সিপাহী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হাজ্জাজ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যুবাইদীকে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পার্শ্বের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সেনাপতির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শিমর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জাওশানকে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অশ্বারোহী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সেনাপতির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উযরা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আযরা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ক্বায়েস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আহমাসীকে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পদাতিক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সেনাপতির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শাবাছ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রাবয়ী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ইয়ারবুয়ীকে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পতাকাটিও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দাস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যূ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ইয়াদ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</w:p>
    <w:p w:rsidR="0054577C" w:rsidRPr="0054577C" w:rsidRDefault="0054577C" w:rsidP="00E840CB">
      <w:pPr>
        <w:pStyle w:val="Heading2"/>
      </w:pPr>
      <w:bookmarkStart w:id="37" w:name="_Toc535947631"/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সৌভাগ্য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অর্জনে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সহযোগিদের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আনন্দ</w:t>
      </w:r>
      <w:bookmarkEnd w:id="37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আব্দুর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রহমান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রাব্বাহ্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আনসারী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লিখেন</w:t>
      </w:r>
      <w:r w:rsidRPr="0054577C">
        <w:rPr>
          <w:cs/>
          <w:lang w:bidi="bn-IN"/>
        </w:rPr>
        <w:t xml:space="preserve"> :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আমি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মালিক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আব্দুর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রহমান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সঙ্গে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ছিলাম।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যখন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ইবনে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যিয়াদের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সৈন্যবাহিনী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ইমামের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বিরুদ্ধে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যুদ্ধের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প্রস্তুত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হল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তখন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ইমাম</w:t>
      </w:r>
      <w:r w:rsidR="0054577C" w:rsidRPr="0054577C">
        <w:rPr>
          <w:cs/>
          <w:lang w:bidi="bn-IN"/>
        </w:rPr>
        <w:t>)</w:t>
      </w:r>
      <w:r w:rsidR="0054577C" w:rsidRPr="0054577C">
        <w:rPr>
          <w:rFonts w:hint="cs"/>
          <w:cs/>
          <w:lang w:bidi="bn-IN"/>
        </w:rPr>
        <w:t>পৃথক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তাঁবু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খাটানোর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আদেশ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দিলেন।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অতঃপর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পরিষ্কার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পরিচ্ছন্ন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হওয়ার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লগন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বড়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আকারের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পানি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ভর্তি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পাত্র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তাঁবুর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মাঝে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রাখতে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বললেন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পর্যাপ্ত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পরিমাণ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সুগন্ধি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মিশ্রিত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হল।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lastRenderedPageBreak/>
        <w:t>প্রথম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নিজে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পরিষ্কার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পরিচ্ছন্ন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হওয়ার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তাঁবুর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মাঝে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গমন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করেন।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মালিক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বুরাইর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অপরের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পাশে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দাঁড়িয়ে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অপেক্ষা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করছিলেন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এজন্য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কখন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ইমাম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বেরিয়ে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আসবেন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তাঁবুতে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প্রবেশ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করবেন।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বুরাইর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আব্দুর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রাহমানের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ঠাট্টা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রসিকতা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রহমান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সম্ভবতঃ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বুরাইরের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ঠাট্টায়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ধৈর্যচ্যুত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ঠাট্টার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বুরাইর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স্বজনও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সাক্ষী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যৌবন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বৃদ্ধ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বয়সেও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ঠাট্টা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রসিকতা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ভবিষ্যতের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সুসংবাদ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পেয়েছি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অপেক্ষমান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বেহেশ্তি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হুরদের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এতটুকুই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দূরত্ব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t xml:space="preserve">;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এটিই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আনন্দের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আগ্রহে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অপেক্ষমান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দ্রুত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সম্ভব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বাস্তবায়িত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>
        <w:rPr>
          <w:rFonts w:hint="eastAsia"/>
        </w:rPr>
        <w:t>’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রাহমানের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ক্রমান্বয়ে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পরিষ্কার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পরিচ্ছন্ন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কালবিলম্ব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পিঠে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বন্ধুগণ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বাজি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সাহসিকতা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বীরত্বের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লড়াই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যোদ্ধা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সাহসী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গড়াগড়ি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খাচ্ছেন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পলায়ন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</w:p>
    <w:p w:rsidR="0054577C" w:rsidRPr="0054577C" w:rsidRDefault="0054577C" w:rsidP="00E840CB">
      <w:pPr>
        <w:pStyle w:val="Heading2"/>
      </w:pPr>
      <w:bookmarkStart w:id="38" w:name="_Toc535947632"/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সর্বপ্রথম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bookmarkEnd w:id="38"/>
      <w:r w:rsidRPr="0054577C">
        <w:rPr>
          <w:cs/>
          <w:lang w:bidi="bn-IN"/>
        </w:rPr>
        <w:t xml:space="preserve"> </w:t>
      </w:r>
    </w:p>
    <w:p w:rsidR="0054577C" w:rsidRPr="0054577C" w:rsidRDefault="0054577C" w:rsidP="00925AC4">
      <w:pPr>
        <w:pStyle w:val="libNormal"/>
      </w:pPr>
      <w:r w:rsidRPr="0054577C">
        <w:rPr>
          <w:rFonts w:hint="cs"/>
          <w:cs/>
          <w:lang w:bidi="bn-IN"/>
        </w:rPr>
        <w:t>খাওয়ারেযমী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মাকতাল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একত্রিত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পরস্পরকে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ময়দানে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রওনা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925AC4">
        <w:rPr>
          <w:rStyle w:val="libFootnotenumChar"/>
          <w:rFonts w:hint="cs"/>
          <w:cs/>
          <w:lang w:bidi="bn-IN"/>
        </w:rPr>
        <w:t>৮৫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925AC4">
      <w:pPr>
        <w:pStyle w:val="libNormal"/>
      </w:pPr>
      <w:r w:rsidRPr="0054577C">
        <w:rPr>
          <w:rFonts w:hint="cs"/>
          <w:cs/>
          <w:lang w:bidi="bn-IN"/>
        </w:rPr>
        <w:lastRenderedPageBreak/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মর্মান্তিক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তালিবের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বংশধরের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আকবর।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লাইলা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মুররা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উরওয়া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মাসঊদ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ছাক্বাফীর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>)</w:t>
      </w:r>
      <w:r w:rsidRPr="00925AC4">
        <w:rPr>
          <w:rStyle w:val="libFootnotenumChar"/>
          <w:rFonts w:hint="cs"/>
          <w:cs/>
          <w:lang w:bidi="bn-IN"/>
        </w:rPr>
        <w:t>৮৬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মাইমূনা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সুফিয়ান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>)</w:t>
      </w:r>
      <w:r w:rsidRPr="0054577C">
        <w:rPr>
          <w:rFonts w:hint="cs"/>
          <w:cs/>
          <w:lang w:bidi="hi-IN"/>
        </w:rPr>
        <w:t>।</w:t>
      </w:r>
      <w:r w:rsidRPr="00925AC4">
        <w:rPr>
          <w:rStyle w:val="libFootnotenumChar"/>
          <w:rFonts w:hint="cs"/>
          <w:cs/>
          <w:lang w:bidi="bn-IN"/>
        </w:rPr>
        <w:t>৮৭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আকবরের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নিরাপত্তার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প্রতিশ্রুতি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শাসকগোষ্ঠীর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আশ্রয়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পুত্রের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উবাইদুল্লাহ্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নিরাপত্তামূলক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মুস্আব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যুবাইরী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লিখেন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আকবরকে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বলেছিল</w:t>
      </w:r>
      <w:r w:rsidRPr="0054577C">
        <w:rPr>
          <w:cs/>
          <w:lang w:bidi="bn-IN"/>
        </w:rPr>
        <w:t xml:space="preserve">: </w:t>
      </w:r>
    </w:p>
    <w:p w:rsidR="0054577C" w:rsidRPr="0054577C" w:rsidRDefault="0054577C" w:rsidP="002562FC">
      <w:pPr>
        <w:pStyle w:val="libNormal"/>
      </w:pPr>
      <w:r>
        <w:rPr>
          <w:rFonts w:hint="eastAsia"/>
        </w:rPr>
        <w:t>‘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ঘনিষ্ঠ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সুতরাং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আগ্রহী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নিরাপত্তায়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থাকবে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925AC4">
      <w:pPr>
        <w:pStyle w:val="libNormal"/>
      </w:pP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অটুট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ভাল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925AC4">
        <w:rPr>
          <w:rStyle w:val="libFootnotenumChar"/>
          <w:rFonts w:hint="cs"/>
          <w:cs/>
          <w:lang w:bidi="bn-IN"/>
        </w:rPr>
        <w:t>৮৮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খাওয়ারেযমী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মাকতালে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স্বীয়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প্রেরণকালে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দাড়ি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মোবারককে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আকাশের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হে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</w:t>
      </w:r>
      <w:r w:rsidR="0054577C" w:rsidRPr="0054577C">
        <w:rPr>
          <w:cs/>
          <w:lang w:bidi="bn-IN"/>
        </w:rPr>
        <w:t xml:space="preserve">! </w:t>
      </w:r>
      <w:r w:rsidR="0054577C" w:rsidRPr="0054577C">
        <w:rPr>
          <w:rFonts w:hint="cs"/>
          <w:cs/>
          <w:lang w:bidi="bn-IN"/>
        </w:rPr>
        <w:t>তুমি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লোকদের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সাক্ষী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থাক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চেহারা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আচার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ব্যবহার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কথা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বার্তার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থেকে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রাসূল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মুহাম্মদের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সা</w:t>
      </w:r>
      <w:r w:rsidR="0054577C" w:rsidRPr="0054577C">
        <w:rPr>
          <w:cs/>
          <w:lang w:bidi="bn-IN"/>
        </w:rPr>
        <w:t xml:space="preserve">.) </w:t>
      </w:r>
      <w:r w:rsidR="0054577C" w:rsidRPr="0054577C">
        <w:rPr>
          <w:rFonts w:hint="cs"/>
          <w:cs/>
          <w:lang w:bidi="bn-IN"/>
        </w:rPr>
        <w:t>সবচেয়ে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সদৃশ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যুবককে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সম্প্রদায়ের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বিরুদ্ধে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যুদ্ধ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যুদ্ধক্ষেত্রে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প্রেরণ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করছি।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যুবক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বৈশিষ্ট্য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হল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যখনই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কারো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রাসূলকে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দেখার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আকাঙ্খা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জাগত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তখনই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চেহারার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তাকাতাম</w:t>
      </w:r>
      <w:r w:rsidR="0054577C" w:rsidRPr="0054577C">
        <w:rPr>
          <w:cs/>
          <w:lang w:bidi="bn-IN"/>
        </w:rPr>
        <w:t xml:space="preserve"> 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জমিনের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বরকতকে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নাও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সমাজকে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ছত্রভঙ্গ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দুরাবস্থার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ভাবনার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ঘৃণার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কখনই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সন্তুষ্ট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আফসোস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প্রতিশ্রুতি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ভঙ্গ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ঝাঁপিয়ে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প্রস্তুত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আমাদের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জীবন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চাও</w:t>
      </w:r>
      <w:r w:rsidR="0054577C" w:rsidRPr="0054577C">
        <w:rPr>
          <w:cs/>
          <w:lang w:bidi="bn-IN"/>
        </w:rPr>
        <w:t xml:space="preserve"> </w:t>
      </w:r>
      <w:r w:rsidR="0054577C" w:rsidRPr="0054577C">
        <w:t xml:space="preserve">? </w:t>
      </w:r>
      <w:r w:rsidR="0054577C" w:rsidRPr="0054577C">
        <w:rPr>
          <w:rFonts w:hint="cs"/>
          <w:cs/>
          <w:lang w:bidi="bn-IN"/>
        </w:rPr>
        <w:t>মহান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বংশকে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সমূলে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উৎপাটন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করেন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আশা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আকঙ্খাকে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পূর্ণ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করেন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বরকতকে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ছিনিয়ে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নেন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এমন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কাউকে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বিজয়ী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সেই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ব্যক্তি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বিছানায়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দেহ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মাথাকে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বিচ্ছিন্ন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কারণ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তুমি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বন্ধনকে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ছিন্ন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রাসূলের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সা</w:t>
      </w:r>
      <w:r w:rsidR="0054577C" w:rsidRPr="0054577C">
        <w:rPr>
          <w:cs/>
          <w:lang w:bidi="bn-IN"/>
        </w:rPr>
        <w:t xml:space="preserve">.) </w:t>
      </w:r>
      <w:r w:rsidR="0054577C" w:rsidRPr="0054577C">
        <w:rPr>
          <w:rFonts w:hint="cs"/>
          <w:cs/>
          <w:lang w:bidi="bn-IN"/>
        </w:rPr>
        <w:t>সাথে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নিকটাত্মীয়ের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সম্পর্ককে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ভ্রুক্ষেপ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</w:p>
    <w:p w:rsidR="0054577C" w:rsidRPr="0054577C" w:rsidRDefault="0054577C" w:rsidP="00925AC4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উচ্চৈঃস্বরে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ইমরানের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ইন্নাল্লাহাস্তাফা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নূহাও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ইব্রাহীমা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ইমরানা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আলাল্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আলামীন।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যুররিয়্যাতান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যুহা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য</w:t>
      </w:r>
      <w:r w:rsidRPr="0054577C">
        <w:t xml:space="preserve">, </w:t>
      </w:r>
      <w:r w:rsidRPr="0054577C">
        <w:rPr>
          <w:rFonts w:hint="cs"/>
          <w:cs/>
          <w:lang w:bidi="bn-IN"/>
        </w:rPr>
        <w:t>ওয়াল্লাহু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সামী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উন্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আলীম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925AC4">
        <w:rPr>
          <w:rStyle w:val="libFootnotenumChar"/>
          <w:rFonts w:hint="cs"/>
          <w:cs/>
          <w:lang w:bidi="bn-IN"/>
        </w:rPr>
        <w:t>৮৯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অপরদিক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সৈন্যবাহিনীর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আকবর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আনা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আলিয়্যুব্নুল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হুসাইনুবনু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cs/>
          <w:lang w:bidi="bn-IN"/>
        </w:rPr>
        <w:tab/>
      </w:r>
      <w:r w:rsidR="0054577C" w:rsidRPr="0054577C">
        <w:rPr>
          <w:rFonts w:hint="cs"/>
          <w:cs/>
          <w:lang w:bidi="bn-IN"/>
        </w:rPr>
        <w:t>নাহনু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বাইতুল্লাহি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আউলা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বিন্নাবী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ওয়াল্লাহি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ইয়াহ্কুমু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ফীনা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ইবনুদ্দায়ী</w:t>
      </w:r>
      <w:r w:rsidRPr="0054577C">
        <w:rPr>
          <w:cs/>
          <w:lang w:bidi="bn-IN"/>
        </w:rPr>
        <w:tab/>
        <w:t xml:space="preserve"> </w:t>
      </w:r>
      <w:r w:rsidRPr="0054577C">
        <w:rPr>
          <w:rFonts w:hint="cs"/>
          <w:cs/>
          <w:lang w:bidi="bn-IN"/>
        </w:rPr>
        <w:t>আত্ব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আনুকুম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বিররাহমি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ইউনছানী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আযরিবুকুম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বিসসাইফি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ইয়াল্তাবী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যারবু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গুলামি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হাশিমিয়্যি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আলাবী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সন্তান।</w:t>
      </w:r>
      <w:r w:rsidRPr="0054577C">
        <w:rPr>
          <w:cs/>
          <w:lang w:bidi="bn-IN"/>
        </w:rPr>
        <w:t xml:space="preserve"> 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rPr>
          <w:rFonts w:hint="cs"/>
          <w:cs/>
          <w:lang w:bidi="bn-IN"/>
        </w:rPr>
        <w:t>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খোদার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ব্যভিচারীর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বর্শা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বাঁকা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আলাভী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বংশীয়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হাশিমী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ষাটজন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উপলব্ধি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বিরতিহীনভাবে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অগ্রসর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কুফাবাসীদের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ফরিয়াদ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অসহায়ত্বের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আর্তনাদ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বাতাসে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ভেসে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আশ্রয়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খুঁজে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পাচ্ছিল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অবশেষে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নির্ভীক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সাহসী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ময়দানে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বিপক্ষে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প্রাণপণ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চেষ্টা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প্রদীপকে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নিভে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ক্ষতবিক্ষত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রক্তাক্ত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পিপাসায়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ক্লান্ত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অসহায়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পিপাসা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রণসম্ভারের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সামর্থ্যকে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পানি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পিপাসার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জ্বালা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নিবারণ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বিপক্ষে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লড়াই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নতুন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পাব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সন্তানের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কেঁদে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বৎস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চাচ্ছ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>.)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অনেক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অপ্রীতিকর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তারপরও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অপারগ</w:t>
      </w:r>
      <w:r w:rsidRPr="0054577C">
        <w:t xml:space="preserve">;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আংটি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আকবর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আংটিটি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মুখে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রাখ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শত্রুদের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বিপক্ষে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লড়াই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যুদ্ধের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ময়দানে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ফিরে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যাও।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আশা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অনতিবিলম্বে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নানার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হাতের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শরবত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পরিতৃপ্তি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লাভ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থেকে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পিপাসা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অনুভব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  <w:r w:rsidR="0054577C"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আকবর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ময়দানে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বানাত্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লাহা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হাক্বাইক্ব</w:t>
      </w:r>
      <w:r w:rsidRPr="0054577C">
        <w:rPr>
          <w:cs/>
          <w:lang w:bidi="bn-IN"/>
        </w:rPr>
        <w:tab/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যাহারাত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দিহা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মাসাদিক্ব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ওয়াল্লাহি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রাব্বিল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আরশি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নুফারিক্ব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  <w:t xml:space="preserve"> </w:t>
      </w:r>
      <w:r w:rsidRPr="0054577C">
        <w:rPr>
          <w:rFonts w:hint="cs"/>
          <w:cs/>
          <w:lang w:bidi="bn-IN"/>
        </w:rPr>
        <w:t>জুমূউকুম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তাগমিদুল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বাওয়ারিক্ব।</w:t>
      </w:r>
      <w:r w:rsidRPr="0054577C">
        <w:rPr>
          <w:cs/>
          <w:lang w:bidi="bn-IN"/>
        </w:rPr>
        <w:t xml:space="preserve"> </w:t>
      </w:r>
    </w:p>
    <w:p w:rsidR="0054577C" w:rsidRPr="0054577C" w:rsidRDefault="008B6C3F" w:rsidP="00925AC4">
      <w:pPr>
        <w:pStyle w:val="libNormal"/>
      </w:pPr>
      <w:r>
        <w:rPr>
          <w:rFonts w:hint="eastAsia"/>
        </w:rPr>
        <w:lastRenderedPageBreak/>
        <w:t>“</w:t>
      </w:r>
      <w:r w:rsidR="0054577C" w:rsidRPr="0054577C">
        <w:rPr>
          <w:rFonts w:hint="cs"/>
          <w:cs/>
          <w:lang w:bidi="bn-IN"/>
        </w:rPr>
        <w:t>যুদ্ধ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সত্যকে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পরিষ্কার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দিয়েছে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থেকে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সত্যবাদিতা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প্রকাশ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পেয়েছে।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আরশের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অধিপতি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শপথ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তরবারিগুলি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খাপে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প্রবেশ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পর্যন্ত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থেকে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গুটিয়ে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নিব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থেকে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পৃথক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হব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  <w:r w:rsidR="0054577C" w:rsidRPr="00925AC4">
        <w:rPr>
          <w:rStyle w:val="libFootnotenumChar"/>
          <w:rFonts w:hint="cs"/>
          <w:cs/>
          <w:lang w:bidi="bn-IN"/>
        </w:rPr>
        <w:t>৯০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শত্রুসৈন্যের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রক্ষণব্যুহকে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দ্বিধা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কুফাবাসীদের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সারিগুলোকে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ছিন্নভিন্ন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প্রতিরক্ষা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ফাটল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মৃত্যুধূলা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ছিটাচ্ছিলেন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নু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লাইছীর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পৌত্র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মুররা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মুনকিয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নিবদ্ধ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পাপগুলি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কাঁধে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বর্তাক।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যেমনভাবে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রক্তাক্ত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ধুলায়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লুটাচ্ছে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তেমনভাবে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শোকগাঁথা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বসাব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পূর্বানুরূপ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ছিন্নভিন্ন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অগ্রসর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মুররাকে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অতিক্রম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এটাকে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সুবর্ণ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বর্শার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নিস্তেজ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মোকাবেলা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কুফাবাসীরা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চারিদিকে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ক্ষতবিক্ষত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লাগল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খাওয়ারেযমী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মাকতাল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আকবর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অগ্রসর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মুররা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মুনক্বিয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ললাটের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উপরিভাগে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নিস্তেজ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কুফাবাসীরাও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চারিদিক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চারপাশ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নিথর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রইল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ঘাড়ের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খানিকে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ঝুলিয়ে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ঘোড়াটি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তীক্ষ্ণ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টুকরো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টুকরো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ওষ্ঠাগত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</w:t>
      </w:r>
    </w:p>
    <w:p w:rsidR="0054577C" w:rsidRPr="0054577C" w:rsidRDefault="008B6C3F" w:rsidP="00925AC4">
      <w:pPr>
        <w:pStyle w:val="libNormal"/>
      </w:pPr>
      <w:r>
        <w:rPr>
          <w:rFonts w:hint="eastAsia"/>
        </w:rPr>
        <w:lastRenderedPageBreak/>
        <w:t>“</w:t>
      </w:r>
      <w:r w:rsidR="0054577C" w:rsidRPr="0054577C">
        <w:rPr>
          <w:rFonts w:hint="cs"/>
          <w:cs/>
          <w:lang w:bidi="bn-IN"/>
        </w:rPr>
        <w:t>হে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পিতা</w:t>
      </w:r>
      <w:r w:rsidR="0054577C" w:rsidRPr="0054577C">
        <w:rPr>
          <w:cs/>
          <w:lang w:bidi="bn-IN"/>
        </w:rPr>
        <w:t xml:space="preserve">!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রাসূল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পরিপূর্ণ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পিয়ালাতে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সুপেয়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শরবত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করালেন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আমি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কখনও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পিপাসার্ত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হব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আপনাকে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বলছেন</w:t>
      </w:r>
      <w:r w:rsidR="0054577C" w:rsidRPr="0054577C">
        <w:t xml:space="preserve">, </w:t>
      </w:r>
      <w:r w:rsidR="0054577C" w:rsidRPr="008C68E5">
        <w:rPr>
          <w:rStyle w:val="libEnChar"/>
        </w:rPr>
        <w:t>‘</w:t>
      </w:r>
      <w:r w:rsidR="0054577C" w:rsidRPr="0054577C">
        <w:rPr>
          <w:rFonts w:hint="cs"/>
          <w:cs/>
          <w:lang w:bidi="bn-IN"/>
        </w:rPr>
        <w:t>তাড়াতাড়ি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তুমি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এস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পেয়ালা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পূর্ণ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রাখা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আছে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  <w:r w:rsidR="0054577C" w:rsidRPr="00925AC4">
        <w:rPr>
          <w:rStyle w:val="libFootnotenumChar"/>
          <w:rFonts w:hint="cs"/>
          <w:cs/>
          <w:lang w:bidi="bn-IN"/>
        </w:rPr>
        <w:t>৯১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হামিদ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শুনেছি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বলছিলেন</w:t>
      </w:r>
      <w:r w:rsidRPr="0054577C">
        <w:t xml:space="preserve">,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বৎস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বিষ্ময়কর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ভূলুণ্ঠিত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এতদূর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দুঃসাহস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!</w:t>
      </w:r>
      <w:r w:rsidRPr="0054577C">
        <w:t xml:space="preserve">?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বৎস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পৃথিবী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পৃথিবীর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অর্থহীন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হামিদ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>,</w:t>
      </w:r>
      <w:r w:rsidRPr="0054577C">
        <w:rPr>
          <w:rFonts w:hint="cs"/>
          <w:cs/>
          <w:lang w:bidi="bn-IN"/>
        </w:rPr>
        <w:t>উজ্জ্বল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সূর্যের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সম্ভ্রান্ত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দ্রুত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গতিতে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দৌড়ে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ফরিয়াদ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জিজ্ঞাসা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করলাম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যয়নব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925AC4">
      <w:pPr>
        <w:pStyle w:val="libNormal"/>
      </w:pPr>
      <w:r w:rsidRPr="0054577C">
        <w:rPr>
          <w:rFonts w:hint="cs"/>
          <w:cs/>
          <w:lang w:bidi="bn-IN"/>
        </w:rPr>
        <w:t>যয়নব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পূর্বানুরূপ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বিলাপকারীদের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লুটিয়ে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যয়নবের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মৃতদেহের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চারিদিকে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যুবকেরা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মৃতদেহটিকে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বিপক্ষে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লড়ছিলেন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রাখলেন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</w:p>
    <w:p w:rsidR="0054577C" w:rsidRPr="0054577C" w:rsidRDefault="0054577C" w:rsidP="00E840CB">
      <w:pPr>
        <w:pStyle w:val="Heading2"/>
      </w:pPr>
      <w:bookmarkStart w:id="39" w:name="_Toc535947633"/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আকীলের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bookmarkEnd w:id="39"/>
    </w:p>
    <w:p w:rsidR="0054577C" w:rsidRPr="0054577C" w:rsidRDefault="0054577C" w:rsidP="00925AC4">
      <w:pPr>
        <w:pStyle w:val="libNormal"/>
      </w:pP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আকবর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আকীল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তালিবের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পৌত্র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925AC4">
        <w:rPr>
          <w:rStyle w:val="libFootnotenumChar"/>
          <w:rFonts w:hint="cs"/>
          <w:cs/>
          <w:lang w:bidi="bn-IN"/>
        </w:rPr>
        <w:t>৯২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ময়দানে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রুকাইয়া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কোবরা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925AC4">
        <w:rPr>
          <w:rStyle w:val="libFootnotenumChar"/>
          <w:rFonts w:hint="cs"/>
          <w:cs/>
          <w:lang w:bidi="bn-IN"/>
        </w:rPr>
        <w:t>৯৩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অবতীর্ণ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নিুোক্ত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পংক্তি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ইয়াউমা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উলাক্বী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আবী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ফিৎইয়াতান্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বাদূ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দ্বীনিন্না</w:t>
      </w:r>
      <w:r w:rsidR="00FA7DAC">
        <w:rPr>
          <w:rFonts w:hint="cs"/>
          <w:cs/>
          <w:lang w:bidi="bn-IN"/>
        </w:rPr>
        <w:t>বী</w:t>
      </w:r>
      <w:r w:rsidR="00FA7DAC" w:rsidRPr="00743A59">
        <w:rPr>
          <w:rStyle w:val="libEnChar"/>
        </w:rPr>
        <w:t>’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925AC4">
      <w:pPr>
        <w:pStyle w:val="libNormal"/>
      </w:pP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সাক্ষাৎ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করব।</w:t>
      </w:r>
      <w:r w:rsidRPr="00925AC4">
        <w:rPr>
          <w:rStyle w:val="libFootnotenumChar"/>
          <w:rFonts w:hint="cs"/>
          <w:cs/>
          <w:lang w:bidi="bn-IN"/>
        </w:rPr>
        <w:t>৯৪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উল্লেখ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আব্দুল্লাহকে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সাবীহ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ঢাল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তীরটি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একইসাথে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তীরটি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তালু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অতিত্রুম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চেষ্টা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আকষ্মিকভাবে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925AC4">
      <w:pPr>
        <w:pStyle w:val="libNormal"/>
      </w:pP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চারিদিক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আত্রুমণ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করল।</w:t>
      </w:r>
    </w:p>
    <w:p w:rsidR="0054577C" w:rsidRPr="0054577C" w:rsidRDefault="0054577C" w:rsidP="002562FC">
      <w:pPr>
        <w:pStyle w:val="libNormal"/>
      </w:pPr>
    </w:p>
    <w:p w:rsidR="0054577C" w:rsidRPr="0054577C" w:rsidRDefault="00925AC4" w:rsidP="00E840CB">
      <w:pPr>
        <w:pStyle w:val="Heading2"/>
      </w:pPr>
      <w:bookmarkStart w:id="40" w:name="_Toc535947634"/>
      <w:r>
        <w:rPr>
          <w:rFonts w:hint="cs"/>
          <w:cs/>
          <w:lang w:bidi="bn-IN"/>
        </w:rPr>
        <w:t>জা</w:t>
      </w:r>
      <w:r w:rsidRPr="00743A59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ফর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ইবনে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আকীলের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শাহাদত</w:t>
      </w:r>
      <w:bookmarkEnd w:id="40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খাওয়ারেযমী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আশুব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জা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ফর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আকীল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অগ্রসর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নিচের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কবিতাটি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আনাল্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গুলামুল্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আব্তাহিউত্তালি</w:t>
      </w:r>
      <w:r w:rsidR="00FA7DAC">
        <w:rPr>
          <w:rFonts w:hint="cs"/>
          <w:cs/>
          <w:lang w:bidi="bn-IN"/>
        </w:rPr>
        <w:t>বী</w:t>
      </w:r>
      <w:r w:rsidR="00FA7DAC" w:rsidRPr="00743A59">
        <w:rPr>
          <w:rStyle w:val="libEnChar"/>
        </w:rPr>
        <w:t>’</w:t>
      </w:r>
      <w:r w:rsidRPr="0054577C">
        <w:t xml:space="preserve"> </w:t>
      </w:r>
      <w:r w:rsidRPr="0054577C">
        <w:tab/>
      </w:r>
      <w:r w:rsidRPr="0054577C">
        <w:tab/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শারিন্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গালিবি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925AC4">
      <w:pPr>
        <w:pStyle w:val="libNormal"/>
      </w:pP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নাহনু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হাক্কান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সাদাতুয্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যাওয়ায়িবি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হাযা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হুসাইনুন্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আত্বইয়াবুল্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আত্বায়িবি।</w:t>
      </w:r>
      <w:r w:rsidRPr="00925AC4">
        <w:rPr>
          <w:rStyle w:val="libFootnotenumChar"/>
          <w:rFonts w:hint="cs"/>
          <w:cs/>
          <w:lang w:bidi="bn-IN"/>
        </w:rPr>
        <w:t>৯৫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</w:p>
    <w:p w:rsidR="0054577C" w:rsidRDefault="0054577C" w:rsidP="00925AC4">
      <w:pPr>
        <w:pStyle w:val="libNormal"/>
      </w:pPr>
      <w:r w:rsidRPr="0054577C">
        <w:rPr>
          <w:rFonts w:hint="cs"/>
          <w:cs/>
          <w:lang w:bidi="bn-IN"/>
        </w:rPr>
        <w:t>খাওয়ারেযমী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আশুব</w:t>
      </w:r>
      <w:r w:rsidRPr="0054577C">
        <w:t xml:space="preserve">, </w:t>
      </w:r>
      <w:r w:rsidR="00925AC4">
        <w:rPr>
          <w:rFonts w:hint="cs"/>
          <w:cs/>
          <w:lang w:bidi="bn-IN"/>
        </w:rPr>
        <w:t>জা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ফরের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হত্যাকারীকে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বিশর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সাউত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হামাদানী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উল্লেখ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উল্লেখ্য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খাছ্আমী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তীরটি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জা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ফর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আকীলের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>
        <w:rPr>
          <w:rFonts w:hint="eastAsia"/>
        </w:rPr>
        <w:t>’</w:t>
      </w:r>
    </w:p>
    <w:p w:rsidR="00E840CB" w:rsidRPr="0054577C" w:rsidRDefault="00E840CB" w:rsidP="00925AC4">
      <w:pPr>
        <w:pStyle w:val="libNormal"/>
      </w:pPr>
    </w:p>
    <w:p w:rsidR="0054577C" w:rsidRPr="0054577C" w:rsidRDefault="0054577C" w:rsidP="00E840CB">
      <w:pPr>
        <w:pStyle w:val="Heading2"/>
      </w:pPr>
      <w:bookmarkStart w:id="41" w:name="_Toc535947635"/>
      <w:r w:rsidRPr="0054577C">
        <w:rPr>
          <w:rFonts w:hint="cs"/>
          <w:cs/>
          <w:lang w:bidi="bn-IN"/>
        </w:rPr>
        <w:t>আব্দুর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রাহমান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আকীলের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bookmarkEnd w:id="41"/>
    </w:p>
    <w:p w:rsidR="0054577C" w:rsidRPr="0054577C" w:rsidRDefault="00925AC4" w:rsidP="002562FC">
      <w:pPr>
        <w:pStyle w:val="libNormal"/>
      </w:pPr>
      <w:r>
        <w:rPr>
          <w:rFonts w:hint="cs"/>
          <w:cs/>
          <w:lang w:bidi="bn-IN"/>
        </w:rPr>
        <w:t>জা</w:t>
      </w:r>
      <w:r w:rsidRPr="00743A59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ফর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ইবনে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আকীল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নিহত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হওয়ার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ভাই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আব্দুর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রাহমান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ইবনে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আকীল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বীরত্বগাঁথাগুলো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আবৃত্তি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যুদ্ধের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ময়দানে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অগ্রসর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হলেনঃ</w:t>
      </w:r>
      <w:r w:rsidR="0054577C"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আবী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আক্বীলুন</w:t>
      </w:r>
      <w:r w:rsidRPr="0054577C">
        <w:rPr>
          <w:cs/>
          <w:lang w:bidi="bn-IN"/>
        </w:rPr>
        <w:t xml:space="preserve"> </w:t>
      </w:r>
      <w:r w:rsidR="00FA7DAC">
        <w:rPr>
          <w:rFonts w:hint="cs"/>
          <w:cs/>
          <w:lang w:bidi="bn-IN"/>
        </w:rPr>
        <w:t>ফা</w:t>
      </w:r>
      <w:r w:rsidR="00FA7DAC" w:rsidRPr="0027043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রিফূ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মাকানী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হাশিমুন্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ইখ্ওয়ানী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কাহূলু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সিদ্ক্বিন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সাদাতুল্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আক্বরানি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হাযা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হুসাইনুন্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শামিখুল্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বুনয়ানি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শাবাবি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জানানি</w:t>
      </w:r>
      <w:r w:rsidR="008B6C3F">
        <w:rPr>
          <w:rFonts w:hint="cs"/>
          <w:cs/>
          <w:lang w:bidi="hi-IN"/>
        </w:rPr>
        <w:t>।</w:t>
      </w:r>
      <w:r w:rsidR="008B6C3F" w:rsidRPr="00270435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জাহানীর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925AC4">
      <w:pPr>
        <w:pStyle w:val="libNormal"/>
      </w:pP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: </w:t>
      </w:r>
      <w:r w:rsidRPr="0054577C">
        <w:rPr>
          <w:rFonts w:hint="cs"/>
          <w:cs/>
          <w:lang w:bidi="bn-IN"/>
        </w:rPr>
        <w:t>উছমান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সাউত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হামাদানী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রাহমান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আকীলের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</w:p>
    <w:p w:rsidR="0054577C" w:rsidRPr="0054577C" w:rsidRDefault="0054577C" w:rsidP="00925AC4">
      <w:pPr>
        <w:pStyle w:val="Heading2Center"/>
      </w:pPr>
      <w:bookmarkStart w:id="42" w:name="_Toc535947636"/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আব্দিল্লাহ্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জা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ফরের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bookmarkEnd w:id="42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খাওয়ারেযমী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আশুব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লিখছেন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আব্দুর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রাহমান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আকীল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তালিবের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নাতি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আব্দিল্লাহ্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জা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ফর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নিম্নোক্ত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কবিতাটি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ময়দানে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করেনঃ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আশকূ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ইলাল্লাহি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মিনাল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উদ্ওয়ানি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="00FA7DAC">
        <w:rPr>
          <w:rFonts w:hint="cs"/>
          <w:cs/>
          <w:lang w:bidi="bn-IN"/>
        </w:rPr>
        <w:t>ফা</w:t>
      </w:r>
      <w:r w:rsidR="00FA7DAC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অ্যালু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ক্বাউমিন্</w:t>
      </w:r>
      <w:r w:rsidRPr="0054577C">
        <w:rPr>
          <w:cs/>
          <w:lang w:bidi="bn-IN"/>
        </w:rPr>
        <w:t xml:space="preserve"> </w:t>
      </w:r>
      <w:r w:rsidR="00270435">
        <w:rPr>
          <w:cs/>
          <w:lang w:bidi="bn-IN"/>
        </w:rPr>
        <w:t>ফির</w:t>
      </w:r>
      <w:r w:rsidRPr="0054577C">
        <w:rPr>
          <w:rFonts w:hint="cs"/>
          <w:cs/>
          <w:lang w:bidi="bn-IN"/>
        </w:rPr>
        <w:t>রাদিয়্যি</w:t>
      </w:r>
      <w:r w:rsidRPr="00743A59">
        <w:rPr>
          <w:rStyle w:val="libEnChar"/>
        </w:rPr>
        <w:t>’</w:t>
      </w:r>
      <w:r w:rsidR="00270435">
        <w:rPr>
          <w:rFonts w:hint="cs"/>
          <w:cs/>
          <w:lang w:bidi="bn-IN"/>
        </w:rPr>
        <w:t>আম</w:t>
      </w:r>
      <w:r w:rsidR="00270435">
        <w:rPr>
          <w:cs/>
          <w:lang w:bidi="bn-IN"/>
        </w:rPr>
        <w:t>য়া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ক্বাদ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বাদ্দালূ</w:t>
      </w:r>
      <w:r w:rsidRPr="0054577C">
        <w:rPr>
          <w:cs/>
          <w:lang w:bidi="bn-IN"/>
        </w:rPr>
        <w:t xml:space="preserve"> 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আলিমাল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কুরআনি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মাহ্কামাত্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তান্যিলি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ওয়াত্তিব্য়ানি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আয্হারুল্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কুফরা</w:t>
      </w:r>
      <w:r w:rsidRPr="0054577C">
        <w:rPr>
          <w:cs/>
          <w:lang w:bidi="bn-IN"/>
        </w:rPr>
        <w:t xml:space="preserve"> 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আত্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তুগইয়ানি।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বিপক্ষে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প্রাণপণ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নাহ্হাশ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তামীমীর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</w:p>
    <w:p w:rsidR="0054577C" w:rsidRPr="0054577C" w:rsidRDefault="0054577C" w:rsidP="00270435">
      <w:pPr>
        <w:pStyle w:val="Heading2Center"/>
      </w:pPr>
      <w:bookmarkStart w:id="43" w:name="_Toc535947637"/>
      <w:r w:rsidRPr="0054577C">
        <w:rPr>
          <w:rFonts w:hint="cs"/>
          <w:cs/>
          <w:lang w:bidi="bn-IN"/>
        </w:rPr>
        <w:lastRenderedPageBreak/>
        <w:t>আওন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আব্দিল্লাহ্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জা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ফরের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bookmarkEnd w:id="43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আওন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আব্দিল্লাহ্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জা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ফর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নিম্নোক্ত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কবিতাটি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: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ইন্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তানকিরূনী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ইবনু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জা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ফার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শাহীদু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সিদ্ক্বিন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জিনানি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আয্হার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ইয়াত্বীরু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ফীহা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বিজানাহিন্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আখ্যার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কাফা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বিহাযা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শারাফান্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মাহ্শার।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কুতাইবা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তায়ী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270435">
        <w:rPr>
          <w:rStyle w:val="libFootnotenumChar"/>
          <w:rFonts w:hint="cs"/>
          <w:cs/>
          <w:lang w:bidi="bn-IN"/>
        </w:rPr>
        <w:t>৯৬</w:t>
      </w:r>
    </w:p>
    <w:p w:rsidR="0054577C" w:rsidRPr="0054577C" w:rsidRDefault="0054577C" w:rsidP="00270435">
      <w:pPr>
        <w:pStyle w:val="Heading2Center"/>
      </w:pPr>
      <w:bookmarkStart w:id="44" w:name="_Toc535947638"/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bookmarkEnd w:id="44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</w:t>
      </w:r>
      <w:r w:rsidR="008E06C8">
        <w:rPr>
          <w:rFonts w:hint="cs"/>
          <w:cs/>
          <w:lang w:bidi="bn-IN"/>
        </w:rPr>
        <w:t>ন</w:t>
      </w:r>
      <w:r w:rsidR="008E06C8" w:rsidRPr="00743A59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নিম্নোক্ত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বীরত্বগাঁথাটি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ময়দানে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পদার্পণ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ইন্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তানকিরূনী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ফার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উল্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হাসান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সিবতুন্নাবিয়্যিল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মুস্তাফাল্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তামিন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হাযা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হুসাইনুন্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কাল্আসীরিল্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মুরতাহান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বাইনা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উনাসিন্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সাওবাল্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মুয্ন।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শাবীব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খাযরামী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270435">
        <w:rPr>
          <w:rStyle w:val="libFootnotenumChar"/>
          <w:rFonts w:hint="cs"/>
          <w:cs/>
          <w:lang w:bidi="bn-IN"/>
        </w:rPr>
        <w:t>৯৭</w:t>
      </w:r>
    </w:p>
    <w:p w:rsidR="0054577C" w:rsidRPr="0054577C" w:rsidRDefault="0054577C" w:rsidP="00270435">
      <w:pPr>
        <w:pStyle w:val="Heading2Center"/>
      </w:pPr>
      <w:bookmarkStart w:id="45" w:name="_Toc535947639"/>
      <w:r w:rsidRPr="0054577C">
        <w:rPr>
          <w:rFonts w:hint="cs"/>
          <w:cs/>
          <w:lang w:bidi="bn-IN"/>
        </w:rPr>
        <w:t>কাসিম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bookmarkEnd w:id="45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নাবালক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কাসিম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ময়দানে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প্রস্তুত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হলেন।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ভাতিজা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উভয়েই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প্রচণ্ড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কান্নাকাটি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কাসিম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আবেদন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অনুমতি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কাসিমও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নাছোড়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বান্দা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অনুনয়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অনুমতি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নিরুপায়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অনুমতি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দিলেন।</w:t>
      </w:r>
    </w:p>
    <w:p w:rsidR="0054577C" w:rsidRPr="0054577C" w:rsidRDefault="0054577C" w:rsidP="00270435">
      <w:pPr>
        <w:pStyle w:val="libNormal"/>
      </w:pPr>
      <w:r w:rsidRPr="0054577C">
        <w:rPr>
          <w:rFonts w:hint="cs"/>
          <w:cs/>
          <w:lang w:bidi="bn-IN"/>
        </w:rPr>
        <w:lastRenderedPageBreak/>
        <w:t>কাসিমের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গণ্ডদেশ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অশ্রু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ঝরতে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ময়দানের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রওনা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270435">
        <w:rPr>
          <w:rStyle w:val="libFootnotenumChar"/>
          <w:rFonts w:hint="cs"/>
          <w:cs/>
          <w:lang w:bidi="bn-IN"/>
        </w:rPr>
        <w:t>৯৮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কেবলমাত্র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জোড়া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পায়জামা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জোড়া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মুখমণ্ডলের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সৌন্দর্য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অগ্রসর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ইন্নী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ক্বাসিমু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নাসলি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আলী</w:t>
      </w:r>
      <w:r w:rsidRPr="00743A59">
        <w:rPr>
          <w:rStyle w:val="libEnChar"/>
        </w:rPr>
        <w:t>’</w:t>
      </w:r>
      <w:r w:rsidRPr="0054577C">
        <w:t xml:space="preserve"> </w:t>
      </w:r>
      <w:r w:rsidRPr="0054577C">
        <w:tab/>
      </w:r>
      <w:r w:rsidRPr="0054577C">
        <w:rPr>
          <w:rFonts w:hint="cs"/>
          <w:cs/>
          <w:lang w:bidi="bn-IN"/>
        </w:rPr>
        <w:t>নাহলু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বাইতুল্লাহি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আউলা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বিন্না</w:t>
      </w:r>
      <w:r w:rsidR="00FA7DAC">
        <w:rPr>
          <w:rFonts w:hint="cs"/>
          <w:cs/>
          <w:lang w:bidi="bn-IN"/>
        </w:rPr>
        <w:t>বী</w:t>
      </w:r>
      <w:r w:rsidR="00FA7DAC" w:rsidRPr="00743A59">
        <w:rPr>
          <w:rStyle w:val="libEnChar"/>
        </w:rPr>
        <w:t>’</w:t>
      </w:r>
      <w:r w:rsidRPr="0054577C">
        <w:t xml:space="preserve">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জাওশান্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ইবনিদ্দা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য়ী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hi-IN"/>
        </w:rPr>
        <w:t>।</w:t>
      </w:r>
      <w:r w:rsidRPr="00270435">
        <w:rPr>
          <w:rStyle w:val="libFootnotenumChar"/>
          <w:rFonts w:hint="cs"/>
          <w:cs/>
          <w:lang w:bidi="bn-IN"/>
        </w:rPr>
        <w:t>৯৯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হামিদ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চাঁদরূপ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বিপক্ষে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ময়দানে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অবতীর্ণ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জোড়া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পায়জামা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পায়ে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জোড়া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কখনও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ভুলব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ছিঁড়ে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উদ্দীপনার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ময়দানে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পদার্পণ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নুফাইল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আযদী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শপথ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আমি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আক্রমণ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করব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মৃত্যুঘন্টা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বাজাব</w:t>
      </w:r>
      <w:r w:rsidR="0054577C" w:rsidRPr="0054577C">
        <w:rPr>
          <w:cs/>
          <w:lang w:bidi="bn-IN"/>
        </w:rPr>
        <w:t xml:space="preserve"> !</w:t>
      </w:r>
      <w:r>
        <w:rPr>
          <w:rStyle w:val="libEnChar"/>
        </w:rPr>
        <w:t>”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আমি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বললাম</w:t>
      </w:r>
      <w:r w:rsidR="0054577C" w:rsidRPr="0054577C">
        <w:rPr>
          <w:cs/>
          <w:lang w:bidi="bn-IN"/>
        </w:rPr>
        <w:t xml:space="preserve"> : </w:t>
      </w:r>
      <w:r>
        <w:rPr>
          <w:rStyle w:val="libEnChar"/>
        </w:rPr>
        <w:t>“</w:t>
      </w:r>
      <w:r w:rsidR="0054577C" w:rsidRPr="0054577C">
        <w:rPr>
          <w:rFonts w:hint="cs"/>
          <w:cs/>
          <w:lang w:bidi="bn-IN"/>
        </w:rPr>
        <w:t>সুবহানাল্লাহ্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তুমি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প্রাণ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থেকে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চাও</w:t>
      </w:r>
      <w:r w:rsidR="0054577C" w:rsidRPr="0054577C">
        <w:rPr>
          <w:cs/>
          <w:lang w:bidi="bn-IN"/>
        </w:rPr>
        <w:t xml:space="preserve"> </w:t>
      </w:r>
      <w:r w:rsidR="0054577C" w:rsidRPr="0054577C">
        <w:t xml:space="preserve">?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সব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লোকজন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চারিদিকে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রয়েছে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তারাই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হত্যার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যথেষ্ট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হবে</w:t>
      </w:r>
      <w:r w:rsidR="0054577C" w:rsidRPr="0054577C">
        <w:rPr>
          <w:cs/>
          <w:lang w:bidi="bn-IN"/>
        </w:rPr>
        <w:t xml:space="preserve"> !</w:t>
      </w:r>
      <w:r>
        <w:rPr>
          <w:rStyle w:val="libEnChar"/>
        </w:rPr>
        <w:t>”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আমর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বলল</w:t>
      </w:r>
      <w:r w:rsidR="0054577C" w:rsidRPr="0054577C">
        <w:rPr>
          <w:cs/>
          <w:lang w:bidi="bn-IN"/>
        </w:rPr>
        <w:t xml:space="preserve"> : </w:t>
      </w:r>
      <w:r>
        <w:rPr>
          <w:rStyle w:val="libEnChar"/>
        </w:rPr>
        <w:t>“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শপথ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আমি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নিজেই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মৃত্যু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ঘন্টা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বাজাব</w:t>
      </w:r>
      <w:r w:rsidR="0054577C" w:rsidRPr="0054577C">
        <w:rPr>
          <w:cs/>
          <w:lang w:bidi="bn-IN"/>
        </w:rPr>
        <w:t xml:space="preserve"> !</w:t>
      </w:r>
      <w:r>
        <w:rPr>
          <w:rStyle w:val="libEnChar"/>
        </w:rPr>
        <w:t>”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কথা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ধাবিত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নিজ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তরবারির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আঘাতে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যুবকের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মাথাকে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দ্বিখণ্ডিত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মাটিতে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মুখ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থুবড়ে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পড়ে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গেলেন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hi-IN"/>
        </w:rPr>
        <w:t>।</w:t>
      </w:r>
    </w:p>
    <w:p w:rsidR="0054577C" w:rsidRPr="0054577C" w:rsidRDefault="0054577C" w:rsidP="00270435">
      <w:pPr>
        <w:pStyle w:val="libNormal"/>
      </w:pPr>
      <w:r w:rsidRPr="0054577C">
        <w:rPr>
          <w:rFonts w:hint="cs"/>
          <w:cs/>
          <w:lang w:bidi="bn-IN"/>
        </w:rPr>
        <w:t>আমরের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মুষড়ে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উচ্চৈঃস্বরে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দক্ষ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পাখির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রাগান্বিত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সিংহের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ঢালস্বরূপ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ব্যবহারকৃত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কব্জি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সৈন্যবাহিনী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পেল।</w:t>
      </w:r>
      <w:r w:rsidRPr="00270435">
        <w:rPr>
          <w:rStyle w:val="libFootnotenumChar"/>
          <w:rFonts w:hint="cs"/>
          <w:cs/>
          <w:lang w:bidi="bn-IN"/>
        </w:rPr>
        <w:t>১০০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সৈন্যবাহিনী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অগ্রসর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নিরুপায়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সহযোদ্ধা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অশ্বসমূহের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নিচে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t>,</w:t>
      </w:r>
      <w:r w:rsidRPr="0054577C">
        <w:rPr>
          <w:rFonts w:hint="cs"/>
          <w:cs/>
          <w:lang w:bidi="bn-IN"/>
        </w:rPr>
        <w:t>যদিও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অতিদ্রুত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তীব্রগতিতে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অগ্রসর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ঘোড়াগুলো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নিচে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হাড়গুলোকে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প্রাণহীন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</w:p>
    <w:p w:rsidR="0054577C" w:rsidRPr="0054577C" w:rsidRDefault="0054577C" w:rsidP="00270435">
      <w:pPr>
        <w:pStyle w:val="libNormal"/>
      </w:pP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অতিবাহিত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ময়দানের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ধুম্রতা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দেখলাম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তিনি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প্রাণ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ওষ্ঠাগত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তরুণটির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কিয়ামত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কৈফিয়ত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তলবের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পরিণত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ধ্বংস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দুঃখজনক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পরেননি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অথবা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উপকারে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ভ্রাতুষ্পুত্রের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মৃতদেহটি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উঠালেন।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পাচ্ছি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প্রাণহীন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তরুণটির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ছেঁচড়ে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দেখি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মৃতদেহটি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দেখলাম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তরুণের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মৃতদেহটিকে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আকবরের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জিজ্ঞাসা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তরুণটির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কাসিম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তালিবের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70435">
      <w:pPr>
        <w:pStyle w:val="Heading2Center"/>
      </w:pPr>
      <w:bookmarkStart w:id="46" w:name="_Toc535947640"/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</w:t>
      </w:r>
      <w:bookmarkEnd w:id="46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উৎসর্গ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অভিপ্রায়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ভাইগণ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ময়দানে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প্রস্তুতি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প্রথমজন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lastRenderedPageBreak/>
        <w:t>(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>)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মাসউদ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লাইলা।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ময়দানে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নিম্নোক্ত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কবিতাটি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করছিলেনঃ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শাইখী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আলীয়্যুন্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যুলফিখারিল্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আত্বওয়াল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হাশিমিস্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সিদ্ক্বিল্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কারীমিল্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মুফায্যাল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হাযাল্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ইবনুন্নাবিয়্যিল্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মুরসাল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নাযূ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আনহু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হুসামিল্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ফাইসাল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তাফ্দীহি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নাফ্সী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আখিন্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মুবাজ্জাল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রাব্বি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ফামানহী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আছ্ছাউবাল্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মুজায্যাল।</w:t>
      </w:r>
      <w:r w:rsidRPr="00270435">
        <w:rPr>
          <w:rStyle w:val="libFootnotenumChar"/>
          <w:rFonts w:hint="cs"/>
          <w:cs/>
          <w:lang w:bidi="bn-IN"/>
        </w:rPr>
        <w:t>১০১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ক্বায়িস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নাখয়ী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Heading2Center"/>
      </w:pPr>
      <w:bookmarkStart w:id="47" w:name="_Toc535947641"/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</w:t>
      </w:r>
      <w:bookmarkEnd w:id="47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নিম্নোক্ত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কবিতাটি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ময়দান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রওনা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করলেনঃ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আযরিবুকুম্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আরা</w:t>
      </w:r>
      <w:r w:rsidRPr="00743A59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ফীকুম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যুহুর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যাকা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আশ্বাক্কিয়ু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বিন্নাবিয়্যী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ক্বাদ্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কাফার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যুহর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যুহর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তাদানু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উমার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="00FA7DAC">
        <w:rPr>
          <w:rFonts w:hint="cs"/>
          <w:cs/>
          <w:lang w:bidi="bn-IN"/>
        </w:rPr>
        <w:t>লা</w:t>
      </w:r>
      <w:r w:rsidR="00FA7DAC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আল্লাকা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ইয়াউমা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তাবুউ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বিসাক্বার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শাররু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মাকানিন্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হারীক্বিন্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সার্</w:t>
      </w:r>
      <w:r w:rsidRPr="00743A59">
        <w:rPr>
          <w:rStyle w:val="libEnChar"/>
        </w:rPr>
        <w:t>’</w:t>
      </w:r>
      <w:r w:rsidRPr="0054577C">
        <w:tab/>
      </w:r>
      <w:r w:rsidRPr="0054577C">
        <w:rPr>
          <w:rFonts w:hint="cs"/>
          <w:cs/>
          <w:lang w:bidi="bn-IN"/>
        </w:rPr>
        <w:t>ফাইন্নাকা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জাহিদু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শাররাল্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বাশার।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হত্যাকারীকে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লুটিয়ে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করছিলেনঃ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খাল্লু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আদাতাল্লাহি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খাল্লু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  <w:t xml:space="preserve"> </w:t>
      </w:r>
      <w:r w:rsidRPr="0054577C">
        <w:rPr>
          <w:rFonts w:hint="cs"/>
          <w:cs/>
          <w:lang w:bidi="bn-IN"/>
        </w:rPr>
        <w:t>খাল্লু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আনিল্লাইছিল্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আবূসিল্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মুকফাহার</w:t>
      </w:r>
      <w:r w:rsidRPr="0054577C">
        <w:t>;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ইয়াযরিবুকুম্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বিসাইফীহি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ইয়াফির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লাইসা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ইয়াগদু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কালজাবানিল্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মুনজাহার।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Normal"/>
      </w:pP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গর্জন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</w:p>
    <w:p w:rsidR="0054577C" w:rsidRPr="0054577C" w:rsidRDefault="0054577C" w:rsidP="00270435">
      <w:pPr>
        <w:pStyle w:val="Heading2Center"/>
      </w:pPr>
      <w:bookmarkStart w:id="48" w:name="_Toc535947642"/>
      <w:r w:rsidRPr="0054577C">
        <w:rPr>
          <w:rFonts w:hint="cs"/>
          <w:cs/>
          <w:lang w:bidi="bn-IN"/>
        </w:rPr>
        <w:t>উছমান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</w:t>
      </w:r>
      <w:bookmarkEnd w:id="48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হিযাম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মাতা।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নিম্নোক্ত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পংক্তিগুলি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ময়দানে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করেনঃ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lastRenderedPageBreak/>
        <w:t>ইন্নী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আনা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উছমানু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মাফাখির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শাইখী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আলীয়্যুন্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যুল্</w:t>
      </w:r>
      <w:r w:rsidRPr="0054577C">
        <w:rPr>
          <w:cs/>
          <w:lang w:bidi="bn-IN"/>
        </w:rPr>
        <w:t xml:space="preserve"> </w:t>
      </w:r>
      <w:r w:rsidR="00FA7DAC">
        <w:rPr>
          <w:rFonts w:hint="cs"/>
          <w:cs/>
          <w:lang w:bidi="bn-IN"/>
        </w:rPr>
        <w:t>ফা</w:t>
      </w:r>
      <w:r w:rsidR="00FA7DAC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আলিত্তাহির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সেনভুন্নাবিয়্যী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রাশাদিস্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সাঈর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কুল্লি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গায়িবিন্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হাযির।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লড়তে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লড়তে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</w:p>
    <w:p w:rsidR="0054577C" w:rsidRPr="0054577C" w:rsidRDefault="00925AC4" w:rsidP="00270435">
      <w:pPr>
        <w:pStyle w:val="Heading2Center"/>
      </w:pPr>
      <w:bookmarkStart w:id="49" w:name="_Toc535947643"/>
      <w:r>
        <w:rPr>
          <w:rFonts w:hint="cs"/>
          <w:cs/>
          <w:lang w:bidi="bn-IN"/>
        </w:rPr>
        <w:t>জা</w:t>
      </w:r>
      <w:r w:rsidRPr="00743A59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ফর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ইবনে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আলীর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আ</w:t>
      </w:r>
      <w:r w:rsidR="0054577C" w:rsidRPr="0054577C">
        <w:rPr>
          <w:cs/>
          <w:lang w:bidi="bn-IN"/>
        </w:rPr>
        <w:t xml:space="preserve">.) </w:t>
      </w:r>
      <w:r w:rsidR="0054577C" w:rsidRPr="0054577C">
        <w:rPr>
          <w:rFonts w:hint="cs"/>
          <w:cs/>
          <w:lang w:bidi="bn-IN"/>
        </w:rPr>
        <w:t>শাহাদত</w:t>
      </w:r>
      <w:bookmarkEnd w:id="49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জা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ফর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তিনিও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বানীনের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নিম্নোক্ত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পংক্তিগুলি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করেনঃ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ইন্নী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আনা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জা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ফারুন্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যুল্</w:t>
      </w:r>
      <w:r w:rsidRPr="0054577C">
        <w:rPr>
          <w:cs/>
          <w:lang w:bidi="bn-IN"/>
        </w:rPr>
        <w:t xml:space="preserve"> 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নাজলু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আলিয়্যিন্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আলখাইরু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যুন্নাওয়ালি</w:t>
      </w:r>
      <w:r w:rsidRPr="0054577C">
        <w:t xml:space="preserve">; </w:t>
      </w:r>
    </w:p>
    <w:p w:rsidR="0054577C" w:rsidRPr="0054577C" w:rsidRDefault="0054577C" w:rsidP="00270435">
      <w:pPr>
        <w:pStyle w:val="libCenter"/>
      </w:pPr>
      <w:r w:rsidRPr="0054577C">
        <w:rPr>
          <w:rFonts w:hint="cs"/>
          <w:cs/>
          <w:lang w:bidi="bn-IN"/>
        </w:rPr>
        <w:t>আহমী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ক্বানাল্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আসসালি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হুসামিল্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ওয়াযিহিস্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সিক্বালি।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তিনিও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70435">
      <w:pPr>
        <w:pStyle w:val="Heading2Center"/>
      </w:pPr>
      <w:bookmarkStart w:id="50" w:name="_Toc535947644"/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</w:t>
      </w:r>
      <w:bookmarkEnd w:id="50"/>
    </w:p>
    <w:p w:rsidR="0054577C" w:rsidRPr="0054577C" w:rsidRDefault="00925AC4" w:rsidP="002562FC">
      <w:pPr>
        <w:pStyle w:val="libNormal"/>
      </w:pPr>
      <w:r>
        <w:rPr>
          <w:rFonts w:hint="cs"/>
          <w:cs/>
          <w:lang w:bidi="bn-IN"/>
        </w:rPr>
        <w:t>জা</w:t>
      </w:r>
      <w:r w:rsidRPr="00743A59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ফরের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শাহাদতের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ভাই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আব্দুল্লাহ্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উম্মুল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বানীনের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সন্তান</w:t>
      </w:r>
      <w:r w:rsidR="0054577C" w:rsidRPr="0054577C">
        <w:rPr>
          <w:cs/>
          <w:lang w:bidi="bn-IN"/>
        </w:rPr>
        <w:t xml:space="preserve">) </w:t>
      </w:r>
      <w:r w:rsidR="0054577C" w:rsidRPr="0054577C">
        <w:rPr>
          <w:rFonts w:hint="cs"/>
          <w:cs/>
          <w:lang w:bidi="bn-IN"/>
        </w:rPr>
        <w:t>যুদ্ধের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ময়দানে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প্রবেশ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শত্রু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সম্প্রদায়ের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হামলা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করেন।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হামলাকালে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আবৃত্তি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করছিলেনঃ</w:t>
      </w:r>
      <w:r w:rsidR="0054577C" w:rsidRPr="0054577C">
        <w:rPr>
          <w:cs/>
          <w:lang w:bidi="bn-IN"/>
        </w:rPr>
        <w:t xml:space="preserve"> </w:t>
      </w:r>
    </w:p>
    <w:p w:rsidR="0054577C" w:rsidRPr="0054577C" w:rsidRDefault="0054577C" w:rsidP="006915EA">
      <w:pPr>
        <w:pStyle w:val="libCenter"/>
      </w:pPr>
      <w:r w:rsidRPr="0054577C">
        <w:rPr>
          <w:rFonts w:hint="cs"/>
          <w:cs/>
          <w:lang w:bidi="bn-IN"/>
        </w:rPr>
        <w:t>আনা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যিন্নজদাতি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আফ্যালি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যা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rPr>
          <w:rFonts w:hint="cs"/>
          <w:cs/>
          <w:lang w:bidi="bn-IN"/>
        </w:rPr>
        <w:t>আলিয়্যুন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খাইরু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ফাঅ্যালি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6915EA">
      <w:pPr>
        <w:pStyle w:val="libCenter"/>
      </w:pPr>
      <w:r w:rsidRPr="0054577C">
        <w:rPr>
          <w:rFonts w:hint="cs"/>
          <w:cs/>
          <w:lang w:bidi="bn-IN"/>
        </w:rPr>
        <w:t>সাইফু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রাসূলিল্লাহি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যুন্নিকালি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কাশিফুল্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খুতূবি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আহ্ওয়ালি।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6915EA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লড়াই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6915EA">
        <w:rPr>
          <w:rStyle w:val="libFootnotenumChar"/>
          <w:rFonts w:hint="cs"/>
          <w:cs/>
          <w:lang w:bidi="bn-IN"/>
        </w:rPr>
        <w:t>১০২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হামিদ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সেইদিন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শুনেছিলাম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আল্লাহুম্মা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আমসিক</w:t>
      </w:r>
      <w:r w:rsidR="0054577C">
        <w:rPr>
          <w:rFonts w:hint="eastAsia"/>
        </w:rPr>
        <w:t>’</w:t>
      </w:r>
      <w:r w:rsidR="0054577C" w:rsidRPr="0054577C">
        <w:rPr>
          <w:rFonts w:hint="cs"/>
          <w:cs/>
          <w:lang w:bidi="bn-IN"/>
        </w:rPr>
        <w:t>আনহুম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ক্বাত্বরাস্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সামায়ি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ওয়ামনা</w:t>
      </w:r>
      <w:r w:rsidR="0054577C">
        <w:rPr>
          <w:rFonts w:hint="eastAsia"/>
        </w:rPr>
        <w:t>’</w:t>
      </w:r>
      <w:r w:rsidR="0054577C" w:rsidRPr="0054577C">
        <w:rPr>
          <w:rFonts w:hint="cs"/>
          <w:cs/>
          <w:lang w:bidi="bn-IN"/>
        </w:rPr>
        <w:t>হুম্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বারাকাতিল্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আরযি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আল্লাহুম্মা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ফাইন্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মাত্তা</w:t>
      </w:r>
      <w:r w:rsidR="0054577C">
        <w:rPr>
          <w:rFonts w:hint="eastAsia"/>
        </w:rPr>
        <w:t>’</w:t>
      </w:r>
      <w:r w:rsidR="0054577C" w:rsidRPr="0054577C">
        <w:rPr>
          <w:rFonts w:hint="cs"/>
          <w:cs/>
          <w:lang w:bidi="bn-IN"/>
        </w:rPr>
        <w:t>তাহুম্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ইলা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হীনা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ফাফাররিক্বহুম্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ফারক্বান্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ওয়াজ্</w:t>
      </w:r>
      <w:r w:rsidR="0054577C" w:rsidRPr="0054577C">
        <w:rPr>
          <w:cs/>
          <w:lang w:bidi="bn-IN"/>
        </w:rPr>
        <w:t xml:space="preserve"> </w:t>
      </w:r>
      <w:r w:rsidR="0054577C" w:rsidRPr="008C68E5">
        <w:rPr>
          <w:rStyle w:val="libEnChar"/>
        </w:rPr>
        <w:t>‘</w:t>
      </w:r>
      <w:r w:rsidR="0054577C" w:rsidRPr="0054577C">
        <w:rPr>
          <w:rFonts w:hint="cs"/>
          <w:cs/>
          <w:lang w:bidi="bn-IN"/>
        </w:rPr>
        <w:t>আলহুম্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ত্বারাইক্বা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lastRenderedPageBreak/>
        <w:t>ক্বিদাদান্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তারযা</w:t>
      </w:r>
      <w:r w:rsidR="0054577C">
        <w:rPr>
          <w:rFonts w:hint="eastAsia"/>
        </w:rPr>
        <w:t>’</w:t>
      </w:r>
      <w:r w:rsidR="0054577C" w:rsidRPr="0054577C">
        <w:rPr>
          <w:rFonts w:hint="cs"/>
          <w:cs/>
          <w:lang w:bidi="bn-IN"/>
        </w:rPr>
        <w:t>আনহুমুল্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উলাতু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আবাদান্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ফাইন্নাহুম্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</w:t>
      </w:r>
      <w:r w:rsidR="0054577C">
        <w:rPr>
          <w:rFonts w:hint="eastAsia"/>
        </w:rPr>
        <w:t>’</w:t>
      </w:r>
      <w:r w:rsidR="0054577C" w:rsidRPr="0054577C">
        <w:rPr>
          <w:rFonts w:hint="cs"/>
          <w:cs/>
          <w:lang w:bidi="bn-IN"/>
        </w:rPr>
        <w:t>আওনা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লিইয়ানসুরূনা</w:t>
      </w:r>
      <w:r w:rsidR="0054577C" w:rsidRPr="0054577C">
        <w:rPr>
          <w:cs/>
          <w:lang w:bidi="bn-IN"/>
        </w:rPr>
        <w:t xml:space="preserve"> </w:t>
      </w:r>
      <w:r w:rsidR="00FA7DAC">
        <w:rPr>
          <w:rFonts w:hint="cs"/>
          <w:cs/>
          <w:lang w:bidi="bn-IN"/>
        </w:rPr>
        <w:t>ফা</w:t>
      </w:r>
      <w:r w:rsidR="00FA7DAC" w:rsidRPr="00743A59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আদাও</w:t>
      </w:r>
      <w:r w:rsidR="0054577C">
        <w:rPr>
          <w:rFonts w:hint="eastAsia"/>
        </w:rPr>
        <w:t>’</w:t>
      </w:r>
      <w:r w:rsidR="0054577C" w:rsidRPr="0054577C">
        <w:rPr>
          <w:rFonts w:hint="cs"/>
          <w:cs/>
          <w:lang w:bidi="bn-IN"/>
        </w:rPr>
        <w:t>আলাইনা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ফাক্বাতালূনা</w:t>
      </w:r>
      <w:r w:rsidR="0054577C" w:rsidRPr="0054577C">
        <w:rPr>
          <w:cs/>
          <w:lang w:bidi="bn-IN"/>
        </w:rPr>
        <w:t xml:space="preserve"> !</w:t>
      </w:r>
      <w:r>
        <w:rPr>
          <w:rStyle w:val="libEnChar"/>
        </w:rPr>
        <w:t>”</w:t>
      </w:r>
      <w:r w:rsidR="0054577C"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হামিদ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বলেছেন</w:t>
      </w:r>
      <w:r w:rsidRPr="0054577C">
        <w:rPr>
          <w:cs/>
          <w:lang w:bidi="bn-IN"/>
        </w:rPr>
        <w:t xml:space="preserve">: </w:t>
      </w:r>
      <w:r w:rsidRPr="0054577C">
        <w:rPr>
          <w:rFonts w:hint="cs"/>
          <w:cs/>
          <w:lang w:bidi="bn-IN"/>
        </w:rPr>
        <w:t>ইতোমধ্যে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পদাতিক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বাহিনী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অথচ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ইয়েমেনের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মজবুত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সূক্ষ্মভাবে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বুননকৃত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গেঞ্জিটি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কয়েকটি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ছিদ্র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ছিঁড়া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নেয়।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পরামর্শ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খাটো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পায়জামা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পায়জামা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ব্যক্তিত্বের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শোভা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ঐরূপ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পোশাক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লাঞ্ছনা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অবমাননার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নিদর্শন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বাহার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rPr>
          <w:rFonts w:hint="cs"/>
          <w:cs/>
          <w:lang w:bidi="bn-IN"/>
        </w:rPr>
        <w:t>ব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জামাটিও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বিবস্ত্র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rPr>
          <w:cs/>
          <w:lang w:bidi="bn-IN"/>
        </w:rPr>
        <w:t xml:space="preserve"> !</w:t>
      </w:r>
    </w:p>
    <w:p w:rsidR="006915EA" w:rsidRDefault="0054577C" w:rsidP="006915EA">
      <w:pPr>
        <w:pStyle w:val="libNormal"/>
        <w:rPr>
          <w:cs/>
          <w:lang w:bidi="bn-IN"/>
        </w:rPr>
      </w:pP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রাহমানের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শাবীবের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বরাত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মুখনিফ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শীতকালে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বাহার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rPr>
          <w:rFonts w:hint="cs"/>
          <w:cs/>
          <w:lang w:bidi="bn-IN"/>
        </w:rPr>
        <w:t>বের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হাতগুলি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ঝরত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গ্রীষ্মকালে</w:t>
      </w:r>
      <w:r w:rsidRPr="0054577C">
        <w:t xml:space="preserve">,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শুষ্ক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কাঠের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যেত।</w:t>
      </w:r>
      <w:r w:rsidRPr="006915EA">
        <w:rPr>
          <w:rStyle w:val="libFootnotenumChar"/>
          <w:rFonts w:hint="cs"/>
          <w:cs/>
          <w:lang w:bidi="bn-IN"/>
        </w:rPr>
        <w:t>১০৩</w:t>
      </w:r>
    </w:p>
    <w:p w:rsidR="0054577C" w:rsidRPr="0054577C" w:rsidRDefault="0054577C" w:rsidP="006915EA">
      <w:pPr>
        <w:pStyle w:val="Heading2Center"/>
      </w:pPr>
      <w:bookmarkStart w:id="51" w:name="_Toc535947645"/>
      <w:r w:rsidRPr="0054577C">
        <w:rPr>
          <w:rFonts w:hint="cs"/>
          <w:cs/>
          <w:lang w:bidi="bn-IN"/>
        </w:rPr>
        <w:t>আবুল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ফযলের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</w:t>
      </w:r>
      <w:bookmarkEnd w:id="51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মাকাতিলুত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তালিবিয়্যীন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ফযল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দীর্ঘ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অবয়ব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সুন্দর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চেহারার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মোটা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শক্তিশালী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রেকাব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পাদানী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খানি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ঘর্ষিত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উজ্জ্বল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চেহারার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ক্বামারে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চাঁদ</w:t>
      </w:r>
      <w:r w:rsidRPr="0054577C">
        <w:rPr>
          <w:cs/>
          <w:lang w:bidi="bn-IN"/>
        </w:rPr>
        <w:t>)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বলা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আশুরার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সেনাবাহিনীর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পতাকা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উম্মুল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বানীনের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প্রথম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প্রতিরক্ষায়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খাওয়ারিযিমীর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মাকতালে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পরিবারবর্গের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কাঁধে।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নিম্নোক্ত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কবিতাটি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:</w:t>
      </w:r>
    </w:p>
    <w:p w:rsidR="0054577C" w:rsidRPr="0054577C" w:rsidRDefault="0054577C" w:rsidP="006915EA">
      <w:pPr>
        <w:pStyle w:val="libCenter"/>
      </w:pPr>
      <w:r w:rsidRPr="0054577C">
        <w:rPr>
          <w:rFonts w:hint="cs"/>
          <w:cs/>
          <w:lang w:bidi="bn-IN"/>
        </w:rPr>
        <w:t>আক্বসাম্তু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বিল্লাহিল্</w:t>
      </w:r>
      <w:r w:rsidRPr="0054577C">
        <w:rPr>
          <w:cs/>
          <w:lang w:bidi="bn-IN"/>
        </w:rPr>
        <w:t xml:space="preserve"> </w:t>
      </w:r>
      <w:r w:rsidR="006447A5">
        <w:rPr>
          <w:rFonts w:hint="cs"/>
          <w:cs/>
          <w:lang w:bidi="bn-IN"/>
        </w:rPr>
        <w:t>আ</w:t>
      </w:r>
      <w:r w:rsidR="006447A5"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আযযিল্</w:t>
      </w:r>
      <w:r w:rsidRPr="0054577C">
        <w:rPr>
          <w:cs/>
          <w:lang w:bidi="bn-IN"/>
        </w:rPr>
        <w:t xml:space="preserve"> </w:t>
      </w:r>
      <w:r w:rsidR="006447A5">
        <w:rPr>
          <w:rFonts w:hint="cs"/>
          <w:cs/>
          <w:lang w:bidi="bn-IN"/>
        </w:rPr>
        <w:t>আ</w:t>
      </w:r>
      <w:r w:rsidR="006447A5"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যাম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হুজুনি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সাদিক্বান্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যামযামি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6915EA">
      <w:pPr>
        <w:pStyle w:val="libCenter"/>
      </w:pP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হাত্বীমি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ফিনাল্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মুহাররাম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লিইয়াখযিবান্নাল্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ইয়াউমা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জিসমী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বিদামী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6915EA">
      <w:pPr>
        <w:pStyle w:val="libCenter"/>
      </w:pPr>
      <w:r w:rsidRPr="0054577C">
        <w:rPr>
          <w:rFonts w:hint="cs"/>
          <w:cs/>
          <w:lang w:bidi="bn-IN"/>
        </w:rPr>
        <w:t>দূনাল্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ফাখ্খারিল্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আক্বদাম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ইমামু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ফায্লি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ওয়াত্তাকাররুম।</w:t>
      </w:r>
      <w:r w:rsidRPr="006915EA">
        <w:rPr>
          <w:rStyle w:val="libFootnotenumChar"/>
          <w:rFonts w:hint="cs"/>
          <w:cs/>
          <w:lang w:bidi="bn-IN"/>
        </w:rPr>
        <w:t>১০৪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6915EA">
      <w:pPr>
        <w:pStyle w:val="libNormal"/>
      </w:pPr>
      <w:r w:rsidRPr="0054577C">
        <w:rPr>
          <w:rFonts w:hint="cs"/>
          <w:cs/>
          <w:lang w:bidi="bn-IN"/>
        </w:rPr>
        <w:t>কিতাবুল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ইরশাদ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মাছীরুল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আহযান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লুহুফ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পিপাসায়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অতিষ্ঠ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ঘোড়ায়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ফোরাত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রওনা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এমতাবস্থায়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চালাচ্ছিলেন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সেনাবাহিনীকে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ছত্রভঙ্গ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যাচ্ছিলেন।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সার্বিক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দিচ্ছিল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6915EA">
        <w:rPr>
          <w:rStyle w:val="libFootnotenumChar"/>
          <w:rFonts w:hint="cs"/>
          <w:cs/>
          <w:lang w:bidi="bn-IN"/>
        </w:rPr>
        <w:t>১০৫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আশুবের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মানাকিব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আবুল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ফযল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সংকল্প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ফোরাতকূল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অগ্রসর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বাহিনী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>.)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পাল্টা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নিম্নোক্ত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পংক্তিগুলি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</w:t>
      </w:r>
      <w:r w:rsidRPr="0054577C">
        <w:rPr>
          <w:cs/>
          <w:lang w:bidi="bn-IN"/>
        </w:rPr>
        <w:t xml:space="preserve"> :</w:t>
      </w:r>
    </w:p>
    <w:p w:rsidR="0054577C" w:rsidRPr="0054577C" w:rsidRDefault="0054577C" w:rsidP="00CA667C">
      <w:pPr>
        <w:pStyle w:val="libCenter"/>
      </w:pP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আরহাবুল্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মাউতা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ইযাল্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মাউতু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রুক্বা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হাত্তা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উওয়ারিয়া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মাসালীতি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লাক্বা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CA667C">
      <w:pPr>
        <w:pStyle w:val="libCenter"/>
      </w:pPr>
      <w:r w:rsidRPr="0054577C">
        <w:rPr>
          <w:rFonts w:hint="cs"/>
          <w:cs/>
          <w:lang w:bidi="bn-IN"/>
        </w:rPr>
        <w:t>নাফ্সী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লিনাফসিল্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মুস্তাফা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আত্তুহুরু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ওয়াক্বা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  <w:t xml:space="preserve"> </w:t>
      </w:r>
      <w:r w:rsidRPr="0054577C">
        <w:rPr>
          <w:rFonts w:hint="cs"/>
          <w:cs/>
          <w:lang w:bidi="bn-IN"/>
        </w:rPr>
        <w:t>ইন্নী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আনাল্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আব্বাসু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আগদু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বিসসাক্বা</w:t>
      </w:r>
    </w:p>
    <w:p w:rsidR="0054577C" w:rsidRPr="0054577C" w:rsidRDefault="0054577C" w:rsidP="00CA667C">
      <w:pPr>
        <w:pStyle w:val="libCenter"/>
      </w:pP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আখাফু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শাররা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ইয়াউমাল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মুলতাক্বা।</w:t>
      </w:r>
      <w:r w:rsidRPr="0054577C">
        <w:rPr>
          <w:cs/>
          <w:lang w:bidi="bn-IN"/>
        </w:rPr>
        <w:t xml:space="preserve"> 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আক্রমণকারীদের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মাঝে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নিজেকে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হারানো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পর্যন্ত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আগত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মৃত্যুকে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করব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নিজের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জীবন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বিসর্জন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দিয়েও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পূত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পবিত্র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রাসূলের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সন্তানকে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রক্ষা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করব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আমি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পানি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সংগ্রহকারী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আব্বাস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যুদ্ধের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দুঃখজনক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দুর্ঘটনাকে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পাই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!</w:t>
      </w:r>
      <w:r>
        <w:rPr>
          <w:rStyle w:val="libEnChar"/>
        </w:rPr>
        <w:t>”</w:t>
      </w:r>
      <w:r w:rsidR="0054577C"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পরস্পর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সংঘবদ্ধ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আক্রমণকারীদেরকে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ছত্রভঙ্গ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ফোরাতের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অগ্রসর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ওয়ারাকা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খেজুর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গাছের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আড়ালে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ওঁৎ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সহসা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হাকীম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তুফাইলের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সহযোগিতায়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ফযল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ডান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ফযল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তড়িৎ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নিম্নোক্ত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অশ্বারোহী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চালান</w:t>
      </w:r>
      <w:r w:rsidRPr="0054577C">
        <w:rPr>
          <w:cs/>
          <w:lang w:bidi="bn-IN"/>
        </w:rPr>
        <w:t xml:space="preserve"> :</w:t>
      </w:r>
    </w:p>
    <w:p w:rsidR="0054577C" w:rsidRPr="0054577C" w:rsidRDefault="0054577C" w:rsidP="00CA667C">
      <w:pPr>
        <w:pStyle w:val="libCenter"/>
      </w:pPr>
      <w:r w:rsidRPr="0054577C">
        <w:rPr>
          <w:rFonts w:hint="cs"/>
          <w:cs/>
          <w:lang w:bidi="bn-IN"/>
        </w:rPr>
        <w:t>ওয়াল্লাহি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ক্বাত্তা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তুম্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ইয়ামীনী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ইন্নী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উহামী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আবাদান্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দ্বীনী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CA667C">
      <w:pPr>
        <w:pStyle w:val="libCenter"/>
      </w:pPr>
      <w:r w:rsidRPr="0054577C">
        <w:rPr>
          <w:rFonts w:hint="cs"/>
          <w:cs/>
          <w:lang w:bidi="bn-IN"/>
        </w:rPr>
        <w:t>ও</w:t>
      </w:r>
      <w:r w:rsidR="00FA7DAC">
        <w:rPr>
          <w:rFonts w:hint="cs"/>
          <w:cs/>
          <w:lang w:bidi="bn-IN"/>
        </w:rPr>
        <w:t>য়া</w:t>
      </w:r>
      <w:r w:rsidR="00FA7DAC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সাদিক্বিল্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ইয়াক্বীনি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নাজলু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আন্নাবিয়্যি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আত্তাহিরিল্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আমীনি।</w:t>
      </w:r>
      <w:r w:rsidRPr="0054577C">
        <w:rPr>
          <w:cs/>
          <w:lang w:bidi="bn-IN"/>
        </w:rPr>
        <w:t xml:space="preserve"> 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শপথ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তোমরা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যদিও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ডান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হাতখানা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কেটে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ফেলেছ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তবুও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সর্বদা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ধর্ম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বিশ্বস্ত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নবীর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পবিত্র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সন্তান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সত্য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ইমামের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পৃষ্ঠপোষকতা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যাব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লড়াই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অতিরিক্ত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পিপাসার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চরম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দুর্বল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হাকীম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তুফাইল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খেজুর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গাছের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আড়াল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হাতটিকেও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অবস্থায়ও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ফযল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>.)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নিম্নোক্ত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পংক্তিগুলি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করছিলেনঃ</w:t>
      </w:r>
    </w:p>
    <w:p w:rsidR="0054577C" w:rsidRPr="0054577C" w:rsidRDefault="0054577C" w:rsidP="00CA667C">
      <w:pPr>
        <w:pStyle w:val="libCenter"/>
      </w:pPr>
      <w:r w:rsidRPr="0054577C">
        <w:rPr>
          <w:rFonts w:hint="cs"/>
          <w:cs/>
          <w:lang w:bidi="bn-IN"/>
        </w:rPr>
        <w:t>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নাফ্সু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তাখ্শী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কুফ্ফারি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ওয়াব্শিরী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বিরাহমাতিল্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জাব্বারি</w:t>
      </w:r>
      <w:r w:rsidRPr="0054577C">
        <w:t>;</w:t>
      </w:r>
    </w:p>
    <w:p w:rsidR="0054577C" w:rsidRPr="0054577C" w:rsidRDefault="0054577C" w:rsidP="00CA667C">
      <w:pPr>
        <w:pStyle w:val="libCenter"/>
      </w:pPr>
      <w:r w:rsidRPr="0054577C">
        <w:rPr>
          <w:rFonts w:hint="cs"/>
          <w:cs/>
          <w:lang w:bidi="bn-IN"/>
        </w:rPr>
        <w:t>মাআন্নাবিয়্যিস্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মুখ্তারি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ক্বাদ্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ক্বাত্ত্বা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ঊ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বিবাগয়িহিম্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ইয়াসারী</w:t>
      </w:r>
      <w:r w:rsidRPr="0054577C">
        <w:t xml:space="preserve">; </w:t>
      </w:r>
    </w:p>
    <w:p w:rsidR="0054577C" w:rsidRPr="0054577C" w:rsidRDefault="0054577C" w:rsidP="00CA667C">
      <w:pPr>
        <w:pStyle w:val="libCenter"/>
      </w:pPr>
      <w:r w:rsidRPr="0054577C">
        <w:rPr>
          <w:rFonts w:hint="cs"/>
          <w:cs/>
          <w:lang w:bidi="bn-IN"/>
        </w:rPr>
        <w:t>ফাআসিলহুম্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রাব্বি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হাররান্নারি</w:t>
      </w:r>
      <w:r w:rsidRPr="0054577C">
        <w:rPr>
          <w:cs/>
          <w:lang w:bidi="bn-IN"/>
        </w:rPr>
        <w:t xml:space="preserve"> !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হে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আত্মা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কাফিরদেরকে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সুসংবাদ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হচ্ছে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তুমি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মহান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করুণা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লাভ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স্থান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রাসূলের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পাশে।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অন্ধ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হৃদয়েরা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অবিবেচকের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ন্যায়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হাতখানি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কেটে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ফেলেছে</w:t>
      </w:r>
      <w:r w:rsidR="0054577C" w:rsidRPr="0054577C">
        <w:rPr>
          <w:rFonts w:hint="cs"/>
          <w:cs/>
          <w:lang w:bidi="hi-IN"/>
        </w:rPr>
        <w:t>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সুতরাং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আল্লাহ্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তাদেরকে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তুমি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নরকের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আগুনে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নিক্ষেপ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</w:t>
      </w:r>
      <w:r w:rsidR="0054577C" w:rsidRPr="0054577C">
        <w:rPr>
          <w:cs/>
          <w:lang w:bidi="bn-IN"/>
        </w:rPr>
        <w:t xml:space="preserve"> !</w:t>
      </w:r>
      <w:r>
        <w:rPr>
          <w:rStyle w:val="libEnChar"/>
        </w:rPr>
        <w:t>”</w:t>
      </w:r>
      <w:r w:rsidR="0054577C" w:rsidRPr="0054577C">
        <w:t xml:space="preserve"> </w:t>
      </w:r>
    </w:p>
    <w:p w:rsidR="0054577C" w:rsidRPr="0054577C" w:rsidRDefault="0054577C" w:rsidP="00CA667C">
      <w:pPr>
        <w:pStyle w:val="libNormal"/>
      </w:pPr>
      <w:r w:rsidRPr="0054577C">
        <w:rPr>
          <w:rFonts w:hint="cs"/>
          <w:cs/>
          <w:lang w:bidi="bn-IN"/>
        </w:rPr>
        <w:t>কাল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বিলম্ব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অভিশপ্ত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মুগুর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মাথায়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CA667C">
        <w:rPr>
          <w:rStyle w:val="libFootnotenumChar"/>
          <w:rFonts w:hint="cs"/>
          <w:cs/>
          <w:lang w:bidi="bn-IN"/>
        </w:rPr>
        <w:t>১০৬</w:t>
      </w:r>
    </w:p>
    <w:p w:rsidR="0054577C" w:rsidRPr="0054577C" w:rsidRDefault="0054577C" w:rsidP="00CA667C">
      <w:pPr>
        <w:pStyle w:val="libNormal"/>
      </w:pPr>
      <w:r w:rsidRPr="0054577C">
        <w:rPr>
          <w:rFonts w:hint="cs"/>
          <w:cs/>
          <w:lang w:bidi="bn-IN"/>
        </w:rPr>
        <w:lastRenderedPageBreak/>
        <w:t>খাওয়ারেযমীর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মাকতাল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আবুল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ফযল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মুহূর্তে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মেরুদণ্ড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ভেঙ্গে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পরিকল্পনা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লণ্ডভণ্ড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CA667C">
        <w:rPr>
          <w:rStyle w:val="libFootnotenumChar"/>
          <w:rFonts w:hint="cs"/>
          <w:cs/>
          <w:lang w:bidi="bn-IN"/>
        </w:rPr>
        <w:t>১০৭</w:t>
      </w:r>
    </w:p>
    <w:p w:rsidR="0054577C" w:rsidRPr="0054577C" w:rsidRDefault="0054577C" w:rsidP="003700D0">
      <w:pPr>
        <w:pStyle w:val="Heading2Center"/>
      </w:pPr>
      <w:bookmarkStart w:id="52" w:name="_Toc535947646"/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দুগ্ধপোষ্য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bookmarkEnd w:id="52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খাওয়ারেযমীর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মাকতাল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সূত্রসমূহে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দুগ্ধপোষ্য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আলীকে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বিদায়ী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সাক্ষাৎ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তাঁরা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চুমু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লানত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>.)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হারমালাহ্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কাহিল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আসাদী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গলাকে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তীরটি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কণ্ঠ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শিশুটির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নিচে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আকাশের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ছুঁড়ে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বঞ্চিত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কল্যাণের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উপকরণ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নির্ধারণ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দ্রুত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</w:p>
    <w:p w:rsidR="0054577C" w:rsidRPr="0054577C" w:rsidRDefault="0054577C" w:rsidP="003700D0">
      <w:pPr>
        <w:pStyle w:val="libNormal"/>
      </w:pP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নিচে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ছোট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গর্ত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খুঁড়লেন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রক্তাক্ত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দেহটিকে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দাফন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3700D0">
        <w:rPr>
          <w:rStyle w:val="libFootnotenumChar"/>
          <w:rFonts w:hint="cs"/>
          <w:cs/>
          <w:lang w:bidi="bn-IN"/>
        </w:rPr>
        <w:t>১০৮</w:t>
      </w:r>
    </w:p>
    <w:p w:rsidR="0054577C" w:rsidRPr="0054577C" w:rsidRDefault="0054577C" w:rsidP="003700D0">
      <w:pPr>
        <w:pStyle w:val="Heading2Center"/>
      </w:pPr>
      <w:bookmarkStart w:id="53" w:name="_Toc535947647"/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bookmarkEnd w:id="53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উকবাহ্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গানাবী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3700D0">
      <w:pPr>
        <w:pStyle w:val="Heading2Center"/>
      </w:pPr>
      <w:bookmarkStart w:id="54" w:name="_Toc535947648"/>
      <w:r w:rsidRPr="0054577C">
        <w:rPr>
          <w:rFonts w:hint="cs"/>
          <w:cs/>
          <w:lang w:bidi="bn-IN"/>
        </w:rPr>
        <w:lastRenderedPageBreak/>
        <w:t>ফোরাতের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bookmarkEnd w:id="54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যুদ্ধাঙ্গনের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প্রত্যক্ষদর্শীদের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সেনাবাহিনীতে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পরাজয়ের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নিদর্শন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সুস্পষ্ট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ঘোড়ায়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ফোরাতের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দারিম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সর্বনাশ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অনুসারীগণ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ফোরাত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প্রতিবন্ধকতা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ঘোড়াকে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চাবুক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দ্রুত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অগ্রসর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সৈন্যরাও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ফোরাতের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নদী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প্রতিবন্ধকতা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অভিশাপ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পিপাসার্ত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লোকটিও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ছুঁড়ল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চোয়ালে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!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তামীম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ছুঁড়ে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তীরটি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ভেতর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চোয়ালের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ভেতর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তীরটিকে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ফিনকি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হচ্ছিল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ছিদ্রের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নিচে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অঞ্জলী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আকাশের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ছুঁড়ে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গুণগান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আকাশের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হে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আল্লাহ্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এরা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রাসূলের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নাতির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সাথে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আচরণ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অভিযোগ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নিকট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পেশ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করছি।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আল্লাহ্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তাদেরকে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তুমি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সমূলে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উৎপাটন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ধ্বংস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তাদের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কাউকেই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তুমি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পৃথিবীর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বুকে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অবশিষ্ট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রেখ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!</w:t>
      </w:r>
      <w:r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তীরটিকে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নিচে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ফিনকি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হচ্ছিল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অঞ্জলী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পাতলেন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অভিশাপ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পিপাসা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>,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ক্রমেই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পিপাসা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মিটছিল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কাসিম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আসবাগ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শুশ্রূষার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শিয়রে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মিছরির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ঠাণ্ডা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শরবত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ঘোলের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মশক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একাধিক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কলস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চারপাশে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সেগুলো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অনবরত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বাচাঁও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পিপাসায়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গেলাম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অথচ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পাত্র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মশক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কলসের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পিপাসা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মিটানোর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যথেষ্ট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ফোটা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বিশ্রাম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নিচ্ছে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উচ্চৈঃস্বরে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বাচাঁও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পিপাসায়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গেলাম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পদার্থের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পেটটি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3700D0">
      <w:pPr>
        <w:pStyle w:val="Heading1Center"/>
      </w:pPr>
      <w:bookmarkStart w:id="55" w:name="_Toc535947649"/>
      <w:r w:rsidRPr="0054577C">
        <w:rPr>
          <w:rFonts w:hint="cs"/>
          <w:cs/>
          <w:lang w:bidi="bn-IN"/>
        </w:rPr>
        <w:t>ভীতবিহ্বল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শিশুর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bookmarkEnd w:id="55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ছুবাইত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হাযরামী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উদ্ধৃতি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হত্যার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প্রত্যক্ষদর্শীদের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ছিলাম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প্রত্যেকেই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ঘোড়ায়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আরোহী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ছিলাম</w:t>
      </w:r>
      <w:r w:rsidRPr="0054577C">
        <w:t xml:space="preserve">; </w:t>
      </w:r>
      <w:r w:rsidRPr="0054577C">
        <w:rPr>
          <w:rFonts w:hint="cs"/>
          <w:cs/>
          <w:lang w:bidi="bn-IN"/>
        </w:rPr>
        <w:t>হৈ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হুল্লোড়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লাঠি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কেবলমাত্র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একজোড়া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পায়জামা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সন্ত্রস্ত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দৌড়ে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ভীতি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অস্থিরতার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ডানে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তাকাল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ঘুরানোর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কানের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মুক্তার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বাতাসে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দোল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খাচ্ছে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ভীত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সন্ত্রস্ত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একইভাবে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ছুটাল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নিচে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!</w:t>
      </w:r>
    </w:p>
    <w:p w:rsidR="0054577C" w:rsidRPr="0054577C" w:rsidRDefault="0054577C" w:rsidP="003700D0">
      <w:pPr>
        <w:pStyle w:val="libNormal"/>
      </w:pP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স্বয়ং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ছুবাইত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অপরাধের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সমালোচনা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অভিশাপের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পরিগণিত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F00230" w:rsidP="003700D0">
      <w:pPr>
        <w:pStyle w:val="Heading2Center"/>
      </w:pPr>
      <w:bookmarkStart w:id="56" w:name="_Toc535947650"/>
      <w:r w:rsidRPr="00F00230">
        <w:rPr>
          <w:rFonts w:hint="cs"/>
          <w:cs/>
          <w:lang w:bidi="bn-IN"/>
        </w:rPr>
        <w:t>ইমাম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হুসাইনের</w:t>
      </w:r>
      <w:r w:rsidRPr="00F00230">
        <w:rPr>
          <w:cs/>
          <w:lang w:bidi="bn-IN"/>
        </w:rPr>
        <w:t xml:space="preserve"> (</w:t>
      </w:r>
      <w:r w:rsidRPr="00F00230">
        <w:rPr>
          <w:rFonts w:hint="cs"/>
          <w:cs/>
          <w:lang w:bidi="bn-IN"/>
        </w:rPr>
        <w:t>আ</w:t>
      </w:r>
      <w:r w:rsidRPr="00F00230">
        <w:rPr>
          <w:cs/>
          <w:lang w:bidi="bn-IN"/>
        </w:rPr>
        <w:t xml:space="preserve">.) </w:t>
      </w:r>
      <w:r w:rsidRPr="00F00230">
        <w:rPr>
          <w:rFonts w:hint="cs"/>
          <w:cs/>
          <w:lang w:bidi="bn-IN"/>
        </w:rPr>
        <w:t>অন্য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একটি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শিশুর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শাহাদত</w:t>
      </w:r>
      <w:bookmarkEnd w:id="56"/>
    </w:p>
    <w:p w:rsidR="0054577C" w:rsidRPr="0054577C" w:rsidRDefault="0054577C" w:rsidP="003700D0">
      <w:pPr>
        <w:pStyle w:val="libNormal"/>
      </w:pP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যিলজাওশান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পদাতিক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বাহিনীর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একত্রে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সারিগুলিকে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পেছনে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বিলম্ব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চারিদিক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সম্পূর্ণরূপে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সন্তানদের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হাসান</w:t>
      </w:r>
      <w:r w:rsidR="003700D0">
        <w:rPr>
          <w:cs/>
          <w:lang w:bidi="bn-IN"/>
        </w:rPr>
        <w:t xml:space="preserve"> </w:t>
      </w:r>
      <w:r w:rsidRPr="003700D0">
        <w:rPr>
          <w:rStyle w:val="libFootnotenumChar"/>
          <w:rFonts w:hint="cs"/>
          <w:cs/>
          <w:lang w:bidi="bn-IN"/>
        </w:rPr>
        <w:t>১০৯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বালক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নবীর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দ্রুত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দৌড়ে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এলো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রওয়ানা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যয়নবও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দৌড়ে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ডাক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বালকটি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ফুফুর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দ্রুত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ময়দানের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দৌড়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তাইমুল্লাহ্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লাবা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rPr>
          <w:rFonts w:hint="cs"/>
          <w:cs/>
          <w:lang w:bidi="bn-IN"/>
        </w:rPr>
        <w:t>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কোষমুক্ত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বালকটি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করছিস</w:t>
      </w:r>
      <w:r w:rsidRPr="0054577C">
        <w:rPr>
          <w:cs/>
          <w:lang w:bidi="bn-IN"/>
        </w:rPr>
        <w:t xml:space="preserve"> !</w:t>
      </w:r>
      <w:r w:rsidRPr="0054577C">
        <w:t>?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বাহার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rPr>
          <w:rFonts w:hint="cs"/>
          <w:cs/>
          <w:lang w:bidi="bn-IN"/>
        </w:rPr>
        <w:t>ব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আব্দুল্লাহর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কথাতে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ভ্রুক্ষেপ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ঢাল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নিচে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নিচের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চামড়ার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ঝুলে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ভঙ্গিতে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হে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প্রিয়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ভাতিজা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উদ্ভূত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পরিস্থিতিতে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ধৈর্য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ধরো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সেটিকে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কল্যাণ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নেকীর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হিসাবের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ছেড়ে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দাও।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কারণ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মহান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এখন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উত্তম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পিতাদের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রাসূল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সা</w:t>
      </w:r>
      <w:r w:rsidR="0054577C" w:rsidRPr="0054577C">
        <w:rPr>
          <w:cs/>
          <w:lang w:bidi="bn-IN"/>
        </w:rPr>
        <w:t>.)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আলী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ইবনে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আবি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তালিব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হামযা</w:t>
      </w:r>
      <w:r w:rsidR="0054577C" w:rsidRPr="0054577C">
        <w:t xml:space="preserve">, </w:t>
      </w:r>
      <w:r w:rsidR="00925AC4">
        <w:rPr>
          <w:rFonts w:hint="cs"/>
          <w:cs/>
          <w:lang w:bidi="bn-IN"/>
        </w:rPr>
        <w:t>জা</w:t>
      </w:r>
      <w:r w:rsidR="00925AC4" w:rsidRPr="00743A59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ফর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হাসান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ইবনে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আলী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আ</w:t>
      </w:r>
      <w:r w:rsidR="0054577C" w:rsidRPr="0054577C">
        <w:rPr>
          <w:cs/>
          <w:lang w:bidi="bn-IN"/>
        </w:rPr>
        <w:t xml:space="preserve">.) </w:t>
      </w:r>
      <w:r w:rsidR="0054577C" w:rsidRPr="0054577C">
        <w:rPr>
          <w:rFonts w:hint="cs"/>
          <w:cs/>
          <w:lang w:bidi="bn-IN"/>
        </w:rPr>
        <w:t>সাথে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মিলিত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করবেন।</w:t>
      </w:r>
      <w:r w:rsidR="0054577C" w:rsidRPr="0054577C">
        <w:rPr>
          <w:cs/>
          <w:lang w:bidi="bn-IN"/>
        </w:rPr>
        <w:t xml:space="preserve"> </w:t>
      </w:r>
    </w:p>
    <w:p w:rsidR="0054577C" w:rsidRPr="0054577C" w:rsidRDefault="0054577C" w:rsidP="003700D0">
      <w:pPr>
        <w:pStyle w:val="Heading2Center"/>
      </w:pPr>
      <w:bookmarkStart w:id="57" w:name="_Toc535947651"/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bookmarkEnd w:id="57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নিস্তেজ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মহাপাপের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চিন্তায়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বাদা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নুসাইর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পরিধেয়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টুপিটি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প্রান্তভাগ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খুলিতে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টুপিটি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পানাহার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পরিতৃপ্ত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কিয়ামত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কাতারে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শামিল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টুপিটি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লম্বা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টুপি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চারিদিকে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পাগড়ী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বাঁধলেন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কিন্দী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উপুড়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পশমের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তৈরীকৃত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টুপিটি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কারবালার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হৃদয়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বিদারক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টুপিটিকে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হুরের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ভগ্নী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টুপিটি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ধুতে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তুমি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টুপিটি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ছিনতাই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যত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তাড়াতাড়ি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সম্ভব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</w:p>
    <w:p w:rsidR="0054577C" w:rsidRPr="0054577C" w:rsidRDefault="0054577C" w:rsidP="003700D0">
      <w:pPr>
        <w:pStyle w:val="libNormal"/>
      </w:pPr>
      <w:r w:rsidRPr="0054577C">
        <w:rPr>
          <w:rFonts w:hint="cs"/>
          <w:cs/>
          <w:lang w:bidi="bn-IN"/>
        </w:rPr>
        <w:t>মালিকের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শেষনিশ্বাস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নিঃস্ব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নিদারুণ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যন্ত্রণাময়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করেছে।</w:t>
      </w:r>
      <w:r w:rsidRPr="003700D0">
        <w:rPr>
          <w:rStyle w:val="libFootnotenumChar"/>
          <w:rFonts w:hint="cs"/>
          <w:cs/>
          <w:lang w:bidi="bn-IN"/>
        </w:rPr>
        <w:t>১১০</w:t>
      </w:r>
    </w:p>
    <w:p w:rsidR="0054577C" w:rsidRPr="0054577C" w:rsidRDefault="0054577C" w:rsidP="003700D0">
      <w:pPr>
        <w:pStyle w:val="Heading2Center"/>
      </w:pPr>
      <w:bookmarkStart w:id="58" w:name="_Toc535947652"/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তাঁবুগুলিতে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পদাতিক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bookmarkEnd w:id="58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মাখনাফ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শিমর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জাওশান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দশজন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পদাতিক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সৈন্যসহ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তাঁবুগুলোর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রওনা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হলো।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তাঁবুগুলোতে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পর্দানশীন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নারিগণ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আত্মীয়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বুঝতে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ওয়াইলাকুম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ইন্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লাম্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ইয়াকুন্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লাকুম্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দ্বীনুন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তাখাফাউনা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ইয়াউমাল</w:t>
      </w:r>
      <w:r w:rsidR="0054577C" w:rsidRPr="0054577C">
        <w:rPr>
          <w:cs/>
          <w:lang w:bidi="bn-IN"/>
        </w:rPr>
        <w:t xml:space="preserve"> 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আদ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ফাকূনূ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আমরি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দুনইয়াকুম্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আহরারান্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যাবী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আহ্সাবিন্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ইমনাঊ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রাহলী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আহলী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মিন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তুগামিকুম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জুহ্হালিকুম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  <w:r w:rsidR="0054577C"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সর্বনাশ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কিয়ামত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পার্থিব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স্বাধীন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চিন্তার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তাঁবুগুলো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পর্দানশীন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নারিদেরকে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ভণ্ড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মূর্খদের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নিরাপদ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</w:t>
      </w:r>
      <w:r w:rsidRPr="0054577C">
        <w:rPr>
          <w:cs/>
          <w:lang w:bidi="bn-IN"/>
        </w:rPr>
        <w:t xml:space="preserve"> !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সঠিক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পদাতিক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জুনূব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আব্দুর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রাহমান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ফী</w:t>
      </w:r>
      <w:r w:rsidRPr="0054577C">
        <w:rPr>
          <w:cs/>
          <w:lang w:bidi="bn-IN"/>
        </w:rPr>
        <w:t>)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ক্বাশ্আম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ফী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সালিহ্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ওয়াহাব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ইয়ায্নী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সিনান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নাখ্য়ী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খাওলা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আসবাহীর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যাচ্ছিল।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অগ্রসর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তাড়াহুড়া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শিমার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উৎসাহিত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লোহা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ইস্পাত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অস্ত্রে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সুসজ্জিত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জুনূবের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অগ্রসর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আবুল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জুনূব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যাচ্ছ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শিমার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ধৃষ্টতা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দেখাচ্ছ</w:t>
      </w:r>
      <w:r w:rsidRPr="0054577C">
        <w:rPr>
          <w:cs/>
          <w:lang w:bidi="bn-IN"/>
        </w:rPr>
        <w:t xml:space="preserve"> </w:t>
      </w:r>
      <w:r w:rsidRPr="0054577C">
        <w:t>?!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আবুল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জুনূবও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করছো</w:t>
      </w:r>
      <w:r w:rsidRPr="0054577C">
        <w:rPr>
          <w:cs/>
          <w:lang w:bidi="bn-IN"/>
        </w:rPr>
        <w:t xml:space="preserve"> </w:t>
      </w:r>
      <w:r w:rsidRPr="0054577C">
        <w:t>?!</w:t>
      </w:r>
      <w:r w:rsidR="008B6C3F">
        <w:rPr>
          <w:rStyle w:val="libEnChar"/>
        </w:rPr>
        <w:t>”</w:t>
      </w:r>
    </w:p>
    <w:p w:rsidR="0054577C" w:rsidRPr="0054577C" w:rsidRDefault="0054577C" w:rsidP="003700D0">
      <w:pPr>
        <w:pStyle w:val="libNormal"/>
      </w:pP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পরস্পরকে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গালিগালাজ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অশ্লীল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কথাবার্তা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লাগল।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জুনূব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সাহসী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অবশেষে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শিমারের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বর্শার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শীর্ষ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চোখ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t>?!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শিমার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হুমকি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জুনূবের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ঘুরিয়ে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পারতাম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দিতাম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3700D0">
        <w:rPr>
          <w:rStyle w:val="libFootnotenumChar"/>
          <w:rFonts w:hint="cs"/>
          <w:cs/>
          <w:lang w:bidi="bn-IN"/>
        </w:rPr>
        <w:t>১১১</w:t>
      </w:r>
    </w:p>
    <w:p w:rsidR="0054577C" w:rsidRPr="0054577C" w:rsidRDefault="0054577C" w:rsidP="003700D0">
      <w:pPr>
        <w:pStyle w:val="Heading2Center"/>
      </w:pPr>
      <w:bookmarkStart w:id="59" w:name="_Toc535947653"/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সর্বশেষ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bookmarkEnd w:id="59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মাখনাফের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উদ্ধৃতি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আম্মার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ইয়াগুছ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বারেক্বীর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হাজ্জাজ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আব্দিল্লাহ্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আম্মারকে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প্রত্যক্ষদর্শী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সেনাবাহিনীর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তিরস্কারের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চিহ্নিত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আম্মার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জিজ্ঞাসা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করলাম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বর্শা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চাইতাম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পারতাম</w:t>
      </w:r>
      <w:r w:rsidRPr="0054577C">
        <w:t xml:space="preserve">;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দূরে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করুক</w:t>
      </w:r>
      <w:r w:rsidRPr="0054577C">
        <w:rPr>
          <w:cs/>
          <w:lang w:bidi="bn-IN"/>
        </w:rPr>
        <w:t xml:space="preserve"> !!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এমতাবস্থায়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পদাতিক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বাহিনীরা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ডান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পশমের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তৈরী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পাগড়ী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ডান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পার্শ্বের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আক্রমণকারীদের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ছত্রভঙ্গ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পার্শ্বের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বিক্ষিপ্ত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কখনও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চতুর্দিক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পরিবেষ্টন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সন্ততি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আত্মীয়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নির্ভীক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সাহসী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শক্তিশালী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ধৈর্যশীল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দৃঢ়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সংকল্পী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হিংস্র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সিংহের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চালিয়ে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যোদ্ধা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সত্যিই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রণকুশলী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পদাতিক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পুরুষোচিত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ডান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পালাচ্ছিল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নেকড়ের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ছাগলছানার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পালাচ্ছে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পলায়ন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অনুরূপভাবে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অব্যাহত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হঠাৎ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ভগ্নী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যয়নব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হেরেমের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হায়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আসমান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পৃথিবীর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আসত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স্বয়ং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তদারকি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যয়নব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হুসাইনকে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দেখছো</w:t>
      </w:r>
      <w:r w:rsidRPr="0054577C">
        <w:rPr>
          <w:cs/>
          <w:lang w:bidi="bn-IN"/>
        </w:rPr>
        <w:t xml:space="preserve"> </w:t>
      </w:r>
      <w:r w:rsidRPr="0054577C">
        <w:t>?!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3700D0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চোখ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অশ্রু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গণ্ডদেশে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দাড়িতে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যয়নবের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দিক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ঘুরিয়ে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নিল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3700D0" w:rsidRPr="00743A59" w:rsidRDefault="003700D0" w:rsidP="00743A59">
      <w:r>
        <w:br w:type="page"/>
      </w:r>
    </w:p>
    <w:p w:rsidR="0054577C" w:rsidRPr="0054577C" w:rsidRDefault="00F00230" w:rsidP="003700D0">
      <w:pPr>
        <w:pStyle w:val="Heading1Center"/>
      </w:pPr>
      <w:bookmarkStart w:id="60" w:name="_Toc535947654"/>
      <w:r w:rsidRPr="00F00230">
        <w:rPr>
          <w:rFonts w:hint="cs"/>
          <w:cs/>
          <w:lang w:bidi="bn-IN"/>
        </w:rPr>
        <w:lastRenderedPageBreak/>
        <w:t>আল্লাহর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রাসূলের</w:t>
      </w:r>
      <w:r w:rsidRPr="00F00230">
        <w:rPr>
          <w:cs/>
          <w:lang w:bidi="bn-IN"/>
        </w:rPr>
        <w:t xml:space="preserve"> (</w:t>
      </w:r>
      <w:r w:rsidRPr="00F00230">
        <w:rPr>
          <w:rFonts w:hint="cs"/>
          <w:cs/>
          <w:lang w:bidi="bn-IN"/>
        </w:rPr>
        <w:t>সা</w:t>
      </w:r>
      <w:r w:rsidRPr="00F00230">
        <w:rPr>
          <w:cs/>
          <w:lang w:bidi="bn-IN"/>
        </w:rPr>
        <w:t xml:space="preserve">.) </w:t>
      </w:r>
      <w:r w:rsidRPr="00F00230">
        <w:rPr>
          <w:rFonts w:hint="cs"/>
          <w:cs/>
          <w:lang w:bidi="bn-IN"/>
        </w:rPr>
        <w:t>নাতির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শাহাদত</w:t>
      </w:r>
      <w:bookmarkEnd w:id="60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মাখনাফ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সাকআব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যুবাইরের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শরীরে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পশমের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জুব্বা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পাগড়ি।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দাড়িসমূহকে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রাঙিয়ে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পদব্রজে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সাহসী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বীরের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দক্ষতার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লড়ছিলেন।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অশ্বারোহী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শুনেছি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বলছিলেন</w:t>
      </w:r>
      <w:r w:rsidRPr="0054577C">
        <w:rPr>
          <w:cs/>
          <w:lang w:bidi="bn-IN"/>
        </w:rPr>
        <w:t xml:space="preserve">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দৃঢ়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সংকল্পবদ্ধ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উৎসাহিত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অনুপ্রাণিত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করছো</w:t>
      </w:r>
      <w:r w:rsidRPr="0054577C">
        <w:t xml:space="preserve">?!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অপেক্ষা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রাগান্বিত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লাঞ্ছনা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বিপরীতে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যতখানি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চিন্তাও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ততখানি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জেনে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ঝরবে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এতেও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যথেষ্ট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কয়েকগুণ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বেশি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পীড়াদায়ক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হামিদ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ঘণ্টার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ঘণ্টা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অতিবাহিত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অপেক্ষা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গুরুত্বপূর্ণ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গুরুতর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অপরাধ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সক্ষম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শিমর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শিমার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অভিসম্পাত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কিসের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অপেক্ষায়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মায়েরা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করুক</w:t>
      </w:r>
      <w:r w:rsidRPr="0054577C">
        <w:rPr>
          <w:cs/>
          <w:lang w:bidi="bn-IN"/>
        </w:rPr>
        <w:t xml:space="preserve"> </w:t>
      </w:r>
      <w:r w:rsidRPr="0054577C">
        <w:t xml:space="preserve">?!!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শিমারের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ফরিয়াদের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চারদিক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শুরাইক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তামীমী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কাঁধের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কয়েকবার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থুবড়ে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আক্রমণকারীরা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দূরে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দাঁড়াচ্ছিলেন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থুবড়ে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যাচ্ছিলেন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নাখ্য়ীর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সিনান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বর্শা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মারাত্মক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লুটিয়ে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পড়েন।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খাওলা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আসবাহীর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সিনান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খাওলা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অগ্রসর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দুর্বলতা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আড়ষ্টতা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সমগ্র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অস্তিত্বকে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আচ্ছন্ন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কাঁপতে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সিনান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খাওলাকে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বাহু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ভেঙ্গে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ফেলুক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খানিকে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অকেজো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অগ্রসর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নিষ্পাপ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খাওলার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সাদীকের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উদ্ধৃতি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মাখনাফ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বলেনঃ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শাহাদতকালে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শরীরে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৩৩টি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বর্শার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৩৪টি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3700D0">
      <w:pPr>
        <w:pStyle w:val="libNormal"/>
      </w:pP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মুহূর্তগুলোতে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সিনান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আনাস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নিকটবর্তী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দিচ্ছিল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আশঙ্কায়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হয়তো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স্বীয়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বাসনা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চরিতার্থ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খাওলার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3700D0">
      <w:pPr>
        <w:pStyle w:val="Heading2Center"/>
      </w:pPr>
      <w:bookmarkStart w:id="61" w:name="_Toc535947655"/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পোশাকগুলি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লুণ্ঠন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</w:t>
      </w:r>
      <w:bookmarkEnd w:id="61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মাখনাফ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বিবস্ত্র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rPr>
          <w:rFonts w:hint="cs"/>
          <w:cs/>
          <w:lang w:bidi="bn-IN"/>
        </w:rPr>
        <w:t>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কায়েস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আশ্আছ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রেশমী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ধৃষ্টতার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কাতীফা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কায়েস</w:t>
      </w:r>
      <w:r>
        <w:rPr>
          <w:rFonts w:hint="eastAsia"/>
        </w:rPr>
        <w:t>’</w:t>
      </w:r>
      <w:r w:rsidRPr="0054577C">
        <w:t xml:space="preserve"> (</w:t>
      </w:r>
      <w:r w:rsidRPr="0054577C">
        <w:rPr>
          <w:rFonts w:hint="cs"/>
          <w:cs/>
          <w:lang w:bidi="bn-IN"/>
        </w:rPr>
        <w:t>লুটকারী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কায়েস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নামে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প্রসিদ্ধি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আসওয়াদ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আওদ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জনৈক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জুতাগুলি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নাহ্শাল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দারিম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জনৈক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পরবর্তীতে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হাবীব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বুদাইলের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পোশাক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আষাক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অলঙ্কারাদি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উটগুলি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পরিশেষে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অন্দরমহল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নারিগণ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আসবাবপত্র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সরঞ্জামের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মস্তকাবরণ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চাদরগুলি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নিয়েছিল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3700D0">
      <w:pPr>
        <w:pStyle w:val="Heading2Center"/>
      </w:pPr>
      <w:bookmarkStart w:id="62" w:name="_Toc535947656"/>
      <w:r w:rsidRPr="0054577C">
        <w:rPr>
          <w:rFonts w:hint="cs"/>
          <w:cs/>
          <w:lang w:bidi="bn-IN"/>
        </w:rPr>
        <w:t>সর্বশেষ</w:t>
      </w:r>
      <w:r w:rsidRPr="0054577C">
        <w:rPr>
          <w:cs/>
          <w:lang w:bidi="bn-IN"/>
        </w:rPr>
        <w:t xml:space="preserve"> </w:t>
      </w:r>
      <w:r w:rsidRPr="003700D0">
        <w:rPr>
          <w:rFonts w:eastAsia="Calibri" w:hint="cs"/>
          <w:cs/>
          <w:lang w:bidi="bn-IN"/>
        </w:rPr>
        <w:t>শহীদ</w:t>
      </w:r>
      <w:bookmarkEnd w:id="62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যুহাইর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রাহমান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খাছ্আমী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সুওয়াইদ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মারাত্মতভাবে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অজ্ঞান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চেতনা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শুনেন</w:t>
      </w:r>
      <w:r w:rsidRPr="0054577C">
        <w:rPr>
          <w:cs/>
          <w:lang w:bidi="bn-IN"/>
        </w:rPr>
        <w:t>:</w:t>
      </w:r>
      <w:r w:rsidR="008B6C3F">
        <w:rPr>
          <w:rStyle w:val="libEnChar"/>
        </w:rPr>
        <w:t>”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ধ্বনিটি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জাগ্রত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তোলে।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তরবারিখানা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চাকু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পরিশেষে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উরওয়াহ্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বাত্বার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তাগলিবী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রিক্বাদ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জাম্বী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কাতারে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শামিল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হন।</w:t>
      </w:r>
    </w:p>
    <w:p w:rsidR="0054577C" w:rsidRPr="0054577C" w:rsidRDefault="0054577C" w:rsidP="003700D0">
      <w:pPr>
        <w:pStyle w:val="libNormal"/>
      </w:pPr>
      <w:r w:rsidRPr="0054577C">
        <w:rPr>
          <w:rFonts w:hint="cs"/>
          <w:cs/>
          <w:lang w:bidi="bn-IN"/>
        </w:rPr>
        <w:t>হামিদ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লুটকারী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তাঁবুগুলিতে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আসগরের</w:t>
      </w:r>
      <w:r w:rsidR="003700D0">
        <w:rPr>
          <w:cs/>
          <w:lang w:bidi="bn-IN"/>
        </w:rPr>
        <w:t xml:space="preserve"> </w:t>
      </w:r>
      <w:r w:rsidRPr="003700D0">
        <w:rPr>
          <w:rStyle w:val="libFootnotenumChar"/>
          <w:rFonts w:hint="cs"/>
          <w:cs/>
          <w:lang w:bidi="bn-IN"/>
        </w:rPr>
        <w:t>১১২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হলাম।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অসুস্থ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শয্যাশায়ী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জাওশান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পদাতিক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বলাবলি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রুগ্ন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বললাম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সুবহানাল্লাহ্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কিশোরকেও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রুগীটি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কিশোর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যারাই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উদ্যত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অগ্রসর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দিচ্ছিলাম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পরিশেষে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রুগ্ন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; </w:t>
      </w:r>
      <w:r w:rsidRPr="0054577C">
        <w:rPr>
          <w:rFonts w:hint="cs"/>
          <w:cs/>
          <w:lang w:bidi="bn-IN"/>
        </w:rPr>
        <w:t>উপরন্তু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সামগ্রী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লুণ্ঠন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লুণ্ঠনকৃত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ঘটনাটির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প্রত্যক্ষদর্শী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উত্তম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খাচ্ছি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কুকর্ম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যাতনাকে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দূরীভূত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3700D0">
      <w:pPr>
        <w:pStyle w:val="Heading2Center"/>
      </w:pPr>
      <w:bookmarkStart w:id="63" w:name="_Toc535947657"/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হন্তা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পুরস্কার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চায়</w:t>
      </w:r>
      <w:r w:rsidRPr="0054577C">
        <w:rPr>
          <w:cs/>
          <w:lang w:bidi="bn-IN"/>
        </w:rPr>
        <w:t xml:space="preserve"> !</w:t>
      </w:r>
      <w:bookmarkEnd w:id="63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কয়েকজন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সিনান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আনাসকে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সর্বাধিক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ক্ষমতাসীন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কব্জা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ওঁৎ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পরাজিত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অধিনায়কদের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পুরস্কার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চাও।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তবুও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সিনান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সাহসী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তেমনি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মস্তিষ্ক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প্রভাবিত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ঘোড়ায়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সরাসরি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ছুটল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3700D0">
      <w:pPr>
        <w:pStyle w:val="libCenter"/>
      </w:pPr>
      <w:r w:rsidRPr="00743A59">
        <w:rPr>
          <w:rStyle w:val="libEnChar"/>
        </w:rPr>
        <w:t>“</w:t>
      </w:r>
      <w:r w:rsidR="0054577C" w:rsidRPr="0054577C">
        <w:rPr>
          <w:rFonts w:hint="cs"/>
          <w:cs/>
          <w:lang w:bidi="bn-IN"/>
        </w:rPr>
        <w:t>আউকির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রিকাবিয়া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ফিযযাতান্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যাহাবা</w:t>
      </w:r>
      <w:r w:rsidR="003700D0">
        <w:rPr>
          <w:cs/>
          <w:lang w:bidi="bn-IN"/>
        </w:rPr>
        <w:t xml:space="preserve"> </w:t>
      </w:r>
      <w:r w:rsidR="003700D0">
        <w:rPr>
          <w:cs/>
          <w:lang w:bidi="bn-IN"/>
        </w:rPr>
        <w:tab/>
      </w:r>
      <w:r w:rsidR="0054577C" w:rsidRPr="0054577C">
        <w:rPr>
          <w:rFonts w:hint="cs"/>
          <w:cs/>
          <w:lang w:bidi="bn-IN"/>
        </w:rPr>
        <w:t>আনা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ক্বাতালতুল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মালেকাল্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মুহাজ্জাবা</w:t>
      </w:r>
    </w:p>
    <w:p w:rsidR="0054577C" w:rsidRPr="0054577C" w:rsidRDefault="0054577C" w:rsidP="003700D0">
      <w:pPr>
        <w:pStyle w:val="libCenter"/>
      </w:pPr>
      <w:r w:rsidRPr="0054577C">
        <w:rPr>
          <w:rFonts w:hint="cs"/>
          <w:cs/>
          <w:lang w:bidi="bn-IN"/>
        </w:rPr>
        <w:t>ক্বাতালতু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খাইরান্নাসি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আবা</w:t>
      </w:r>
      <w:r w:rsidR="003700D0">
        <w:rPr>
          <w:cs/>
          <w:lang w:bidi="bn-IN"/>
        </w:rPr>
        <w:t xml:space="preserve"> </w:t>
      </w:r>
      <w:r w:rsidR="003700D0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খাইরুহুম্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ইয্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ইয়ানসিবূনা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নাসাবা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মহৎপ্রাণ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বাদশাহকে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সুসংবাদের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রৌপ্য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সর্বোত্তম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মানুষকে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কৌলীন্যের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সর্বোত্তম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সিনানের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আওয়াজ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কবিতা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বীরত্বগাঁথা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পাগল</w:t>
      </w:r>
      <w:r w:rsidRPr="0054577C">
        <w:rPr>
          <w:cs/>
          <w:lang w:bidi="bn-IN"/>
        </w:rPr>
        <w:t>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ওকে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আনো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সিনান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তাঁবুতে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লাঠি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পাগল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কথাবার্তা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বলছো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কথাগুলো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শিরোচ্ছেদ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3700D0">
      <w:pPr>
        <w:pStyle w:val="Heading2Center"/>
      </w:pPr>
      <w:bookmarkStart w:id="64" w:name="_Toc535947658"/>
      <w:r w:rsidRPr="0054577C">
        <w:rPr>
          <w:rFonts w:hint="cs"/>
          <w:cs/>
          <w:lang w:bidi="bn-IN"/>
        </w:rPr>
        <w:t>উকবাহ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মার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বন্দী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হলো</w:t>
      </w:r>
      <w:bookmarkEnd w:id="64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ইমরুল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কায়িসের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রুবাবের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উকবাহ্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সাম্আনকে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জিজ্ঞাসা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উকবাহ্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কৃতদাস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গুটিয়ে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ছেড়ে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ইচ্ছা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মারক্বা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ছামামা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আসাদী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পারেননি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মারক্বা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বসিয়েছিলেন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কুচক্রী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প্রাণপণ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যাচ্ছিলেন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কয়েকজন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নিকটাত্মীয়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</w:t>
      </w:r>
      <w:r w:rsidRPr="0054577C">
        <w:t xml:space="preserve">;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নিরাপত্তা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মারক্বা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আত্মসমর্পণ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পরিশেষে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মারক্বা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নিরাপত্তা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প্রতিবেদন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মারক্বা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যুরারা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অঞ্চলে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নির্বাসিত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3700D0">
      <w:pPr>
        <w:pStyle w:val="Heading2Center"/>
      </w:pPr>
      <w:bookmarkStart w:id="65" w:name="_Toc535947659"/>
      <w:r w:rsidRPr="0054577C">
        <w:rPr>
          <w:rFonts w:hint="cs"/>
          <w:cs/>
          <w:lang w:bidi="bn-IN"/>
        </w:rPr>
        <w:lastRenderedPageBreak/>
        <w:t>ফাতিমা</w:t>
      </w:r>
      <w:r w:rsidRPr="0054577C">
        <w:rPr>
          <w:cs/>
          <w:lang w:bidi="bn-IN"/>
        </w:rPr>
        <w:t>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ছুটানো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bookmarkEnd w:id="65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চালাতে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আগ্রহীরা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দশজন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আসলো।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আলকামা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সালা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ইসহাক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হায়াত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হাযরামী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আহবাশ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মুরছেদকে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দেখা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যাচ্ছিল।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প্রথমজন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পরিধেয়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বস্ত্র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কুষ্ঠরোগে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মুরছেদ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অব্যবহিত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অজানা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জাহান্নামে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দশজন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নিকৃষ্ট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লজ্জাবোধ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ঘোড়াগুলিকে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মৃতদেহের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ছুটালো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পাঁজরকে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</w:t>
      </w:r>
      <w:r w:rsidRPr="0054577C">
        <w:rPr>
          <w:cs/>
          <w:lang w:bidi="bn-IN"/>
        </w:rPr>
        <w:t xml:space="preserve"> !</w:t>
      </w:r>
    </w:p>
    <w:p w:rsidR="0054577C" w:rsidRPr="0054577C" w:rsidRDefault="0054577C" w:rsidP="003700D0">
      <w:pPr>
        <w:pStyle w:val="Heading2Center"/>
      </w:pPr>
      <w:bookmarkStart w:id="66" w:name="_Toc535947660"/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3700D0">
        <w:rPr>
          <w:rFonts w:eastAsia="Calibri"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পালনকারীরা</w:t>
      </w:r>
      <w:bookmarkEnd w:id="66"/>
      <w:r w:rsidRPr="0054577C">
        <w:rPr>
          <w:cs/>
          <w:lang w:bidi="bn-IN"/>
        </w:rPr>
        <w:t xml:space="preserve"> </w:t>
      </w:r>
    </w:p>
    <w:p w:rsidR="0054577C" w:rsidRPr="0054577C" w:rsidRDefault="0054577C" w:rsidP="003700D0">
      <w:pPr>
        <w:pStyle w:val="Heading3"/>
      </w:pPr>
      <w:bookmarkStart w:id="67" w:name="_Toc535947661"/>
      <w:r w:rsidRPr="0054577C">
        <w:rPr>
          <w:rFonts w:hint="cs"/>
          <w:cs/>
          <w:lang w:bidi="bn-IN"/>
        </w:rPr>
        <w:t>১।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সালমা</w:t>
      </w:r>
      <w:bookmarkEnd w:id="67"/>
      <w:r w:rsidRPr="0054577C">
        <w:rPr>
          <w:cs/>
          <w:lang w:bidi="bn-IN"/>
        </w:rPr>
        <w:t xml:space="preserve"> </w:t>
      </w:r>
    </w:p>
    <w:p w:rsidR="0054577C" w:rsidRPr="0054577C" w:rsidRDefault="0054577C" w:rsidP="003700D0">
      <w:pPr>
        <w:pStyle w:val="libNormal"/>
      </w:pPr>
      <w:r w:rsidRPr="0054577C">
        <w:rPr>
          <w:rFonts w:hint="cs"/>
          <w:cs/>
          <w:lang w:bidi="bn-IN"/>
        </w:rPr>
        <w:t>সুনানে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তিরমিযী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সিয়ারে</w:t>
      </w:r>
      <w:r w:rsidRPr="0054577C">
        <w:rPr>
          <w:cs/>
          <w:lang w:bidi="bn-IN"/>
        </w:rPr>
        <w:t xml:space="preserve"> </w:t>
      </w:r>
      <w:r w:rsidR="006447A5">
        <w:rPr>
          <w:rFonts w:hint="cs"/>
          <w:cs/>
          <w:lang w:bidi="bn-IN"/>
        </w:rPr>
        <w:t>আ</w:t>
      </w:r>
      <w:r w:rsidR="006447A5"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লামিন্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নুবালা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রিয়াযুন্নাযরা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তারীখে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কাছীর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তারীখুল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খামীছ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সাল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একদা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সাল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খিদমতে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ক্রন্দনরত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দেখলাম।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জিজ্ঞেস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ক্রন্দন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করছেন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স্বপ্নে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শোকার্ত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দেখলাম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মুখমণ্ডলে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লেগে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জিজ্ঞেস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কিছুক্ষণ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দেখলাম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3700D0">
        <w:rPr>
          <w:rStyle w:val="libFootnotenumChar"/>
          <w:rFonts w:hint="cs"/>
          <w:cs/>
          <w:lang w:bidi="bn-IN"/>
        </w:rPr>
        <w:t>১১৩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ইয়াকুবী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শোকে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সর্বপ্রথম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উচ্চারিত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সাল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গৃহ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রাসুল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উম্মে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সাল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বোতলে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জিব্রাঈল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অবগত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হুসাইনকে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টুকু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টাট্কা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রূপান্তরিত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জেনো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3700D0">
      <w:pPr>
        <w:pStyle w:val="libNormal"/>
      </w:pP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টুকু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সাল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মহিয়সী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সার্বক্ষণিক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টুকু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টাট্কা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রূপান্তরিত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হুসাইনা</w:t>
      </w:r>
      <w:r w:rsidR="008B6C3F">
        <w:rPr>
          <w:rFonts w:hint="eastAsia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ইয়াবনা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রাসূলিল্লাহ্</w:t>
      </w:r>
      <w:r w:rsidR="008B6C3F">
        <w:rPr>
          <w:rFonts w:hint="eastAsia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ক্রন্দন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সাল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আর্তনাদ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কোণায়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কোণায়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রোল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তুললেন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বিরাট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শোরগোল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ইতিপূর্বে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3700D0">
        <w:rPr>
          <w:rStyle w:val="libFootnotenumChar"/>
          <w:rFonts w:hint="cs"/>
          <w:cs/>
          <w:lang w:bidi="bn-IN"/>
        </w:rPr>
        <w:t>১১৪</w:t>
      </w:r>
    </w:p>
    <w:p w:rsidR="0054577C" w:rsidRPr="0054577C" w:rsidRDefault="0054577C" w:rsidP="003700D0">
      <w:pPr>
        <w:pStyle w:val="Heading3"/>
      </w:pPr>
      <w:bookmarkStart w:id="68" w:name="_Toc535947662"/>
      <w:r w:rsidRPr="0054577C">
        <w:rPr>
          <w:rFonts w:hint="cs"/>
          <w:cs/>
          <w:lang w:bidi="bn-IN"/>
        </w:rPr>
        <w:t>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bookmarkEnd w:id="68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আহমাদ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হাম্বালের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মুসনাদ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ফাযায়েল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ত্বাবরানী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মো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জামে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কাবীর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মুস্তাদরাকে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হাকিমে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রিয়াযুন্নাযরা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আম্মার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আম্মারের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দিনের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মধ্যাহ্নভাগে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ঘুমন্ত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স্বপ্নে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দেখলাম।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ধুলা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এলোমেলো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চুলসহ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খুবই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বিমর্ষ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বোতল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বললাম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উৎসর্গিত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এটি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আজই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উঠিয়েছি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3700D0">
      <w:pPr>
        <w:pStyle w:val="libNormal"/>
      </w:pPr>
      <w:r w:rsidRPr="0054577C">
        <w:rPr>
          <w:rFonts w:hint="cs"/>
          <w:cs/>
          <w:lang w:bidi="bn-IN"/>
        </w:rPr>
        <w:t>আম্মার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দিবসটিকে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ইশারা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অনুসন্ধান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দেখলাম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3700D0">
        <w:rPr>
          <w:rStyle w:val="libFootnotenumChar"/>
          <w:rFonts w:hint="cs"/>
          <w:cs/>
          <w:lang w:bidi="bn-IN"/>
        </w:rPr>
        <w:t>১১৫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তারীখে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আসাকির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কাছীরে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জিদ্আনের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পৌত্র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যাইদে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বরাত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ঘুম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জেগে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lastRenderedPageBreak/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জিজ্ঞাসা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কোথা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বার্তা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স্বপ্নে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বোতলসহ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দেখলাম।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উম্মতরা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যাচ্ছি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3700D0" w:rsidRDefault="0054577C" w:rsidP="003700D0">
      <w:pPr>
        <w:pStyle w:val="libNormal"/>
        <w:rPr>
          <w:cs/>
          <w:lang w:bidi="bn-IN"/>
        </w:rPr>
      </w:pP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চব্বিশ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অতিবাহিত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হয়েছেন।</w:t>
      </w:r>
      <w:r w:rsidRPr="003700D0">
        <w:rPr>
          <w:rStyle w:val="libFootnotenumChar"/>
          <w:rFonts w:hint="cs"/>
          <w:cs/>
          <w:lang w:bidi="bn-IN"/>
        </w:rPr>
        <w:t>১১৬</w:t>
      </w:r>
    </w:p>
    <w:p w:rsidR="0054577C" w:rsidRPr="0054577C" w:rsidRDefault="0054577C" w:rsidP="003700D0">
      <w:pPr>
        <w:pStyle w:val="Heading3"/>
      </w:pPr>
      <w:bookmarkStart w:id="69" w:name="_Toc535947663"/>
      <w:r w:rsidRPr="0054577C">
        <w:rPr>
          <w:rFonts w:hint="cs"/>
          <w:cs/>
          <w:lang w:bidi="bn-IN"/>
        </w:rPr>
        <w:t>৩।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অপরিচিত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bookmarkEnd w:id="69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ইকরা</w:t>
      </w:r>
      <w:r w:rsidR="008E06C8">
        <w:rPr>
          <w:rFonts w:hint="cs"/>
          <w:cs/>
          <w:lang w:bidi="bn-IN"/>
        </w:rPr>
        <w:t>মা</w:t>
      </w:r>
      <w:r w:rsidR="008E06C8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উদ্ধৃতি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জনৈক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মাওয়ালী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দাস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>,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গতকাল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শুনেছেন</w:t>
      </w:r>
      <w:r w:rsidRPr="0054577C">
        <w:t xml:space="preserve">;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3700D0">
      <w:pPr>
        <w:pStyle w:val="libCenter"/>
      </w:pPr>
      <w:r w:rsidRPr="00743A59">
        <w:rPr>
          <w:rStyle w:val="libEnChar"/>
        </w:rPr>
        <w:t>“</w:t>
      </w:r>
      <w:r w:rsidR="0054577C" w:rsidRPr="0054577C">
        <w:rPr>
          <w:rFonts w:hint="cs"/>
          <w:cs/>
          <w:lang w:bidi="bn-IN"/>
        </w:rPr>
        <w:t>আয়্যুহাল্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ক্বাতিলূনা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জাহলান্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হুসাইনা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cs/>
          <w:lang w:bidi="bn-IN"/>
        </w:rPr>
        <w:tab/>
      </w:r>
      <w:r w:rsidR="0054577C" w:rsidRPr="0054577C">
        <w:rPr>
          <w:cs/>
          <w:lang w:bidi="bn-IN"/>
        </w:rPr>
        <w:tab/>
      </w:r>
      <w:r w:rsidR="0054577C" w:rsidRPr="0054577C">
        <w:rPr>
          <w:rFonts w:hint="cs"/>
          <w:cs/>
          <w:lang w:bidi="bn-IN"/>
        </w:rPr>
        <w:t>উব্শিরূ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বিল্</w:t>
      </w:r>
      <w:r w:rsidR="0054577C" w:rsidRPr="00743A59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আযাবি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ওয়াত্তানকীলি</w:t>
      </w:r>
      <w:r w:rsidR="0054577C" w:rsidRPr="0054577C">
        <w:t xml:space="preserve">; </w:t>
      </w:r>
    </w:p>
    <w:p w:rsidR="0054577C" w:rsidRPr="0054577C" w:rsidRDefault="0054577C" w:rsidP="003700D0">
      <w:pPr>
        <w:pStyle w:val="libCenter"/>
      </w:pPr>
      <w:r w:rsidRPr="0054577C">
        <w:rPr>
          <w:rFonts w:hint="cs"/>
          <w:cs/>
          <w:lang w:bidi="bn-IN"/>
        </w:rPr>
        <w:t>কুল্লু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আহলিস্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সামায়ি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ইয়াদ্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ঊ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আলাইকুম্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tab/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নাবিয়্যিন্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মালায়িকিন্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ক্বাবীলি</w:t>
      </w:r>
      <w:r w:rsidRPr="0054577C">
        <w:t xml:space="preserve">; </w:t>
      </w:r>
    </w:p>
    <w:p w:rsidR="0054577C" w:rsidRPr="0054577C" w:rsidRDefault="0054577C" w:rsidP="003700D0">
      <w:pPr>
        <w:pStyle w:val="libCenter"/>
      </w:pPr>
      <w:r w:rsidRPr="0054577C">
        <w:rPr>
          <w:rFonts w:hint="cs"/>
          <w:cs/>
          <w:lang w:bidi="bn-IN"/>
        </w:rPr>
        <w:t>ক্বাদ্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ইন্তুম্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লিসানি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দাঊদা</w:t>
      </w:r>
      <w:r w:rsidRPr="0054577C">
        <w:rPr>
          <w:cs/>
          <w:lang w:bidi="bn-IN"/>
        </w:rPr>
        <w:tab/>
      </w:r>
      <w:r w:rsidRPr="0054577C">
        <w:rPr>
          <w:cs/>
          <w:lang w:bidi="bn-IN"/>
        </w:rPr>
        <w:tab/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হামিলিল্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ইঞ্জীলি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অন্যায়ভাবে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শাস্তি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শিক্ষণীয়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কানমলা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অপেক্ষা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নবী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ফেরেশ্তা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অভিসম্পাত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সুলায়মান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ঈসা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কর্তৃক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অভিশপ্ত।</w:t>
      </w:r>
      <w:r w:rsidRPr="0054577C">
        <w:rPr>
          <w:cs/>
          <w:lang w:bidi="bn-IN"/>
        </w:rPr>
        <w:t xml:space="preserve"> </w:t>
      </w:r>
    </w:p>
    <w:p w:rsidR="003700D0" w:rsidRDefault="0054577C" w:rsidP="003700D0">
      <w:pPr>
        <w:pStyle w:val="libNormal"/>
        <w:rPr>
          <w:rStyle w:val="libFootnotenumChar"/>
          <w:rtl/>
          <w:cs/>
        </w:rPr>
      </w:pP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পংক্তিগুলি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কিছুটা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মতভেদ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সালমা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অদৃশ্য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পংক্তিগুলি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স্বয়ং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কবিতাটি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3700D0">
        <w:rPr>
          <w:rStyle w:val="libFootnotenumChar"/>
          <w:rFonts w:hint="cs"/>
          <w:cs/>
          <w:lang w:bidi="bn-IN"/>
        </w:rPr>
        <w:t>১১৭</w:t>
      </w:r>
    </w:p>
    <w:p w:rsidR="003700D0" w:rsidRPr="00F00230" w:rsidRDefault="003700D0" w:rsidP="00F00230">
      <w:pPr>
        <w:pStyle w:val="libNormal"/>
        <w:rPr>
          <w:rtl/>
          <w:cs/>
        </w:rPr>
      </w:pPr>
      <w:r>
        <w:rPr>
          <w:rStyle w:val="libFootnotenumChar"/>
        </w:rPr>
        <w:br w:type="page"/>
      </w:r>
    </w:p>
    <w:p w:rsidR="0054577C" w:rsidRPr="0054577C" w:rsidRDefault="00F00230" w:rsidP="003700D0">
      <w:pPr>
        <w:pStyle w:val="Heading1Center"/>
      </w:pPr>
      <w:bookmarkStart w:id="70" w:name="_Toc535947664"/>
      <w:r w:rsidRPr="00F00230">
        <w:rPr>
          <w:rFonts w:hint="cs"/>
          <w:cs/>
          <w:lang w:bidi="bn-IN"/>
        </w:rPr>
        <w:lastRenderedPageBreak/>
        <w:t>কুফায়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মুহাম্মদের</w:t>
      </w:r>
      <w:r w:rsidRPr="00F00230">
        <w:rPr>
          <w:cs/>
          <w:lang w:bidi="bn-IN"/>
        </w:rPr>
        <w:t xml:space="preserve"> (</w:t>
      </w:r>
      <w:r w:rsidRPr="00F00230">
        <w:rPr>
          <w:rFonts w:hint="cs"/>
          <w:cs/>
          <w:lang w:bidi="bn-IN"/>
        </w:rPr>
        <w:t>সা</w:t>
      </w:r>
      <w:r w:rsidRPr="00F00230">
        <w:rPr>
          <w:cs/>
          <w:lang w:bidi="bn-IN"/>
        </w:rPr>
        <w:t xml:space="preserve">.) </w:t>
      </w:r>
      <w:r w:rsidRPr="00F00230">
        <w:rPr>
          <w:rFonts w:hint="cs"/>
          <w:cs/>
          <w:lang w:bidi="bn-IN"/>
        </w:rPr>
        <w:t>বংশের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বন্দিগণ</w:t>
      </w:r>
      <w:bookmarkEnd w:id="70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বাহাত্তর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মৃতদেহগুলি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গাযেরিয়ার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সমাহিত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খাওলা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আযদীর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উবাইদুল্লাহ্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খাওলা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দারুল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ইমারাত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প্রাসাদে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গভর্ণরের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বাসভবন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রওনা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দরজা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সরাসরি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লুকিয়ে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রাখে।</w:t>
      </w:r>
    </w:p>
    <w:p w:rsidR="0054577C" w:rsidRPr="0054577C" w:rsidRDefault="0054577C" w:rsidP="003700D0">
      <w:pPr>
        <w:pStyle w:val="libNormal"/>
      </w:pPr>
      <w:r w:rsidRPr="0054577C">
        <w:rPr>
          <w:rFonts w:hint="cs"/>
          <w:cs/>
          <w:lang w:bidi="bn-IN"/>
        </w:rPr>
        <w:t>অতি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প্রত্যুষে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খাওলা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উবাইদুল্লাহ্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বিলম্ব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বুকাইর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আহমারীকে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যাত্রার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ঘণ্টাধ্বনি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বাজাতে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রওনা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যাত্রায়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কন্যাগণ</w:t>
      </w:r>
      <w:r w:rsidRPr="0054577C">
        <w:t xml:space="preserve">, </w:t>
      </w:r>
      <w:r w:rsidRPr="0054577C">
        <w:rPr>
          <w:rFonts w:hint="cs"/>
          <w:cs/>
          <w:lang w:bidi="bn-IN"/>
        </w:rPr>
        <w:t>ভগ্নীগণ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অসুস্থ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  <w:r w:rsidRPr="003700D0">
        <w:rPr>
          <w:rStyle w:val="libFootnotenumChar"/>
          <w:rFonts w:hint="cs"/>
          <w:cs/>
          <w:lang w:bidi="bn-IN"/>
        </w:rPr>
        <w:t>১১৮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ছৌল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কুররাহ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কায়িস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তামীমী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উদ্ধৃতি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ভেজা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লাশগুলির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স্বয়ং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দেখেছি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আহাজারী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মুখমণ্ডলে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চাপড়াচ্ছিলেন</w:t>
      </w:r>
      <w:r w:rsidRPr="0054577C">
        <w:rPr>
          <w:cs/>
          <w:lang w:bidi="bn-IN"/>
        </w:rPr>
        <w:t xml:space="preserve"> ...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কায়িসের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স্মৃতি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যয়নবের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কথাগুলি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অতিক্রম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lastRenderedPageBreak/>
        <w:t>“</w:t>
      </w:r>
      <w:r w:rsidR="0054577C" w:rsidRPr="0054577C">
        <w:rPr>
          <w:rFonts w:hint="cs"/>
          <w:cs/>
          <w:lang w:bidi="bn-IN"/>
        </w:rPr>
        <w:t>ইয়া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মুহাম্মাদাহ্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ইয়া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মুহাম্মাদাহ্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সাল্লা</w:t>
      </w:r>
      <w:r w:rsidR="0054577C">
        <w:rPr>
          <w:rFonts w:hint="eastAsia"/>
        </w:rPr>
        <w:t>’</w:t>
      </w:r>
      <w:r w:rsidR="0054577C" w:rsidRPr="0054577C">
        <w:rPr>
          <w:rFonts w:hint="cs"/>
          <w:cs/>
          <w:lang w:bidi="bn-IN"/>
        </w:rPr>
        <w:t>আলাইকা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মালাইকাতুস্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সামায়ি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হাযা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হুসাইনুন্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বিল্</w:t>
      </w:r>
      <w:r w:rsidR="0054577C" w:rsidRPr="0054577C">
        <w:rPr>
          <w:cs/>
          <w:lang w:bidi="bn-IN"/>
        </w:rPr>
        <w:t xml:space="preserve"> </w:t>
      </w:r>
      <w:r w:rsidR="006447A5">
        <w:rPr>
          <w:rFonts w:hint="cs"/>
          <w:cs/>
          <w:lang w:bidi="bn-IN"/>
        </w:rPr>
        <w:t>আ</w:t>
      </w:r>
      <w:r w:rsidR="006447A5" w:rsidRPr="008C68E5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য়ি</w:t>
      </w:r>
      <w:r w:rsidR="0054577C" w:rsidRPr="0054577C">
        <w:rPr>
          <w:cs/>
          <w:lang w:bidi="bn-IN"/>
        </w:rPr>
        <w:t xml:space="preserve"> !! </w:t>
      </w:r>
      <w:r w:rsidR="0054577C" w:rsidRPr="0054577C">
        <w:rPr>
          <w:rFonts w:hint="cs"/>
          <w:cs/>
          <w:lang w:bidi="bn-IN"/>
        </w:rPr>
        <w:t>মারমালুন্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বিদ্দিমা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মাক্বত্বাউ</w:t>
      </w:r>
      <w:r w:rsidR="0054577C">
        <w:rPr>
          <w:rFonts w:hint="eastAsia"/>
        </w:rPr>
        <w:t>’</w:t>
      </w:r>
      <w:r w:rsidR="0054577C" w:rsidRPr="0054577C">
        <w:rPr>
          <w:rFonts w:hint="cs"/>
          <w:cs/>
          <w:lang w:bidi="bn-IN"/>
        </w:rPr>
        <w:t>আল্</w:t>
      </w:r>
      <w:r w:rsidR="0054577C" w:rsidRPr="0054577C">
        <w:rPr>
          <w:cs/>
          <w:lang w:bidi="bn-IN"/>
        </w:rPr>
        <w:t xml:space="preserve"> </w:t>
      </w:r>
      <w:r w:rsidR="006447A5">
        <w:rPr>
          <w:rFonts w:hint="cs"/>
          <w:cs/>
          <w:lang w:bidi="bn-IN"/>
        </w:rPr>
        <w:t>আ</w:t>
      </w:r>
      <w:r w:rsidR="006447A5" w:rsidRPr="008C68E5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যা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য়ি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ইয়া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মুহাম্মাদাহ্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ওয়া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বানাতুকা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সাবায়া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যুররিয়্যাতুকা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মুক্বাত্তালাতান্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তাসফী</w:t>
      </w:r>
      <w:r w:rsidR="0054577C">
        <w:rPr>
          <w:rFonts w:hint="eastAsia"/>
        </w:rPr>
        <w:t>’</w:t>
      </w:r>
      <w:r w:rsidR="0054577C" w:rsidRPr="0054577C">
        <w:rPr>
          <w:rFonts w:hint="cs"/>
          <w:cs/>
          <w:lang w:bidi="bn-IN"/>
        </w:rPr>
        <w:t>আলাইহাস্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সাবা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  <w:r w:rsidR="0054577C"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কুররাহ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যয়নব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কাঁদিয়ে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3700D0">
      <w:pPr>
        <w:pStyle w:val="libNormal"/>
      </w:pP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বাহাত্তর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জাওশান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কায়িস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আশ্আছ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হাজ্জাজ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উযরাহ্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কায়িসের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উবাইদুল্লাহ্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3700D0">
        <w:rPr>
          <w:rStyle w:val="libFootnotenumChar"/>
          <w:rFonts w:hint="cs"/>
          <w:cs/>
          <w:lang w:bidi="bn-IN"/>
        </w:rPr>
        <w:t>১১৯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ফুতূহে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6447A5">
        <w:rPr>
          <w:rFonts w:hint="cs"/>
          <w:cs/>
          <w:lang w:bidi="bn-IN"/>
        </w:rPr>
        <w:t>আ</w:t>
      </w:r>
      <w:r w:rsidR="006447A5"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ছিম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মাকতালে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খাওয়ারেযমী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সন্ততি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কারবালা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বেঁধে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হাঁকিয়ে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কাফেলা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করুণাসিক্ত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প্রচণ্ড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কান্নায়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ভেঙ্গে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কান্না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অসুস্থ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জিঞ্জির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বাঁধা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অসুস্থতা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উপনীত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নিশ্বাস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কুফাবাসীদের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অস্থিরতা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কান্না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ক্রন্দন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আর্তনাদ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কারা</w:t>
      </w:r>
      <w:r w:rsidRPr="0054577C">
        <w:rPr>
          <w:cs/>
          <w:lang w:bidi="bn-IN"/>
        </w:rPr>
        <w:t xml:space="preserve"> </w:t>
      </w:r>
      <w:r w:rsidRPr="0054577C">
        <w:t>?!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F00230" w:rsidP="003700D0">
      <w:pPr>
        <w:pStyle w:val="Heading1Center"/>
      </w:pPr>
      <w:bookmarkStart w:id="71" w:name="_Toc535947665"/>
      <w:r w:rsidRPr="00F00230">
        <w:rPr>
          <w:rFonts w:hint="cs"/>
          <w:cs/>
          <w:lang w:bidi="bn-IN"/>
        </w:rPr>
        <w:t>কুফার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অধিবাসীদের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উদ্দেশ্যে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হযরত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যয়নবের</w:t>
      </w:r>
      <w:r w:rsidRPr="00F00230">
        <w:rPr>
          <w:cs/>
          <w:lang w:bidi="bn-IN"/>
        </w:rPr>
        <w:t xml:space="preserve"> (</w:t>
      </w:r>
      <w:r w:rsidRPr="00F00230">
        <w:rPr>
          <w:rFonts w:hint="cs"/>
          <w:cs/>
          <w:lang w:bidi="bn-IN"/>
        </w:rPr>
        <w:t>আ</w:t>
      </w:r>
      <w:r w:rsidRPr="00F00230">
        <w:rPr>
          <w:cs/>
          <w:lang w:bidi="bn-IN"/>
        </w:rPr>
        <w:t xml:space="preserve">.) </w:t>
      </w:r>
      <w:r w:rsidRPr="00F00230">
        <w:rPr>
          <w:rFonts w:hint="cs"/>
          <w:cs/>
          <w:lang w:bidi="bn-IN"/>
        </w:rPr>
        <w:t>বক্তব্য</w:t>
      </w:r>
      <w:bookmarkEnd w:id="71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6447A5">
        <w:rPr>
          <w:rFonts w:hint="cs"/>
          <w:cs/>
          <w:lang w:bidi="bn-IN"/>
        </w:rPr>
        <w:t>আ</w:t>
      </w:r>
      <w:r w:rsidR="006447A5"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ছাম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বশীর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হাযীম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আসাদী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উদ্ধৃতি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যয়নবকে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সেইদিন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দেখেছিলাম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বাগ্মী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পর্দানশীন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দেখিনি।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তালিবের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বাণীগুলিই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উৎসারিত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হচ্ছিল।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সূচনায়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স্বয়ং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চুপ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ইশারার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চতুষ্পদ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জন্তুগুলির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ঘণ্টাধ্বনিও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কৃতজ্ঞতা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জ্ঞাপন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করছি।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অতঃপর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পিতা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মুহাম্মদ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রাসূল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পবিত্র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মনোনীত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বংশধরগণের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দরুদ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প্রেরণ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করছি।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অতঃপর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কুফার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লোক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সকল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হে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প্রতারক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ধোকাবাজ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বিশ্বাসঘাতক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জনতা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তোমরা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এখন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ক্রন্দন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করছ</w:t>
      </w:r>
      <w:r w:rsidR="0054577C" w:rsidRPr="0054577C">
        <w:rPr>
          <w:cs/>
          <w:lang w:bidi="bn-IN"/>
        </w:rPr>
        <w:t xml:space="preserve"> </w:t>
      </w:r>
      <w:r w:rsidR="0054577C" w:rsidRPr="0054577C">
        <w:t xml:space="preserve">?! </w:t>
      </w:r>
      <w:r w:rsidR="0054577C" w:rsidRPr="0054577C">
        <w:rPr>
          <w:rFonts w:hint="cs"/>
          <w:cs/>
          <w:lang w:bidi="bn-IN"/>
        </w:rPr>
        <w:t>তোমাদের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চক্ষুগুলো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কখনই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কান্না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বিরত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হয়</w:t>
      </w:r>
      <w:r w:rsidR="0054577C" w:rsidRPr="0054577C">
        <w:rPr>
          <w:cs/>
          <w:lang w:bidi="bn-IN"/>
        </w:rPr>
        <w:t xml:space="preserve">! </w:t>
      </w:r>
      <w:r w:rsidR="0054577C" w:rsidRPr="0054577C">
        <w:rPr>
          <w:rFonts w:hint="cs"/>
          <w:cs/>
          <w:lang w:bidi="bn-IN"/>
        </w:rPr>
        <w:t>তোমাদের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অশ্রুধারা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শুকায়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বিলাপ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আর্তনাদ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শান্ত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হয়</w:t>
      </w:r>
      <w:r w:rsidR="0054577C" w:rsidRPr="0054577C">
        <w:rPr>
          <w:cs/>
          <w:lang w:bidi="bn-IN"/>
        </w:rPr>
        <w:t xml:space="preserve">! </w:t>
      </w:r>
      <w:r w:rsidR="0054577C" w:rsidRPr="0054577C">
        <w:rPr>
          <w:rFonts w:hint="cs"/>
          <w:cs/>
          <w:lang w:bidi="bn-IN"/>
        </w:rPr>
        <w:t>তোমরা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ঠিক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নারীর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ন্যায়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সুদৃঢ়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নিজ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বিচ্ছিন্ন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! </w:t>
      </w:r>
      <w:r w:rsidR="0054577C" w:rsidRPr="0054577C">
        <w:rPr>
          <w:rFonts w:hint="cs"/>
          <w:cs/>
          <w:lang w:bidi="bn-IN"/>
        </w:rPr>
        <w:t>তোমরা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ঠিক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ন্যায়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নিজ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শপথ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প্রতিশ্রুতিগুলিকে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প্রতারণা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বিশৃঙ্খলা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সৃষ্টির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উপাদানে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পরিণত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করেছে</w:t>
      </w:r>
      <w:r w:rsidR="0054577C" w:rsidRPr="0054577C">
        <w:rPr>
          <w:cs/>
          <w:lang w:bidi="bn-IN"/>
        </w:rPr>
        <w:t xml:space="preserve">! </w:t>
      </w:r>
      <w:r w:rsidR="0054577C" w:rsidRPr="0054577C">
        <w:rPr>
          <w:rFonts w:hint="cs"/>
          <w:cs/>
          <w:lang w:bidi="bn-IN"/>
        </w:rPr>
        <w:t>লোকেরা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নিকট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দম্ভোক্তি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আত্মপ্রশংসা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প্রতারণা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শত্রুতা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ব্যতীত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আশা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পারে</w:t>
      </w:r>
      <w:r w:rsidR="0054577C" w:rsidRPr="0054577C">
        <w:t xml:space="preserve">? </w:t>
      </w:r>
      <w:r w:rsidR="0054577C" w:rsidRPr="0054577C">
        <w:rPr>
          <w:rFonts w:hint="cs"/>
          <w:cs/>
          <w:lang w:bidi="bn-IN"/>
        </w:rPr>
        <w:t>তোমরা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ক্রীতদাসীদের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ন্যায়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তোষামোদ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শত্রুদের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ন্যায়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প্রতারণার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ধাবিত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হও।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কোনো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নালার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ধারে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গজিয়ে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উঠা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আগাছা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স্বরূপ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অথবা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কোনো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চুনামাটির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অংশ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দ্বারা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কোনো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কবরকে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পূরণ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হয়।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জেনে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রেখ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স্বীয়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ভবিষ্যতের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কিরূপ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মন্দ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উপঢৌকন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সমীপে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প্রেরণ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হচ্ছে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মহান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ক্রোধ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চিরস্থায়ী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পাকড়াও।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ক্রন্দন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করছো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হ্যাঁ</w:t>
      </w:r>
      <w:r w:rsidRPr="0054577C">
        <w:t>,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t xml:space="preserve">, </w:t>
      </w:r>
      <w:r w:rsidRPr="0054577C">
        <w:rPr>
          <w:rFonts w:hint="cs"/>
          <w:cs/>
          <w:lang w:bidi="bn-IN"/>
        </w:rPr>
        <w:t>বেশী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কাঁদো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অল্প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হাঁসো</w:t>
      </w:r>
      <w:r w:rsidRPr="0054577C">
        <w:t xml:space="preserve">;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লজ্জা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অপমানকে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প্রস্তুত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নবীর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অপবিত্রতা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বেহেশ্তি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নেতা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আশ্রয়দাতা</w:t>
      </w:r>
      <w:r w:rsidRPr="0054577C">
        <w:t>,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আশ্রয়স্থল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উজ্জ্বলতম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দলীল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সুস্পষ্ট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কণ্ঠের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মাথায়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অপরিপক্ক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ধ্বংস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আসুক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আকাঙ্খাগুলি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নিরাশায়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পরিণত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প্রচেষ্টাগুলি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লক্ষ্যস্থলে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পৌঁছেনি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মুণ্ডিত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শ্রুতিগুলি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ক্ষতির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গজবের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রোষানলে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লজ্জা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জনতা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ধ্বংস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rPr>
          <w:cs/>
          <w:lang w:bidi="bn-IN"/>
        </w:rPr>
        <w:t xml:space="preserve"> !!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কলিজাকে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ঝরিয়েছো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অন্যায়ভাবে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উন্মোচন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</w:t>
      </w:r>
      <w:r w:rsidRPr="0054577C">
        <w:t>?!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আশ্চর্য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অপরাধে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লিপ্ত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>,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আতঙ্কে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আসমানসমূহ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উপক্রম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জমিন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উপক্রম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পর্বতমালা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বিধ্বস্ত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উপক্রম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বড়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বন্ধুর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জটিল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মন্দ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জমিন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বিশালতার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অনুরূপ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হতবাক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আসমানসমূহ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নিশ্চিত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আজাবের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যথেষ্ট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লজ্জাকর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কঠিনতর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আর্তনাদে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পেয়েছো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আনন্দিত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অসচেতন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কারণ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সময়কাল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বিলম্বিত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কখনও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শাস্তি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দানের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ওঁৎ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বশীর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দুর্দশাগ্রস্ত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দিশাহারা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নেশাগ্রস্তদের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নিয়ন্ত্রণহীন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দেখেছি।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ক্রন্দন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গভীরভাবে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চিন্তামগ্ন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অনিচ্ছায়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ক্রিয়াকলাপের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অনুতাপ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অনুতাপে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আঙ্গুল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কামড়াচ্ছিল।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বৃদ্ধ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করুণভাবে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কাঁদতে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চোখের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দাড়িগুলি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বলছিল</w:t>
      </w:r>
      <w:r w:rsidRPr="0054577C">
        <w:rPr>
          <w:cs/>
          <w:lang w:bidi="bn-IN"/>
        </w:rPr>
        <w:t xml:space="preserve"> :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পিতা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আপনার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উৎসর্গ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হোক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আপনি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সত্য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বলেছেন।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আপনাদের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বৃদ্ধ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ব্যক্তিগণ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সর্বোত্তম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বৃদ্ধ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আপনাদের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যুবকগণ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সর্বোত্তম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যুবক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আপনাদের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নারিগণ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সর্বোত্তম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lastRenderedPageBreak/>
        <w:t>নারী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আপনাদের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বংশ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সর্বোত্তম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বংশ</w:t>
      </w:r>
      <w:r w:rsidR="0054577C" w:rsidRPr="0054577C">
        <w:t xml:space="preserve">; </w:t>
      </w:r>
      <w:r w:rsidR="0054577C" w:rsidRPr="0054577C">
        <w:rPr>
          <w:rFonts w:hint="cs"/>
          <w:cs/>
          <w:lang w:bidi="bn-IN"/>
        </w:rPr>
        <w:t>অপমান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পরাজয়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আপনাদের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কখনও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স্পর্শ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পারে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</w:p>
    <w:p w:rsidR="0054577C" w:rsidRPr="0054577C" w:rsidRDefault="0054577C" w:rsidP="003700D0">
      <w:pPr>
        <w:pStyle w:val="Heading1Center"/>
      </w:pPr>
      <w:bookmarkStart w:id="72" w:name="_Toc535947666"/>
      <w:r w:rsidRPr="0054577C">
        <w:rPr>
          <w:rFonts w:hint="cs"/>
          <w:cs/>
          <w:lang w:bidi="bn-IN"/>
        </w:rPr>
        <w:t>ফাতিমা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সুগরার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bookmarkEnd w:id="72"/>
      <w:r w:rsidRPr="0054577C">
        <w:rPr>
          <w:rtl/>
          <w:cs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মুছীরুল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আহযান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লুহুফে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সুগরা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>)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সমগ্র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বালুকারাশি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কাঁকর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জমিনের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ওজনের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সমপরিমাণ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কৃতজ্ঞতা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কৃতজ্ঞতা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গভীর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ঘোষণা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উপাস্য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বান্দা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দিচ্ছি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ফোরাত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নদীর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অপরাধ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ছাড়াই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অথচ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কাউকে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কিংবা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কিসাস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হিসেবেও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অথবা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দিয়েছিলে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বিপরীতে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স্বরচিত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আশ্রয়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প্রার্থনা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প্রতিনিধি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স্থলাভিষিক্ত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তালিবের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প্রতিশ্রুতি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ওয়াসী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অন্যতম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মসজিদে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নামধারীদের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যেরূপভাবে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গতকাল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ধ্বংস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আসুক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অন্যায়কে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দূর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যদ্দপি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আল্লাহ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সুখ্যাতি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প্রশংসিত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অভ্যাস</w:t>
      </w:r>
      <w:r w:rsidRPr="0054577C">
        <w:t xml:space="preserve">, </w:t>
      </w:r>
      <w:r w:rsidRPr="0054577C">
        <w:rPr>
          <w:rFonts w:hint="cs"/>
          <w:cs/>
          <w:lang w:bidi="bn-IN"/>
        </w:rPr>
        <w:t>পরিচ্ছন্ন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মেজাজ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নীতিমালা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ব্যক্তিত্বকে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নিন্দুকের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নিন্দাবাদের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পৃথিবী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প্রচেষ্টাকারী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মুজাহিদ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এটিই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হেতু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t>,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সরলপথের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প্রদর্শন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অতঃপর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ধোকাবাজ</w:t>
      </w:r>
      <w:r w:rsidRPr="0054577C">
        <w:t xml:space="preserve">, </w:t>
      </w:r>
      <w:r w:rsidRPr="0054577C">
        <w:rPr>
          <w:rFonts w:hint="cs"/>
          <w:cs/>
          <w:lang w:bidi="bn-IN"/>
        </w:rPr>
        <w:t>প্রতারক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স্বেচ্ছাচারী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পরীক্ষার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উপকরণ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বানালেন।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পরীক্ষা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পরীক্ষাকে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উত্তমরূপে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আমানত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বুঝার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ধনাগার।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মহানুভবতায়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প্রকাশ্যভাবে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প্রাধান্য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দিয়েছেন।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প্রতিপন্ন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বৈধ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সম্পত্তিকে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লুণ্ঠন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বৈধ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বিধর্মী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তুর্কীদের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কাবুলের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ঝরিয়েছো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লুণ্ঠনে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প্রসারিত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আনন্দ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খুশির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দিওনা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আজাব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আচ্ছন্ন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অবতীর্ণ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অভিসম্পাত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লানত</w:t>
      </w:r>
      <w:r w:rsidRPr="0054577C">
        <w:rPr>
          <w:cs/>
          <w:lang w:bidi="bn-IN"/>
        </w:rPr>
        <w:t xml:space="preserve"> !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অধিবাসীরা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পাওনা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অথবা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ঘৃণা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ঈর্ষাকে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তালিব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উজাড়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বীরত্বগাঁথা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গেয়েছে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আমরা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সন্তান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সন্ততিকে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নিজ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ধারাল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তলোয়ার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বর্শার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ফলক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দ্বারা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হত্যা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করেছি</w:t>
      </w:r>
      <w:r w:rsidR="0054577C" w:rsidRPr="0054577C">
        <w:rPr>
          <w:cs/>
          <w:lang w:bidi="bn-IN"/>
        </w:rPr>
        <w:t xml:space="preserve"> !!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বিধর্মী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তুর্কী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সুন্দরভাবে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মুখোমুখি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</w:t>
      </w:r>
      <w:r w:rsidRPr="0054577C">
        <w:rPr>
          <w:cs/>
          <w:lang w:bidi="bn-IN"/>
        </w:rPr>
        <w:t xml:space="preserve"> !!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রচয়িতা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পড়ুক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বৈধ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ঘোষণা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কলুষতা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অপবিত্রতাকে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দূর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কুকুর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সদৃশ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ঠোঁট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ঘর্ষণ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কেননা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যেমন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তেমন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নির্ধারিত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করবেন।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ইয়াজ্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আলিল্লাহু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নূরান্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নূর</w:t>
      </w:r>
      <w:r w:rsidR="008B6C3F">
        <w:rPr>
          <w:rFonts w:hint="eastAsia"/>
        </w:rPr>
        <w:t>”</w:t>
      </w:r>
      <w:r w:rsidRPr="0054577C"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নূর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জ্যোতি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নূর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কথাগুলো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তীব্রভাবে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আর্তনাদ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কান্নায়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ভেঙ্গে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যথেষ্ট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অন্তরসমূহে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জ্বালিয়েছেন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যান।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A7275C">
      <w:pPr>
        <w:pStyle w:val="Heading1Center"/>
      </w:pPr>
      <w:bookmarkStart w:id="73" w:name="_Toc535947667"/>
      <w:r w:rsidRPr="0054577C">
        <w:rPr>
          <w:rFonts w:hint="cs"/>
          <w:cs/>
          <w:lang w:bidi="bn-IN"/>
        </w:rPr>
        <w:t>উম্মে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কুলছুমের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bookmarkEnd w:id="73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কুলছুম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কণ্ঠ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যাচ্ছিল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তীব্রভাবে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ক্রন্দন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জনতা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খিয়ানত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নিঃসঙ্গভাবে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যথাসর্বস্ব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লুণ্ঠন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বন্দিনী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!!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মুনাফার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ঘটুক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বিপদই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এনেছো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অপরাধে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জড়িয়েছো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ঝরিয়েছো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মারাত্মক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সম্পত্তিকে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লুণ্ঠন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সর্বোত্তম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সত্ত্বেও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শয়তানের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পরাজিত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ক্ষতিগ্রস্ত।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কবিতাটি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A7275C">
      <w:pPr>
        <w:pStyle w:val="libCenter"/>
      </w:pPr>
      <w:r w:rsidRPr="00743A59">
        <w:rPr>
          <w:rStyle w:val="libEnChar"/>
        </w:rPr>
        <w:lastRenderedPageBreak/>
        <w:t>“</w:t>
      </w:r>
      <w:r w:rsidR="0054577C" w:rsidRPr="0054577C">
        <w:rPr>
          <w:rFonts w:hint="cs"/>
          <w:cs/>
          <w:lang w:bidi="bn-IN"/>
        </w:rPr>
        <w:t>ক্বাতালতুম্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আখী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সাবরান্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ফাওয়াইলুন্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লিউম্মিকুম</w:t>
      </w:r>
      <w:r w:rsidR="00A7275C">
        <w:t>,</w:t>
      </w:r>
      <w:r w:rsidR="00A7275C">
        <w:tab/>
      </w:r>
      <w:r w:rsidR="0054577C" w:rsidRPr="0054577C">
        <w:rPr>
          <w:rFonts w:hint="cs"/>
          <w:cs/>
          <w:lang w:bidi="bn-IN"/>
        </w:rPr>
        <w:t>সাতুজযাওনা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নারান্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হাররুহা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ইয়াতাওয়াক্কাদু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hi-IN"/>
        </w:rPr>
        <w:t>।</w:t>
      </w:r>
    </w:p>
    <w:p w:rsidR="0054577C" w:rsidRPr="0054577C" w:rsidRDefault="0054577C" w:rsidP="00A7275C">
      <w:pPr>
        <w:pStyle w:val="libCenter"/>
      </w:pPr>
      <w:r w:rsidRPr="0054577C">
        <w:rPr>
          <w:rFonts w:hint="cs"/>
          <w:cs/>
          <w:lang w:bidi="bn-IN"/>
        </w:rPr>
        <w:t>সাফাকতুম্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দামান্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হাররামাল্লাহু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সাফাকাহা</w:t>
      </w:r>
      <w:r w:rsidR="00A7275C">
        <w:t>,</w:t>
      </w:r>
      <w:r w:rsidR="00A7275C">
        <w:tab/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হাররামাহা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ছুম্মা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মুহাম্মাদু</w:t>
      </w:r>
      <w:r w:rsidRPr="0054577C">
        <w:rPr>
          <w:rFonts w:hint="cs"/>
          <w:cs/>
          <w:lang w:bidi="hi-IN"/>
        </w:rPr>
        <w:t>।</w:t>
      </w:r>
    </w:p>
    <w:p w:rsidR="0054577C" w:rsidRPr="0054577C" w:rsidRDefault="0054577C" w:rsidP="00A7275C">
      <w:pPr>
        <w:pStyle w:val="libCenter"/>
      </w:pPr>
      <w:r w:rsidRPr="0054577C">
        <w:rPr>
          <w:rFonts w:hint="cs"/>
          <w:cs/>
          <w:lang w:bidi="bn-IN"/>
        </w:rPr>
        <w:t>আলা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ফাব্শিরূ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বিন্নারি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ইন্নাকুম্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গাদা</w:t>
      </w:r>
      <w:r w:rsidRPr="0054577C">
        <w:t>,</w:t>
      </w:r>
      <w:r w:rsidRPr="0054577C">
        <w:tab/>
      </w:r>
      <w:r w:rsidRPr="0054577C">
        <w:rPr>
          <w:rFonts w:hint="cs"/>
          <w:cs/>
          <w:lang w:bidi="bn-IN"/>
        </w:rPr>
        <w:t>লাফী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সাক্বারিন্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হাক্কান্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ইয়াক্বীনান্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তুখাল্লাদূ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</w:p>
    <w:p w:rsidR="0054577C" w:rsidRPr="0054577C" w:rsidRDefault="0054577C" w:rsidP="00A7275C">
      <w:pPr>
        <w:pStyle w:val="libCenter"/>
      </w:pP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ইন্নী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লাআব্কী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হায়াতী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আলা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আখী</w:t>
      </w:r>
      <w:r w:rsidR="00A7275C">
        <w:t>,</w:t>
      </w:r>
      <w:r w:rsidR="00A7275C">
        <w:tab/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খাইরিম্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দিন্নাবিয়্যী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সাইউলাদু</w:t>
      </w:r>
      <w:r w:rsidRPr="0054577C">
        <w:rPr>
          <w:rFonts w:hint="cs"/>
          <w:cs/>
          <w:lang w:bidi="hi-IN"/>
        </w:rPr>
        <w:t>।</w:t>
      </w:r>
    </w:p>
    <w:p w:rsidR="0054577C" w:rsidRPr="0054577C" w:rsidRDefault="0054577C" w:rsidP="00A7275C">
      <w:pPr>
        <w:pStyle w:val="libCenter"/>
      </w:pPr>
      <w:r w:rsidRPr="0054577C">
        <w:rPr>
          <w:rFonts w:hint="cs"/>
          <w:cs/>
          <w:lang w:bidi="bn-IN"/>
        </w:rPr>
        <w:t>বিদাম্</w:t>
      </w:r>
      <w:r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য়িন্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গাযীরিন্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মুস্তাহাল্লিন্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মুকাফ্কাফি</w:t>
      </w:r>
      <w:r w:rsidRPr="0054577C">
        <w:t>,</w:t>
      </w:r>
      <w:r w:rsidRPr="0054577C">
        <w:tab/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আলাল্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খাদ্দি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মিন্নী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যায়িবান্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লাইসা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ইয়াজমুদু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A7275C">
      <w:pPr>
        <w:pStyle w:val="libNormal"/>
      </w:pP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নির্যাতিত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ধ্বংস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আসুক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শীঘ্রই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অগ্নিদগ্ধ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দগ্ধকারী।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ঝরিয়েছো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নিষিদ্ধ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স্বয়ং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অবগত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দোযখের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আগুনের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সুসংবাদ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নিঃসন্দেহে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সদাসর্বদার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জাহান্নামে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পাকড়াও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জীবনব্যাপী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ভ্রাতার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ক্রন্দন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t xml:space="preserve">;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সর্বোত্তম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ক্রন্দন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পৃথিবীতে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বিরতিহীন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অশ্রু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প্লাবনের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চক্ষুদ্বয়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গণ্ডদেশে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প্রবাহিত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আর্তনাদ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কান্নার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রোল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ধ্বনিত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A7275C">
        <w:rPr>
          <w:rStyle w:val="libFootnotenumChar"/>
          <w:rFonts w:hint="cs"/>
          <w:cs/>
          <w:lang w:bidi="bn-IN"/>
        </w:rPr>
        <w:t>১২০</w:t>
      </w:r>
    </w:p>
    <w:p w:rsidR="0054577C" w:rsidRPr="0054577C" w:rsidRDefault="0054577C" w:rsidP="00A7275C">
      <w:pPr>
        <w:pStyle w:val="Heading2Center"/>
      </w:pPr>
      <w:bookmarkStart w:id="74" w:name="_Toc535947668"/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মনোনীত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বংশধর</w:t>
      </w:r>
      <w:bookmarkEnd w:id="74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উদ্ধৃতি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উমর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সা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ডাকে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সুসংবাদ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সুস্থ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খবর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প্রাসাদে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বন্দীগণকে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সমবেত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গভর্ণরের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প্রাসাদে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মাথাটিকে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চিন্তায়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নিমগ্ন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লাঠি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ঠোঁট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দাঁতগুলিতে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অব্যাহত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আরকাম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সভায়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</w:t>
      </w:r>
    </w:p>
    <w:p w:rsidR="0054577C" w:rsidRPr="0054577C" w:rsidRDefault="0054577C" w:rsidP="002562FC">
      <w:pPr>
        <w:pStyle w:val="libNormal"/>
      </w:pPr>
      <w:r>
        <w:rPr>
          <w:rFonts w:hint="eastAsia"/>
        </w:rPr>
        <w:t>‘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লাঠিটি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ঠোঁট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দাঁতসমূহ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নাও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একাধিকবার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ঠোঁট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দাঁতগুলিতে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চুম্বন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দেখেছি।</w:t>
      </w:r>
      <w:r>
        <w:rPr>
          <w:rFonts w:hint="eastAsia"/>
        </w:rPr>
        <w:t>’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চক্ষুদ্বয়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অশ্রুর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প্রবাহিত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তীব্রভাবে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উচ্চৈঃস্বরে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ক্রন্দন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চক্ষুগুলিকে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কান্নারত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অচল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নির্বোধ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বুদ্ধিহীন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বৃদ্ধ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মানুষ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গর্দানকে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দিতাম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আরকাম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সভা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আরকাম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যায়িদ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নিঃসন্দেহে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জিজ্ঞাসা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করলাম</w:t>
      </w:r>
      <w:r w:rsidRPr="0054577C">
        <w:rPr>
          <w:cs/>
          <w:lang w:bidi="bn-IN"/>
        </w:rPr>
        <w:t xml:space="preserve">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বলেছেন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যায়িদ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আরকাম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অতিক্রম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বান্দাকে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পরিণত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মানুষ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দাস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মূল্যহীন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বিবেচিত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মারজানার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নির্বাচিত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পরিণত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নীচতা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লজ্জাকে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নিয়েছো</w:t>
      </w:r>
      <w:r w:rsidRPr="0054577C">
        <w:t xml:space="preserve">; </w:t>
      </w:r>
      <w:r w:rsidRPr="0054577C">
        <w:rPr>
          <w:rFonts w:hint="cs"/>
          <w:cs/>
          <w:lang w:bidi="bn-IN"/>
        </w:rPr>
        <w:t>নীচ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অযোগ্য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আসুক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মাথাটিকে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ভগ্নী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নারিগণের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উবাইদুল্লাহ্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যয়নব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সর্বাধিক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মূল্যহীন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জামাটি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দাসীগণ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বেষ্টন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প্রাসাদে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কোণায়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উবাইদুল্লাহ্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জিজ্ঞেস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ছাড়াই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গেলে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যয়নব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উবাইদুল্লাহ্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প্রশ্নটি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জনৈকা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দাসী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যয়নব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উবাইদুল্লাহ্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প্রশংসা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অপমানিত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ধ্বংস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দাবিকে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প্রতিপন্ন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যয়নব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কৃতজ্ঞতা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অপবিত্রতা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সর্বোত্তম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অবয়বে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পাপাচারীরাই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অপমানিত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চরিত্রহীন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অন্যায়কারীরাই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উবাইদুল্লাহ্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ক্রিয়াকলাপকে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দেখলে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নির্ধারণ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গর্বিতভাবে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আত্মোৎসর্গের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ভূমিতে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শীঘ্রই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দণ্ডায়মান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ন্যায়বিচার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প্রার্থনা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দলীল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এতে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উবাইদুল্লাহ্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চরমভাবে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ক্ষুব্ধ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অশ্লীল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অশ্রাব্য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প্রয়োগ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হারিছ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দীর্ঘজীবি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নারিদের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গুরুত্ব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নিন্দা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তিরস্কার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যয়নবের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অস্বস্তি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অন্তরদাহকে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একগুঁয়ে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শান্তি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পরিত্রাণ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দিয়েছেন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যয়নব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প্রচণ্ড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ক্রন্দন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মূলোৎপাটন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ডালপালাগুলিকে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শিকড়কে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ফেলেছো।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প্রশান্তির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নিঃসন্দেহে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প্রশান্তিকে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স্মৃতিতে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যয়নবকে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ইশারা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ছন্দ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ঝঙ্কারপূর্ণ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ছান্দিকরূপে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কথাবার্তা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যয়নব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ছন্দ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ঝঙ্কারের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ঝঙ্কার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অন্তঃমিল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জ্বালা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হামিদ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উদ্ধৃতি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জিজ্ঞাসা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সাজ্জাদ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</w:t>
      </w:r>
      <w:r w:rsidRPr="0054577C">
        <w:t>?!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রইলেন।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জিজ্ঞাসা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আত্মাগুলিকে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অন্তর্ভুক্ত।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গর্দান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জিজ্ঞেস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নারিগণের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দেখাশুনা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যয়নব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ভ্রাতুস্পুত্র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নাও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যতটা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ঝরিয়েছো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যথেষ্ট</w:t>
      </w:r>
      <w:r w:rsidRPr="0054577C">
        <w:t xml:space="preserve">;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কাউকে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রেখেছো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ভ্রাতুস্পুত্রের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কাঁধে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ঈমান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দিচ্ছি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উদ্যত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চরিত্রবান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যয়নবকে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বিক্ষত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রক্তের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আশ্চর্য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তাঁকেও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গুটিয়ে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নাও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থাকো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হামিদ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উবাইদুল্লাহ্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প্রাসাদে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সমবেত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জামাআতের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মসজিদে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মসজিদে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সমবেত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মিম্বরের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দণ্ডায়মান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</w:t>
      </w:r>
    </w:p>
    <w:p w:rsidR="0054577C" w:rsidRPr="0054577C" w:rsidRDefault="0054577C" w:rsidP="002562FC">
      <w:pPr>
        <w:pStyle w:val="libNormal"/>
      </w:pPr>
      <w:r>
        <w:rPr>
          <w:rFonts w:hint="eastAsia"/>
        </w:rPr>
        <w:t>‘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প্রশংসা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সত্যপন্থীদেরকে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t xml:space="preserve">;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মিথ্যুক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>
        <w:rPr>
          <w:rFonts w:hint="eastAsia"/>
        </w:rPr>
        <w:t>’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t xml:space="preserve">,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আফীফ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আযদী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গামেদী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নামক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ওয়ালীবা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জনৈক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কাররামুল্লাহ্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ওয়াজহাহু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জনৈক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ক্রোধান্বিত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জামালে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চক্ষু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হারিয়েছিলেন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চক্ষুটি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সিফ্ফীনে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হারিয়েছিলেন।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ভ্রুর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লাগার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চক্ষুদ্বয়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হারিয়েছিলেন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বড়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মসজিদটির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সম্পৃক্ত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সন্ধ্যা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রাত্রিতে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আফীফ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হুঙ্কার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ছেড়ে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মারজানার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মিথ্যুক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মিথ্যুক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বানিয়েছে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মিথ্যুক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বাবাও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মারজানার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অনুসরণের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বলছো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মাত্রই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হুঙ্কার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উঠে</w:t>
      </w:r>
      <w:r w:rsidRPr="0054577C">
        <w:rPr>
          <w:cs/>
          <w:lang w:bidi="bn-IN"/>
        </w:rPr>
        <w:t xml:space="preserve"> : </w:t>
      </w:r>
    </w:p>
    <w:p w:rsidR="0054577C" w:rsidRPr="0054577C" w:rsidRDefault="0054577C" w:rsidP="002562FC">
      <w:pPr>
        <w:pStyle w:val="libNormal"/>
      </w:pPr>
      <w:r>
        <w:rPr>
          <w:rFonts w:hint="eastAsia"/>
        </w:rPr>
        <w:t>‘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ধরো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দরবারের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প্রহরারত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জল্লাদরা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আটক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আযদী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সৎকর্মশীল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আব্দুর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রাহমান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মাখনাফ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আযদী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সেইখানে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t xml:space="preserve">;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তড়িৎ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আফীফকে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সম্বোধন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স্বজনদের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দুর্ভাগ্য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অন্যদের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করছো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ধ্বংসের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পরিবারকেও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ফেলেছো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আযদ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সাতশত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যোদ্ধা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আফীফের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জল্লাদদের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পাহারা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স্বজনদের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রাত্রিতে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কতিপয়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আটক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মৃতদেহটিকে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কুফার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সাবখা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এলাকায়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ঝুলিয়ে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A7275C" w:rsidRPr="00743A59" w:rsidRDefault="00A7275C" w:rsidP="00743A59">
      <w:r>
        <w:br w:type="page"/>
      </w:r>
    </w:p>
    <w:p w:rsidR="0054577C" w:rsidRPr="0054577C" w:rsidRDefault="00F00230" w:rsidP="00A7275C">
      <w:pPr>
        <w:pStyle w:val="Heading1Center"/>
      </w:pPr>
      <w:bookmarkStart w:id="75" w:name="_Toc535947669"/>
      <w:r w:rsidRPr="00F00230">
        <w:rPr>
          <w:rFonts w:hint="cs"/>
          <w:cs/>
          <w:lang w:bidi="bn-IN"/>
        </w:rPr>
        <w:lastRenderedPageBreak/>
        <w:t>সিরিয়ায়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আলে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মুহাম্মদের</w:t>
      </w:r>
      <w:r w:rsidRPr="00F00230">
        <w:rPr>
          <w:cs/>
          <w:lang w:bidi="bn-IN"/>
        </w:rPr>
        <w:t xml:space="preserve"> (</w:t>
      </w:r>
      <w:r w:rsidRPr="00F00230">
        <w:rPr>
          <w:rFonts w:hint="cs"/>
          <w:cs/>
          <w:lang w:bidi="bn-IN"/>
        </w:rPr>
        <w:t>সা</w:t>
      </w:r>
      <w:r w:rsidRPr="00F00230">
        <w:rPr>
          <w:cs/>
          <w:lang w:bidi="bn-IN"/>
        </w:rPr>
        <w:t xml:space="preserve">.) </w:t>
      </w:r>
      <w:r w:rsidRPr="00F00230">
        <w:rPr>
          <w:rFonts w:hint="cs"/>
          <w:cs/>
          <w:lang w:bidi="bn-IN"/>
        </w:rPr>
        <w:t>বন্দিগণ</w:t>
      </w:r>
      <w:bookmarkEnd w:id="75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বংশধরগণকে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দামেশক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মসজিদের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বৃদ্ধলোক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সন্নিকটে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নিশ্চিহ্ন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কর্তৃত্ব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যন্ত্রণা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নিরাপত্তা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আধিপত্য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</w:p>
    <w:p w:rsidR="0054577C" w:rsidRPr="0054577C" w:rsidRDefault="0054577C" w:rsidP="00A7275C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বৃদ্ধ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পড়েছেন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rPr>
          <w:rFonts w:hint="cs"/>
          <w:cs/>
          <w:lang w:bidi="hi-IN"/>
        </w:rPr>
        <w:t>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পড়েছি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নিশ্চয়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বল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রিসালতের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ভালবাসা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বন্ধুত্ব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বিনিময়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A7275C">
        <w:rPr>
          <w:rStyle w:val="libFootnotenumChar"/>
          <w:rFonts w:hint="cs"/>
          <w:cs/>
          <w:lang w:bidi="bn-IN"/>
        </w:rPr>
        <w:t>১২১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E21111">
      <w:pPr>
        <w:pStyle w:val="libNormal"/>
      </w:pPr>
      <w:r w:rsidRPr="0054577C">
        <w:rPr>
          <w:rFonts w:hint="cs"/>
          <w:cs/>
          <w:lang w:bidi="bn-IN"/>
        </w:rPr>
        <w:t>বৃদ্ধ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পড়েছি।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সাজ্জাদ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সূরা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ইস্রাঈলের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="00A7275C" w:rsidRPr="00E21111">
        <w:rPr>
          <w:rStyle w:val="libFootnotenumChar"/>
          <w:rFonts w:hint="cs"/>
          <w:cs/>
          <w:lang w:bidi="bn-IN"/>
        </w:rPr>
        <w:t>১২</w:t>
      </w:r>
      <w:r w:rsidR="00A7275C" w:rsidRPr="00E21111">
        <w:rPr>
          <w:rStyle w:val="libFootnotenumChar"/>
          <w:cs/>
          <w:lang w:bidi="bn-IN"/>
        </w:rPr>
        <w:t>২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বৃদ্ধলোকটি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পড়েছি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E21111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সাজ্জাদ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আমরাই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বৃদ্ধ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আয়াতটিও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সাবধান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হস্তগত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পঞ্চমাংশ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E21111">
        <w:rPr>
          <w:rStyle w:val="libFootnotenumChar"/>
          <w:rFonts w:hint="cs"/>
          <w:cs/>
          <w:lang w:bidi="bn-IN"/>
        </w:rPr>
        <w:t>১২</w:t>
      </w:r>
      <w:r w:rsidR="00E21111" w:rsidRPr="00E21111">
        <w:rPr>
          <w:rStyle w:val="libFootnotenumChar"/>
          <w:cs/>
          <w:lang w:bidi="bn-IN"/>
        </w:rPr>
        <w:t>৩</w:t>
      </w:r>
      <w:r w:rsidRPr="0054577C">
        <w:rPr>
          <w:cs/>
          <w:lang w:bidi="bn-IN"/>
        </w:rPr>
        <w:t>)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বৃদ্ধলোকটি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পড়েছি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E21111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সাজ্জাদ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বৃদ্ধ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আয়াতটিও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নিশ্চয়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নিশ্চয়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অপবিত্রতাকে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দূরীভূত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সম্পূর্ণরূপে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="00E21111" w:rsidRPr="00E21111">
        <w:rPr>
          <w:rStyle w:val="libFootnotenumChar"/>
          <w:rFonts w:hint="cs"/>
          <w:cs/>
          <w:lang w:bidi="bn-IN"/>
        </w:rPr>
        <w:t>১২</w:t>
      </w:r>
      <w:r w:rsidR="00E21111" w:rsidRPr="00E21111">
        <w:rPr>
          <w:rStyle w:val="libFootnotenumChar"/>
          <w:cs/>
          <w:lang w:bidi="bn-IN"/>
        </w:rPr>
        <w:t>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বৃদ্ধলোকটি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lastRenderedPageBreak/>
        <w:t>এটিও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পড়েছি।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আমরাই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তাত্বহীরের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>
        <w:rPr>
          <w:rFonts w:hint="eastAsia"/>
        </w:rPr>
        <w:t>’</w:t>
      </w:r>
      <w:r w:rsidRPr="0054577C">
        <w:t xml:space="preserve"> </w:t>
      </w:r>
    </w:p>
    <w:p w:rsidR="0054577C" w:rsidRPr="0054577C" w:rsidRDefault="0054577C" w:rsidP="00E21111">
      <w:pPr>
        <w:pStyle w:val="libNormal"/>
      </w:pP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বৃদ্ধলোকটি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নীরব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বিস্মিত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অনুতপ্ত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আসমানের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উঁচু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ব্যক্তিবর্গের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শত্রুতামূলক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তওবা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প্রত্যাবর্তন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পোষণকারীরা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জ্বিন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ইনসান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বিমুখতা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আশ্রয়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প্রার্থনা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="00E21111" w:rsidRPr="00E21111">
        <w:rPr>
          <w:rStyle w:val="libFootnotenumChar"/>
          <w:rFonts w:hint="cs"/>
          <w:cs/>
          <w:lang w:bidi="bn-IN"/>
        </w:rPr>
        <w:t>১২</w:t>
      </w:r>
      <w:r w:rsidR="00E21111" w:rsidRPr="00E21111">
        <w:rPr>
          <w:rStyle w:val="libFootnotenumChar"/>
          <w:cs/>
          <w:lang w:bidi="bn-IN"/>
        </w:rPr>
        <w:t>৫</w:t>
      </w:r>
    </w:p>
    <w:p w:rsidR="0054577C" w:rsidRPr="0054577C" w:rsidRDefault="0054577C" w:rsidP="00E21111">
      <w:pPr>
        <w:pStyle w:val="Heading2Center"/>
      </w:pPr>
      <w:bookmarkStart w:id="76" w:name="_Toc535947670"/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দরবারে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প্রবেশ</w:t>
      </w:r>
      <w:bookmarkEnd w:id="76"/>
      <w:r w:rsidRPr="0054577C">
        <w:rPr>
          <w:cs/>
          <w:lang w:bidi="bn-IN"/>
        </w:rPr>
        <w:t xml:space="preserve"> </w:t>
      </w:r>
    </w:p>
    <w:p w:rsidR="0054577C" w:rsidRPr="0054577C" w:rsidRDefault="0054577C" w:rsidP="00E21111">
      <w:pPr>
        <w:pStyle w:val="libNormal"/>
      </w:pP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মসনদে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ডাকে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>.)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কচি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রশি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বেঁধে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দেখছিল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="00E21111" w:rsidRPr="00E21111">
        <w:rPr>
          <w:rStyle w:val="libFootnotenumChar"/>
          <w:rFonts w:hint="cs"/>
          <w:cs/>
          <w:lang w:bidi="bn-IN"/>
        </w:rPr>
        <w:t>১২</w:t>
      </w:r>
      <w:r w:rsidR="00E21111" w:rsidRPr="00E21111">
        <w:rPr>
          <w:rStyle w:val="libFootnotenumChar"/>
          <w:cs/>
          <w:lang w:bidi="bn-IN"/>
        </w:rPr>
        <w:t>৬</w:t>
      </w:r>
    </w:p>
    <w:p w:rsidR="0054577C" w:rsidRPr="0054577C" w:rsidRDefault="0054577C" w:rsidP="00E21111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মস্তকটি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সদস্যগণ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সহযোগীদের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ইয়াযীদকে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অনুমতি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দিবে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বল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সাজ্জাদ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দণ্ডায়মান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প্রলাপ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অর্থহীন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কথাবার্তা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শোভা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উপলব্ধি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জিঞ্জির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বাঁধা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দেখেন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চতুষ্পার্শ্বস্থ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শিকলগুলি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নাও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="00E21111" w:rsidRPr="00E21111">
        <w:rPr>
          <w:rStyle w:val="libFootnotenumChar"/>
          <w:rFonts w:hint="cs"/>
          <w:cs/>
          <w:lang w:bidi="bn-IN"/>
        </w:rPr>
        <w:t>১২</w:t>
      </w:r>
      <w:r w:rsidR="00E21111" w:rsidRPr="00E21111">
        <w:rPr>
          <w:rStyle w:val="libFootnotenumChar"/>
          <w:cs/>
          <w:lang w:bidi="bn-IN"/>
        </w:rPr>
        <w:t>৭</w:t>
      </w:r>
      <w:r w:rsidR="00E21111" w:rsidRPr="0054577C">
        <w:t xml:space="preserve"> </w:t>
      </w:r>
    </w:p>
    <w:p w:rsidR="0054577C" w:rsidRPr="0054577C" w:rsidRDefault="0054577C" w:rsidP="00E21111">
      <w:pPr>
        <w:pStyle w:val="Heading2Center"/>
      </w:pPr>
      <w:bookmarkStart w:id="77" w:name="_Toc535947671"/>
      <w:r w:rsidRPr="0054577C">
        <w:rPr>
          <w:rFonts w:hint="cs"/>
          <w:cs/>
          <w:lang w:bidi="bn-IN"/>
        </w:rPr>
        <w:lastRenderedPageBreak/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ইহুদী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পণ্ডিতের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অভিযোগ</w:t>
      </w:r>
      <w:bookmarkEnd w:id="77"/>
      <w:r w:rsidRPr="0054577C">
        <w:rPr>
          <w:cs/>
          <w:lang w:bidi="bn-IN"/>
        </w:rPr>
        <w:t xml:space="preserve"> </w:t>
      </w:r>
    </w:p>
    <w:p w:rsidR="0054577C" w:rsidRPr="0054577C" w:rsidRDefault="0054577C" w:rsidP="00E21111">
      <w:pPr>
        <w:pStyle w:val="libNormal"/>
      </w:pPr>
      <w:r w:rsidRPr="0054577C">
        <w:rPr>
          <w:rFonts w:hint="cs"/>
          <w:cs/>
          <w:lang w:bidi="bn-IN"/>
        </w:rPr>
        <w:t>উক্ত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সভায়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ইহুদী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পণ্ডিত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জিজ্ঞেস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ইহুদী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তালিবের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ইহুদী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ইহুদী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পণ্ডিত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বিস্ময়ের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সুবহানাল্লাহ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ইনি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ইন্তেকালের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স্বল্প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এত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দ্রুত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মন্দ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স্থলাভিষিক্ত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মূসা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ইমরান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উপাসনা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করতাম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গতকাল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নিকৃষ্ট</w:t>
      </w:r>
      <w:r w:rsidRPr="0054577C">
        <w:rPr>
          <w:cs/>
          <w:lang w:bidi="bn-IN"/>
        </w:rPr>
        <w:t>!</w:t>
      </w:r>
      <w:r w:rsidR="008B6C3F">
        <w:rPr>
          <w:rStyle w:val="libEnChar"/>
        </w:rPr>
        <w:t>”</w:t>
      </w:r>
      <w:r w:rsidR="00E21111" w:rsidRPr="00E21111">
        <w:rPr>
          <w:rStyle w:val="libFootnotenumChar"/>
          <w:rFonts w:hint="cs"/>
          <w:cs/>
          <w:lang w:bidi="bn-IN"/>
        </w:rPr>
        <w:t>১২</w:t>
      </w:r>
      <w:r w:rsidR="00E21111" w:rsidRPr="00E21111">
        <w:rPr>
          <w:rStyle w:val="libFootnotenumChar"/>
          <w:cs/>
          <w:lang w:bidi="bn-IN"/>
        </w:rPr>
        <w:t>৮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</w:t>
      </w:r>
      <w:r w:rsidRPr="0054577C">
        <w:rPr>
          <w:cs/>
          <w:lang w:bidi="bn-IN"/>
        </w:rPr>
        <w:t xml:space="preserve">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কণ্ঠ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ইহুদী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পণ্ডিত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t xml:space="preserve">;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কিংবা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অথবা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তওরাতে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যতদিন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ততদিন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পরাজিত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জাহান্নামে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করাবেন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সিরিয়ার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জনৈক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রাসূলুল্লাহর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দাসী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আকাঙ্খা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প্রকাশ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সভায়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জনৈক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মেয়েটিকে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দাসী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কেঁপে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কাঁদতে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আইনসিদ্ধ।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ফুফু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যয়নবের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আশ্রয়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বয়সে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বুদ্ধিমতী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যোগ্য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যয়নব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নীচুতার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ন্যায়সঙ্গত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ক্রোধান্বিত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আইনসিদ্ধ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বাস্তবায়ন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বাস্তবায়ন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যয়নব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আইনসিদ্ধ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নাও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বৃদ্ধি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স্বাভাবিক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বিতর্ক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যয়নব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তুমি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ভ্রাতা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দ্বীনের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হয়েছো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যয়নব</w:t>
      </w:r>
      <w:r w:rsidRPr="0054577C">
        <w:rPr>
          <w:cs/>
          <w:lang w:bidi="bn-IN"/>
        </w:rPr>
        <w:t>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অধিনায়ক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আধিপত্যশীল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পরাভূতকারী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অন্যায়ভাবে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দিচ্ছ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কর্তৃত্বের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দেখাচ্ছ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846946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লজ্জিত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সিরিয়ার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প্রার্থনা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মেয়েটিকে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যেহেতু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সুদৃঢ়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দাঁতভাঙ্গা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ক্রোধান্বিত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কর্কশভাবে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ধ্বংস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অকস্মাৎ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দ্রুত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করুন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846946">
        <w:rPr>
          <w:rStyle w:val="libFootnotenumChar"/>
          <w:rFonts w:hint="cs"/>
          <w:cs/>
          <w:lang w:bidi="bn-IN"/>
        </w:rPr>
        <w:t>১</w:t>
      </w:r>
      <w:r w:rsidR="00BA3D8A" w:rsidRPr="00846946">
        <w:rPr>
          <w:rStyle w:val="libFootnotenumChar"/>
          <w:cs/>
          <w:lang w:bidi="bn-IN"/>
        </w:rPr>
        <w:t>২৯</w:t>
      </w:r>
    </w:p>
    <w:p w:rsidR="0054577C" w:rsidRPr="0054577C" w:rsidRDefault="0054577C" w:rsidP="00846946">
      <w:pPr>
        <w:pStyle w:val="Heading2Center"/>
      </w:pPr>
      <w:bookmarkStart w:id="78" w:name="_Toc535947672"/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>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</w:t>
      </w:r>
      <w:bookmarkEnd w:id="78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মাথাটি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স্বর্ণের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একখানা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লাঠি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দাঁতগুলির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লাগল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আব্দিল্লাহর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চমৎকার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</w:p>
    <w:p w:rsidR="0054577C" w:rsidRPr="0054577C" w:rsidRDefault="0054577C" w:rsidP="00846946">
      <w:pPr>
        <w:pStyle w:val="libNormal"/>
      </w:pPr>
      <w:r w:rsidRPr="0054577C">
        <w:rPr>
          <w:rFonts w:hint="cs"/>
          <w:cs/>
          <w:lang w:bidi="bn-IN"/>
        </w:rPr>
        <w:lastRenderedPageBreak/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বারযা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আসলামী</w:t>
      </w:r>
      <w:r w:rsidR="00846946">
        <w:rPr>
          <w:cs/>
          <w:lang w:bidi="bn-IN"/>
        </w:rPr>
        <w:t xml:space="preserve"> </w:t>
      </w:r>
      <w:r w:rsidR="00846946" w:rsidRPr="00846946">
        <w:rPr>
          <w:rStyle w:val="libFootnotenumChar"/>
          <w:rFonts w:hint="cs"/>
          <w:cs/>
          <w:lang w:bidi="bn-IN"/>
        </w:rPr>
        <w:t>১৩</w:t>
      </w:r>
      <w:r w:rsidR="00846946" w:rsidRPr="00846946">
        <w:rPr>
          <w:rStyle w:val="libFootnotenumChar"/>
          <w:cs/>
          <w:lang w:bidi="bn-IN"/>
        </w:rPr>
        <w:t>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জনৈক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লাঠি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ঠোঁট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মারছো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সাবধান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লাঠি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ঠোঁট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অসংখ্যবার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চুমু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চোষণ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দেখেছি।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কিয়ামত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শাফাআতকারী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কিয়ামত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শাফাআতকারী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>.)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যান।</w:t>
      </w:r>
      <w:r w:rsidR="00846946" w:rsidRPr="00846946">
        <w:rPr>
          <w:rStyle w:val="libFootnotenumChar"/>
          <w:rFonts w:hint="cs"/>
          <w:cs/>
          <w:lang w:bidi="bn-IN"/>
        </w:rPr>
        <w:t>১৩</w:t>
      </w:r>
      <w:r w:rsidR="00846946" w:rsidRPr="00846946">
        <w:rPr>
          <w:rStyle w:val="libFootnotenumChar"/>
          <w:cs/>
          <w:lang w:bidi="bn-IN"/>
        </w:rPr>
        <w:t>১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846946">
      <w:pPr>
        <w:pStyle w:val="Heading2Center"/>
      </w:pPr>
      <w:bookmarkStart w:id="79" w:name="_Toc535947673"/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কুফরীকে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</w:t>
      </w:r>
      <w:bookmarkEnd w:id="79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ইয়াযীদ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বিজয়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অহংকারের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নেশায়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যেবা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পংক্তিগুলির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উদাহরণ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: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১।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বদরের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অংশগ্রহণকারী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t xml:space="preserve">,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মারহাবা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উৎফুল্ল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ধন্যবাদ।</w:t>
      </w:r>
      <w:r>
        <w:rPr>
          <w:rFonts w:hint="eastAsia"/>
        </w:rPr>
        <w:t>’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৩।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কওমের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বদরের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জবাব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দিয়েছি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প্রতিশোধ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নিয়েছি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হয়েছি।</w:t>
      </w:r>
      <w:r>
        <w:rPr>
          <w:rFonts w:hint="eastAsia"/>
        </w:rPr>
        <w:t>’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পংক্তিটি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উৎবা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নই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>
        <w:rPr>
          <w:rFonts w:hint="eastAsia"/>
        </w:rPr>
        <w:t>‘</w:t>
      </w:r>
      <w:r w:rsidRPr="0054577C">
        <w:rPr>
          <w:rFonts w:hint="cs"/>
          <w:cs/>
          <w:lang w:bidi="bn-IN"/>
        </w:rPr>
        <w:t>তাযকিরায়ে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খাওয়াসসিল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উম্মা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গ্রন্থে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সকল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বর্ণনাতেই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প্রসিদ্ধি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মাথাটিকে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একত্রিত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লাঠি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যেবা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পংক্তিগুলি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নিম্নোক্ত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পংক্তি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:</w:t>
      </w:r>
    </w:p>
    <w:p w:rsidR="0054577C" w:rsidRPr="0054577C" w:rsidRDefault="0054577C" w:rsidP="002562FC">
      <w:pPr>
        <w:pStyle w:val="libNormal"/>
      </w:pPr>
      <w:r>
        <w:rPr>
          <w:rFonts w:hint="eastAsia"/>
        </w:rPr>
        <w:lastRenderedPageBreak/>
        <w:t>‘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খেলা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ওহী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অবতীর্ণ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! </w:t>
      </w:r>
    </w:p>
    <w:p w:rsidR="0054577C" w:rsidRPr="0054577C" w:rsidRDefault="0054577C" w:rsidP="00846946">
      <w:pPr>
        <w:pStyle w:val="libNormal"/>
      </w:pP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আহমদের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কৃতকর্মের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খিন্দিফ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নই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="00846946" w:rsidRPr="00846946">
        <w:rPr>
          <w:rStyle w:val="libFootnotenumChar"/>
          <w:rFonts w:hint="cs"/>
          <w:cs/>
          <w:lang w:bidi="bn-IN"/>
        </w:rPr>
        <w:t>১৩</w:t>
      </w:r>
      <w:r w:rsidR="00846946" w:rsidRPr="00846946">
        <w:rPr>
          <w:rStyle w:val="libFootnotenumChar"/>
          <w:cs/>
          <w:lang w:bidi="bn-IN"/>
        </w:rPr>
        <w:t>২</w:t>
      </w:r>
    </w:p>
    <w:p w:rsidR="00846946" w:rsidRPr="00743A59" w:rsidRDefault="00846946" w:rsidP="00743A59">
      <w:pPr>
        <w:rPr>
          <w:rtl/>
          <w:cs/>
        </w:rPr>
      </w:pPr>
      <w:r>
        <w:rPr>
          <w:cs/>
          <w:lang w:bidi="bn-IN"/>
        </w:rPr>
        <w:br w:type="page"/>
      </w:r>
    </w:p>
    <w:p w:rsidR="0054577C" w:rsidRPr="0054577C" w:rsidRDefault="00F00230" w:rsidP="00846946">
      <w:pPr>
        <w:pStyle w:val="Heading1Center"/>
        <w:rPr>
          <w:lang w:bidi="bn-BD"/>
        </w:rPr>
      </w:pPr>
      <w:bookmarkStart w:id="80" w:name="_Toc535947674"/>
      <w:r w:rsidRPr="00F00230">
        <w:rPr>
          <w:rFonts w:hint="cs"/>
          <w:cs/>
          <w:lang w:bidi="bn-BD"/>
        </w:rPr>
        <w:lastRenderedPageBreak/>
        <w:t>ইয়াযীদের</w:t>
      </w:r>
      <w:r w:rsidRPr="00F00230">
        <w:rPr>
          <w:cs/>
          <w:lang w:bidi="bn-BD"/>
        </w:rPr>
        <w:t xml:space="preserve"> </w:t>
      </w:r>
      <w:r w:rsidRPr="00F00230">
        <w:rPr>
          <w:rFonts w:hint="cs"/>
          <w:cs/>
          <w:lang w:bidi="bn-BD"/>
        </w:rPr>
        <w:t>দরবারে</w:t>
      </w:r>
      <w:r w:rsidRPr="00F00230">
        <w:rPr>
          <w:cs/>
          <w:lang w:bidi="bn-BD"/>
        </w:rPr>
        <w:t xml:space="preserve"> </w:t>
      </w:r>
      <w:r w:rsidRPr="00F00230">
        <w:rPr>
          <w:rFonts w:hint="cs"/>
          <w:cs/>
          <w:lang w:bidi="bn-BD"/>
        </w:rPr>
        <w:t>হযরত</w:t>
      </w:r>
      <w:r w:rsidRPr="00F00230">
        <w:rPr>
          <w:cs/>
          <w:lang w:bidi="bn-BD"/>
        </w:rPr>
        <w:t xml:space="preserve"> </w:t>
      </w:r>
      <w:r w:rsidRPr="00F00230">
        <w:rPr>
          <w:rFonts w:hint="cs"/>
          <w:cs/>
          <w:lang w:bidi="bn-BD"/>
        </w:rPr>
        <w:t>যয়নবের</w:t>
      </w:r>
      <w:r w:rsidRPr="00F00230">
        <w:rPr>
          <w:cs/>
          <w:lang w:bidi="bn-BD"/>
        </w:rPr>
        <w:t xml:space="preserve"> (</w:t>
      </w:r>
      <w:r w:rsidRPr="00F00230">
        <w:rPr>
          <w:rFonts w:hint="cs"/>
          <w:cs/>
          <w:lang w:bidi="bn-BD"/>
        </w:rPr>
        <w:t>আ</w:t>
      </w:r>
      <w:r w:rsidRPr="00F00230">
        <w:rPr>
          <w:cs/>
          <w:lang w:bidi="bn-BD"/>
        </w:rPr>
        <w:t xml:space="preserve">.) </w:t>
      </w:r>
      <w:r w:rsidRPr="00F00230">
        <w:rPr>
          <w:rFonts w:hint="cs"/>
          <w:cs/>
          <w:lang w:bidi="bn-BD"/>
        </w:rPr>
        <w:t>বক্তব্য</w:t>
      </w:r>
      <w:bookmarkEnd w:id="80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তালিবের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যয়নব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সভায়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দণ্ডায়মান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বিশ্বের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প্রতিপালকের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সমস্ত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প্রশংসা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স্তুতি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রাসূল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বংশধরের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করুণা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অবতীর্ণ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হোক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পরম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পবিত্র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আল্লাহ্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তায়ালা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কতটা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সত্য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কথা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বলেছেন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বলেন</w:t>
      </w:r>
      <w:r w:rsidR="0054577C" w:rsidRPr="0054577C">
        <w:rPr>
          <w:cs/>
          <w:lang w:bidi="bn-IN"/>
        </w:rPr>
        <w:t xml:space="preserve"> : </w:t>
      </w:r>
      <w:r w:rsidR="0054577C" w:rsidRPr="008C68E5">
        <w:rPr>
          <w:rStyle w:val="libEnChar"/>
        </w:rPr>
        <w:t>‘</w:t>
      </w:r>
      <w:r w:rsidR="0054577C" w:rsidRPr="0054577C">
        <w:rPr>
          <w:rFonts w:hint="cs"/>
          <w:cs/>
          <w:lang w:bidi="bn-IN"/>
        </w:rPr>
        <w:t>গোনাহ্গার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মন্দ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লোকদের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পরিণতি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>,</w:t>
      </w:r>
      <w:r w:rsidR="0054577C" w:rsidRPr="0054577C">
        <w:rPr>
          <w:rFonts w:hint="cs"/>
          <w:cs/>
          <w:lang w:bidi="bn-IN"/>
        </w:rPr>
        <w:t>আমাদের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নিদর্শনগুলিকে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মিথ্যা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সেইগুলিকে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উপহাসের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বস্তু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হিসেবে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গ্রহণ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করবে।</w:t>
      </w:r>
      <w:r w:rsidR="0054577C">
        <w:rPr>
          <w:rFonts w:hint="eastAsia"/>
        </w:rPr>
        <w:t>’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ইয়াযীদ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তুমি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ধারণা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করেছো</w:t>
      </w:r>
      <w:r w:rsidR="0054577C" w:rsidRPr="0054577C">
        <w:rPr>
          <w:cs/>
          <w:lang w:bidi="bn-IN"/>
        </w:rPr>
        <w:t xml:space="preserve"> </w:t>
      </w:r>
      <w:r w:rsidR="0054577C" w:rsidRPr="0054577C">
        <w:t xml:space="preserve">? </w:t>
      </w:r>
      <w:r w:rsidR="0054577C" w:rsidRPr="0054577C">
        <w:rPr>
          <w:rFonts w:hint="cs"/>
          <w:cs/>
          <w:lang w:bidi="bn-IN"/>
        </w:rPr>
        <w:t>তুমি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ধারণা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করছ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তুমি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এখন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পৃথিবী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আকাশকে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সংকীর্ণ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দিয়েছো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অবস্থায়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উপনীত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বন্দিদের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এদিক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সেদিক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যাওয়া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হচ্ছে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hi-IN"/>
        </w:rPr>
        <w:t>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ভেবেছো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কাজটি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নিকট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হীন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অযোগ্য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সম্মানিত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মহত্বে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পৌঁছাবে</w:t>
      </w:r>
      <w:r w:rsidR="0054577C" w:rsidRPr="0054577C">
        <w:t xml:space="preserve">; </w:t>
      </w:r>
      <w:r w:rsidR="0054577C" w:rsidRPr="0054577C">
        <w:rPr>
          <w:rFonts w:hint="cs"/>
          <w:cs/>
          <w:lang w:bidi="bn-IN"/>
        </w:rPr>
        <w:t>আর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নিকট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উচ্চমর্যাদার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কারণে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বাহ্যিক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বিজয়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ঘটেছে</w:t>
      </w:r>
      <w:r w:rsidR="0054577C" w:rsidRPr="0054577C">
        <w:rPr>
          <w:cs/>
          <w:lang w:bidi="bn-IN"/>
        </w:rPr>
        <w:t xml:space="preserve"> </w:t>
      </w:r>
      <w:r w:rsidR="0054577C" w:rsidRPr="0054577C">
        <w:t xml:space="preserve">?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কারণে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তুমি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চরম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আনন্দিত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নিজের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অতীতে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ফিরে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গেছ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পৃথিবীকে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নিজের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প্রস্তুত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সুসজ্জিত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সুস্বাদু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দেখে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তুমি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খুশী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আনন্দে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বাগ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বাগ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হয়েছো</w:t>
      </w:r>
      <w:r w:rsidR="0054577C" w:rsidRPr="0054577C">
        <w:rPr>
          <w:cs/>
          <w:lang w:bidi="bn-IN"/>
        </w:rPr>
        <w:t xml:space="preserve"> </w:t>
      </w:r>
      <w:r w:rsidR="0054577C" w:rsidRPr="0054577C">
        <w:t xml:space="preserve">? </w:t>
      </w:r>
      <w:r w:rsidR="0054577C" w:rsidRPr="0054577C">
        <w:rPr>
          <w:rFonts w:hint="cs"/>
          <w:cs/>
          <w:lang w:bidi="bn-IN"/>
        </w:rPr>
        <w:t>আমাদের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কর্তৃত্ব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ক্ষমতা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যখন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করতলগত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হয়েছে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এইরূপ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করছ</w:t>
      </w:r>
      <w:r w:rsidR="0054577C" w:rsidRPr="0054577C">
        <w:rPr>
          <w:cs/>
          <w:lang w:bidi="bn-IN"/>
        </w:rPr>
        <w:t xml:space="preserve"> </w:t>
      </w:r>
      <w:r w:rsidR="0054577C" w:rsidRPr="0054577C">
        <w:t xml:space="preserve">? </w:t>
      </w:r>
      <w:r w:rsidR="0054577C" w:rsidRPr="0054577C">
        <w:rPr>
          <w:rFonts w:hint="cs"/>
          <w:cs/>
          <w:lang w:bidi="bn-IN"/>
        </w:rPr>
        <w:t>শান্ত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হও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শান্ত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হও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মহান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বাণী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ভুলে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গেছ</w:t>
      </w:r>
      <w:r w:rsidR="0054577C" w:rsidRPr="0054577C">
        <w:rPr>
          <w:cs/>
          <w:lang w:bidi="bn-IN"/>
        </w:rPr>
        <w:t xml:space="preserve"> (</w:t>
      </w:r>
      <w:r w:rsidR="0054577C" w:rsidRPr="0054577C">
        <w:t xml:space="preserve">?)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বলেছেন</w:t>
      </w:r>
      <w:r w:rsidR="0054577C" w:rsidRPr="0054577C">
        <w:rPr>
          <w:cs/>
          <w:lang w:bidi="bn-IN"/>
        </w:rPr>
        <w:t xml:space="preserve"> : </w:t>
      </w:r>
      <w:r w:rsidR="0054577C" w:rsidRPr="008C68E5">
        <w:rPr>
          <w:rStyle w:val="libEnChar"/>
        </w:rPr>
        <w:t>‘</w:t>
      </w:r>
      <w:r w:rsidR="0054577C" w:rsidRPr="0054577C">
        <w:rPr>
          <w:rFonts w:hint="cs"/>
          <w:cs/>
          <w:lang w:bidi="bn-IN"/>
        </w:rPr>
        <w:t>যারা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কুফরী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এইরূপ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ধারণা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পৃথিবীর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সব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সুযোগ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সুবিধা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সেগুলি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কল্যাণকর।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সুযোগ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সুবিধাগুলি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উদ্দেশ্যে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সেইগুলি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পাপসমূহকে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বৃদ্ধি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আগামীতে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রয়েছে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অপমানজনক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শাস্তি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  <w:r w:rsidR="0054577C"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মুক্তকৃত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ন্যায়বিচার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দাসীদেরকে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রাসূলুল্লাহর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চতুর্দিকে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ঘোরাচ্ছ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মুখমণ্ডলসমূহকে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শত্রুদের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ঘুরিয়ে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বেড়াতে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তাঁদেরকে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বিনোদনের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উপাদান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বানাচ্ছ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অপরিচিত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মুখমণ্ডলগুলিকে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অভিভাবক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তত্ত্বাবধায়ন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বলব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নিরাপত্তার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(</w:t>
      </w:r>
      <w:r w:rsidRPr="0054577C">
        <w:t xml:space="preserve">?)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হামযা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ব্যক্তিত্বের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কলিজা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চিবিয়েছে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ওহুদের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মাংসের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বৃদ্ধি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ঘটেছে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নরম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অস্বীকার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শত্রুতা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ঈর্ষা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বিদ্বেষের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গুনাহর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অনুভূতিই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? 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আনন্দ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খুশীতে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উল্লাস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ধন্যবাদ।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বেহেশ্তের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আব্দিল্লাহর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দাঁতগুলিকে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লাঠি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আঘাত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কেনই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 xml:space="preserve">?! </w:t>
      </w:r>
      <w:r w:rsidRPr="0054577C">
        <w:rPr>
          <w:rFonts w:hint="cs"/>
          <w:cs/>
          <w:lang w:bidi="bn-IN"/>
        </w:rPr>
        <w:t>মুহাম্মদের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মুত্তালিবের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আকাশের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তারকাগণের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রক্তপাতের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বিদ্বেষপূর্ণ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নোংরা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বস্তুগত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চেহারার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উন্মুক্ত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গেছ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পিতৃপুরুষদের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স্মরণ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কল্যাণকর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অথচ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শীঘ্রই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সেইখানে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খোঁড়া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অক্ষম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!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নাও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রক্তপাত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অভিভাবকগণকে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অভিসম্পাত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চামড়া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চিরনি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মাংস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কাটনি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রক্তপাত</w:t>
      </w:r>
      <w:r w:rsidRPr="0054577C">
        <w:t>,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ইতরাত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বংশধর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অংশসমূহের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অপরাধ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কাঁধে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চেপেছে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সহকারে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নিঃসন্দেহে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বিক্ষিপ্ত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অংশসমূহকে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সংযোজন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সংযুক্ত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রাস্তায়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প্রতিপালকের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রিয্ক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যথেষ্ট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দুশমনি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জিব্রাঈল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পৃষ্ঠপোষক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অপরাধকে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সুসজ্জিত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কর্তৃত্ব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আধিপত্যের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অচিরেই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বুঝবে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অত্যাচারীর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জাহান্নামের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মন্দ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নির্ধারিত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বুঝবে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মন্দ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দুর্বলতর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অধিকারী।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বর্তমান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সমস্যাদি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উপনীত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নগণ্য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ক্ষুদ্র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ভর্ৎসনা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করাটাও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তিরস্কার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করাটাও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ভর্ৎসনা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তিরস্কারের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অযোগ্য</w:t>
      </w:r>
      <w:r w:rsidRPr="0054577C">
        <w:rPr>
          <w:cs/>
          <w:lang w:bidi="bn-IN"/>
        </w:rPr>
        <w:t xml:space="preserve">) !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!</w:t>
      </w:r>
      <w:r w:rsidRPr="0054577C">
        <w:t xml:space="preserve">? </w:t>
      </w:r>
      <w:r w:rsidRPr="0054577C">
        <w:rPr>
          <w:rFonts w:hint="cs"/>
          <w:cs/>
          <w:lang w:bidi="bn-IN"/>
        </w:rPr>
        <w:t>চক্ষুগুলি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অশ্রুতে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অন্তরসমূহ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অগ্নিদগ্ধ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জেনে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বিস্ময়কর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সবই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বিস্ময়কর</w:t>
      </w:r>
      <w:r w:rsidRPr="0054577C">
        <w:rPr>
          <w:cs/>
          <w:lang w:bidi="bn-IN"/>
        </w:rPr>
        <w:t xml:space="preserve"> !! </w:t>
      </w:r>
      <w:r w:rsidRPr="0054577C">
        <w:rPr>
          <w:rFonts w:hint="cs"/>
          <w:cs/>
          <w:lang w:bidi="bn-IN"/>
        </w:rPr>
        <w:t>শয়তানের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মুক্তিপ্রাপ্ত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হিযবুল্লাহর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মহানুভব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ঝরছে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মাংসকে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চোষণ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দেহসমূহকে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নেকড়েরা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ছিন্নভিন্ন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হায়েনারা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টানাটানি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</w:t>
      </w:r>
      <w:r w:rsidRPr="0054577C">
        <w:rPr>
          <w:cs/>
          <w:lang w:bidi="bn-IN"/>
        </w:rPr>
        <w:t xml:space="preserve"> !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গনিমত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খুব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শীঘ্রই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দেখবে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পূর্বে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আমলগুলি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ছাড়া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প্রতিপালক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ভরসা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846946">
      <w:pPr>
        <w:pStyle w:val="libNormal"/>
      </w:pP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প্রতারণাকে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লাগাও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চেষ্টাকে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চূড়ান্ত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পর্যায়ে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প্রচেষ্টাকে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বিস্তৃত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স্মরণকে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বিলুপ্ত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ঐশী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নস্যাৎ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অপরাধের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লজ্জা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কখনই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দুর্বল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যুক্তি</w:t>
      </w:r>
      <w:r w:rsidRPr="0054577C">
        <w:rPr>
          <w:cs/>
          <w:lang w:bidi="bn-IN"/>
        </w:rPr>
        <w:t>)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>(</w:t>
      </w:r>
      <w:r w:rsidRPr="0054577C">
        <w:rPr>
          <w:rFonts w:hint="cs"/>
          <w:cs/>
          <w:lang w:bidi="bn-IN"/>
        </w:rPr>
        <w:t>ভাষ্য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মুষ্টিমেয়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কয়েকটি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বিক্ষিপ্ত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জেনে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জালিমের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অভিসম্পাত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বর্ষিত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বিশ্বের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প্রতিপালক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প্রশংসা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পূর্ববর্তীগণকে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সৌভাগ্য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মাগফিরাতসহ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গন্তব্যের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প্রান্তে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পৌঁছিয়েছেন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উত্তরসুরিগণকে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রহমত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নৈকট্য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অফুরন্ত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নিয়ামত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নিয়ামত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বৃদ্ধির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উপকরণ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প্রতিনিধি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নির্ধারণ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করুণাময়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দয়ালু।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যথেষ্ট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ভরসাস্থল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="00846946" w:rsidRPr="00846946">
        <w:rPr>
          <w:rStyle w:val="libFootnotenumChar"/>
          <w:rFonts w:hint="cs"/>
          <w:cs/>
          <w:lang w:bidi="bn-IN"/>
        </w:rPr>
        <w:t>১৩</w:t>
      </w:r>
      <w:r w:rsidR="00846946" w:rsidRPr="00846946">
        <w:rPr>
          <w:rStyle w:val="libFootnotenumChar"/>
          <w:cs/>
          <w:lang w:bidi="bn-IN"/>
        </w:rPr>
        <w:t>৩</w:t>
      </w:r>
    </w:p>
    <w:p w:rsidR="0054577C" w:rsidRPr="0054577C" w:rsidRDefault="0054577C" w:rsidP="00846946">
      <w:pPr>
        <w:pStyle w:val="Heading2Center"/>
      </w:pPr>
      <w:bookmarkStart w:id="81" w:name="_Toc535947675"/>
      <w:r w:rsidRPr="0054577C">
        <w:rPr>
          <w:rFonts w:hint="cs"/>
          <w:cs/>
          <w:lang w:bidi="bn-IN"/>
        </w:rPr>
        <w:t>দামেশকের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মসজিদে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সাজ্জাদ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ভাষণ</w:t>
      </w:r>
      <w:bookmarkEnd w:id="81"/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দামেশকের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মসজিদে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খতীবকে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মিম্বরে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সমালোচনা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খতীব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মিম্বরে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স্তুতির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যথাসাধ্য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নিন্দা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অকল্যাণ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হোক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সৃষ্টির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সন্তুষ্টিকে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স্রষ্টার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ক্রোধের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বিনিময়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জাহান্নামে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জায়গা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নিলে</w:t>
      </w:r>
      <w:r w:rsidRPr="0054577C">
        <w:rPr>
          <w:cs/>
          <w:lang w:bidi="bn-IN"/>
        </w:rPr>
        <w:t xml:space="preserve"> </w:t>
      </w:r>
      <w:r w:rsidRPr="0054577C">
        <w:t>?!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অনুমতি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কাঠের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মিম্বারের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সন্তুষ্টিরও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ছাওয়াব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কল্যাণ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অনুমতি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সম্ভবতঃ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পাব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মিম্বরে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সুফিয়ানের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ধুলিস্যাত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কোন্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নেবে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সদস্য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সর্বোত্তমরূপে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আস্বাদন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এতবেশী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পীড়াপীড়ি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লাগল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শেষে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অনুমতি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মিম্বরে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প্রশংসা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স্তুতি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গুণগান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2562FC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হে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উপস্থিত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জনতা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রাসূলের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বংশধর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হিসেবে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ছয়টি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বিশেষত্ব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হয়েছে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অন্যদের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সাতটি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বিষয়ে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প্রাধান্য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রয়েছে।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দানকৃত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জিনিসগুলি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হচ্ছে</w:t>
      </w:r>
      <w:r w:rsidR="0054577C" w:rsidRPr="0054577C">
        <w:rPr>
          <w:cs/>
          <w:lang w:bidi="bn-IN"/>
        </w:rPr>
        <w:t xml:space="preserve"> : </w:t>
      </w:r>
      <w:r w:rsidR="0054577C" w:rsidRPr="0054577C">
        <w:rPr>
          <w:rFonts w:hint="cs"/>
          <w:cs/>
          <w:lang w:bidi="bn-IN"/>
        </w:rPr>
        <w:t>জ্ঞান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প্রজ্ঞা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ধৈর্য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মহানুভবতা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বাকপটুতা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সাহসিকতা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মু</w:t>
      </w:r>
      <w:r w:rsidRPr="00743A59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মিনদের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অন্তরসমূহে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ভালবাসা।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অন্যদের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চেয়ে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প্রাধান্যের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বিষয়গুলো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হচ্ছে</w:t>
      </w:r>
      <w:r w:rsidR="0054577C" w:rsidRPr="0054577C">
        <w:rPr>
          <w:cs/>
          <w:lang w:bidi="bn-IN"/>
        </w:rPr>
        <w:t xml:space="preserve"> :</w:t>
      </w:r>
      <w:r w:rsidR="0054577C" w:rsidRPr="0054577C">
        <w:rPr>
          <w:rFonts w:hint="cs"/>
          <w:cs/>
          <w:lang w:bidi="bn-IN"/>
        </w:rPr>
        <w:t>আমরা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হচ্ছি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নির্বাচিত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নবী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মুহাম্মদ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মোস্তফার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সা</w:t>
      </w:r>
      <w:r w:rsidR="0054577C" w:rsidRPr="0054577C">
        <w:rPr>
          <w:cs/>
          <w:lang w:bidi="bn-IN"/>
        </w:rPr>
        <w:t xml:space="preserve">.) </w:t>
      </w:r>
      <w:r w:rsidR="0054577C" w:rsidRPr="0054577C">
        <w:rPr>
          <w:rFonts w:hint="cs"/>
          <w:cs/>
          <w:lang w:bidi="bn-IN"/>
        </w:rPr>
        <w:t>বংশভুক্ত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আর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সিদ্দীক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আসাদুল্লাহ্</w:t>
      </w:r>
      <w:r w:rsidR="0054577C" w:rsidRPr="0054577C">
        <w:t>,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আসাদুর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রাসূল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আলী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বিশ্বের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নারীদের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নেত্রী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ফাতিমা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বাতুল</w:t>
      </w:r>
      <w:r w:rsidR="0054577C" w:rsidRPr="0054577C">
        <w:t>,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বংশের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দুই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সন্তান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জান্নাতের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যুবকদের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দুই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সর্দার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জাফর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তাইয়ার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সকলেই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অন্তর্ভুক্ত।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অতঃপর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বলেন</w:t>
      </w:r>
      <w:r w:rsidR="0054577C" w:rsidRPr="0054577C">
        <w:rPr>
          <w:cs/>
          <w:lang w:bidi="bn-IN"/>
        </w:rPr>
        <w:t xml:space="preserve">: </w:t>
      </w:r>
      <w:r w:rsidR="0054577C" w:rsidRPr="0054577C">
        <w:rPr>
          <w:rFonts w:hint="cs"/>
          <w:cs/>
          <w:lang w:bidi="bn-IN"/>
        </w:rPr>
        <w:t>যারা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চিনেন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চিনেনই</w:t>
      </w:r>
      <w:r w:rsidR="0054577C" w:rsidRPr="0054577C">
        <w:t xml:space="preserve">; </w:t>
      </w:r>
      <w:r w:rsidR="0054577C" w:rsidRPr="0054577C">
        <w:rPr>
          <w:rFonts w:hint="cs"/>
          <w:cs/>
          <w:lang w:bidi="bn-IN"/>
        </w:rPr>
        <w:t>আর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চিনেন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এখন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বংশকৌলীন্য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সম্পর্কে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অবহিত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করব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hi-IN"/>
        </w:rPr>
        <w:t>।</w:t>
      </w:r>
      <w:r w:rsidR="0054577C" w:rsidRPr="0054577C">
        <w:rPr>
          <w:cs/>
          <w:lang w:bidi="bn-IN"/>
        </w:rPr>
        <w:t xml:space="preserve"> </w:t>
      </w:r>
    </w:p>
    <w:p w:rsidR="0054577C" w:rsidRPr="0054577C" w:rsidRDefault="0054577C" w:rsidP="00846946">
      <w:pPr>
        <w:pStyle w:val="libNormal"/>
      </w:pP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জমজম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চাদরের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আঁচলে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যাকাত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ছুটে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সর্বোত্তম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লুঙ্গি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চাদর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পরিধানকারী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সর্বোত্তম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খড়ম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পরিধানকারীর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সর্বোত্তম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ব্যক্তিত্বের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তাওয়াফ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সাঈ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হজ্জ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লাব্বাইক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বলেছেন।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বোরাকে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আরোহণ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আসমানে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নৈশকালে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মসজিদুল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মসজিদুল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আকসায়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সত্ত্বা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নৈশকালে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করিয়েছেন।</w:t>
      </w:r>
      <w:r w:rsidRPr="0054577C">
        <w:rPr>
          <w:cs/>
          <w:lang w:bidi="bn-IN"/>
        </w:rPr>
        <w:t>)</w:t>
      </w:r>
      <w:r w:rsidR="00846946" w:rsidRPr="00846946">
        <w:rPr>
          <w:rStyle w:val="libFootnotenumChar"/>
          <w:rFonts w:hint="cs"/>
          <w:cs/>
          <w:lang w:bidi="bn-IN"/>
        </w:rPr>
        <w:t>১৩</w:t>
      </w:r>
      <w:r w:rsidR="00846946" w:rsidRPr="00846946">
        <w:rPr>
          <w:rStyle w:val="libFootnotenumChar"/>
          <w:cs/>
          <w:lang w:bidi="bn-IN"/>
        </w:rPr>
        <w:t>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জিব্রাঈল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সিদ্রাতুল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মুন্তাহায়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পৌঁছিয়েছেন।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বিঘত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অথবা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তদোপেক্ষা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আসমানসমূহের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ফেরেশ্তাদের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ওহী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ওহী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মোস্তফার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সন্তান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মানুষের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নাসিকা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ধুলায়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ধুসরিত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ইলাহা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ইল্লাল্লাহ্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বলতে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দুইবার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কিবলার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বদর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হুনাইনে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চোখের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পলক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অস্বীকার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অগ্রপথিক।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প্রতিশ্রুতি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ভঙ্গকারী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অত্যাচারী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খারিজীদেরকে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হত্যাকারী।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মহানুভব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দাতা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পবিত্রদের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নেতা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হেজাজের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সিংহ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ইরাকের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ব্যাঘ্র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মক্কী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মাদানী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আবতাহী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তাহামী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খাইফী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আকাবী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বদরী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ওহুদী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শাজারী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মুহাজেরী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সিবতাইনের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হাসান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তালিবের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ফাতিমা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যাহরার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নেত্রীর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cr/>
      </w: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মানুষের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কান্না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অব্যাহতভাবে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...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...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যাচ্ছিলেন।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হট্টগোল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মুয়াজ্জিনকে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আযান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ছেদ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ঘটায়।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মুয়াজ্জিন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আল্লাহু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আকবার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তুলনা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পঞ্চ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ইন্দ্রিয়ে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ধারণযোগ্য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বস্তুই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মুয়াজ্জিন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আশহাদু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ইলাহা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ইল্লাল্লাহ্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বাণীর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অস্তিত্ব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দিচ্ছে</w:t>
      </w:r>
      <w:r w:rsidRPr="0054577C">
        <w:t xml:space="preserve">;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চামড়া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মাংস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রক্ত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মেধা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অস্থি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দিচ্ছে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মুয়াজ্জিন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আশহাদু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মুহাম্মাদার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রাসূলুল্লাহ্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>.)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মিম্বরের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নানা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দাবি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নিশ্চয়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মিথ্যা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ইতরাতকে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বংশধর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846946">
      <w:pPr>
        <w:pStyle w:val="libNormal"/>
      </w:pPr>
      <w:r w:rsidRPr="0054577C">
        <w:rPr>
          <w:rFonts w:hint="cs"/>
          <w:cs/>
          <w:lang w:bidi="bn-IN"/>
        </w:rPr>
        <w:t>বর্ণনাকারী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মুয়াজ্জিন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আযান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যোহরের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>
        <w:rPr>
          <w:rFonts w:hint="eastAsia"/>
        </w:rPr>
        <w:t>’</w:t>
      </w:r>
      <w:r w:rsidR="00846946" w:rsidRPr="00846946">
        <w:rPr>
          <w:rStyle w:val="libFootnotenumChar"/>
          <w:rFonts w:hint="cs"/>
          <w:cs/>
          <w:lang w:bidi="bn-IN"/>
        </w:rPr>
        <w:t>১৩</w:t>
      </w:r>
      <w:r w:rsidR="00846946" w:rsidRPr="00846946">
        <w:rPr>
          <w:rStyle w:val="libFootnotenumChar"/>
          <w:cs/>
          <w:lang w:bidi="bn-IN"/>
        </w:rPr>
        <w:t>৫</w:t>
      </w:r>
    </w:p>
    <w:p w:rsidR="0054577C" w:rsidRPr="0054577C" w:rsidRDefault="0054577C" w:rsidP="00846946">
      <w:pPr>
        <w:pStyle w:val="Heading2Center"/>
      </w:pPr>
      <w:bookmarkStart w:id="82" w:name="_Toc535947676"/>
      <w:r w:rsidRPr="0054577C">
        <w:rPr>
          <w:rFonts w:hint="cs"/>
          <w:cs/>
          <w:lang w:bidi="bn-IN"/>
        </w:rPr>
        <w:t>খিলাফতের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রাজধানীতে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শোকানুষ্ঠান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পালন</w:t>
      </w:r>
      <w:bookmarkEnd w:id="82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দামেশকের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মসজিদে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বক্তব্যের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প্রস্তুতকৃত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ঘরটিতে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ভগ্নীগণ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ফুফুদেরকে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কয়েকদিন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শোকানুষ্ঠান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ক্রন্দন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শোকগাথাঁ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অনুষ্ঠানের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কতকগুলি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সীমাবদ্ধতাকে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শোকানুষ্ঠান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নিষেধাজ্ঞা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প্রত্যাহার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</w:p>
    <w:p w:rsidR="00846946" w:rsidRDefault="0054577C" w:rsidP="002562FC">
      <w:pPr>
        <w:pStyle w:val="libNormal"/>
        <w:rPr>
          <w:cs/>
          <w:lang w:bidi="bn-IN"/>
        </w:rPr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দামেশক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শোচনীয়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কাফেলাকে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পাঠায়।</w:t>
      </w:r>
      <w:r w:rsidRPr="0054577C">
        <w:rPr>
          <w:cs/>
          <w:lang w:bidi="bn-IN"/>
        </w:rPr>
        <w:t xml:space="preserve"> </w:t>
      </w:r>
    </w:p>
    <w:p w:rsidR="0054577C" w:rsidRPr="00743A59" w:rsidRDefault="00846946" w:rsidP="00743A59">
      <w:pPr>
        <w:rPr>
          <w:lang w:bidi="bn-IN"/>
        </w:rPr>
      </w:pPr>
      <w:r>
        <w:rPr>
          <w:cs/>
          <w:lang w:bidi="bn-IN"/>
        </w:rPr>
        <w:br w:type="page"/>
      </w:r>
    </w:p>
    <w:p w:rsidR="0054577C" w:rsidRPr="0054577C" w:rsidRDefault="0054577C" w:rsidP="00846946">
      <w:pPr>
        <w:pStyle w:val="Heading1Center"/>
      </w:pPr>
      <w:bookmarkStart w:id="83" w:name="_Toc535947677"/>
      <w:r w:rsidRPr="0054577C">
        <w:rPr>
          <w:rFonts w:hint="cs"/>
          <w:cs/>
          <w:lang w:bidi="bn-IN"/>
        </w:rPr>
        <w:lastRenderedPageBreak/>
        <w:t>ইমাম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সাহাবা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তাবেঈনের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bookmarkEnd w:id="83"/>
      <w:r w:rsidRPr="0054577C">
        <w:rPr>
          <w:rtl/>
          <w:cs/>
        </w:rPr>
        <w:t xml:space="preserve"> </w:t>
      </w:r>
    </w:p>
    <w:p w:rsidR="0054577C" w:rsidRPr="0054577C" w:rsidRDefault="0054577C" w:rsidP="00846946">
      <w:pPr>
        <w:pStyle w:val="libBold1"/>
      </w:pP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হানযালার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</w:p>
    <w:p w:rsidR="0054577C" w:rsidRPr="0054577C" w:rsidRDefault="0054577C" w:rsidP="00846946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হানযালার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পাশে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জমা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প্রতিশ্রুতি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আল্লাহকে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খোদার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কসম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আশঙ্কায়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ঘোষণা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হয়ত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পাথর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শয্যা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সঙ্গিনী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বিবাহ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করছে।</w:t>
      </w:r>
      <w:r>
        <w:rPr>
          <w:rFonts w:hint="eastAsia"/>
        </w:rPr>
        <w:t>’</w:t>
      </w:r>
      <w:r w:rsidR="00846946" w:rsidRPr="00846946">
        <w:rPr>
          <w:rStyle w:val="libFootnotenumChar"/>
          <w:rFonts w:hint="cs"/>
          <w:cs/>
          <w:lang w:bidi="bn-IN"/>
        </w:rPr>
        <w:t>১৩</w:t>
      </w:r>
      <w:r w:rsidR="00846946" w:rsidRPr="00846946">
        <w:rPr>
          <w:rStyle w:val="libFootnotenumChar"/>
          <w:cs/>
          <w:lang w:bidi="bn-IN"/>
        </w:rPr>
        <w:t>৬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যুবাইরও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ঘোষণা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ইয়াযীদকে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খিলাফতচ্যুত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বেশীর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মুতী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হানযা</w:t>
      </w:r>
      <w:r w:rsidR="00FA7DAC">
        <w:rPr>
          <w:rFonts w:hint="cs"/>
          <w:cs/>
          <w:lang w:bidi="bn-IN"/>
        </w:rPr>
        <w:t>লা</w:t>
      </w:r>
      <w:r w:rsidR="00FA7DAC" w:rsidRPr="00743A59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মসজিদে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একত্রিত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সাহাবী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পাগড়িটিকে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যেইভাবে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নিচ্ছি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অপসারণ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পাগড়িটিকে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মূল্যবান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শত্রুএবং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নেশাগ্রস্ত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থাকে।</w:t>
      </w:r>
      <w:r>
        <w:rPr>
          <w:rFonts w:hint="eastAsia"/>
        </w:rPr>
        <w:t>’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খোলার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খিলাফতচ্যুত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আরেকজন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শরীর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শার্ট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খোলার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খিলাফতচ্যুত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জোড়া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খোলার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ইত্যাদি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ইত্যাদি।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বিভিন্ন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পাগড়ি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জুতা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নাগরায়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স্তুপ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সকলে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অসন্তুষ্টি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পদচ্যুত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ঐকমত্য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পোষণ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846946">
      <w:pPr>
        <w:pStyle w:val="libNormal"/>
      </w:pPr>
      <w:r w:rsidRPr="0054577C">
        <w:rPr>
          <w:rFonts w:hint="cs"/>
          <w:cs/>
          <w:lang w:bidi="bn-IN"/>
        </w:rPr>
        <w:lastRenderedPageBreak/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বিতাড়িত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প্রতিশ্রুতি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বিপক্ষে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সহযোগিতা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থাকবেন।</w:t>
      </w:r>
    </w:p>
    <w:p w:rsidR="0054577C" w:rsidRPr="0054577C" w:rsidRDefault="0054577C" w:rsidP="00846946">
      <w:pPr>
        <w:pStyle w:val="libBold1"/>
      </w:pP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সাজ্জাদ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আশ্রয়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দিলেন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উমাইয়্যা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মারওয়ান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উমরের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রাহমান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পাচ্ছ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কর্তৃত্ব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গুটিয়ে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বিতাড়িত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আশ্রয়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দাও।</w:t>
      </w:r>
      <w:r>
        <w:rPr>
          <w:rFonts w:hint="eastAsia"/>
        </w:rPr>
        <w:t>’</w:t>
      </w:r>
      <w:r w:rsidRPr="0054577C">
        <w:t xml:space="preserve"> </w:t>
      </w:r>
    </w:p>
    <w:p w:rsidR="0054577C" w:rsidRPr="0054577C" w:rsidRDefault="0054577C" w:rsidP="00846946">
      <w:pPr>
        <w:pStyle w:val="libNormal"/>
      </w:pP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মারওয়ান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চরিত্র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অপছন্দ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করুন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আশ্রয়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আবেদন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উছমানের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কন্যা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মারওয়ানের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পুত্রসহ</w:t>
      </w:r>
      <w:r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আশ্রয়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="00846946" w:rsidRPr="00846946">
        <w:rPr>
          <w:rStyle w:val="libFootnotenumChar"/>
          <w:rFonts w:hint="cs"/>
          <w:cs/>
          <w:lang w:bidi="bn-IN"/>
        </w:rPr>
        <w:t>১৩</w:t>
      </w:r>
      <w:r w:rsidR="00846946" w:rsidRPr="00846946">
        <w:rPr>
          <w:rStyle w:val="libFootnotenumChar"/>
          <w:cs/>
          <w:lang w:bidi="bn-IN"/>
        </w:rPr>
        <w:t>৭</w:t>
      </w:r>
    </w:p>
    <w:p w:rsidR="0054577C" w:rsidRPr="0054577C" w:rsidRDefault="0054577C" w:rsidP="00846946">
      <w:pPr>
        <w:pStyle w:val="libNormal"/>
      </w:pPr>
      <w:r w:rsidRPr="0054577C">
        <w:rPr>
          <w:rFonts w:hint="cs"/>
          <w:cs/>
          <w:lang w:bidi="bn-IN"/>
        </w:rPr>
        <w:t>তাবারী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প্রশাসনিক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কর্মকর্তা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বিতাড়িত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মারওয়ান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হাকাম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উমরের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সঙ্গে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আবেদন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আশ্রয়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t xml:space="preserve">;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আবেদনটি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মঞ্জুর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মারওয়ান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সঙ্গে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থাকুক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ঠিক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মারওয়ান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সমীপে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cs/>
          <w:lang w:bidi="bn-IN"/>
        </w:rPr>
        <w:lastRenderedPageBreak/>
        <w:t>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মারওয়ানের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বাইরে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ইয়াম্বু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নামক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="00846946" w:rsidRPr="00846946">
        <w:rPr>
          <w:rStyle w:val="libFootnotenumChar"/>
          <w:rFonts w:hint="cs"/>
          <w:cs/>
          <w:lang w:bidi="bn-IN"/>
        </w:rPr>
        <w:t>১৩</w:t>
      </w:r>
      <w:r w:rsidR="00846946" w:rsidRPr="00846946">
        <w:rPr>
          <w:rStyle w:val="libFootnotenumChar"/>
          <w:cs/>
          <w:lang w:bidi="bn-IN"/>
        </w:rPr>
        <w:t>৮</w:t>
      </w:r>
    </w:p>
    <w:p w:rsidR="0054577C" w:rsidRPr="0054577C" w:rsidRDefault="0054577C" w:rsidP="00846946">
      <w:pPr>
        <w:pStyle w:val="Heading3"/>
      </w:pPr>
      <w:bookmarkStart w:id="84" w:name="_Toc535947678"/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প্রার্থনা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সমাবেশ</w:t>
      </w:r>
      <w:bookmarkEnd w:id="84"/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প্রার্থনা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উক্ববার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নেতৃত্বে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যুবাইরের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</w:t>
      </w:r>
      <w:r w:rsidRPr="0054577C">
        <w:rPr>
          <w:cs/>
          <w:lang w:bidi="bn-IN"/>
        </w:rPr>
        <w:t xml:space="preserve"> :</w:t>
      </w:r>
    </w:p>
    <w:p w:rsidR="0054577C" w:rsidRPr="0054577C" w:rsidRDefault="008B6C3F" w:rsidP="00846946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আসমানে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খোদাকে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আহ্বান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কারণ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তোমার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বিরুদ্ধে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আমি</w:t>
      </w:r>
      <w:r w:rsidR="0054577C" w:rsidRPr="0054577C">
        <w:rPr>
          <w:cs/>
          <w:lang w:bidi="bn-IN"/>
        </w:rPr>
        <w:t xml:space="preserve"> </w:t>
      </w:r>
      <w:r w:rsidR="0054577C" w:rsidRPr="008C68E5">
        <w:rPr>
          <w:rStyle w:val="libEnChar"/>
        </w:rPr>
        <w:t>‘</w:t>
      </w:r>
      <w:r w:rsidR="0054577C" w:rsidRPr="0054577C">
        <w:rPr>
          <w:rFonts w:hint="cs"/>
          <w:cs/>
          <w:lang w:bidi="bn-IN"/>
        </w:rPr>
        <w:t>আক্ক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আশ্আর</w:t>
      </w:r>
      <w:r w:rsidR="0054577C">
        <w:rPr>
          <w:rFonts w:hint="eastAsia"/>
        </w:rPr>
        <w:t>’</w:t>
      </w:r>
      <w:r w:rsidR="0054577C" w:rsidRPr="0054577C">
        <w:t xml:space="preserve"> </w:t>
      </w:r>
      <w:r w:rsidR="0054577C" w:rsidRPr="0054577C">
        <w:rPr>
          <w:rFonts w:hint="cs"/>
          <w:cs/>
          <w:lang w:bidi="bn-IN"/>
        </w:rPr>
        <w:t>গোত্রের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যোদ্ধা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ব্যক্তিদেরকে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প্রেরণ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করলাম।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সৈন্য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পৌঁছার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পূর্বেই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নিজ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জীবনের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নিরাপত্তার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কোনো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অন্বেষণ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</w:t>
      </w:r>
      <w:r w:rsidR="0054577C" w:rsidRPr="0054577C">
        <w:rPr>
          <w:cs/>
          <w:lang w:bidi="bn-IN"/>
        </w:rPr>
        <w:t xml:space="preserve"> !</w:t>
      </w:r>
      <w:r>
        <w:rPr>
          <w:rStyle w:val="libEnChar"/>
        </w:rPr>
        <w:t>”</w:t>
      </w:r>
      <w:r w:rsidR="0054577C" w:rsidRPr="00846946">
        <w:rPr>
          <w:rStyle w:val="libFootnotenumChar"/>
          <w:rFonts w:hint="cs"/>
          <w:cs/>
          <w:lang w:bidi="bn-IN"/>
        </w:rPr>
        <w:t>১</w:t>
      </w:r>
      <w:r w:rsidR="00846946" w:rsidRPr="00846946">
        <w:rPr>
          <w:rStyle w:val="libFootnotenumChar"/>
          <w:cs/>
          <w:lang w:bidi="bn-IN"/>
        </w:rPr>
        <w:t>৩৯</w:t>
      </w:r>
    </w:p>
    <w:p w:rsidR="0054577C" w:rsidRPr="0054577C" w:rsidRDefault="0054577C" w:rsidP="00846946">
      <w:pPr>
        <w:pStyle w:val="Heading2Center"/>
      </w:pPr>
      <w:bookmarkStart w:id="85" w:name="_Toc535947679"/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bookmarkEnd w:id="85"/>
    </w:p>
    <w:p w:rsidR="0054577C" w:rsidRPr="0054577C" w:rsidRDefault="0054577C" w:rsidP="00846946">
      <w:pPr>
        <w:pStyle w:val="libNormal"/>
      </w:pP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কঠিন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সংঘটিত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মদীনাবাসীগণ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পরাজিত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সেনাবাহিনী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প্রধান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উকবাহ্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নগরকে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বৈধ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ঘোষণা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লুণ্ঠন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="00846946">
        <w:rPr>
          <w:cs/>
          <w:lang w:bidi="bn-IN"/>
        </w:rPr>
        <w:t xml:space="preserve"> !</w:t>
      </w:r>
      <w:r w:rsidR="00846946" w:rsidRPr="00846946">
        <w:rPr>
          <w:rStyle w:val="libFootnotenumChar"/>
          <w:rFonts w:hint="cs"/>
          <w:cs/>
          <w:lang w:bidi="bn-IN"/>
        </w:rPr>
        <w:t>১৪</w:t>
      </w:r>
      <w:r w:rsidR="00846946" w:rsidRPr="00846946">
        <w:rPr>
          <w:rStyle w:val="libFootnotenumChar"/>
          <w:cs/>
          <w:lang w:bidi="bn-IN"/>
        </w:rPr>
        <w:t>০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846946">
      <w:pPr>
        <w:pStyle w:val="libNormal"/>
      </w:pPr>
      <w:r w:rsidRPr="0054577C">
        <w:rPr>
          <w:rFonts w:hint="cs"/>
          <w:cs/>
          <w:lang w:bidi="bn-IN"/>
        </w:rPr>
        <w:t>বৈধ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দিনগুলিতে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তিনজন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সাতশ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হাফেয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="00846946">
        <w:rPr>
          <w:cs/>
          <w:lang w:bidi="bn-IN"/>
        </w:rPr>
        <w:t xml:space="preserve"> !</w:t>
      </w:r>
      <w:r w:rsidR="00846946" w:rsidRPr="00846946">
        <w:rPr>
          <w:rStyle w:val="libFootnotenumChar"/>
          <w:rFonts w:hint="cs"/>
          <w:cs/>
          <w:lang w:bidi="bn-IN"/>
        </w:rPr>
        <w:t>১৪</w:t>
      </w:r>
      <w:r w:rsidR="00846946" w:rsidRPr="00846946">
        <w:rPr>
          <w:rStyle w:val="libFootnotenumChar"/>
          <w:cs/>
          <w:lang w:bidi="bn-IN"/>
        </w:rPr>
        <w:t>১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846946">
      <w:pPr>
        <w:pStyle w:val="libNormal"/>
      </w:pP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হত্যাযজ্ঞতা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মদীনাবাসীদের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উক্ত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দিনগুলিতে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সহস্র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গর্ভ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>,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সাতশ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শীর্ষস্থানীয়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মুহাজির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আনসার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মুক্তিদানকারী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t xml:space="preserve">;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ছাড়াও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সহস্র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পুরুষ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হন।</w:t>
      </w:r>
      <w:r w:rsidR="00846946" w:rsidRPr="00846946">
        <w:rPr>
          <w:rStyle w:val="libFootnotenumChar"/>
          <w:rFonts w:hint="cs"/>
          <w:cs/>
          <w:lang w:bidi="bn-IN"/>
        </w:rPr>
        <w:t>১৪</w:t>
      </w:r>
      <w:r w:rsidR="00846946" w:rsidRPr="00846946">
        <w:rPr>
          <w:rStyle w:val="libFootnotenumChar"/>
          <w:cs/>
          <w:lang w:bidi="bn-IN"/>
        </w:rPr>
        <w:t>২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846946">
      <w:pPr>
        <w:pStyle w:val="Heading2Center"/>
      </w:pPr>
      <w:bookmarkStart w:id="86" w:name="_Toc535947680"/>
      <w:r w:rsidRPr="0054577C">
        <w:rPr>
          <w:rFonts w:hint="cs"/>
          <w:cs/>
          <w:lang w:bidi="bn-IN"/>
        </w:rPr>
        <w:lastRenderedPageBreak/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bookmarkEnd w:id="86"/>
      <w:r w:rsidRPr="0054577C">
        <w:rPr>
          <w:cs/>
          <w:lang w:bidi="bn-IN"/>
        </w:rPr>
        <w:t xml:space="preserve"> </w:t>
      </w:r>
    </w:p>
    <w:p w:rsidR="0054577C" w:rsidRPr="0054577C" w:rsidRDefault="0054577C" w:rsidP="00846946">
      <w:pPr>
        <w:pStyle w:val="libNormal"/>
      </w:pPr>
      <w:r w:rsidRPr="0054577C">
        <w:rPr>
          <w:rFonts w:hint="cs"/>
          <w:cs/>
          <w:lang w:bidi="bn-IN"/>
        </w:rPr>
        <w:t>ইতিহাসে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উক্ববাহ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নিরঙ্কুশ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ইচ্ছামত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পারবে।</w:t>
      </w:r>
      <w:r>
        <w:rPr>
          <w:rFonts w:hint="eastAsia"/>
        </w:rPr>
        <w:t>’</w:t>
      </w:r>
      <w:r w:rsidR="00846946" w:rsidRPr="00846946">
        <w:rPr>
          <w:rStyle w:val="libFootnotenumChar"/>
          <w:rFonts w:hint="cs"/>
          <w:cs/>
          <w:lang w:bidi="bn-IN"/>
        </w:rPr>
        <w:t>১৪</w:t>
      </w:r>
      <w:r w:rsidR="00846946" w:rsidRPr="00846946">
        <w:rPr>
          <w:rStyle w:val="libFootnotenumChar"/>
          <w:cs/>
          <w:lang w:bidi="bn-IN"/>
        </w:rPr>
        <w:t>৩</w:t>
      </w:r>
    </w:p>
    <w:p w:rsidR="00846946" w:rsidRDefault="0054577C" w:rsidP="00846946">
      <w:pPr>
        <w:pStyle w:val="libNormal"/>
        <w:rPr>
          <w:cs/>
          <w:lang w:bidi="bn-IN"/>
        </w:rPr>
      </w:pP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বেঁচে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গোলাম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বাইয়াত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মদীনাবাসীদের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মামারা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সেনাবাহিনীতে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মদীনাবাসীদের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অস্বীকৃতি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জানিয়েছিল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সকলকেই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করেছিল।</w:t>
      </w:r>
      <w:r w:rsidR="00846946" w:rsidRPr="00846946">
        <w:rPr>
          <w:rStyle w:val="libFootnotenumChar"/>
          <w:rFonts w:hint="cs"/>
          <w:cs/>
          <w:lang w:bidi="bn-IN"/>
        </w:rPr>
        <w:t>১৪</w:t>
      </w:r>
      <w:r w:rsidR="00846946" w:rsidRPr="00846946">
        <w:rPr>
          <w:rStyle w:val="libFootnotenumChar"/>
          <w:cs/>
          <w:lang w:bidi="bn-IN"/>
        </w:rPr>
        <w:t>৪</w:t>
      </w:r>
    </w:p>
    <w:p w:rsidR="0054577C" w:rsidRPr="0054577C" w:rsidRDefault="0054577C" w:rsidP="00846946">
      <w:pPr>
        <w:pStyle w:val="Heading2Center"/>
      </w:pPr>
      <w:bookmarkStart w:id="87" w:name="_Toc535947681"/>
      <w:r w:rsidRPr="0054577C">
        <w:rPr>
          <w:rFonts w:hint="cs"/>
          <w:cs/>
          <w:lang w:bidi="bn-IN"/>
        </w:rPr>
        <w:t>মক্কাভিমুখে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যাত্রা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প্রধানের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মুনাজাত</w:t>
      </w:r>
      <w:bookmarkEnd w:id="87"/>
    </w:p>
    <w:p w:rsidR="0054577C" w:rsidRPr="0054577C" w:rsidRDefault="0054577C" w:rsidP="00846946">
      <w:pPr>
        <w:pStyle w:val="libNormal"/>
      </w:pPr>
      <w:r>
        <w:rPr>
          <w:rFonts w:hint="eastAsia"/>
        </w:rPr>
        <w:t>‘</w:t>
      </w: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উকবাহ্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মদীনাবাসীদের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আত্মসাৎ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মক্কাভিমুখে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যাত্রা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পথিমধ্যে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অসুস্থ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পড়ে।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আলামত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সেনাপতির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দায়িত্বভার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মুনাজাত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ইলাহা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ইল্লাল্লাহু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মুহাম্মাদুর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রাসূলুল্লাহ্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সাক্ষ্য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আখিরাতের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মদীনাবাসীদের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প্রিয়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জাহান্নামে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প্রতীয়মান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হতভাগ্য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  <w:r w:rsidR="00846946" w:rsidRPr="00846946">
        <w:rPr>
          <w:rStyle w:val="libFootnotenumChar"/>
          <w:rFonts w:hint="cs"/>
          <w:cs/>
          <w:lang w:bidi="bn-IN"/>
        </w:rPr>
        <w:t>১৪</w:t>
      </w:r>
      <w:r w:rsidR="00846946" w:rsidRPr="00846946">
        <w:rPr>
          <w:rStyle w:val="libFootnotenumChar"/>
          <w:cs/>
          <w:lang w:bidi="bn-IN"/>
        </w:rPr>
        <w:t>৫</w:t>
      </w:r>
    </w:p>
    <w:p w:rsidR="0054577C" w:rsidRPr="0054577C" w:rsidRDefault="0054577C" w:rsidP="00F47850">
      <w:pPr>
        <w:pStyle w:val="Heading2Center"/>
      </w:pPr>
      <w:bookmarkStart w:id="88" w:name="_Toc535947682"/>
      <w:r w:rsidRPr="0054577C">
        <w:rPr>
          <w:rFonts w:hint="cs"/>
          <w:cs/>
          <w:lang w:bidi="bn-IN"/>
        </w:rPr>
        <w:lastRenderedPageBreak/>
        <w:t>খলীফার</w:t>
      </w:r>
      <w:r w:rsidRPr="0054577C">
        <w:rPr>
          <w:cs/>
          <w:lang w:bidi="bn-IN"/>
        </w:rPr>
        <w:t xml:space="preserve"> </w:t>
      </w:r>
      <w:r w:rsidRPr="00F47850">
        <w:rPr>
          <w:rFonts w:eastAsia="Calibri" w:hint="cs"/>
          <w:cs/>
          <w:lang w:bidi="bn-IN"/>
        </w:rPr>
        <w:t>সৈন্যরা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কাবায়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জ্বালায়</w:t>
      </w:r>
      <w:bookmarkEnd w:id="88"/>
    </w:p>
    <w:p w:rsidR="0054577C" w:rsidRPr="0054577C" w:rsidRDefault="0054577C" w:rsidP="00F47850">
      <w:pPr>
        <w:pStyle w:val="libNormal"/>
      </w:pPr>
      <w:r w:rsidRPr="0054577C">
        <w:rPr>
          <w:rFonts w:hint="cs"/>
          <w:cs/>
          <w:lang w:bidi="bn-IN"/>
        </w:rPr>
        <w:t>মুসলিম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উকবার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স্থলাভিষিক্ত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নুমাইর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মক্কায়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পাথর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নিক্ষেপকারী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যন্ত্র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কাবাগৃহের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পাথর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কাপড়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কেরোসিন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জ্বালানোর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জিনিস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rPr>
          <w:rFonts w:hint="cs"/>
          <w:cs/>
          <w:lang w:bidi="bn-IN"/>
        </w:rPr>
        <w:t>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জ্বালায়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ধ্বংস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="00F47850" w:rsidRPr="00F47850">
        <w:rPr>
          <w:rStyle w:val="libFootnotenumChar"/>
          <w:rFonts w:hint="cs"/>
          <w:cs/>
          <w:lang w:bidi="bn-IN"/>
        </w:rPr>
        <w:t>১৪</w:t>
      </w:r>
      <w:r w:rsidR="00F47850" w:rsidRPr="00F47850">
        <w:rPr>
          <w:rStyle w:val="libFootnotenumChar"/>
          <w:cs/>
          <w:lang w:bidi="bn-IN"/>
        </w:rPr>
        <w:t>৬</w:t>
      </w:r>
    </w:p>
    <w:p w:rsidR="0054577C" w:rsidRPr="0054577C" w:rsidRDefault="0054577C" w:rsidP="00F47850">
      <w:pPr>
        <w:pStyle w:val="libNormal"/>
      </w:pP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ন্যাক্কারজনক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কর্মকাণ্ডের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নুমাইর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দায়িত্বভার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মাকাম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মুসাল্লা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টিই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ভষ্মীভূত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="00F47850" w:rsidRPr="00F00230">
        <w:rPr>
          <w:rStyle w:val="libEnChar"/>
        </w:rPr>
        <w:t>’</w:t>
      </w:r>
      <w:r w:rsidRPr="00F47850">
        <w:rPr>
          <w:rStyle w:val="libFootnotenumChar"/>
          <w:rFonts w:hint="cs"/>
          <w:cs/>
          <w:lang w:bidi="bn-IN"/>
        </w:rPr>
        <w:t>১৪</w:t>
      </w:r>
      <w:r w:rsidR="00F47850" w:rsidRPr="00F47850">
        <w:rPr>
          <w:rStyle w:val="libFootnotenumChar"/>
          <w:cs/>
          <w:lang w:bidi="bn-IN"/>
        </w:rPr>
        <w:t>৭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চলাকালিন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কখনও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কখনও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উভয়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খতীব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যুবাইর</w:t>
      </w:r>
      <w:r w:rsidRPr="0054577C">
        <w:rPr>
          <w:cs/>
          <w:lang w:bidi="bn-IN"/>
        </w:rPr>
        <w:t xml:space="preserve"> 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rPr>
          <w:rFonts w:hint="cs"/>
          <w:cs/>
          <w:lang w:bidi="bn-IN"/>
        </w:rPr>
        <w:t>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সিরিয়াবাসী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শরীফ।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জাহিলিয়্যাতের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মানুষের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আশ্রয়স্থল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পশুপাখিও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নিরাপদ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সিরিয়াবাসী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আল্লাহকে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F47850">
      <w:pPr>
        <w:pStyle w:val="libNormal"/>
      </w:pPr>
      <w:r w:rsidRPr="0054577C">
        <w:rPr>
          <w:rFonts w:hint="cs"/>
          <w:cs/>
          <w:lang w:bidi="bn-IN"/>
        </w:rPr>
        <w:t>অপরদিকে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সিরিয়াবাসীরা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চিৎকার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!!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!! </w:t>
      </w:r>
      <w:r w:rsidRPr="0054577C">
        <w:rPr>
          <w:rFonts w:hint="cs"/>
          <w:cs/>
          <w:lang w:bidi="bn-IN"/>
        </w:rPr>
        <w:t>রাত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আসতেই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rPr>
          <w:rFonts w:hint="cs"/>
          <w:cs/>
          <w:lang w:bidi="bn-IN"/>
        </w:rPr>
        <w:t>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লাগা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অব্যাহত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rPr>
          <w:rFonts w:hint="cs"/>
          <w:cs/>
          <w:lang w:bidi="bn-IN"/>
        </w:rPr>
        <w:t>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মর্য়দা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একত্রিত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পরস্পরে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বিপরীতে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t xml:space="preserve">, 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rPr>
          <w:rFonts w:hint="cs"/>
          <w:cs/>
          <w:lang w:bidi="bn-IN"/>
        </w:rPr>
        <w:t>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F47850">
        <w:rPr>
          <w:rStyle w:val="libFootnotenumChar"/>
          <w:rFonts w:hint="cs"/>
          <w:cs/>
          <w:lang w:bidi="bn-IN"/>
        </w:rPr>
        <w:t>১৪</w:t>
      </w:r>
      <w:r w:rsidR="00F47850" w:rsidRPr="00F47850">
        <w:rPr>
          <w:rStyle w:val="libFootnotenumChar"/>
          <w:cs/>
          <w:lang w:bidi="bn-IN"/>
        </w:rPr>
        <w:t>৮</w:t>
      </w:r>
    </w:p>
    <w:p w:rsidR="0054577C" w:rsidRPr="0054577C" w:rsidRDefault="00F47850" w:rsidP="00F47850">
      <w:pPr>
        <w:pStyle w:val="libNormal"/>
      </w:pPr>
      <w:r>
        <w:rPr>
          <w:rFonts w:hint="cs"/>
          <w:cs/>
          <w:lang w:bidi="bn-IN"/>
        </w:rPr>
        <w:t>কা</w:t>
      </w:r>
      <w:r w:rsidRPr="00743A59">
        <w:rPr>
          <w:rStyle w:val="libEnChar"/>
          <w:rFonts w:hint="cs"/>
        </w:rPr>
        <w:t>’</w:t>
      </w:r>
      <w:r w:rsidR="0054577C" w:rsidRPr="0054577C">
        <w:rPr>
          <w:rFonts w:hint="cs"/>
          <w:cs/>
          <w:lang w:bidi="bn-IN"/>
        </w:rPr>
        <w:t>বার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অগ্নিকাণ্ডে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আগুনের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প্রচণ্ড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শিখায়</w:t>
      </w:r>
      <w:r w:rsidR="0054577C"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</w:t>
      </w:r>
      <w:r w:rsidRPr="00743A59">
        <w:rPr>
          <w:rStyle w:val="libEnChar"/>
          <w:rFonts w:hint="cs"/>
        </w:rPr>
        <w:t>’</w:t>
      </w:r>
      <w:r w:rsidR="0054577C" w:rsidRPr="0054577C">
        <w:rPr>
          <w:rFonts w:hint="cs"/>
          <w:cs/>
          <w:lang w:bidi="bn-IN"/>
        </w:rPr>
        <w:t>বা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ঘরের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পর্দা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ছাদ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হযরত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ইসমাঈলের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আ</w:t>
      </w:r>
      <w:r w:rsidR="0054577C" w:rsidRPr="0054577C">
        <w:rPr>
          <w:cs/>
          <w:lang w:bidi="bn-IN"/>
        </w:rPr>
        <w:t xml:space="preserve">.) </w:t>
      </w:r>
      <w:r w:rsidR="0054577C" w:rsidRPr="0054577C">
        <w:rPr>
          <w:rFonts w:hint="cs"/>
          <w:cs/>
          <w:lang w:bidi="bn-IN"/>
        </w:rPr>
        <w:t>জীবনের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বিনিময়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স্বরূপ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আল্লাহর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পক্ষ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থেকে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প্রেরিত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দুম্বার</w:t>
      </w:r>
      <w:r w:rsidR="0054577C" w:rsidRPr="0054577C">
        <w:rPr>
          <w:cs/>
          <w:lang w:bidi="bn-IN"/>
        </w:rPr>
        <w:t xml:space="preserve"> </w:t>
      </w:r>
      <w:r w:rsidR="0054577C">
        <w:rPr>
          <w:rFonts w:hint="cs"/>
          <w:cs/>
          <w:lang w:bidi="bn-IN"/>
        </w:rPr>
        <w:t>দু</w:t>
      </w:r>
      <w:r w:rsidR="0054577C" w:rsidRPr="008C68E5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শিং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</w:t>
      </w:r>
      <w:r w:rsidR="0054577C"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কা</w:t>
      </w:r>
      <w:r w:rsidRPr="00743A59">
        <w:rPr>
          <w:rStyle w:val="libEnChar"/>
          <w:rFonts w:hint="cs"/>
        </w:rPr>
        <w:t>’</w:t>
      </w:r>
      <w:r w:rsidR="0054577C" w:rsidRPr="0054577C">
        <w:rPr>
          <w:rFonts w:hint="cs"/>
          <w:cs/>
          <w:lang w:bidi="bn-IN"/>
        </w:rPr>
        <w:t>বা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ঘরের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দেয়ালে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ঝুলানো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ছিল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সব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কিছু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পুড়ে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যায়।</w:t>
      </w:r>
      <w:r w:rsidRPr="00F47850">
        <w:rPr>
          <w:rStyle w:val="libFootnotenumChar"/>
          <w:rFonts w:hint="cs"/>
          <w:cs/>
          <w:lang w:bidi="bn-IN"/>
        </w:rPr>
        <w:t>১</w:t>
      </w:r>
      <w:r w:rsidRPr="00F47850">
        <w:rPr>
          <w:rStyle w:val="libFootnotenumChar"/>
          <w:cs/>
          <w:lang w:bidi="bn-IN"/>
        </w:rPr>
        <w:t>৪৯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="00F47850">
        <w:rPr>
          <w:rFonts w:hint="cs"/>
          <w:cs/>
          <w:lang w:bidi="bn-IN"/>
        </w:rPr>
        <w:t>কা</w:t>
      </w:r>
      <w:r w:rsidR="00F47850" w:rsidRPr="00743A59">
        <w:rPr>
          <w:rStyle w:val="libEnChar"/>
          <w:rFonts w:hint="cs"/>
        </w:rPr>
        <w:t>’</w:t>
      </w:r>
      <w:r w:rsidRPr="0054577C">
        <w:rPr>
          <w:rFonts w:hint="cs"/>
          <w:cs/>
          <w:lang w:bidi="bn-IN"/>
        </w:rPr>
        <w:t>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অব্যাহত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</w:p>
    <w:p w:rsidR="0054577C" w:rsidRPr="0054577C" w:rsidRDefault="0054577C" w:rsidP="00F47850">
      <w:pPr>
        <w:pStyle w:val="Heading2Center"/>
      </w:pPr>
      <w:bookmarkStart w:id="89" w:name="_Toc535947683"/>
      <w:r w:rsidRPr="0054577C">
        <w:rPr>
          <w:rFonts w:hint="cs"/>
          <w:cs/>
          <w:lang w:bidi="bn-IN"/>
        </w:rPr>
        <w:lastRenderedPageBreak/>
        <w:t>দুই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bookmarkEnd w:id="89"/>
    </w:p>
    <w:p w:rsidR="0054577C" w:rsidRPr="0054577C" w:rsidRDefault="0054577C" w:rsidP="00F47850">
      <w:pPr>
        <w:pStyle w:val="libNormal"/>
      </w:pPr>
      <w:r w:rsidRPr="0054577C">
        <w:rPr>
          <w:rFonts w:hint="cs"/>
          <w:cs/>
          <w:lang w:bidi="bn-IN"/>
        </w:rPr>
        <w:t>মক্কা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উত্তেজনার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উত্তেজনার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যেমন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ছারাতিল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</w:t>
      </w:r>
      <w:r w:rsidR="008E06C8">
        <w:rPr>
          <w:rFonts w:hint="cs"/>
          <w:cs/>
          <w:lang w:bidi="bn-IN"/>
        </w:rPr>
        <w:t>ন</w:t>
      </w:r>
      <w:r w:rsidR="008E06C8" w:rsidRPr="00743A59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শ্লোগান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নগরীতে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৬৫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হিজরীতে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তাওয়্যাবীনের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আন্দোলন।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তাঁরা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আইনুল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ওয়ারদা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নামক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বিপক্ষে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৬৬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হিজরীতে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নগরীতে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মুখ্তারের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আন্দোলন।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>.)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হন্তাদেরকে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ডাক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নিশ্চিহ্ন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আলাভীদের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ইয়াহ্ইয়ার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আন্দোলন।</w:t>
      </w:r>
      <w:r w:rsidRPr="00F47850">
        <w:rPr>
          <w:rStyle w:val="libFootnotenumChar"/>
          <w:rFonts w:hint="cs"/>
          <w:cs/>
          <w:lang w:bidi="bn-IN"/>
        </w:rPr>
        <w:t>১৫</w:t>
      </w:r>
      <w:r w:rsidR="00F47850" w:rsidRPr="00F47850">
        <w:rPr>
          <w:rStyle w:val="libFootnotenumChar"/>
          <w:cs/>
          <w:lang w:bidi="bn-IN"/>
        </w:rPr>
        <w:t>০</w:t>
      </w:r>
      <w:r w:rsidR="00F47850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সর্বশেষে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আব্বাসীয়দের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মুহাম্মাদের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শ্লোগান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র্খিলাফতকে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উৎখাত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শ্লোগানের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F47850">
        <w:rPr>
          <w:rStyle w:val="libFootnotenumChar"/>
          <w:rFonts w:hint="cs"/>
          <w:cs/>
          <w:lang w:bidi="bn-IN"/>
        </w:rPr>
        <w:t>১৫</w:t>
      </w:r>
      <w:r w:rsidR="00F47850" w:rsidRPr="00F47850">
        <w:rPr>
          <w:rStyle w:val="libFootnotenumChar"/>
          <w:cs/>
          <w:lang w:bidi="bn-IN"/>
        </w:rPr>
        <w:t>১</w:t>
      </w:r>
    </w:p>
    <w:p w:rsidR="0054577C" w:rsidRPr="0054577C" w:rsidRDefault="0054577C" w:rsidP="00F47850">
      <w:pPr>
        <w:pStyle w:val="libBold1"/>
      </w:pPr>
      <w:r w:rsidRPr="0054577C">
        <w:rPr>
          <w:rFonts w:hint="cs"/>
          <w:cs/>
          <w:lang w:bidi="bn-IN"/>
        </w:rPr>
        <w:t>বিপ্লবীরা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দুর্বল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ইমামগণ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বিধানসমূহকে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পুনর্বহাল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একদিকে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বিপ্লবীদের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উত্তেজনা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আন্দোলন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বিপ্লবসমূহ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ইমামগণের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গৃহীত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পদক্ষেপের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সুবাদে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ইমামগণ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>.)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ধ্বংস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বিলুপ্ত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শরীয়তকে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বহাল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বিধানসমূহকে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শিক্ষালয়কে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</w:p>
    <w:p w:rsidR="00F47850" w:rsidRPr="00743A59" w:rsidRDefault="00F47850" w:rsidP="00743A59">
      <w:r>
        <w:br w:type="page"/>
      </w:r>
    </w:p>
    <w:p w:rsidR="0054577C" w:rsidRPr="0054577C" w:rsidRDefault="00F00230" w:rsidP="00F47850">
      <w:pPr>
        <w:pStyle w:val="Heading1Center"/>
      </w:pPr>
      <w:bookmarkStart w:id="90" w:name="_Toc535947684"/>
      <w:r w:rsidRPr="00F00230">
        <w:rPr>
          <w:rFonts w:hint="cs"/>
          <w:cs/>
          <w:lang w:bidi="bn-IN"/>
        </w:rPr>
        <w:lastRenderedPageBreak/>
        <w:t>হযরত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সায়্যিদুশ্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শুহাদার</w:t>
      </w:r>
      <w:r w:rsidRPr="00F00230">
        <w:rPr>
          <w:cs/>
          <w:lang w:bidi="bn-IN"/>
        </w:rPr>
        <w:t xml:space="preserve"> (</w:t>
      </w:r>
      <w:r w:rsidRPr="00F00230">
        <w:rPr>
          <w:rFonts w:hint="cs"/>
          <w:cs/>
          <w:lang w:bidi="bn-IN"/>
        </w:rPr>
        <w:t>আ</w:t>
      </w:r>
      <w:r w:rsidRPr="00F00230">
        <w:rPr>
          <w:cs/>
          <w:lang w:bidi="bn-IN"/>
        </w:rPr>
        <w:t xml:space="preserve">.) </w:t>
      </w:r>
      <w:r w:rsidRPr="00F00230">
        <w:rPr>
          <w:rFonts w:hint="cs"/>
          <w:cs/>
          <w:lang w:bidi="bn-IN"/>
        </w:rPr>
        <w:t>অভ্যুত্থানের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ফলাফল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ও</w:t>
      </w:r>
      <w:r w:rsidRPr="00F00230">
        <w:rPr>
          <w:cs/>
          <w:lang w:bidi="bn-IN"/>
        </w:rPr>
        <w:t xml:space="preserve"> </w:t>
      </w:r>
      <w:r w:rsidRPr="00F00230">
        <w:rPr>
          <w:rFonts w:hint="cs"/>
          <w:cs/>
          <w:lang w:bidi="bn-IN"/>
        </w:rPr>
        <w:t>অবদানসমূহ</w:t>
      </w:r>
      <w:bookmarkEnd w:id="90"/>
    </w:p>
    <w:p w:rsidR="0054577C" w:rsidRPr="0054577C" w:rsidRDefault="0054577C" w:rsidP="002562FC">
      <w:pPr>
        <w:pStyle w:val="libNormal"/>
      </w:pP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মুয়াবিয়া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সিরিয়ার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চল্লিশ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বছর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পরিচালনাকালে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সিরিয়াবাসীকে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ইচ্ছামত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প্রশিক্ষিত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সাহাবীগণও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নব্বই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যোদ্ধা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সহযোগিদের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বিচ্ছিন্ন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সিরিয়া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সন্ততিকে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প্রত্যেক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প্রান্তে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জেগে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সর্বপ্রথম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বিক্ষোভ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যেটিকে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হাররার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বলা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তৃতীয়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তাওয়াবীনের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সংগ্রাম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মুখ্তারের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বিদ্রোহ্।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সারকথা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সংঘটিত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ঘটে।</w:t>
      </w:r>
    </w:p>
    <w:p w:rsidR="0054577C" w:rsidRPr="0054577C" w:rsidRDefault="0054577C" w:rsidP="00F47850">
      <w:pPr>
        <w:pStyle w:val="libNormal"/>
      </w:pP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গুরুত্বপূর্ণ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খিলাফতের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তথাকথিত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ক্ষুন্ন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করাটাই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বাতিল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ভ্রান্ত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পর্যায়ে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আব্দুল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হাজ্জাজ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খালীফাতু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আহাদিকুম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আক্বরাবু</w:t>
      </w:r>
      <w:r>
        <w:rPr>
          <w:rFonts w:hint="eastAsia"/>
        </w:rPr>
        <w:t>’</w:t>
      </w:r>
      <w:r w:rsidRPr="0054577C">
        <w:rPr>
          <w:rFonts w:hint="cs"/>
          <w:cs/>
          <w:lang w:bidi="bn-IN"/>
        </w:rPr>
        <w:t>ইনদাহু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রাসূলুহু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প্রতিনিধি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প্রিয়ভাজন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</w:t>
      </w:r>
      <w:r w:rsidRPr="0054577C">
        <w:t>?</w:t>
      </w:r>
      <w:r w:rsidR="00F47850" w:rsidRPr="00F47850">
        <w:rPr>
          <w:rStyle w:val="libFootnotenumChar"/>
          <w:rFonts w:hint="cs"/>
          <w:cs/>
          <w:lang w:bidi="bn-IN"/>
        </w:rPr>
        <w:t>১৫</w:t>
      </w:r>
      <w:r w:rsidR="00F47850" w:rsidRPr="00F47850">
        <w:rPr>
          <w:rStyle w:val="libFootnotenumChar"/>
          <w:cs/>
          <w:lang w:bidi="bn-IN"/>
        </w:rPr>
        <w:t>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lastRenderedPageBreak/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ওহীর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মাত্র।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পক্ষান্তরে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পৃথিবীর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প্রতিনিধি।</w:t>
      </w:r>
    </w:p>
    <w:p w:rsidR="0054577C" w:rsidRPr="0054577C" w:rsidRDefault="0054577C" w:rsidP="00F47850">
      <w:pPr>
        <w:pStyle w:val="libNormal"/>
      </w:pP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কতদিন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কবর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পচে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অস্থিগুলির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চারপাশে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ঘুরবে</w:t>
      </w:r>
      <w:r w:rsidRPr="0054577C">
        <w:rPr>
          <w:cs/>
          <w:lang w:bidi="bn-IN"/>
        </w:rPr>
        <w:t xml:space="preserve"> </w:t>
      </w:r>
      <w:r w:rsidRPr="0054577C">
        <w:t>?</w:t>
      </w:r>
      <w:r w:rsidRPr="008C68E5">
        <w:rPr>
          <w:rStyle w:val="libEnChar"/>
        </w:rPr>
        <w:t>’</w:t>
      </w:r>
      <w:r w:rsidRPr="00F47850">
        <w:rPr>
          <w:rStyle w:val="libFootnotenumChar"/>
          <w:rFonts w:hint="cs"/>
          <w:cs/>
          <w:lang w:bidi="bn-IN"/>
        </w:rPr>
        <w:t>১৫</w:t>
      </w:r>
      <w:r w:rsidR="00F47850" w:rsidRPr="00F47850">
        <w:rPr>
          <w:rStyle w:val="libFootnotenumChar"/>
          <w:cs/>
          <w:lang w:bidi="bn-IN"/>
        </w:rPr>
        <w:t>৩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মর্যাদাকে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অস্বীকার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অবাধ্যতাকে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পর্যায়ে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উন্নীত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মক্কার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হজ্জ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চারপাশে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তাওয়াফ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সিরিয়াবাসীরা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মুক্বাদ্দাসে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ইহরাম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বাঁধবে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মুক্বাদ্দাসের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শিলাখণ্ডের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তাওয়াফ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ইহরাম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হবে।</w:t>
      </w:r>
      <w:r w:rsidRPr="00F47850">
        <w:rPr>
          <w:rStyle w:val="libFootnotenumChar"/>
          <w:rFonts w:hint="cs"/>
          <w:cs/>
          <w:lang w:bidi="bn-IN"/>
        </w:rPr>
        <w:t>১৫</w:t>
      </w:r>
      <w:r w:rsidR="00F47850" w:rsidRPr="00F47850">
        <w:rPr>
          <w:rStyle w:val="libFootnotenumChar"/>
          <w:cs/>
          <w:lang w:bidi="bn-IN"/>
        </w:rPr>
        <w:t>৪</w:t>
      </w:r>
    </w:p>
    <w:p w:rsidR="0054577C" w:rsidRPr="0054577C" w:rsidRDefault="0054577C" w:rsidP="00F47850">
      <w:pPr>
        <w:pStyle w:val="libNormal"/>
      </w:pP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মতাদর্শের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বিপরীতে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জেগে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ইমামগণের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খুলাফা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মতাদর্শের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ওয়াসিয়া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কুরসিয়্যুহুস্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সামাওয়াতি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আরয্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F47850">
        <w:rPr>
          <w:rStyle w:val="libFootnotenumChar"/>
          <w:rFonts w:hint="cs"/>
          <w:cs/>
          <w:lang w:bidi="bn-IN"/>
        </w:rPr>
        <w:t>১৫</w:t>
      </w:r>
      <w:r w:rsidR="00F47850" w:rsidRPr="00F47850">
        <w:rPr>
          <w:rStyle w:val="libFootnotenumChar"/>
          <w:cs/>
          <w:lang w:bidi="bn-IN"/>
        </w:rPr>
        <w:t>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আয়াতাংশের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কুরসীর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চেয়ার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রয়েছেন।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উক্ত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কুরসীটি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দেহ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কুরসীর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চারহাত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অতিরিক্ত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প্রসারিত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রয়েছে।</w:t>
      </w:r>
      <w:r w:rsidRPr="00F47850">
        <w:rPr>
          <w:rStyle w:val="libFootnotenumChar"/>
          <w:rFonts w:hint="cs"/>
          <w:cs/>
          <w:lang w:bidi="bn-IN"/>
        </w:rPr>
        <w:t>১৫</w:t>
      </w:r>
      <w:r w:rsidR="00F47850" w:rsidRPr="00F47850">
        <w:rPr>
          <w:rStyle w:val="libFootnotenumChar"/>
          <w:cs/>
          <w:lang w:bidi="bn-IN"/>
        </w:rPr>
        <w:t>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ইমামগণ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কুরসীর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জমিনকে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বেষ্টন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রেখেছে।</w:t>
      </w:r>
      <w:r w:rsidRPr="00F47850">
        <w:rPr>
          <w:rStyle w:val="libFootnotenumChar"/>
          <w:rFonts w:hint="cs"/>
          <w:cs/>
          <w:lang w:bidi="bn-IN"/>
        </w:rPr>
        <w:t>১৫</w:t>
      </w:r>
      <w:r w:rsidR="00F47850" w:rsidRPr="00F47850">
        <w:rPr>
          <w:rStyle w:val="libFootnotenumChar"/>
          <w:cs/>
          <w:lang w:bidi="bn-IN"/>
        </w:rPr>
        <w:t>৭</w:t>
      </w:r>
      <w:r w:rsidR="00F47850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সুতরাং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চেষ্টা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সাধনার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বিনিময়ে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আক্বীদা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খুলাফা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মতাদর্শে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অধীন।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পৃথক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মতাদর্শের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আলিমরা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আনাস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হানীফা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প্রমুখ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কর্তৃপক্ষ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মতাদর্শে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আলিমরা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পৃথক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রাজনীতি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পৃথক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অবশ্য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ব্যবস্থায়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রাষ্ট্রীয়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কর্তৃত্ব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পৃথক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আবশ্যক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ইমামগণ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নিষ্পাপ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নীতিবান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ফকীহর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ফকীহে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আদেল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দায়িত্ব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গঠন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মুসলমানরা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জালিম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অভিভাবক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ওয়াজিব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বৈধ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পৃথিবী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ধ্বংস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যখনই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সুন্নতের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বিপরীত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পিছনে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খোমেনী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রহ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শিয়ারা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পতাকা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তাগুতের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লড়েছিলেন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সেইটিও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ইরানে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প্রজাতন্ত্র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প্রতিষ্ঠিত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খোদাদ্রোহিতার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দাঁড়ানোর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প্রশিক্ষণের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থাকত।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ইরানের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প্রজাতন্ত্রের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ভিত্তিস্থাপক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রাহবার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স্বয়ং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আন্দোলনকে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বিদ্যমান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অধীনে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মূল্যবান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মূলধন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যেমনটি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খোমেনী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রহঃ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তেমনভাবে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মূলধনকে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লাগিয়েছেন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চাপিয়ে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রণাঙ্গনে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করাটাও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আদর্শের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প্রশিক্ষণ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প্রাপ্ত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শিয়াদের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স্বরূপ।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ইরানী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ইরানে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প্রজাতন্ত্রের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জেগে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দাঁড়িয়েছে।</w:t>
      </w:r>
    </w:p>
    <w:p w:rsidR="00F47850" w:rsidRPr="00743A59" w:rsidRDefault="00F47850" w:rsidP="00743A59">
      <w:r>
        <w:br w:type="page"/>
      </w:r>
    </w:p>
    <w:p w:rsidR="0054577C" w:rsidRPr="0054577C" w:rsidRDefault="0054577C" w:rsidP="00F47850">
      <w:pPr>
        <w:pStyle w:val="Heading1Center"/>
      </w:pPr>
      <w:bookmarkStart w:id="91" w:name="_Toc535947685"/>
      <w:r w:rsidRPr="0054577C">
        <w:rPr>
          <w:rFonts w:hint="cs"/>
          <w:cs/>
          <w:lang w:bidi="bn-IN"/>
        </w:rPr>
        <w:lastRenderedPageBreak/>
        <w:t>প্রশ্ন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rtl/>
          <w:cs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bookmarkEnd w:id="91"/>
    </w:p>
    <w:p w:rsidR="0054577C" w:rsidRPr="0054577C" w:rsidRDefault="0054577C" w:rsidP="00F47850">
      <w:pPr>
        <w:pStyle w:val="libBold1"/>
      </w:pPr>
      <w:r w:rsidRPr="0054577C">
        <w:rPr>
          <w:rFonts w:hint="cs"/>
          <w:cs/>
          <w:lang w:bidi="bn-IN"/>
        </w:rPr>
        <w:t>১।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প্রশ্ন</w:t>
      </w:r>
      <w:r w:rsidRPr="0054577C">
        <w:rPr>
          <w:cs/>
          <w:lang w:bidi="bn-IN"/>
        </w:rPr>
        <w:t xml:space="preserve"> : </w:t>
      </w:r>
      <w:r w:rsidRPr="0054577C">
        <w:rPr>
          <w:rFonts w:hint="cs"/>
          <w:cs/>
          <w:lang w:bidi="bn-IN"/>
        </w:rPr>
        <w:t>বাহ্যতঃ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আলোচনাকে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কয়েকটি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বিন্যস্ত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:</w:t>
      </w:r>
    </w:p>
    <w:p w:rsidR="0054577C" w:rsidRPr="0054577C" w:rsidRDefault="0054577C" w:rsidP="002562FC">
      <w:pPr>
        <w:pStyle w:val="libNormal"/>
      </w:pPr>
      <w:r w:rsidRPr="00F47850">
        <w:rPr>
          <w:rStyle w:val="libBold1Char"/>
          <w:rFonts w:hint="cs"/>
          <w:cs/>
          <w:lang w:bidi="bn-IN"/>
        </w:rPr>
        <w:t>প্রথমত</w:t>
      </w:r>
      <w:r w:rsidR="00F47850" w:rsidRPr="00F47850">
        <w:rPr>
          <w:rStyle w:val="libBold1Char"/>
        </w:rPr>
        <w:t>:</w:t>
      </w:r>
      <w:r w:rsidRPr="0054577C"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সম্পূর্ণরূপে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স্বাভাবিকভাবেই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প্রকৃতপক্ষে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ধ্বংস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দ্বিতীয়ত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প্রয়োগ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প্রকৃতপক্ষে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সূচনা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বিন্দু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পদক্ষেপের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বিপক্ষে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স্বরূপ।</w:t>
      </w:r>
    </w:p>
    <w:p w:rsidR="0054577C" w:rsidRPr="0054577C" w:rsidRDefault="0054577C" w:rsidP="002562FC">
      <w:pPr>
        <w:pStyle w:val="libNormal"/>
      </w:pPr>
      <w:r w:rsidRPr="00F47850">
        <w:rPr>
          <w:rStyle w:val="libBold1Char"/>
          <w:rFonts w:hint="cs"/>
          <w:cs/>
          <w:lang w:bidi="bn-IN"/>
        </w:rPr>
        <w:t>তৃতীয়ত</w:t>
      </w:r>
      <w:r w:rsidR="00F47850" w:rsidRPr="00F47850">
        <w:rPr>
          <w:rStyle w:val="libBold1Char"/>
        </w:rPr>
        <w:t>:</w:t>
      </w:r>
      <w:r w:rsidRPr="0054577C">
        <w:t xml:space="preserve"> </w:t>
      </w:r>
      <w:r w:rsidRPr="0054577C">
        <w:rPr>
          <w:rFonts w:hint="cs"/>
          <w:cs/>
          <w:lang w:bidi="bn-IN"/>
        </w:rPr>
        <w:t>সামাজিক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সাংস্কৃতিক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আব্দিল্লাহ্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পরিষ্কার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চেষ্টায়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বিপক্ষে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সম্ভব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আবশ্যক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নয়।</w:t>
      </w:r>
    </w:p>
    <w:p w:rsidR="0054577C" w:rsidRPr="0054577C" w:rsidRDefault="0054577C" w:rsidP="002562FC">
      <w:pPr>
        <w:pStyle w:val="libNormal"/>
      </w:pPr>
      <w:r w:rsidRPr="00F47850">
        <w:rPr>
          <w:rStyle w:val="libBold1Char"/>
          <w:rFonts w:hint="cs"/>
          <w:cs/>
          <w:lang w:bidi="bn-IN"/>
        </w:rPr>
        <w:t>চতুর্থত</w:t>
      </w:r>
      <w:r w:rsidR="00F47850" w:rsidRPr="00F47850">
        <w:rPr>
          <w:rStyle w:val="libBold1Char"/>
        </w:rPr>
        <w:t>:</w:t>
      </w:r>
      <w:r w:rsidRPr="0054577C"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মক্কায়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কালে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কুফাবাসীদের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সম্বলিত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চূড়ান্ত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অসম্ভব।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দাওয়াত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আইনতঃ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শরীয়তগতভাবে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ওয়াজিব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গিয়েছিল।</w:t>
      </w:r>
    </w:p>
    <w:p w:rsidR="0054577C" w:rsidRPr="0054577C" w:rsidRDefault="0054577C" w:rsidP="002562FC">
      <w:pPr>
        <w:pStyle w:val="libNormal"/>
      </w:pPr>
      <w:r w:rsidRPr="00F47850">
        <w:rPr>
          <w:rStyle w:val="libBold1Char"/>
          <w:rFonts w:hint="cs"/>
          <w:cs/>
          <w:lang w:bidi="bn-IN"/>
        </w:rPr>
        <w:t>পঞ্চমত</w:t>
      </w:r>
      <w:r w:rsidR="00F47850" w:rsidRPr="00F47850">
        <w:rPr>
          <w:rStyle w:val="libBold1Char"/>
          <w:rtl/>
          <w:cs/>
        </w:rPr>
        <w:t>: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>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শাহাদতকে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পুনর্জাগরণের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নিয়ামক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প্রকৃতপক্ষে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চূড়ান্ত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বিজয়কে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t xml:space="preserve">, </w:t>
      </w:r>
      <w:r w:rsidRPr="0054577C">
        <w:rPr>
          <w:rFonts w:hint="cs"/>
          <w:cs/>
          <w:lang w:bidi="bn-IN"/>
        </w:rPr>
        <w:t>উদ্দেশ্য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দর্শন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আলোচনাকে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তাত্ত্বিক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সমগ্র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বাক্যে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পারব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অবহিত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মোতাহ্হারীর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কতিপয়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গবেষক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ব্যাখ্যা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সৎ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নিষেধই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নিয়ামক।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অবশ্য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দিক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বিভাগের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কুফায়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কর্তৃত্ব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কেন্দ্রীয়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পণ্ডিত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তাউসের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পণ্ডিতগণ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বিশ্লেষণ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মোতাহ্হারীও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মতামতের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অধ্যায়ে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বিষয়টির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আলোকপাত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F47850">
      <w:pPr>
        <w:pStyle w:val="libNormal"/>
      </w:pP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দেখছেন</w:t>
      </w:r>
      <w:r w:rsidRPr="0054577C">
        <w:t xml:space="preserve">?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চূড়ান্ত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বিশ্লেষণের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সামগ্রিকতাকে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প্রতিরোধমূলক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করছেন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সেইটিকে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আক্রমণাত্মক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বিশ্লেষণ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করছেন</w:t>
      </w:r>
      <w:r w:rsidRPr="0054577C">
        <w:rPr>
          <w:cs/>
          <w:lang w:bidi="bn-IN"/>
        </w:rPr>
        <w:t xml:space="preserve"> </w:t>
      </w:r>
      <w:r w:rsidRPr="0054577C">
        <w:t>?</w:t>
      </w:r>
    </w:p>
    <w:p w:rsidR="0054577C" w:rsidRPr="0054577C" w:rsidRDefault="0054577C" w:rsidP="00F47850">
      <w:pPr>
        <w:pStyle w:val="libBold1"/>
      </w:pP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: </w:t>
      </w:r>
    </w:p>
    <w:p w:rsidR="0054577C" w:rsidRPr="0054577C" w:rsidRDefault="0054577C" w:rsidP="00F47850">
      <w:pPr>
        <w:pStyle w:val="libNormal"/>
      </w:pPr>
      <w:r w:rsidRPr="0054577C">
        <w:rPr>
          <w:rFonts w:hint="cs"/>
          <w:cs/>
          <w:lang w:bidi="bn-IN"/>
        </w:rPr>
        <w:t>প্রথমতঃ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যেহেতু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নবীর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স্থলাভিষিক্তগণের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অন্তর্গত</w:t>
      </w:r>
      <w:r w:rsidRPr="00F47850">
        <w:rPr>
          <w:rStyle w:val="libFootnotenumChar"/>
          <w:rFonts w:hint="cs"/>
          <w:cs/>
          <w:lang w:bidi="bn-IN"/>
        </w:rPr>
        <w:t>১৫</w:t>
      </w:r>
      <w:r w:rsidR="00F47850" w:rsidRPr="00F47850">
        <w:rPr>
          <w:rStyle w:val="libFootnotenumChar"/>
          <w:cs/>
          <w:lang w:bidi="bn-IN"/>
        </w:rPr>
        <w:t>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মৌলিক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সংরক্ষণ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সেহেতু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দায়িত্বকে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কর্তব্য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যদিও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অনেকগুলি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প্রশ্নের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আসে।</w:t>
      </w:r>
    </w:p>
    <w:p w:rsidR="0054577C" w:rsidRPr="0054577C" w:rsidRDefault="0054577C" w:rsidP="00F47850">
      <w:pPr>
        <w:pStyle w:val="libNormal"/>
      </w:pPr>
      <w:r w:rsidRPr="0054577C">
        <w:rPr>
          <w:rFonts w:hint="cs"/>
          <w:cs/>
          <w:lang w:bidi="bn-IN"/>
        </w:rPr>
        <w:t>দ্বিতীয়তঃ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খোমেনী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রহঃ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মোতাহ্হারীর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লিখাগুলি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যতদূর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উদ্দেশ্য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দখল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দৃষ্টিগোচর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যদিও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আজকাল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আক্বাবার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গৃহীত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হয়েছিল।</w:t>
      </w:r>
      <w:r w:rsidRPr="00F47850">
        <w:rPr>
          <w:rStyle w:val="libFootnotenumChar"/>
          <w:rFonts w:hint="cs"/>
          <w:cs/>
          <w:lang w:bidi="bn-IN"/>
        </w:rPr>
        <w:t>১</w:t>
      </w:r>
      <w:r w:rsidR="00F47850" w:rsidRPr="00F47850">
        <w:rPr>
          <w:rStyle w:val="libFootnotenumChar"/>
          <w:cs/>
          <w:lang w:bidi="bn-IN"/>
        </w:rPr>
        <w:t>৫৯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দ্বিতীয়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আক্বাবার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হুকুমত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অনুষ্ঠিত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হয়েছিল।</w:t>
      </w:r>
      <w:r w:rsidRPr="00F47850">
        <w:rPr>
          <w:rStyle w:val="libFootnotenumChar"/>
          <w:rFonts w:hint="cs"/>
          <w:cs/>
          <w:lang w:bidi="bn-IN"/>
        </w:rPr>
        <w:t>১৬</w:t>
      </w:r>
      <w:r w:rsidR="00F47850" w:rsidRPr="00F47850">
        <w:rPr>
          <w:rStyle w:val="libFootnotenumChar"/>
          <w:cs/>
          <w:lang w:bidi="bn-IN"/>
        </w:rPr>
        <w:t>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সোলহে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হোদায়বিয়ার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রিদওয়ানটি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অধিবাসীদের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জন্যে।</w:t>
      </w:r>
      <w:r w:rsidRPr="00F47850">
        <w:rPr>
          <w:rStyle w:val="libFootnotenumChar"/>
          <w:rFonts w:hint="cs"/>
          <w:cs/>
          <w:lang w:bidi="bn-IN"/>
        </w:rPr>
        <w:t>১৬</w:t>
      </w:r>
      <w:r w:rsidR="00F47850" w:rsidRPr="00F47850">
        <w:rPr>
          <w:rStyle w:val="libFootnotenumChar"/>
          <w:cs/>
          <w:lang w:bidi="bn-IN"/>
        </w:rPr>
        <w:t>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জা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ফর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সাদিকের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যুগেও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আব্দিল্লাহ্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স্বয়ং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মাহ্দী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উমাইয়্যা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যাচ্ছে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সমবেত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কাহিনীর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সারসংক্ষেপ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নিম্নরূপ</w:t>
      </w:r>
      <w:r w:rsidRPr="0054577C">
        <w:rPr>
          <w:cs/>
          <w:lang w:bidi="bn-IN"/>
        </w:rPr>
        <w:t xml:space="preserve"> :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সংখ্যক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মদীনার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বাইরে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আব্ও</w:t>
      </w:r>
      <w:r w:rsidR="00FA7DAC">
        <w:rPr>
          <w:rFonts w:hint="cs"/>
          <w:cs/>
          <w:lang w:bidi="bn-IN"/>
        </w:rPr>
        <w:t>য়া</w:t>
      </w:r>
      <w:r w:rsidR="00FA7DAC" w:rsidRPr="00743A59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নামক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এলাকায়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সমবেত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মনসুর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দাওয়ানিকী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মনসুরের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সালিহ্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হাসানে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মুছান্নার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ছেলে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জা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ফর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সালিহ্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আগ্রহ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বাড়ছে।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যেহেতু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সমবেত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সেহেতু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মহান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প্রশস্ততা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সর্বোত্তম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প্রশস্ততা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দানকারী।</w:t>
      </w:r>
      <w:r>
        <w:rPr>
          <w:rFonts w:hint="eastAsia"/>
        </w:rPr>
        <w:t>’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কৃতজ্ঞতা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আব্দিল্লাহ্ই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মাহ্দী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সুতরাং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এসো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সত্যায়নে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="00925AC4">
        <w:rPr>
          <w:rFonts w:hint="cs"/>
          <w:cs/>
          <w:lang w:bidi="bn-IN"/>
        </w:rPr>
        <w:t>জা</w:t>
      </w:r>
      <w:r w:rsidR="00925AC4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ফর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মনসুর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দাওয়ানিকী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ধোকা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দিচ্ছেন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বেশি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যুবকের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মুহাম্মদের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আকৃষ্ট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কাউকেই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সাদরে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(</w:t>
      </w:r>
      <w:r w:rsidRPr="0054577C">
        <w:rPr>
          <w:rFonts w:hint="cs"/>
          <w:cs/>
          <w:lang w:bidi="bn-IN"/>
        </w:rPr>
        <w:t>মুহাম্মদ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আব্দিল্লাহ্ই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লক্ষ্য।</w:t>
      </w:r>
      <w:r w:rsidRPr="0054577C">
        <w:rPr>
          <w:cs/>
          <w:lang w:bidi="bn-IN"/>
        </w:rPr>
        <w:t>)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সকলে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ইনিই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চিনি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তারপর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বাড়িয়ে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সাদিকের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সন্ধানে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আসেন।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হাসান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পাশে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কথাগুলোর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পুনরাবৃত্তি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কেননা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এখনও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প্রতিশ্রুত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মাহ্দীর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আবির্ভাবের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আসে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lastRenderedPageBreak/>
        <w:t>প্রতিশ্রুত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মাহ্দী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জেনে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মাহদী</w:t>
      </w:r>
      <w:r w:rsidRPr="0054577C">
        <w:rPr>
          <w:cs/>
          <w:lang w:bidi="bn-IN"/>
        </w:rPr>
        <w:t>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নিছক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ক্রোধান্বিত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আন্দোলন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প্রতিবাদ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পরিত্যাগ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সম্মানিত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আব্দুল্লাহ্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রাগান্বিত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স্বয়ং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বিপরীত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কথাবার্তা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আল্লাহ্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ইলমে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গায়িব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আপনাকে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ছেলের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কথাবার্তা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</w:p>
    <w:p w:rsidR="0054577C" w:rsidRPr="0054577C" w:rsidRDefault="0054577C" w:rsidP="00F47850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হিংসা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কথাবার্তা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আবুল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সাফ্ফা</w:t>
      </w:r>
      <w:r w:rsidRPr="0054577C">
        <w:rPr>
          <w:cs/>
          <w:lang w:bidi="bn-IN"/>
        </w:rPr>
        <w:t>)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ছেলেরা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অগ্রবর্তী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আব্দুল্লাহর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কাঁধে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শপথ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হস্তগত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F47850">
        <w:rPr>
          <w:rStyle w:val="libFootnotenumChar"/>
          <w:rFonts w:hint="cs"/>
          <w:cs/>
          <w:lang w:bidi="bn-IN"/>
        </w:rPr>
        <w:t>১৬</w:t>
      </w:r>
      <w:r w:rsidR="00F47850" w:rsidRPr="00F47850">
        <w:rPr>
          <w:rStyle w:val="libFootnotenumChar"/>
          <w:cs/>
          <w:lang w:bidi="bn-IN"/>
        </w:rPr>
        <w:t>২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সাদিক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দেখলাম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ক্ষমতার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প্রত্যাখ্যান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সত্ত্বেও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প্রতিবাদের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বৈধ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বোঝা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ইসলামে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নিষেধের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দাঁড়ানোর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স্পষ্ট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বাস্তবেও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</w:p>
    <w:p w:rsidR="004C3602" w:rsidRDefault="0054577C" w:rsidP="004C3602">
      <w:pPr>
        <w:pStyle w:val="libNormal"/>
        <w:rPr>
          <w:cs/>
          <w:lang w:bidi="bn-IN"/>
        </w:rPr>
      </w:pPr>
      <w:r w:rsidRPr="0054577C">
        <w:rPr>
          <w:rFonts w:hint="cs"/>
          <w:cs/>
          <w:lang w:bidi="bn-IN"/>
        </w:rPr>
        <w:t>হুরের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সেনাবাহিনীর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প্রদত্ত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ভাষণে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:)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করেন।</w:t>
      </w:r>
      <w:r w:rsidRPr="00F47850">
        <w:rPr>
          <w:rStyle w:val="libFootnotenumChar"/>
          <w:rFonts w:hint="cs"/>
          <w:cs/>
          <w:lang w:bidi="bn-IN"/>
        </w:rPr>
        <w:t>১৬</w:t>
      </w:r>
      <w:r w:rsidR="00F47850" w:rsidRPr="00F47850">
        <w:rPr>
          <w:rStyle w:val="libFootnotenumChar"/>
          <w:cs/>
          <w:lang w:bidi="bn-IN"/>
        </w:rPr>
        <w:t>৩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4C3602">
      <w:pPr>
        <w:pStyle w:val="libNormal"/>
      </w:pPr>
      <w:r w:rsidRPr="0054577C">
        <w:rPr>
          <w:rFonts w:hint="cs"/>
          <w:cs/>
          <w:lang w:bidi="bn-IN"/>
        </w:rPr>
        <w:lastRenderedPageBreak/>
        <w:t>মদীনায়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অবস্থানরত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হাশিম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মক্কা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আপনাদের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সংযুক্ত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বিরোধিতা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সফলতা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="004C3602" w:rsidRPr="004C3602">
        <w:rPr>
          <w:rStyle w:val="libFootnotenumChar"/>
          <w:rFonts w:hint="cs"/>
          <w:cs/>
          <w:lang w:bidi="bn-IN"/>
        </w:rPr>
        <w:t>১৬</w:t>
      </w:r>
      <w:r w:rsidR="004C3602" w:rsidRPr="004C3602">
        <w:rPr>
          <w:rStyle w:val="libFootnotenumChar"/>
          <w:cs/>
          <w:lang w:bidi="bn-IN"/>
        </w:rPr>
        <w:t>৪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জ্ঞানের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সাজুয্য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রাখে।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তবুও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আবশ্যক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বর্তমান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অনেকের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যুগের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>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আবির্ভূত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পূর্বোক্ত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পুরোপুরি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বিপরীত।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সংখ্যক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অজ্ঞ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শুধু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প্রকাশ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</w:t>
      </w:r>
      <w:r w:rsidRPr="0054577C">
        <w:rPr>
          <w:cs/>
          <w:lang w:bidi="bn-IN"/>
        </w:rPr>
        <w:t xml:space="preserve">!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শ্রদ্ধেয়জনদের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</w:t>
      </w:r>
      <w:r w:rsidRPr="0054577C">
        <w:rPr>
          <w:cs/>
          <w:lang w:bidi="bn-IN"/>
        </w:rPr>
        <w:t xml:space="preserve"> :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মানুষের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পূর্ণাঙ্গরূপে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>?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মানুষ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যাপনের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পূর্ণাঙ্গ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কর্মসূচী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কর্মসূচীসমূহ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বাস্তবায়িত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যুগের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দীর্ঘকালীন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অন্তর্ধানের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গাইবাতের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সময়ে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গঠন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কার্যকর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চোরের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কাটতে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বাস্তবায়ন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>?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প্রকৃতপক্ষেই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গঠন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সম্ভব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দেশগুলোতে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বিরোধী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অথবা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সম্ভব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t xml:space="preserve">?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যুগের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প্রকাশ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গঠন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সার্বিক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গঠন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পরিক্রমায়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নবীর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যুগেও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জুলুম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hi-IN"/>
        </w:rPr>
        <w:t>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সম্ভাবনাও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সম্ভবতঃ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অত্যাচারিতের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ডাকে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বাস্তবায়নের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বাহ্যিক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দলীলের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প্রয়োজন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বোধ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যেমন</w:t>
      </w:r>
      <w:r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মতবিরোধপূর্ণ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দুইজন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ন্যায়পরায়ণ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সাক্ষ্যের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মুখাপেক্ষী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ইত্যাদি।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অতএব</w:t>
      </w:r>
      <w:r w:rsidRPr="0054577C">
        <w:t>,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মানবতার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ইতিহাসে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নজির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>,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গঠন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এরূপই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মুসলমানরা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শরীয়ত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গঠন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মানবতার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সৌভাগ্যের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নিশ্চয়তা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!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সুতরাং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গঠন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পারব।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ন্যায়পরায়ণ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ফকীহ্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গঠন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অবশ্য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ন্যায়পরায়ণ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ফকীহর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মাহ্দীর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সরকারের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ত্রুটি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ফকীহর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গঠিত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সরকারের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উচ্চপদস্থ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ত্রুটিহীন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বিন্যাস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কাঠামোতে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বিভিন্ন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ত্রুটি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ত্রুটিসমূহ</w:t>
      </w:r>
      <w:r w:rsidRPr="0054577C">
        <w:t xml:space="preserve">, </w:t>
      </w:r>
      <w:r w:rsidRPr="0054577C">
        <w:rPr>
          <w:rFonts w:hint="cs"/>
          <w:cs/>
          <w:lang w:bidi="bn-IN"/>
        </w:rPr>
        <w:t>সরকার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গঠনের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আবশ্যকতাকে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প্রশ্নের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সম্মুখীন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আসল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আলোচনায়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যাই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জানতেন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সত্ত্বেও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লোকজনের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খোদা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দ্রোহীর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দাঁড়ানোর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উদাহরণ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স্বরূপ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বর্তমানে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ইরাকে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স্বৈরাচারী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সাদ্দাম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ক্ষমতায়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</w:t>
      </w:r>
      <w:r w:rsidRPr="0054577C">
        <w:t xml:space="preserve">; </w:t>
      </w:r>
      <w:r w:rsidRPr="0054577C">
        <w:rPr>
          <w:rFonts w:hint="cs"/>
          <w:cs/>
          <w:lang w:bidi="bn-IN"/>
        </w:rPr>
        <w:t>ইরাকের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উচিত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ইচ্ছা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বাস্তবায়নের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ছেড়ে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অথবা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এতে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তবুও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পরিত্যাগ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বিষয়টিকে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ভাবেই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বুঝেছি।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খোমেনীর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রহ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লেখা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যতটুকু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মরহুম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মোতাহ্হারীর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যতটুকু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শুনেছি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বিপরীত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দেখিনি।</w:t>
      </w:r>
    </w:p>
    <w:p w:rsidR="0054577C" w:rsidRPr="0054577C" w:rsidRDefault="0054577C" w:rsidP="004C3602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শরীয়ত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ওয়াজিব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জেনেছেন।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অপরিহার্য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শর্ত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অবিশ্বাস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প্রাণপণে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বিশ্বাস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সত্ত্বেও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বিপক্ষে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ঘোষণা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ওয়াজিব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করেছেন।</w:t>
      </w:r>
    </w:p>
    <w:p w:rsidR="0054577C" w:rsidRPr="0054577C" w:rsidRDefault="0054577C" w:rsidP="004C3602">
      <w:pPr>
        <w:pStyle w:val="libBold1"/>
      </w:pPr>
      <w:r w:rsidRPr="0054577C">
        <w:rPr>
          <w:rFonts w:hint="cs"/>
          <w:cs/>
          <w:lang w:bidi="bn-IN"/>
        </w:rPr>
        <w:t>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প্রশ্ন</w:t>
      </w:r>
      <w:r w:rsidRPr="0054577C">
        <w:rPr>
          <w:cs/>
          <w:lang w:bidi="bn-IN"/>
        </w:rPr>
        <w:t xml:space="preserve"> :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আন্দোলন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প্রকৃতিগত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মানবিক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আন্দোলন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ঐশী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আধ্যাত্মিক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দৃষ্টিভঙ্গি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জাগতিক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সামাজিক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দৃষ্টিভঙ্গি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দ্বন্দ্ব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বিরোধ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উদাহরণ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স্বরূপ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মুখোমুখি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বলেছেন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ছেড়ে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কিভাবে</w:t>
      </w:r>
      <w:r w:rsidRPr="0054577C">
        <w:t xml:space="preserve">,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পূর্বজ্ঞা</w:t>
      </w:r>
      <w:r w:rsidR="008E06C8">
        <w:rPr>
          <w:rFonts w:hint="cs"/>
          <w:cs/>
          <w:lang w:bidi="bn-IN"/>
        </w:rPr>
        <w:t>ন</w:t>
      </w:r>
      <w:r w:rsidR="008E06C8" w:rsidRPr="00743A59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সমন্বিত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</w:t>
      </w:r>
      <w:r w:rsidRPr="0054577C">
        <w:rPr>
          <w:cs/>
          <w:lang w:bidi="bn-IN"/>
        </w:rPr>
        <w:t xml:space="preserve"> </w:t>
      </w:r>
      <w:r w:rsidRPr="0054577C">
        <w:t>?</w:t>
      </w:r>
    </w:p>
    <w:p w:rsidR="0054577C" w:rsidRPr="0054577C" w:rsidRDefault="0054577C" w:rsidP="002562FC">
      <w:pPr>
        <w:pStyle w:val="libNormal"/>
      </w:pPr>
    </w:p>
    <w:p w:rsidR="0054577C" w:rsidRPr="0054577C" w:rsidRDefault="0054577C" w:rsidP="004C3602">
      <w:pPr>
        <w:pStyle w:val="libBold1"/>
      </w:pP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: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যেমন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আলোচনার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মধ্যে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সার্বিকভাবে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পটভূমি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বিরাজমান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সামাজিক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সাংস্কৃতিক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পারিপার্শ্বিক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বিষয়সমূহ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পর্যালোচনা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বোঝা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পুনর্জাগরণ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সম্ভব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এমনকি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আসগরকে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ব্যবস্থার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ভূলুণ্ঠিত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মর্মান্তিক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গভীরতা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উপলব্ধি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দেখানোর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জাগ্রত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ক্ষুদ্রক্ষুদ্র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সূক্ষ্ম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সমুহের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সমন্বয়ের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প্রয়োজন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</w:p>
    <w:p w:rsidR="0054577C" w:rsidRPr="0054577C" w:rsidRDefault="0054577C" w:rsidP="004C3602">
      <w:pPr>
        <w:pStyle w:val="libNormal"/>
      </w:pPr>
      <w:r w:rsidRPr="0054577C">
        <w:rPr>
          <w:rFonts w:hint="cs"/>
          <w:cs/>
          <w:lang w:bidi="bn-IN"/>
        </w:rPr>
        <w:lastRenderedPageBreak/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আশুরার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পরিজনকে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পরের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পারে।</w:t>
      </w:r>
      <w:r w:rsidRPr="004C3602">
        <w:rPr>
          <w:rStyle w:val="libFootnotenumChar"/>
          <w:rFonts w:hint="cs"/>
          <w:cs/>
          <w:lang w:bidi="bn-IN"/>
        </w:rPr>
        <w:t>১৬</w:t>
      </w:r>
      <w:r w:rsidR="004C3602" w:rsidRPr="004C3602">
        <w:rPr>
          <w:rStyle w:val="libFootnotenumChar"/>
          <w:cs/>
          <w:lang w:bidi="bn-IN"/>
        </w:rPr>
        <w:t>৫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দিক।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অপরদিকে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খনন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সকলেই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শহীদই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দ্রুত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ততই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পরিখা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খনন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আগুন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জ্বালিয়েছেন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পরাভূত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চূড়ান্ত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উপস্থাপনের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আশুরা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দিবসে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অবশ্যই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চূড়ান্ত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প্রমাণকে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প্রদর্শনকারী।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যাবতীয়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হেদায়াতের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যুহাইর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কাইন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উছমানী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মাযহাবের</w:t>
      </w:r>
      <w:r>
        <w:rPr>
          <w:rFonts w:hint="eastAsia"/>
        </w:rPr>
        <w:t>’</w:t>
      </w:r>
      <w:r w:rsidRPr="004C3602">
        <w:rPr>
          <w:rStyle w:val="libFootnotenumChar"/>
          <w:rFonts w:hint="cs"/>
          <w:cs/>
          <w:lang w:bidi="bn-IN"/>
        </w:rPr>
        <w:t>১৬</w:t>
      </w:r>
      <w:r w:rsidR="004C3602" w:rsidRPr="004C3602">
        <w:rPr>
          <w:rStyle w:val="libFootnotenumChar"/>
          <w:cs/>
          <w:lang w:bidi="bn-IN"/>
        </w:rPr>
        <w:t>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শত্রুছিলেন।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অনুসারী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করেছিলেন।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মক্কা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একত্রিত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চেষ্টায়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নিরুপায়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স্থানে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অবতরণ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পাঠালেন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জানালেন।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লোকটি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গেলেন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চমকে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ডেকে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যুহাইর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নাতি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গড়িমসি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rPr>
          <w:cs/>
          <w:lang w:bidi="bn-IN"/>
        </w:rPr>
        <w:t xml:space="preserve"> </w:t>
      </w:r>
      <w:r w:rsidRPr="0054577C">
        <w:t>?!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যুহাইর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চেহারার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অবস্থা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গিয়েছিল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এটিই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সাক্ষাৎ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স্ত্রীকে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তুমি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স্বজনদের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মিলিত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অতঃপর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সাথিদেরকে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আশুরার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দিবস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জনৈক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সাহাবী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প্রদত্ত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শুনালেন।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সকলেই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সংবাদটি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শুনেছিলেন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জানতেন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বিদ্যমান।</w:t>
      </w:r>
      <w:r w:rsidR="004C3602" w:rsidRPr="004C3602">
        <w:rPr>
          <w:rStyle w:val="libFootnotenumChar"/>
          <w:rFonts w:hint="cs"/>
          <w:cs/>
          <w:lang w:bidi="bn-IN"/>
        </w:rPr>
        <w:t>১৬</w:t>
      </w:r>
      <w:r w:rsidR="004C3602" w:rsidRPr="004C3602">
        <w:rPr>
          <w:rStyle w:val="libFootnotenumChar"/>
          <w:cs/>
          <w:lang w:bidi="bn-IN"/>
        </w:rPr>
        <w:t>৭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lastRenderedPageBreak/>
        <w:t>অতএব</w:t>
      </w:r>
      <w:r w:rsidRPr="0054577C">
        <w:t>,</w:t>
      </w:r>
      <w:r w:rsidRPr="0054577C">
        <w:rPr>
          <w:rFonts w:hint="cs"/>
          <w:cs/>
          <w:lang w:bidi="bn-IN"/>
        </w:rPr>
        <w:t>সৎ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অসৎ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প্রয়োজন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থাকবে।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নিশ্চিহ্ন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তৎকালীন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দিয়েছেন</w:t>
      </w:r>
      <w:r w:rsidRPr="0054577C">
        <w:rPr>
          <w:cs/>
          <w:lang w:bidi="bn-IN"/>
        </w:rPr>
        <w:t xml:space="preserve"> :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১।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অত্যাচারী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রুখে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দাঁড়ানো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কর্তব্য।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সামরাজ্যের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বিস্তৃতির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জিহাদ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4C3602">
      <w:pPr>
        <w:pStyle w:val="libNormal"/>
      </w:pP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ছেড়ে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</w:t>
      </w:r>
      <w:r w:rsidR="008B6C3F">
        <w:rPr>
          <w:rFonts w:hint="eastAsia"/>
        </w:rPr>
        <w:t>”</w:t>
      </w:r>
      <w:r w:rsidRPr="004C3602">
        <w:rPr>
          <w:rStyle w:val="libFootnotenumChar"/>
          <w:rFonts w:hint="cs"/>
          <w:cs/>
          <w:lang w:bidi="bn-IN"/>
        </w:rPr>
        <w:t>১৬</w:t>
      </w:r>
      <w:r w:rsidR="004C3602" w:rsidRPr="004C3602">
        <w:rPr>
          <w:rStyle w:val="libFootnotenumChar"/>
          <w:cs/>
          <w:lang w:bidi="bn-IN"/>
        </w:rPr>
        <w:t>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</w:t>
      </w:r>
      <w:r w:rsidR="008B6C3F">
        <w:rPr>
          <w:rFonts w:hint="eastAsia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কিভাবে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খায়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উমাইয়্যা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চূড়ান্ত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যুক্তি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উপস্থাপন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কর্তব্য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কারবালা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কতকগুলি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সম্পাদিত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তৎকালীন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দুনিয়া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উপলব্ধি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চাচ্ছেন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তবুও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শুরু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কারবালা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প্রান্তরেও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</w:p>
    <w:p w:rsidR="0054577C" w:rsidRPr="0054577C" w:rsidRDefault="008B6C3F" w:rsidP="004C3602">
      <w:pPr>
        <w:pStyle w:val="libNormal"/>
      </w:pPr>
      <w:r>
        <w:rPr>
          <w:rFonts w:hint="eastAsia"/>
        </w:rPr>
        <w:t>“</w:t>
      </w:r>
      <w:r w:rsidR="0054577C" w:rsidRPr="0054577C">
        <w:rPr>
          <w:rFonts w:hint="cs"/>
          <w:cs/>
          <w:lang w:bidi="bn-IN"/>
        </w:rPr>
        <w:t>তোমরা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যখন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গ্রহণ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করছ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নিজ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প্রতিশ্রুতির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উপরও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অটল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তখন</w:t>
      </w:r>
      <w:r w:rsidR="0054577C" w:rsidRPr="0054577C">
        <w:rPr>
          <w:cs/>
          <w:lang w:bidi="bn-IN"/>
        </w:rPr>
        <w:t xml:space="preserve"> </w:t>
      </w:r>
      <w:r w:rsidR="0054577C">
        <w:rPr>
          <w:rFonts w:hint="cs"/>
          <w:cs/>
          <w:lang w:bidi="bn-IN"/>
        </w:rPr>
        <w:t>দু</w:t>
      </w:r>
      <w:r w:rsidR="0054577C" w:rsidRPr="008C68E5">
        <w:rPr>
          <w:rStyle w:val="libEnChar"/>
        </w:rPr>
        <w:t>’</w:t>
      </w:r>
      <w:r w:rsidR="0054577C" w:rsidRPr="0054577C">
        <w:rPr>
          <w:rFonts w:hint="cs"/>
          <w:cs/>
          <w:lang w:bidi="bn-IN"/>
        </w:rPr>
        <w:t>টির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কোনো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একটিকে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গ্রহণ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হয়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মদীনায়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ফিরে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নতুবা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ইসলামী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রাষ্ট্রের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সীমানা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ছেড়ে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অন্য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কোথাও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দাও</w:t>
      </w:r>
      <w:r>
        <w:rPr>
          <w:rFonts w:hint="cs"/>
          <w:cs/>
          <w:lang w:bidi="hi-IN"/>
        </w:rPr>
        <w:t>।</w:t>
      </w:r>
      <w:r w:rsidRPr="00743A59">
        <w:rPr>
          <w:rStyle w:val="libEnChar"/>
        </w:rPr>
        <w:t>”</w:t>
      </w:r>
      <w:r w:rsidR="0054577C" w:rsidRPr="004C3602">
        <w:rPr>
          <w:rStyle w:val="libFootnotenumChar"/>
          <w:rFonts w:hint="cs"/>
          <w:cs/>
          <w:lang w:bidi="bn-IN"/>
        </w:rPr>
        <w:t>১</w:t>
      </w:r>
      <w:r w:rsidR="004C3602" w:rsidRPr="004C3602">
        <w:rPr>
          <w:rStyle w:val="libFootnotenumChar"/>
          <w:cs/>
          <w:lang w:bidi="bn-IN"/>
        </w:rPr>
        <w:t>৬৯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মাধ্যমেও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চূড়ান্ত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যুক্তি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প্রমাণ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উপস্থাপন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বলে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আমরা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নিরুপায়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হয়েই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হত্যা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করেছি</w:t>
      </w:r>
      <w:r w:rsidR="0054577C" w:rsidRPr="0054577C">
        <w:rPr>
          <w:cs/>
          <w:lang w:bidi="bn-IN"/>
        </w:rPr>
        <w:t xml:space="preserve"> !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কাজটি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অতীতের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চেয়ে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অধিক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মাত্রায়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তাদের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অত্যাচারের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মুখোশকে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খুলে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দিয়েছে।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ইমাম</w:t>
      </w:r>
      <w:r w:rsidR="0054577C" w:rsidRPr="0054577C">
        <w:rPr>
          <w:cs/>
          <w:lang w:bidi="bn-IN"/>
        </w:rPr>
        <w:t xml:space="preserve"> (</w:t>
      </w:r>
      <w:r w:rsidR="0054577C" w:rsidRPr="0054577C">
        <w:rPr>
          <w:rFonts w:hint="cs"/>
          <w:cs/>
          <w:lang w:bidi="bn-IN"/>
        </w:rPr>
        <w:t>আ</w:t>
      </w:r>
      <w:r w:rsidR="0054577C" w:rsidRPr="0054577C">
        <w:rPr>
          <w:cs/>
          <w:lang w:bidi="bn-IN"/>
        </w:rPr>
        <w:t xml:space="preserve">.) </w:t>
      </w:r>
      <w:r w:rsidR="0054577C" w:rsidRPr="0054577C">
        <w:rPr>
          <w:rFonts w:hint="cs"/>
          <w:cs/>
          <w:lang w:bidi="bn-IN"/>
        </w:rPr>
        <w:t>জানতেন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এরা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বিরত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হবে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জন্যেই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কাজের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মাধ্যমে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চূড়ান্ত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যুক্তি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প্রমাণ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উপস্থাপন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করেছেন।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রাজক্ষমতার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বিরুদ্ধে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রুখে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দাঁড়িয়েছিলেন।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ইরাক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ফিরে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আসতে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চাওয়ার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বিষয়টিও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প্রমাণ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t xml:space="preserve">,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পুনরায়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আন্দোলন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করবেন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যেহেতু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বাইআত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করতেনও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সেহেতু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তিনি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স্বাধীন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ছিলেন।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ফিরে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যাওয়ার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পুনরায়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প্রচেষ্টা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করতেন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এবং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lastRenderedPageBreak/>
        <w:t>অপর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একটি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আন্দোলনের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পটভূমি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রচনা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করতেন।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সুতরাং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যে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কোন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অবস্থায়ই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তাঁকে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আন্দোলন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করতে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bn-IN"/>
        </w:rPr>
        <w:t>হত</w:t>
      </w:r>
      <w:r w:rsidR="0054577C" w:rsidRPr="0054577C">
        <w:rPr>
          <w:cs/>
          <w:lang w:bidi="bn-IN"/>
        </w:rPr>
        <w:t xml:space="preserve"> </w:t>
      </w:r>
      <w:r w:rsidR="0054577C" w:rsidRPr="0054577C">
        <w:rPr>
          <w:rFonts w:hint="cs"/>
          <w:cs/>
          <w:lang w:bidi="hi-IN"/>
        </w:rPr>
        <w:t>।</w:t>
      </w:r>
      <w:r w:rsidR="0054577C"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আত্মসমর্পণ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আবশ্যক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স্পষ্টতার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>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কর্তৃপক্ষের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বলবৎ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অনুমতি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তবুও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সেইখানেই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উদ্দেশ্যে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পৌঁছে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গিয়েছিল।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কেননা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বলেছিলে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লিখেছিলে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আসুন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সহযোগী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</w:t>
      </w:r>
      <w:r w:rsidRPr="0054577C">
        <w:rPr>
          <w:cs/>
          <w:lang w:bidi="bn-IN"/>
        </w:rPr>
        <w:t xml:space="preserve"> !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এসেছি।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তবুও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</w:p>
    <w:p w:rsidR="0054577C" w:rsidRPr="0054577C" w:rsidRDefault="0054577C" w:rsidP="002562FC">
      <w:pPr>
        <w:pStyle w:val="libNormal"/>
      </w:pPr>
    </w:p>
    <w:p w:rsidR="0054577C" w:rsidRPr="0054577C" w:rsidRDefault="0054577C" w:rsidP="004C3602">
      <w:pPr>
        <w:pStyle w:val="libBold1"/>
      </w:pPr>
      <w:r w:rsidRPr="0054577C">
        <w:rPr>
          <w:rFonts w:hint="cs"/>
          <w:cs/>
          <w:lang w:bidi="bn-IN"/>
        </w:rPr>
        <w:t>৩।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প্রশ্ন</w:t>
      </w:r>
      <w:r w:rsidRPr="0054577C">
        <w:rPr>
          <w:cs/>
          <w:lang w:bidi="bn-IN"/>
        </w:rPr>
        <w:t xml:space="preserve"> : </w:t>
      </w:r>
    </w:p>
    <w:p w:rsidR="0054577C" w:rsidRPr="0054577C" w:rsidRDefault="0054577C" w:rsidP="004C3602">
      <w:pPr>
        <w:pStyle w:val="libNormal"/>
      </w:pP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আলোকে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শিক্ষাপ্রক্ষণকেও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বিপ্লবের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</w:t>
      </w:r>
      <w:r w:rsidRPr="0054577C">
        <w:rPr>
          <w:cs/>
          <w:lang w:bidi="bn-IN"/>
        </w:rPr>
        <w:t xml:space="preserve"> </w:t>
      </w:r>
      <w:r w:rsidRPr="0054577C">
        <w:t>?</w:t>
      </w:r>
    </w:p>
    <w:p w:rsidR="0054577C" w:rsidRPr="0054577C" w:rsidRDefault="0054577C" w:rsidP="004C3602">
      <w:pPr>
        <w:pStyle w:val="libBold1"/>
      </w:pP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: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বিপ্লবের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নির্ভেজাল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খাঁটি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t xml:space="preserve">, </w:t>
      </w:r>
      <w:r w:rsidRPr="0054577C">
        <w:rPr>
          <w:rFonts w:hint="cs"/>
          <w:cs/>
          <w:lang w:bidi="bn-IN"/>
        </w:rPr>
        <w:t>মুহাম্মদের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খাঁটি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পরিচয়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করানো।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বসরার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আয়িশার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সৈন্যবাহিনীর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সৈন্যবাহিনী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লাভ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ভিত্তি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বসরা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অধিকারভুক্ত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বিরোধীদের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সমস্ত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যথাসর্বস্ব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বৈধ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শিশুদেরকেও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বণ্টন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বকরের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সংঘটিত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যুদ্ধগুলির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যেগুলিতে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বিরোধী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ভিত্তির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বিবাহ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বন্ধনে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প্রতিপক্ষের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গনিমত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পেয়েছ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সেইগুলিই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t xml:space="preserve">, </w:t>
      </w:r>
      <w:r w:rsidRPr="0054577C">
        <w:rPr>
          <w:rFonts w:hint="cs"/>
          <w:cs/>
          <w:lang w:bidi="bn-IN"/>
        </w:rPr>
        <w:t>নারী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শিশুদের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পদক্ষেপ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বক্তব্য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সাদরে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গৃহীত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অনেকেই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গোলযোগ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আরম্ভ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আপনি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ন্যায়পরায়ণতার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বিচার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এইটি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সিদ্ধান্ত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রক্তপাত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বৈধ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অথচ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নিষিদ্ধ</w:t>
      </w:r>
      <w:r w:rsidRPr="0054577C">
        <w:rPr>
          <w:cs/>
          <w:lang w:bidi="bn-IN"/>
        </w:rPr>
        <w:t xml:space="preserve"> </w:t>
      </w:r>
      <w:r w:rsidRPr="0054577C">
        <w:t>?!</w:t>
      </w:r>
      <w:r w:rsidR="008B6C3F">
        <w:rPr>
          <w:rStyle w:val="libEnChar"/>
        </w:rPr>
        <w:t>”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এরা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অনুযায়ী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বিবাহ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ইত্যাদি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এতে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সন্তুষ্ট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পন্থা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অবলম্বন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খুব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কথা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চাচ্ছ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উম্মুল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আয়িশাকে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হিসেবে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নারীদেরকে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বন্দিনী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নেত্রী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প্রথম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বন্দী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গোলযোগ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সৃষ্টিকারীরা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বুঝতে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আদেশের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মাথা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ধর্মীয়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বিধানাবলির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কিয়দংশ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শিক্ষা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</w:p>
    <w:p w:rsidR="0054577C" w:rsidRPr="0054577C" w:rsidRDefault="0054577C" w:rsidP="004C3602">
      <w:pPr>
        <w:pStyle w:val="libNormal"/>
      </w:pP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যুদ্ধেও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খলিফাদের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অনুসৃত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নীতির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প্রতিফলন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বলতেন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যেখানেই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সম্পদগুলি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লুটতরাজ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ইত্যাদি।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কিন্তু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সৈন্যবাহিনীকে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বলতেন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যেখানেই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</w:t>
      </w:r>
      <w:r w:rsidRPr="0054577C">
        <w:t xml:space="preserve">,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তখনই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সেখানকার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পানপাত্র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তোমাদের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জীব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জন্তুগুলিকে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পশুদের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সম্পন্ন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কারও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ব্যক্তিগত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জিনিসের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প্রয়োজন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ভাড়ার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প্রদান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করবে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সৈন্যরা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অনেক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সাড়া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দিতনা।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দুনিয়া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ধরনের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জিহাদ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কামনা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দুনিয়া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থাকবে।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ফেলেছিল।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হুসাইনের</w:t>
      </w:r>
      <w:r w:rsidRPr="0054577C">
        <w:rPr>
          <w:cs/>
          <w:lang w:bidi="bn-IN"/>
        </w:rPr>
        <w:t>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ফলাফল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মুসলমানদেরকে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সঠিক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জিহাদের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পথ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দেখিয়েছিল।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2562FC">
      <w:pPr>
        <w:pStyle w:val="libNormal"/>
      </w:pPr>
    </w:p>
    <w:p w:rsidR="0054577C" w:rsidRPr="0054577C" w:rsidRDefault="0054577C" w:rsidP="004C3602">
      <w:pPr>
        <w:pStyle w:val="libBold1"/>
      </w:pPr>
      <w:r w:rsidRPr="0054577C">
        <w:rPr>
          <w:rFonts w:hint="cs"/>
          <w:cs/>
          <w:lang w:bidi="bn-IN"/>
        </w:rPr>
        <w:t>৪।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প্রশ্ন</w:t>
      </w:r>
      <w:r w:rsidRPr="0054577C">
        <w:rPr>
          <w:cs/>
          <w:lang w:bidi="bn-IN"/>
        </w:rPr>
        <w:t xml:space="preserve"> : 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আপনার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আলোচনা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বোঝা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শাহাদত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আন্দোলনের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লক্ষ্য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পুনর্জাগরণ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ঘটানো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পর্যায়ক্রমিক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দীর্ঘ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মেয়াদী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t xml:space="preserve">, </w:t>
      </w:r>
      <w:r w:rsidRPr="0054577C">
        <w:rPr>
          <w:rFonts w:hint="cs"/>
          <w:cs/>
          <w:lang w:bidi="bn-IN"/>
        </w:rPr>
        <w:t>স্বল্প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মেয়াদী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তড়িৎ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অনুভব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যোগ্য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বুঝেছি</w:t>
      </w:r>
      <w:r w:rsidRPr="0054577C">
        <w:rPr>
          <w:cs/>
          <w:lang w:bidi="bn-IN"/>
        </w:rPr>
        <w:t xml:space="preserve"> </w:t>
      </w:r>
      <w:r w:rsidRPr="0054577C">
        <w:t>?</w:t>
      </w:r>
    </w:p>
    <w:p w:rsidR="0054577C" w:rsidRPr="0054577C" w:rsidRDefault="0054577C" w:rsidP="002562FC">
      <w:pPr>
        <w:pStyle w:val="libNormal"/>
      </w:pPr>
    </w:p>
    <w:p w:rsidR="0054577C" w:rsidRPr="0054577C" w:rsidRDefault="0054577C" w:rsidP="004C3602">
      <w:pPr>
        <w:pStyle w:val="libBold1"/>
      </w:pPr>
      <w:r w:rsidRPr="0054577C">
        <w:rPr>
          <w:rFonts w:hint="cs"/>
          <w:cs/>
          <w:lang w:bidi="bn-IN"/>
        </w:rPr>
        <w:t>উত্তর</w:t>
      </w:r>
      <w:r w:rsidRPr="0054577C">
        <w:rPr>
          <w:cs/>
          <w:lang w:bidi="bn-IN"/>
        </w:rPr>
        <w:t xml:space="preserve"> :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গুরুত্বপূর্ণ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পুনর্জাগরণ।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বাহ্যিক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বিজয়ীও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পুনর্জীবিত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কেন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অবশ্যই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প্রতিষ্ঠিত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শাসনের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সুদৃঢ়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</w:p>
    <w:p w:rsidR="0054577C" w:rsidRPr="0054577C" w:rsidRDefault="0054577C" w:rsidP="004C3602">
      <w:pPr>
        <w:pStyle w:val="libNormal"/>
      </w:pP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বাস্তবায়ন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পেরেছেন</w:t>
      </w:r>
      <w:r w:rsidRPr="0054577C">
        <w:rPr>
          <w:cs/>
          <w:lang w:bidi="bn-IN"/>
        </w:rPr>
        <w:t xml:space="preserve"> </w:t>
      </w:r>
      <w:r w:rsidRPr="0054577C">
        <w:t xml:space="preserve">?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স্বয়ং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পূর্ববর্তী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খলিফারা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পরিবর্তন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দিয়েছে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</w:t>
      </w:r>
      <w:r w:rsidRPr="0054577C">
        <w:rPr>
          <w:cs/>
          <w:lang w:bidi="bn-IN"/>
        </w:rPr>
        <w:t xml:space="preserve"> ...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বলেছিলাম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জামাআতবদ্ধ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নফল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ঠিক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সুন্নাতা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সুন্নাতা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উমার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ধ্বনি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উচ্চারিত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!</w:t>
      </w:r>
      <w:r w:rsidR="008B6C3F">
        <w:rPr>
          <w:rStyle w:val="libEnChar"/>
        </w:rPr>
        <w:t>”</w:t>
      </w:r>
      <w:r w:rsidRPr="0054577C">
        <w:t xml:space="preserve"> (</w:t>
      </w:r>
      <w:r w:rsidRPr="0054577C">
        <w:rPr>
          <w:rFonts w:hint="cs"/>
          <w:cs/>
          <w:lang w:bidi="bn-IN"/>
        </w:rPr>
        <w:t>চিন্তা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দেখুন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সৈন্যরা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আচরণ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</w:t>
      </w:r>
      <w:r w:rsidRPr="0054577C">
        <w:t xml:space="preserve">?)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বলল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জামাআতবদ্ধ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মুস্তাহাব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নামায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করছেন।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সৈন্যদের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গোলযোগ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সৃষ্টি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নিজেদের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ছেড়ে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দেই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4C3602">
        <w:rPr>
          <w:rStyle w:val="libFootnotenumChar"/>
          <w:rFonts w:hint="cs"/>
          <w:cs/>
          <w:lang w:bidi="bn-IN"/>
        </w:rPr>
        <w:t>১৭</w:t>
      </w:r>
      <w:r w:rsidR="004C3602" w:rsidRPr="004C3602">
        <w:rPr>
          <w:rStyle w:val="libFootnotenumChar"/>
          <w:cs/>
          <w:lang w:bidi="bn-IN"/>
        </w:rPr>
        <w:t>০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অতএব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খলীফাও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তবুও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নিশ্চিত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ক্ষমতাকে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পারতেন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প্রচলিত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শিক্ষায়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প্রশিক্ষিত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বিষয়গুলিকে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বুঝতে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নিয়মের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গণ্য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করত।</w:t>
      </w:r>
    </w:p>
    <w:p w:rsidR="0054577C" w:rsidRPr="0054577C" w:rsidRDefault="0054577C" w:rsidP="004C3602">
      <w:pPr>
        <w:pStyle w:val="libNormal"/>
      </w:pPr>
      <w:r w:rsidRPr="0054577C">
        <w:rPr>
          <w:rFonts w:hint="cs"/>
          <w:cs/>
          <w:lang w:bidi="bn-IN"/>
        </w:rPr>
        <w:t>অন্যতম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ভুল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লোকেরা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</w:t>
      </w:r>
      <w:r w:rsidRPr="0054577C">
        <w:rPr>
          <w:cs/>
          <w:lang w:bidi="bn-IN"/>
        </w:rPr>
        <w:t xml:space="preserve"> : </w:t>
      </w:r>
      <w:r w:rsidRPr="008C68E5">
        <w:rPr>
          <w:rStyle w:val="libEnChar"/>
        </w:rPr>
        <w:t>‘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প্রতি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লেখকরা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পরবর্তীতে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প্রেরকরাই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শিয়ারাই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বিরোধিতা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করে।</w:t>
      </w:r>
      <w:r>
        <w:rPr>
          <w:rFonts w:hint="eastAsia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খুলাফা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মতাদর্শের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যেমন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আমীরুল</w:t>
      </w:r>
      <w:r w:rsidRPr="0054577C">
        <w:rPr>
          <w:cs/>
          <w:lang w:bidi="bn-IN"/>
        </w:rPr>
        <w:t xml:space="preserve"> </w:t>
      </w:r>
      <w:r w:rsidR="008B6C3F">
        <w:rPr>
          <w:rFonts w:hint="cs"/>
          <w:cs/>
          <w:lang w:bidi="bn-IN"/>
        </w:rPr>
        <w:t>মু</w:t>
      </w:r>
      <w:r w:rsidR="008B6C3F" w:rsidRPr="00743A59">
        <w:rPr>
          <w:rStyle w:val="libEnChar"/>
        </w:rPr>
        <w:t>’</w:t>
      </w:r>
      <w:r w:rsidRPr="0054577C">
        <w:rPr>
          <w:rFonts w:hint="cs"/>
          <w:cs/>
          <w:lang w:bidi="bn-IN"/>
        </w:rPr>
        <w:t>মিনীন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স্বয়ং</w:t>
      </w:r>
      <w:r w:rsidRPr="0054577C">
        <w:t xml:space="preserve">, </w:t>
      </w:r>
      <w:r w:rsidRPr="0054577C">
        <w:rPr>
          <w:rFonts w:hint="cs"/>
          <w:cs/>
          <w:lang w:bidi="bn-IN"/>
        </w:rPr>
        <w:t>তাঁর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সম্পর্কে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খুৎবায়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যদি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সুন্নাত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থেকে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মুষ্টিমেয়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কয়েকজন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কোনো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সাহায্যকারী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4C3602">
        <w:rPr>
          <w:rStyle w:val="libFootnotenumChar"/>
          <w:rFonts w:hint="cs"/>
          <w:cs/>
          <w:lang w:bidi="bn-IN"/>
        </w:rPr>
        <w:t>১৭</w:t>
      </w:r>
      <w:r w:rsidR="004C3602" w:rsidRPr="004C3602">
        <w:rPr>
          <w:rStyle w:val="libFootnotenumChar"/>
          <w:cs/>
          <w:lang w:bidi="bn-IN"/>
        </w:rPr>
        <w:t>১</w:t>
      </w:r>
    </w:p>
    <w:p w:rsidR="0054577C" w:rsidRPr="0054577C" w:rsidRDefault="0054577C" w:rsidP="002562FC">
      <w:pPr>
        <w:pStyle w:val="libNormal"/>
      </w:pP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সুন্নাহ্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সংখ্যায়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অল্প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পূর্ববর্তী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সেগুলিকে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পুনরায়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কাঠামো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হচ্ছে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আকীদাসমূহ</w:t>
      </w:r>
      <w:r w:rsidRPr="0054577C">
        <w:t xml:space="preserve">, </w:t>
      </w:r>
      <w:r w:rsidRPr="0054577C">
        <w:rPr>
          <w:rFonts w:hint="cs"/>
          <w:cs/>
          <w:lang w:bidi="bn-IN"/>
        </w:rPr>
        <w:t>শুধুমাত্র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</w:t>
      </w:r>
      <w:r w:rsidRPr="0054577C">
        <w:rPr>
          <w:cs/>
          <w:lang w:bidi="bn-IN"/>
        </w:rPr>
        <w:t>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নিকট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করেছিলেন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অধিকাংশের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মস্তিষ্কে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ভাবনা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অন্যান্য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আলীও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একজন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কারণে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বলছেন</w:t>
      </w:r>
      <w:r w:rsidRPr="0054577C">
        <w:rPr>
          <w:cs/>
          <w:lang w:bidi="bn-IN"/>
        </w:rPr>
        <w:t xml:space="preserve"> : </w:t>
      </w:r>
      <w:r w:rsidR="008B6C3F">
        <w:rPr>
          <w:rStyle w:val="libEnChar"/>
        </w:rPr>
        <w:t>“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সাথে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কেউ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অবশিষ্ট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থাকবে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ব্যতীত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ইমামতকে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কুরআন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সুন্নাহ্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গ্রহণ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করেছেন</w:t>
      </w:r>
      <w:r w:rsidR="008B6C3F">
        <w:rPr>
          <w:rFonts w:hint="cs"/>
          <w:cs/>
          <w:lang w:bidi="hi-IN"/>
        </w:rPr>
        <w:t>।</w:t>
      </w:r>
      <w:r w:rsidR="008B6C3F" w:rsidRPr="00743A59">
        <w:rPr>
          <w:rStyle w:val="libEnChar"/>
        </w:rPr>
        <w:t>”</w:t>
      </w:r>
      <w:r w:rsidRPr="0054577C"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সংখ্যায়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স্বল্প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অন্যরা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নিজ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খেয়াল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খুশিমত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এইরূপ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মাধ্যমে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আমীর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শাসক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নির্বাচিত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হয়েছেন।</w:t>
      </w:r>
    </w:p>
    <w:p w:rsidR="0054577C" w:rsidRPr="0054577C" w:rsidRDefault="0054577C" w:rsidP="004C3602">
      <w:pPr>
        <w:pStyle w:val="libNormal"/>
      </w:pPr>
      <w:r w:rsidRPr="0054577C">
        <w:rPr>
          <w:rFonts w:hint="cs"/>
          <w:cs/>
          <w:lang w:bidi="bn-IN"/>
        </w:rPr>
        <w:t>সুতরাং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পত্র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প্রেরণকারী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আহ্বানকারীদের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অধিকাংশই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খুলাফা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মতাদর্শের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অনুসারী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খুব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সংখ্যকই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শিয়া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ছিলেন।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হযরত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সায়্যিদুশ্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শুহাদার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সম্পর্কেও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হুবহু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ভাবনাই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মস্তিষ্কে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হচ্ছেন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নিষ্পাপ</w:t>
      </w:r>
      <w:r w:rsidRPr="0054577C">
        <w:t xml:space="preserve">,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পক্ষ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মনোনীত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কিছু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আবশ্যক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মুয়াবিয়ার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মৃত্যুর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খিলাফতের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জন্যে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শ্রেয়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lastRenderedPageBreak/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অধিক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উপযুক্ত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জ্ঞান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অর্থাৎ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চেয়ে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করছিল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আর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যখন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দ্বারা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হলেন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পরিবর্তে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ইবনে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যিয়াদ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প্রতিষ্ঠিত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হল।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সুতরাং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অনুযায়ী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হুসাইনের</w:t>
      </w:r>
      <w:r w:rsidRPr="0054577C">
        <w:rPr>
          <w:cs/>
          <w:lang w:bidi="bn-IN"/>
        </w:rPr>
        <w:t>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>.)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উচিত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rPr>
          <w:rFonts w:hint="cs"/>
          <w:cs/>
          <w:lang w:bidi="bn-IN"/>
        </w:rPr>
        <w:t>য়ের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মাঝে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পারস্পরিক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বৈপরীত্যও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দেখে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বাইআত</w:t>
      </w:r>
      <w:r w:rsidRPr="0054577C">
        <w:t xml:space="preserve">, </w:t>
      </w:r>
      <w:r w:rsidRPr="0054577C">
        <w:rPr>
          <w:rFonts w:hint="cs"/>
          <w:cs/>
          <w:lang w:bidi="bn-IN"/>
        </w:rPr>
        <w:t>খলীফা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আনুগত্য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করা</w:t>
      </w:r>
      <w:r w:rsidRPr="0054577C">
        <w:t xml:space="preserve">; </w:t>
      </w:r>
      <w:r w:rsidRPr="0054577C">
        <w:rPr>
          <w:rFonts w:hint="cs"/>
          <w:cs/>
          <w:lang w:bidi="bn-IN"/>
        </w:rPr>
        <w:t>শাইখাইনের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প্রথম</w:t>
      </w:r>
      <w:r w:rsidRPr="0054577C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দু</w:t>
      </w:r>
      <w:r w:rsidRPr="008C68E5">
        <w:rPr>
          <w:rStyle w:val="libEnChar"/>
        </w:rPr>
        <w:t>’</w:t>
      </w:r>
      <w:r w:rsidRPr="0054577C">
        <w:t xml:space="preserve"> </w:t>
      </w:r>
      <w:r w:rsidRPr="0054577C">
        <w:rPr>
          <w:rFonts w:hint="cs"/>
          <w:cs/>
          <w:lang w:bidi="bn-IN"/>
        </w:rPr>
        <w:t>খলীফার</w:t>
      </w:r>
      <w:r w:rsidRPr="0054577C">
        <w:rPr>
          <w:cs/>
          <w:lang w:bidi="bn-IN"/>
        </w:rPr>
        <w:t xml:space="preserve">) </w:t>
      </w:r>
      <w:r w:rsidRPr="0054577C">
        <w:rPr>
          <w:rFonts w:hint="cs"/>
          <w:cs/>
          <w:lang w:bidi="bn-IN"/>
        </w:rPr>
        <w:t>প্রবর্তিত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আদর্শ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অনেক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ক্ষেত্রে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আল্লাহর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কিতাব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রাসূলের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সুন্নতের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উপরও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প্রাধান্য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পেয়েছে</w:t>
      </w:r>
      <w:r w:rsidRPr="0054577C">
        <w:rPr>
          <w:cs/>
          <w:lang w:bidi="bn-IN"/>
        </w:rPr>
        <w:t xml:space="preserve"> !</w:t>
      </w:r>
      <w:r w:rsidRPr="004C3602">
        <w:rPr>
          <w:rStyle w:val="libFootnotenumChar"/>
          <w:rFonts w:hint="cs"/>
          <w:cs/>
          <w:lang w:bidi="bn-IN"/>
        </w:rPr>
        <w:t>১৭</w:t>
      </w:r>
      <w:r w:rsidR="004C3602" w:rsidRPr="004C3602">
        <w:rPr>
          <w:rStyle w:val="libFootnotenumChar"/>
          <w:cs/>
          <w:lang w:bidi="bn-IN"/>
        </w:rPr>
        <w:t>২</w:t>
      </w:r>
    </w:p>
    <w:p w:rsidR="0054577C" w:rsidRPr="0054577C" w:rsidRDefault="0054577C" w:rsidP="004C3602">
      <w:pPr>
        <w:pStyle w:val="libNormal"/>
      </w:pPr>
      <w:r w:rsidRPr="0054577C">
        <w:rPr>
          <w:rFonts w:hint="cs"/>
          <w:cs/>
          <w:lang w:bidi="bn-IN"/>
        </w:rPr>
        <w:t>হ্যাঁ</w:t>
      </w:r>
      <w:r w:rsidRPr="0054577C">
        <w:t xml:space="preserve">,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বিশ্বে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বক্রতাসমূহ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বক্র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চিন্তা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ভাবনাসমূহই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ইমামকে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বিদ্রোহ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বাধ্য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করেছে</w:t>
      </w:r>
      <w:r w:rsidRPr="0054577C">
        <w:t xml:space="preserve">, </w:t>
      </w:r>
      <w:r w:rsidRPr="0054577C">
        <w:rPr>
          <w:rFonts w:hint="cs"/>
          <w:cs/>
          <w:lang w:bidi="bn-IN"/>
        </w:rPr>
        <w:t>যার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তিনি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ইয়াযীদের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বাইআত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বিসর্জন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ছিল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বিশেষ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ব্যতিক্রমধর্মী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প্রাণ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বিসর্জন</w:t>
      </w:r>
      <w:r w:rsidRPr="0054577C">
        <w:rPr>
          <w:cs/>
          <w:lang w:bidi="bn-IN"/>
        </w:rPr>
        <w:t xml:space="preserve"> ! </w:t>
      </w:r>
      <w:r w:rsidRPr="0054577C">
        <w:rPr>
          <w:rFonts w:hint="cs"/>
          <w:cs/>
          <w:lang w:bidi="bn-IN"/>
        </w:rPr>
        <w:t>যাতে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করে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জনগণ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জেগে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উঠে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তথাকথিত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খিলাফতের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পবিত্রতার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অলীক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ধারণা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ভঙ্গ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মর্যাদার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অন্তঃসারশূন্যতা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প্রমাণিত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হয়।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আহলে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বাইতের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আ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অন্য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ইমামগণ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এবং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তার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বিধান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আকীদাসমূহকে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বর্ণনা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ব্যাখ্যা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দেয়ার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সুযোগ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পান।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মুহাম্মদী</w:t>
      </w:r>
      <w:r w:rsidRPr="0054577C">
        <w:rPr>
          <w:cs/>
          <w:lang w:bidi="bn-IN"/>
        </w:rPr>
        <w:t xml:space="preserve"> (</w:t>
      </w:r>
      <w:r w:rsidRPr="0054577C">
        <w:rPr>
          <w:rFonts w:hint="cs"/>
          <w:cs/>
          <w:lang w:bidi="bn-IN"/>
        </w:rPr>
        <w:t>সা</w:t>
      </w:r>
      <w:r w:rsidRPr="0054577C">
        <w:rPr>
          <w:cs/>
          <w:lang w:bidi="bn-IN"/>
        </w:rPr>
        <w:t xml:space="preserve">.) </w:t>
      </w:r>
      <w:r w:rsidRPr="0054577C">
        <w:rPr>
          <w:rFonts w:hint="cs"/>
          <w:cs/>
          <w:lang w:bidi="bn-IN"/>
        </w:rPr>
        <w:t>খাঁটি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নির্ভেজাল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ইসলামকে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ইসলামী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সমাজে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ফিরিয়ে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আনার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অনুকূল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পরিবেশ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পান।</w:t>
      </w:r>
      <w:r w:rsidRPr="004C3602">
        <w:rPr>
          <w:rStyle w:val="libFootnotenumChar"/>
          <w:rFonts w:hint="cs"/>
          <w:cs/>
          <w:lang w:bidi="bn-IN"/>
        </w:rPr>
        <w:t>১৭</w:t>
      </w:r>
      <w:r w:rsidR="004C3602" w:rsidRPr="004C3602">
        <w:rPr>
          <w:rStyle w:val="libFootnotenumChar"/>
          <w:cs/>
          <w:lang w:bidi="bn-IN"/>
        </w:rPr>
        <w:t>৩</w:t>
      </w:r>
    </w:p>
    <w:p w:rsidR="0054577C" w:rsidRPr="0054577C" w:rsidRDefault="0054577C" w:rsidP="002562FC">
      <w:pPr>
        <w:pStyle w:val="libNormal"/>
      </w:pPr>
    </w:p>
    <w:p w:rsidR="00743A59" w:rsidRDefault="0054577C" w:rsidP="00743A59">
      <w:pPr>
        <w:pStyle w:val="libCenter"/>
        <w:rPr>
          <w:cs/>
          <w:lang w:bidi="bn-IN"/>
        </w:rPr>
      </w:pPr>
      <w:r w:rsidRPr="0054577C">
        <w:rPr>
          <w:rFonts w:hint="cs"/>
          <w:cs/>
          <w:lang w:bidi="bn-IN"/>
        </w:rPr>
        <w:t>ওয়াস্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সালামু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আলাইকুম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ওয়া</w:t>
      </w:r>
      <w:r w:rsidRPr="0054577C">
        <w:rPr>
          <w:cs/>
          <w:lang w:bidi="bn-IN"/>
        </w:rPr>
        <w:t xml:space="preserve"> </w:t>
      </w:r>
      <w:r w:rsidRPr="0054577C">
        <w:rPr>
          <w:rFonts w:hint="cs"/>
          <w:cs/>
          <w:lang w:bidi="bn-IN"/>
        </w:rPr>
        <w:t>রাহমাতুল্লাহ্।</w:t>
      </w:r>
    </w:p>
    <w:p w:rsidR="001763B1" w:rsidRDefault="00743A59" w:rsidP="001763B1">
      <w:pPr>
        <w:pStyle w:val="Heading1"/>
        <w:rPr>
          <w:cs/>
          <w:lang w:bidi="bn-IN"/>
        </w:rPr>
      </w:pPr>
      <w:r>
        <w:rPr>
          <w:cs/>
          <w:lang w:bidi="bn-IN"/>
        </w:rPr>
        <w:br w:type="page"/>
      </w:r>
      <w:bookmarkStart w:id="92" w:name="_Toc535947686"/>
      <w:r w:rsidR="001763B1">
        <w:rPr>
          <w:cs/>
          <w:lang w:bidi="bn-IN"/>
        </w:rPr>
        <w:lastRenderedPageBreak/>
        <w:t>তথ্যসূত্র</w:t>
      </w:r>
      <w:r w:rsidR="001763B1">
        <w:rPr>
          <w:lang w:bidi="bn-IN"/>
        </w:rPr>
        <w:t>:</w:t>
      </w:r>
      <w:bookmarkEnd w:id="92"/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নূর</w:t>
      </w:r>
      <w:r w:rsidRPr="00877C19">
        <w:t xml:space="preserve">, </w:t>
      </w:r>
      <w:r w:rsidRPr="00877C19">
        <w:rPr>
          <w:rFonts w:hint="cs"/>
          <w:cs/>
          <w:lang w:bidi="bn-IN"/>
        </w:rPr>
        <w:t>আয়াত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২।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‘</w:t>
      </w:r>
      <w:r w:rsidRPr="00877C19">
        <w:rPr>
          <w:rFonts w:hint="cs"/>
          <w:cs/>
          <w:lang w:bidi="bn-IN"/>
        </w:rPr>
        <w:t>ইসলামের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হাদীছের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ক্ষেত্রে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আয়িশার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ভূমিকা</w:t>
      </w:r>
      <w:r w:rsidRPr="00877C19">
        <w:rPr>
          <w:rFonts w:hint="eastAsia"/>
        </w:rPr>
        <w:t>’</w:t>
      </w:r>
      <w:r w:rsidRPr="00877C19">
        <w:t xml:space="preserve"> </w:t>
      </w:r>
      <w:r w:rsidRPr="00877C19">
        <w:rPr>
          <w:rFonts w:hint="cs"/>
          <w:cs/>
          <w:lang w:bidi="bn-IN"/>
        </w:rPr>
        <w:t>নামক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পুস্তকে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সম্পর্কে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বিশদভাবে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বর্ণিত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হয়েছে।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৩।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জুমু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আয়াত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৪।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দালায়িলুন্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নবুওয়াত</w:t>
      </w:r>
      <w:r w:rsidRPr="00877C19">
        <w:t xml:space="preserve">, </w:t>
      </w:r>
      <w:r w:rsidRPr="00877C19">
        <w:rPr>
          <w:rFonts w:hint="cs"/>
          <w:cs/>
          <w:lang w:bidi="bn-IN"/>
        </w:rPr>
        <w:t>আবু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বকর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আহমাদ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বাইহাক্বী।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সহীহ্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বোখারী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৩২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৩৩</w:t>
      </w:r>
      <w:r w:rsidRPr="00877C19">
        <w:t xml:space="preserve">, </w:t>
      </w:r>
      <w:r w:rsidRPr="00877C19">
        <w:rPr>
          <w:rFonts w:hint="cs"/>
          <w:cs/>
          <w:lang w:bidi="bn-IN"/>
        </w:rPr>
        <w:t>বাবু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কিতাবাতিল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ইলম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১২০</w:t>
      </w:r>
      <w:r w:rsidRPr="00877C19">
        <w:t xml:space="preserve">, </w:t>
      </w:r>
      <w:r w:rsidRPr="00877C19">
        <w:rPr>
          <w:rFonts w:hint="cs"/>
          <w:cs/>
          <w:lang w:bidi="bn-IN"/>
        </w:rPr>
        <w:t>বাবু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জাওয়ায়িযিল্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ওয়াফ্দ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ইত্যাদি।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৬।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পৃঃ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৬১৯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মুরূজুয্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যাহাব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৪১৪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আলইস্তিআব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৬৯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কানযুল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উম্মাল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১৩৫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ইমামাহ্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ওয়াস্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সিয়াসাহ্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ইত্যাদি।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ইয়াকূবী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১১৫।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৮।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৪৪৩</w:t>
      </w:r>
      <w:r w:rsidRPr="00877C19">
        <w:t xml:space="preserve">, </w:t>
      </w:r>
      <w:r w:rsidRPr="00877C19">
        <w:rPr>
          <w:rFonts w:hint="cs"/>
          <w:cs/>
          <w:lang w:bidi="bn-IN"/>
        </w:rPr>
        <w:t>৪৪৪</w:t>
      </w:r>
      <w:r w:rsidRPr="00877C19">
        <w:t xml:space="preserve">; </w:t>
      </w:r>
      <w:r w:rsidRPr="00877C19">
        <w:rPr>
          <w:rFonts w:hint="cs"/>
          <w:cs/>
          <w:lang w:bidi="bn-IN"/>
        </w:rPr>
        <w:t>শরহে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নাহ্জুল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বালাগাহ্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হাদীদ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১৩০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১৩৪</w:t>
      </w:r>
      <w:r w:rsidRPr="00877C19">
        <w:t xml:space="preserve">, </w:t>
      </w:r>
      <w:r w:rsidRPr="00877C19">
        <w:rPr>
          <w:rFonts w:hint="cs"/>
          <w:cs/>
          <w:lang w:bidi="bn-IN"/>
        </w:rPr>
        <w:t>আবূ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বকর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জওহারী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বর্ণিত।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৯।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৪৪৩</w:t>
      </w:r>
      <w:r w:rsidRPr="00877C19">
        <w:t xml:space="preserve">, </w:t>
      </w:r>
      <w:r w:rsidRPr="00877C19">
        <w:rPr>
          <w:rFonts w:hint="cs"/>
          <w:cs/>
          <w:lang w:bidi="bn-IN"/>
        </w:rPr>
        <w:t>৪৪৪</w:t>
      </w:r>
      <w:r w:rsidRPr="00877C19">
        <w:t xml:space="preserve">, </w:t>
      </w:r>
      <w:r w:rsidRPr="00877C19">
        <w:rPr>
          <w:rFonts w:hint="cs"/>
          <w:cs/>
          <w:lang w:bidi="bn-IN"/>
        </w:rPr>
        <w:t>৪৪৬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ইত্যাদি।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শারহে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নাহ্জুল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বালাগাহ্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হাদীদ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১৩৪</w:t>
      </w:r>
      <w:r w:rsidRPr="00877C19">
        <w:t xml:space="preserve">, </w:t>
      </w:r>
      <w:r w:rsidRPr="00877C19">
        <w:rPr>
          <w:rFonts w:hint="cs"/>
          <w:cs/>
          <w:lang w:bidi="bn-IN"/>
        </w:rPr>
        <w:t>আবু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বকর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জওহারীর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সকীফা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গ্রন্থ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বর্ণিত।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১১।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রাসূল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আকরাম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সা</w:t>
      </w:r>
      <w:r w:rsidRPr="00877C19">
        <w:rPr>
          <w:cs/>
          <w:lang w:bidi="bn-IN"/>
        </w:rPr>
        <w:t xml:space="preserve">.)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বাইতের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আ</w:t>
      </w:r>
      <w:r w:rsidRPr="00877C19">
        <w:rPr>
          <w:cs/>
          <w:lang w:bidi="bn-IN"/>
        </w:rPr>
        <w:t xml:space="preserve">.) </w:t>
      </w:r>
      <w:r w:rsidRPr="00877C19">
        <w:rPr>
          <w:rFonts w:hint="cs"/>
          <w:cs/>
          <w:lang w:bidi="bn-IN"/>
        </w:rPr>
        <w:t>জন্যে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সাদকা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যাকাতের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সম্পদ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গ্রহণ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অবৈধ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hi-IN"/>
        </w:rPr>
        <w:t>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জন্যে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মহান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আল্লাহ্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খুমসকে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তাঁদের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জন্যে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নির্ধারণ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করেছেন।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বনী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ইসরাঈল</w:t>
      </w:r>
      <w:r w:rsidRPr="00877C19">
        <w:t xml:space="preserve">, </w:t>
      </w:r>
      <w:r w:rsidRPr="00877C19">
        <w:rPr>
          <w:rFonts w:hint="cs"/>
          <w:cs/>
          <w:lang w:bidi="bn-IN"/>
        </w:rPr>
        <w:t>আয়াত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২৬।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১৩।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মাজমা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উয্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যাওয়ায়িদ</w:t>
      </w:r>
      <w:r w:rsidRPr="00877C19">
        <w:t xml:space="preserve">, </w:t>
      </w:r>
      <w:r w:rsidRPr="00877C19">
        <w:rPr>
          <w:rFonts w:hint="cs"/>
          <w:cs/>
          <w:lang w:bidi="bn-IN"/>
        </w:rPr>
        <w:t>৯ম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৩৯</w:t>
      </w:r>
      <w:r w:rsidRPr="00877C19">
        <w:t xml:space="preserve">, </w:t>
      </w:r>
      <w:r w:rsidRPr="00877C19">
        <w:rPr>
          <w:rFonts w:hint="cs"/>
          <w:cs/>
          <w:lang w:bidi="bn-IN"/>
        </w:rPr>
        <w:t>তাবরানী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বর্ণিত।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১৪।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তওবাহ্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আয়াত</w:t>
      </w:r>
      <w:r w:rsidRPr="00877C19">
        <w:rPr>
          <w:cs/>
          <w:lang w:bidi="bn-IN"/>
        </w:rPr>
        <w:t xml:space="preserve">- </w:t>
      </w:r>
      <w:r w:rsidRPr="00877C19">
        <w:rPr>
          <w:rFonts w:hint="cs"/>
          <w:cs/>
          <w:lang w:bidi="bn-IN"/>
        </w:rPr>
        <w:t>১২৮।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মায়েদা</w:t>
      </w:r>
      <w:r w:rsidRPr="00877C19">
        <w:rPr>
          <w:cs/>
          <w:lang w:bidi="bn-IN"/>
        </w:rPr>
        <w:t xml:space="preserve">: </w:t>
      </w:r>
      <w:r w:rsidRPr="00877C19">
        <w:rPr>
          <w:rFonts w:hint="cs"/>
          <w:cs/>
          <w:lang w:bidi="bn-IN"/>
        </w:rPr>
        <w:t>৫০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১৬।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ইমরান</w:t>
      </w:r>
      <w:r w:rsidRPr="00877C19">
        <w:rPr>
          <w:cs/>
          <w:lang w:bidi="bn-IN"/>
        </w:rPr>
        <w:t xml:space="preserve"> :</w:t>
      </w:r>
      <w:r w:rsidRPr="00877C19">
        <w:rPr>
          <w:rFonts w:hint="cs"/>
          <w:cs/>
          <w:lang w:bidi="bn-IN"/>
        </w:rPr>
        <w:t>১৪৪</w:t>
      </w:r>
      <w:r w:rsidRPr="00877C19">
        <w:rPr>
          <w:cs/>
          <w:lang w:bidi="bn-IN"/>
        </w:rPr>
        <w:t>)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তওবাহ্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আয়াত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১৮।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শারহে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নাহ্জুল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বালাগা</w:t>
      </w:r>
      <w:r w:rsidRPr="00877C19">
        <w:t>,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হাদীদ</w:t>
      </w:r>
      <w:r w:rsidRPr="00877C19">
        <w:t xml:space="preserve">, </w:t>
      </w:r>
      <w:r w:rsidRPr="00877C19">
        <w:rPr>
          <w:rFonts w:hint="cs"/>
          <w:cs/>
          <w:lang w:bidi="bn-IN"/>
        </w:rPr>
        <w:t>৪র্থ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৭৮</w:t>
      </w:r>
      <w:r w:rsidRPr="00877C19">
        <w:t>,</w:t>
      </w:r>
      <w:r w:rsidRPr="00877C19">
        <w:rPr>
          <w:rFonts w:hint="cs"/>
          <w:cs/>
          <w:lang w:bidi="bn-IN"/>
        </w:rPr>
        <w:t>৭৯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৯৩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বালাগাতুন্নিসা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১২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১৫</w:t>
      </w:r>
      <w:r w:rsidRPr="00877C19">
        <w:t xml:space="preserve">;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শু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আরা</w:t>
      </w:r>
      <w:r w:rsidRPr="00877C19">
        <w:t xml:space="preserve">, </w:t>
      </w:r>
      <w:r w:rsidRPr="00877C19">
        <w:rPr>
          <w:rFonts w:hint="cs"/>
          <w:cs/>
          <w:lang w:bidi="bn-IN"/>
        </w:rPr>
        <w:t>আয়াত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২২৭।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১৯।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সুরা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নামল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১৬</w:t>
      </w:r>
      <w:r w:rsidRPr="00877C19">
        <w:rPr>
          <w:cs/>
          <w:lang w:bidi="bn-IN"/>
        </w:rPr>
        <w:t>)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lastRenderedPageBreak/>
        <w:t>২০।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মারইয়াম</w:t>
      </w:r>
      <w:r w:rsidRPr="00877C19">
        <w:t xml:space="preserve">, </w:t>
      </w:r>
      <w:r w:rsidRPr="00877C19">
        <w:rPr>
          <w:rFonts w:hint="cs"/>
          <w:cs/>
          <w:lang w:bidi="bn-IN"/>
        </w:rPr>
        <w:t>আয়াত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৫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৬।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২১।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নিসা</w:t>
      </w:r>
      <w:r w:rsidRPr="00877C19">
        <w:rPr>
          <w:rFonts w:hint="eastAsia"/>
        </w:rPr>
        <w:t>’</w:t>
      </w:r>
      <w:r w:rsidRPr="00877C19">
        <w:t xml:space="preserve">, </w:t>
      </w:r>
      <w:r w:rsidRPr="00877C19">
        <w:rPr>
          <w:rFonts w:hint="cs"/>
          <w:cs/>
          <w:lang w:bidi="bn-IN"/>
        </w:rPr>
        <w:t>আয়াত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২২।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বাক্বারা</w:t>
      </w:r>
      <w:r w:rsidRPr="00877C19">
        <w:t xml:space="preserve">, </w:t>
      </w:r>
      <w:r w:rsidRPr="00877C19">
        <w:rPr>
          <w:rFonts w:hint="cs"/>
          <w:cs/>
          <w:lang w:bidi="bn-IN"/>
        </w:rPr>
        <w:t>আয়াত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১৮০।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২৩।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বালাগাতুন্নিসা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১৬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১৭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মায়িদা</w:t>
      </w:r>
      <w:r w:rsidRPr="00877C19">
        <w:t xml:space="preserve">, </w:t>
      </w:r>
      <w:r w:rsidRPr="00877C19">
        <w:rPr>
          <w:rFonts w:hint="cs"/>
          <w:cs/>
          <w:lang w:bidi="bn-IN"/>
        </w:rPr>
        <w:t>আয়াত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৫০।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২৪।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ওয়াসায়িলুশ্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শী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য়াহ্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১৮তম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৭৯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মাহাসিন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বর্ণিত।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২৫।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সাফীনাতুল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বিহার</w:t>
      </w:r>
      <w:r w:rsidRPr="00877C19">
        <w:t xml:space="preserve">, </w:t>
      </w:r>
      <w:r w:rsidRPr="00877C19">
        <w:rPr>
          <w:rFonts w:hint="cs"/>
          <w:cs/>
          <w:lang w:bidi="bn-IN"/>
        </w:rPr>
        <w:t>মাদ্দে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মুল্ক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৫৫১।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২৬।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আনফাল</w:t>
      </w:r>
      <w:r w:rsidRPr="00877C19">
        <w:t xml:space="preserve">, </w:t>
      </w:r>
      <w:r w:rsidRPr="00877C19">
        <w:rPr>
          <w:rFonts w:hint="cs"/>
          <w:cs/>
          <w:lang w:bidi="bn-IN"/>
        </w:rPr>
        <w:t>আয়াত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৭৫।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২৭।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শরহে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নাহ্জুল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বালাগাহ্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হাদীদ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৫৫।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২৮।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নাহ্জুল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বালাগাহ্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খুতবা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খুতবায়ে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শাকশাকীয়্যাহ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খ্যাত</w:t>
      </w:r>
      <w:r w:rsidRPr="00877C19">
        <w:rPr>
          <w:cs/>
          <w:lang w:bidi="bn-IN"/>
        </w:rPr>
        <w:t>)</w:t>
      </w:r>
      <w:r w:rsidRPr="00877C19">
        <w:rPr>
          <w:rFonts w:hint="cs"/>
          <w:cs/>
          <w:lang w:bidi="hi-IN"/>
        </w:rPr>
        <w:t>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২৯।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রওযায়ে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কাফী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৫৮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৬৩।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৩০।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সাইয়্যেদ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হাশিম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রাসূলীর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অনুবাদকৃত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ইরশাদে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মুফীদ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২৭৬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২৭৮।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৩১।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ধর্মের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পুনর্জাগরণে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ইমামগণের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ভূমিকা</w:t>
      </w:r>
      <w:r w:rsidRPr="00877C19">
        <w:rPr>
          <w:rFonts w:hint="eastAsia"/>
        </w:rPr>
        <w:t>”</w:t>
      </w:r>
      <w:r w:rsidRPr="00877C19">
        <w:t xml:space="preserve"> </w:t>
      </w:r>
      <w:r w:rsidRPr="00877C19">
        <w:rPr>
          <w:rFonts w:hint="cs"/>
          <w:cs/>
          <w:lang w:bidi="bn-IN"/>
        </w:rPr>
        <w:t>নামক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পুস্তকের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৯ম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৭৮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৮৬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পৃষ্ঠা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দ্রষ্টব্য</w:t>
      </w:r>
      <w:r w:rsidRPr="00877C19">
        <w:rPr>
          <w:cs/>
          <w:lang w:bidi="bn-IN"/>
        </w:rPr>
        <w:t xml:space="preserve"> ((</w:t>
      </w:r>
      <w:r w:rsidRPr="00877C19">
        <w:rPr>
          <w:rFonts w:hint="cs"/>
          <w:cs/>
          <w:lang w:bidi="bn-IN"/>
        </w:rPr>
        <w:t>ঘটনাটির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বিশদ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বিবরণ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সেখানে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এসেছে</w:t>
      </w:r>
      <w:r w:rsidRPr="00877C19">
        <w:rPr>
          <w:cs/>
          <w:lang w:bidi="bn-IN"/>
        </w:rPr>
        <w:t>)</w:t>
      </w:r>
      <w:r w:rsidRPr="00877C19">
        <w:rPr>
          <w:rFonts w:hint="cs"/>
          <w:cs/>
          <w:lang w:bidi="hi-IN"/>
        </w:rPr>
        <w:t>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৩২।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শারহে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নাহ্জুল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বালাগাহ্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হাদীদ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৬৬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৬৭।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৩৩।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‘</w:t>
      </w:r>
      <w:r w:rsidRPr="00877C19">
        <w:t xml:space="preserve"> </w:t>
      </w:r>
      <w:r w:rsidRPr="00877C19">
        <w:rPr>
          <w:rFonts w:hint="cs"/>
          <w:cs/>
          <w:lang w:bidi="bn-IN"/>
        </w:rPr>
        <w:t>ধর্মের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পুনর্জাগরণে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ইমামগণের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ভূমিকা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t xml:space="preserve"> </w:t>
      </w:r>
      <w:r w:rsidRPr="00877C19">
        <w:rPr>
          <w:rFonts w:hint="cs"/>
          <w:cs/>
          <w:lang w:bidi="bn-IN"/>
        </w:rPr>
        <w:t>নামক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পুস্তকের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বিশদ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ব্যাখ্যা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দেখুন।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৩৪।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দেখুন</w:t>
      </w:r>
      <w:r w:rsidRPr="00877C19">
        <w:rPr>
          <w:cs/>
          <w:lang w:bidi="bn-IN"/>
        </w:rPr>
        <w:t xml:space="preserve"> : </w:t>
      </w:r>
      <w:r w:rsidRPr="00877C19">
        <w:rPr>
          <w:rFonts w:hint="cs"/>
          <w:cs/>
          <w:lang w:bidi="bn-IN"/>
        </w:rPr>
        <w:t>শারহে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নাহ্জুল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বালাগাহ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১০২</w:t>
      </w:r>
      <w:r w:rsidRPr="00877C19">
        <w:rPr>
          <w:cs/>
          <w:lang w:bidi="bn-IN"/>
        </w:rPr>
        <w:t>)</w:t>
      </w:r>
      <w:r w:rsidRPr="00877C19">
        <w:t xml:space="preserve">, </w:t>
      </w:r>
      <w:r w:rsidRPr="00877C19">
        <w:rPr>
          <w:rFonts w:hint="cs"/>
          <w:cs/>
          <w:lang w:bidi="bn-IN"/>
        </w:rPr>
        <w:t>তাযকিরায়ে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খাওয়াসসিল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উম্মাহ্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১১৫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জামহারাতুল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খুতাব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১১২</w:t>
      </w:r>
      <w:r w:rsidRPr="00877C19">
        <w:rPr>
          <w:cs/>
          <w:lang w:bidi="bn-IN"/>
        </w:rPr>
        <w:t>)</w:t>
      </w:r>
      <w:r w:rsidRPr="00877C19">
        <w:rPr>
          <w:rFonts w:hint="cs"/>
          <w:cs/>
          <w:lang w:bidi="hi-IN"/>
        </w:rPr>
        <w:t>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মুয়াবিয়ার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মূল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কবিতাটি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আরবী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ভাষায়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এরূপঃ</w:t>
      </w:r>
    </w:p>
    <w:p w:rsidR="001763B1" w:rsidRPr="00877C19" w:rsidRDefault="001763B1" w:rsidP="001763B1">
      <w:pPr>
        <w:pStyle w:val="libFootnote"/>
      </w:pP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সাখরু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লাতুসলিমান্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ইয়াওমান্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ফাতাফযাহানা</w:t>
      </w:r>
      <w:r w:rsidRPr="00877C19">
        <w:rPr>
          <w:cs/>
          <w:lang w:bidi="bn-IN"/>
        </w:rPr>
        <w:t xml:space="preserve">    </w:t>
      </w:r>
      <w:r w:rsidRPr="00877C19">
        <w:rPr>
          <w:rFonts w:hint="cs"/>
          <w:cs/>
          <w:lang w:bidi="bn-IN"/>
        </w:rPr>
        <w:t>বা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দাল্লাযীনা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বিবাদরি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আসবাহ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ফিরাক্বা</w:t>
      </w:r>
      <w:r w:rsidRPr="00877C19">
        <w:t xml:space="preserve">,   </w:t>
      </w:r>
    </w:p>
    <w:p w:rsidR="001763B1" w:rsidRPr="00877C19" w:rsidRDefault="001763B1" w:rsidP="001763B1">
      <w:pPr>
        <w:pStyle w:val="libFootnote"/>
      </w:pP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খালী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আম্মী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আম্মুল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উম্মি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ছালিছুহুম</w:t>
      </w:r>
      <w:r w:rsidRPr="00877C19">
        <w:rPr>
          <w:cs/>
          <w:lang w:bidi="bn-IN"/>
        </w:rPr>
        <w:t xml:space="preserve">     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হানযালুল্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খাইরি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ক্বাদ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আহ্দা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লানাল্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আরাক্বা।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তারকানান্না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আমরিন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তুকাল্লিফুনা</w:t>
      </w:r>
      <w:r w:rsidRPr="00877C19">
        <w:rPr>
          <w:cs/>
          <w:lang w:bidi="bn-IN"/>
        </w:rPr>
        <w:t xml:space="preserve">       </w:t>
      </w:r>
      <w:r w:rsidRPr="00877C19">
        <w:rPr>
          <w:rFonts w:hint="cs"/>
          <w:cs/>
          <w:lang w:bidi="bn-IN"/>
        </w:rPr>
        <w:t>ওয়ার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রাক্বিসাতি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বিহি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মাক্কাতাল্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খুরুক্বা</w:t>
      </w:r>
      <w:r w:rsidRPr="00877C19">
        <w:t>,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ফালমাওতু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আহ্ওয়ানু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ক্বাওলিল্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উদাতি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লাক্বাদ</w:t>
      </w:r>
      <w:r w:rsidRPr="00877C19">
        <w:rPr>
          <w:cs/>
          <w:lang w:bidi="bn-IN"/>
        </w:rPr>
        <w:t xml:space="preserve">   </w:t>
      </w:r>
      <w:r w:rsidRPr="00877C19">
        <w:rPr>
          <w:rFonts w:hint="cs"/>
          <w:cs/>
          <w:lang w:bidi="bn-IN"/>
        </w:rPr>
        <w:t>আদা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হারবিন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আনিল্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উয্যা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ইযা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ফারিক্বা।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৩৫।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ইসলাম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মুওয়াল্লাফাতি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কুলূবিহিম</w:t>
      </w:r>
      <w:r w:rsidRPr="00877C19">
        <w:rPr>
          <w:rFonts w:hint="eastAsia"/>
        </w:rPr>
        <w:t>”</w:t>
      </w:r>
      <w:r w:rsidRPr="00877C19">
        <w:t xml:space="preserve"> </w:t>
      </w:r>
      <w:r w:rsidRPr="00877C19">
        <w:rPr>
          <w:rFonts w:hint="cs"/>
          <w:cs/>
          <w:lang w:bidi="bn-IN"/>
        </w:rPr>
        <w:t>এর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অংশকে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বাহ্যদর্শীদের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জন্যে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নির্ধারণ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করেছে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যারা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বাহ্যিকভাবে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ইসলাম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গ্রহণ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করেছেন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কিন্তু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দ্বীনের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যথার্থতা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পরিপূর্ণভাবে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অন্তরদেশকে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বশীভূত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দ্বারা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আল্লাহর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বিধান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সম্পর্কে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অন্তরসমূহকে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নরম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আকর্ষণ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চেয়েছে।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৩৬।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আত্তাম্বীহ্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আশরাফ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২৮২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২৮৩</w:t>
      </w:r>
      <w:r w:rsidRPr="00877C19">
        <w:t xml:space="preserve">, </w:t>
      </w:r>
      <w:r w:rsidRPr="00877C19">
        <w:rPr>
          <w:rFonts w:hint="cs"/>
          <w:cs/>
          <w:lang w:bidi="bn-IN"/>
        </w:rPr>
        <w:t>মাক্তাবাতু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খাইয়াত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প্রকাশনী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বৈরূত</w:t>
      </w:r>
      <w:r w:rsidRPr="00877C19">
        <w:t xml:space="preserve">, </w:t>
      </w:r>
      <w:r w:rsidRPr="00877C19">
        <w:rPr>
          <w:rFonts w:hint="cs"/>
          <w:cs/>
          <w:lang w:bidi="bn-IN"/>
        </w:rPr>
        <w:t>১৯৬৫।</w:t>
      </w:r>
      <w:r w:rsidRPr="00877C19">
        <w:rPr>
          <w:cs/>
          <w:lang w:bidi="bn-IN"/>
        </w:rPr>
        <w:t xml:space="preserve">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lastRenderedPageBreak/>
        <w:t>৩৭।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ইস্তি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আব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৪১২</w:t>
      </w:r>
      <w:r w:rsidRPr="00877C19">
        <w:t xml:space="preserve">; </w:t>
      </w:r>
      <w:r w:rsidRPr="00877C19">
        <w:rPr>
          <w:rFonts w:hint="cs"/>
          <w:cs/>
          <w:lang w:bidi="bn-IN"/>
        </w:rPr>
        <w:t>উসদুল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গাবাহ্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১০৬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তাহযীবু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ইবনি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আসাকির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৭ম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২০৬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২১৪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ইসাবাহ্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২৬০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সিয়ারু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লামিন্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নুবালা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৫</w:t>
      </w:r>
      <w:r w:rsidRPr="00877C19">
        <w:t xml:space="preserve">; </w:t>
      </w:r>
      <w:r w:rsidRPr="00877C19">
        <w:rPr>
          <w:rFonts w:hint="cs"/>
          <w:cs/>
          <w:lang w:bidi="bn-IN"/>
        </w:rPr>
        <w:t>সহীহ্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মুসলিম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৪৬।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৩৮।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সহীহ্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মুসলিম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৪৬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তাহযিবু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ইবনি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আসাকির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২১২।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৩৯।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তাহযিব</w:t>
      </w:r>
      <w:r w:rsidRPr="00877C19">
        <w:t xml:space="preserve">, </w:t>
      </w:r>
      <w:r w:rsidRPr="00877C19">
        <w:rPr>
          <w:rFonts w:hint="cs"/>
          <w:cs/>
          <w:lang w:bidi="bn-IN"/>
        </w:rPr>
        <w:t>৭ম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২১১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২১২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নুবালা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৪</w:t>
      </w:r>
      <w:r w:rsidRPr="00877C19">
        <w:t xml:space="preserve">; </w:t>
      </w:r>
      <w:r w:rsidRPr="00877C19">
        <w:rPr>
          <w:rFonts w:hint="cs"/>
          <w:cs/>
          <w:lang w:bidi="bn-IN"/>
        </w:rPr>
        <w:t>মুসনাদে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আহমাদ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৩২৫।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৪০।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আনসাবুল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আশরাফ</w:t>
      </w:r>
      <w:r w:rsidRPr="00877C19">
        <w:t xml:space="preserve">, </w:t>
      </w:r>
      <w:r w:rsidRPr="00877C19">
        <w:rPr>
          <w:rFonts w:hint="cs"/>
          <w:cs/>
          <w:lang w:bidi="bn-IN"/>
        </w:rPr>
        <w:t>বালাযুরী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৫৩।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৪১।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আনসাবুল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আশরাফ</w:t>
      </w:r>
      <w:r w:rsidRPr="00877C19">
        <w:t xml:space="preserve">, </w:t>
      </w:r>
      <w:r w:rsidRPr="00877C19">
        <w:rPr>
          <w:rFonts w:hint="cs"/>
          <w:cs/>
          <w:lang w:bidi="bn-IN"/>
        </w:rPr>
        <w:t>বালাযুরী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৪৩।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৪২।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মুয়াবিয়ার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উদ্দেশ্য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ছিল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তার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দরবারের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সাধারণ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সভাগুলিতে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মিম্বরের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উপর</w:t>
      </w:r>
      <w:r w:rsidRPr="00877C19">
        <w:t xml:space="preserve">, </w:t>
      </w:r>
      <w:r w:rsidRPr="00877C19">
        <w:rPr>
          <w:rFonts w:hint="cs"/>
          <w:cs/>
          <w:lang w:bidi="bn-IN"/>
        </w:rPr>
        <w:t>জুমুআর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নামাযের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খুৎবাসমূহে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উছমানের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নামে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প্রশংসা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হয়</w:t>
      </w:r>
      <w:r w:rsidRPr="00877C19">
        <w:t xml:space="preserve">; </w:t>
      </w:r>
      <w:r w:rsidRPr="00877C19">
        <w:rPr>
          <w:rFonts w:hint="cs"/>
          <w:cs/>
          <w:lang w:bidi="bn-IN"/>
        </w:rPr>
        <w:t>পক্ষান্তরে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আলীর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আ</w:t>
      </w:r>
      <w:r w:rsidRPr="00877C19">
        <w:rPr>
          <w:cs/>
          <w:lang w:bidi="bn-IN"/>
        </w:rPr>
        <w:t xml:space="preserve">.) </w:t>
      </w:r>
      <w:r w:rsidRPr="00877C19">
        <w:rPr>
          <w:rFonts w:hint="cs"/>
          <w:cs/>
          <w:lang w:bidi="bn-IN"/>
        </w:rPr>
        <w:t>নামে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নিন্দা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হয়</w:t>
      </w:r>
      <w:r w:rsidRPr="00877C19">
        <w:rPr>
          <w:cs/>
          <w:lang w:bidi="bn-IN"/>
        </w:rPr>
        <w:t xml:space="preserve"> !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৪৩।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৬ষ্ঠ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১৪১</w:t>
      </w:r>
      <w:r w:rsidRPr="00877C19">
        <w:t xml:space="preserve">, </w:t>
      </w:r>
      <w:r w:rsidRPr="00877C19">
        <w:rPr>
          <w:rFonts w:hint="cs"/>
          <w:cs/>
          <w:lang w:bidi="bn-IN"/>
        </w:rPr>
        <w:t>৫১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সালের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ঘটনাদি</w:t>
      </w:r>
      <w:r w:rsidRPr="00877C19">
        <w:t xml:space="preserve">; </w:t>
      </w:r>
      <w:r w:rsidRPr="00877C19">
        <w:rPr>
          <w:rFonts w:hint="cs"/>
          <w:cs/>
          <w:lang w:bidi="bn-IN"/>
        </w:rPr>
        <w:t>ইবনু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১৭৮।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৪৪।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বারেআতিয্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যিম্মাতু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মিম্মান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রাওয়া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শাইআন্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ফাযলি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তুরাবিন্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আহলি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বাইতিহী।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৪৫।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শারহে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নাহ্জুল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বালাগাহ্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হাদীদ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১৫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১৬।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৪৬।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ফা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আয়্যু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আমালিন্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ইয়াব্ক্বা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হাযা</w:t>
      </w:r>
      <w:r w:rsidRPr="00877C19">
        <w:rPr>
          <w:cs/>
          <w:lang w:bidi="bn-IN"/>
        </w:rPr>
        <w:t xml:space="preserve"> </w:t>
      </w:r>
      <w:r w:rsidRPr="00877C19">
        <w:t xml:space="preserve">? </w:t>
      </w:r>
      <w:r w:rsidRPr="00877C19">
        <w:rPr>
          <w:rFonts w:hint="cs"/>
          <w:cs/>
          <w:lang w:bidi="bn-IN"/>
        </w:rPr>
        <w:t>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উম্মা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লাকা</w:t>
      </w:r>
      <w:r w:rsidRPr="00877C19">
        <w:rPr>
          <w:cs/>
          <w:lang w:bidi="bn-IN"/>
        </w:rPr>
        <w:t xml:space="preserve"> ! </w:t>
      </w:r>
      <w:r w:rsidRPr="00877C19">
        <w:rPr>
          <w:rFonts w:hint="cs"/>
          <w:cs/>
          <w:lang w:bidi="bn-IN"/>
        </w:rPr>
        <w:t>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ওয়াল্লাহি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ইল্লা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দাফনান্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দাফনান।</w:t>
      </w:r>
      <w:r w:rsidRPr="00877C19">
        <w:rPr>
          <w:rFonts w:hint="eastAsia"/>
        </w:rPr>
        <w:t>”</w:t>
      </w:r>
      <w:r w:rsidRPr="00877C19">
        <w:t xml:space="preserve"> </w:t>
      </w:r>
      <w:r w:rsidRPr="00877C19">
        <w:rPr>
          <w:rFonts w:hint="cs"/>
          <w:cs/>
          <w:lang w:bidi="bn-IN"/>
        </w:rPr>
        <w:t>একটি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এসেছে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মুয়াবিয়া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বাক্যটি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উচ্চারণ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করেন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ইন্না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কাবশাতা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লাইউসাহু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বিহি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ইয়াওমিয়ান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খামসা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মাররাতিন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ওয়াল্লাহি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ইল্লা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দাফনান্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দাফনান।</w:t>
      </w:r>
      <w:r w:rsidRPr="00877C19">
        <w:rPr>
          <w:rFonts w:hint="eastAsia"/>
        </w:rPr>
        <w:t>”</w:t>
      </w:r>
      <w:r w:rsidRPr="00877C19">
        <w:t xml:space="preserve"> </w:t>
      </w:r>
      <w:r w:rsidRPr="00877C19">
        <w:rPr>
          <w:rFonts w:hint="cs"/>
          <w:cs/>
          <w:lang w:bidi="bn-IN"/>
        </w:rPr>
        <w:t>মুরূজুয্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যাহাব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৭ম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শারহে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নাহ্জুল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বালাগাহ্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হাদীদ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৪৬৩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মুওয়াফাকিয়্যাত</w:t>
      </w:r>
      <w:r w:rsidRPr="00877C19">
        <w:t xml:space="preserve">, </w:t>
      </w:r>
      <w:r w:rsidRPr="00877C19">
        <w:rPr>
          <w:rFonts w:hint="cs"/>
          <w:cs/>
          <w:lang w:bidi="bn-IN"/>
        </w:rPr>
        <w:t>যুবাইর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বাক্কার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৫৭৬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৫৭৭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ইরাক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প্রকাশিত।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৪৭।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মুরূজুয্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যাহাব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২৮</w:t>
      </w:r>
      <w:r w:rsidRPr="00877C19">
        <w:t xml:space="preserve">; </w:t>
      </w:r>
      <w:r w:rsidRPr="00877C19">
        <w:rPr>
          <w:rFonts w:hint="cs"/>
          <w:cs/>
          <w:lang w:bidi="bn-IN"/>
        </w:rPr>
        <w:t>মুয়াবিয়ার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দিনগুলির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স্মরণে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মুহাম্মদ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মুহিবিদ্দীনের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গবেষণাকৃত।</w:t>
      </w:r>
      <w:r w:rsidRPr="00877C19">
        <w:rPr>
          <w:cs/>
          <w:lang w:bidi="bn-IN"/>
        </w:rPr>
        <w:t xml:space="preserve">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৪৮।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দেখুন</w:t>
      </w:r>
      <w:r w:rsidRPr="00877C19">
        <w:rPr>
          <w:cs/>
          <w:lang w:bidi="bn-IN"/>
        </w:rPr>
        <w:t xml:space="preserve"> : </w:t>
      </w:r>
      <w:r w:rsidRPr="00877C19">
        <w:rPr>
          <w:rFonts w:hint="cs"/>
          <w:cs/>
          <w:lang w:bidi="bn-IN"/>
        </w:rPr>
        <w:t>ধর্মের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পুনর্জাগরণে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ইমামগণের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ভূমিকা</w:t>
      </w:r>
      <w:r w:rsidRPr="00877C19">
        <w:t xml:space="preserve">, </w:t>
      </w:r>
      <w:r w:rsidRPr="00877C19">
        <w:rPr>
          <w:rFonts w:hint="cs"/>
          <w:cs/>
          <w:lang w:bidi="bn-IN"/>
        </w:rPr>
        <w:t>৪র্থ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৩৭৬।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৪৯।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ধর্মের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পুনর্জাগরণে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ইমামগণের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ভূমিকা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৬০</w:t>
      </w:r>
      <w:r w:rsidRPr="00877C19">
        <w:t xml:space="preserve">, </w:t>
      </w:r>
      <w:r w:rsidRPr="00877C19">
        <w:rPr>
          <w:rFonts w:hint="cs"/>
          <w:cs/>
          <w:lang w:bidi="bn-IN"/>
        </w:rPr>
        <w:t>শেখ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সাদুকের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ছাওয়াবুল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মাল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বর্ণিত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৩০৯</w:t>
      </w:r>
      <w:r w:rsidRPr="00877C19">
        <w:t xml:space="preserve">, </w:t>
      </w:r>
      <w:r w:rsidRPr="00877C19">
        <w:rPr>
          <w:rFonts w:hint="cs"/>
          <w:cs/>
          <w:lang w:bidi="bn-IN"/>
        </w:rPr>
        <w:t>হাদীছ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নম্বর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৪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বিহারুল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আনওয়ার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৫২তম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১৯০।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৫০।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ইয়াকূবী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২৫১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২৫২।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৫১।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ত্বাবারী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৭ম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১১</w:t>
      </w:r>
      <w:r w:rsidRPr="00877C19">
        <w:t xml:space="preserve">;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৪৭</w:t>
      </w:r>
      <w:r w:rsidRPr="00877C19">
        <w:t xml:space="preserve">;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৮ম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২২০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ইয়াকূবী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৬ষ্ঠ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২৫১।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৫২।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৮ম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৫৩।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ইয়াকূবী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২৫১</w:t>
      </w:r>
      <w:r w:rsidRPr="00877C19">
        <w:t xml:space="preserve">,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৮ম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২২৫।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lastRenderedPageBreak/>
        <w:t>৫৪।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ইসলাম</w:t>
      </w:r>
      <w:r w:rsidRPr="00877C19">
        <w:t xml:space="preserve">, </w:t>
      </w:r>
      <w:r w:rsidRPr="00877C19">
        <w:rPr>
          <w:rFonts w:hint="cs"/>
          <w:cs/>
          <w:lang w:bidi="bn-IN"/>
        </w:rPr>
        <w:t>যাহাবী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১৮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১৯।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৫৫।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আছাম</w:t>
      </w:r>
      <w:r w:rsidRPr="00877C19">
        <w:t xml:space="preserve">, </w:t>
      </w:r>
      <w:r w:rsidRPr="00877C19">
        <w:rPr>
          <w:rFonts w:hint="cs"/>
          <w:cs/>
          <w:lang w:bidi="bn-IN"/>
        </w:rPr>
        <w:t>খাওয়ারিযিমী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করেছেন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ইমাম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হোসেন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আ</w:t>
      </w:r>
      <w:r w:rsidRPr="00877C19">
        <w:rPr>
          <w:cs/>
          <w:lang w:bidi="bn-IN"/>
        </w:rPr>
        <w:t xml:space="preserve">.) </w:t>
      </w:r>
      <w:r w:rsidRPr="00877C19">
        <w:rPr>
          <w:rFonts w:hint="cs"/>
          <w:cs/>
          <w:lang w:bidi="bn-IN"/>
        </w:rPr>
        <w:t>এর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বিচ্ছিন্ন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মাথা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দেখে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ইয়াযীদ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নিম্নোক্ত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পংক্তিগুলির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এইগুলি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মূলতঃ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যেবা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রার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রচিত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মাধ্যমে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উদাহরণ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প্রদান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</w:t>
      </w:r>
      <w:r w:rsidRPr="00877C19">
        <w:rPr>
          <w:cs/>
          <w:lang w:bidi="bn-IN"/>
        </w:rPr>
        <w:t xml:space="preserve"> :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লাইতা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আশ্ইয়াখী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বিবাদরিন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শাহিদূ</w:t>
      </w:r>
      <w:r w:rsidRPr="00877C19">
        <w:rPr>
          <w:cs/>
          <w:lang w:bidi="bn-IN"/>
        </w:rPr>
        <w:t xml:space="preserve">  </w:t>
      </w:r>
      <w:r w:rsidRPr="00877C19">
        <w:rPr>
          <w:rFonts w:hint="cs"/>
          <w:cs/>
          <w:lang w:bidi="bn-IN"/>
        </w:rPr>
        <w:t>জায্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খাযরাজি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ওয়াক্ব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য়িল্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আসালি</w:t>
      </w:r>
      <w:r w:rsidRPr="00877C19">
        <w:t>,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২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আহাললু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ওয়াস্তাহাললু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ফারাহা</w:t>
      </w:r>
      <w:r w:rsidRPr="00877C19">
        <w:rPr>
          <w:cs/>
          <w:lang w:bidi="bn-IN"/>
        </w:rPr>
        <w:t xml:space="preserve">    </w:t>
      </w:r>
      <w:r w:rsidRPr="00877C19">
        <w:rPr>
          <w:rFonts w:hint="cs"/>
          <w:cs/>
          <w:lang w:bidi="bn-IN"/>
        </w:rPr>
        <w:t>ছুম্মা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ক্বালু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ইয়াযীদু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তাশাল্লি</w:t>
      </w:r>
      <w:r w:rsidRPr="00877C19">
        <w:t>;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৩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ক্বাদ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ক্বাতালনাল্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ক্বারমা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সাদাতিহিম্</w:t>
      </w:r>
      <w:r w:rsidRPr="00877C19">
        <w:rPr>
          <w:cs/>
          <w:lang w:bidi="bn-IN"/>
        </w:rPr>
        <w:t xml:space="preserve">  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আদলনা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মাইলা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বাদরিন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তাদালা।</w:t>
      </w:r>
      <w:r w:rsidRPr="00877C19">
        <w:rPr>
          <w:cs/>
          <w:lang w:bidi="bn-IN"/>
        </w:rPr>
        <w:t xml:space="preserve">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আছাম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বলেন</w:t>
      </w:r>
      <w:r w:rsidRPr="00877C19">
        <w:rPr>
          <w:cs/>
          <w:lang w:bidi="bn-IN"/>
        </w:rPr>
        <w:t xml:space="preserve"> : </w:t>
      </w:r>
      <w:r w:rsidRPr="00877C19">
        <w:rPr>
          <w:rFonts w:hint="cs"/>
          <w:cs/>
          <w:lang w:bidi="bn-IN"/>
        </w:rPr>
        <w:t>উপরোক্ত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তিনটি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ইয়াযীদ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নিম্নোক্ত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নিজে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থেকে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রচনা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</w:t>
      </w:r>
      <w:r w:rsidRPr="00877C19">
        <w:rPr>
          <w:cs/>
          <w:lang w:bidi="bn-IN"/>
        </w:rPr>
        <w:t xml:space="preserve"> :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৪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লাস্তু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মিন্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উক্ববাতিন্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ইনলাম্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আন্তাক্বিম্</w:t>
      </w:r>
      <w:r w:rsidRPr="00877C19">
        <w:rPr>
          <w:cs/>
          <w:lang w:bidi="bn-IN"/>
        </w:rPr>
        <w:t xml:space="preserve">   </w:t>
      </w:r>
      <w:r w:rsidRPr="00877C19">
        <w:rPr>
          <w:rFonts w:hint="cs"/>
          <w:cs/>
          <w:lang w:bidi="bn-IN"/>
        </w:rPr>
        <w:t>মিন্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বানী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আহমাদা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আলা।</w:t>
      </w:r>
      <w:r w:rsidRPr="00877C19">
        <w:rPr>
          <w:cs/>
          <w:lang w:bidi="bn-IN"/>
        </w:rPr>
        <w:t xml:space="preserve"> </w:t>
      </w:r>
    </w:p>
    <w:p w:rsidR="001763B1" w:rsidRPr="00877C19" w:rsidRDefault="001763B1" w:rsidP="001763B1">
      <w:pPr>
        <w:pStyle w:val="libFootnote"/>
      </w:pPr>
      <w:r w:rsidRPr="00877C19">
        <w:rPr>
          <w:rFonts w:hint="eastAsia"/>
        </w:rPr>
        <w:t>“</w:t>
      </w:r>
      <w:r w:rsidRPr="00877C19">
        <w:rPr>
          <w:rFonts w:hint="cs"/>
          <w:cs/>
          <w:lang w:bidi="bn-IN"/>
        </w:rPr>
        <w:t>তাযকিরাতু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খাওয়াসসিল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উম্মাহ্</w:t>
      </w:r>
      <w:r w:rsidRPr="00877C19">
        <w:rPr>
          <w:rFonts w:hint="eastAsia"/>
        </w:rPr>
        <w:t>”</w:t>
      </w:r>
      <w:r w:rsidRPr="00877C19">
        <w:rPr>
          <w:rFonts w:hint="cs"/>
          <w:cs/>
          <w:lang w:bidi="bn-IN"/>
        </w:rPr>
        <w:t>এর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প্রণেতা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বলেন</w:t>
      </w:r>
      <w:r w:rsidRPr="00877C19">
        <w:rPr>
          <w:cs/>
          <w:lang w:bidi="bn-IN"/>
        </w:rPr>
        <w:t xml:space="preserve"> : </w:t>
      </w:r>
      <w:r w:rsidRPr="00877C19">
        <w:rPr>
          <w:rFonts w:hint="cs"/>
          <w:cs/>
          <w:lang w:bidi="bn-IN"/>
        </w:rPr>
        <w:t>ঐতিহাসিক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সমস্ত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বিষয়টি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উল্লেখিত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হয়েছে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যখন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হযরত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আব্দিল্লাহ্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হুসাইনের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বিচ্ছিন্ন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মাথাটিকে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ইয়াযিদের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সম্মুখে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রাখা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তখন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সিরিয়ার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অধিবাসীদেরকে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সমবেত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হস্তস্থিত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লাঠি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দ্বারা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ইমাম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হুসাইনের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মাথাটিতে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আঘাত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করছিল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যেবা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রার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পংক্তিগুলি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আবৃত্তি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করছিল</w:t>
      </w:r>
      <w:r w:rsidRPr="00877C19">
        <w:rPr>
          <w:cs/>
          <w:lang w:bidi="bn-IN"/>
        </w:rPr>
        <w:t xml:space="preserve"> :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লাইতা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আশ্ইয়াখী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বিবাদরিন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শাহিদূ</w:t>
      </w:r>
      <w:r w:rsidRPr="00877C19">
        <w:rPr>
          <w:cs/>
          <w:lang w:bidi="bn-IN"/>
        </w:rPr>
        <w:t xml:space="preserve">   </w:t>
      </w:r>
      <w:r w:rsidRPr="00877C19">
        <w:rPr>
          <w:rFonts w:hint="cs"/>
          <w:cs/>
          <w:lang w:bidi="bn-IN"/>
        </w:rPr>
        <w:t>ওয়াক্ব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আতাল্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খাযরাজি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মিন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ওয়াক্ব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য়িল্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আসালি</w:t>
      </w:r>
      <w:r w:rsidRPr="00877C19">
        <w:t>,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ক্বাদ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ক্বাতালনাল্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ক্বিরনা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সাদাতিহিম্</w:t>
      </w:r>
      <w:r w:rsidRPr="00877C19">
        <w:rPr>
          <w:cs/>
          <w:lang w:bidi="bn-IN"/>
        </w:rPr>
        <w:t xml:space="preserve">  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আদালনা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মাইলা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বাদরিন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তাদালা।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তাযকিরার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প্রণেতা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শু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বার</w:t>
      </w:r>
      <w:r w:rsidRPr="00877C19">
        <w:rPr>
          <w:rFonts w:hint="eastAsia"/>
        </w:rPr>
        <w:t>”</w:t>
      </w:r>
      <w:r w:rsidRPr="00877C19">
        <w:rPr>
          <w:rFonts w:hint="cs"/>
          <w:cs/>
          <w:lang w:bidi="bn-IN"/>
        </w:rPr>
        <w:t>উদ্ধৃতি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দিয়ে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বলেন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উল্লিখিত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পংক্তিগুলির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ইয়াযীদ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নিম্নোক্ত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পংক্তিগুলিকে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সংযোজন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</w:t>
      </w:r>
      <w:r w:rsidRPr="00877C19">
        <w:rPr>
          <w:cs/>
          <w:lang w:bidi="bn-IN"/>
        </w:rPr>
        <w:t xml:space="preserve"> :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লায়িবাত্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হাশিমু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মুলকি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ফালা</w:t>
      </w:r>
      <w:r w:rsidRPr="00877C19">
        <w:rPr>
          <w:cs/>
          <w:lang w:bidi="bn-IN"/>
        </w:rPr>
        <w:t xml:space="preserve">   </w:t>
      </w:r>
      <w:r w:rsidRPr="00877C19">
        <w:rPr>
          <w:rFonts w:hint="cs"/>
          <w:cs/>
          <w:lang w:bidi="bn-IN"/>
        </w:rPr>
        <w:t>খাবারুন্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জাআ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ওয়াহ্য়ুন্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নাযালা।</w:t>
      </w:r>
      <w:r w:rsidRPr="00877C19">
        <w:rPr>
          <w:cs/>
          <w:lang w:bidi="bn-IN"/>
        </w:rPr>
        <w:t xml:space="preserve">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লাস্তু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খিন্দিফা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ইনলাম্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আন্তাক্বিম্</w:t>
      </w:r>
      <w:r w:rsidRPr="00877C19">
        <w:rPr>
          <w:cs/>
          <w:lang w:bidi="bn-IN"/>
        </w:rPr>
        <w:t xml:space="preserve">   </w:t>
      </w:r>
      <w:r w:rsidRPr="00877C19">
        <w:rPr>
          <w:rFonts w:hint="cs"/>
          <w:cs/>
          <w:lang w:bidi="bn-IN"/>
        </w:rPr>
        <w:t>মিন্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বানী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আহমাদা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আলা।</w:t>
      </w:r>
      <w:r w:rsidRPr="00877C19">
        <w:rPr>
          <w:cs/>
          <w:lang w:bidi="bn-IN"/>
        </w:rPr>
        <w:t xml:space="preserve">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এইখানে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কয়েকটি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বিষয়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তুলে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ধরা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আবশ্যক</w:t>
      </w:r>
      <w:r w:rsidRPr="00877C19">
        <w:rPr>
          <w:cs/>
          <w:lang w:bidi="bn-IN"/>
        </w:rPr>
        <w:t xml:space="preserve"> : </w:t>
      </w:r>
    </w:p>
    <w:p w:rsidR="001763B1" w:rsidRPr="00877C19" w:rsidRDefault="001763B1" w:rsidP="001763B1">
      <w:pPr>
        <w:pStyle w:val="libFootnote"/>
      </w:pPr>
      <w:r w:rsidRPr="00877C19">
        <w:t>(</w:t>
      </w:r>
      <w:r w:rsidRPr="00877C19">
        <w:rPr>
          <w:rFonts w:hint="cs"/>
          <w:cs/>
          <w:lang w:bidi="bn-IN"/>
        </w:rPr>
        <w:t>ক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যেবা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রার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কবিতাটি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অত্যন্ত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বিখ্যাত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ছিল।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ইয়াযীদ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সেইগুলির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মাধ্যমে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উদাহরণ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দেয়ার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পূর্বেই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অনেক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বর্ণনাকারী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সেইগুলিকে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লেখায়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উল্লেখ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করেছিল।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ইয়াযীদ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নিজে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থেকে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শুধু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দ্বিতীয়</w:t>
      </w:r>
      <w:r w:rsidRPr="00877C19">
        <w:t xml:space="preserve">, </w:t>
      </w:r>
      <w:r w:rsidRPr="00877C19">
        <w:rPr>
          <w:rFonts w:hint="cs"/>
          <w:cs/>
          <w:lang w:bidi="bn-IN"/>
        </w:rPr>
        <w:t>চতুর্থ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পঞ্চম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তিনটি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সেই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পংক্তিগুলির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সাথে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যোগ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অবশ্য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পরবর্তী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বর্ণনাকারীরা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নিকট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পংক্তিগুলি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গ্রহণ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করেছে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প্রকৃতপক্ষে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কিছু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যেবা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রীর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ছিল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সঙ্গে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যুক্ত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করেছে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আর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বর্ণনাগুলির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শব্দের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মাঝে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পার্থক্য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ঘটেছে।</w:t>
      </w:r>
    </w:p>
    <w:p w:rsidR="001763B1" w:rsidRPr="00877C19" w:rsidRDefault="001763B1" w:rsidP="001763B1">
      <w:pPr>
        <w:pStyle w:val="libFootnote"/>
      </w:pPr>
      <w:r w:rsidRPr="00877C19">
        <w:t>(</w:t>
      </w:r>
      <w:r w:rsidRPr="00877C19">
        <w:rPr>
          <w:rFonts w:hint="cs"/>
          <w:cs/>
          <w:lang w:bidi="bn-IN"/>
        </w:rPr>
        <w:t>খ</w:t>
      </w:r>
      <w:r w:rsidRPr="00877C19">
        <w:rPr>
          <w:cs/>
          <w:lang w:bidi="bn-IN"/>
        </w:rPr>
        <w:t xml:space="preserve">.) </w:t>
      </w:r>
      <w:r w:rsidRPr="00877C19">
        <w:rPr>
          <w:rFonts w:hint="cs"/>
          <w:cs/>
          <w:lang w:bidi="bn-IN"/>
        </w:rPr>
        <w:t>সীরাতে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হিশামে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৯৭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হাদীদের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শারহে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নাহ্জুল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বালাগা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য়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৩৮২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যেবা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রীর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কবিতার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পংক্তিগুলি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বর্ণিত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হয়েছে।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বিঃ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দ্রঃ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পরবর্তী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.)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lastRenderedPageBreak/>
        <w:t>ফুতুহে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আছাম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২৪১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কাছীরে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৮ম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১৯২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এইভাবে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এসেছে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ইয়াযীদ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দ্বিতীয়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পুনরায়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যেবা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রার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নিম্নোক্ত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পংক্তিগুলির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মাধ্যমে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উদাহরণ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দিয়েছে</w:t>
      </w:r>
      <w:r w:rsidRPr="00877C19">
        <w:rPr>
          <w:cs/>
          <w:lang w:bidi="bn-IN"/>
        </w:rPr>
        <w:t xml:space="preserve"> :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হীনা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আলকাত্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বিকুবাআ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বারাকুহা</w:t>
      </w:r>
      <w:r w:rsidRPr="00877C19">
        <w:rPr>
          <w:cs/>
          <w:lang w:bidi="bn-IN"/>
        </w:rPr>
        <w:t xml:space="preserve">    </w:t>
      </w:r>
      <w:r w:rsidRPr="00877C19">
        <w:rPr>
          <w:rFonts w:hint="cs"/>
          <w:cs/>
          <w:lang w:bidi="bn-IN"/>
        </w:rPr>
        <w:t>ওয়াস্তাহারাল্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ক্বাত্লু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ফী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আব্দিল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আশাল্লি।</w:t>
      </w:r>
      <w:r w:rsidRPr="00877C19">
        <w:rPr>
          <w:cs/>
          <w:lang w:bidi="bn-IN"/>
        </w:rPr>
        <w:t xml:space="preserve">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খাওয়ারিযিমীর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মাক্তালে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৪৮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প্রথম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পংক্তিটির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পূর্বে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নিম্নোক্ত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দু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এসেছে</w:t>
      </w:r>
      <w:r w:rsidRPr="00877C19">
        <w:rPr>
          <w:cs/>
          <w:lang w:bidi="bn-IN"/>
        </w:rPr>
        <w:t xml:space="preserve">: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ইয়া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গুরাবাল্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বায়নি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শিয়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তা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ফাকুল্</w:t>
      </w:r>
      <w:r w:rsidRPr="00877C19">
        <w:rPr>
          <w:cs/>
          <w:lang w:bidi="bn-IN"/>
        </w:rPr>
        <w:t xml:space="preserve">   </w:t>
      </w:r>
      <w:r w:rsidRPr="00877C19">
        <w:rPr>
          <w:rFonts w:hint="cs"/>
          <w:cs/>
          <w:lang w:bidi="bn-IN"/>
        </w:rPr>
        <w:t>ইন্নামা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তান্দুবু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আমরান্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ক্বাদ্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ফু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য়িল্</w:t>
      </w:r>
      <w:r w:rsidRPr="00877C19">
        <w:t xml:space="preserve">,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কুল্লু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মুলুকিন্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য়ীমিন্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য়িল্</w:t>
      </w:r>
      <w:r w:rsidRPr="00877C19">
        <w:rPr>
          <w:cs/>
          <w:lang w:bidi="bn-IN"/>
        </w:rPr>
        <w:t xml:space="preserve">  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বানাতুদ্দাহির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ইয়াল্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আব্না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বিকুল্ল।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আর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উপরোক্ত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কিতাবে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কিতাবুল্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লুহুফেও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৬৯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চতুর্থ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নিম্নোক্ত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এসেছে</w:t>
      </w:r>
      <w:r w:rsidRPr="00877C19">
        <w:rPr>
          <w:cs/>
          <w:lang w:bidi="bn-IN"/>
        </w:rPr>
        <w:t xml:space="preserve"> :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লা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য়িবাত্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হাশিমু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মুলকি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ফালা</w:t>
      </w:r>
      <w:r w:rsidRPr="00877C19">
        <w:rPr>
          <w:cs/>
          <w:lang w:bidi="bn-IN"/>
        </w:rPr>
        <w:t xml:space="preserve">   </w:t>
      </w:r>
      <w:r w:rsidRPr="00877C19">
        <w:rPr>
          <w:rFonts w:hint="cs"/>
          <w:cs/>
          <w:lang w:bidi="bn-IN"/>
        </w:rPr>
        <w:t>খাবারুন্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জাআ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ওয়াহ্য়ুন্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নাযালা।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কাছীরে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৮ম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২০৪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চতুর্থ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পড়ে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গেছে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তিনি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সেইগুলিকে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ইয়াযীদের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শৈশবের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পরিচর্যার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দায়িত্বে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নিয়োজিতা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নারী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রিয়ার</w:t>
      </w:r>
      <w:r w:rsidRPr="00877C19">
        <w:rPr>
          <w:rFonts w:hint="eastAsia"/>
        </w:rPr>
        <w:t>”</w:t>
      </w:r>
      <w:r w:rsidRPr="00877C19">
        <w:t xml:space="preserve"> </w:t>
      </w:r>
      <w:r w:rsidRPr="00877C19">
        <w:rPr>
          <w:rFonts w:hint="cs"/>
          <w:cs/>
          <w:lang w:bidi="bn-IN"/>
        </w:rPr>
        <w:t>উদ্ধৃতি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দিয়ে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আসাকির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করেছেন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শুধু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প্রথম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পংক্তিটির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উল্লেখ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শেষ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করেছেন।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অনুরূপভাবে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ফারাজ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ইসফাহানী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মাক্বাতিলুত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তলিবিয়ীনে</w:t>
      </w:r>
      <w:r w:rsidRPr="00877C19">
        <w:rPr>
          <w:rFonts w:hint="eastAsia"/>
        </w:rPr>
        <w:t>”</w:t>
      </w:r>
      <w:r w:rsidRPr="00877C19">
        <w:t xml:space="preserve"> (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১২০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প্রথম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তৃতীয়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দু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উল্লেখ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করেছেন।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আরও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দেখতে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পারেনঃ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তাবাকাতে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ফুহুলুশ্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শু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আরা</w:t>
      </w:r>
      <w:r w:rsidRPr="00877C19">
        <w:rPr>
          <w:rFonts w:hint="eastAsia"/>
        </w:rPr>
        <w:t>’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২০০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সামাতুন্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নুজূমিল্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আওয়ালী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১৯৯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আবু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আলী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ক্বালী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আমালী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১৪২।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৫৬।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বিহারুল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আনওয়ার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৪৪তম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৩২৯।</w:t>
      </w:r>
      <w:r w:rsidRPr="00877C19">
        <w:rPr>
          <w:cs/>
          <w:lang w:bidi="bn-IN"/>
        </w:rPr>
        <w:t xml:space="preserve">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এখানে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একটি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বিষয়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উল্লেখ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আবশ্যক</w:t>
      </w:r>
      <w:r w:rsidRPr="00877C19">
        <w:t xml:space="preserve">, </w:t>
      </w:r>
      <w:r w:rsidRPr="00877C19">
        <w:rPr>
          <w:rFonts w:hint="cs"/>
          <w:cs/>
          <w:lang w:bidi="bn-IN"/>
        </w:rPr>
        <w:t>সেটি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ফুতুহে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ছাম</w:t>
      </w:r>
      <w:r w:rsidRPr="00877C19">
        <w:rPr>
          <w:cs/>
          <w:lang w:bidi="bn-IN"/>
        </w:rPr>
        <w:t>(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৩৪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খাওয়ারিযিমীর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মাকতালে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১৮৮</w:t>
      </w:r>
      <w:r w:rsidRPr="00877C19">
        <w:rPr>
          <w:cs/>
          <w:lang w:bidi="bn-IN"/>
        </w:rPr>
        <w:t>)</w:t>
      </w:r>
      <w:r w:rsidRPr="00877C19">
        <w:t xml:space="preserve">, 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আসীরু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বিসীরাতি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জাদ্দী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আবী</w:t>
      </w:r>
      <w:r w:rsidRPr="00877C19">
        <w:rPr>
          <w:rFonts w:hint="eastAsia"/>
        </w:rPr>
        <w:t>”</w:t>
      </w:r>
      <w:r w:rsidRPr="00877C19">
        <w:t xml:space="preserve"> </w:t>
      </w:r>
      <w:r w:rsidRPr="00877C19">
        <w:rPr>
          <w:rFonts w:hint="cs"/>
          <w:cs/>
          <w:lang w:bidi="bn-IN"/>
        </w:rPr>
        <w:t>এই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বাক্যটির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পর</w:t>
      </w:r>
      <w:r w:rsidRPr="00877C19">
        <w:t xml:space="preserve">, </w:t>
      </w:r>
      <w:r w:rsidRPr="00877C19">
        <w:rPr>
          <w:rFonts w:hint="cs"/>
          <w:cs/>
          <w:lang w:bidi="bn-IN"/>
        </w:rPr>
        <w:t>বিকৃতকারীরা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নিম্নের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বাক্যটিকে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সংযোজন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করেছে</w:t>
      </w:r>
      <w:r w:rsidRPr="00877C19">
        <w:rPr>
          <w:cs/>
          <w:lang w:bidi="bn-IN"/>
        </w:rPr>
        <w:t xml:space="preserve"> : 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সীরাতিল্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খুলাফায়ির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রাশিদীনাল্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মাহ্দিয়্যীনা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রাযিয়াল্লাহু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আনহুম্</w:t>
      </w:r>
      <w:r w:rsidRPr="00877C19">
        <w:rPr>
          <w:rFonts w:hint="eastAsia"/>
        </w:rPr>
        <w:t>”</w:t>
      </w:r>
      <w:r w:rsidRPr="00877C19">
        <w:t xml:space="preserve"> </w:t>
      </w:r>
      <w:r w:rsidRPr="00877C19">
        <w:rPr>
          <w:rFonts w:hint="cs"/>
          <w:cs/>
          <w:lang w:bidi="bn-IN"/>
        </w:rPr>
        <w:t>অর্থাৎ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খুলাফায়ে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রাশিদীনের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পথকে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পুনরজ্জীবিত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করতে।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বাক্যটি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ঠিক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স্পষ্ট।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কারণ</w:t>
      </w:r>
      <w:r w:rsidRPr="00877C19">
        <w:t>,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খুলাফায়ে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রাশিদীন</w:t>
      </w:r>
      <w:r w:rsidRPr="00877C19">
        <w:rPr>
          <w:rFonts w:hint="eastAsia"/>
        </w:rPr>
        <w:t>”</w:t>
      </w:r>
      <w:r w:rsidRPr="00877C19">
        <w:t xml:space="preserve"> </w:t>
      </w:r>
      <w:r w:rsidRPr="00877C19">
        <w:rPr>
          <w:rFonts w:hint="cs"/>
          <w:cs/>
          <w:lang w:bidi="bn-IN"/>
        </w:rPr>
        <w:t>পরিভাষাটি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উমাইয়্যাদের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খিলাফতের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আবিষ্কৃত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পূর্বে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কোনো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টেক্সটই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ব্যবহৃত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অপরদিকে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খুলাফায়ে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রাশিদীন</w:t>
      </w:r>
      <w:r w:rsidRPr="00877C19">
        <w:rPr>
          <w:rStyle w:val="libEnChar"/>
        </w:rPr>
        <w:t>”</w:t>
      </w:r>
      <w:r w:rsidRPr="00877C19">
        <w:t xml:space="preserve"> </w:t>
      </w:r>
      <w:r w:rsidRPr="00877C19">
        <w:rPr>
          <w:rFonts w:hint="cs"/>
          <w:cs/>
          <w:lang w:bidi="bn-IN"/>
        </w:rPr>
        <w:t>এর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অর্থ</w:t>
      </w:r>
      <w:r w:rsidRPr="00877C19">
        <w:t xml:space="preserve">, </w:t>
      </w:r>
      <w:r w:rsidRPr="00877C19">
        <w:rPr>
          <w:rFonts w:hint="cs"/>
          <w:cs/>
          <w:lang w:bidi="bn-IN"/>
        </w:rPr>
        <w:t>যারা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রাসূলের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সা</w:t>
      </w:r>
      <w:r w:rsidRPr="00877C19">
        <w:rPr>
          <w:cs/>
          <w:lang w:bidi="bn-IN"/>
        </w:rPr>
        <w:t xml:space="preserve">.) </w:t>
      </w:r>
      <w:r w:rsidRPr="00877C19">
        <w:rPr>
          <w:rFonts w:hint="cs"/>
          <w:cs/>
          <w:lang w:bidi="bn-IN"/>
        </w:rPr>
        <w:t>পর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স্থলাভিষিক্ত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হিসেবে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একের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এক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প্রশাসনিক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ক্ষমতার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অধিকারী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অন্যতম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হলেন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ইমাম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তালিব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আ</w:t>
      </w:r>
      <w:r w:rsidRPr="00877C19">
        <w:rPr>
          <w:cs/>
          <w:lang w:bidi="bn-IN"/>
        </w:rPr>
        <w:t>.)</w:t>
      </w:r>
      <w:r w:rsidRPr="00877C19">
        <w:rPr>
          <w:rFonts w:hint="cs"/>
          <w:cs/>
          <w:lang w:bidi="hi-IN"/>
        </w:rPr>
        <w:t>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ফলে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ইমাম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আলী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আ</w:t>
      </w:r>
      <w:r w:rsidRPr="00877C19">
        <w:rPr>
          <w:cs/>
          <w:lang w:bidi="bn-IN"/>
        </w:rPr>
        <w:t xml:space="preserve">.) </w:t>
      </w:r>
      <w:r w:rsidRPr="00877C19">
        <w:rPr>
          <w:rFonts w:hint="cs"/>
          <w:cs/>
          <w:lang w:bidi="bn-IN"/>
        </w:rPr>
        <w:t>এর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কথা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স্বতন্ত্রভাবে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উল্লেখের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পর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‘</w:t>
      </w:r>
      <w:r w:rsidRPr="00877C19">
        <w:rPr>
          <w:rFonts w:hint="cs"/>
          <w:cs/>
          <w:lang w:bidi="bn-IN"/>
        </w:rPr>
        <w:t>এবং</w:t>
      </w:r>
      <w:r w:rsidRPr="00877C19">
        <w:rPr>
          <w:rFonts w:hint="eastAsia"/>
        </w:rPr>
        <w:t>’</w:t>
      </w:r>
      <w:r w:rsidRPr="00877C19">
        <w:t xml:space="preserve"> </w:t>
      </w:r>
      <w:r w:rsidRPr="00877C19">
        <w:rPr>
          <w:rFonts w:hint="cs"/>
          <w:cs/>
          <w:lang w:bidi="bn-IN"/>
        </w:rPr>
        <w:t>অব্যয়টি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ব্যবহার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‘</w:t>
      </w:r>
      <w:r w:rsidRPr="00877C19">
        <w:rPr>
          <w:rFonts w:hint="cs"/>
          <w:cs/>
          <w:lang w:bidi="bn-IN"/>
        </w:rPr>
        <w:t>রাশিদীন</w:t>
      </w:r>
      <w:r w:rsidRPr="00877C19">
        <w:rPr>
          <w:rFonts w:hint="eastAsia"/>
        </w:rPr>
        <w:t>’</w:t>
      </w:r>
      <w:r w:rsidRPr="00877C19">
        <w:t xml:space="preserve"> </w:t>
      </w:r>
      <w:r w:rsidRPr="00877C19">
        <w:rPr>
          <w:rFonts w:hint="cs"/>
          <w:cs/>
          <w:lang w:bidi="bn-IN"/>
        </w:rPr>
        <w:t>শব্দটি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সঙ্গে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যুক্ত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ঠিক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নিদর্শন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বহন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এই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বাক্যটি</w:t>
      </w:r>
      <w:r w:rsidRPr="00877C19">
        <w:t xml:space="preserve">, </w:t>
      </w:r>
      <w:r w:rsidRPr="00877C19">
        <w:rPr>
          <w:rFonts w:hint="cs"/>
          <w:cs/>
          <w:lang w:bidi="bn-IN"/>
        </w:rPr>
        <w:t>বিকৃতকারীদের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মাধ্যমে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হযরত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আব্দিল্লাহর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বাণীর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সাথে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সংযোজিত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হয়েছে।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৫৭।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মুছীরুল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আহযান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১৪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১৫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লুহুফ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৯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ফুতুহে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ছাম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মাকতালে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lastRenderedPageBreak/>
        <w:t>৫৮।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মুছীরুল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আহযান</w:t>
      </w:r>
      <w:r w:rsidRPr="00877C19">
        <w:t>,</w:t>
      </w:r>
      <w:r w:rsidRPr="00877C19">
        <w:rPr>
          <w:rFonts w:hint="cs"/>
          <w:cs/>
          <w:lang w:bidi="bn-IN"/>
        </w:rPr>
        <w:t>নাজমুদ্দীন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মুহাম্মদ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ফর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বাকা</w:t>
      </w:r>
      <w:r w:rsidRPr="00877C19">
        <w:rPr>
          <w:rFonts w:hint="eastAsia"/>
        </w:rPr>
        <w:t>’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১৪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১৫</w:t>
      </w:r>
      <w:r w:rsidRPr="00877C19">
        <w:t xml:space="preserve">; </w:t>
      </w:r>
      <w:r w:rsidRPr="00877C19">
        <w:rPr>
          <w:rFonts w:hint="cs"/>
          <w:cs/>
          <w:lang w:bidi="bn-IN"/>
        </w:rPr>
        <w:t>হাইদারিয়া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ছাপা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খানা</w:t>
      </w:r>
      <w:r w:rsidRPr="00877C19">
        <w:t xml:space="preserve">, </w:t>
      </w:r>
      <w:r w:rsidRPr="00877C19">
        <w:rPr>
          <w:rFonts w:hint="cs"/>
          <w:cs/>
          <w:lang w:bidi="bn-IN"/>
        </w:rPr>
        <w:t>নাজাফ</w:t>
      </w:r>
      <w:r w:rsidRPr="00877C19">
        <w:t xml:space="preserve">, </w:t>
      </w:r>
      <w:r w:rsidRPr="00877C19">
        <w:rPr>
          <w:rFonts w:hint="cs"/>
          <w:cs/>
          <w:lang w:bidi="bn-IN"/>
        </w:rPr>
        <w:t>১৩৬৯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হিঃ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লুহুফ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কাত্লা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আত্তুফুফ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৯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১০</w:t>
      </w:r>
      <w:r w:rsidRPr="00877C19">
        <w:t xml:space="preserve">, </w:t>
      </w:r>
      <w:r w:rsidRPr="00877C19">
        <w:rPr>
          <w:rFonts w:hint="cs"/>
          <w:cs/>
          <w:lang w:bidi="bn-IN"/>
        </w:rPr>
        <w:t>মাকতাবাতুল্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আন্দালুস</w:t>
      </w:r>
      <w:r w:rsidRPr="00877C19">
        <w:t xml:space="preserve">, </w:t>
      </w:r>
      <w:r w:rsidRPr="00877C19">
        <w:rPr>
          <w:rFonts w:hint="cs"/>
          <w:cs/>
          <w:lang w:bidi="bn-IN"/>
        </w:rPr>
        <w:t>বৈরূত</w:t>
      </w:r>
      <w:r w:rsidRPr="00877C19">
        <w:t xml:space="preserve">; </w:t>
      </w:r>
      <w:r w:rsidRPr="00877C19">
        <w:rPr>
          <w:rFonts w:hint="cs"/>
          <w:cs/>
          <w:lang w:bidi="bn-IN"/>
        </w:rPr>
        <w:t>ফুতূহে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ছিম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মাকতালে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খাওয়ারিযমী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১৮০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১৮৫।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৫৯।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মুসতাদরাক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আস্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সাহীহাঈন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১৭৬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আসাকির</w:t>
      </w:r>
      <w:r w:rsidRPr="00877C19">
        <w:t xml:space="preserve">, </w:t>
      </w:r>
      <w:r w:rsidRPr="00877C19">
        <w:rPr>
          <w:rFonts w:hint="cs"/>
          <w:cs/>
          <w:lang w:bidi="bn-IN"/>
        </w:rPr>
        <w:t>হাদীস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৬১৩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মাজমা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উয্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যাওয়ায়িদ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মাকতালে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খাওয়ারিযিমী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১৫৯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৬ষ্ঠ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২৩০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ফুসূলুল্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মুহিম্মা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সাব্বাগ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মালিকী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১৪৫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বিস্তারিত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ব্যাখ্যার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জন্যে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দেখুন</w:t>
      </w:r>
      <w:r w:rsidRPr="00877C19">
        <w:rPr>
          <w:cs/>
          <w:lang w:bidi="bn-IN"/>
        </w:rPr>
        <w:t xml:space="preserve">: </w:t>
      </w:r>
      <w:r w:rsidRPr="00877C19">
        <w:rPr>
          <w:rFonts w:hint="cs"/>
          <w:cs/>
          <w:lang w:bidi="bn-IN"/>
        </w:rPr>
        <w:t>মা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আলিমুল্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মাদ্রাসাতাঈন</w:t>
      </w:r>
      <w:r w:rsidRPr="00877C19">
        <w:t xml:space="preserve">, </w:t>
      </w:r>
      <w:r w:rsidRPr="00877C19">
        <w:rPr>
          <w:rFonts w:hint="cs"/>
          <w:cs/>
          <w:lang w:bidi="bn-IN"/>
        </w:rPr>
        <w:t>সায়্যিদ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মুরতাযা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আসকারী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২৭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২৮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সংস্করণ।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৬০।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মো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জামুত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তাবরানী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হাদীস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৫৭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১২৮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মাজমাউয্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যাওয়ায়িদ</w:t>
      </w:r>
      <w:r w:rsidRPr="00877C19">
        <w:t xml:space="preserve">, </w:t>
      </w:r>
      <w:r w:rsidRPr="00877C19">
        <w:rPr>
          <w:rFonts w:hint="cs"/>
          <w:cs/>
          <w:lang w:bidi="bn-IN"/>
        </w:rPr>
        <w:t>৯ম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১৯১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আনসাবুল্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আশরাফ</w:t>
      </w:r>
      <w:r w:rsidRPr="00877C19">
        <w:t xml:space="preserve">, </w:t>
      </w:r>
      <w:r w:rsidRPr="00877C19">
        <w:rPr>
          <w:rFonts w:hint="cs"/>
          <w:cs/>
          <w:lang w:bidi="bn-IN"/>
        </w:rPr>
        <w:t>বালাযুরী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৩৮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ইসলাম</w:t>
      </w:r>
      <w:r w:rsidRPr="00877C19">
        <w:t xml:space="preserve">, </w:t>
      </w:r>
      <w:r w:rsidRPr="00877C19">
        <w:rPr>
          <w:rFonts w:hint="cs"/>
          <w:cs/>
          <w:lang w:bidi="bn-IN"/>
        </w:rPr>
        <w:t>যাহাবী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১১</w:t>
      </w:r>
      <w:r w:rsidRPr="00877C19">
        <w:t xml:space="preserve">; </w:t>
      </w:r>
      <w:r w:rsidRPr="00877C19">
        <w:rPr>
          <w:rFonts w:hint="cs"/>
          <w:cs/>
          <w:lang w:bidi="bn-IN"/>
        </w:rPr>
        <w:t>সিয়ারুন্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নুবালা</w:t>
      </w:r>
      <w:r w:rsidRPr="00877C19">
        <w:t xml:space="preserve">, </w:t>
      </w:r>
      <w:r w:rsidRPr="00877C19">
        <w:rPr>
          <w:rFonts w:hint="cs"/>
          <w:cs/>
          <w:lang w:bidi="bn-IN"/>
        </w:rPr>
        <w:t>যাহাবী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১৯৫</w:t>
      </w:r>
      <w:r w:rsidRPr="00877C19">
        <w:t xml:space="preserve">; </w:t>
      </w:r>
      <w:r w:rsidRPr="00877C19">
        <w:rPr>
          <w:rFonts w:hint="cs"/>
          <w:cs/>
          <w:lang w:bidi="bn-IN"/>
        </w:rPr>
        <w:t>কানযুল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উম্মাল</w:t>
      </w:r>
      <w:r w:rsidRPr="00877C19">
        <w:t xml:space="preserve">, </w:t>
      </w:r>
      <w:r w:rsidRPr="00877C19">
        <w:rPr>
          <w:rFonts w:hint="cs"/>
          <w:cs/>
          <w:lang w:bidi="bn-IN"/>
        </w:rPr>
        <w:t>১৬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২৭৯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কামিলুয্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যিয়ারাহ্</w:t>
      </w:r>
      <w:r w:rsidRPr="00877C19">
        <w:t>,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কুলাভেই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৭২।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আরও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বিস্তারিত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ব্যাখ্যার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জন্যে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দেখুন</w:t>
      </w:r>
      <w:r w:rsidRPr="00877C19">
        <w:rPr>
          <w:cs/>
          <w:lang w:bidi="bn-IN"/>
        </w:rPr>
        <w:t xml:space="preserve">: </w:t>
      </w:r>
      <w:r w:rsidRPr="00877C19">
        <w:rPr>
          <w:rFonts w:hint="cs"/>
          <w:cs/>
          <w:lang w:bidi="bn-IN"/>
        </w:rPr>
        <w:t>মা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আালিমুল্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মাদ্রাসাতাঈন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৩৭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৪৩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সংস্করণ।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৬১।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আব্বাসের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বক্তব্যটি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নিম্নরূপ</w:t>
      </w:r>
      <w:r w:rsidRPr="00877C19">
        <w:rPr>
          <w:cs/>
          <w:lang w:bidi="bn-IN"/>
        </w:rPr>
        <w:t>: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সাদাক্বতা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আবা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আব্দিল্লাহি</w:t>
      </w:r>
      <w:r w:rsidRPr="00877C19">
        <w:rPr>
          <w:cs/>
          <w:lang w:bidi="bn-IN"/>
        </w:rPr>
        <w:t xml:space="preserve"> ! </w:t>
      </w:r>
      <w:r w:rsidRPr="00877C19">
        <w:rPr>
          <w:rFonts w:hint="cs"/>
          <w:cs/>
          <w:lang w:bidi="bn-IN"/>
        </w:rPr>
        <w:t>ক্বালান্নাবিয়্যু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সাঃ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ফী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হায়াতিহি</w:t>
      </w:r>
      <w:r w:rsidRPr="00877C19">
        <w:rPr>
          <w:cs/>
          <w:lang w:bidi="bn-IN"/>
        </w:rPr>
        <w:t xml:space="preserve">  : 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মা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লিইয়িযদা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বারাকাল্লাহু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ইয়াযীদা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ইন্নাহু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ইয়াক্বতুলু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ওয়ালাদী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ওয়ালাদা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ইব্নাতী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আল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হুসাইনা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ওয়াল্লাযী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নাফ্সী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বিইয়াদিহি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ইউক্বতালু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ওয়ালাদী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বাইনা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যাহারানী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ক্বাওমুন্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ইয়াম্না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ঊনাহু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ইল্লা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লাফাল্লাহু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বাইনা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কুলূবিহিম্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আলসুনিহিম্</w:t>
      </w:r>
      <w:r w:rsidRPr="00877C19">
        <w:rPr>
          <w:cs/>
          <w:lang w:bidi="bn-IN"/>
        </w:rPr>
        <w:t xml:space="preserve"> !</w:t>
      </w:r>
      <w:r w:rsidRPr="00877C19">
        <w:rPr>
          <w:rStyle w:val="libEnChar"/>
        </w:rPr>
        <w:t>”</w:t>
      </w:r>
      <w:r w:rsidRPr="00877C19">
        <w:rPr>
          <w:rFonts w:hint="cs"/>
          <w:cs/>
          <w:lang w:bidi="bn-IN"/>
        </w:rPr>
        <w:t>ছুম্মা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বাকা</w:t>
      </w:r>
      <w:r w:rsidRPr="00877C19">
        <w:rPr>
          <w:rFonts w:hint="eastAsia"/>
        </w:rPr>
        <w:t>’</w:t>
      </w:r>
      <w:r w:rsidRPr="00877C19">
        <w:t xml:space="preserve"> </w:t>
      </w:r>
      <w:r w:rsidRPr="00877C19">
        <w:rPr>
          <w:rFonts w:hint="cs"/>
          <w:cs/>
          <w:lang w:bidi="bn-IN"/>
        </w:rPr>
        <w:t>ইবনু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‘</w:t>
      </w:r>
      <w:r w:rsidRPr="00877C19">
        <w:rPr>
          <w:rFonts w:hint="cs"/>
          <w:cs/>
          <w:lang w:bidi="bn-IN"/>
        </w:rPr>
        <w:t>আব্বাসিন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বাকা</w:t>
      </w:r>
      <w:r w:rsidRPr="00877C19">
        <w:rPr>
          <w:rFonts w:hint="eastAsia"/>
        </w:rPr>
        <w:t>’</w:t>
      </w:r>
      <w:r w:rsidRPr="00877C19">
        <w:t xml:space="preserve"> </w:t>
      </w:r>
      <w:r w:rsidRPr="00877C19">
        <w:rPr>
          <w:rFonts w:hint="cs"/>
          <w:cs/>
          <w:lang w:bidi="bn-IN"/>
        </w:rPr>
        <w:t>মা</w:t>
      </w:r>
      <w:r w:rsidRPr="00877C19">
        <w:rPr>
          <w:rFonts w:hint="eastAsia"/>
        </w:rPr>
        <w:t>‘</w:t>
      </w:r>
      <w:r w:rsidRPr="00877C19">
        <w:rPr>
          <w:rFonts w:hint="cs"/>
          <w:cs/>
          <w:lang w:bidi="bn-IN"/>
        </w:rPr>
        <w:t>আহুল্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হুসাইনু</w:t>
      </w:r>
      <w:r w:rsidRPr="00877C19">
        <w:rPr>
          <w:cs/>
          <w:lang w:bidi="bn-IN"/>
        </w:rPr>
        <w:t xml:space="preserve">- </w:t>
      </w:r>
      <w:r w:rsidRPr="00877C19">
        <w:rPr>
          <w:rFonts w:hint="cs"/>
          <w:cs/>
          <w:lang w:bidi="bn-IN"/>
        </w:rPr>
        <w:t>ফুতুহু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ছাম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২৬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সংস্করণ</w:t>
      </w:r>
      <w:r w:rsidRPr="00877C19">
        <w:t xml:space="preserve">, </w:t>
      </w:r>
      <w:r w:rsidRPr="00877C19">
        <w:rPr>
          <w:rFonts w:hint="cs"/>
          <w:cs/>
          <w:lang w:bidi="bn-IN"/>
        </w:rPr>
        <w:t>দারুল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কুতুবিল্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ইলমিয়্যাহ্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বৈরূত।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৬২।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মোজামুত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তাবরানী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হা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৫১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১২৪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আসাকির</w:t>
      </w:r>
      <w:r w:rsidRPr="00877C19">
        <w:t>,</w:t>
      </w:r>
      <w:r w:rsidRPr="00877C19">
        <w:rPr>
          <w:rFonts w:hint="cs"/>
          <w:cs/>
          <w:lang w:bidi="bn-IN"/>
        </w:rPr>
        <w:t>হা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৬২২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তাহযিব</w:t>
      </w:r>
      <w:r w:rsidRPr="00877C19">
        <w:t xml:space="preserve">, </w:t>
      </w:r>
      <w:r w:rsidRPr="00877C19">
        <w:rPr>
          <w:rFonts w:hint="cs"/>
          <w:cs/>
          <w:lang w:bidi="bn-IN"/>
        </w:rPr>
        <w:t>৪র্থ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৩২৫</w:t>
      </w:r>
      <w:r w:rsidRPr="00877C19">
        <w:rPr>
          <w:cs/>
          <w:lang w:bidi="bn-IN"/>
        </w:rPr>
        <w:t>(</w:t>
      </w:r>
      <w:r w:rsidRPr="00877C19">
        <w:rPr>
          <w:rFonts w:hint="cs"/>
          <w:cs/>
          <w:lang w:bidi="bn-IN"/>
        </w:rPr>
        <w:t>সংক্ষিপ্ত</w:t>
      </w:r>
      <w:r w:rsidRPr="00877C19">
        <w:rPr>
          <w:cs/>
          <w:lang w:bidi="bn-IN"/>
        </w:rPr>
        <w:t>)</w:t>
      </w:r>
      <w:r w:rsidRPr="00877C19">
        <w:t>;</w:t>
      </w:r>
      <w:r w:rsidRPr="00877C19">
        <w:rPr>
          <w:rFonts w:hint="cs"/>
          <w:cs/>
          <w:lang w:bidi="bn-IN"/>
        </w:rPr>
        <w:t>যাখায়িরুল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উক্ববা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১৪৭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মাজমা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উয্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যাওয়ায়িদ</w:t>
      </w:r>
      <w:r w:rsidRPr="00877C19">
        <w:t xml:space="preserve">, </w:t>
      </w:r>
      <w:r w:rsidRPr="00877C19">
        <w:rPr>
          <w:rFonts w:hint="cs"/>
          <w:cs/>
          <w:lang w:bidi="bn-IN"/>
        </w:rPr>
        <w:t>৯ম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১৮৯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তারহুত্তাছরিব</w:t>
      </w:r>
      <w:r w:rsidRPr="00877C19">
        <w:t xml:space="preserve">, </w:t>
      </w:r>
      <w:r w:rsidRPr="00877C19">
        <w:rPr>
          <w:rFonts w:hint="cs"/>
          <w:cs/>
          <w:lang w:bidi="bn-IN"/>
        </w:rPr>
        <w:t>হাফেয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ইরাকী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৪২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মাওয়াহিবুল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লাদুন্নিয়্যাহ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১৯৫</w:t>
      </w:r>
      <w:r w:rsidRPr="00877C19">
        <w:t xml:space="preserve">; </w:t>
      </w:r>
      <w:r w:rsidRPr="00877C19">
        <w:rPr>
          <w:rFonts w:hint="cs"/>
          <w:cs/>
          <w:lang w:bidi="bn-IN"/>
        </w:rPr>
        <w:t>খাসায়িসুল্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কুবরা</w:t>
      </w:r>
      <w:r w:rsidRPr="00877C19">
        <w:t xml:space="preserve">, </w:t>
      </w:r>
      <w:r w:rsidRPr="00877C19">
        <w:rPr>
          <w:rFonts w:hint="cs"/>
          <w:cs/>
          <w:lang w:bidi="bn-IN"/>
        </w:rPr>
        <w:t>সুয়ূতী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১৫২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আস্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সীরাতুস্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সাবিয়্যু</w:t>
      </w:r>
      <w:r w:rsidRPr="00877C19">
        <w:t xml:space="preserve">, </w:t>
      </w:r>
      <w:r w:rsidRPr="00877C19">
        <w:rPr>
          <w:rFonts w:hint="cs"/>
          <w:cs/>
          <w:lang w:bidi="bn-IN"/>
        </w:rPr>
        <w:t>শাইখানী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মাদানী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৯৩</w:t>
      </w:r>
      <w:r w:rsidRPr="00877C19">
        <w:t xml:space="preserve">; </w:t>
      </w:r>
      <w:r w:rsidRPr="00877C19">
        <w:rPr>
          <w:rFonts w:hint="cs"/>
          <w:cs/>
          <w:lang w:bidi="bn-IN"/>
        </w:rPr>
        <w:t>জওহারাতুল্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কামাল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ফিল্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আদ্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ইয়্যাহ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১২০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র্আ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রিয়াযুন্নাযারাহ্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৯২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৯৩।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৬৩।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বিশদ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ব্যাখ্যার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জন্য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দেখুন</w:t>
      </w:r>
      <w:r w:rsidRPr="00877C19">
        <w:rPr>
          <w:cs/>
          <w:lang w:bidi="bn-IN"/>
        </w:rPr>
        <w:t xml:space="preserve">  : </w:t>
      </w:r>
      <w:r w:rsidRPr="00877C19">
        <w:rPr>
          <w:rFonts w:hint="cs"/>
          <w:cs/>
          <w:lang w:bidi="bn-IN"/>
        </w:rPr>
        <w:t>মা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আলিমুল্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মাদ্রাসাতাঈন</w:t>
      </w:r>
      <w:r w:rsidRPr="00877C19">
        <w:rPr>
          <w:cs/>
          <w:lang w:bidi="bn-IN"/>
        </w:rPr>
        <w:t xml:space="preserve">  : </w:t>
      </w:r>
      <w:r w:rsidRPr="00877C19">
        <w:rPr>
          <w:rFonts w:hint="cs"/>
          <w:cs/>
          <w:lang w:bidi="bn-IN"/>
        </w:rPr>
        <w:t>সায়্যিদ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মুরতাযা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আসকারী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বাবু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আম্বায়ি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বিস্তিশহাদিল্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হুসাইনি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আ</w:t>
      </w:r>
      <w:r w:rsidRPr="00877C19">
        <w:rPr>
          <w:cs/>
          <w:lang w:bidi="bn-IN"/>
        </w:rPr>
        <w:t xml:space="preserve">.) </w:t>
      </w:r>
      <w:r w:rsidRPr="00877C19">
        <w:rPr>
          <w:rFonts w:hint="cs"/>
          <w:cs/>
          <w:lang w:bidi="bn-IN"/>
        </w:rPr>
        <w:t>ক্বালবা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উকূয়িহি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১৬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তৎপরবর্তী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অংশ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সংস্করণ।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৬৪।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ফুতুহে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ছাম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৪২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৪৩</w:t>
      </w:r>
      <w:r w:rsidRPr="00877C19">
        <w:t xml:space="preserve">; </w:t>
      </w:r>
      <w:r w:rsidRPr="00877C19">
        <w:rPr>
          <w:rFonts w:hint="cs"/>
          <w:cs/>
          <w:lang w:bidi="bn-IN"/>
        </w:rPr>
        <w:t>মুছীরুল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আহযান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লুহুফ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১৩।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lastRenderedPageBreak/>
        <w:t>৬৫।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>,</w:t>
      </w:r>
      <w:r w:rsidRPr="00877C19">
        <w:rPr>
          <w:rFonts w:hint="cs"/>
          <w:cs/>
          <w:lang w:bidi="bn-IN"/>
        </w:rPr>
        <w:t>৬ষ্ঠ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২২৩</w:t>
      </w:r>
      <w:r w:rsidRPr="00877C19">
        <w:t xml:space="preserve">; </w:t>
      </w:r>
      <w:r w:rsidRPr="00877C19">
        <w:rPr>
          <w:rFonts w:hint="cs"/>
          <w:cs/>
          <w:lang w:bidi="bn-IN"/>
        </w:rPr>
        <w:t>মো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জামু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তাবরানীয়ে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কাবীর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আবুল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কাসিম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সুলাইমান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আহমাদ</w:t>
      </w:r>
      <w:r w:rsidRPr="00877C19">
        <w:rPr>
          <w:cs/>
          <w:lang w:bidi="bn-IN"/>
        </w:rPr>
        <w:t>(</w:t>
      </w:r>
      <w:r w:rsidRPr="00877C19">
        <w:rPr>
          <w:rFonts w:hint="cs"/>
          <w:cs/>
          <w:lang w:bidi="bn-IN"/>
        </w:rPr>
        <w:t>জন্ম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৩৬০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হি</w:t>
      </w:r>
      <w:r w:rsidRPr="00877C19">
        <w:rPr>
          <w:cs/>
          <w:lang w:bidi="bn-IN"/>
        </w:rPr>
        <w:t>.)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১২৮</w:t>
      </w:r>
      <w:r w:rsidRPr="00877C19">
        <w:t xml:space="preserve">, </w:t>
      </w:r>
      <w:r w:rsidRPr="00877C19">
        <w:rPr>
          <w:rFonts w:hint="cs"/>
          <w:cs/>
          <w:lang w:bidi="bn-IN"/>
        </w:rPr>
        <w:t>হা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৬১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আসাকির</w:t>
      </w:r>
      <w:r w:rsidRPr="00877C19">
        <w:t>,</w:t>
      </w:r>
      <w:r w:rsidRPr="00877C19">
        <w:rPr>
          <w:rFonts w:hint="cs"/>
          <w:cs/>
          <w:lang w:bidi="bn-IN"/>
        </w:rPr>
        <w:t>হা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৬৪১</w:t>
      </w:r>
      <w:r w:rsidRPr="00877C19">
        <w:t xml:space="preserve">; </w:t>
      </w:r>
      <w:r w:rsidRPr="00877C19">
        <w:rPr>
          <w:rFonts w:hint="cs"/>
          <w:cs/>
          <w:lang w:bidi="bn-IN"/>
        </w:rPr>
        <w:t>সিয়ারুন্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নুবালা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১৯৫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আরও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বিশদভাবে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জানতে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দেখুন</w:t>
      </w:r>
      <w:r w:rsidRPr="00877C19">
        <w:rPr>
          <w:cs/>
          <w:lang w:bidi="bn-IN"/>
        </w:rPr>
        <w:t xml:space="preserve"> : </w:t>
      </w:r>
      <w:r w:rsidRPr="00877C19">
        <w:rPr>
          <w:rFonts w:hint="cs"/>
          <w:cs/>
          <w:lang w:bidi="bn-IN"/>
        </w:rPr>
        <w:t>মা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আলিমুল্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মাদ্রাসাতাঈন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১৬।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৬৬।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তাবাকাতে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হা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২৮০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আসাকির</w:t>
      </w:r>
      <w:r w:rsidRPr="00877C19">
        <w:t xml:space="preserve">, </w:t>
      </w:r>
      <w:r w:rsidRPr="00877C19">
        <w:rPr>
          <w:rFonts w:hint="cs"/>
          <w:cs/>
          <w:lang w:bidi="bn-IN"/>
        </w:rPr>
        <w:t>হা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৬৬৬।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৬৭।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ইরশাদ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শেখ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মুফীদ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রাসূলী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মাহাল্লাতীর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অনুবাদকৃত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৮১।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৬৮।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ইরশাদ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শেখ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মুফীদ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রাসূলী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মাহাল্লাতীর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অনুবাদকৃত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৮১।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৬৯।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৩৫৩</w:t>
      </w:r>
      <w:r w:rsidRPr="00877C19">
        <w:t xml:space="preserve">; </w:t>
      </w:r>
      <w:r w:rsidRPr="00877C19">
        <w:rPr>
          <w:rFonts w:hint="cs"/>
          <w:cs/>
          <w:lang w:bidi="bn-IN"/>
        </w:rPr>
        <w:t>মুহাম্মদ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ফযল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ইব্রাহীমের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গবেষণাকৃত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সংস্করণ।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৭০।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আসাকির</w:t>
      </w:r>
      <w:r w:rsidRPr="00877C19">
        <w:t xml:space="preserve">, </w:t>
      </w:r>
      <w:r w:rsidRPr="00877C19">
        <w:rPr>
          <w:rFonts w:hint="cs"/>
          <w:cs/>
          <w:lang w:bidi="bn-IN"/>
        </w:rPr>
        <w:t>হা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৬৪৯।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৭১।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৬ষ্ঠ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২১১।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৭২।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লুহুফ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২৪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২৫</w:t>
      </w:r>
      <w:r w:rsidRPr="00877C19">
        <w:t>;</w:t>
      </w:r>
      <w:r w:rsidRPr="00877C19">
        <w:rPr>
          <w:rFonts w:hint="cs"/>
          <w:cs/>
          <w:lang w:bidi="bn-IN"/>
        </w:rPr>
        <w:t>ইরশাদ</w:t>
      </w:r>
      <w:r w:rsidRPr="00877C19">
        <w:t>,</w:t>
      </w:r>
      <w:r w:rsidRPr="00877C19">
        <w:rPr>
          <w:rFonts w:hint="cs"/>
          <w:cs/>
          <w:lang w:bidi="bn-IN"/>
        </w:rPr>
        <w:t>মুফীদ</w:t>
      </w:r>
      <w:r w:rsidRPr="00877C19">
        <w:t>,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৬৯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২১৭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২১৮</w:t>
      </w:r>
      <w:r w:rsidRPr="00877C19">
        <w:t xml:space="preserve">;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৪র্থ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১৭।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৭৩।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৬ষ্ঠ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৩১৭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আনসাবুল্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আশরাফ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১৬৪।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৭৪।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আনসাবুল্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আশরাফ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১৬১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৭ম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২৭৫</w:t>
      </w:r>
      <w:r w:rsidRPr="00877C19">
        <w:t xml:space="preserve">; </w:t>
      </w:r>
      <w:r w:rsidRPr="00877C19">
        <w:rPr>
          <w:rFonts w:hint="cs"/>
          <w:cs/>
          <w:lang w:bidi="bn-IN"/>
        </w:rPr>
        <w:t>কামিলে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২৭৬।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৭৫।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লুহুফ</w:t>
      </w:r>
      <w:r w:rsidRPr="00877C19">
        <w:t xml:space="preserve">, </w:t>
      </w:r>
      <w:r w:rsidRPr="00877C19">
        <w:rPr>
          <w:rFonts w:hint="cs"/>
          <w:cs/>
          <w:lang w:bidi="bn-IN"/>
        </w:rPr>
        <w:t>সায়্যিদ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আহমাদ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ফেহরী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যানজানীর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অনুবাদকৃত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২৭।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৭৬।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সীরাতে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হিশাম</w:t>
      </w:r>
      <w:r w:rsidRPr="00877C19">
        <w:t xml:space="preserve">, </w:t>
      </w:r>
      <w:r w:rsidRPr="00877C19">
        <w:rPr>
          <w:rFonts w:hint="cs"/>
          <w:cs/>
          <w:lang w:bidi="bn-IN"/>
        </w:rPr>
        <w:t>৭ম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৬২৭</w:t>
      </w:r>
      <w:r w:rsidRPr="00877C19">
        <w:t xml:space="preserve">; </w:t>
      </w:r>
      <w:r w:rsidRPr="00877C19">
        <w:rPr>
          <w:rFonts w:hint="cs"/>
          <w:cs/>
          <w:lang w:bidi="bn-IN"/>
        </w:rPr>
        <w:t>মোস্তফা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আস্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সাক্কা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ইব্রাহীম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আব্ইয়ারী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আব্দুল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হাফীয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শালবী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সংশোধিত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সংস্করণ</w:t>
      </w:r>
      <w:r w:rsidRPr="00877C19">
        <w:t xml:space="preserve">, </w:t>
      </w:r>
      <w:r w:rsidRPr="00877C19">
        <w:rPr>
          <w:rFonts w:hint="cs"/>
          <w:cs/>
          <w:lang w:bidi="bn-IN"/>
        </w:rPr>
        <w:t>১৩৭৫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হি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hi-IN"/>
        </w:rPr>
        <w:t>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৭৭।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আহলুল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বাইতের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আ</w:t>
      </w:r>
      <w:r w:rsidRPr="00877C19">
        <w:rPr>
          <w:cs/>
          <w:lang w:bidi="bn-IN"/>
        </w:rPr>
        <w:t xml:space="preserve">.) </w:t>
      </w:r>
      <w:r w:rsidRPr="00877C19">
        <w:rPr>
          <w:rFonts w:hint="cs"/>
          <w:cs/>
          <w:lang w:bidi="bn-IN"/>
        </w:rPr>
        <w:t>সমীপে</w:t>
      </w:r>
      <w:r w:rsidRPr="00877C19">
        <w:rPr>
          <w:cs/>
          <w:lang w:bidi="bn-IN"/>
        </w:rPr>
        <w:t>(</w:t>
      </w:r>
      <w:r w:rsidRPr="00877C19">
        <w:rPr>
          <w:rFonts w:hint="cs"/>
          <w:cs/>
          <w:lang w:bidi="bn-IN"/>
        </w:rPr>
        <w:t>ইমাম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হাসান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ইমাম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হুসাইন</w:t>
      </w:r>
      <w:r w:rsidRPr="00877C19">
        <w:rPr>
          <w:cs/>
          <w:lang w:bidi="bn-IN"/>
        </w:rPr>
        <w:t>)</w:t>
      </w:r>
      <w:r w:rsidRPr="00877C19">
        <w:t xml:space="preserve">, </w:t>
      </w:r>
      <w:r w:rsidRPr="00877C19">
        <w:rPr>
          <w:rFonts w:hint="cs"/>
          <w:cs/>
          <w:lang w:bidi="bn-IN"/>
        </w:rPr>
        <w:t>সায়্যিদ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মুহ্সিন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আমীন</w:t>
      </w:r>
      <w:r w:rsidRPr="00877C19">
        <w:t xml:space="preserve">, </w:t>
      </w:r>
      <w:r w:rsidRPr="00877C19">
        <w:rPr>
          <w:rFonts w:hint="cs"/>
          <w:cs/>
          <w:lang w:bidi="bn-IN"/>
        </w:rPr>
        <w:t>হাসান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তারিমীর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অনুবাদকৃত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১৪৬।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৭৮।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মুছীরুল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আহযান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লুহুফ</w:t>
      </w:r>
      <w:r w:rsidRPr="00877C19">
        <w:t xml:space="preserve">, </w:t>
      </w:r>
      <w:r w:rsidRPr="00877C19">
        <w:rPr>
          <w:rFonts w:hint="cs"/>
          <w:cs/>
          <w:lang w:bidi="bn-IN"/>
        </w:rPr>
        <w:t>সায়্যিদ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আহমাদ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ফেহরী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যানজানী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অনুবাদকৃত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৬১।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৭৯।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কামিলুয্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যিয়ারাহ্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৭৫</w:t>
      </w:r>
      <w:r w:rsidRPr="00877C19">
        <w:t xml:space="preserve">, </w:t>
      </w:r>
      <w:r w:rsidRPr="00877C19">
        <w:rPr>
          <w:rFonts w:hint="cs"/>
          <w:cs/>
          <w:lang w:bidi="bn-IN"/>
        </w:rPr>
        <w:t>অধ্যায়</w:t>
      </w:r>
      <w:r w:rsidRPr="00877C19">
        <w:rPr>
          <w:cs/>
          <w:lang w:bidi="bn-IN"/>
        </w:rPr>
        <w:t>:</w:t>
      </w:r>
      <w:r w:rsidRPr="00877C19">
        <w:rPr>
          <w:rFonts w:hint="cs"/>
          <w:cs/>
          <w:lang w:bidi="bn-IN"/>
        </w:rPr>
        <w:t>৭৫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লুহুফ</w:t>
      </w:r>
      <w:r w:rsidRPr="00877C19">
        <w:t xml:space="preserve">, </w:t>
      </w:r>
      <w:r w:rsidRPr="00877C19">
        <w:rPr>
          <w:rFonts w:hint="cs"/>
          <w:cs/>
          <w:lang w:bidi="bn-IN"/>
        </w:rPr>
        <w:t>সায়্যিদ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আহমাদ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ফেহরী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অনুবাদকৃত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৬৫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৬৬</w:t>
      </w:r>
      <w:r w:rsidRPr="00877C19">
        <w:t xml:space="preserve">; </w:t>
      </w:r>
      <w:r w:rsidRPr="00877C19">
        <w:rPr>
          <w:rFonts w:hint="cs"/>
          <w:cs/>
          <w:lang w:bidi="bn-IN"/>
        </w:rPr>
        <w:t>মুছীরুল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আহযান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২৭।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৮০।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ইরশাদ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শেখ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মুফীদ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২৩৬</w:t>
      </w:r>
      <w:r w:rsidRPr="00877C19">
        <w:t xml:space="preserve">; </w:t>
      </w:r>
      <w:r w:rsidRPr="00877C19">
        <w:rPr>
          <w:rFonts w:hint="cs"/>
          <w:cs/>
          <w:lang w:bidi="bn-IN"/>
        </w:rPr>
        <w:t>এলামুল্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ওয়ারা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২১৮।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৮১।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তাহযিব</w:t>
      </w:r>
      <w:r w:rsidRPr="00877C19">
        <w:rPr>
          <w:cs/>
          <w:lang w:bidi="bn-IN"/>
        </w:rPr>
        <w:t>(</w:t>
      </w:r>
      <w:r w:rsidRPr="00877C19">
        <w:rPr>
          <w:rFonts w:hint="cs"/>
          <w:cs/>
          <w:lang w:bidi="bn-IN"/>
        </w:rPr>
        <w:t>আলী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আকবর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গাফ্ফারীর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সংশোধিত</w:t>
      </w:r>
      <w:r w:rsidRPr="00877C19">
        <w:rPr>
          <w:cs/>
          <w:lang w:bidi="bn-IN"/>
        </w:rPr>
        <w:t>)</w:t>
      </w:r>
      <w:r w:rsidRPr="00877C19">
        <w:t xml:space="preserve">, </w:t>
      </w:r>
      <w:r w:rsidRPr="00877C19">
        <w:rPr>
          <w:rFonts w:hint="cs"/>
          <w:cs/>
          <w:lang w:bidi="bn-IN"/>
        </w:rPr>
        <w:t>শেখ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তূসী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৪৮১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৮ম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১৬৬</w:t>
      </w:r>
      <w:r w:rsidRPr="00877C19">
        <w:t xml:space="preserve">; </w:t>
      </w:r>
      <w:r w:rsidRPr="00877C19">
        <w:rPr>
          <w:rFonts w:hint="cs"/>
          <w:cs/>
          <w:lang w:bidi="bn-IN"/>
        </w:rPr>
        <w:t>ইরশাদ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শেখ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মুফীদ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২০১।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৮২।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৬ষ্ঠ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২২৫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৪র্থ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১৭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আখবারুত্তুয়াল</w:t>
      </w:r>
      <w:r w:rsidRPr="00877C19">
        <w:t xml:space="preserve">, </w:t>
      </w:r>
      <w:r w:rsidRPr="00877C19">
        <w:rPr>
          <w:rFonts w:hint="cs"/>
          <w:cs/>
          <w:lang w:bidi="bn-IN"/>
        </w:rPr>
        <w:t>দিন্ওয়ারী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২৪৭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৮ম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১৬৮।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lastRenderedPageBreak/>
        <w:t>৮৩।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ইরশাদ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মুফীদ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রাসূলী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মাহাল্লাতীর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অনুবাদকৃত</w:t>
      </w:r>
      <w:r w:rsidRPr="00877C19">
        <w:rPr>
          <w:cs/>
          <w:lang w:bidi="bn-IN"/>
        </w:rPr>
        <w:t>)</w:t>
      </w:r>
      <w:r w:rsidRPr="00877C19">
        <w:t>,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৭৭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আলিমুল্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মাদ্রাসাতাঈন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৬৭।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৮৪।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দেখুন</w:t>
      </w:r>
      <w:r w:rsidRPr="00877C19">
        <w:rPr>
          <w:cs/>
          <w:lang w:bidi="bn-IN"/>
        </w:rPr>
        <w:t xml:space="preserve"> : </w:t>
      </w:r>
      <w:r w:rsidRPr="00877C19">
        <w:rPr>
          <w:rFonts w:hint="cs"/>
          <w:cs/>
          <w:lang w:bidi="bn-IN"/>
        </w:rPr>
        <w:t>মা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আলিমুল্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মাদ্রাসাতাঈন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৯৪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১৫৭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সংস্করণ।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৮৫।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মাকতাল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২৬।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৮৬।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মাকাতিলুত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তালিবিয়্যীন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৮০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ইউরোপের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ছাপা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৩৫৬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৩৫৭।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৮৭।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মাকাতিলুত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তালিবিয়্যীন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৮০</w:t>
      </w:r>
      <w:r w:rsidRPr="00877C19">
        <w:t xml:space="preserve">, </w:t>
      </w:r>
      <w:r w:rsidRPr="00877C19">
        <w:rPr>
          <w:rFonts w:hint="cs"/>
          <w:cs/>
          <w:lang w:bidi="bn-IN"/>
        </w:rPr>
        <w:t>মুস্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আব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যুবাইরী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নাসাবে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কুরাইশ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৫৭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ইসাবাহ্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৪র্থ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rPr>
          <w:cs/>
          <w:lang w:bidi="bn-IN"/>
        </w:rPr>
        <w:t xml:space="preserve"> 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১৭৮</w:t>
      </w:r>
      <w:r w:rsidRPr="00877C19">
        <w:t xml:space="preserve">, </w:t>
      </w:r>
      <w:r w:rsidRPr="00877C19">
        <w:rPr>
          <w:rFonts w:hint="cs"/>
          <w:cs/>
          <w:lang w:bidi="bn-IN"/>
        </w:rPr>
        <w:t>আবু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মুররার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জীবনী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অংশ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hi-IN"/>
        </w:rPr>
        <w:t>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৮৮।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নাসাবে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কুরাইশ</w:t>
      </w:r>
      <w:r w:rsidRPr="00877C19">
        <w:rPr>
          <w:cs/>
          <w:lang w:bidi="bn-IN"/>
        </w:rPr>
        <w:t xml:space="preserve"> 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৫৭।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৮৯।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ইমরান</w:t>
      </w:r>
      <w:r w:rsidRPr="00877C19">
        <w:rPr>
          <w:cs/>
          <w:lang w:bidi="bn-IN"/>
        </w:rPr>
        <w:t xml:space="preserve">- </w:t>
      </w:r>
      <w:r w:rsidRPr="00877C19">
        <w:rPr>
          <w:rFonts w:hint="cs"/>
          <w:cs/>
          <w:lang w:bidi="bn-IN"/>
        </w:rPr>
        <w:t>৩৩</w:t>
      </w:r>
      <w:r w:rsidRPr="00877C19">
        <w:t>,</w:t>
      </w:r>
      <w:r w:rsidRPr="00877C19">
        <w:rPr>
          <w:rFonts w:hint="cs"/>
          <w:cs/>
          <w:lang w:bidi="bn-IN"/>
        </w:rPr>
        <w:t>৩৪।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৯০।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মাকতাল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৩০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৩১।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৯১।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মাকতাল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৯২।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আব্দুল্লাহ্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মুসলিমের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শাহাদত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বরণকে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আকবরের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উল্লেখ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করেছেন।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rPr>
          <w:cs/>
          <w:lang w:bidi="bn-IN"/>
        </w:rPr>
        <w:t xml:space="preserve"> 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৩৫৭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ইউরোপ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প্রকাশিত</w:t>
      </w:r>
      <w:r w:rsidRPr="00877C19">
        <w:rPr>
          <w:cs/>
          <w:lang w:bidi="bn-IN"/>
        </w:rPr>
        <w:t>)</w:t>
      </w:r>
      <w:r w:rsidRPr="00877C19">
        <w:rPr>
          <w:rFonts w:hint="cs"/>
          <w:cs/>
          <w:lang w:bidi="hi-IN"/>
        </w:rPr>
        <w:t>।</w:t>
      </w:r>
      <w:r w:rsidRPr="00877C19">
        <w:rPr>
          <w:cs/>
          <w:lang w:bidi="bn-IN"/>
        </w:rPr>
        <w:t xml:space="preserve">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৯৩।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নাসাবে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কুরাইশ</w:t>
      </w:r>
      <w:r w:rsidRPr="00877C19">
        <w:t xml:space="preserve">, </w:t>
      </w:r>
      <w:r w:rsidRPr="00877C19">
        <w:rPr>
          <w:rFonts w:hint="cs"/>
          <w:cs/>
          <w:lang w:bidi="bn-IN"/>
        </w:rPr>
        <w:t>মুস্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আব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যুবাইরী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৪৫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মাকাতিলুত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তালিবিয়্যীন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৯৪।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৯৪।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মানাকিব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শাহরে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আশুব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২২০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মাকতালে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খাওয়ারিযিমী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২৬।</w:t>
      </w:r>
      <w:r w:rsidRPr="00877C19">
        <w:rPr>
          <w:cs/>
          <w:lang w:bidi="bn-IN"/>
        </w:rPr>
        <w:t xml:space="preserve">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৯৫।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আকীলের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সন্তানদের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ফরের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শাহাদত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বরণ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তাঁদের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বীরত্বগাঁথাগুলোকে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মাকতাল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শাহরে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আশুবের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মানাকিব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আমরা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এনেছি।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অভ্যাস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অনুযায়ী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সেই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বীরত্বগাঁথাগুলোকে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যুদ্ধের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আনেন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৯৬।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মানাকিব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ইবনু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শাহরে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আশুব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২২০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মাকতালে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শুধু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বীরত্বগাঁথাগুলি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ব্যতীত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শাহরে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আশুবের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বর্ণনাগুলির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সাথে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সমূহের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পুরোপুরি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রয়েছে।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বীরত্বগাঁথাগুলিকে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৯৭।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মানাকিব</w:t>
      </w:r>
      <w:r w:rsidRPr="00877C19">
        <w:rPr>
          <w:cs/>
          <w:lang w:bidi="bn-IN"/>
        </w:rPr>
        <w:t xml:space="preserve">  :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শাহরে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আশুব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২২০।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কিন্তু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মাকতালে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২৭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এই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দু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কাসিম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অথবা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আব্দুল্লাহর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সম্পৃক্ত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হয়েছে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এলামুল্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ওয়ারাতে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২১৩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.) </w:t>
      </w:r>
      <w:r w:rsidRPr="00877C19">
        <w:rPr>
          <w:rFonts w:hint="cs"/>
          <w:cs/>
          <w:lang w:bidi="bn-IN"/>
        </w:rPr>
        <w:t>এসেছে</w:t>
      </w:r>
      <w:r w:rsidRPr="00877C19">
        <w:rPr>
          <w:cs/>
          <w:lang w:bidi="bn-IN"/>
        </w:rPr>
        <w:t xml:space="preserve"> : </w:t>
      </w:r>
      <w:r w:rsidRPr="00877C19">
        <w:rPr>
          <w:rFonts w:hint="cs"/>
          <w:cs/>
          <w:lang w:bidi="bn-IN"/>
        </w:rPr>
        <w:t>ইমাম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হুসাইন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আ</w:t>
      </w:r>
      <w:r w:rsidRPr="00877C19">
        <w:rPr>
          <w:cs/>
          <w:lang w:bidi="bn-IN"/>
        </w:rPr>
        <w:t xml:space="preserve">.) </w:t>
      </w:r>
      <w:r w:rsidRPr="00877C19">
        <w:rPr>
          <w:rFonts w:hint="cs"/>
          <w:cs/>
          <w:lang w:bidi="bn-IN"/>
        </w:rPr>
        <w:t>নিজ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কন্যা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সাকীনাকে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আব্দুল্লাহ্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হাসানের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সাথে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বিবাহের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আকদ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করেছিলেন।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কিন্তু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তাঁর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সাথে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বিবাহ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অনুষ্ঠান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সম্পন্ন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পূর্বেই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তিনি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শাহাদত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বরণ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৯৮।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মাকতাল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২৭।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৯৯।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মানাকিব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শাহরে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আশুব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২২১।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lastRenderedPageBreak/>
        <w:t>১০০।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৩৫৮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৩৫৯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ইরশাদ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শেখ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মুফীদ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২২৩।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১০১।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আমরা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আলোচনার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পুরোটিই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মাকতালে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২৮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২৯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এনেছি।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১০২।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অনুসারীরা</w:t>
      </w:r>
      <w:r w:rsidRPr="00877C19">
        <w:t xml:space="preserve">, </w:t>
      </w:r>
      <w:r w:rsidRPr="00877C19">
        <w:rPr>
          <w:rFonts w:hint="cs"/>
          <w:cs/>
          <w:lang w:bidi="bn-IN"/>
        </w:rPr>
        <w:t>হযরত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ইমাম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হুসাইনের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ভাইদের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শাহাদতের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সংবাদটি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সংক্ষিপ্তভাবে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এনেছেন।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শাহরে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আশুবও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হযরত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আব্বাসের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সহোদর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ভাইদের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বীরত্বগাঁথাগুলিকে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করেছেন।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আমরা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এইখানে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করেছি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মাকতাল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গ্রন্থ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নিয়েছি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২৮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২৯</w:t>
      </w:r>
      <w:r w:rsidRPr="00877C19">
        <w:rPr>
          <w:cs/>
          <w:lang w:bidi="bn-IN"/>
        </w:rPr>
        <w:t>)</w:t>
      </w:r>
      <w:r w:rsidRPr="00877C19">
        <w:rPr>
          <w:rFonts w:hint="cs"/>
          <w:cs/>
          <w:lang w:bidi="hi-IN"/>
        </w:rPr>
        <w:t>।</w:t>
      </w:r>
      <w:r w:rsidRPr="00877C19">
        <w:rPr>
          <w:cs/>
          <w:lang w:bidi="bn-IN"/>
        </w:rPr>
        <w:t xml:space="preserve">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১০৩।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মাকাতিলুত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তালিবিয়্যীন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৮৪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hi-IN"/>
        </w:rPr>
        <w:t>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১০৪।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মাকতালে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২৯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৩০।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১০৫।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ইরশাদ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শেখ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মুফীদ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২৪</w:t>
      </w:r>
      <w:r w:rsidRPr="00877C19">
        <w:t xml:space="preserve">; </w:t>
      </w:r>
      <w:r w:rsidRPr="00877C19">
        <w:rPr>
          <w:rFonts w:hint="cs"/>
          <w:cs/>
          <w:lang w:bidi="bn-IN"/>
        </w:rPr>
        <w:t>এলামুল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ওয়ারা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২৪৪</w:t>
      </w:r>
      <w:r w:rsidRPr="00877C19">
        <w:t xml:space="preserve">; </w:t>
      </w:r>
      <w:r w:rsidRPr="00877C19">
        <w:rPr>
          <w:rFonts w:hint="cs"/>
          <w:cs/>
          <w:lang w:bidi="bn-IN"/>
        </w:rPr>
        <w:t>মুছীরুল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আহযান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৫৩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লুহুফ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৪৫।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১০৬।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মানাকিব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শাহরে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আশুব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২২১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২২২।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১০৭।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মাকতালে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৩০।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১০৮।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মাকতালে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 .</w:t>
      </w:r>
      <w:r w:rsidRPr="00877C19">
        <w:rPr>
          <w:rFonts w:hint="cs"/>
          <w:cs/>
          <w:lang w:bidi="bn-IN"/>
        </w:rPr>
        <w:t>৩২</w:t>
      </w:r>
      <w:r w:rsidRPr="00877C19">
        <w:t xml:space="preserve">,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ত্বাবারী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৮ম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 .</w:t>
      </w:r>
      <w:r w:rsidRPr="00877C19">
        <w:rPr>
          <w:rFonts w:hint="cs"/>
          <w:cs/>
          <w:lang w:bidi="bn-IN"/>
        </w:rPr>
        <w:t>১৮৮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hi-IN"/>
        </w:rPr>
        <w:t>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১০৯।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তাবারীতে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হুসাইনের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পরিবারের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একজন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শিশু</w:t>
      </w:r>
      <w:r w:rsidRPr="00877C19">
        <w:rPr>
          <w:rFonts w:hint="eastAsia"/>
        </w:rPr>
        <w:t>”</w:t>
      </w:r>
      <w:r w:rsidRPr="00877C19">
        <w:t xml:space="preserve"> </w:t>
      </w:r>
      <w:r w:rsidRPr="00877C19">
        <w:rPr>
          <w:rFonts w:hint="cs"/>
          <w:cs/>
          <w:lang w:bidi="bn-IN"/>
        </w:rPr>
        <w:t>বলা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হয়েছে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৩৬৩</w:t>
      </w:r>
      <w:r w:rsidRPr="00877C19">
        <w:t xml:space="preserve">; </w:t>
      </w:r>
      <w:r w:rsidRPr="00877C19">
        <w:rPr>
          <w:rFonts w:hint="cs"/>
          <w:cs/>
          <w:lang w:bidi="bn-IN"/>
        </w:rPr>
        <w:t>সংশোধিত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মুফীদের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ইরশাদ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গ্রন্থ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নেয়া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হয়েছে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২২৫।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১১০।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৪৪৮</w:t>
      </w:r>
      <w:r w:rsidRPr="00877C19">
        <w:t xml:space="preserve">, </w:t>
      </w:r>
      <w:r w:rsidRPr="00877C19">
        <w:rPr>
          <w:rFonts w:hint="cs"/>
          <w:cs/>
          <w:lang w:bidi="bn-IN"/>
        </w:rPr>
        <w:t>দারুল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আরিফ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প্রকাশনী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মিশর</w:t>
      </w:r>
      <w:r w:rsidRPr="00877C19">
        <w:t xml:space="preserve">; </w:t>
      </w:r>
      <w:r w:rsidRPr="00877C19">
        <w:rPr>
          <w:rFonts w:hint="cs"/>
          <w:cs/>
          <w:lang w:bidi="bn-IN"/>
        </w:rPr>
        <w:t>মুহাম্মদ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ফযল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ইব্রাহীমের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গবেষণা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৩৫৯</w:t>
      </w:r>
      <w:r w:rsidRPr="00877C19">
        <w:rPr>
          <w:cs/>
          <w:lang w:bidi="bn-IN"/>
        </w:rPr>
        <w:t xml:space="preserve">- </w:t>
      </w:r>
      <w:r w:rsidRPr="00877C19">
        <w:rPr>
          <w:rFonts w:hint="cs"/>
          <w:cs/>
          <w:lang w:bidi="bn-IN"/>
        </w:rPr>
        <w:t>৩৬০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ইউরোপ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প্রকাশিত।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১১১।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৩৬২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৩৬২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ইউরোপ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ছাপা।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১১২।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ইবনিল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হুসাইন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দ্বারা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বর্ণনাকারীর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উদ্দেশ্য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হচ্ছে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ইমাম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যয়নুল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আবেদীনকে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আঃ</w:t>
      </w:r>
      <w:r w:rsidRPr="00877C19">
        <w:rPr>
          <w:cs/>
          <w:lang w:bidi="bn-IN"/>
        </w:rPr>
        <w:t xml:space="preserve">) </w:t>
      </w:r>
      <w:r w:rsidRPr="00877C19">
        <w:rPr>
          <w:rFonts w:hint="cs"/>
          <w:cs/>
          <w:lang w:bidi="bn-IN"/>
        </w:rPr>
        <w:t>বুঝানো।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তিনি</w:t>
      </w:r>
      <w:r w:rsidRPr="00877C19">
        <w:t xml:space="preserve">, </w:t>
      </w:r>
      <w:r w:rsidRPr="00877C19">
        <w:rPr>
          <w:rFonts w:hint="cs"/>
          <w:cs/>
          <w:lang w:bidi="bn-IN"/>
        </w:rPr>
        <w:t>আলী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আসগর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শিশু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ছিলেন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তাঁকে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‘</w:t>
      </w:r>
      <w:r w:rsidRPr="00877C19">
        <w:rPr>
          <w:rFonts w:hint="cs"/>
          <w:cs/>
          <w:lang w:bidi="bn-IN"/>
        </w:rPr>
        <w:t>আলী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আওসাত</w:t>
      </w:r>
      <w:r w:rsidRPr="00877C19">
        <w:rPr>
          <w:rFonts w:hint="eastAsia"/>
        </w:rPr>
        <w:t>’</w:t>
      </w:r>
      <w:r w:rsidRPr="00877C19">
        <w:t xml:space="preserve"> </w:t>
      </w:r>
      <w:r w:rsidRPr="00877C19">
        <w:rPr>
          <w:rFonts w:hint="cs"/>
          <w:cs/>
          <w:lang w:bidi="bn-IN"/>
        </w:rPr>
        <w:t>বলা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সেইদিন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কারবালায়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তাঁর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সন্তান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ইমাম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হযরত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ইমাম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মুহাম্মদ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বাক্বির</w:t>
      </w:r>
      <w:r w:rsidRPr="00877C19">
        <w:rPr>
          <w:cs/>
          <w:lang w:bidi="bn-IN"/>
        </w:rPr>
        <w:t xml:space="preserve"> (</w:t>
      </w:r>
      <w:r w:rsidRPr="00877C19">
        <w:rPr>
          <w:rFonts w:hint="cs"/>
          <w:cs/>
          <w:lang w:bidi="bn-IN"/>
        </w:rPr>
        <w:t>আ</w:t>
      </w:r>
      <w:r w:rsidRPr="00877C19">
        <w:rPr>
          <w:cs/>
          <w:lang w:bidi="bn-IN"/>
        </w:rPr>
        <w:t>.)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উপস্থিত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ছিলেন।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১১৩।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সুনানে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তিরমিযী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১৩তম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১৯৩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১৯৪</w:t>
      </w:r>
      <w:r w:rsidRPr="00877C19">
        <w:t xml:space="preserve">; </w:t>
      </w:r>
      <w:r w:rsidRPr="00877C19">
        <w:rPr>
          <w:rFonts w:hint="cs"/>
          <w:cs/>
          <w:lang w:bidi="bn-IN"/>
        </w:rPr>
        <w:t>মুস্তাদরাকে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হাকিম</w:t>
      </w:r>
      <w:r w:rsidRPr="00877C19">
        <w:t xml:space="preserve">, </w:t>
      </w:r>
      <w:r w:rsidRPr="00877C19">
        <w:rPr>
          <w:rFonts w:hint="cs"/>
          <w:cs/>
          <w:lang w:bidi="bn-IN"/>
        </w:rPr>
        <w:t>৪র্থ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সিয়ারু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লামিন্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নুবালা</w:t>
      </w:r>
      <w:r w:rsidRPr="00877C19">
        <w:rPr>
          <w:rFonts w:hint="eastAsia"/>
        </w:rPr>
        <w:t>’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২১৩</w:t>
      </w:r>
      <w:r w:rsidRPr="00877C19">
        <w:t xml:space="preserve">; </w:t>
      </w:r>
      <w:r w:rsidRPr="00877C19">
        <w:rPr>
          <w:rFonts w:hint="cs"/>
          <w:cs/>
          <w:lang w:bidi="bn-IN"/>
        </w:rPr>
        <w:t>রিয়াযুন্নাদ্বরা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১৪৮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৩৮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৮ম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২০১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সুয়ূতী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২০৮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আসাকির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৭২৬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তাহযীবে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আসাকির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৪র্থ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২০৪।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১১৪।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ইয়াকূবী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২৪৭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২৪৮।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lastRenderedPageBreak/>
        <w:t>১১৫।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মুসনাদে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আহমাদ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৪২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২৮২</w:t>
      </w:r>
      <w:r w:rsidRPr="00877C19">
        <w:t xml:space="preserve">; </w:t>
      </w:r>
      <w:r w:rsidRPr="00877C19">
        <w:rPr>
          <w:rFonts w:hint="cs"/>
          <w:cs/>
          <w:lang w:bidi="bn-IN"/>
        </w:rPr>
        <w:t>ফাযায়িল</w:t>
      </w:r>
      <w:r w:rsidRPr="00877C19">
        <w:t xml:space="preserve">, </w:t>
      </w:r>
      <w:r w:rsidRPr="00877C19">
        <w:rPr>
          <w:rFonts w:hint="cs"/>
          <w:cs/>
          <w:lang w:bidi="bn-IN"/>
        </w:rPr>
        <w:t>আহমাদ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হাম্বাল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২০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২৬</w:t>
      </w:r>
      <w:r w:rsidRPr="00877C19">
        <w:t xml:space="preserve">; </w:t>
      </w:r>
      <w:r w:rsidRPr="00877C19">
        <w:rPr>
          <w:rFonts w:hint="cs"/>
          <w:cs/>
          <w:lang w:bidi="bn-IN"/>
        </w:rPr>
        <w:t>মো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জামে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তাবরানী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৫৬তম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মুস্তাদরাকে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হাকিম</w:t>
      </w:r>
      <w:r w:rsidRPr="00877C19">
        <w:t xml:space="preserve">, </w:t>
      </w:r>
      <w:r w:rsidRPr="00877C19">
        <w:rPr>
          <w:rFonts w:hint="cs"/>
          <w:cs/>
          <w:lang w:bidi="bn-IN"/>
        </w:rPr>
        <w:t>৪র্থ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৩৯৮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তিনি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গুরুত্বারোপ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করেছেন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এই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হাদীছটি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ইমাম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মুসলিমের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মানদণ্ড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অনুযায়ী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সহীহ্।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সিয়ারে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লামীন্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নুবালা</w:t>
      </w:r>
      <w:r w:rsidRPr="00877C19">
        <w:rPr>
          <w:rFonts w:hint="eastAsia"/>
        </w:rPr>
        <w:t>’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৩২৩</w:t>
      </w:r>
      <w:r w:rsidRPr="00877C19">
        <w:t xml:space="preserve">; </w:t>
      </w:r>
      <w:r w:rsidRPr="00877C19">
        <w:rPr>
          <w:rFonts w:hint="cs"/>
          <w:cs/>
          <w:lang w:bidi="bn-IN"/>
        </w:rPr>
        <w:t>রিয়াযুন্নাদ্বরা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১৪৮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মাজমা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উয্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যাওয়ায়িদ</w:t>
      </w:r>
      <w:r w:rsidRPr="00877C19">
        <w:t xml:space="preserve">, </w:t>
      </w:r>
      <w:r w:rsidRPr="00877C19">
        <w:rPr>
          <w:rFonts w:hint="cs"/>
          <w:cs/>
          <w:lang w:bidi="bn-IN"/>
        </w:rPr>
        <w:t>৯ম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১৯৩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১৯৪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তায্কিরায়ে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সিব্তে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জওযী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১৫২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৩৮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৬ষ্ঠ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২৩১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৮ম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২০০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তিনি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লিখেন</w:t>
      </w:r>
      <w:r w:rsidRPr="00877C19">
        <w:rPr>
          <w:cs/>
          <w:lang w:bidi="bn-IN"/>
        </w:rPr>
        <w:t xml:space="preserve"> : </w:t>
      </w:r>
      <w:r w:rsidRPr="00877C19">
        <w:rPr>
          <w:rFonts w:hint="cs"/>
          <w:cs/>
          <w:lang w:bidi="bn-IN"/>
        </w:rPr>
        <w:t>তার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সনদ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সুদৃঢ়।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খামীস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৩০০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ইসাবাহ্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৩৩৪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সুয়ূতী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২০৮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আমালিয়ে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শাজারী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১৬০।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১১৬।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৮ম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২০০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আসাকির</w:t>
      </w:r>
      <w:r w:rsidRPr="00877C19">
        <w:t xml:space="preserve">, </w:t>
      </w:r>
      <w:r w:rsidRPr="00877C19">
        <w:rPr>
          <w:rFonts w:hint="cs"/>
          <w:cs/>
          <w:lang w:bidi="bn-IN"/>
        </w:rPr>
        <w:t>হাদীস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৭৩৩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৭৩৯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hi-IN"/>
        </w:rPr>
        <w:t>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১১৭।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৮ম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২০১</w:t>
      </w:r>
      <w:r w:rsidRPr="00877C19">
        <w:t xml:space="preserve">; </w:t>
      </w:r>
      <w:r w:rsidRPr="00877C19">
        <w:rPr>
          <w:rFonts w:hint="cs"/>
          <w:cs/>
          <w:lang w:bidi="bn-IN"/>
        </w:rPr>
        <w:t>সিয়ারু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লামিন্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নুবালা</w:t>
      </w:r>
      <w:r w:rsidRPr="00877C19">
        <w:rPr>
          <w:rFonts w:hint="eastAsia"/>
        </w:rPr>
        <w:t>’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২১৪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সুয়ূতী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২৮০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আসাকির</w:t>
      </w:r>
      <w:r w:rsidRPr="00877C19">
        <w:t xml:space="preserve">, </w:t>
      </w:r>
      <w:r w:rsidRPr="00877C19">
        <w:rPr>
          <w:rFonts w:hint="cs"/>
          <w:cs/>
          <w:lang w:bidi="bn-IN"/>
        </w:rPr>
        <w:t>হাদীস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৭৩৩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৭৩৯।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১১৮।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৩৬৮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৩৬৯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ইউরোপ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প্রকাশিত।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১১৯।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৩৭০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ইউরোপ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প্রকাশিত।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১২০।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মুছীরুল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আহযান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৬৬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৬৯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লুহুফ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মানাকিব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শাহরে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আশুব।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১২১।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কুল্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আস্আলুকুম্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আলাইহি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আজরান্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ইল্লাল্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মাওয়াদ্দাতা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ফিল্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কুরবা।</w:t>
      </w:r>
      <w:r w:rsidRPr="00877C19">
        <w:rPr>
          <w:rFonts w:hint="eastAsia"/>
        </w:rPr>
        <w:t>”</w:t>
      </w:r>
      <w:r w:rsidRPr="00877C19"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শুরা</w:t>
      </w:r>
      <w:r w:rsidRPr="00877C19">
        <w:rPr>
          <w:cs/>
          <w:lang w:bidi="bn-IN"/>
        </w:rPr>
        <w:t>:</w:t>
      </w:r>
      <w:r w:rsidRPr="00877C19">
        <w:rPr>
          <w:rFonts w:hint="cs"/>
          <w:cs/>
          <w:lang w:bidi="bn-IN"/>
        </w:rPr>
        <w:t>২৩।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১২২।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কুরবা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হাক্কাহু।</w:t>
      </w:r>
      <w:r w:rsidRPr="00877C19">
        <w:rPr>
          <w:rFonts w:hint="eastAsia"/>
        </w:rPr>
        <w:t>”</w:t>
      </w:r>
      <w:r w:rsidRPr="00877C19"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বনী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ইসরাঈল</w:t>
      </w:r>
      <w:r w:rsidRPr="00877C19">
        <w:rPr>
          <w:cs/>
          <w:lang w:bidi="bn-IN"/>
        </w:rPr>
        <w:t>:</w:t>
      </w:r>
      <w:r w:rsidRPr="00877C19">
        <w:rPr>
          <w:rFonts w:hint="cs"/>
          <w:cs/>
          <w:lang w:bidi="bn-IN"/>
        </w:rPr>
        <w:t>২৬।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১২৩।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ওয়া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লামূ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আন্নামা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গানিমতুম্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শাইয়িন্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ফাইন্না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লিল্লাহি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খুমুসাহু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লিররাসূলি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ওয়ালি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যিল্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কুরবা।</w:t>
      </w:r>
      <w:r w:rsidRPr="00877C19">
        <w:rPr>
          <w:rFonts w:hint="eastAsia"/>
        </w:rPr>
        <w:t>”</w:t>
      </w:r>
      <w:r w:rsidRPr="00877C19"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আনফাল</w:t>
      </w:r>
      <w:r w:rsidRPr="00877C19">
        <w:rPr>
          <w:cs/>
          <w:lang w:bidi="bn-IN"/>
        </w:rPr>
        <w:t>:</w:t>
      </w:r>
      <w:r w:rsidRPr="00877C19">
        <w:rPr>
          <w:rFonts w:hint="cs"/>
          <w:cs/>
          <w:lang w:bidi="bn-IN"/>
        </w:rPr>
        <w:t>৪১।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১২৪।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ইন্নামা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ইউরীদুল্লাহু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লিইউয্হিবা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আনকুমুর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রিজসা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আহলাল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বাইতি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ইউত্বাহহিরাকুম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তাত্বহীরা।</w:t>
      </w:r>
      <w:r w:rsidRPr="00877C19">
        <w:rPr>
          <w:rFonts w:hint="eastAsia"/>
        </w:rPr>
        <w:t>”</w:t>
      </w:r>
      <w:r w:rsidRPr="00877C19"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আহযাব</w:t>
      </w:r>
      <w:r w:rsidRPr="00877C19">
        <w:rPr>
          <w:cs/>
          <w:lang w:bidi="bn-IN"/>
        </w:rPr>
        <w:t>:</w:t>
      </w:r>
      <w:r w:rsidRPr="00877C19">
        <w:rPr>
          <w:rFonts w:hint="cs"/>
          <w:cs/>
          <w:lang w:bidi="bn-IN"/>
        </w:rPr>
        <w:t>৩৩।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১২৫।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ছাম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২৪২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২৪৩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তাফসীরে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সংশ্লিষ্ট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আয়াতের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ব্যাখ্যা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তাফসীরে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৪র্থ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১১২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মাকতালে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৬১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লুহুফ</w:t>
      </w:r>
      <w:r w:rsidRPr="00877C19">
        <w:t xml:space="preserve">, </w:t>
      </w:r>
      <w:r w:rsidRPr="00877C19">
        <w:rPr>
          <w:rFonts w:hint="cs"/>
          <w:cs/>
          <w:lang w:bidi="bn-IN"/>
        </w:rPr>
        <w:t>সায়্যিদ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আহমাদ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ফেহরী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অনুবাদকৃত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১৭৬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১৭৮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আমালী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শাইখ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সাদূক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১৬৬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সংস্করণ।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১২৬।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তাযকিরাতু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খাওয়াসসিল্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উম্মাহ্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১৪৯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মুছীরুল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আহযান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৭৯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লুহুফের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অনুবাদ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১৭৮।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১২৭।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মুছীরুল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আহযান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৭৮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লুহুফের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অনুবাদ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১৭৮।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১২৮।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ফুতূহে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ছাম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২৪৬।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lastRenderedPageBreak/>
        <w:t>১২৯।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শেখ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মুফীদের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ইরশাদের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অনুবাদ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১২৫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১২৬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৬ষ্ঠ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২৬৫।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১৩০।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বারযা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আসলামী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তাঁর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উবাইদ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তাঁর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পিতার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হারিছ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৬৪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হিজরী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তিনি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উসদুল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গাবাহ্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৬ষ্ঠ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৩১</w:t>
      </w:r>
      <w:r w:rsidRPr="00877C19">
        <w:t xml:space="preserve">, </w:t>
      </w:r>
      <w:r w:rsidRPr="00877C19">
        <w:rPr>
          <w:rFonts w:hint="cs"/>
          <w:cs/>
          <w:lang w:bidi="bn-IN"/>
        </w:rPr>
        <w:t>দারুশ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শে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ব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প্রকাশনী।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১৩১।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মুহাম্মদ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ফযল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ইব্রাহীমের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গবেষণালব্ধ</w:t>
      </w:r>
      <w:r w:rsidRPr="00877C19">
        <w:t xml:space="preserve">, </w:t>
      </w:r>
      <w:r w:rsidRPr="00877C19">
        <w:rPr>
          <w:rFonts w:hint="cs"/>
          <w:cs/>
          <w:lang w:bidi="bn-IN"/>
        </w:rPr>
        <w:t>মিসর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থেকে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প্রকাশিত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৪৬৫</w:t>
      </w:r>
      <w:r w:rsidRPr="00877C19">
        <w:t xml:space="preserve">; </w:t>
      </w:r>
      <w:r w:rsidRPr="00877C19">
        <w:rPr>
          <w:rFonts w:hint="cs"/>
          <w:cs/>
          <w:lang w:bidi="bn-IN"/>
        </w:rPr>
        <w:t>৬১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হিজরীর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ঘটনাসমূহের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অন্তর্গত।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১৩২।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পংক্তিগুলির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আরবি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মূল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অংশটি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প্রমাণপঞ্জি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পূর্বে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উল্লেখ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হয়েছে।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১৩৩।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মুছীরুল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আহযান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৮০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লুহুফের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অনুবাদ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১৮১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১৮৬।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১৩৪।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ইসরা</w:t>
      </w:r>
      <w:r w:rsidRPr="00877C19">
        <w:rPr>
          <w:cs/>
          <w:lang w:bidi="bn-IN"/>
        </w:rPr>
        <w:t>:</w:t>
      </w:r>
      <w:r w:rsidRPr="00877C19">
        <w:rPr>
          <w:rFonts w:hint="cs"/>
          <w:cs/>
          <w:lang w:bidi="bn-IN"/>
        </w:rPr>
        <w:t>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১৩৫।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ফুতূহে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ছাম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২৪৭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২৪৯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মাকতালে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৬৯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৭১।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১৩৬।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ইসলাম</w:t>
      </w:r>
      <w:r w:rsidRPr="00877C19">
        <w:t xml:space="preserve">, </w:t>
      </w:r>
      <w:r w:rsidRPr="00877C19">
        <w:rPr>
          <w:rFonts w:hint="cs"/>
          <w:cs/>
          <w:lang w:bidi="bn-IN"/>
        </w:rPr>
        <w:t>আয্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যাহাবী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৩৫৬।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১৩৭।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আগানী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আবুল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ফারাজ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ইস্ফাহানী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৩৪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৩৫।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১৩৮।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৭ম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৭</w:t>
      </w:r>
      <w:r w:rsidRPr="00877C19">
        <w:t xml:space="preserve">; </w:t>
      </w:r>
      <w:r w:rsidRPr="00877C19">
        <w:rPr>
          <w:rFonts w:hint="cs"/>
          <w:cs/>
          <w:lang w:bidi="bn-IN"/>
        </w:rPr>
        <w:t>ইবনু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৪র্থ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৪৫।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১৩৯।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আত্তাম্বীহ্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আশ্রাফ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২৬৩</w:t>
      </w:r>
      <w:r w:rsidRPr="00877C19">
        <w:t xml:space="preserve">; </w:t>
      </w:r>
      <w:r w:rsidRPr="00877C19">
        <w:rPr>
          <w:rFonts w:hint="cs"/>
          <w:cs/>
          <w:lang w:bidi="bn-IN"/>
        </w:rPr>
        <w:t>মুরূজুয্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যাহাব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৬৮</w:t>
      </w:r>
      <w:r w:rsidRPr="00877C19">
        <w:rPr>
          <w:cs/>
          <w:lang w:bidi="bn-IN"/>
        </w:rPr>
        <w:t xml:space="preserve">- </w:t>
      </w:r>
      <w:r w:rsidRPr="00877C19">
        <w:rPr>
          <w:rFonts w:hint="cs"/>
          <w:cs/>
          <w:lang w:bidi="bn-IN"/>
        </w:rPr>
        <w:t>৬৯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আখবারুত্তোয়াল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২৬৫।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যুবাইরের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ইয়াযীদের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মূল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বক্তব্য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নিম্নরূপ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ছিল</w:t>
      </w:r>
      <w:r w:rsidRPr="00877C19">
        <w:rPr>
          <w:cs/>
          <w:lang w:bidi="bn-IN"/>
        </w:rPr>
        <w:t xml:space="preserve">  :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উদ্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ঊ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ইলাহাকা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ফিস্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সামায়ি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ফাইন্নানী</w:t>
      </w:r>
      <w:r w:rsidRPr="00877C19">
        <w:rPr>
          <w:cs/>
          <w:lang w:bidi="bn-IN"/>
        </w:rPr>
        <w:tab/>
      </w:r>
      <w:r w:rsidRPr="00877C19">
        <w:rPr>
          <w:rFonts w:hint="cs"/>
          <w:cs/>
          <w:lang w:bidi="bn-IN"/>
        </w:rPr>
        <w:t>আদ্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ঊ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আলাইকা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রিজালা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আক্কি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আশ্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আরি</w:t>
      </w:r>
      <w:r w:rsidRPr="00877C19">
        <w:rPr>
          <w:cs/>
          <w:lang w:bidi="bn-IN"/>
        </w:rPr>
        <w:t xml:space="preserve">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কাইফা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আন্নাজাতু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আবা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হাবীবিন্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মিনহুম্</w:t>
      </w:r>
      <w:r w:rsidRPr="00877C19">
        <w:rPr>
          <w:cs/>
          <w:lang w:bidi="bn-IN"/>
        </w:rPr>
        <w:tab/>
      </w:r>
      <w:r w:rsidRPr="00877C19">
        <w:rPr>
          <w:rFonts w:hint="cs"/>
          <w:cs/>
          <w:lang w:bidi="bn-IN"/>
        </w:rPr>
        <w:t>ফাহ্তাল্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লিনাফসিকা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ক্বালবা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আতাল্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আস্কারি।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১৪০।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৭ম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১১</w:t>
      </w:r>
      <w:r w:rsidRPr="00877C19">
        <w:t xml:space="preserve">,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৪৭</w:t>
      </w:r>
      <w:r w:rsidRPr="00877C19">
        <w:t xml:space="preserve">;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৮ম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২২০।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১৪১।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৬ষ্ঠ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২৩৪।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১৪২।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৮ম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১৪৩।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৭ম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১৩।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১৪৪।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আত্তাম্বীহ্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আশ্রাফ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২৬৪</w:t>
      </w:r>
      <w:r w:rsidRPr="00877C19">
        <w:t xml:space="preserve">; </w:t>
      </w:r>
      <w:r w:rsidRPr="00877C19">
        <w:rPr>
          <w:rFonts w:hint="cs"/>
          <w:cs/>
          <w:lang w:bidi="bn-IN"/>
        </w:rPr>
        <w:t>মুরূজুয্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যাহাব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৭১।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১৪৫।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৭ম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১৪</w:t>
      </w:r>
      <w:r w:rsidRPr="00877C19">
        <w:t xml:space="preserve">;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৮ম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২২৫।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১৪৬।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মুরূজুয্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যাহাব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৭২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৭৩।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১৪৭।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মুরূজুয্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যাহাব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৭২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৭৩।</w:t>
      </w:r>
      <w:r w:rsidRPr="00877C19">
        <w:rPr>
          <w:cs/>
          <w:lang w:bidi="bn-IN"/>
        </w:rPr>
        <w:t xml:space="preserve">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lastRenderedPageBreak/>
        <w:t>ইবনু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নুমাইরিন্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বিশামা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তাওয়াল্লা</w:t>
      </w:r>
      <w:r w:rsidRPr="00877C19">
        <w:rPr>
          <w:cs/>
          <w:lang w:bidi="bn-IN"/>
        </w:rPr>
        <w:tab/>
      </w:r>
      <w:r w:rsidRPr="00877C19">
        <w:rPr>
          <w:cs/>
          <w:lang w:bidi="bn-IN"/>
        </w:rPr>
        <w:tab/>
      </w:r>
      <w:r w:rsidRPr="00877C19">
        <w:rPr>
          <w:rFonts w:hint="cs"/>
          <w:cs/>
          <w:lang w:bidi="bn-IN"/>
        </w:rPr>
        <w:t>ক্বাদ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আহরাক্বাল্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মাক্বামা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মুসাল্লা।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১৪৮।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ইয়াকূবী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২৫১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২৫২।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১৪৯।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খামীস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৩০৩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খুলাফা</w:t>
      </w:r>
      <w:r w:rsidRPr="00877C19">
        <w:t xml:space="preserve">, </w:t>
      </w:r>
      <w:r w:rsidRPr="00877C19">
        <w:rPr>
          <w:rFonts w:hint="cs"/>
          <w:cs/>
          <w:lang w:bidi="bn-IN"/>
        </w:rPr>
        <w:t>সুয়ূতী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৯।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১৫০।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বিস্তারিত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দেখুন</w:t>
      </w:r>
      <w:r w:rsidRPr="00877C19">
        <w:rPr>
          <w:cs/>
          <w:lang w:bidi="bn-IN"/>
        </w:rPr>
        <w:t xml:space="preserve"> :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ত্বাবারী</w:t>
      </w:r>
      <w:r w:rsidRPr="00877C19">
        <w:t xml:space="preserve">;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৬৫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৬৭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হিজরীর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ঘটনাবলীর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বর্ণনায়।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১৫১।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ইয়াকূবী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৩৪৫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৩৫২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৩৫৩</w:t>
      </w:r>
      <w:r w:rsidRPr="00877C19">
        <w:t xml:space="preserve">;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১৪৪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১৪৮</w:t>
      </w:r>
      <w:r w:rsidRPr="00877C19">
        <w:t xml:space="preserve">, </w:t>
      </w:r>
      <w:r w:rsidRPr="00877C19">
        <w:rPr>
          <w:rFonts w:hint="cs"/>
          <w:cs/>
          <w:lang w:bidi="bn-IN"/>
        </w:rPr>
        <w:t>১৩০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হিজরীর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ঘটনাবলীর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মাঝে</w:t>
      </w:r>
      <w:r w:rsidRPr="00877C19">
        <w:t xml:space="preserve">; </w:t>
      </w:r>
      <w:r w:rsidRPr="00877C19">
        <w:rPr>
          <w:rFonts w:hint="cs"/>
          <w:cs/>
          <w:lang w:bidi="bn-IN"/>
        </w:rPr>
        <w:t>মুরুজুয্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যাহাব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>.</w:t>
      </w:r>
      <w:r w:rsidRPr="00877C19">
        <w:rPr>
          <w:rFonts w:hint="cs"/>
          <w:cs/>
          <w:lang w:bidi="bn-IN"/>
        </w:rPr>
        <w:t>২৮৬।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১৫২।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আক্বদুল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ফারীদ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মুহাম্মদ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য়ীদুল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আরবান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২৮৫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২৮৬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মিসর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প্রকাশিত</w:t>
      </w:r>
      <w:r w:rsidRPr="00877C19">
        <w:t xml:space="preserve">, </w:t>
      </w:r>
      <w:r w:rsidRPr="00877C19">
        <w:rPr>
          <w:rFonts w:hint="cs"/>
          <w:cs/>
          <w:lang w:bidi="bn-IN"/>
        </w:rPr>
        <w:t>১৩৭২।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১৫৩।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আনসাবুল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আশরাফ</w:t>
      </w:r>
      <w:r w:rsidRPr="00877C19">
        <w:t xml:space="preserve">, </w:t>
      </w:r>
      <w:r w:rsidRPr="00877C19">
        <w:rPr>
          <w:rFonts w:hint="cs"/>
          <w:cs/>
          <w:lang w:bidi="bn-IN"/>
        </w:rPr>
        <w:t>৫ম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৩৭৪</w:t>
      </w:r>
      <w:r w:rsidRPr="00877C19">
        <w:t xml:space="preserve">, </w:t>
      </w:r>
      <w:r w:rsidRPr="00877C19">
        <w:rPr>
          <w:rFonts w:hint="cs"/>
          <w:cs/>
          <w:lang w:bidi="bn-IN"/>
        </w:rPr>
        <w:t>বাগদাদ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প্রকাশিত।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১৫৪।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ইয়াকূবী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২৬১</w:t>
      </w:r>
      <w:r w:rsidRPr="00877C19">
        <w:t xml:space="preserve">, </w:t>
      </w:r>
      <w:r w:rsidRPr="00877C19">
        <w:rPr>
          <w:rFonts w:hint="cs"/>
          <w:cs/>
          <w:lang w:bidi="bn-IN"/>
        </w:rPr>
        <w:t>দারে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সাদেও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প্রকাশনী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বৈরূত।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১৫৫।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সূরা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বাক্বারাহ্</w:t>
      </w:r>
      <w:r w:rsidRPr="00877C19">
        <w:rPr>
          <w:cs/>
          <w:lang w:bidi="bn-IN"/>
        </w:rPr>
        <w:t xml:space="preserve"> : </w:t>
      </w:r>
      <w:r w:rsidRPr="00877C19">
        <w:rPr>
          <w:rFonts w:hint="cs"/>
          <w:cs/>
          <w:lang w:bidi="bn-IN"/>
        </w:rPr>
        <w:t>২৫৫।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১৫৬।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তাফসীরে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৮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তাফসীরে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৩১০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তাফসীরে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সুয়ূতী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৩২৮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৩২৯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তাওহীদে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খুযাইমা</w:t>
      </w:r>
      <w:r w:rsidRPr="00877C19">
        <w:t xml:space="preserve">, </w:t>
      </w:r>
      <w:r w:rsidRPr="00877C19">
        <w:rPr>
          <w:rFonts w:hint="cs"/>
          <w:cs/>
          <w:lang w:bidi="bn-IN"/>
        </w:rPr>
        <w:t>১০১।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১৫৭।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তাওহীদে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সাদুক</w:t>
      </w:r>
      <w:r w:rsidRPr="00877C19">
        <w:t xml:space="preserve">, </w:t>
      </w:r>
      <w:r w:rsidRPr="00877C19">
        <w:rPr>
          <w:rFonts w:hint="cs"/>
          <w:cs/>
          <w:lang w:bidi="bn-IN"/>
        </w:rPr>
        <w:t>বাবু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ক্বাওলিল্লাহি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’</w:t>
      </w:r>
      <w:r w:rsidRPr="00877C19">
        <w:rPr>
          <w:rFonts w:hint="cs"/>
          <w:cs/>
          <w:lang w:bidi="bn-IN"/>
        </w:rPr>
        <w:t>আয্যা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জাল্লা</w:t>
      </w:r>
      <w:r w:rsidRPr="00877C19">
        <w:rPr>
          <w:cs/>
          <w:lang w:bidi="bn-IN"/>
        </w:rPr>
        <w:t xml:space="preserve"> </w:t>
      </w:r>
      <w:r w:rsidRPr="00877C19">
        <w:rPr>
          <w:rStyle w:val="libEnChar"/>
        </w:rPr>
        <w:t>“</w:t>
      </w:r>
      <w:r w:rsidRPr="00877C19">
        <w:rPr>
          <w:rFonts w:hint="cs"/>
          <w:cs/>
          <w:lang w:bidi="bn-IN"/>
        </w:rPr>
        <w:t>ওয়াসিয়া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কুরসিয়্যুহুস্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সামাওয়াতি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ওয়াল্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আরয</w:t>
      </w:r>
      <w:r w:rsidRPr="00877C19">
        <w:rPr>
          <w:rFonts w:hint="eastAsia"/>
        </w:rPr>
        <w:t>”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৩২৭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৩২৮।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১৫৮।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আমালী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শেখ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তূসী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৫৬</w:t>
      </w:r>
      <w:r w:rsidRPr="00877C19">
        <w:t xml:space="preserve">, </w:t>
      </w:r>
      <w:r w:rsidRPr="00877C19">
        <w:rPr>
          <w:rFonts w:hint="cs"/>
          <w:cs/>
          <w:lang w:bidi="bn-IN"/>
        </w:rPr>
        <w:t>নাজাফ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ছাপা</w:t>
      </w:r>
      <w:r w:rsidRPr="00877C19">
        <w:t xml:space="preserve">, </w:t>
      </w:r>
      <w:r w:rsidRPr="00877C19">
        <w:rPr>
          <w:rFonts w:hint="cs"/>
          <w:cs/>
          <w:lang w:bidi="bn-IN"/>
        </w:rPr>
        <w:t>আন্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নোমান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ছাপাখানা</w:t>
      </w:r>
      <w:r w:rsidRPr="00877C19">
        <w:t xml:space="preserve">; </w:t>
      </w:r>
      <w:r w:rsidRPr="00877C19">
        <w:rPr>
          <w:rFonts w:hint="cs"/>
          <w:cs/>
          <w:lang w:bidi="bn-IN"/>
        </w:rPr>
        <w:t>বাসায়িরুদ্দারাজাত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১৬৭</w:t>
      </w:r>
      <w:r w:rsidRPr="00877C19">
        <w:t xml:space="preserve">; </w:t>
      </w:r>
      <w:r w:rsidRPr="00877C19">
        <w:rPr>
          <w:rFonts w:hint="cs"/>
          <w:cs/>
          <w:lang w:bidi="bn-IN"/>
        </w:rPr>
        <w:t>ইয়ানাবী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উল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মাওয়াদ্দাহ্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২০।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১৫৯।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সীরাতে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হিশাম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৪০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৪২।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১৬০।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সীরাতে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হিশাম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৪৭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৫৬।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১৬১।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ইম্তা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উল্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আসমা</w:t>
      </w:r>
      <w:r w:rsidRPr="00877C19">
        <w:t xml:space="preserve">, </w:t>
      </w:r>
      <w:r w:rsidRPr="00877C19">
        <w:rPr>
          <w:rFonts w:hint="cs"/>
          <w:cs/>
          <w:lang w:bidi="bn-IN"/>
        </w:rPr>
        <w:t>মুক্বরীযী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পৃঃ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২৭৪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২৯১।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১৬২।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মাক্বাতিলুত্তালিবিয়্যীনের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অনুবাদ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আলী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আকবার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গাফ্ফারী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কর্তৃক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সংশোধিত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১৯৭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১৯৯</w:t>
      </w:r>
      <w:r w:rsidRPr="00877C19">
        <w:t xml:space="preserve">; </w:t>
      </w:r>
      <w:r w:rsidRPr="00877C19">
        <w:rPr>
          <w:rFonts w:hint="cs"/>
          <w:cs/>
          <w:lang w:bidi="bn-IN"/>
        </w:rPr>
        <w:t>শেখ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মুফীদের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ইরশাদের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অনুবাদ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১৮৪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১৮৭।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১৬৩।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ত্বাবারী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৭ম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৩০০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কামিলে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২৮০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মাকতালে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১ম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২৩৪</w:t>
      </w:r>
      <w:r w:rsidRPr="00877C19">
        <w:t xml:space="preserve">; </w:t>
      </w:r>
      <w:r w:rsidRPr="00877C19">
        <w:rPr>
          <w:rFonts w:hint="cs"/>
          <w:cs/>
          <w:lang w:bidi="bn-IN"/>
        </w:rPr>
        <w:t>আনসাবুল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আশরাফ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১৭১।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১৬৪।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লুহুফের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অনুবাদ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৬৫।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অবশ্য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কামিলুয্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যিয়ারা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এসেছে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যে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পত্রখানার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শিরোনাম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ছিল</w:t>
      </w:r>
      <w:r w:rsidRPr="00877C19">
        <w:rPr>
          <w:cs/>
          <w:lang w:bidi="bn-IN"/>
        </w:rPr>
        <w:t xml:space="preserve"> : </w:t>
      </w:r>
      <w:r w:rsidRPr="00877C19">
        <w:rPr>
          <w:rFonts w:hint="cs"/>
          <w:cs/>
          <w:lang w:bidi="bn-IN"/>
        </w:rPr>
        <w:t>হুসাইন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তরফ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হাশিম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গোত্রের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মুহাম্মদ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আলী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তাঁর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সমর্থকদের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প্রতি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hi-IN"/>
        </w:rPr>
        <w:t>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lastRenderedPageBreak/>
        <w:t>১৬৫।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ত্বাবারী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৭ম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৩২১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৩৩২।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১৬৬।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আনসাবুল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আশরাফ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পৃঃ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১৬৭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১৬৮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৪র্থ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১৭।</w:t>
      </w:r>
      <w:r w:rsidRPr="00877C19">
        <w:rPr>
          <w:cs/>
          <w:lang w:bidi="bn-IN"/>
        </w:rPr>
        <w:t xml:space="preserve"> 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১৬৭।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৬ষ্ঠ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২২৪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২২৫</w:t>
      </w:r>
      <w:r w:rsidRPr="00877C19">
        <w:t xml:space="preserve">; </w:t>
      </w:r>
      <w:r w:rsidRPr="00877C19">
        <w:rPr>
          <w:rFonts w:hint="cs"/>
          <w:cs/>
          <w:lang w:bidi="bn-IN"/>
        </w:rPr>
        <w:t>শাইখ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মুফীদের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ইরশাদের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অনুবাদ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৭৩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৭৫</w:t>
      </w:r>
      <w:r w:rsidRPr="00877C19">
        <w:t xml:space="preserve">; </w:t>
      </w:r>
      <w:r w:rsidRPr="00877C19">
        <w:rPr>
          <w:rFonts w:hint="cs"/>
          <w:cs/>
          <w:lang w:bidi="bn-IN"/>
        </w:rPr>
        <w:t>তাবারীর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বর্ণনা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থেকে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উদ্ধৃত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করা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হয়েছে।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১৬৮।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৭ম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২৯৭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২৯৮</w:t>
      </w:r>
      <w:r w:rsidRPr="00877C19">
        <w:t xml:space="preserve">; </w:t>
      </w:r>
      <w:r w:rsidRPr="00877C19">
        <w:rPr>
          <w:rFonts w:hint="cs"/>
          <w:cs/>
          <w:lang w:bidi="bn-IN"/>
        </w:rPr>
        <w:t>কামিলে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২৮০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ইরশাদ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শেখ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মুফীদ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২২৪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২২৫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মাকতালে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</w:t>
      </w:r>
      <w:r w:rsidRPr="00877C19">
        <w:t>,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২৩১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২৩২।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১৬৯।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তারীখে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তাবারী</w:t>
      </w:r>
      <w:r w:rsidRPr="00877C19">
        <w:t xml:space="preserve">, </w:t>
      </w:r>
      <w:r w:rsidRPr="00877C19">
        <w:rPr>
          <w:rFonts w:hint="cs"/>
          <w:cs/>
          <w:lang w:bidi="bn-IN"/>
        </w:rPr>
        <w:t>৭ম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২৯৭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২৯৮</w:t>
      </w:r>
      <w:r w:rsidRPr="00877C19">
        <w:t xml:space="preserve">; </w:t>
      </w:r>
      <w:r w:rsidRPr="00877C19">
        <w:rPr>
          <w:rFonts w:hint="cs"/>
          <w:cs/>
          <w:lang w:bidi="bn-IN"/>
        </w:rPr>
        <w:t>কামিলে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ইবনে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আছীর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২৮০</w:t>
      </w:r>
      <w:r w:rsidRPr="00877C19">
        <w:t xml:space="preserve">; </w:t>
      </w:r>
      <w:r w:rsidRPr="00877C19">
        <w:rPr>
          <w:rFonts w:hint="cs"/>
          <w:cs/>
          <w:lang w:bidi="bn-IN"/>
        </w:rPr>
        <w:t>ইরশাদ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শেখ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মুফীদ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২২৪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ও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২২৫</w:t>
      </w:r>
      <w:r w:rsidRPr="00877C19">
        <w:t xml:space="preserve">; </w:t>
      </w:r>
      <w:r w:rsidRPr="00877C19">
        <w:rPr>
          <w:rFonts w:hint="cs"/>
          <w:cs/>
          <w:lang w:bidi="bn-IN"/>
        </w:rPr>
        <w:t>মাকতালে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খাওয়ারেযমী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২৩১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২৩২।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১৭০।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রওযায়ে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কাফী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আলী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আকবর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গাফ্ফারী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সংশোধিত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৫৮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৬৩।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১৭১।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রওযায়ে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কাফী</w:t>
      </w:r>
      <w:r w:rsidRPr="00877C19">
        <w:t xml:space="preserve">, </w:t>
      </w:r>
      <w:r w:rsidRPr="00877C19">
        <w:rPr>
          <w:rFonts w:hint="cs"/>
          <w:cs/>
          <w:lang w:bidi="bn-IN"/>
        </w:rPr>
        <w:t>আলী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আকবর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গাফ্ফারীর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সংশোধিত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৫৮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৬৩।</w:t>
      </w:r>
    </w:p>
    <w:p w:rsidR="001763B1" w:rsidRPr="00877C19" w:rsidRDefault="001763B1" w:rsidP="001763B1">
      <w:pPr>
        <w:pStyle w:val="libFootnote"/>
      </w:pPr>
      <w:r w:rsidRPr="00877C19">
        <w:rPr>
          <w:rFonts w:hint="cs"/>
          <w:cs/>
          <w:lang w:bidi="bn-IN"/>
        </w:rPr>
        <w:t>১৭২।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ইজতিহাদগুলির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দলীল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তার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নমুনাগুলির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সাথে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পরিচিতির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জন্যে</w:t>
      </w:r>
      <w:r w:rsidRPr="00877C19">
        <w:t xml:space="preserve">, </w:t>
      </w:r>
      <w:r w:rsidRPr="00877C19">
        <w:rPr>
          <w:rFonts w:hint="cs"/>
          <w:cs/>
          <w:lang w:bidi="bn-IN"/>
        </w:rPr>
        <w:t>দেখুন</w:t>
      </w:r>
      <w:r w:rsidRPr="00877C19">
        <w:rPr>
          <w:cs/>
          <w:lang w:bidi="bn-IN"/>
        </w:rPr>
        <w:t xml:space="preserve"> : </w:t>
      </w:r>
      <w:r w:rsidRPr="00877C19">
        <w:rPr>
          <w:rFonts w:hint="cs"/>
          <w:cs/>
          <w:lang w:bidi="bn-IN"/>
        </w:rPr>
        <w:t>মা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আলিমুল্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মাদ্রাসাতাঈন</w:t>
      </w:r>
      <w:r w:rsidRPr="00877C19">
        <w:t xml:space="preserve">,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৭২</w:t>
      </w:r>
      <w:r w:rsidRPr="00877C19">
        <w:rPr>
          <w:cs/>
          <w:lang w:bidi="bn-IN"/>
        </w:rPr>
        <w:t>-</w:t>
      </w:r>
      <w:r w:rsidRPr="00877C19">
        <w:rPr>
          <w:rFonts w:hint="cs"/>
          <w:cs/>
          <w:lang w:bidi="bn-IN"/>
        </w:rPr>
        <w:t>২৯৯</w:t>
      </w:r>
      <w:r w:rsidRPr="00877C19">
        <w:t xml:space="preserve">, </w:t>
      </w:r>
      <w:r w:rsidRPr="00877C19">
        <w:rPr>
          <w:rFonts w:hint="cs"/>
          <w:cs/>
          <w:lang w:bidi="bn-IN"/>
        </w:rPr>
        <w:t>চতুর্থ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সংস্করণ</w:t>
      </w:r>
      <w:r w:rsidRPr="00877C19">
        <w:t xml:space="preserve">; </w:t>
      </w:r>
      <w:r w:rsidRPr="00877C19">
        <w:rPr>
          <w:rFonts w:hint="cs"/>
          <w:cs/>
          <w:lang w:bidi="bn-IN"/>
        </w:rPr>
        <w:t>ইজতিহাদ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দার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মুকাবিলে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নাস</w:t>
      </w:r>
      <w:r w:rsidRPr="00877C19">
        <w:t xml:space="preserve">, </w:t>
      </w:r>
      <w:r w:rsidRPr="00877C19">
        <w:rPr>
          <w:rFonts w:hint="cs"/>
          <w:cs/>
          <w:lang w:bidi="bn-IN"/>
        </w:rPr>
        <w:t>আব্দুল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হুসাইন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শারাফুদ্দীন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hi-IN"/>
        </w:rPr>
        <w:t>।</w:t>
      </w:r>
    </w:p>
    <w:p w:rsidR="001763B1" w:rsidRDefault="001763B1" w:rsidP="001763B1">
      <w:pPr>
        <w:pStyle w:val="libFootnote"/>
        <w:rPr>
          <w:cs/>
          <w:lang w:bidi="bn-IN"/>
        </w:rPr>
      </w:pPr>
      <w:r w:rsidRPr="00877C19">
        <w:rPr>
          <w:rFonts w:hint="cs"/>
          <w:cs/>
          <w:lang w:bidi="bn-IN"/>
        </w:rPr>
        <w:t>১৭৩।দ্রষ্টব্য</w:t>
      </w:r>
      <w:r w:rsidRPr="00877C19">
        <w:rPr>
          <w:cs/>
          <w:lang w:bidi="bn-IN"/>
        </w:rPr>
        <w:t>:</w:t>
      </w:r>
      <w:r w:rsidRPr="00877C19">
        <w:rPr>
          <w:rFonts w:hint="cs"/>
          <w:cs/>
          <w:lang w:bidi="bn-IN"/>
        </w:rPr>
        <w:t>মা</w:t>
      </w:r>
      <w:r w:rsidRPr="00877C19">
        <w:rPr>
          <w:rFonts w:hint="eastAsia"/>
        </w:rPr>
        <w:t>’</w:t>
      </w:r>
      <w:r w:rsidRPr="00877C19">
        <w:rPr>
          <w:rFonts w:hint="cs"/>
          <w:cs/>
          <w:lang w:bidi="bn-IN"/>
        </w:rPr>
        <w:t>আলিমুল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মাদরাসাতাইন</w:t>
      </w:r>
      <w:r w:rsidRPr="00877C19">
        <w:t xml:space="preserve">, </w:t>
      </w:r>
      <w:r w:rsidRPr="00877C19">
        <w:rPr>
          <w:rFonts w:hint="cs"/>
          <w:cs/>
          <w:lang w:bidi="bn-IN"/>
        </w:rPr>
        <w:t>৩য়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</w:t>
      </w:r>
      <w:r w:rsidRPr="00877C19">
        <w:t xml:space="preserve">, </w:t>
      </w:r>
      <w:r w:rsidRPr="00877C19">
        <w:rPr>
          <w:rFonts w:hint="cs"/>
          <w:cs/>
          <w:lang w:bidi="bn-IN"/>
        </w:rPr>
        <w:t>পৃ</w:t>
      </w:r>
      <w:r w:rsidRPr="00877C19">
        <w:rPr>
          <w:cs/>
          <w:lang w:bidi="bn-IN"/>
        </w:rPr>
        <w:t xml:space="preserve">. </w:t>
      </w:r>
      <w:r w:rsidRPr="00877C19">
        <w:rPr>
          <w:rFonts w:hint="cs"/>
          <w:cs/>
          <w:lang w:bidi="bn-IN"/>
        </w:rPr>
        <w:t>৩০১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পর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হতে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এবং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২য়</w:t>
      </w:r>
      <w:r w:rsidRPr="00877C19">
        <w:rPr>
          <w:cs/>
          <w:lang w:bidi="bn-IN"/>
        </w:rPr>
        <w:t xml:space="preserve"> </w:t>
      </w:r>
      <w:r w:rsidRPr="00877C19">
        <w:rPr>
          <w:rFonts w:hint="cs"/>
          <w:cs/>
          <w:lang w:bidi="bn-IN"/>
        </w:rPr>
        <w:t>খণ্ড।</w:t>
      </w:r>
    </w:p>
    <w:p w:rsidR="001763B1" w:rsidRPr="00890FD9" w:rsidRDefault="001763B1" w:rsidP="004F40F4">
      <w:pPr>
        <w:rPr>
          <w:rtl/>
          <w:cs/>
        </w:rPr>
      </w:pPr>
      <w:r>
        <w:rPr>
          <w:cs/>
          <w:lang w:bidi="bn-IN"/>
        </w:rPr>
        <w:br w:type="page"/>
      </w:r>
    </w:p>
    <w:sdt>
      <w:sdtPr>
        <w:id w:val="1389018"/>
        <w:docPartObj>
          <w:docPartGallery w:val="Table of Contents"/>
          <w:docPartUnique/>
        </w:docPartObj>
      </w:sdtPr>
      <w:sdtEndPr>
        <w:rPr>
          <w:rFonts w:eastAsiaTheme="minorEastAsia"/>
          <w:b w:val="0"/>
          <w:bCs w:val="0"/>
          <w:color w:val="auto"/>
          <w:sz w:val="22"/>
          <w:szCs w:val="22"/>
        </w:rPr>
      </w:sdtEndPr>
      <w:sdtContent>
        <w:p w:rsidR="004F40F4" w:rsidRDefault="004F40F4" w:rsidP="004F40F4">
          <w:pPr>
            <w:pStyle w:val="Heading1"/>
          </w:pPr>
          <w:r>
            <w:rPr>
              <w:cs/>
              <w:lang w:bidi="bn-IN"/>
            </w:rPr>
            <w:t>সূচীপত্র</w:t>
          </w:r>
          <w:r>
            <w:t>:</w:t>
          </w:r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r w:rsidRPr="004F40F4">
            <w:fldChar w:fldCharType="begin"/>
          </w:r>
          <w:r w:rsidRPr="004F40F4">
            <w:instrText xml:space="preserve"> TOC \o "1-3" \h \z \u </w:instrText>
          </w:r>
          <w:r w:rsidRPr="004F40F4">
            <w:fldChar w:fldCharType="separate"/>
          </w:r>
          <w:hyperlink w:anchor="_Toc535947594" w:history="1">
            <w:r w:rsidRPr="004F40F4">
              <w:rPr>
                <w:rStyle w:val="Hyperlink"/>
                <w:noProof/>
                <w:cs/>
                <w:lang w:bidi="bn-IN"/>
              </w:rPr>
              <w:t>আমাদের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কথা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_Toc535947594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595" w:history="1">
            <w:r w:rsidRPr="004F40F4">
              <w:rPr>
                <w:rStyle w:val="Hyperlink"/>
                <w:noProof/>
                <w:cs/>
                <w:lang w:bidi="bn-IN"/>
              </w:rPr>
              <w:t>ভূমিকা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_Toc535947595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596" w:history="1">
            <w:r w:rsidRPr="004F40F4">
              <w:rPr>
                <w:rStyle w:val="Hyperlink"/>
                <w:noProof/>
                <w:cs/>
                <w:lang w:bidi="bn-IN"/>
              </w:rPr>
              <w:t>১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. </w:t>
            </w:r>
            <w:r w:rsidRPr="004F40F4">
              <w:rPr>
                <w:rStyle w:val="Hyperlink"/>
                <w:noProof/>
                <w:cs/>
                <w:lang w:bidi="bn-IN"/>
              </w:rPr>
              <w:t>ইসলাম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পূর্ব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আরবের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সামাজিক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অবস্থা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_Toc535947596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597" w:history="1">
            <w:r w:rsidRPr="004F40F4">
              <w:rPr>
                <w:rStyle w:val="Hyperlink"/>
                <w:noProof/>
                <w:cs/>
                <w:lang w:bidi="bn-IN"/>
              </w:rPr>
              <w:t>যাইদ ইবনে হারিছার ঘটনা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_Toc535947597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598" w:history="1">
            <w:r w:rsidRPr="004F40F4">
              <w:rPr>
                <w:rStyle w:val="Hyperlink"/>
                <w:noProof/>
                <w:cs/>
                <w:lang w:bidi="bn-BD"/>
              </w:rPr>
              <w:t>২. ইমাম হুসাইনের (আ.) বিপ্লবের পূর্বে মুসলমানদের সামাজিক অবস্থা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_Toc535947598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৬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599" w:history="1">
            <w:r w:rsidRPr="004F40F4">
              <w:rPr>
                <w:rStyle w:val="Hyperlink"/>
                <w:noProof/>
                <w:cs/>
                <w:lang w:bidi="bn-IN"/>
              </w:rPr>
              <w:t>পবিত্র কুরআনে কতিপয় সাহাবীর চিত্র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_Toc535947599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৬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3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00" w:history="1">
            <w:r w:rsidRPr="004F40F4">
              <w:rPr>
                <w:rStyle w:val="Hyperlink"/>
                <w:noProof/>
                <w:cs/>
                <w:lang w:bidi="bn-IN"/>
              </w:rPr>
              <w:t>ক</w:t>
            </w:r>
            <w:r w:rsidRPr="004F40F4">
              <w:rPr>
                <w:rStyle w:val="Hyperlink"/>
                <w:noProof/>
                <w:lang w:bidi="bn-IN"/>
              </w:rPr>
              <w:t>.</w:t>
            </w:r>
            <w:r w:rsidRPr="004F40F4">
              <w:rPr>
                <w:rStyle w:val="Hyperlink"/>
                <w:noProof/>
                <w:cs/>
                <w:lang w:bidi="bn-IN"/>
              </w:rPr>
              <w:t>অপবাদ ও কুৎসা রটনা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_Toc535947600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3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01" w:history="1">
            <w:r w:rsidRPr="004F40F4">
              <w:rPr>
                <w:rStyle w:val="Hyperlink"/>
                <w:noProof/>
                <w:cs/>
                <w:lang w:bidi="bn-IN"/>
              </w:rPr>
              <w:t>খ</w:t>
            </w:r>
            <w:r w:rsidRPr="004F40F4">
              <w:rPr>
                <w:rStyle w:val="Hyperlink"/>
                <w:noProof/>
                <w:lang w:bidi="bn-IN"/>
              </w:rPr>
              <w:t>.</w:t>
            </w:r>
            <w:r w:rsidRPr="004F40F4">
              <w:rPr>
                <w:rStyle w:val="Hyperlink"/>
                <w:noProof/>
                <w:cs/>
                <w:lang w:bidi="bn-IN"/>
              </w:rPr>
              <w:t>ব্যবসা বাণিজ্য ও খেলাধুলা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_Toc535947601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3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02" w:history="1">
            <w:r w:rsidRPr="004F40F4">
              <w:rPr>
                <w:rStyle w:val="Hyperlink"/>
                <w:noProof/>
                <w:cs/>
                <w:lang w:bidi="bn-IN"/>
              </w:rPr>
              <w:t>গ</w:t>
            </w:r>
            <w:r w:rsidRPr="004F40F4">
              <w:rPr>
                <w:rStyle w:val="Hyperlink"/>
                <w:noProof/>
                <w:lang w:bidi="bn-IN"/>
              </w:rPr>
              <w:t>.</w:t>
            </w:r>
            <w:r w:rsidRPr="004F40F4">
              <w:rPr>
                <w:rStyle w:val="Hyperlink"/>
                <w:noProof/>
                <w:cs/>
                <w:lang w:bidi="bn-IN"/>
              </w:rPr>
              <w:t>মুনাফিকী ও কপটতা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_Toc535947602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৮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3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03" w:history="1">
            <w:r w:rsidRPr="004F40F4">
              <w:rPr>
                <w:rStyle w:val="Hyperlink"/>
                <w:noProof/>
                <w:cs/>
                <w:lang w:bidi="bn-IN"/>
              </w:rPr>
              <w:t>ঘ. রাসূল আকরাম(সা.) কে হত্যার ষড়যন্ত্র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_Toc535947603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৯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3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04" w:history="1">
            <w:r w:rsidRPr="004F40F4">
              <w:rPr>
                <w:rStyle w:val="Hyperlink"/>
                <w:noProof/>
                <w:cs/>
                <w:lang w:bidi="bn-IN"/>
              </w:rPr>
              <w:t>ঙ. রাসূলের মুমূর্ষু অবস্থা ও উসামার সৈন্য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_Toc535947604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১০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3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05" w:history="1">
            <w:r w:rsidRPr="004F40F4">
              <w:rPr>
                <w:rStyle w:val="Hyperlink"/>
                <w:noProof/>
                <w:cs/>
                <w:lang w:bidi="bn-IN"/>
              </w:rPr>
              <w:t xml:space="preserve">চ. ইন্তেকালের সময় এবং </w:t>
            </w:r>
            <w:r w:rsidRPr="004F40F4">
              <w:rPr>
                <w:rStyle w:val="Hyperlink"/>
                <w:rFonts w:asciiTheme="minorBidi" w:hAnsiTheme="minorBidi"/>
                <w:noProof/>
              </w:rPr>
              <w:t>“</w:t>
            </w:r>
            <w:r w:rsidRPr="004F40F4">
              <w:rPr>
                <w:rStyle w:val="Hyperlink"/>
                <w:noProof/>
                <w:cs/>
                <w:lang w:bidi="bn-IN"/>
              </w:rPr>
              <w:t>হাসবুনা কিতাবুল্লাহ্</w:t>
            </w:r>
            <w:r w:rsidRPr="004F40F4">
              <w:rPr>
                <w:rStyle w:val="Hyperlink"/>
                <w:rFonts w:asciiTheme="minorBidi" w:hAnsiTheme="minorBidi"/>
                <w:noProof/>
              </w:rPr>
              <w:t>”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_Toc535947605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১১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06" w:history="1">
            <w:r w:rsidRPr="004F40F4">
              <w:rPr>
                <w:rStyle w:val="Hyperlink"/>
                <w:noProof/>
                <w:cs/>
                <w:lang w:bidi="bn-IN"/>
              </w:rPr>
              <w:t>৩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. </w:t>
            </w:r>
            <w:r w:rsidRPr="004F40F4">
              <w:rPr>
                <w:rStyle w:val="Hyperlink"/>
                <w:noProof/>
                <w:cs/>
                <w:lang w:bidi="bn-IN"/>
              </w:rPr>
              <w:t>আবু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বকরের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কঠোর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হস্তের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শাসন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ও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রূঢ়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রাজনীতি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_Toc535947606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১৪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07" w:history="1">
            <w:r w:rsidRPr="004F40F4">
              <w:rPr>
                <w:rStyle w:val="Hyperlink"/>
                <w:noProof/>
                <w:cs/>
                <w:lang w:bidi="bn-IN"/>
              </w:rPr>
              <w:t>ক) ফাতিমার (আ.) গৃহে অবস্থানগ্রহণকারী বিরোধীদের সাথে আচরণ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_Toc535947607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১৪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3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08" w:history="1">
            <w:r w:rsidRPr="004F40F4">
              <w:rPr>
                <w:rStyle w:val="Hyperlink"/>
                <w:noProof/>
                <w:cs/>
                <w:lang w:bidi="bn-IN"/>
              </w:rPr>
              <w:t>ফাতিমার (আ.) বাড়ীতে কিভাবে প্রবেশ করে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_Toc535947608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১৬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09" w:history="1">
            <w:r w:rsidRPr="004F40F4">
              <w:rPr>
                <w:rStyle w:val="Hyperlink"/>
                <w:noProof/>
                <w:cs/>
                <w:lang w:bidi="bn-IN"/>
              </w:rPr>
              <w:t>খ. আহলে বাইতের উপর অর্থনৈতিক অবরোধ ও ফাদাক বাজেয়াপ্তকরণ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_Toc535947609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১৮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10" w:history="1">
            <w:r w:rsidRPr="004F40F4">
              <w:rPr>
                <w:rStyle w:val="Hyperlink"/>
                <w:noProof/>
                <w:cs/>
                <w:lang w:bidi="bn-IN"/>
              </w:rPr>
              <w:t>গ. রাসূলুল্লাহর উত্তরাধিকারী সম্পদ</w:t>
            </w:r>
            <w:r w:rsidRPr="004F40F4">
              <w:rPr>
                <w:rStyle w:val="Hyperlink"/>
                <w:noProof/>
              </w:rPr>
              <w:t xml:space="preserve">, </w:t>
            </w:r>
            <w:r w:rsidRPr="004F40F4">
              <w:rPr>
                <w:rStyle w:val="Hyperlink"/>
                <w:noProof/>
                <w:cs/>
                <w:lang w:bidi="bn-IN"/>
              </w:rPr>
              <w:t>ফাতিমার অভিযোগ ও আবু বকরের উত্তর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_Toc535947610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২০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3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11" w:history="1">
            <w:r w:rsidRPr="004F40F4">
              <w:rPr>
                <w:rStyle w:val="Hyperlink"/>
                <w:noProof/>
                <w:cs/>
                <w:lang w:bidi="bn-IN"/>
              </w:rPr>
              <w:t>আবু</w:t>
            </w:r>
            <w:r w:rsidRPr="004F40F4">
              <w:rPr>
                <w:rStyle w:val="Hyperlink"/>
                <w:noProof/>
                <w:rtl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বকরের</w:t>
            </w:r>
            <w:r w:rsidRPr="004F40F4">
              <w:rPr>
                <w:rStyle w:val="Hyperlink"/>
                <w:noProof/>
                <w:rtl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হাদীছটির</w:t>
            </w:r>
            <w:r w:rsidRPr="004F40F4">
              <w:rPr>
                <w:rStyle w:val="Hyperlink"/>
                <w:noProof/>
                <w:rtl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মূল্যায়ন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_Toc535947611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২৭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12" w:history="1">
            <w:r w:rsidRPr="004F40F4">
              <w:rPr>
                <w:rStyle w:val="Hyperlink"/>
                <w:noProof/>
                <w:cs/>
                <w:lang w:bidi="bn-IN"/>
              </w:rPr>
              <w:t xml:space="preserve">আনসারগণ কেন নীরব ছিলেন </w:t>
            </w:r>
            <w:r w:rsidRPr="004F40F4">
              <w:rPr>
                <w:rStyle w:val="Hyperlink"/>
                <w:noProof/>
              </w:rPr>
              <w:t>?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_Toc535947612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২৯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3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13" w:history="1">
            <w:r w:rsidRPr="004F40F4">
              <w:rPr>
                <w:rStyle w:val="Hyperlink"/>
                <w:noProof/>
                <w:cs/>
                <w:lang w:bidi="bn-IN"/>
              </w:rPr>
              <w:t>ঘ. মালিক ইবনে নুয়াইরাকে হত্যা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_Toc535947613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৩০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14" w:history="1">
            <w:r w:rsidRPr="004F40F4">
              <w:rPr>
                <w:rStyle w:val="Hyperlink"/>
                <w:noProof/>
                <w:cs/>
                <w:lang w:bidi="bn-IN"/>
              </w:rPr>
              <w:t>আহলে বাইত (আ.) মতাদর্শের অনুসারীদের কিতাব সমূহে মালিকের ঘটনা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_Toc535947614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৩৩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3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15" w:history="1">
            <w:r w:rsidRPr="004F40F4">
              <w:rPr>
                <w:rStyle w:val="Hyperlink"/>
                <w:noProof/>
                <w:cs/>
                <w:lang w:bidi="bn-IN"/>
              </w:rPr>
              <w:t>ঙ. কান্দা অঞ্চলের লোকজনকে হত্যা ও বন্দী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_Toc535947615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৩৪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16" w:history="1">
            <w:r w:rsidRPr="004F40F4">
              <w:rPr>
                <w:rStyle w:val="Hyperlink"/>
                <w:noProof/>
                <w:cs/>
                <w:lang w:bidi="bn-IN"/>
              </w:rPr>
              <w:t>আবু বকরের ওসিয়ত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_Toc535947616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৩৬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17" w:history="1">
            <w:r w:rsidRPr="004F40F4">
              <w:rPr>
                <w:rStyle w:val="Hyperlink"/>
                <w:noProof/>
                <w:cs/>
                <w:lang w:bidi="bn-IN"/>
              </w:rPr>
              <w:t>৪</w:t>
            </w:r>
            <w:r w:rsidRPr="004F40F4">
              <w:rPr>
                <w:rStyle w:val="Hyperlink"/>
                <w:noProof/>
                <w:cs/>
                <w:lang w:bidi="hi-IN"/>
              </w:rPr>
              <w:t>।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উমরের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খিলাফত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ও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ইসলামে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বিকৃতির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প্রসার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_Toc535947617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৩৮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18" w:history="1">
            <w:r w:rsidRPr="004F40F4">
              <w:rPr>
                <w:rStyle w:val="Hyperlink"/>
                <w:noProof/>
                <w:cs/>
                <w:lang w:bidi="bn-IN"/>
              </w:rPr>
              <w:t>ইসলামে</w:t>
            </w:r>
            <w:r w:rsidRPr="004F40F4">
              <w:rPr>
                <w:rStyle w:val="Hyperlink"/>
                <w:noProof/>
                <w:rtl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শ্রেণী</w:t>
            </w:r>
            <w:r w:rsidRPr="004F40F4">
              <w:rPr>
                <w:rStyle w:val="Hyperlink"/>
                <w:noProof/>
                <w:rtl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বৈষম্যের</w:t>
            </w:r>
            <w:r w:rsidRPr="004F40F4">
              <w:rPr>
                <w:rStyle w:val="Hyperlink"/>
                <w:noProof/>
                <w:rtl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শুরু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_Toc535947618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৪০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3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19" w:history="1">
            <w:r w:rsidRPr="004F40F4">
              <w:rPr>
                <w:rStyle w:val="Hyperlink"/>
                <w:noProof/>
                <w:cs/>
                <w:lang w:bidi="bn-IN"/>
              </w:rPr>
              <w:t>১ বিশেষ আর্থিক সুবিধাদান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_Toc535947619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৪০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3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20" w:history="1">
            <w:r w:rsidRPr="004F40F4">
              <w:rPr>
                <w:rStyle w:val="Hyperlink"/>
                <w:noProof/>
                <w:cs/>
                <w:lang w:bidi="bn-IN"/>
              </w:rPr>
              <w:t>২। বিশেষ বংশকে প্রাধান্য ও সুবিধাদান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_Toc535947620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৪০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21" w:history="1">
            <w:r w:rsidRPr="004F40F4">
              <w:rPr>
                <w:rStyle w:val="Hyperlink"/>
                <w:noProof/>
                <w:cs/>
                <w:lang w:bidi="bn-IN"/>
              </w:rPr>
              <w:t>উছমানের খিলাফত ও বনী উমাইয়্যাদের আধিপত্য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_Toc535947621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৪২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22" w:history="1">
            <w:r w:rsidRPr="004F40F4">
              <w:rPr>
                <w:rStyle w:val="Hyperlink"/>
                <w:noProof/>
                <w:cs/>
                <w:lang w:bidi="bn-IN"/>
              </w:rPr>
              <w:t>মুয়াবিয়ার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খিলাফত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ও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ইসলামের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বিরুদ্ধে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নব্য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পরিকল্পনা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_Toc535947622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৪৪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23" w:history="1">
            <w:r w:rsidRPr="004F40F4">
              <w:rPr>
                <w:rStyle w:val="Hyperlink"/>
                <w:noProof/>
                <w:cs/>
                <w:lang w:bidi="bn-IN"/>
              </w:rPr>
              <w:t>হাদীস রচনার মাধ্যমে মুয়াবিয়ার উদ্দেশ্য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_Toc535947623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৪৬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24" w:history="1">
            <w:r w:rsidRPr="004F40F4">
              <w:rPr>
                <w:rStyle w:val="Hyperlink"/>
                <w:noProof/>
                <w:cs/>
                <w:lang w:bidi="bn-IN"/>
              </w:rPr>
              <w:t>খলীফার আনুগত্যের বিষয়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_Toc535947624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৫৩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25" w:history="1">
            <w:r w:rsidRPr="004F40F4">
              <w:rPr>
                <w:rStyle w:val="Hyperlink"/>
                <w:noProof/>
                <w:cs/>
                <w:lang w:bidi="bn-IN"/>
              </w:rPr>
              <w:t>হযরত আবা আব্দিল্লাহর (আ.) বিদ্রোহের কারণ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_Toc535947625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৫৫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26" w:history="1">
            <w:r w:rsidRPr="004F40F4">
              <w:rPr>
                <w:rStyle w:val="Hyperlink"/>
                <w:noProof/>
                <w:cs/>
                <w:lang w:bidi="bn-IN"/>
              </w:rPr>
              <w:t>ইমাম হুসাইনের (আ.) শাহাদতের ভবিষ্যদ্বাণী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_Toc535947626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৫৭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27" w:history="1">
            <w:r w:rsidRPr="004F40F4">
              <w:rPr>
                <w:rStyle w:val="Hyperlink"/>
                <w:noProof/>
                <w:cs/>
                <w:lang w:bidi="bn-IN"/>
              </w:rPr>
              <w:t>মদীনা হতে ইমাম হুসাইনের (আ.) প্রস্থান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_Toc535947627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৫৮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28" w:history="1">
            <w:r w:rsidRPr="004F40F4">
              <w:rPr>
                <w:rStyle w:val="Hyperlink"/>
                <w:noProof/>
                <w:cs/>
                <w:lang w:bidi="bn-IN"/>
              </w:rPr>
              <w:t xml:space="preserve">খলীফাদের যুগে </w:t>
            </w:r>
            <w:r w:rsidRPr="004F40F4">
              <w:rPr>
                <w:rStyle w:val="Hyperlink"/>
                <w:rFonts w:asciiTheme="minorBidi" w:hAnsiTheme="minorBidi"/>
                <w:noProof/>
              </w:rPr>
              <w:t>‘</w:t>
            </w:r>
            <w:r w:rsidRPr="004F40F4">
              <w:rPr>
                <w:rStyle w:val="Hyperlink"/>
                <w:noProof/>
                <w:cs/>
                <w:lang w:bidi="bn-IN"/>
              </w:rPr>
              <w:t>জিহাদের</w:t>
            </w:r>
            <w:r w:rsidRPr="004F40F4">
              <w:rPr>
                <w:rStyle w:val="Hyperlink"/>
                <w:rFonts w:asciiTheme="minorBidi" w:hAnsiTheme="minorBidi"/>
                <w:noProof/>
              </w:rPr>
              <w:t>’</w:t>
            </w:r>
            <w:r w:rsidRPr="004F40F4">
              <w:rPr>
                <w:rStyle w:val="Hyperlink"/>
                <w:noProof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অর্থের পরিবর্তন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_Toc535947628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৬১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29" w:history="1">
            <w:r w:rsidRPr="004F40F4">
              <w:rPr>
                <w:rStyle w:val="Hyperlink"/>
                <w:noProof/>
                <w:cs/>
                <w:lang w:bidi="bn-IN"/>
              </w:rPr>
              <w:t>কারবালায় ইমাম হুসাইনের (আ.) প্রবেশ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_Toc535947629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৬৪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30" w:history="1">
            <w:r w:rsidRPr="004F40F4">
              <w:rPr>
                <w:rStyle w:val="Hyperlink"/>
                <w:noProof/>
                <w:cs/>
                <w:lang w:bidi="bn-IN"/>
              </w:rPr>
              <w:t>আশুরা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দিবস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_Toc535947630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৬৮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31" w:history="1">
            <w:r w:rsidRPr="004F40F4">
              <w:rPr>
                <w:rStyle w:val="Hyperlink"/>
                <w:noProof/>
                <w:cs/>
                <w:lang w:bidi="bn-IN"/>
              </w:rPr>
              <w:t>শাহাদতের সৌভাগ্য অর্জনে ইমাম হুসাইনের (আ.) সহযোগিদের আনন্দ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_Toc535947631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৬৮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32" w:history="1">
            <w:r w:rsidRPr="004F40F4">
              <w:rPr>
                <w:rStyle w:val="Hyperlink"/>
                <w:noProof/>
                <w:cs/>
                <w:lang w:bidi="bn-IN"/>
              </w:rPr>
              <w:t>রাসূলের (সা.) পরিবারের সর্বপ্রথম শহীদ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_Toc535947632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৬৯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33" w:history="1">
            <w:r w:rsidRPr="004F40F4">
              <w:rPr>
                <w:rStyle w:val="Hyperlink"/>
                <w:noProof/>
                <w:cs/>
                <w:lang w:bidi="bn-IN"/>
              </w:rPr>
              <w:t>আব্দুল্লাহ্ ইবনে মুসলিম ইবনে আকীলের 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_Toc535947633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৭৪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34" w:history="1">
            <w:r w:rsidRPr="004F40F4">
              <w:rPr>
                <w:rStyle w:val="Hyperlink"/>
                <w:noProof/>
                <w:cs/>
                <w:lang w:bidi="bn-IN"/>
              </w:rPr>
              <w:t>জা</w:t>
            </w:r>
            <w:r w:rsidRPr="004F40F4">
              <w:rPr>
                <w:rStyle w:val="Hyperlink"/>
                <w:rFonts w:asciiTheme="minorBidi" w:hAnsiTheme="minorBidi"/>
                <w:noProof/>
              </w:rPr>
              <w:t>’</w:t>
            </w:r>
            <w:r w:rsidRPr="004F40F4">
              <w:rPr>
                <w:rStyle w:val="Hyperlink"/>
                <w:noProof/>
                <w:cs/>
                <w:lang w:bidi="bn-IN"/>
              </w:rPr>
              <w:t>ফর ইবনে আকীলের 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_Toc535947634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৭৫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35" w:history="1">
            <w:r w:rsidRPr="004F40F4">
              <w:rPr>
                <w:rStyle w:val="Hyperlink"/>
                <w:noProof/>
                <w:cs/>
                <w:lang w:bidi="bn-IN"/>
              </w:rPr>
              <w:t>আব্দুর রাহমান ইবনে আকীলের 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_Toc535947635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৭৬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36" w:history="1">
            <w:r w:rsidRPr="004F40F4">
              <w:rPr>
                <w:rStyle w:val="Hyperlink"/>
                <w:noProof/>
                <w:cs/>
                <w:lang w:bidi="bn-IN"/>
              </w:rPr>
              <w:t>মুহাম্মদ ইবনে আব্দিল্লাহ্ ইবনে জা</w:t>
            </w:r>
            <w:r w:rsidRPr="004F40F4">
              <w:rPr>
                <w:rStyle w:val="Hyperlink"/>
                <w:rFonts w:asciiTheme="minorBidi" w:hAnsiTheme="minorBidi"/>
                <w:noProof/>
              </w:rPr>
              <w:t>’</w:t>
            </w:r>
            <w:r w:rsidRPr="004F40F4">
              <w:rPr>
                <w:rStyle w:val="Hyperlink"/>
                <w:noProof/>
                <w:cs/>
                <w:lang w:bidi="bn-IN"/>
              </w:rPr>
              <w:t>ফরের 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_Toc535947636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৭৬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37" w:history="1">
            <w:r w:rsidRPr="004F40F4">
              <w:rPr>
                <w:rStyle w:val="Hyperlink"/>
                <w:noProof/>
                <w:cs/>
                <w:lang w:bidi="bn-IN"/>
              </w:rPr>
              <w:t>আওন ইবনে আব্দিল্লাহ্ ইবনে জা</w:t>
            </w:r>
            <w:r w:rsidRPr="004F40F4">
              <w:rPr>
                <w:rStyle w:val="Hyperlink"/>
                <w:rFonts w:asciiTheme="minorBidi" w:hAnsiTheme="minorBidi"/>
                <w:noProof/>
              </w:rPr>
              <w:t>’</w:t>
            </w:r>
            <w:r w:rsidRPr="004F40F4">
              <w:rPr>
                <w:rStyle w:val="Hyperlink"/>
                <w:noProof/>
                <w:cs/>
                <w:lang w:bidi="bn-IN"/>
              </w:rPr>
              <w:t>ফরের 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_Toc535947637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৭৭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38" w:history="1">
            <w:r w:rsidRPr="004F40F4">
              <w:rPr>
                <w:rStyle w:val="Hyperlink"/>
                <w:noProof/>
                <w:cs/>
                <w:lang w:bidi="bn-IN"/>
              </w:rPr>
              <w:t>আব্দুল্লাহ্ ইবনে হাসানের 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_Toc535947638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৭৭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39" w:history="1">
            <w:r w:rsidRPr="004F40F4">
              <w:rPr>
                <w:rStyle w:val="Hyperlink"/>
                <w:noProof/>
                <w:cs/>
                <w:lang w:bidi="bn-IN"/>
              </w:rPr>
              <w:t>কাসিম ইবনে হাসানের 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_Toc535947639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৭৭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40" w:history="1">
            <w:r w:rsidRPr="004F40F4">
              <w:rPr>
                <w:rStyle w:val="Hyperlink"/>
                <w:noProof/>
                <w:cs/>
                <w:lang w:bidi="bn-IN"/>
              </w:rPr>
              <w:t>আবু বকর ইবনে আলীর (আ.) 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_Toc535947640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৭৯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41" w:history="1">
            <w:r w:rsidRPr="004F40F4">
              <w:rPr>
                <w:rStyle w:val="Hyperlink"/>
                <w:noProof/>
                <w:cs/>
                <w:lang w:bidi="bn-IN"/>
              </w:rPr>
              <w:t>উমর ইবনে আলীর (আ.) 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_Toc535947641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৮০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42" w:history="1">
            <w:r w:rsidRPr="004F40F4">
              <w:rPr>
                <w:rStyle w:val="Hyperlink"/>
                <w:noProof/>
                <w:cs/>
                <w:lang w:bidi="bn-IN"/>
              </w:rPr>
              <w:t>উছমান ইবনে আলীর (আ.) 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_Toc535947642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৮০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43" w:history="1">
            <w:r w:rsidRPr="004F40F4">
              <w:rPr>
                <w:rStyle w:val="Hyperlink"/>
                <w:noProof/>
                <w:cs/>
                <w:lang w:bidi="bn-IN"/>
              </w:rPr>
              <w:t>জা</w:t>
            </w:r>
            <w:r w:rsidRPr="004F40F4">
              <w:rPr>
                <w:rStyle w:val="Hyperlink"/>
                <w:rFonts w:asciiTheme="minorBidi" w:hAnsiTheme="minorBidi"/>
                <w:noProof/>
              </w:rPr>
              <w:t>’</w:t>
            </w:r>
            <w:r w:rsidRPr="004F40F4">
              <w:rPr>
                <w:rStyle w:val="Hyperlink"/>
                <w:noProof/>
                <w:cs/>
                <w:lang w:bidi="bn-IN"/>
              </w:rPr>
              <w:t>ফর ইবনে আলীর (আ.) 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_Toc535947643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৮১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44" w:history="1">
            <w:r w:rsidRPr="004F40F4">
              <w:rPr>
                <w:rStyle w:val="Hyperlink"/>
                <w:noProof/>
                <w:cs/>
                <w:lang w:bidi="bn-IN"/>
              </w:rPr>
              <w:t>আব্দুল্লাহ্ ইবনে আলীর (আ.) 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_Toc535947644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৮১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45" w:history="1">
            <w:r w:rsidRPr="004F40F4">
              <w:rPr>
                <w:rStyle w:val="Hyperlink"/>
                <w:noProof/>
                <w:cs/>
                <w:lang w:bidi="bn-IN"/>
              </w:rPr>
              <w:t>আবুল ফযলের (আ.) 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_Toc535947645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৮২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46" w:history="1">
            <w:r w:rsidRPr="004F40F4">
              <w:rPr>
                <w:rStyle w:val="Hyperlink"/>
                <w:noProof/>
                <w:cs/>
                <w:lang w:bidi="bn-IN"/>
              </w:rPr>
              <w:t>ইমাম হুসাইনের (আ.) দুগ্ধপোষ্য শিশুর 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_Toc535947646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৮৫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47" w:history="1">
            <w:r w:rsidRPr="004F40F4">
              <w:rPr>
                <w:rStyle w:val="Hyperlink"/>
                <w:noProof/>
                <w:cs/>
                <w:lang w:bidi="bn-IN"/>
              </w:rPr>
              <w:t>ইমামের অপর একটি শিশুর 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_Toc535947647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৮৫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48" w:history="1">
            <w:r w:rsidRPr="004F40F4">
              <w:rPr>
                <w:rStyle w:val="Hyperlink"/>
                <w:noProof/>
                <w:cs/>
                <w:lang w:bidi="bn-IN"/>
              </w:rPr>
              <w:t>ফোরাতের পথে ইমামের যুদ্ধ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_Toc535947648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৮৬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49" w:history="1">
            <w:r w:rsidRPr="004F40F4">
              <w:rPr>
                <w:rStyle w:val="Hyperlink"/>
                <w:noProof/>
                <w:cs/>
                <w:lang w:bidi="bn-IN"/>
              </w:rPr>
              <w:t>ভীতবিহ্বল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একটি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শিশুর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_Toc535947649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৮৭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50" w:history="1">
            <w:r w:rsidRPr="004F40F4">
              <w:rPr>
                <w:rStyle w:val="Hyperlink"/>
                <w:noProof/>
                <w:cs/>
                <w:lang w:bidi="bn-IN"/>
              </w:rPr>
              <w:t>ইমাম হুসাইনের (আ.) অন্য একটি শিশুর 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_Toc535947650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৮৮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51" w:history="1">
            <w:r w:rsidRPr="004F40F4">
              <w:rPr>
                <w:rStyle w:val="Hyperlink"/>
                <w:noProof/>
                <w:cs/>
                <w:lang w:bidi="bn-IN"/>
              </w:rPr>
              <w:t>শাহাদতের পথে ইমাম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_Toc535947651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৮৯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52" w:history="1">
            <w:r w:rsidRPr="004F40F4">
              <w:rPr>
                <w:rStyle w:val="Hyperlink"/>
                <w:noProof/>
                <w:cs/>
                <w:lang w:bidi="bn-IN"/>
              </w:rPr>
              <w:t>হুসাইন পরিবারের তাঁবুগুলিতে পদাতিক সৈন্যদের আক্রমণ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_Toc535947652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৯০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53" w:history="1">
            <w:r w:rsidRPr="004F40F4">
              <w:rPr>
                <w:rStyle w:val="Hyperlink"/>
                <w:noProof/>
                <w:cs/>
                <w:lang w:bidi="bn-IN"/>
              </w:rPr>
              <w:t>ইমামের (আ.) সর্বশেষ যুদ্ধ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_Toc535947653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৯১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54" w:history="1">
            <w:r w:rsidRPr="004F40F4">
              <w:rPr>
                <w:rStyle w:val="Hyperlink"/>
                <w:noProof/>
                <w:cs/>
                <w:lang w:bidi="bn-IN"/>
              </w:rPr>
              <w:t>আল্লাহর রাসূলের (সা.) নাতির শাহাদত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_Toc535947654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৯৩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55" w:history="1">
            <w:r w:rsidRPr="004F40F4">
              <w:rPr>
                <w:rStyle w:val="Hyperlink"/>
                <w:noProof/>
                <w:cs/>
                <w:lang w:bidi="bn-IN"/>
              </w:rPr>
              <w:t>খলীফার সৈন্যরা রাসূলের সন্তানের শরীরের পোশাকগুলি লুণ্ঠন করছে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_Toc535947655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৯৪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56" w:history="1">
            <w:r w:rsidRPr="004F40F4">
              <w:rPr>
                <w:rStyle w:val="Hyperlink"/>
                <w:noProof/>
                <w:cs/>
                <w:lang w:bidi="bn-IN"/>
              </w:rPr>
              <w:t xml:space="preserve">সর্বশেষ </w:t>
            </w:r>
            <w:r w:rsidRPr="004F40F4">
              <w:rPr>
                <w:rStyle w:val="Hyperlink"/>
                <w:rFonts w:eastAsia="Calibri"/>
                <w:noProof/>
                <w:cs/>
                <w:lang w:bidi="bn-IN"/>
              </w:rPr>
              <w:t>শহীদ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_Toc535947656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৯৫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57" w:history="1">
            <w:r w:rsidRPr="004F40F4">
              <w:rPr>
                <w:rStyle w:val="Hyperlink"/>
                <w:noProof/>
                <w:cs/>
                <w:lang w:bidi="bn-IN"/>
              </w:rPr>
              <w:t>হুসাইনের (আ.) হন্তা পুরস্কার চায় !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_Toc535947657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৯৬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58" w:history="1">
            <w:r w:rsidRPr="004F40F4">
              <w:rPr>
                <w:rStyle w:val="Hyperlink"/>
                <w:noProof/>
                <w:cs/>
                <w:lang w:bidi="bn-IN"/>
              </w:rPr>
              <w:t xml:space="preserve">উকবাহ মুক্তি পেল এবং </w:t>
            </w:r>
            <w:r w:rsidRPr="004F40F4">
              <w:rPr>
                <w:rStyle w:val="Hyperlink"/>
                <w:rFonts w:asciiTheme="minorBidi" w:hAnsiTheme="minorBidi"/>
                <w:noProof/>
              </w:rPr>
              <w:t>‘</w:t>
            </w:r>
            <w:r w:rsidRPr="004F40F4">
              <w:rPr>
                <w:rStyle w:val="Hyperlink"/>
                <w:noProof/>
                <w:cs/>
                <w:lang w:bidi="bn-IN"/>
              </w:rPr>
              <w:t>মারকা</w:t>
            </w:r>
            <w:r w:rsidRPr="004F40F4">
              <w:rPr>
                <w:rStyle w:val="Hyperlink"/>
                <w:rFonts w:asciiTheme="minorBidi" w:hAnsiTheme="minorBidi"/>
                <w:noProof/>
              </w:rPr>
              <w:t>’</w:t>
            </w:r>
            <w:r w:rsidRPr="004F40F4">
              <w:rPr>
                <w:rStyle w:val="Hyperlink"/>
                <w:noProof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বন্দী হলো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_Toc535947658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৯৭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59" w:history="1">
            <w:r w:rsidRPr="004F40F4">
              <w:rPr>
                <w:rStyle w:val="Hyperlink"/>
                <w:noProof/>
                <w:cs/>
                <w:lang w:bidi="bn-IN"/>
              </w:rPr>
              <w:t>ফাতিমা(আ.) এর নিহত সন্তানের উপর ঘোড়া ছুটানো হয়েছে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_Toc535947659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৯৮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60" w:history="1">
            <w:r w:rsidRPr="004F40F4">
              <w:rPr>
                <w:rStyle w:val="Hyperlink"/>
                <w:noProof/>
                <w:cs/>
                <w:lang w:bidi="bn-IN"/>
              </w:rPr>
              <w:t xml:space="preserve">মদীনায় ইমাম হুসাইনের (আ.) </w:t>
            </w:r>
            <w:r w:rsidRPr="004F40F4">
              <w:rPr>
                <w:rStyle w:val="Hyperlink"/>
                <w:rFonts w:eastAsia="Calibri"/>
                <w:noProof/>
                <w:cs/>
                <w:lang w:bidi="bn-IN"/>
              </w:rPr>
              <w:t>জন্যে</w:t>
            </w:r>
            <w:r w:rsidRPr="004F40F4">
              <w:rPr>
                <w:rStyle w:val="Hyperlink"/>
                <w:noProof/>
                <w:cs/>
                <w:lang w:bidi="bn-IN"/>
              </w:rPr>
              <w:t xml:space="preserve"> শোক পালনকারীরা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_Toc535947660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৯৮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3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61" w:history="1">
            <w:r w:rsidRPr="004F40F4">
              <w:rPr>
                <w:rStyle w:val="Hyperlink"/>
                <w:noProof/>
                <w:cs/>
                <w:lang w:bidi="bn-IN"/>
              </w:rPr>
              <w:t>১। উম্মে সালমা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_Toc535947661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৯৮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3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62" w:history="1">
            <w:r w:rsidRPr="004F40F4">
              <w:rPr>
                <w:rStyle w:val="Hyperlink"/>
                <w:noProof/>
                <w:cs/>
                <w:lang w:bidi="bn-IN"/>
              </w:rPr>
              <w:t>২। ইবনে আব্বাস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_Toc535947662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৯৯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3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63" w:history="1">
            <w:r w:rsidRPr="004F40F4">
              <w:rPr>
                <w:rStyle w:val="Hyperlink"/>
                <w:noProof/>
                <w:cs/>
                <w:lang w:bidi="bn-IN"/>
              </w:rPr>
              <w:t>৩। অপর অপরিচিত ব্যক্তি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_Toc535947663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১০০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64" w:history="1">
            <w:r w:rsidRPr="004F40F4">
              <w:rPr>
                <w:rStyle w:val="Hyperlink"/>
                <w:noProof/>
                <w:cs/>
                <w:lang w:bidi="bn-IN"/>
              </w:rPr>
              <w:t>কুফায় মুহাম্মদের (সা.) বংশের বন্দিগণ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_Toc535947664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১০১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65" w:history="1">
            <w:r w:rsidRPr="004F40F4">
              <w:rPr>
                <w:rStyle w:val="Hyperlink"/>
                <w:noProof/>
                <w:cs/>
                <w:lang w:bidi="bn-IN"/>
              </w:rPr>
              <w:t>কুফার অধিবাসীদের উদ্দেশ্যে হযরত যয়নবের (আ.) বক্তব্য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_Toc535947665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১০২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66" w:history="1">
            <w:r w:rsidRPr="004F40F4">
              <w:rPr>
                <w:rStyle w:val="Hyperlink"/>
                <w:noProof/>
                <w:cs/>
                <w:lang w:bidi="bn-IN"/>
              </w:rPr>
              <w:t>ফাতিমা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সুগরার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বক্তব্য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_Toc535947666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১০৫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67" w:history="1">
            <w:r w:rsidRPr="004F40F4">
              <w:rPr>
                <w:rStyle w:val="Hyperlink"/>
                <w:noProof/>
                <w:cs/>
                <w:lang w:bidi="bn-IN"/>
              </w:rPr>
              <w:t>উম্মে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কুলছুমের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বক্তব্য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_Toc535947667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১০৭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68" w:history="1">
            <w:r w:rsidRPr="004F40F4">
              <w:rPr>
                <w:rStyle w:val="Hyperlink"/>
                <w:noProof/>
                <w:cs/>
                <w:lang w:bidi="bn-IN"/>
              </w:rPr>
              <w:t>ইবনে যিয়াদের সম্মুখে আল্লাহর মনোনীত বংশধর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_Toc535947668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১০৮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69" w:history="1">
            <w:r w:rsidRPr="004F40F4">
              <w:rPr>
                <w:rStyle w:val="Hyperlink"/>
                <w:noProof/>
                <w:cs/>
                <w:lang w:bidi="bn-IN"/>
              </w:rPr>
              <w:t>সিরিয়ায় আলে মুহাম্মদের (সা.) বন্দিগণ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_Toc535947669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১১৪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70" w:history="1">
            <w:r w:rsidRPr="004F40F4">
              <w:rPr>
                <w:rStyle w:val="Hyperlink"/>
                <w:noProof/>
                <w:cs/>
                <w:lang w:bidi="bn-IN"/>
              </w:rPr>
              <w:t>ইয়াযীদের দরবারে আহলে বাইতের (আ.) প্রবেশ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_Toc535947670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১১৫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71" w:history="1">
            <w:r w:rsidRPr="004F40F4">
              <w:rPr>
                <w:rStyle w:val="Hyperlink"/>
                <w:noProof/>
                <w:cs/>
                <w:lang w:bidi="bn-IN"/>
              </w:rPr>
              <w:t>ইয়াযীদের প্রতি ইহুদী এক পণ্ডিতের অভিযোগ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_Toc535947671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১১৬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72" w:history="1">
            <w:r w:rsidRPr="004F40F4">
              <w:rPr>
                <w:rStyle w:val="Hyperlink"/>
                <w:noProof/>
                <w:cs/>
                <w:lang w:bidi="bn-IN"/>
              </w:rPr>
              <w:t>মুসলমানদের খলীফার সামনে রাসূল(সা.) এর সন্তানের মাথা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_Toc535947672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১১৭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73" w:history="1">
            <w:r w:rsidRPr="004F40F4">
              <w:rPr>
                <w:rStyle w:val="Hyperlink"/>
                <w:noProof/>
                <w:cs/>
                <w:lang w:bidi="bn-IN"/>
              </w:rPr>
              <w:t>ইয়াযীদ নিজ কুফরীকে প্রকাশ করছে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_Toc535947673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১১৮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74" w:history="1">
            <w:r w:rsidRPr="004F40F4">
              <w:rPr>
                <w:rStyle w:val="Hyperlink"/>
                <w:noProof/>
                <w:cs/>
                <w:lang w:bidi="bn-BD"/>
              </w:rPr>
              <w:t>ইয়াযীদের দরবারে হযরত যয়নবের (আ.) বক্তব্য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_Toc535947674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১২০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75" w:history="1">
            <w:r w:rsidRPr="004F40F4">
              <w:rPr>
                <w:rStyle w:val="Hyperlink"/>
                <w:noProof/>
                <w:cs/>
                <w:lang w:bidi="bn-IN"/>
              </w:rPr>
              <w:t>দামেশকের জামে মসজিদে হযরত ইমাম সাজ্জাদ (আ.) এর ভাষণ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_Toc535947675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১২৩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76" w:history="1">
            <w:r w:rsidRPr="004F40F4">
              <w:rPr>
                <w:rStyle w:val="Hyperlink"/>
                <w:noProof/>
                <w:cs/>
                <w:lang w:bidi="bn-IN"/>
              </w:rPr>
              <w:t>খিলাফতের রাজধানীতে শোকানুষ্ঠান পালন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_Toc535947676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১২৬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77" w:history="1">
            <w:r w:rsidRPr="004F40F4">
              <w:rPr>
                <w:rStyle w:val="Hyperlink"/>
                <w:noProof/>
                <w:cs/>
                <w:lang w:bidi="bn-IN"/>
              </w:rPr>
              <w:t>ইমাম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হুসাইনের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শাহাদতের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পর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সাহাবা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ও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তাবেঈনের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বিদ্রোহ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_Toc535947677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১২৭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3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78" w:history="1">
            <w:r w:rsidRPr="004F40F4">
              <w:rPr>
                <w:rStyle w:val="Hyperlink"/>
                <w:noProof/>
                <w:cs/>
                <w:lang w:bidi="bn-IN"/>
              </w:rPr>
              <w:t>ইয়াযীদের নিকট বনী উমাইয়্যাদের সাহায্য প্রার্থনা ও মদীনায় সৈন্য সমাবেশ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_Toc535947678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১২৯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79" w:history="1">
            <w:r w:rsidRPr="004F40F4">
              <w:rPr>
                <w:rStyle w:val="Hyperlink"/>
                <w:noProof/>
                <w:cs/>
                <w:lang w:bidi="bn-IN"/>
              </w:rPr>
              <w:t>মদীনায় ইয়াযীদের সৈন্যের প্রবেশ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_Toc535947679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১২৯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80" w:history="1">
            <w:r w:rsidRPr="004F40F4">
              <w:rPr>
                <w:rStyle w:val="Hyperlink"/>
                <w:noProof/>
                <w:cs/>
                <w:lang w:bidi="bn-IN"/>
              </w:rPr>
              <w:t>ইয়াযীদের জন্যে মদীনার লোকদের নিকট হতে বাইআত গ্রহণ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_Toc535947680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১৩০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81" w:history="1">
            <w:r w:rsidRPr="004F40F4">
              <w:rPr>
                <w:rStyle w:val="Hyperlink"/>
                <w:noProof/>
                <w:cs/>
                <w:lang w:bidi="bn-IN"/>
              </w:rPr>
              <w:t>মক্কাভিমুখে ইয়াযীদের সৈন্যের যাত্রা ও তার সেনা প্রধানের মুনাজাত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_Toc535947681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১৩০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82" w:history="1">
            <w:r w:rsidRPr="004F40F4">
              <w:rPr>
                <w:rStyle w:val="Hyperlink"/>
                <w:noProof/>
                <w:cs/>
                <w:lang w:bidi="bn-IN"/>
              </w:rPr>
              <w:t xml:space="preserve">খলীফার </w:t>
            </w:r>
            <w:r w:rsidRPr="004F40F4">
              <w:rPr>
                <w:rStyle w:val="Hyperlink"/>
                <w:rFonts w:eastAsia="Calibri"/>
                <w:noProof/>
                <w:cs/>
                <w:lang w:bidi="bn-IN"/>
              </w:rPr>
              <w:t>সৈন্যরা</w:t>
            </w:r>
            <w:r w:rsidRPr="004F40F4">
              <w:rPr>
                <w:rStyle w:val="Hyperlink"/>
                <w:noProof/>
                <w:cs/>
                <w:lang w:bidi="bn-IN"/>
              </w:rPr>
              <w:t xml:space="preserve"> কাবায় আগুন জ্বালায়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_Toc535947682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১৩১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2"/>
            <w:tabs>
              <w:tab w:val="right" w:leader="dot" w:pos="9350"/>
            </w:tabs>
            <w:rPr>
              <w:noProof/>
              <w:color w:val="auto"/>
              <w:sz w:val="22"/>
              <w:szCs w:val="22"/>
            </w:rPr>
          </w:pPr>
          <w:hyperlink w:anchor="_Toc535947683" w:history="1">
            <w:r w:rsidRPr="004F40F4">
              <w:rPr>
                <w:rStyle w:val="Hyperlink"/>
                <w:noProof/>
                <w:cs/>
                <w:lang w:bidi="bn-IN"/>
              </w:rPr>
              <w:t>দুই পবিত্র হারামে বিদ্রোহের অবসান এবং অন্যান্য স্থানে বিদ্রোহ শুরু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_Toc535947683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১৩২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84" w:history="1">
            <w:r w:rsidRPr="004F40F4">
              <w:rPr>
                <w:rStyle w:val="Hyperlink"/>
                <w:noProof/>
                <w:cs/>
                <w:lang w:bidi="bn-IN"/>
              </w:rPr>
              <w:t>হযরত সায়্যিদুশ্ শুহাদার (আ.) অভ্যুত্থানের ফলাফল ও অবদানসমূহ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_Toc535947684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১৩৩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85" w:history="1">
            <w:r w:rsidRPr="004F40F4">
              <w:rPr>
                <w:rStyle w:val="Hyperlink"/>
                <w:noProof/>
                <w:cs/>
                <w:lang w:bidi="bn-IN"/>
              </w:rPr>
              <w:t>প্রশ্ন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ও</w:t>
            </w:r>
            <w:r w:rsidRPr="004F40F4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F40F4">
              <w:rPr>
                <w:rStyle w:val="Hyperlink"/>
                <w:noProof/>
                <w:cs/>
                <w:lang w:bidi="bn-IN"/>
              </w:rPr>
              <w:t>উত্তর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_Toc535947685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১৩৭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Pr="004F40F4" w:rsidRDefault="004F40F4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535947686" w:history="1">
            <w:r w:rsidRPr="004F40F4">
              <w:rPr>
                <w:rStyle w:val="Hyperlink"/>
                <w:noProof/>
                <w:cs/>
                <w:lang w:bidi="bn-IN"/>
              </w:rPr>
              <w:t>তথ্যসূত্র</w:t>
            </w:r>
            <w:r w:rsidRPr="004F40F4">
              <w:rPr>
                <w:rStyle w:val="Hyperlink"/>
                <w:noProof/>
                <w:lang w:bidi="bn-IN"/>
              </w:rPr>
              <w:t>:</w:t>
            </w:r>
            <w:r w:rsidRPr="004F40F4">
              <w:rPr>
                <w:noProof/>
                <w:webHidden/>
              </w:rPr>
              <w:tab/>
            </w:r>
            <w:r w:rsidRPr="004F40F4">
              <w:rPr>
                <w:noProof/>
                <w:webHidden/>
              </w:rPr>
              <w:fldChar w:fldCharType="begin"/>
            </w:r>
            <w:r w:rsidRPr="004F40F4">
              <w:rPr>
                <w:noProof/>
                <w:webHidden/>
              </w:rPr>
              <w:instrText xml:space="preserve"> PAGEREF _Toc535947686 \h </w:instrText>
            </w:r>
            <w:r w:rsidRPr="004F40F4">
              <w:rPr>
                <w:noProof/>
                <w:webHidden/>
              </w:rPr>
            </w:r>
            <w:r w:rsidRPr="004F40F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১৫১</w:t>
            </w:r>
            <w:r w:rsidRPr="004F40F4">
              <w:rPr>
                <w:noProof/>
                <w:webHidden/>
              </w:rPr>
              <w:fldChar w:fldCharType="end"/>
            </w:r>
          </w:hyperlink>
        </w:p>
        <w:p w:rsidR="004F40F4" w:rsidRDefault="004F40F4">
          <w:r w:rsidRPr="004F40F4">
            <w:rPr>
              <w:rFonts w:ascii="SolaimanLipi" w:hAnsi="SolaimanLipi" w:cs="SolaimanLipi"/>
            </w:rPr>
            <w:fldChar w:fldCharType="end"/>
          </w:r>
        </w:p>
      </w:sdtContent>
    </w:sdt>
    <w:p w:rsidR="00743A59" w:rsidRPr="00743A59" w:rsidRDefault="00743A59" w:rsidP="00743A59">
      <w:pPr>
        <w:rPr>
          <w:rtl/>
          <w:cs/>
        </w:rPr>
      </w:pPr>
    </w:p>
    <w:sectPr w:rsidR="00743A59" w:rsidRPr="00743A59" w:rsidSect="0023507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2FB" w:rsidRDefault="008932FB" w:rsidP="008B7801">
      <w:pPr>
        <w:spacing w:after="0" w:line="240" w:lineRule="auto"/>
      </w:pPr>
      <w:r>
        <w:separator/>
      </w:r>
    </w:p>
  </w:endnote>
  <w:endnote w:type="continuationSeparator" w:id="0">
    <w:p w:rsidR="008932FB" w:rsidRDefault="008932FB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olaimanLipi">
    <w:panose1 w:val="02000500020000020004"/>
    <w:charset w:val="00"/>
    <w:family w:val="script"/>
    <w:pitch w:val="fixed"/>
    <w:sig w:usb0="80018007" w:usb1="00002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charset w:val="B2"/>
    <w:family w:val="auto"/>
    <w:pitch w:val="variable"/>
    <w:sig w:usb0="00002001" w:usb1="80000000" w:usb2="00000008" w:usb3="00000000" w:csb0="00000040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9348"/>
      <w:docPartObj>
        <w:docPartGallery w:val="Page Numbers (Bottom of Page)"/>
        <w:docPartUnique/>
      </w:docPartObj>
    </w:sdtPr>
    <w:sdtContent>
      <w:p w:rsidR="008932FB" w:rsidRDefault="00C24617" w:rsidP="000E3D11">
        <w:pPr>
          <w:jc w:val="center"/>
        </w:pPr>
        <w:r w:rsidRPr="00AA7385">
          <w:rPr>
            <w:rFonts w:ascii="SutonnyMJ" w:hAnsi="SutonnyMJ" w:cs="SutonnyMJ"/>
          </w:rPr>
          <w:fldChar w:fldCharType="begin"/>
        </w:r>
        <w:r w:rsidR="008932FB" w:rsidRPr="00AA7385">
          <w:rPr>
            <w:rFonts w:ascii="SutonnyMJ" w:hAnsi="SutonnyMJ" w:cs="SutonnyMJ"/>
          </w:rPr>
          <w:instrText xml:space="preserve"> PAGE   \* MERGEFORMAT </w:instrText>
        </w:r>
        <w:r w:rsidRPr="00AA7385">
          <w:rPr>
            <w:rFonts w:ascii="SutonnyMJ" w:hAnsi="SutonnyMJ" w:cs="SutonnyMJ"/>
          </w:rPr>
          <w:fldChar w:fldCharType="separate"/>
        </w:r>
        <w:r w:rsidR="00226016">
          <w:rPr>
            <w:rFonts w:ascii="SutonnyMJ" w:hAnsi="SutonnyMJ" w:cs="SutonnyMJ"/>
            <w:noProof/>
          </w:rPr>
          <w:t>100</w:t>
        </w:r>
        <w:r w:rsidRPr="00AA7385">
          <w:rPr>
            <w:rFonts w:ascii="SutonnyMJ" w:hAnsi="SutonnyMJ" w:cs="SutonnyMJ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2FB" w:rsidRDefault="008932FB" w:rsidP="008B7801">
      <w:pPr>
        <w:spacing w:after="0" w:line="240" w:lineRule="auto"/>
      </w:pPr>
      <w:r>
        <w:separator/>
      </w:r>
    </w:p>
  </w:footnote>
  <w:footnote w:type="continuationSeparator" w:id="0">
    <w:p w:rsidR="008932FB" w:rsidRDefault="008932FB" w:rsidP="008B7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6447A5"/>
    <w:rsid w:val="00005ECF"/>
    <w:rsid w:val="00017698"/>
    <w:rsid w:val="000209CA"/>
    <w:rsid w:val="00024D52"/>
    <w:rsid w:val="00026914"/>
    <w:rsid w:val="00036558"/>
    <w:rsid w:val="00036F5D"/>
    <w:rsid w:val="000416CF"/>
    <w:rsid w:val="000451DA"/>
    <w:rsid w:val="00046AE4"/>
    <w:rsid w:val="000619A8"/>
    <w:rsid w:val="00064BD1"/>
    <w:rsid w:val="00064D4E"/>
    <w:rsid w:val="00067176"/>
    <w:rsid w:val="000709D5"/>
    <w:rsid w:val="000753B9"/>
    <w:rsid w:val="000858AF"/>
    <w:rsid w:val="000A16E2"/>
    <w:rsid w:val="000A3C87"/>
    <w:rsid w:val="000A4CBF"/>
    <w:rsid w:val="000A7141"/>
    <w:rsid w:val="000B0838"/>
    <w:rsid w:val="000B6A4B"/>
    <w:rsid w:val="000C0B2A"/>
    <w:rsid w:val="000C4F54"/>
    <w:rsid w:val="000D0FC8"/>
    <w:rsid w:val="000D641E"/>
    <w:rsid w:val="000D7BE3"/>
    <w:rsid w:val="000E3D11"/>
    <w:rsid w:val="000F7C17"/>
    <w:rsid w:val="00103B9B"/>
    <w:rsid w:val="0010506E"/>
    <w:rsid w:val="0011039F"/>
    <w:rsid w:val="0011328D"/>
    <w:rsid w:val="001209FE"/>
    <w:rsid w:val="00123EB4"/>
    <w:rsid w:val="0012511E"/>
    <w:rsid w:val="00136137"/>
    <w:rsid w:val="00142294"/>
    <w:rsid w:val="00156EC3"/>
    <w:rsid w:val="00161F74"/>
    <w:rsid w:val="0016367D"/>
    <w:rsid w:val="001650CE"/>
    <w:rsid w:val="00167139"/>
    <w:rsid w:val="001749BA"/>
    <w:rsid w:val="001763B1"/>
    <w:rsid w:val="00176F00"/>
    <w:rsid w:val="00184DB8"/>
    <w:rsid w:val="001A3437"/>
    <w:rsid w:val="001A4AD2"/>
    <w:rsid w:val="001A68B3"/>
    <w:rsid w:val="001A71E8"/>
    <w:rsid w:val="001B2552"/>
    <w:rsid w:val="001B383C"/>
    <w:rsid w:val="001C43A6"/>
    <w:rsid w:val="001C7B58"/>
    <w:rsid w:val="001D1762"/>
    <w:rsid w:val="001D3A19"/>
    <w:rsid w:val="001E0D60"/>
    <w:rsid w:val="001E34D3"/>
    <w:rsid w:val="001E72E2"/>
    <w:rsid w:val="001F7200"/>
    <w:rsid w:val="002029B8"/>
    <w:rsid w:val="00214A0A"/>
    <w:rsid w:val="0022370C"/>
    <w:rsid w:val="00226016"/>
    <w:rsid w:val="00235071"/>
    <w:rsid w:val="00242CD3"/>
    <w:rsid w:val="00244159"/>
    <w:rsid w:val="00244C94"/>
    <w:rsid w:val="0024762D"/>
    <w:rsid w:val="0025114B"/>
    <w:rsid w:val="002525EC"/>
    <w:rsid w:val="0025608C"/>
    <w:rsid w:val="002562FC"/>
    <w:rsid w:val="00257166"/>
    <w:rsid w:val="0026134F"/>
    <w:rsid w:val="00265709"/>
    <w:rsid w:val="00270435"/>
    <w:rsid w:val="00271B22"/>
    <w:rsid w:val="00275890"/>
    <w:rsid w:val="002811B7"/>
    <w:rsid w:val="0028663A"/>
    <w:rsid w:val="00286C01"/>
    <w:rsid w:val="00292BC3"/>
    <w:rsid w:val="002953E3"/>
    <w:rsid w:val="00296130"/>
    <w:rsid w:val="002B709B"/>
    <w:rsid w:val="002D0682"/>
    <w:rsid w:val="002D13B7"/>
    <w:rsid w:val="002D15B8"/>
    <w:rsid w:val="002D16D2"/>
    <w:rsid w:val="002D259D"/>
    <w:rsid w:val="002D2865"/>
    <w:rsid w:val="002D5979"/>
    <w:rsid w:val="002E3FD3"/>
    <w:rsid w:val="002E4766"/>
    <w:rsid w:val="002E58A2"/>
    <w:rsid w:val="002E7FD0"/>
    <w:rsid w:val="002F11BE"/>
    <w:rsid w:val="002F3624"/>
    <w:rsid w:val="002F6957"/>
    <w:rsid w:val="00304CCF"/>
    <w:rsid w:val="003137DA"/>
    <w:rsid w:val="00313BE8"/>
    <w:rsid w:val="00313FD6"/>
    <w:rsid w:val="00317A77"/>
    <w:rsid w:val="003211F2"/>
    <w:rsid w:val="003237FA"/>
    <w:rsid w:val="003357C3"/>
    <w:rsid w:val="003359CB"/>
    <w:rsid w:val="00336A70"/>
    <w:rsid w:val="003446AD"/>
    <w:rsid w:val="0035215B"/>
    <w:rsid w:val="00353EDF"/>
    <w:rsid w:val="003637C9"/>
    <w:rsid w:val="003640EF"/>
    <w:rsid w:val="003700D0"/>
    <w:rsid w:val="00382A05"/>
    <w:rsid w:val="0038315C"/>
    <w:rsid w:val="00393AC5"/>
    <w:rsid w:val="00394EB9"/>
    <w:rsid w:val="003A1605"/>
    <w:rsid w:val="003A380C"/>
    <w:rsid w:val="003B34CB"/>
    <w:rsid w:val="003C5A32"/>
    <w:rsid w:val="003E0AB4"/>
    <w:rsid w:val="003E4BC2"/>
    <w:rsid w:val="003F3F47"/>
    <w:rsid w:val="003F77EC"/>
    <w:rsid w:val="004036E5"/>
    <w:rsid w:val="00406D51"/>
    <w:rsid w:val="004151F5"/>
    <w:rsid w:val="00416E01"/>
    <w:rsid w:val="004208E1"/>
    <w:rsid w:val="00421052"/>
    <w:rsid w:val="004219FE"/>
    <w:rsid w:val="004234A1"/>
    <w:rsid w:val="004438CE"/>
    <w:rsid w:val="00445982"/>
    <w:rsid w:val="004473CF"/>
    <w:rsid w:val="004517A4"/>
    <w:rsid w:val="004546B7"/>
    <w:rsid w:val="00454795"/>
    <w:rsid w:val="00457262"/>
    <w:rsid w:val="0046364A"/>
    <w:rsid w:val="00463EDB"/>
    <w:rsid w:val="00463F84"/>
    <w:rsid w:val="00464136"/>
    <w:rsid w:val="004662BF"/>
    <w:rsid w:val="004726A7"/>
    <w:rsid w:val="00482325"/>
    <w:rsid w:val="00483A81"/>
    <w:rsid w:val="004924CF"/>
    <w:rsid w:val="00492513"/>
    <w:rsid w:val="00494293"/>
    <w:rsid w:val="004A0CB7"/>
    <w:rsid w:val="004A56BA"/>
    <w:rsid w:val="004B2105"/>
    <w:rsid w:val="004B5D66"/>
    <w:rsid w:val="004B73D3"/>
    <w:rsid w:val="004B74AC"/>
    <w:rsid w:val="004C1471"/>
    <w:rsid w:val="004C3602"/>
    <w:rsid w:val="004C57A4"/>
    <w:rsid w:val="004C63C5"/>
    <w:rsid w:val="004D6BC3"/>
    <w:rsid w:val="004F40F4"/>
    <w:rsid w:val="004F68DD"/>
    <w:rsid w:val="005106C4"/>
    <w:rsid w:val="00517792"/>
    <w:rsid w:val="005262B2"/>
    <w:rsid w:val="00540CD3"/>
    <w:rsid w:val="00541032"/>
    <w:rsid w:val="005423C6"/>
    <w:rsid w:val="00544132"/>
    <w:rsid w:val="0054501D"/>
    <w:rsid w:val="00545122"/>
    <w:rsid w:val="00545161"/>
    <w:rsid w:val="0054568C"/>
    <w:rsid w:val="0054577C"/>
    <w:rsid w:val="0055334B"/>
    <w:rsid w:val="00554FFC"/>
    <w:rsid w:val="00555871"/>
    <w:rsid w:val="00560460"/>
    <w:rsid w:val="0056237B"/>
    <w:rsid w:val="005626FD"/>
    <w:rsid w:val="005656A1"/>
    <w:rsid w:val="005668A9"/>
    <w:rsid w:val="005724BE"/>
    <w:rsid w:val="005726E1"/>
    <w:rsid w:val="00575F13"/>
    <w:rsid w:val="00584195"/>
    <w:rsid w:val="00586283"/>
    <w:rsid w:val="005862E0"/>
    <w:rsid w:val="00592B83"/>
    <w:rsid w:val="00593844"/>
    <w:rsid w:val="0059796A"/>
    <w:rsid w:val="005A0E2B"/>
    <w:rsid w:val="005A21F0"/>
    <w:rsid w:val="005A364A"/>
    <w:rsid w:val="005A3798"/>
    <w:rsid w:val="005A4A96"/>
    <w:rsid w:val="005B04A4"/>
    <w:rsid w:val="005B1ECA"/>
    <w:rsid w:val="005C0A46"/>
    <w:rsid w:val="005C334E"/>
    <w:rsid w:val="005C55D2"/>
    <w:rsid w:val="005C5C7E"/>
    <w:rsid w:val="005C64EB"/>
    <w:rsid w:val="005C7052"/>
    <w:rsid w:val="005C772D"/>
    <w:rsid w:val="005D2D86"/>
    <w:rsid w:val="005D3333"/>
    <w:rsid w:val="005D6020"/>
    <w:rsid w:val="005E1B80"/>
    <w:rsid w:val="005E3682"/>
    <w:rsid w:val="005E4BD4"/>
    <w:rsid w:val="005E771B"/>
    <w:rsid w:val="005F1B25"/>
    <w:rsid w:val="005F2D37"/>
    <w:rsid w:val="005F5ADE"/>
    <w:rsid w:val="00603FA1"/>
    <w:rsid w:val="00606FA3"/>
    <w:rsid w:val="0061174D"/>
    <w:rsid w:val="00612107"/>
    <w:rsid w:val="00613A48"/>
    <w:rsid w:val="00631FC0"/>
    <w:rsid w:val="00632C44"/>
    <w:rsid w:val="0063395D"/>
    <w:rsid w:val="00636AFD"/>
    <w:rsid w:val="00640AC4"/>
    <w:rsid w:val="00643B33"/>
    <w:rsid w:val="006447A5"/>
    <w:rsid w:val="006533E6"/>
    <w:rsid w:val="0065369B"/>
    <w:rsid w:val="006628C5"/>
    <w:rsid w:val="00665161"/>
    <w:rsid w:val="006662F8"/>
    <w:rsid w:val="0066667A"/>
    <w:rsid w:val="00666E34"/>
    <w:rsid w:val="006708D9"/>
    <w:rsid w:val="00671693"/>
    <w:rsid w:val="006746F0"/>
    <w:rsid w:val="00690232"/>
    <w:rsid w:val="006915EA"/>
    <w:rsid w:val="006A02FE"/>
    <w:rsid w:val="006A335F"/>
    <w:rsid w:val="006C775E"/>
    <w:rsid w:val="006D03E9"/>
    <w:rsid w:val="006D197A"/>
    <w:rsid w:val="006D1B58"/>
    <w:rsid w:val="006D440E"/>
    <w:rsid w:val="006E09C7"/>
    <w:rsid w:val="006E3F16"/>
    <w:rsid w:val="006E7BCD"/>
    <w:rsid w:val="00702DFA"/>
    <w:rsid w:val="00703FD3"/>
    <w:rsid w:val="00707890"/>
    <w:rsid w:val="00713A8F"/>
    <w:rsid w:val="00714C8C"/>
    <w:rsid w:val="00717766"/>
    <w:rsid w:val="00724E2C"/>
    <w:rsid w:val="007269F6"/>
    <w:rsid w:val="00733E6E"/>
    <w:rsid w:val="00736945"/>
    <w:rsid w:val="00737D04"/>
    <w:rsid w:val="00741F32"/>
    <w:rsid w:val="0074327C"/>
    <w:rsid w:val="00743A59"/>
    <w:rsid w:val="0074697D"/>
    <w:rsid w:val="0075520E"/>
    <w:rsid w:val="00755E02"/>
    <w:rsid w:val="0076064C"/>
    <w:rsid w:val="007611D5"/>
    <w:rsid w:val="00765A26"/>
    <w:rsid w:val="007719FE"/>
    <w:rsid w:val="00776659"/>
    <w:rsid w:val="00780C38"/>
    <w:rsid w:val="007959C0"/>
    <w:rsid w:val="007A1366"/>
    <w:rsid w:val="007D0C93"/>
    <w:rsid w:val="007D3565"/>
    <w:rsid w:val="007F38BE"/>
    <w:rsid w:val="007F622E"/>
    <w:rsid w:val="00807972"/>
    <w:rsid w:val="00810AD6"/>
    <w:rsid w:val="00812AE2"/>
    <w:rsid w:val="00813C73"/>
    <w:rsid w:val="008146D3"/>
    <w:rsid w:val="00817378"/>
    <w:rsid w:val="008227CD"/>
    <w:rsid w:val="008230AE"/>
    <w:rsid w:val="00825862"/>
    <w:rsid w:val="00826493"/>
    <w:rsid w:val="008275E9"/>
    <w:rsid w:val="008302AE"/>
    <w:rsid w:val="00835EBB"/>
    <w:rsid w:val="00837A7A"/>
    <w:rsid w:val="008429FC"/>
    <w:rsid w:val="0084394B"/>
    <w:rsid w:val="00843C53"/>
    <w:rsid w:val="00846946"/>
    <w:rsid w:val="0085324D"/>
    <w:rsid w:val="00864E13"/>
    <w:rsid w:val="008703C6"/>
    <w:rsid w:val="008715EA"/>
    <w:rsid w:val="00872BD6"/>
    <w:rsid w:val="00873980"/>
    <w:rsid w:val="00881A1C"/>
    <w:rsid w:val="00883EA9"/>
    <w:rsid w:val="00884A8B"/>
    <w:rsid w:val="00890FD9"/>
    <w:rsid w:val="008932FB"/>
    <w:rsid w:val="00895198"/>
    <w:rsid w:val="008A078E"/>
    <w:rsid w:val="008A11A7"/>
    <w:rsid w:val="008A4E3F"/>
    <w:rsid w:val="008A5A1E"/>
    <w:rsid w:val="008A6E9A"/>
    <w:rsid w:val="008B258A"/>
    <w:rsid w:val="008B2D48"/>
    <w:rsid w:val="008B6C3F"/>
    <w:rsid w:val="008B7801"/>
    <w:rsid w:val="008B7AD9"/>
    <w:rsid w:val="008C285B"/>
    <w:rsid w:val="008C3D64"/>
    <w:rsid w:val="008C5E0F"/>
    <w:rsid w:val="008C68E5"/>
    <w:rsid w:val="008D1772"/>
    <w:rsid w:val="008D21BD"/>
    <w:rsid w:val="008D2BC5"/>
    <w:rsid w:val="008D3A01"/>
    <w:rsid w:val="008D4310"/>
    <w:rsid w:val="008D5302"/>
    <w:rsid w:val="008D6263"/>
    <w:rsid w:val="008D6308"/>
    <w:rsid w:val="008D663A"/>
    <w:rsid w:val="008E06C8"/>
    <w:rsid w:val="008E1557"/>
    <w:rsid w:val="008E16D7"/>
    <w:rsid w:val="008E1B39"/>
    <w:rsid w:val="008E330F"/>
    <w:rsid w:val="008F0D7B"/>
    <w:rsid w:val="008F787A"/>
    <w:rsid w:val="00902D3C"/>
    <w:rsid w:val="00905FE7"/>
    <w:rsid w:val="009117EC"/>
    <w:rsid w:val="00915079"/>
    <w:rsid w:val="00916F9A"/>
    <w:rsid w:val="00921503"/>
    <w:rsid w:val="009221B9"/>
    <w:rsid w:val="00925AC4"/>
    <w:rsid w:val="00927BB9"/>
    <w:rsid w:val="009314BF"/>
    <w:rsid w:val="00934323"/>
    <w:rsid w:val="009356DD"/>
    <w:rsid w:val="00937772"/>
    <w:rsid w:val="00937B74"/>
    <w:rsid w:val="00941AEF"/>
    <w:rsid w:val="00941D4B"/>
    <w:rsid w:val="00944C14"/>
    <w:rsid w:val="009465C1"/>
    <w:rsid w:val="0094696C"/>
    <w:rsid w:val="00950DBB"/>
    <w:rsid w:val="00957C1E"/>
    <w:rsid w:val="00957CDC"/>
    <w:rsid w:val="00967533"/>
    <w:rsid w:val="009736E4"/>
    <w:rsid w:val="00974B47"/>
    <w:rsid w:val="00976CDC"/>
    <w:rsid w:val="00985CF1"/>
    <w:rsid w:val="00990FF6"/>
    <w:rsid w:val="009934B4"/>
    <w:rsid w:val="0099357E"/>
    <w:rsid w:val="009A053A"/>
    <w:rsid w:val="009A39DC"/>
    <w:rsid w:val="009B0B45"/>
    <w:rsid w:val="009B1612"/>
    <w:rsid w:val="009B48E5"/>
    <w:rsid w:val="009B52D9"/>
    <w:rsid w:val="009B6DD8"/>
    <w:rsid w:val="009C0768"/>
    <w:rsid w:val="009C0780"/>
    <w:rsid w:val="009C51FE"/>
    <w:rsid w:val="009D142D"/>
    <w:rsid w:val="009D2CA9"/>
    <w:rsid w:val="009D3FD2"/>
    <w:rsid w:val="009D5BFF"/>
    <w:rsid w:val="009D759C"/>
    <w:rsid w:val="009D7A0F"/>
    <w:rsid w:val="009E0884"/>
    <w:rsid w:val="009F2D96"/>
    <w:rsid w:val="009F5560"/>
    <w:rsid w:val="00A00AE9"/>
    <w:rsid w:val="00A02BD0"/>
    <w:rsid w:val="00A04A66"/>
    <w:rsid w:val="00A06151"/>
    <w:rsid w:val="00A072CA"/>
    <w:rsid w:val="00A07514"/>
    <w:rsid w:val="00A1022F"/>
    <w:rsid w:val="00A1598F"/>
    <w:rsid w:val="00A25828"/>
    <w:rsid w:val="00A2744B"/>
    <w:rsid w:val="00A32710"/>
    <w:rsid w:val="00A35C21"/>
    <w:rsid w:val="00A41120"/>
    <w:rsid w:val="00A44DBB"/>
    <w:rsid w:val="00A455D0"/>
    <w:rsid w:val="00A4649B"/>
    <w:rsid w:val="00A560EA"/>
    <w:rsid w:val="00A565CE"/>
    <w:rsid w:val="00A578F7"/>
    <w:rsid w:val="00A65C07"/>
    <w:rsid w:val="00A67363"/>
    <w:rsid w:val="00A7275C"/>
    <w:rsid w:val="00A74D8C"/>
    <w:rsid w:val="00A772D7"/>
    <w:rsid w:val="00A77675"/>
    <w:rsid w:val="00A8054A"/>
    <w:rsid w:val="00A826A7"/>
    <w:rsid w:val="00A831D9"/>
    <w:rsid w:val="00A86190"/>
    <w:rsid w:val="00A86936"/>
    <w:rsid w:val="00A87D98"/>
    <w:rsid w:val="00AA08F1"/>
    <w:rsid w:val="00AA7385"/>
    <w:rsid w:val="00AB18E8"/>
    <w:rsid w:val="00AB1E22"/>
    <w:rsid w:val="00AB2DB8"/>
    <w:rsid w:val="00AB6543"/>
    <w:rsid w:val="00AC3E47"/>
    <w:rsid w:val="00AD052B"/>
    <w:rsid w:val="00AD44A5"/>
    <w:rsid w:val="00AD6384"/>
    <w:rsid w:val="00AE4471"/>
    <w:rsid w:val="00AE454D"/>
    <w:rsid w:val="00B059FB"/>
    <w:rsid w:val="00B122F8"/>
    <w:rsid w:val="00B26972"/>
    <w:rsid w:val="00B27FA0"/>
    <w:rsid w:val="00B33BE6"/>
    <w:rsid w:val="00B37215"/>
    <w:rsid w:val="00B462B2"/>
    <w:rsid w:val="00B476A4"/>
    <w:rsid w:val="00B50F2A"/>
    <w:rsid w:val="00B5344E"/>
    <w:rsid w:val="00B62251"/>
    <w:rsid w:val="00B62775"/>
    <w:rsid w:val="00B63941"/>
    <w:rsid w:val="00B6472E"/>
    <w:rsid w:val="00B657DA"/>
    <w:rsid w:val="00B73BA5"/>
    <w:rsid w:val="00B74DAE"/>
    <w:rsid w:val="00B75560"/>
    <w:rsid w:val="00B76F31"/>
    <w:rsid w:val="00B811CF"/>
    <w:rsid w:val="00B83985"/>
    <w:rsid w:val="00B841C2"/>
    <w:rsid w:val="00B84558"/>
    <w:rsid w:val="00B854B9"/>
    <w:rsid w:val="00B877D9"/>
    <w:rsid w:val="00B91799"/>
    <w:rsid w:val="00B96407"/>
    <w:rsid w:val="00BA3C1C"/>
    <w:rsid w:val="00BA3D8A"/>
    <w:rsid w:val="00BB2AC1"/>
    <w:rsid w:val="00BD15E9"/>
    <w:rsid w:val="00BD38C5"/>
    <w:rsid w:val="00BE1409"/>
    <w:rsid w:val="00BE6A25"/>
    <w:rsid w:val="00BF6BC1"/>
    <w:rsid w:val="00BF72FE"/>
    <w:rsid w:val="00C161E3"/>
    <w:rsid w:val="00C208CA"/>
    <w:rsid w:val="00C24617"/>
    <w:rsid w:val="00C2470C"/>
    <w:rsid w:val="00C25C7E"/>
    <w:rsid w:val="00C303C9"/>
    <w:rsid w:val="00C313B1"/>
    <w:rsid w:val="00C34189"/>
    <w:rsid w:val="00C36628"/>
    <w:rsid w:val="00C36870"/>
    <w:rsid w:val="00C4318E"/>
    <w:rsid w:val="00C456D3"/>
    <w:rsid w:val="00C53098"/>
    <w:rsid w:val="00C53229"/>
    <w:rsid w:val="00C539D3"/>
    <w:rsid w:val="00C56AD4"/>
    <w:rsid w:val="00C70B64"/>
    <w:rsid w:val="00C7440B"/>
    <w:rsid w:val="00C8126C"/>
    <w:rsid w:val="00C8675F"/>
    <w:rsid w:val="00C90407"/>
    <w:rsid w:val="00C924E6"/>
    <w:rsid w:val="00C94039"/>
    <w:rsid w:val="00CA667C"/>
    <w:rsid w:val="00CA6C17"/>
    <w:rsid w:val="00CB01CB"/>
    <w:rsid w:val="00CB1489"/>
    <w:rsid w:val="00CB552C"/>
    <w:rsid w:val="00CC48FE"/>
    <w:rsid w:val="00CC70FE"/>
    <w:rsid w:val="00CD6057"/>
    <w:rsid w:val="00CD6507"/>
    <w:rsid w:val="00CD6645"/>
    <w:rsid w:val="00CD7C95"/>
    <w:rsid w:val="00CE088A"/>
    <w:rsid w:val="00CE09E4"/>
    <w:rsid w:val="00CE1847"/>
    <w:rsid w:val="00CE4625"/>
    <w:rsid w:val="00CF0372"/>
    <w:rsid w:val="00CF627C"/>
    <w:rsid w:val="00D00839"/>
    <w:rsid w:val="00D02065"/>
    <w:rsid w:val="00D2360E"/>
    <w:rsid w:val="00D320D5"/>
    <w:rsid w:val="00D4000F"/>
    <w:rsid w:val="00D40666"/>
    <w:rsid w:val="00D41F6C"/>
    <w:rsid w:val="00D430A5"/>
    <w:rsid w:val="00D443B1"/>
    <w:rsid w:val="00D44DB1"/>
    <w:rsid w:val="00D450D2"/>
    <w:rsid w:val="00D454B5"/>
    <w:rsid w:val="00D457C0"/>
    <w:rsid w:val="00D46570"/>
    <w:rsid w:val="00D46717"/>
    <w:rsid w:val="00D4723B"/>
    <w:rsid w:val="00D56332"/>
    <w:rsid w:val="00D6090C"/>
    <w:rsid w:val="00D625CE"/>
    <w:rsid w:val="00D7533E"/>
    <w:rsid w:val="00D82D5F"/>
    <w:rsid w:val="00D8491B"/>
    <w:rsid w:val="00D86325"/>
    <w:rsid w:val="00D91596"/>
    <w:rsid w:val="00D91979"/>
    <w:rsid w:val="00D92550"/>
    <w:rsid w:val="00D941C7"/>
    <w:rsid w:val="00D95DB7"/>
    <w:rsid w:val="00DA57B0"/>
    <w:rsid w:val="00DB313C"/>
    <w:rsid w:val="00DB5B31"/>
    <w:rsid w:val="00DB746C"/>
    <w:rsid w:val="00DC1C18"/>
    <w:rsid w:val="00DC2F89"/>
    <w:rsid w:val="00DC69DA"/>
    <w:rsid w:val="00DC6B7C"/>
    <w:rsid w:val="00DC782C"/>
    <w:rsid w:val="00DD005F"/>
    <w:rsid w:val="00DD1EA5"/>
    <w:rsid w:val="00DD5C1E"/>
    <w:rsid w:val="00DD64DA"/>
    <w:rsid w:val="00DE5A1C"/>
    <w:rsid w:val="00DE66DD"/>
    <w:rsid w:val="00DE75FC"/>
    <w:rsid w:val="00DE7BF6"/>
    <w:rsid w:val="00DF0DAD"/>
    <w:rsid w:val="00DF4130"/>
    <w:rsid w:val="00DF45E8"/>
    <w:rsid w:val="00DF5F3D"/>
    <w:rsid w:val="00E020C6"/>
    <w:rsid w:val="00E02BA8"/>
    <w:rsid w:val="00E03474"/>
    <w:rsid w:val="00E10D9B"/>
    <w:rsid w:val="00E12627"/>
    <w:rsid w:val="00E12AD3"/>
    <w:rsid w:val="00E13A49"/>
    <w:rsid w:val="00E13B42"/>
    <w:rsid w:val="00E152B2"/>
    <w:rsid w:val="00E1613B"/>
    <w:rsid w:val="00E179DB"/>
    <w:rsid w:val="00E21111"/>
    <w:rsid w:val="00E27091"/>
    <w:rsid w:val="00E30987"/>
    <w:rsid w:val="00E32589"/>
    <w:rsid w:val="00E33BDB"/>
    <w:rsid w:val="00E400A5"/>
    <w:rsid w:val="00E431CF"/>
    <w:rsid w:val="00E52113"/>
    <w:rsid w:val="00E65558"/>
    <w:rsid w:val="00E655C8"/>
    <w:rsid w:val="00E742B8"/>
    <w:rsid w:val="00E74E31"/>
    <w:rsid w:val="00E7560C"/>
    <w:rsid w:val="00E7649E"/>
    <w:rsid w:val="00E83EE1"/>
    <w:rsid w:val="00E840CB"/>
    <w:rsid w:val="00E84EB1"/>
    <w:rsid w:val="00E850CD"/>
    <w:rsid w:val="00E9343A"/>
    <w:rsid w:val="00EB103F"/>
    <w:rsid w:val="00EB1BF3"/>
    <w:rsid w:val="00EB64E8"/>
    <w:rsid w:val="00EB74F5"/>
    <w:rsid w:val="00EC3351"/>
    <w:rsid w:val="00EC4B61"/>
    <w:rsid w:val="00ED319B"/>
    <w:rsid w:val="00EF60C9"/>
    <w:rsid w:val="00EF7ADF"/>
    <w:rsid w:val="00EF7C64"/>
    <w:rsid w:val="00F00230"/>
    <w:rsid w:val="00F058D3"/>
    <w:rsid w:val="00F1024A"/>
    <w:rsid w:val="00F11A1C"/>
    <w:rsid w:val="00F160A7"/>
    <w:rsid w:val="00F16EE1"/>
    <w:rsid w:val="00F200D6"/>
    <w:rsid w:val="00F20557"/>
    <w:rsid w:val="00F42E53"/>
    <w:rsid w:val="00F43027"/>
    <w:rsid w:val="00F43C5D"/>
    <w:rsid w:val="00F45DB8"/>
    <w:rsid w:val="00F45DDD"/>
    <w:rsid w:val="00F47850"/>
    <w:rsid w:val="00F525D6"/>
    <w:rsid w:val="00F56439"/>
    <w:rsid w:val="00F60477"/>
    <w:rsid w:val="00F64920"/>
    <w:rsid w:val="00F66A17"/>
    <w:rsid w:val="00F67ECB"/>
    <w:rsid w:val="00F75DA7"/>
    <w:rsid w:val="00F84511"/>
    <w:rsid w:val="00F85ECA"/>
    <w:rsid w:val="00F86D8D"/>
    <w:rsid w:val="00F87E84"/>
    <w:rsid w:val="00F91E16"/>
    <w:rsid w:val="00F9327C"/>
    <w:rsid w:val="00F94EBD"/>
    <w:rsid w:val="00F96A5E"/>
    <w:rsid w:val="00F96D78"/>
    <w:rsid w:val="00FA7291"/>
    <w:rsid w:val="00FA7DAC"/>
    <w:rsid w:val="00FB2C9D"/>
    <w:rsid w:val="00FB6004"/>
    <w:rsid w:val="00FC45C2"/>
    <w:rsid w:val="00FD2508"/>
    <w:rsid w:val="00FD2E0A"/>
    <w:rsid w:val="00FD48E1"/>
    <w:rsid w:val="00FD6799"/>
    <w:rsid w:val="00FE115C"/>
    <w:rsid w:val="00FE168D"/>
    <w:rsid w:val="00FE246C"/>
    <w:rsid w:val="00FE7835"/>
    <w:rsid w:val="00FF0E50"/>
    <w:rsid w:val="00FF7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95D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eastAsia="Times New Roman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eastAsia="Times New Roman"/>
      <w:color w:val="1F497D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5F2D37"/>
    <w:pPr>
      <w:spacing w:line="360" w:lineRule="auto"/>
      <w:jc w:val="both"/>
    </w:pPr>
    <w:rPr>
      <w:rFonts w:ascii="SolaimanLipi" w:hAnsi="SolaimanLipi" w:cs="SolaimanLipi"/>
      <w:color w:val="000000"/>
      <w:sz w:val="28"/>
      <w:szCs w:val="28"/>
    </w:rPr>
  </w:style>
  <w:style w:type="character" w:customStyle="1" w:styleId="libNormalChar">
    <w:name w:val="libNormal Char"/>
    <w:basedOn w:val="DefaultParagraphFont"/>
    <w:link w:val="libNormal"/>
    <w:rsid w:val="005F2D37"/>
    <w:rPr>
      <w:rFonts w:ascii="SolaimanLipi" w:hAnsi="SolaimanLipi" w:cs="SolaimanLipi"/>
      <w:color w:val="00000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basedOn w:val="DefaultParagraphFont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304CCF"/>
    <w:pPr>
      <w:jc w:val="center"/>
    </w:pPr>
    <w:rPr>
      <w:lang w:bidi="fa-IR"/>
    </w:rPr>
  </w:style>
  <w:style w:type="character" w:customStyle="1" w:styleId="Heading1CenterChar">
    <w:name w:val="Heading 1 Center Char"/>
    <w:basedOn w:val="Heading1Char"/>
    <w:link w:val="Heading1Center"/>
    <w:rsid w:val="00304CCF"/>
    <w:rPr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basedOn w:val="Heading2Char"/>
    <w:link w:val="Heading2Center"/>
    <w:rsid w:val="00CE088A"/>
    <w:rPr>
      <w:b/>
      <w:bCs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ie">
    <w:name w:val="libAie"/>
    <w:basedOn w:val="libAr"/>
    <w:link w:val="libAieChar"/>
    <w:qFormat/>
    <w:rsid w:val="009D5BFF"/>
    <w:rPr>
      <w:rFonts w:ascii="Traditional Arabic" w:eastAsia="Traditional Arabic" w:hAnsi="Traditional Arabic"/>
      <w:color w:val="008000"/>
    </w:rPr>
  </w:style>
  <w:style w:type="character" w:customStyle="1" w:styleId="libAieChar">
    <w:name w:val="libAie Char"/>
    <w:basedOn w:val="libArChar"/>
    <w:link w:val="libAie"/>
    <w:rsid w:val="009D5BFF"/>
    <w:rPr>
      <w:rFonts w:ascii="Traditional Arabic" w:eastAsia="Traditional Arabic" w:hAnsi="Traditional Arabic"/>
      <w:color w:val="008000"/>
    </w:rPr>
  </w:style>
  <w:style w:type="paragraph" w:customStyle="1" w:styleId="libBold1">
    <w:name w:val="libBold1"/>
    <w:basedOn w:val="libNormal"/>
    <w:link w:val="libBold1Char"/>
    <w:qFormat/>
    <w:rsid w:val="00E32589"/>
    <w:rPr>
      <w:b/>
      <w:bCs/>
    </w:rPr>
  </w:style>
  <w:style w:type="character" w:customStyle="1" w:styleId="libBold1Char">
    <w:name w:val="libBold1 Char"/>
    <w:basedOn w:val="libNormalChar"/>
    <w:link w:val="libBold1"/>
    <w:rsid w:val="00E32589"/>
    <w:rPr>
      <w:b/>
      <w:bCs/>
    </w:rPr>
  </w:style>
  <w:style w:type="paragraph" w:customStyle="1" w:styleId="libFootnote">
    <w:name w:val="libFootnote"/>
    <w:basedOn w:val="libNormal"/>
    <w:link w:val="libFootnoteChar"/>
    <w:qFormat/>
    <w:rsid w:val="00235071"/>
    <w:rPr>
      <w:sz w:val="24"/>
      <w:szCs w:val="24"/>
    </w:rPr>
  </w:style>
  <w:style w:type="character" w:customStyle="1" w:styleId="libFootnoteChar">
    <w:name w:val="libFootnote Char"/>
    <w:basedOn w:val="libNormalChar"/>
    <w:link w:val="libFootnote"/>
    <w:rsid w:val="00235071"/>
    <w:rPr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rPr>
      <w:rFonts w:eastAsia="Times New Roman"/>
    </w:rPr>
  </w:style>
  <w:style w:type="character" w:customStyle="1" w:styleId="libFootnote0Char">
    <w:name w:val="libFootnote0 Char"/>
    <w:basedOn w:val="libFootnoteChar"/>
    <w:link w:val="libFootnote0"/>
    <w:rsid w:val="008A5A1E"/>
    <w:rPr>
      <w:rFonts w:eastAsia="Times New Roman"/>
    </w:rPr>
  </w:style>
  <w:style w:type="paragraph" w:customStyle="1" w:styleId="libBold2">
    <w:name w:val="libBold2"/>
    <w:basedOn w:val="libBold1"/>
    <w:link w:val="libBold2Char"/>
    <w:qFormat/>
    <w:rsid w:val="00235071"/>
    <w:rPr>
      <w:sz w:val="26"/>
      <w:szCs w:val="26"/>
    </w:rPr>
  </w:style>
  <w:style w:type="character" w:customStyle="1" w:styleId="libBold2Char">
    <w:name w:val="libBold2 Char"/>
    <w:basedOn w:val="libBold1Char"/>
    <w:link w:val="libBold2"/>
    <w:rsid w:val="00235071"/>
    <w:rPr>
      <w:b/>
      <w:bCs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basedOn w:val="libFootnoteChar"/>
    <w:link w:val="libFootnoteCenter"/>
    <w:rsid w:val="00A455D0"/>
    <w:rPr>
      <w:rFonts w:eastAsia="Times New Roman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basedOn w:val="libFootnoteCenterChar"/>
    <w:link w:val="libFootnoteCenterBold"/>
    <w:rsid w:val="00A455D0"/>
    <w:rPr>
      <w:b/>
      <w:bCs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A455D0"/>
    <w:rPr>
      <w:b/>
      <w:bCs/>
    </w:rPr>
  </w:style>
  <w:style w:type="paragraph" w:customStyle="1" w:styleId="libFootnoteArAie">
    <w:name w:val="libFootnoteArAie"/>
    <w:basedOn w:val="libAr"/>
    <w:link w:val="libFootnoteArAieChar"/>
    <w:rsid w:val="00643B33"/>
    <w:rPr>
      <w:color w:val="008000"/>
      <w:szCs w:val="26"/>
    </w:rPr>
  </w:style>
  <w:style w:type="character" w:customStyle="1" w:styleId="libFootnoteArAieChar">
    <w:name w:val="libFootnoteArAie Char"/>
    <w:basedOn w:val="libFootnoteChar"/>
    <w:link w:val="libFootnoteArAie"/>
    <w:rsid w:val="00643B33"/>
    <w:rPr>
      <w:rFonts w:ascii="Times New Roman" w:hAnsi="Times New Roman" w:cs="Traditional Arabic"/>
      <w:color w:val="008000"/>
      <w:sz w:val="28"/>
      <w:szCs w:val="26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basedOn w:val="libFootnoteChar"/>
    <w:link w:val="libFootnoteRight"/>
    <w:rsid w:val="00A455D0"/>
    <w:rPr>
      <w:rFonts w:eastAsia="Times New Roman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basedOn w:val="libFootnoteRightChar"/>
    <w:link w:val="libFootnoteRightBold"/>
    <w:rsid w:val="00A455D0"/>
    <w:rPr>
      <w:b/>
      <w:bCs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basedOn w:val="libRightChar"/>
    <w:link w:val="libRightBold"/>
    <w:rsid w:val="00A455D0"/>
    <w:rPr>
      <w:b/>
      <w:bCs/>
    </w:rPr>
  </w:style>
  <w:style w:type="paragraph" w:customStyle="1" w:styleId="libLine">
    <w:name w:val="libLine"/>
    <w:basedOn w:val="libNormal"/>
    <w:link w:val="libLineChar"/>
    <w:rsid w:val="00A455D0"/>
    <w:rPr>
      <w:rFonts w:eastAsia="Times New Roman"/>
      <w:sz w:val="26"/>
      <w:szCs w:val="26"/>
    </w:rPr>
  </w:style>
  <w:style w:type="character" w:customStyle="1" w:styleId="libLineChar">
    <w:name w:val="libLine Char"/>
    <w:basedOn w:val="libNormalChar"/>
    <w:link w:val="libLine"/>
    <w:rsid w:val="00A455D0"/>
    <w:rPr>
      <w:rFonts w:eastAsia="Times New Roman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</w:rPr>
  </w:style>
  <w:style w:type="character" w:customStyle="1" w:styleId="libItalicChar">
    <w:name w:val="libItalic Char"/>
    <w:basedOn w:val="libNormalChar"/>
    <w:link w:val="libItalic"/>
    <w:rsid w:val="0028663A"/>
    <w:rPr>
      <w:i/>
      <w:iCs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basedOn w:val="libNormalChar"/>
    <w:link w:val="libBoldItalic"/>
    <w:rsid w:val="0028663A"/>
    <w:rPr>
      <w:b/>
      <w:bCs/>
      <w:i/>
      <w:iCs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</w:rPr>
  </w:style>
  <w:style w:type="character" w:customStyle="1" w:styleId="libUnderlineChar">
    <w:name w:val="libUnderline Char"/>
    <w:basedOn w:val="libNormalChar"/>
    <w:link w:val="libUnderline"/>
    <w:rsid w:val="0028663A"/>
    <w:rPr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basedOn w:val="libUnderlineChar"/>
    <w:link w:val="libUnderlineBold"/>
    <w:rsid w:val="0028663A"/>
    <w:rPr>
      <w:b/>
      <w:bCs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basedOn w:val="libUnderlineChar"/>
    <w:link w:val="libUnderlineItalic"/>
    <w:rsid w:val="0028663A"/>
    <w:rPr>
      <w:i/>
      <w:iCs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</w:rPr>
  </w:style>
  <w:style w:type="character" w:customStyle="1" w:styleId="libUnderlineBoldItalicChar">
    <w:name w:val="libUnderlineBoldItalic Char"/>
    <w:basedOn w:val="libNormalChar"/>
    <w:link w:val="libUnderlineBoldItalic"/>
    <w:rsid w:val="0028663A"/>
    <w:rPr>
      <w:b/>
      <w:bCs/>
      <w:i/>
      <w:iCs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basedOn w:val="libNormalChar"/>
    <w:link w:val="libFootnotenum"/>
    <w:rsid w:val="00235071"/>
    <w:rPr>
      <w:color w:val="C00000"/>
      <w:sz w:val="24"/>
      <w:szCs w:val="24"/>
      <w:vertAlign w:val="superscript"/>
    </w:rPr>
  </w:style>
  <w:style w:type="paragraph" w:customStyle="1" w:styleId="libAlaem">
    <w:name w:val="libAlaem"/>
    <w:basedOn w:val="libAr"/>
    <w:link w:val="libAlaemChar"/>
    <w:qFormat/>
    <w:rsid w:val="002D0682"/>
    <w:rPr>
      <w:rFonts w:ascii="Rafed Alaem" w:eastAsia="Rafed Alaem" w:hAnsi="Rafed Alaem" w:cs="Rafed Alaem"/>
    </w:rPr>
  </w:style>
  <w:style w:type="character" w:customStyle="1" w:styleId="libAlaemChar">
    <w:name w:val="libAlaem Char"/>
    <w:basedOn w:val="libNormalChar"/>
    <w:link w:val="libAlaem"/>
    <w:rsid w:val="002D0682"/>
    <w:rPr>
      <w:rFonts w:ascii="Rafed Alaem" w:eastAsia="Rafed Alaem" w:hAnsi="Rafed Alaem" w:cs="Rafed Alaem"/>
      <w:szCs w:val="32"/>
    </w:rPr>
  </w:style>
  <w:style w:type="character" w:customStyle="1" w:styleId="libEnChar">
    <w:name w:val="libEn Char"/>
    <w:basedOn w:val="libNormalChar"/>
    <w:link w:val="libEn"/>
    <w:rsid w:val="000E3D11"/>
    <w:rPr>
      <w:rFonts w:asciiTheme="minorBidi" w:hAnsiTheme="minorBidi"/>
      <w:sz w:val="24"/>
    </w:rPr>
  </w:style>
  <w:style w:type="paragraph" w:customStyle="1" w:styleId="libEn">
    <w:name w:val="libEn"/>
    <w:basedOn w:val="libNormal"/>
    <w:link w:val="libEnChar"/>
    <w:qFormat/>
    <w:rsid w:val="00336A70"/>
    <w:rPr>
      <w:rFonts w:asciiTheme="minorBidi" w:hAnsiTheme="minorBidi"/>
      <w:sz w:val="24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eastAsia="SolaimanLip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85"/>
    <w:rPr>
      <w:rFonts w:ascii="Tahoma" w:eastAsiaTheme="minorHAnsi" w:hAnsi="Tahoma" w:cs="Tahoma"/>
      <w:sz w:val="16"/>
      <w:szCs w:val="16"/>
    </w:rPr>
  </w:style>
  <w:style w:type="paragraph" w:styleId="TOCHeading">
    <w:name w:val="TOC Heading"/>
    <w:basedOn w:val="Heading1"/>
    <w:next w:val="libNormal"/>
    <w:uiPriority w:val="39"/>
    <w:unhideWhenUsed/>
    <w:qFormat/>
    <w:rsid w:val="00FD2E0A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1">
    <w:name w:val="toc 1"/>
    <w:basedOn w:val="libNormal"/>
    <w:next w:val="lib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libNormal"/>
    <w:next w:val="libNormal"/>
    <w:autoRedefine/>
    <w:uiPriority w:val="39"/>
    <w:unhideWhenUsed/>
    <w:qFormat/>
    <w:rsid w:val="00FD2E0A"/>
    <w:pPr>
      <w:spacing w:after="100"/>
      <w:ind w:left="220"/>
    </w:pPr>
    <w:rPr>
      <w:rFonts w:eastAsiaTheme="minorEastAsia"/>
    </w:rPr>
  </w:style>
  <w:style w:type="paragraph" w:styleId="TOC3">
    <w:name w:val="toc 3"/>
    <w:basedOn w:val="libNormal"/>
    <w:next w:val="libNormal"/>
    <w:autoRedefine/>
    <w:uiPriority w:val="39"/>
    <w:unhideWhenUsed/>
    <w:qFormat/>
    <w:rsid w:val="00FD2E0A"/>
    <w:pPr>
      <w:spacing w:after="100"/>
      <w:ind w:left="440"/>
    </w:pPr>
    <w:rPr>
      <w:rFonts w:eastAsiaTheme="minorEastAsia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customStyle="1" w:styleId="libArCenter">
    <w:name w:val="libArCenter"/>
    <w:basedOn w:val="libAr"/>
    <w:qFormat/>
    <w:rsid w:val="000C0B2A"/>
    <w:pPr>
      <w:jc w:val="center"/>
    </w:pPr>
    <w:rPr>
      <w:lang w:bidi="bn-IN"/>
    </w:rPr>
  </w:style>
  <w:style w:type="paragraph" w:styleId="TOC4">
    <w:name w:val="toc 4"/>
    <w:basedOn w:val="Normal"/>
    <w:next w:val="Normal"/>
    <w:autoRedefine/>
    <w:uiPriority w:val="39"/>
    <w:unhideWhenUsed/>
    <w:rsid w:val="001B2552"/>
    <w:pPr>
      <w:spacing w:after="100" w:line="276" w:lineRule="auto"/>
      <w:ind w:left="660"/>
    </w:pPr>
    <w:rPr>
      <w:rFonts w:ascii="SolaimanLipi" w:hAnsi="SolaimanLipi" w:cs="SolaimanLipi"/>
    </w:rPr>
  </w:style>
  <w:style w:type="paragraph" w:styleId="TOC5">
    <w:name w:val="toc 5"/>
    <w:basedOn w:val="Normal"/>
    <w:next w:val="Normal"/>
    <w:autoRedefine/>
    <w:uiPriority w:val="39"/>
    <w:unhideWhenUsed/>
    <w:rsid w:val="001B2552"/>
    <w:pPr>
      <w:spacing w:after="100" w:line="276" w:lineRule="auto"/>
      <w:ind w:left="880"/>
    </w:pPr>
    <w:rPr>
      <w:rFonts w:ascii="SolaimanLipi" w:hAnsi="SolaimanLipi" w:cs="SolaimanLipi"/>
    </w:rPr>
  </w:style>
  <w:style w:type="paragraph" w:styleId="TOC6">
    <w:name w:val="toc 6"/>
    <w:basedOn w:val="Normal"/>
    <w:next w:val="Normal"/>
    <w:autoRedefine/>
    <w:uiPriority w:val="39"/>
    <w:unhideWhenUsed/>
    <w:rsid w:val="001B2552"/>
    <w:pPr>
      <w:spacing w:after="100" w:line="276" w:lineRule="auto"/>
      <w:ind w:left="1100"/>
    </w:pPr>
    <w:rPr>
      <w:rFonts w:ascii="SolaimanLipi" w:hAnsi="SolaimanLipi" w:cs="SolaimanLipi"/>
    </w:rPr>
  </w:style>
  <w:style w:type="paragraph" w:styleId="TOC7">
    <w:name w:val="toc 7"/>
    <w:basedOn w:val="Normal"/>
    <w:next w:val="Normal"/>
    <w:autoRedefine/>
    <w:uiPriority w:val="39"/>
    <w:unhideWhenUsed/>
    <w:rsid w:val="001B2552"/>
    <w:pPr>
      <w:spacing w:after="100" w:line="276" w:lineRule="auto"/>
      <w:ind w:left="1320"/>
    </w:pPr>
    <w:rPr>
      <w:rFonts w:ascii="SolaimanLipi" w:hAnsi="SolaimanLipi" w:cs="SolaimanLipi"/>
    </w:rPr>
  </w:style>
  <w:style w:type="paragraph" w:styleId="TOC8">
    <w:name w:val="toc 8"/>
    <w:basedOn w:val="Normal"/>
    <w:next w:val="Normal"/>
    <w:autoRedefine/>
    <w:uiPriority w:val="39"/>
    <w:unhideWhenUsed/>
    <w:rsid w:val="001B2552"/>
    <w:pPr>
      <w:spacing w:after="100" w:line="276" w:lineRule="auto"/>
      <w:ind w:left="1540"/>
    </w:pPr>
    <w:rPr>
      <w:rFonts w:ascii="SolaimanLipi" w:hAnsi="SolaimanLipi" w:cs="SolaimanLipi"/>
    </w:rPr>
  </w:style>
  <w:style w:type="paragraph" w:styleId="TOC9">
    <w:name w:val="toc 9"/>
    <w:basedOn w:val="Normal"/>
    <w:next w:val="Normal"/>
    <w:autoRedefine/>
    <w:uiPriority w:val="39"/>
    <w:unhideWhenUsed/>
    <w:rsid w:val="001B2552"/>
    <w:pPr>
      <w:spacing w:after="100" w:line="276" w:lineRule="auto"/>
      <w:ind w:left="1760"/>
    </w:pPr>
    <w:rPr>
      <w:rFonts w:ascii="SolaimanLipi" w:hAnsi="SolaimanLipi" w:cs="SolaimanLipi"/>
    </w:rPr>
  </w:style>
  <w:style w:type="paragraph" w:customStyle="1" w:styleId="libPoemTini">
    <w:name w:val="libPoemTini"/>
    <w:basedOn w:val="Normal"/>
    <w:link w:val="libPoemTiniChar"/>
    <w:rsid w:val="000858AF"/>
    <w:pPr>
      <w:bidi/>
      <w:spacing w:after="0" w:line="240" w:lineRule="auto"/>
      <w:jc w:val="highKashida"/>
    </w:pPr>
    <w:rPr>
      <w:rFonts w:ascii="Times New Roman" w:eastAsia="Times New Roman" w:hAnsi="Times New Roman" w:cs="Traditional Arabic"/>
      <w:color w:val="000000"/>
      <w:sz w:val="24"/>
      <w:szCs w:val="2"/>
    </w:rPr>
  </w:style>
  <w:style w:type="character" w:customStyle="1" w:styleId="libPoemTiniChar">
    <w:name w:val="libPoemTini Char"/>
    <w:basedOn w:val="DefaultParagraphFont"/>
    <w:link w:val="libPoemTini"/>
    <w:rsid w:val="000858AF"/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ArCenterBold">
    <w:name w:val="libArCenterBold"/>
    <w:basedOn w:val="libAr"/>
    <w:rsid w:val="000C0B2A"/>
    <w:pPr>
      <w:jc w:val="center"/>
    </w:pPr>
    <w:rPr>
      <w:rFonts w:ascii="Traditional Arabic" w:eastAsia="Traditional Arabic" w:hAnsi="Traditional Arabic"/>
      <w:b/>
      <w:bCs/>
      <w:szCs w:val="36"/>
    </w:rPr>
  </w:style>
  <w:style w:type="paragraph" w:customStyle="1" w:styleId="libPoem">
    <w:name w:val="libPoem"/>
    <w:basedOn w:val="Normal"/>
    <w:link w:val="libPoemChar"/>
    <w:rsid w:val="000858AF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4"/>
      <w:szCs w:val="30"/>
    </w:rPr>
  </w:style>
  <w:style w:type="character" w:customStyle="1" w:styleId="libPoemChar">
    <w:name w:val="libPoem Char"/>
    <w:basedOn w:val="DefaultParagraphFont"/>
    <w:link w:val="libPoem"/>
    <w:rsid w:val="000858AF"/>
    <w:rPr>
      <w:rFonts w:ascii="Times New Roman" w:eastAsia="Times New Roman" w:hAnsi="Times New Roman" w:cs="Traditional Arabic"/>
      <w:color w:val="000000"/>
      <w:sz w:val="24"/>
      <w:szCs w:val="30"/>
    </w:rPr>
  </w:style>
  <w:style w:type="table" w:styleId="TableGrid">
    <w:name w:val="Table Grid"/>
    <w:basedOn w:val="TableNormal"/>
    <w:rsid w:val="000858AF"/>
    <w:pPr>
      <w:bidi/>
      <w:jc w:val="lowKashida"/>
    </w:pPr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873980"/>
    <w:pPr>
      <w:spacing w:after="0" w:line="240" w:lineRule="auto"/>
    </w:pPr>
    <w:rPr>
      <w:rFonts w:ascii="Tahoma" w:eastAsia="SolaimanLipi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73980"/>
    <w:rPr>
      <w:rFonts w:ascii="Tahoma" w:eastAsia="SolaimanLipi" w:hAnsi="Tahoma" w:cs="Tahoma"/>
      <w:sz w:val="16"/>
      <w:szCs w:val="16"/>
    </w:rPr>
  </w:style>
  <w:style w:type="paragraph" w:customStyle="1" w:styleId="libTitr2">
    <w:name w:val="libTitr2"/>
    <w:basedOn w:val="libTitr1"/>
    <w:qFormat/>
    <w:rsid w:val="000E3D11"/>
    <w:rPr>
      <w:sz w:val="48"/>
      <w:szCs w:val="48"/>
    </w:rPr>
  </w:style>
  <w:style w:type="paragraph" w:customStyle="1" w:styleId="libNotice">
    <w:name w:val="libNotice"/>
    <w:basedOn w:val="libNormal"/>
    <w:qFormat/>
    <w:rsid w:val="000E3D11"/>
    <w:rPr>
      <w:color w:val="FF0000"/>
    </w:rPr>
  </w:style>
  <w:style w:type="paragraph" w:customStyle="1" w:styleId="libFootnoteAr">
    <w:name w:val="libFootnoteAr"/>
    <w:basedOn w:val="libAr"/>
    <w:next w:val="libAr"/>
    <w:link w:val="libFootnoteArChar"/>
    <w:qFormat/>
    <w:rsid w:val="002D0682"/>
    <w:rPr>
      <w:sz w:val="26"/>
      <w:szCs w:val="26"/>
    </w:rPr>
  </w:style>
  <w:style w:type="character" w:customStyle="1" w:styleId="libFootnoteArChar">
    <w:name w:val="libFootnoteAr Char"/>
    <w:basedOn w:val="libArChar"/>
    <w:link w:val="libFootnoteAr"/>
    <w:rsid w:val="00313FD6"/>
    <w:rPr>
      <w:sz w:val="26"/>
      <w:szCs w:val="26"/>
    </w:rPr>
  </w:style>
  <w:style w:type="paragraph" w:customStyle="1" w:styleId="libArChar0">
    <w:name w:val="libArChar"/>
    <w:basedOn w:val="libAr"/>
    <w:link w:val="libArCharChar"/>
    <w:rsid w:val="002D259D"/>
    <w:pPr>
      <w:bidi w:val="0"/>
      <w:ind w:firstLine="288"/>
    </w:pPr>
    <w:rPr>
      <w:rFonts w:eastAsia="Times New Roman"/>
    </w:rPr>
  </w:style>
  <w:style w:type="character" w:customStyle="1" w:styleId="libArCharChar">
    <w:name w:val="libArChar Char"/>
    <w:basedOn w:val="libArChar"/>
    <w:link w:val="libArChar0"/>
    <w:rsid w:val="002D259D"/>
    <w:rPr>
      <w:rFonts w:eastAsia="Times New Roman"/>
    </w:rPr>
  </w:style>
  <w:style w:type="paragraph" w:customStyle="1" w:styleId="libLink">
    <w:name w:val="libLink"/>
    <w:basedOn w:val="libEn"/>
    <w:link w:val="libLinkChar"/>
    <w:rsid w:val="00CB01CB"/>
    <w:pPr>
      <w:jc w:val="center"/>
    </w:pPr>
    <w:rPr>
      <w:b/>
      <w:bCs/>
      <w:sz w:val="48"/>
    </w:rPr>
  </w:style>
  <w:style w:type="character" w:customStyle="1" w:styleId="libLinkChar">
    <w:name w:val="libLink Char"/>
    <w:basedOn w:val="libEnChar"/>
    <w:link w:val="libLink"/>
    <w:rsid w:val="00CB01CB"/>
    <w:rPr>
      <w:b/>
      <w:bCs/>
      <w:sz w:val="48"/>
    </w:rPr>
  </w:style>
  <w:style w:type="paragraph" w:customStyle="1" w:styleId="libFootnotenum0">
    <w:name w:val="libFootnote_num"/>
    <w:basedOn w:val="libFootnote"/>
    <w:next w:val="libFootnote"/>
    <w:link w:val="libFootnotenumChar0"/>
    <w:qFormat/>
    <w:rsid w:val="0063395D"/>
    <w:pPr>
      <w:bidi/>
      <w:spacing w:line="240" w:lineRule="auto"/>
      <w:ind w:firstLine="289"/>
      <w:jc w:val="lowKashida"/>
    </w:pPr>
    <w:rPr>
      <w:rFonts w:ascii="Times New Roman" w:eastAsia="Times New Roman" w:hAnsi="Times New Roman" w:cs="Traditional Arabic"/>
      <w:color w:val="C00000"/>
      <w:sz w:val="22"/>
      <w:vertAlign w:val="superscript"/>
      <w:lang w:bidi="bn-IN"/>
    </w:rPr>
  </w:style>
  <w:style w:type="character" w:customStyle="1" w:styleId="libFootnotenumChar0">
    <w:name w:val="libFootnote_num Char"/>
    <w:basedOn w:val="libFootnoteChar"/>
    <w:link w:val="libFootnotenum0"/>
    <w:rsid w:val="0063395D"/>
    <w:rPr>
      <w:rFonts w:ascii="Times New Roman" w:eastAsia="Times New Roman" w:hAnsi="Times New Roman" w:cs="Traditional Arabic"/>
      <w:color w:val="C00000"/>
      <w:sz w:val="22"/>
      <w:vertAlign w:val="superscript"/>
      <w:lang w:bidi="bn-I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95D"/>
    <w:rPr>
      <w:rFonts w:asciiTheme="minorHAnsi" w:eastAsiaTheme="minorEastAsia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95D"/>
    <w:pPr>
      <w:spacing w:after="0" w:line="240" w:lineRule="auto"/>
    </w:pPr>
    <w:rPr>
      <w:sz w:val="20"/>
      <w:szCs w:val="20"/>
    </w:rPr>
  </w:style>
  <w:style w:type="paragraph" w:customStyle="1" w:styleId="libArBold">
    <w:name w:val="libArBold"/>
    <w:basedOn w:val="libAr"/>
    <w:link w:val="libArBoldChar"/>
    <w:rsid w:val="0063395D"/>
    <w:rPr>
      <w:b/>
      <w:bCs/>
    </w:rPr>
  </w:style>
  <w:style w:type="character" w:customStyle="1" w:styleId="libArBoldChar">
    <w:name w:val="libArBold Char"/>
    <w:basedOn w:val="libArChar"/>
    <w:link w:val="libArBold"/>
    <w:rsid w:val="0063395D"/>
    <w:rPr>
      <w:b/>
      <w:bCs/>
    </w:rPr>
  </w:style>
  <w:style w:type="paragraph" w:customStyle="1" w:styleId="libNormal0">
    <w:name w:val="libNormal0"/>
    <w:basedOn w:val="libNormal"/>
    <w:next w:val="libNormal"/>
    <w:link w:val="libNormal0Char"/>
    <w:rsid w:val="0063395D"/>
    <w:pPr>
      <w:bidi/>
      <w:spacing w:line="240" w:lineRule="auto"/>
      <w:jc w:val="lowKashida"/>
    </w:pPr>
    <w:rPr>
      <w:rFonts w:ascii="Times New Roman" w:eastAsia="Times New Roman" w:hAnsi="Times New Roman" w:cs="Traditional Arabic"/>
      <w:sz w:val="24"/>
      <w:szCs w:val="32"/>
    </w:rPr>
  </w:style>
  <w:style w:type="character" w:customStyle="1" w:styleId="libNormal0Char">
    <w:name w:val="libNormal0 Char"/>
    <w:basedOn w:val="DefaultParagraphFont"/>
    <w:link w:val="libNormal0"/>
    <w:rsid w:val="0063395D"/>
    <w:rPr>
      <w:rFonts w:ascii="Times New Roman" w:eastAsia="Times New Roman" w:hAnsi="Times New Roman" w:cs="Traditional Arabic"/>
      <w:color w:val="000000"/>
      <w:sz w:val="24"/>
      <w:szCs w:val="32"/>
    </w:rPr>
  </w:style>
  <w:style w:type="paragraph" w:customStyle="1" w:styleId="libVar">
    <w:name w:val="libVar"/>
    <w:basedOn w:val="libNormal"/>
    <w:next w:val="libNormal"/>
    <w:link w:val="libVarChar"/>
    <w:rsid w:val="0063395D"/>
    <w:pPr>
      <w:bidi/>
      <w:spacing w:line="168" w:lineRule="auto"/>
      <w:ind w:firstLine="288"/>
      <w:jc w:val="lowKashida"/>
    </w:pPr>
    <w:rPr>
      <w:rFonts w:ascii="Times New Roman" w:eastAsia="Times New Roman" w:hAnsi="Times New Roman" w:cs="B Badr"/>
      <w:sz w:val="32"/>
    </w:rPr>
  </w:style>
  <w:style w:type="character" w:customStyle="1" w:styleId="libVarChar">
    <w:name w:val="libVar Char"/>
    <w:basedOn w:val="libNormalChar"/>
    <w:link w:val="libVar"/>
    <w:rsid w:val="0063395D"/>
    <w:rPr>
      <w:rFonts w:ascii="Times New Roman" w:eastAsia="Times New Roman" w:hAnsi="Times New Roman" w:cs="B Badr"/>
      <w:sz w:val="32"/>
    </w:rPr>
  </w:style>
  <w:style w:type="paragraph" w:customStyle="1" w:styleId="libPoemTiniChar0">
    <w:name w:val="libPoemTiniChar"/>
    <w:basedOn w:val="libPoemTini"/>
    <w:link w:val="libPoemTiniCharChar"/>
    <w:qFormat/>
    <w:rsid w:val="0063395D"/>
    <w:pPr>
      <w:spacing w:line="168" w:lineRule="auto"/>
    </w:pPr>
    <w:rPr>
      <w:rFonts w:cs="B Badr"/>
      <w:sz w:val="2"/>
    </w:rPr>
  </w:style>
  <w:style w:type="character" w:customStyle="1" w:styleId="libPoemTiniCharChar">
    <w:name w:val="libPoemTiniChar Char"/>
    <w:basedOn w:val="libPoemTiniChar"/>
    <w:link w:val="libPoemTiniChar0"/>
    <w:rsid w:val="0063395D"/>
    <w:rPr>
      <w:rFonts w:cs="B Badr"/>
      <w:sz w:val="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3395D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633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395D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3395D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libPoemCenter">
    <w:name w:val="libPoemCenter"/>
    <w:basedOn w:val="libPoem"/>
    <w:next w:val="libPoem"/>
    <w:rsid w:val="0063395D"/>
    <w:pPr>
      <w:jc w:val="center"/>
    </w:pPr>
    <w:rPr>
      <w:szCs w:val="32"/>
    </w:rPr>
  </w:style>
  <w:style w:type="paragraph" w:customStyle="1" w:styleId="libEnBold">
    <w:name w:val="libEnBold"/>
    <w:basedOn w:val="libEn"/>
    <w:qFormat/>
    <w:rsid w:val="004F40F4"/>
    <w:pPr>
      <w:jc w:val="center"/>
    </w:pPr>
    <w:rPr>
      <w:rFonts w:asciiTheme="majorBidi" w:hAnsiTheme="majorBidi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ysal\Desktop\new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0D474-45A2-42F2-9EC6-EE4116A5B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template</Template>
  <TotalTime>358</TotalTime>
  <Pages>168</Pages>
  <Words>38957</Words>
  <Characters>222056</Characters>
  <Application>Microsoft Office Word</Application>
  <DocSecurity>0</DocSecurity>
  <Lines>1850</Lines>
  <Paragraphs>520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260493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Feysal</dc:creator>
  <cp:lastModifiedBy>faysal</cp:lastModifiedBy>
  <cp:revision>69</cp:revision>
  <cp:lastPrinted>2017-06-20T08:11:00Z</cp:lastPrinted>
  <dcterms:created xsi:type="dcterms:W3CDTF">2018-12-23T09:27:00Z</dcterms:created>
  <dcterms:modified xsi:type="dcterms:W3CDTF">2019-01-22T13:24:00Z</dcterms:modified>
</cp:coreProperties>
</file>