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D4" w:rsidRPr="00431DD4" w:rsidRDefault="00431DD4" w:rsidP="00643C1E">
      <w:pPr>
        <w:pStyle w:val="libTitr1"/>
      </w:pPr>
      <w:r w:rsidRPr="00431DD4">
        <w:rPr>
          <w:rFonts w:hint="cs"/>
          <w:cs/>
          <w:lang w:bidi="bn-IN"/>
        </w:rPr>
        <w:t>কারবালা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</w:p>
    <w:p w:rsidR="00431DD4" w:rsidRPr="00431DD4" w:rsidRDefault="00431DD4" w:rsidP="00643C1E">
      <w:pPr>
        <w:pStyle w:val="libTitr1"/>
      </w:pPr>
      <w:r w:rsidRPr="00431DD4">
        <w:rPr>
          <w:rFonts w:hint="cs"/>
          <w:cs/>
          <w:lang w:bidi="bn-IN"/>
        </w:rPr>
        <w:t>হযরত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শাহাদত</w:t>
      </w: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431DD4" w:rsidRPr="00431DD4" w:rsidRDefault="00431DD4" w:rsidP="00643C1E">
      <w:pPr>
        <w:pStyle w:val="libTitr2"/>
      </w:pPr>
      <w:r w:rsidRPr="00431DD4">
        <w:rPr>
          <w:rFonts w:hint="cs"/>
          <w:cs/>
          <w:lang w:bidi="bn-IN"/>
        </w:rPr>
        <w:t>সাইয়েদ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ইবনে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তাউস</w:t>
      </w: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643C1E" w:rsidRDefault="00643C1E" w:rsidP="00643C1E">
      <w:pPr>
        <w:pStyle w:val="libNormal"/>
        <w:rPr>
          <w:lang w:bidi="bn-IN"/>
        </w:rPr>
      </w:pPr>
    </w:p>
    <w:p w:rsidR="00431DD4" w:rsidRPr="00431DD4" w:rsidRDefault="00431DD4" w:rsidP="00643C1E">
      <w:pPr>
        <w:pStyle w:val="libTitr2"/>
      </w:pPr>
      <w:r w:rsidRPr="00431DD4">
        <w:rPr>
          <w:rFonts w:hint="cs"/>
          <w:cs/>
          <w:lang w:bidi="bn-IN"/>
        </w:rPr>
        <w:t>আল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হোসেইনী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প্রকাশনী</w:t>
      </w:r>
    </w:p>
    <w:p w:rsidR="00431DD4" w:rsidRPr="00643C1E" w:rsidRDefault="00643C1E" w:rsidP="00643C1E">
      <w:pPr>
        <w:pStyle w:val="libBold1"/>
      </w:pPr>
      <w:r>
        <w:br w:type="page"/>
      </w:r>
    </w:p>
    <w:p w:rsidR="00431DD4" w:rsidRPr="00431DD4" w:rsidRDefault="00431DD4" w:rsidP="00643C1E">
      <w:pPr>
        <w:pStyle w:val="libBold1"/>
      </w:pPr>
      <w:r w:rsidRPr="00431DD4">
        <w:rPr>
          <w:rFonts w:hint="cs"/>
          <w:cs/>
          <w:lang w:bidi="bn-IN"/>
        </w:rPr>
        <w:lastRenderedPageBreak/>
        <w:t>কারবালা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="00E853CB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হযরত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শাহাদত</w:t>
      </w:r>
    </w:p>
    <w:p w:rsidR="00431DD4" w:rsidRPr="00431DD4" w:rsidRDefault="00431DD4" w:rsidP="00643C1E">
      <w:pPr>
        <w:pStyle w:val="libBold1"/>
      </w:pPr>
      <w:r w:rsidRPr="00431DD4">
        <w:rPr>
          <w:rFonts w:hint="cs"/>
          <w:cs/>
          <w:lang w:bidi="bn-IN"/>
        </w:rPr>
        <w:t>সাইয়েদ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ইবনে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তাউস</w:t>
      </w:r>
    </w:p>
    <w:p w:rsidR="00431DD4" w:rsidRPr="00431DD4" w:rsidRDefault="00431DD4" w:rsidP="00643C1E">
      <w:pPr>
        <w:pStyle w:val="libBold1"/>
      </w:pPr>
      <w:r w:rsidRPr="00431DD4">
        <w:rPr>
          <w:rFonts w:hint="cs"/>
          <w:cs/>
          <w:lang w:bidi="bn-IN"/>
        </w:rPr>
        <w:t>প্রকাশকঃ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মেজর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অবঃ</w:t>
      </w:r>
      <w:r w:rsidRPr="00431DD4">
        <w:rPr>
          <w:cs/>
          <w:lang w:bidi="bn-IN"/>
        </w:rPr>
        <w:t xml:space="preserve">) </w:t>
      </w:r>
      <w:r w:rsidRPr="00431DD4">
        <w:rPr>
          <w:rFonts w:hint="cs"/>
          <w:cs/>
          <w:lang w:bidi="bn-IN"/>
        </w:rPr>
        <w:t>মোঃ</w:t>
      </w:r>
      <w:r w:rsidRPr="00431DD4">
        <w:rPr>
          <w:cs/>
          <w:lang w:bidi="bn-IN"/>
        </w:rPr>
        <w:t xml:space="preserve"> </w:t>
      </w:r>
      <w:r w:rsidR="00C85777">
        <w:rPr>
          <w:rFonts w:hint="cs"/>
          <w:cs/>
          <w:lang w:bidi="bn-IN"/>
        </w:rPr>
        <w:t>আবদুল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ওয়াহেদ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আল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হোসেইনী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প্রকাশনী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পাক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পাঞ্জাতন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পরিষদ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বাড়ী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নং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১২</w:t>
      </w:r>
      <w:r w:rsidRPr="00431DD4">
        <w:t xml:space="preserve">, </w:t>
      </w:r>
      <w:r w:rsidRPr="00431DD4">
        <w:rPr>
          <w:rFonts w:hint="cs"/>
          <w:cs/>
          <w:lang w:bidi="bn-IN"/>
        </w:rPr>
        <w:t>সড়ক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নং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৬</w:t>
      </w:r>
      <w:r w:rsidRPr="00431DD4">
        <w:t>,</w:t>
      </w:r>
    </w:p>
    <w:p w:rsidR="00431DD4" w:rsidRDefault="00431DD4" w:rsidP="00643C1E">
      <w:pPr>
        <w:pStyle w:val="libNormal"/>
        <w:rPr>
          <w:lang w:bidi="bn-IN"/>
        </w:rPr>
      </w:pPr>
      <w:r w:rsidRPr="00431DD4">
        <w:rPr>
          <w:rFonts w:hint="cs"/>
          <w:cs/>
          <w:lang w:bidi="bn-IN"/>
        </w:rPr>
        <w:t>সেক্টর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৬</w:t>
      </w:r>
      <w:r w:rsidRPr="00431DD4">
        <w:t xml:space="preserve">, </w:t>
      </w:r>
      <w:r w:rsidRPr="00431DD4">
        <w:rPr>
          <w:rFonts w:hint="cs"/>
          <w:cs/>
          <w:lang w:bidi="bn-IN"/>
        </w:rPr>
        <w:t>উত্তরা</w:t>
      </w:r>
      <w:r w:rsidRPr="00431DD4">
        <w:t xml:space="preserve">, </w:t>
      </w:r>
      <w:r w:rsidRPr="00431DD4">
        <w:rPr>
          <w:rFonts w:hint="cs"/>
          <w:cs/>
          <w:lang w:bidi="bn-IN"/>
        </w:rPr>
        <w:t>ঢাকা</w:t>
      </w:r>
    </w:p>
    <w:p w:rsidR="00E853CB" w:rsidRPr="00E853CB" w:rsidRDefault="00E853CB" w:rsidP="00E853CB">
      <w:pPr>
        <w:pStyle w:val="libBold1"/>
      </w:pPr>
      <w:r w:rsidRPr="00E853CB">
        <w:rPr>
          <w:rFonts w:hint="cs"/>
          <w:cs/>
          <w:lang w:bidi="bn-IN"/>
        </w:rPr>
        <w:t>প্রকাশকালঃ</w:t>
      </w:r>
    </w:p>
    <w:p w:rsidR="00E853CB" w:rsidRPr="00E853CB" w:rsidRDefault="00E853CB" w:rsidP="00E853CB">
      <w:pPr>
        <w:pStyle w:val="libNormal"/>
      </w:pPr>
      <w:r w:rsidRPr="00E853CB">
        <w:rPr>
          <w:rFonts w:hint="cs"/>
          <w:cs/>
          <w:lang w:bidi="bn-IN"/>
        </w:rPr>
        <w:t>১০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মুহররম</w:t>
      </w:r>
      <w:r w:rsidRPr="00E853CB">
        <w:t xml:space="preserve">, </w:t>
      </w:r>
      <w:r w:rsidRPr="00E853CB">
        <w:rPr>
          <w:rFonts w:hint="cs"/>
          <w:cs/>
          <w:lang w:bidi="bn-IN"/>
        </w:rPr>
        <w:t>১৪১৫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হিজরী</w:t>
      </w:r>
    </w:p>
    <w:p w:rsidR="00E853CB" w:rsidRPr="00E853CB" w:rsidRDefault="00E853CB" w:rsidP="00E853CB">
      <w:pPr>
        <w:pStyle w:val="libNormal"/>
      </w:pPr>
      <w:r w:rsidRPr="00E853CB">
        <w:rPr>
          <w:rFonts w:hint="cs"/>
          <w:cs/>
          <w:lang w:bidi="bn-IN"/>
        </w:rPr>
        <w:t>২১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জুন</w:t>
      </w:r>
      <w:r w:rsidRPr="00E853CB">
        <w:t xml:space="preserve">, </w:t>
      </w:r>
      <w:r w:rsidRPr="00E853CB">
        <w:rPr>
          <w:rFonts w:hint="cs"/>
          <w:cs/>
          <w:lang w:bidi="bn-IN"/>
        </w:rPr>
        <w:t>১৯৯৪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ইংরেজী</w:t>
      </w:r>
    </w:p>
    <w:p w:rsidR="00E853CB" w:rsidRPr="00E853CB" w:rsidRDefault="00E853CB" w:rsidP="00E853CB">
      <w:pPr>
        <w:pStyle w:val="libNormal"/>
      </w:pPr>
      <w:r w:rsidRPr="00E853CB">
        <w:rPr>
          <w:rFonts w:hint="cs"/>
          <w:cs/>
          <w:lang w:bidi="bn-IN"/>
        </w:rPr>
        <w:t>৭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আষাড়</w:t>
      </w:r>
      <w:r w:rsidRPr="00E853CB">
        <w:t xml:space="preserve">, </w:t>
      </w:r>
      <w:r w:rsidRPr="00E853CB">
        <w:rPr>
          <w:rFonts w:hint="cs"/>
          <w:cs/>
          <w:lang w:bidi="bn-IN"/>
        </w:rPr>
        <w:t>১৪০১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বাংলা</w:t>
      </w:r>
    </w:p>
    <w:p w:rsidR="00E853CB" w:rsidRPr="00E853CB" w:rsidRDefault="00E853CB" w:rsidP="00E853CB">
      <w:pPr>
        <w:pStyle w:val="libBold1"/>
      </w:pPr>
      <w:r w:rsidRPr="00E853CB">
        <w:rPr>
          <w:rFonts w:hint="cs"/>
          <w:cs/>
          <w:lang w:bidi="bn-IN"/>
        </w:rPr>
        <w:t>প্রচ্ছদঃ</w:t>
      </w:r>
    </w:p>
    <w:p w:rsidR="00AC3999" w:rsidRDefault="00E853CB" w:rsidP="00E853CB">
      <w:pPr>
        <w:pStyle w:val="libNormal"/>
        <w:rPr>
          <w:cs/>
          <w:lang w:bidi="bn-IN"/>
        </w:rPr>
      </w:pPr>
      <w:r w:rsidRPr="00E853CB">
        <w:rPr>
          <w:rFonts w:hint="cs"/>
          <w:cs/>
          <w:lang w:bidi="bn-IN"/>
        </w:rPr>
        <w:t>আরিফুর</w:t>
      </w:r>
      <w:r w:rsidRPr="00E853CB">
        <w:rPr>
          <w:cs/>
          <w:lang w:bidi="bn-IN"/>
        </w:rPr>
        <w:t xml:space="preserve"> </w:t>
      </w:r>
      <w:r w:rsidRPr="00E853CB">
        <w:rPr>
          <w:rFonts w:hint="cs"/>
          <w:cs/>
          <w:lang w:bidi="bn-IN"/>
        </w:rPr>
        <w:t>রহমান</w:t>
      </w:r>
    </w:p>
    <w:p w:rsidR="00AC3999" w:rsidRPr="00AC3999" w:rsidRDefault="00AC3999" w:rsidP="00AC3999">
      <w:pPr>
        <w:rPr>
          <w:cs/>
        </w:rPr>
      </w:pPr>
      <w:r>
        <w:rPr>
          <w:cs/>
          <w:lang w:bidi="bn-IN"/>
        </w:rPr>
        <w:br w:type="page"/>
      </w:r>
    </w:p>
    <w:p w:rsidR="00AC3999" w:rsidRDefault="00AC3999" w:rsidP="00AC3999">
      <w:pPr>
        <w:pStyle w:val="libTitr2"/>
      </w:pPr>
      <w:r>
        <w:rPr>
          <w:rFonts w:hint="cs"/>
          <w:cs/>
          <w:lang w:bidi="bn-IN"/>
        </w:rPr>
        <w:t>এই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বইটি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আল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হাসানাইন</w:t>
      </w:r>
      <w:r w:rsidRPr="00AC3999">
        <w:rPr>
          <w:rFonts w:hint="cs"/>
          <w:cs/>
        </w:rPr>
        <w:t xml:space="preserve"> (</w:t>
      </w:r>
      <w:r>
        <w:rPr>
          <w:rFonts w:hint="cs"/>
          <w:cs/>
          <w:lang w:bidi="bn-IN"/>
        </w:rPr>
        <w:t>আ</w:t>
      </w:r>
      <w:r w:rsidRPr="00AC3999">
        <w:rPr>
          <w:rFonts w:hint="cs"/>
          <w:cs/>
        </w:rPr>
        <w:t xml:space="preserve">.) </w:t>
      </w:r>
      <w:r>
        <w:rPr>
          <w:rFonts w:hint="cs"/>
          <w:cs/>
          <w:lang w:bidi="bn-IN"/>
        </w:rPr>
        <w:t>ওয়েব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সাইট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কর্তৃক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আপলোড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করা</w:t>
      </w:r>
      <w:r w:rsidRPr="00AC3999">
        <w:rPr>
          <w:rFonts w:hint="cs"/>
          <w:cs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 </w:t>
      </w:r>
      <w:r w:rsidRPr="00AC3999">
        <w:rPr>
          <w:cs/>
        </w:rPr>
        <w:t>।</w:t>
      </w:r>
    </w:p>
    <w:p w:rsidR="00AC3999" w:rsidRDefault="00AC3999" w:rsidP="0049647C">
      <w:pPr>
        <w:pStyle w:val="libEn"/>
      </w:pPr>
      <w:r>
        <w:t>http://alhassanain.org/bengali</w:t>
      </w:r>
    </w:p>
    <w:p w:rsidR="00AC3999" w:rsidRDefault="00AC3999" w:rsidP="00E853CB">
      <w:pPr>
        <w:pStyle w:val="libNormal"/>
        <w:rPr>
          <w:lang w:bidi="bn-IN"/>
        </w:rPr>
      </w:pPr>
    </w:p>
    <w:p w:rsidR="00431DD4" w:rsidRPr="007C26B4" w:rsidRDefault="00643C1E" w:rsidP="007C26B4">
      <w:r>
        <w:br w:type="page"/>
      </w:r>
    </w:p>
    <w:p w:rsidR="00431DD4" w:rsidRPr="00431DD4" w:rsidRDefault="00431DD4" w:rsidP="00FA3794">
      <w:pPr>
        <w:pStyle w:val="libCenterBold1"/>
      </w:pPr>
      <w:r w:rsidRPr="00431DD4">
        <w:rPr>
          <w:rFonts w:hint="cs"/>
          <w:cs/>
          <w:lang w:bidi="bn-IN"/>
        </w:rPr>
        <w:lastRenderedPageBreak/>
        <w:t>ভূমিকা</w:t>
      </w:r>
    </w:p>
    <w:p w:rsidR="00431DD4" w:rsidRPr="00431DD4" w:rsidRDefault="00431DD4" w:rsidP="00E853CB">
      <w:pPr>
        <w:pStyle w:val="libAr"/>
      </w:pPr>
      <w:r w:rsidRPr="00E853CB">
        <w:rPr>
          <w:rFonts w:hint="cs"/>
          <w:rtl/>
        </w:rPr>
        <w:t>الْحمْدُ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للّه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الْمُتجلّى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لعباده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منْ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أُفُق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الاْلْباب،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الْمُجْلى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عنْ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مُراده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بمنْطق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السُّنّة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والْكتاب،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الّذى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نزّه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أوْلي</w:t>
      </w:r>
      <w:r w:rsidR="00F62D24">
        <w:rPr>
          <w:rFonts w:hint="cs"/>
          <w:rtl/>
        </w:rPr>
        <w:t xml:space="preserve"> أ</w:t>
      </w:r>
      <w:r w:rsidRPr="00E853CB">
        <w:rPr>
          <w:rFonts w:hint="cs"/>
          <w:rtl/>
        </w:rPr>
        <w:t>هُ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عنْ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دار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الْغُرُور،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وسما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بهمْ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إلى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أنْوار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السُّرُور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الصلاة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و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السلام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علی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محمد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خاتم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الانبی</w:t>
      </w:r>
      <w:r w:rsidR="00F62D24">
        <w:rPr>
          <w:rFonts w:hint="cs"/>
          <w:rtl/>
        </w:rPr>
        <w:t xml:space="preserve"> أ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و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علی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اله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المنتجبین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الازکی</w:t>
      </w:r>
      <w:r w:rsidR="00F62D24">
        <w:rPr>
          <w:rFonts w:hint="cs"/>
          <w:rtl/>
        </w:rPr>
        <w:t xml:space="preserve"> أ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سیّما</w:t>
      </w:r>
      <w:r w:rsidRPr="00E853CB">
        <w:rPr>
          <w:rtl/>
        </w:rPr>
        <w:t xml:space="preserve"> </w:t>
      </w:r>
      <w:r w:rsidRPr="00E853CB">
        <w:rPr>
          <w:rFonts w:hint="eastAsia"/>
          <w:rtl/>
        </w:rPr>
        <w:t>عل</w:t>
      </w:r>
      <w:r w:rsidRPr="00E853CB">
        <w:rPr>
          <w:rFonts w:hint="cs"/>
          <w:rtl/>
        </w:rPr>
        <w:t>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سبطه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المظلوم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سیّد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الشهد</w:t>
      </w:r>
      <w:r w:rsidR="00F62D24">
        <w:rPr>
          <w:rFonts w:hint="cs"/>
          <w:rtl/>
        </w:rPr>
        <w:t xml:space="preserve"> أ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من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الان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الی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یوم</w:t>
      </w:r>
      <w:r w:rsidRPr="00E853CB">
        <w:rPr>
          <w:rtl/>
        </w:rPr>
        <w:t xml:space="preserve"> </w:t>
      </w:r>
      <w:r w:rsidRPr="00E853CB">
        <w:rPr>
          <w:rFonts w:hint="cs"/>
          <w:rtl/>
        </w:rPr>
        <w:t>اللق</w:t>
      </w:r>
      <w:r w:rsidR="00F62D24">
        <w:rPr>
          <w:rFonts w:hint="cs"/>
          <w:rtl/>
        </w:rPr>
        <w:t xml:space="preserve"> أ</w:t>
      </w:r>
      <w:r w:rsidRPr="00431DD4">
        <w:t>.</w:t>
      </w:r>
    </w:p>
    <w:p w:rsidR="00431DD4" w:rsidRPr="00431DD4" w:rsidRDefault="00431DD4" w:rsidP="006811FA">
      <w:pPr>
        <w:pStyle w:val="libNormal"/>
      </w:pPr>
      <w:proofErr w:type="gramStart"/>
      <w:r w:rsidRPr="00431DD4">
        <w:rPr>
          <w:rFonts w:hint="eastAsia"/>
        </w:rPr>
        <w:t>“</w:t>
      </w:r>
      <w:r w:rsidRPr="00431DD4">
        <w:rPr>
          <w:rFonts w:hint="cs"/>
          <w:cs/>
          <w:lang w:bidi="bn-IN"/>
        </w:rPr>
        <w:t>কারবালা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হযরত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</w:t>
      </w:r>
      <w:proofErr w:type="gramEnd"/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শাহাদত</w:t>
      </w:r>
      <w:r w:rsidRPr="00431DD4">
        <w:rPr>
          <w:rFonts w:hint="eastAsia"/>
        </w:rPr>
        <w:t>”</w:t>
      </w:r>
      <w:r w:rsidRPr="00431DD4">
        <w:t xml:space="preserve"> </w:t>
      </w:r>
      <w:r w:rsidRPr="00431DD4">
        <w:rPr>
          <w:rFonts w:hint="cs"/>
          <w:cs/>
          <w:lang w:bidi="bn-IN"/>
        </w:rPr>
        <w:t>সাইয়্যেদুশ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শুহাদা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হযরত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ইবনে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আলী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.)-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জীবন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চরিত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সম্পর্কে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রচিত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বিখ্যাত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গ্রন্থ</w:t>
      </w:r>
      <w:r w:rsidRPr="00431DD4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431DD4">
        <w:rPr>
          <w:rFonts w:hint="cs"/>
          <w:cs/>
          <w:lang w:bidi="bn-IN"/>
        </w:rPr>
        <w:t>লোহুফ</w:t>
      </w:r>
      <w:r w:rsidRPr="00431DD4">
        <w:rPr>
          <w:rFonts w:hint="eastAsia"/>
        </w:rPr>
        <w:t>’</w:t>
      </w:r>
      <w:r w:rsidRPr="00431DD4">
        <w:t>-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বাংলা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অনুবাদ।</w:t>
      </w:r>
      <w:r w:rsidRPr="00431DD4">
        <w:rPr>
          <w:cs/>
          <w:lang w:bidi="bn-IN"/>
        </w:rPr>
        <w:t xml:space="preserve"> </w:t>
      </w:r>
      <w:r w:rsidR="0049647C">
        <w:rPr>
          <w:rFonts w:hint="cs"/>
          <w:cs/>
          <w:lang w:bidi="bn-IN"/>
        </w:rPr>
        <w:t>সাই</w:t>
      </w:r>
      <w:r w:rsidR="0049647C">
        <w:rPr>
          <w:lang w:bidi="bn-IN"/>
        </w:rPr>
        <w:t>য়ে</w:t>
      </w:r>
      <w:r w:rsidRPr="00431DD4">
        <w:rPr>
          <w:rFonts w:hint="cs"/>
          <w:cs/>
          <w:lang w:bidi="bn-IN"/>
        </w:rPr>
        <w:t>দ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ইবনে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তাউস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নামক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একজন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প্রসিদ্ধ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মনিষী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গ্রন্থটি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আরবীতে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রচনা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করেন।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বলা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t xml:space="preserve">, </w:t>
      </w:r>
      <w:r w:rsidRPr="00431DD4">
        <w:rPr>
          <w:rFonts w:hint="cs"/>
          <w:cs/>
          <w:lang w:bidi="bn-IN"/>
        </w:rPr>
        <w:t>এটি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হচ্ছে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সম্পর্কিত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পূর্ণাঙ্গ</w:t>
      </w:r>
      <w:r w:rsidRPr="00431DD4">
        <w:t xml:space="preserve">, </w:t>
      </w:r>
      <w:r w:rsidRPr="00431DD4">
        <w:rPr>
          <w:rFonts w:hint="cs"/>
          <w:cs/>
          <w:lang w:bidi="bn-IN"/>
        </w:rPr>
        <w:t>নির্ভরযোগ্য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সাথে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সংক্ষিপ্ত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গ্রন্থ।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কলেবরে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ছোট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হলেও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সব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গুরুত্বপূর্ণ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বিষয়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সন্নিবেশিত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হয়েছে।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অনুবাদ</w:t>
      </w:r>
      <w:r w:rsidRPr="00431DD4">
        <w:rPr>
          <w:cs/>
          <w:lang w:bidi="bn-IN"/>
        </w:rPr>
        <w:t xml:space="preserve"> </w:t>
      </w:r>
      <w:r w:rsidR="006811FA">
        <w:rPr>
          <w:lang w:bidi="bn-IN"/>
        </w:rPr>
        <w:t>গোষ্ঠি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কর্তৃক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বইটি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ফার্সি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থেকে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বাংলায়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অনুবাদ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হয়েছে।</w:t>
      </w:r>
      <w:r w:rsidRPr="00431DD4">
        <w:rPr>
          <w:cs/>
          <w:lang w:bidi="bn-IN"/>
        </w:rPr>
        <w:t xml:space="preserve"> 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বইটি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তিনটি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ভাগে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বিন্যস্তঃ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প্রথম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অধ্যায়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জন্ম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থেকে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১০ই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মহররম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পর্যন্ত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হোসাইনের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</w:t>
      </w:r>
      <w:r w:rsidR="00384175">
        <w:rPr>
          <w:lang w:bidi="bn-IN"/>
        </w:rPr>
        <w:t xml:space="preserve"> </w:t>
      </w:r>
      <w:r w:rsidRPr="00431DD4">
        <w:rPr>
          <w:rFonts w:hint="cs"/>
          <w:cs/>
          <w:lang w:bidi="bn-IN"/>
        </w:rPr>
        <w:t>জীবন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চরিত।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দ্বিতীয়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অধ্যায়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আশুরার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কারবালার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ঘটনা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শহীদগণের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নিহত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হওয়ার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বিস্তারিত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বিবরণ।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তৃতীয়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অধ্যায়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হযরত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শাহাদাতের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আহলে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বাইতের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মদীনায়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ফিরে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আসা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পর্যন্ত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সময়কালের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খুটিনাটি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ঘটনাবলীর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বিবরণ।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ঐতিহাসিক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শাহাদতের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সঠিক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তথ্যাবলী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জানার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জন্য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নির্ভরযোগ্য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অত্যন্ত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অভাব।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বিশ্বের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সর্বকালের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শোষিত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বঞ্চিত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মানুষের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প্রকৃত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মুক্তি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স্বাধীনতা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লাভের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লক্ষে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শহীদদের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সর্দার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.)-</w:t>
      </w:r>
      <w:r w:rsidRPr="00431DD4">
        <w:rPr>
          <w:rFonts w:hint="cs"/>
          <w:cs/>
          <w:lang w:bidi="bn-IN"/>
        </w:rPr>
        <w:t>আত্মত্যাগের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মহান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উজ্জ্বল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দৃষ্টান্ত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রেখে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গেছেন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ক্ষমতাসীন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স্বার্থান্বেষী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মহলের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অব্যাহত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শত্রুতার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কারণে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দুনিয়ার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বিভিন্ন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ভাষাভাষী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মানুষের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কাছে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সঠিকভাবে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আসতে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পারেনি।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মুসলমানদের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মধ্যে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কেউ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কেউ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t xml:space="preserve">,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একদল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কুফাবাসী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অনুসারীদের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মিথ্যা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আশ্বাসের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উপর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নির্ভর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কারবালায়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গিয়ে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মর্মান্তিক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পরিণতির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শিকার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হন।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প্রকৃত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ঘটনা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জানার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কারণেই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সর্ব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যুগের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শহীদদের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নেতা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সম্পর্কে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ধরণের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ভুল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বুঝাবুঝির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অবকাশ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রয়ে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গেছে।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অপপ্রচারে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বিভ্রান্ত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lastRenderedPageBreak/>
        <w:t>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একটু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চিন্তা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করলেই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দেখা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যাবে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t xml:space="preserve">, </w:t>
      </w:r>
      <w:r w:rsidRPr="00431DD4">
        <w:rPr>
          <w:rFonts w:hint="cs"/>
          <w:cs/>
          <w:lang w:bidi="bn-IN"/>
        </w:rPr>
        <w:t>এজিদকে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ক্ষমতাচ্যুত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ক্ষমতা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লাভের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উদ্দেশ্যেও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যদি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তিনি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ইরাকের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উদ্দেশ্যে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যাত্রা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করতেন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তাহলে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একদল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সশস্ত্র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অনুসারী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যোগাড়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সঙ্গে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নিতেন</w:t>
      </w:r>
      <w:r w:rsidRPr="00431DD4">
        <w:t xml:space="preserve">, </w:t>
      </w:r>
      <w:r w:rsidRPr="00431DD4">
        <w:rPr>
          <w:rFonts w:hint="cs"/>
          <w:cs/>
          <w:lang w:bidi="bn-IN"/>
        </w:rPr>
        <w:t>যা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তিনি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যাত্রার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সিদ্ধান্তের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কথা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জেনে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আনেক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শুভানুধ্যায়ী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ভয়াবহ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পরিণতির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কথা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জানিয়ে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দিয়েছেন।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কিন্তু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সিদ্ধান্তে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এতই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অটল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ছিলেন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t xml:space="preserve">, </w:t>
      </w:r>
      <w:r w:rsidRPr="00431DD4">
        <w:rPr>
          <w:rFonts w:hint="cs"/>
          <w:cs/>
          <w:lang w:bidi="bn-IN"/>
        </w:rPr>
        <w:t>তিনি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কারো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কথায়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দেয়ার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প্রয়োজন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মনে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hi-IN"/>
        </w:rPr>
        <w:t>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আমাদের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প্রিয়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নবী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সা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প্রিয়তম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দৌহিত্র</w:t>
      </w:r>
      <w:r w:rsidRPr="00431DD4">
        <w:t xml:space="preserve">, </w:t>
      </w:r>
      <w:r w:rsidRPr="00431DD4">
        <w:rPr>
          <w:rFonts w:hint="cs"/>
          <w:cs/>
          <w:lang w:bidi="bn-IN"/>
        </w:rPr>
        <w:t>জ্ঞানের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দরজা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হযরত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আলী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.)-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সন্তান</w:t>
      </w:r>
      <w:r w:rsidRPr="00431DD4">
        <w:t xml:space="preserve">, </w:t>
      </w:r>
      <w:r w:rsidRPr="00431DD4">
        <w:rPr>
          <w:rFonts w:hint="cs"/>
          <w:cs/>
          <w:lang w:bidi="bn-IN"/>
        </w:rPr>
        <w:t>বেহেশতের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যুবকদের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সর্দার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তিনি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ধরনের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একটা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গুরুত্বপূর্ণ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সিদ্ধান্ত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গিয়ে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কারো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দ্বারা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প্রভাবিত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পারেন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এটা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চিন্তাও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না।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তদুপরি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হুজুর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সা</w:t>
      </w:r>
      <w:r w:rsidRPr="00431DD4">
        <w:rPr>
          <w:cs/>
          <w:lang w:bidi="bn-IN"/>
        </w:rPr>
        <w:t xml:space="preserve">.) </w:t>
      </w:r>
      <w:r w:rsidRPr="00431DD4">
        <w:rPr>
          <w:rFonts w:hint="cs"/>
          <w:cs/>
          <w:lang w:bidi="bn-IN"/>
        </w:rPr>
        <w:t>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সম্পর্কে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ভবিষ্যদ্বানী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গেছেন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t xml:space="preserve">, </w:t>
      </w:r>
      <w:r w:rsidRPr="00431DD4">
        <w:rPr>
          <w:rFonts w:hint="cs"/>
          <w:cs/>
          <w:lang w:bidi="bn-IN"/>
        </w:rPr>
        <w:t>কারবালার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মাটিতে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তিনি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শহীদ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হবেন।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মহান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আল্লাহ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প্রিয়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বান্দাহকে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কারবালার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পবিত্র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প্রান্তরে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এমন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শোকাবহ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হৃদয়বিদারক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ঘটনার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অবতারণা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করাবেন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সর্বকালের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স্বাধীনতাকামী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মজলুমের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মানুষের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জন্য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একমাত্র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আদর্শ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প্রেরণার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চিরস্থায়ী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উৎসে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পরিণত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থাকবে।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মহান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আত্মত্যাগ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শ্রেষ্ঠ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কোরবানীর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মাধ্যমে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মহা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মূল্যবান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শিক্ষা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তিনি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গেছেন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হচ্ছে</w:t>
      </w:r>
      <w:r w:rsidRPr="00431DD4">
        <w:t xml:space="preserve">, </w:t>
      </w:r>
      <w:r w:rsidRPr="00431DD4">
        <w:rPr>
          <w:rFonts w:hint="cs"/>
          <w:cs/>
          <w:lang w:bidi="bn-IN"/>
        </w:rPr>
        <w:t>জালিম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শাসকরা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যত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শক্তিশালীই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কেন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সত্যপন্থীদের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দায়িত্ব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হচ্ছে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ঈমানের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উপর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নির্ভর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প্রতিপক্ষের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অত্যাধুনিক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অস্ত্রের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মোকাবিলায়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শেষ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রক্তবিন্দু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ঢেলে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সত্যের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সাক্ষ্যদান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করা।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একমাত্র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ধরনের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চরম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আত্মত্যাগের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মাধ্যমেই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মেকী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মানবতার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কল্যাণকামী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মেকী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ঈমানের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দাবীদারদের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মুখোশ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উন্মোচিত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জনগণের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ঘৃণা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ক্ষোভের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সঞ্চার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হয়ে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অনিবার্য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ধ্বংস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পতনকে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ত্বরান্বিত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করবে।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বিশ্বব্যাপী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মিথ্যা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জুলুম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অত্যাচারের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বিরুদ্ধে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সত্যপন্থীদের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সংগ্রামে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.)-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শাহাদত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মূল্যবান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</w:t>
      </w:r>
      <w:r w:rsidR="00E853CB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উজ্জ্বল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আলোকবর্তিকা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হিসেবে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সঠিক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নির্দেশনা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থাকবে।</w:t>
      </w:r>
    </w:p>
    <w:p w:rsidR="00431DD4" w:rsidRPr="00431DD4" w:rsidRDefault="00431DD4" w:rsidP="00643C1E">
      <w:pPr>
        <w:pStyle w:val="libNormal"/>
      </w:pPr>
      <w:r w:rsidRPr="00431DD4">
        <w:rPr>
          <w:rFonts w:hint="cs"/>
          <w:cs/>
          <w:lang w:bidi="bn-IN"/>
        </w:rPr>
        <w:t>অত্যন্ত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সংক্ষিপ্ত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আকারে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হলেও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বইটিতে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ইমাম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হোসাইন</w:t>
      </w:r>
      <w:r w:rsidRPr="00431DD4">
        <w:rPr>
          <w:cs/>
          <w:lang w:bidi="bn-IN"/>
        </w:rPr>
        <w:t xml:space="preserve"> (</w:t>
      </w:r>
      <w:r w:rsidRPr="00431DD4">
        <w:rPr>
          <w:rFonts w:hint="cs"/>
          <w:cs/>
          <w:lang w:bidi="bn-IN"/>
        </w:rPr>
        <w:t>আ</w:t>
      </w:r>
      <w:r w:rsidRPr="00431DD4">
        <w:rPr>
          <w:cs/>
          <w:lang w:bidi="bn-IN"/>
        </w:rPr>
        <w:t>.)-</w:t>
      </w:r>
      <w:r w:rsidRPr="00431DD4">
        <w:rPr>
          <w:rFonts w:hint="cs"/>
          <w:cs/>
          <w:lang w:bidi="bn-IN"/>
        </w:rPr>
        <w:t>এর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জীবনের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বিভিন্ন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দিক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ঘটনাবলী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নির্ভুল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ও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বিশ্বস্ততার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সাথে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উপস্থাপন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হয়েছে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hi-IN"/>
        </w:rPr>
        <w:t>।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আশা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প্রত্যেক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সচেতন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বাংলা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lastRenderedPageBreak/>
        <w:t>ভাষাভাষী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ভাই</w:t>
      </w:r>
      <w:r w:rsidRPr="00431DD4">
        <w:rPr>
          <w:cs/>
          <w:lang w:bidi="bn-IN"/>
        </w:rPr>
        <w:t>-</w:t>
      </w:r>
      <w:r w:rsidRPr="00431DD4">
        <w:rPr>
          <w:rFonts w:hint="cs"/>
          <w:cs/>
          <w:lang w:bidi="bn-IN"/>
        </w:rPr>
        <w:t>বোন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মহা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মূল্যবান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গ্রন্থটি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পাঠ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করে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তাদের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জীবনের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জন্য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এক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নতুন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প্রেরণার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সন্ধান</w:t>
      </w:r>
      <w:r w:rsidRPr="00431DD4">
        <w:rPr>
          <w:cs/>
          <w:lang w:bidi="bn-IN"/>
        </w:rPr>
        <w:t xml:space="preserve"> </w:t>
      </w:r>
      <w:r w:rsidRPr="00431DD4">
        <w:rPr>
          <w:rFonts w:hint="cs"/>
          <w:cs/>
          <w:lang w:bidi="bn-IN"/>
        </w:rPr>
        <w:t>পাবেন।</w:t>
      </w:r>
    </w:p>
    <w:p w:rsidR="00431DD4" w:rsidRPr="00431DD4" w:rsidRDefault="00431DD4" w:rsidP="00FA3794">
      <w:pPr>
        <w:pStyle w:val="libRight"/>
      </w:pPr>
      <w:r w:rsidRPr="00431DD4">
        <w:rPr>
          <w:rFonts w:hint="cs"/>
          <w:cs/>
          <w:lang w:bidi="bn-IN"/>
        </w:rPr>
        <w:t>বিনীত</w:t>
      </w:r>
    </w:p>
    <w:p w:rsidR="000C0B2A" w:rsidRDefault="00431DD4" w:rsidP="00FA3794">
      <w:pPr>
        <w:pStyle w:val="libRight"/>
        <w:rPr>
          <w:lang w:bidi="bn-IN"/>
        </w:rPr>
      </w:pPr>
      <w:r w:rsidRPr="00431DD4">
        <w:rPr>
          <w:rFonts w:hint="cs"/>
          <w:cs/>
          <w:lang w:bidi="bn-IN"/>
        </w:rPr>
        <w:t>প্রকাশক</w:t>
      </w:r>
    </w:p>
    <w:p w:rsidR="00076573" w:rsidRDefault="00076573" w:rsidP="00643C1E">
      <w:pPr>
        <w:pStyle w:val="libNormal"/>
      </w:pPr>
      <w:r>
        <w:br w:type="page"/>
      </w:r>
    </w:p>
    <w:p w:rsidR="00076573" w:rsidRPr="00076573" w:rsidRDefault="00076573" w:rsidP="00FA3794">
      <w:pPr>
        <w:pStyle w:val="Heading1Center"/>
      </w:pPr>
      <w:bookmarkStart w:id="0" w:name="_Toc501196938"/>
      <w:bookmarkStart w:id="1" w:name="_Toc501222448"/>
      <w:r w:rsidRPr="00076573">
        <w:rPr>
          <w:rFonts w:hint="cs"/>
          <w:cs/>
          <w:lang w:bidi="bn-IN"/>
        </w:rPr>
        <w:lastRenderedPageBreak/>
        <w:t>প্রথম</w:t>
      </w:r>
      <w:r w:rsidRPr="00076573">
        <w:rPr>
          <w:rtl/>
          <w:cs/>
        </w:rPr>
        <w:t xml:space="preserve"> </w:t>
      </w:r>
      <w:r w:rsidRPr="00076573">
        <w:rPr>
          <w:rFonts w:hint="cs"/>
          <w:cs/>
          <w:lang w:bidi="bn-IN"/>
        </w:rPr>
        <w:t>অধ্যায়</w:t>
      </w:r>
      <w:bookmarkEnd w:id="0"/>
      <w:bookmarkEnd w:id="1"/>
    </w:p>
    <w:p w:rsidR="00076573" w:rsidRPr="00076573" w:rsidRDefault="00076573" w:rsidP="00FA3794">
      <w:pPr>
        <w:pStyle w:val="Heading2Center"/>
      </w:pPr>
      <w:bookmarkStart w:id="2" w:name="_Toc501196939"/>
      <w:bookmarkStart w:id="3" w:name="_Toc501222449"/>
      <w:r w:rsidRPr="00076573">
        <w:rPr>
          <w:rFonts w:hint="cs"/>
          <w:cs/>
          <w:lang w:bidi="bn-IN"/>
        </w:rPr>
        <w:t>পূর্বাভাষ</w:t>
      </w:r>
      <w:bookmarkEnd w:id="2"/>
      <w:bookmarkEnd w:id="3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সাইয়্যেদুশ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শুহাদা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চতুর্থ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হিজরী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৫ম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রেওয়ায়েত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কারো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কারো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হিজরীর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রবিউল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আওয়াল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শেষ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তারিখের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ভিন্নতর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রেওয়ায়েতও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রয়েছে।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জন্মগ্রহণের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হাজার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ফেরেশতা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জিব্রাইল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মোবারকবাদ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জানানোর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সাল্লাল্লাহু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আলাইহি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আলিহি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ওয়াসাল্লামের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উপস্থিত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ফাতেমা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>.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নবজাতক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আসেন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করিম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অত্যন্ত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খুশী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রাখেন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rFonts w:hint="eastAsia"/>
        </w:rPr>
        <w:t>’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</w:p>
    <w:p w:rsidR="00076573" w:rsidRPr="00076573" w:rsidRDefault="00076573" w:rsidP="00FA3794">
      <w:pPr>
        <w:pStyle w:val="Heading2Center"/>
      </w:pPr>
      <w:bookmarkStart w:id="4" w:name="_Toc501196940"/>
      <w:bookmarkStart w:id="5" w:name="_Toc501222450"/>
      <w:r w:rsidRPr="00076573">
        <w:rPr>
          <w:rFonts w:hint="cs"/>
          <w:cs/>
          <w:lang w:bidi="bn-IN"/>
        </w:rPr>
        <w:t>উম্মুল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ফজলের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স্বপ্ন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ব্যাখ্যা</w:t>
      </w:r>
      <w:bookmarkEnd w:id="4"/>
      <w:bookmarkEnd w:id="5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আব্বাস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076573">
        <w:rPr>
          <w:rFonts w:hint="cs"/>
          <w:cs/>
          <w:lang w:bidi="bn-IN"/>
        </w:rPr>
        <w:t>তাবাকাত</w:t>
      </w:r>
      <w:r w:rsidRPr="00076573">
        <w:rPr>
          <w:rFonts w:hint="eastAsia"/>
        </w:rPr>
        <w:t>’</w:t>
      </w:r>
      <w:r w:rsidRPr="00076573">
        <w:t xml:space="preserve"> </w:t>
      </w:r>
      <w:r w:rsidRPr="00076573">
        <w:rPr>
          <w:rFonts w:hint="cs"/>
          <w:cs/>
          <w:lang w:bidi="bn-IN"/>
        </w:rPr>
        <w:t>কিতাবে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হাবীব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সাহমী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সূত্রে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সানআ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আব্বাস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মোত্তালিবের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স্ত্রী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ফজল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পূর্বে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স্বপ্নে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পয়গাম্বর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শরীর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টুকরা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গোশত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পৃথক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স্বপ্নের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ব্যাখ্যা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সারাসরি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স্বপ্ন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অচিরেই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কন্যা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পুত্র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করানোর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কিছুদিন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ফাতেমার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>.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পুত্র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দুগ্ধপানের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শিশু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নবজাতককে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হাটুর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বসালেন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চুমু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লাগলেন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ফোটা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পেশাব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জামায়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জোরে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কেদে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রাগান্বিত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  <w:r w:rsidRPr="00643C1E">
        <w:rPr>
          <w:rStyle w:val="libEnChar"/>
        </w:rPr>
        <w:t>“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ফজল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জামা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ধোয়া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t xml:space="preserve">; </w:t>
      </w:r>
      <w:r w:rsidRPr="00076573">
        <w:rPr>
          <w:rFonts w:hint="cs"/>
          <w:cs/>
          <w:lang w:bidi="bn-IN"/>
        </w:rPr>
        <w:t>কিন্তু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সন্তানকেই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কষ্ট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rFonts w:hint="eastAsia"/>
        </w:rPr>
        <w:t>”</w:t>
      </w:r>
      <w:r w:rsidRPr="00076573"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ওখানে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ফিরে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দেখি</w:t>
      </w:r>
      <w:r w:rsidRPr="00076573">
        <w:t xml:space="preserve">,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কাদছেন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করলাম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রাসূলাল্লাহ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কাদছেন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একটু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ফেরেশতা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জিব্রাইল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পথভ্রষ্ট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মুহাদ্দেসগণ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বয়স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বছর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১২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ফেরেশতা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মোস্তফা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অবতীর্ণ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আকৃতি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ভিন্ন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ধরনের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রক্তিম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পাখাগুলো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উন্মুক্ত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কাবিলের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পক্ষ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হাবিলের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ঠিক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আপতিত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হাবিলকে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সওয়াব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সওয়াব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হত্যাকরীদের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শাস্তি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আযাব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কাবিলের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শাস্তির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আসমানসমূহে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নৈকট্যপ্রাপ্ত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ফেরেশতা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উপস্থিত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নিহত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সমবেদনা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জ্ঞাপন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সঙ্গে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বিনিময়ে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সওয়াব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নির্ধারণ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একইভাবে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কবরের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FA3794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>.)</w:t>
      </w:r>
      <w:r w:rsidRPr="00076573">
        <w:rPr>
          <w:rFonts w:hint="cs"/>
          <w:cs/>
          <w:lang w:bidi="bn-IN"/>
        </w:rPr>
        <w:t>বলেন</w:t>
      </w:r>
      <w:r w:rsidRPr="00076573">
        <w:rPr>
          <w:cs/>
          <w:lang w:bidi="bn-IN"/>
        </w:rPr>
        <w:t xml:space="preserve">- </w:t>
      </w:r>
      <w:r w:rsidRPr="00643C1E">
        <w:rPr>
          <w:rStyle w:val="libEnChar"/>
        </w:rPr>
        <w:t>“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লাঞ্ছিত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হত্যাকারীকে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পূরণ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দিওনা।</w:t>
      </w:r>
      <w:r w:rsidRPr="00076573">
        <w:rPr>
          <w:rFonts w:hint="eastAsia"/>
        </w:rPr>
        <w:t>”</w:t>
      </w:r>
    </w:p>
    <w:p w:rsidR="00076573" w:rsidRPr="007C26B4" w:rsidRDefault="00FA3794" w:rsidP="007C26B4">
      <w:r>
        <w:br w:type="page"/>
      </w:r>
    </w:p>
    <w:p w:rsidR="00076573" w:rsidRPr="00076573" w:rsidRDefault="00076573" w:rsidP="00FA3794">
      <w:pPr>
        <w:pStyle w:val="Heading2Center"/>
      </w:pPr>
      <w:bookmarkStart w:id="6" w:name="_Toc501196941"/>
      <w:bookmarkStart w:id="7" w:name="_Toc501222451"/>
      <w:r w:rsidRPr="00076573">
        <w:rPr>
          <w:rFonts w:hint="cs"/>
          <w:cs/>
          <w:lang w:bidi="bn-IN"/>
        </w:rPr>
        <w:lastRenderedPageBreak/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জিব্রাইল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প্রদান</w:t>
      </w:r>
      <w:bookmarkEnd w:id="6"/>
      <w:bookmarkEnd w:id="7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বয়স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যখন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বছর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সফরে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গমণ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সফর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পথিমধ্যে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উঠলেন</w:t>
      </w:r>
      <w:r w:rsidRPr="00076573">
        <w:rPr>
          <w:cs/>
          <w:lang w:bidi="bn-IN"/>
        </w:rPr>
        <w:t xml:space="preserve">- </w:t>
      </w:r>
    </w:p>
    <w:p w:rsidR="00076573" w:rsidRPr="00076573" w:rsidRDefault="00076573" w:rsidP="00643C1E">
      <w:pPr>
        <w:pStyle w:val="libNormal"/>
      </w:pPr>
      <w:r w:rsidRPr="00643C1E">
        <w:rPr>
          <w:rStyle w:val="libArChar"/>
          <w:rFonts w:hint="eastAsia"/>
          <w:rtl/>
        </w:rPr>
        <w:t>انّا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لله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انّ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راجعون</w:t>
      </w:r>
      <w:r w:rsidRPr="00076573">
        <w:t xml:space="preserve"> (</w:t>
      </w:r>
      <w:r w:rsidRPr="00076573">
        <w:rPr>
          <w:rFonts w:hint="cs"/>
          <w:cs/>
          <w:lang w:bidi="bn-IN"/>
        </w:rPr>
        <w:t>ইন্নানিল্লাহে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ইন্না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ইলাইহে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রাজিউন</w:t>
      </w:r>
      <w:r w:rsidRPr="00076573">
        <w:rPr>
          <w:cs/>
          <w:lang w:bidi="bn-IN"/>
        </w:rPr>
        <w:t xml:space="preserve">)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বাক্য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উচ্চারণের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অশ্রু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শুরু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কান্নার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জিব্রাইল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ভূমির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খবর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</w:t>
      </w:r>
      <w:r w:rsidRPr="00076573">
        <w:t xml:space="preserve">,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ভূমি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ফোরাত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নদীর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মিশেছে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কারবালা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জমিতেই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জিজ্ঞাসা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রাসূলাল্লাহ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</w:t>
      </w:r>
      <w:r w:rsidRPr="00076573">
        <w:t xml:space="preserve">? </w:t>
      </w:r>
      <w:r w:rsidRPr="00076573">
        <w:rPr>
          <w:rFonts w:hint="cs"/>
          <w:cs/>
          <w:lang w:bidi="bn-IN"/>
        </w:rPr>
        <w:t>এরশাদ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হচ্ছে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নিহত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দাফন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স্থান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চোখে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পাচ্ছি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সফর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চিন্তিত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ফিরে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মসজিদে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নববীর</w:t>
      </w:r>
      <w:r w:rsidRPr="00076573">
        <w:rPr>
          <w:cs/>
          <w:lang w:bidi="bn-IN"/>
        </w:rPr>
        <w:t xml:space="preserve">) </w:t>
      </w:r>
      <w:r w:rsidRPr="00076573">
        <w:rPr>
          <w:rFonts w:hint="cs"/>
          <w:cs/>
          <w:lang w:bidi="bn-IN"/>
        </w:rPr>
        <w:t>মিম্বরে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খোৎবা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লোকদের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পাশে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অবস্থানরত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হাসানের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মাথায়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ডান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হোসাইনের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মাথায়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আসমানের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বান্দা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জন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বংশের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পবিত্র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উত্তরাধিকারী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হিসেবে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যাচ্ছি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জিব্রাইল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জানিয়েছে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লাঞ্ছিত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সূধা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শহীদদের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বানাও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লাঞ্ছনাকারীদের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অশুভ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পৌছার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মজলিশে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কান্নার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পয়গম্বর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কান্নাকাটি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মজলিস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মসজিদে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ফিরে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পরিবর্তিত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চিন্তাগ্রস্থ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এবারও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কান্না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জড়িত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কন্ঠে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সংক্ষিপ্ত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খুতবা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>-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মানবমণ্ডলী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জিনিস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আমানত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হিসেবে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যাচ্ছি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একটি</w:t>
      </w:r>
      <w:r w:rsidRPr="00076573">
        <w:rPr>
          <w:cs/>
          <w:lang w:bidi="bn-IN"/>
        </w:rPr>
        <w:t xml:space="preserve">: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কুরআন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দ্বিতীয়টি</w:t>
      </w:r>
      <w:r w:rsidRPr="00076573">
        <w:rPr>
          <w:cs/>
          <w:lang w:bidi="bn-IN"/>
        </w:rPr>
        <w:t xml:space="preserve">: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হাউজে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কাউছারের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আগ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উভয়ে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বিচ্ছিন্ন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রাখবে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শেষ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বিচারের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আমানতের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অপেক্ষায়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কিছুই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হ্যাঁ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rFonts w:hint="eastAsia"/>
        </w:rPr>
        <w:t>’</w:t>
      </w:r>
      <w:r w:rsidRPr="00076573">
        <w:rPr>
          <w:rFonts w:hint="cs"/>
          <w:cs/>
          <w:lang w:bidi="bn-IN"/>
        </w:rPr>
        <w:t>আলা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যতটুকু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ততটুকুই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মহব্বত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ভালভাবে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লক্ষ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শত্রুতা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কেউ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কিয়ামতের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সাক্ষাত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কিয়ামতের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পশ্চাতে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সম্মুখে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হাজির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>-</w:t>
      </w:r>
    </w:p>
    <w:p w:rsidR="00076573" w:rsidRPr="00076573" w:rsidRDefault="00076573" w:rsidP="00643C1E">
      <w:pPr>
        <w:pStyle w:val="libNormal"/>
      </w:pPr>
      <w:r w:rsidRPr="00FA3794">
        <w:rPr>
          <w:rStyle w:val="libBold1Char"/>
          <w:rFonts w:hint="cs"/>
          <w:cs/>
          <w:lang w:bidi="bn-IN"/>
        </w:rPr>
        <w:t>প্রথম</w:t>
      </w:r>
      <w:r w:rsidRPr="00FA3794">
        <w:rPr>
          <w:rStyle w:val="libBold1Char"/>
          <w:rtl/>
          <w:cs/>
        </w:rPr>
        <w:t xml:space="preserve"> </w:t>
      </w:r>
      <w:r w:rsidRPr="00FA3794">
        <w:rPr>
          <w:rStyle w:val="libBold1Char"/>
          <w:rFonts w:hint="cs"/>
          <w:cs/>
          <w:lang w:bidi="bn-IN"/>
        </w:rPr>
        <w:t>পতাকাঃ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প্রথম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হচ্ছে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কালো</w:t>
      </w:r>
      <w:r w:rsidRPr="00076573">
        <w:t xml:space="preserve">, </w:t>
      </w:r>
      <w:r w:rsidRPr="00076573">
        <w:rPr>
          <w:rFonts w:hint="cs"/>
          <w:cs/>
          <w:lang w:bidi="bn-IN"/>
        </w:rPr>
        <w:t>ফেরেশতারা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বিচলিত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অধীনস্থ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লোকেরা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দাড়াবে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জিজ্ঞাসা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তাওহীদপন্থী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লোক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আহমাদ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আরব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আজমের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পয়গাম্বর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বলবে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জিজ্ঞাসা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অবর্তমানে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কুরআনের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কিরূপ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আচরণ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বলবে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কুরআনের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অবহেলা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অনুযায়ী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ত্যাগ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বাইতকে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</w:t>
      </w:r>
      <w:r w:rsidRPr="00076573">
        <w:rPr>
          <w:rFonts w:hint="cs"/>
          <w:cs/>
          <w:lang w:bidi="bn-IN"/>
        </w:rPr>
        <w:t>ধ্বংস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পৃথিবী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নিশ্চিহ্ন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চেয়েছি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ফিরিয়ে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পিপাসার্ত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অন্ধকার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দূরে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FA3794">
        <w:rPr>
          <w:rStyle w:val="libBold1Char"/>
          <w:rFonts w:hint="cs"/>
          <w:cs/>
          <w:lang w:bidi="bn-IN"/>
        </w:rPr>
        <w:t>দ্বিতীয়</w:t>
      </w:r>
      <w:r w:rsidRPr="00FA3794">
        <w:rPr>
          <w:rStyle w:val="libBold1Char"/>
          <w:rtl/>
          <w:cs/>
        </w:rPr>
        <w:t xml:space="preserve"> </w:t>
      </w:r>
      <w:r w:rsidRPr="00FA3794">
        <w:rPr>
          <w:rStyle w:val="libBold1Char"/>
          <w:rFonts w:hint="cs"/>
          <w:cs/>
          <w:lang w:bidi="bn-IN"/>
        </w:rPr>
        <w:t>পতাকাঃ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দ্বিতীয়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পশ্চাতের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লোকেরা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এগিয়ে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প্রথম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অধিক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জিজ্ঞাসা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আামার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ছোট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আমানতের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ধরনের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আচরণ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কুরআন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বাইতে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সঙ্গে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ধরনের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ব্যবহার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জবাবে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বলবে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কুরআনের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বিরোধিতা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লাঞ্ছিত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বিচ্ছিন্ন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বিক্ষিপ্ত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</w:t>
      </w:r>
      <w:r w:rsidRPr="00076573">
        <w:t xml:space="preserve">, </w:t>
      </w:r>
      <w:r w:rsidRPr="00076573">
        <w:rPr>
          <w:rFonts w:hint="cs"/>
          <w:cs/>
          <w:lang w:bidi="bn-IN"/>
        </w:rPr>
        <w:t>দূর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সম্মুখ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পিপাসার্ত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কন্ঠে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যাবে।</w:t>
      </w:r>
    </w:p>
    <w:p w:rsidR="00076573" w:rsidRPr="00076573" w:rsidRDefault="00076573" w:rsidP="00643C1E">
      <w:pPr>
        <w:pStyle w:val="libNormal"/>
      </w:pPr>
      <w:r w:rsidRPr="00FA3794">
        <w:rPr>
          <w:rStyle w:val="libBold1Char"/>
          <w:rFonts w:hint="cs"/>
          <w:cs/>
          <w:lang w:bidi="bn-IN"/>
        </w:rPr>
        <w:lastRenderedPageBreak/>
        <w:t>তৃতীয়</w:t>
      </w:r>
      <w:r w:rsidRPr="00FA3794">
        <w:rPr>
          <w:rStyle w:val="libBold1Char"/>
          <w:rtl/>
          <w:cs/>
        </w:rPr>
        <w:t xml:space="preserve"> </w:t>
      </w:r>
      <w:r w:rsidRPr="00FA3794">
        <w:rPr>
          <w:rStyle w:val="libBold1Char"/>
          <w:rFonts w:hint="cs"/>
          <w:cs/>
          <w:lang w:bidi="bn-IN"/>
        </w:rPr>
        <w:t>পতাকাঃ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তৃতীয়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পতাকা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আরেক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উপস্থিত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নূর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ঠিকরে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বলবে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কালেমা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তাইয়্যেবায়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বিশ্বাসী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তাকওয়া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পরহেজগারীর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আকরাম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একনিষ্ঠ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ধর্মে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সামান্যতম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নড়বড়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সংশয়ের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সৃষ্টি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রাব্বুল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আলামিনের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কিতাব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কুরআন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মজিদকে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ধারণ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হালালকে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হালাল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হারামকে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হারাম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চলেছি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মুস্তাফা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="005D1DC1">
        <w:rPr>
          <w:rFonts w:hint="cs"/>
          <w:cs/>
          <w:lang w:bidi="bn-IN"/>
        </w:rPr>
        <w:t>বাইত</w:t>
      </w:r>
      <w:r w:rsidR="005D1DC1">
        <w:rPr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ভালবাসতাম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বেলায়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সামান্যতম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অবহেলাও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প্রদর্শন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শত্রুদের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বিরুদ্ধে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লড়াই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বলব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সুসংবাদ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দুনিয়াতেও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হাউজে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কাউসার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সহাস্য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বদনে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আনন্দিত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বেহেশতের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ওখানেই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চিরকাল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FA3794" w:rsidRDefault="00FA3794" w:rsidP="00643C1E">
      <w:pPr>
        <w:pStyle w:val="libNormal"/>
        <w:rPr>
          <w:lang w:bidi="bn-IN"/>
        </w:rPr>
      </w:pPr>
    </w:p>
    <w:p w:rsidR="00076573" w:rsidRPr="00076573" w:rsidRDefault="00076573" w:rsidP="00FA3794">
      <w:pPr>
        <w:pStyle w:val="Heading2Center"/>
      </w:pPr>
      <w:bookmarkStart w:id="8" w:name="_Toc501196942"/>
      <w:bookmarkStart w:id="9" w:name="_Toc501222452"/>
      <w:r w:rsidRPr="00076573">
        <w:rPr>
          <w:rFonts w:hint="cs"/>
          <w:cs/>
          <w:lang w:bidi="bn-IN"/>
        </w:rPr>
        <w:t>মুআবিয়ার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মৃত্যু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bookmarkEnd w:id="8"/>
      <w:bookmarkEnd w:id="9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মুআবিয়া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হিজরী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৬০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রজব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মদীনার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তৎকালীন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গভর্ণর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ওলিদ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ওতবার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নির্দেশ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আনুগত্যের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পক্ষে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মদীনার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বিশেষ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অস্বীকার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গর্দান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ওলিদ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দরবারে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ডেকে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পরামর্শ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শির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কিছুতেই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স্থানে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থাকতাম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ক্ষমতার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অধিকারী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কালবিলম্ব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কামনা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t xml:space="preserve">,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ধরনের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পদক্ষেপ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দুনিয়াতে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এত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বদনামীর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বোঝা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সেটাই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উত্তম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দূতকে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প্রেরণ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হোসাইনকে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ডেকে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পরিবার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বন্ধুদের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সঙ্গী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মুয়াবিয়ার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মৃত্যুর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খবর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অনুরোধ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বললেন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গুরুত্বপূর্ণ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বিষয়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গোপনে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লোকচক্ষুর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অন্তরালে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সম্পন্ন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সকালে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জনসাধারণকে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বাইয়াতের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076573">
        <w:rPr>
          <w:rFonts w:hint="cs"/>
          <w:cs/>
          <w:lang w:bidi="bn-IN"/>
        </w:rPr>
        <w:t>হোসাইনের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কর্ণপাত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অজুহাত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যেওনা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অস্বীকার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প্রাণে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বাচিয়ে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অত্যন্ত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রাগান্বিত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076573"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ধ্বংস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নষ্টা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মেয়ের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ছেলে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দিচ্ছ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মিথ্যা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ফিরিয়ে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076573"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আমির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নবুওতের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আমরাই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রেসালতের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ফেরেশতারা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আনাগোনা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তাআলা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মানুষের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রহমতের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রহমতের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সমাপ্তি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মদখোর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ফাসেক</w:t>
      </w:r>
      <w:r w:rsidRPr="00076573">
        <w:t xml:space="preserve">, </w:t>
      </w:r>
      <w:r w:rsidRPr="00076573">
        <w:rPr>
          <w:rFonts w:hint="cs"/>
          <w:cs/>
          <w:lang w:bidi="bn-IN"/>
        </w:rPr>
        <w:t>খুনী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প্রকাশ্যে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শরীয়ত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লংঘনকারী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ভেবে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চিন্তে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চিন্তা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ভাবনা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খেলাফতের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অধিকতর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যোগ্য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ওয়ালিদকে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লক্ষ্য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উপদেশের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কর্ণপাত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অবাধ্যতা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ধ্বংস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দ্বীন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দুনিয়া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ধ্বংস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পরামর্শ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দিচ্ছ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দুনিয়ার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রাজত্ব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হোসাইনকে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কসম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বিশ্বাস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কেউ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বোঝা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সাক্ষাত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ধরনের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অবশ্যই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পাল্লা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হালকা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ক্ষমা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সুদূর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পরাহত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রহমতের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দৃষ্টিতে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তাকাবেন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গোনাহ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পবিত্র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কঠিন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শাস্তি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অপেক্ষা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ভোরে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ঘর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নতুন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খবরের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অপেক্ষা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করছিলেন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076573"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আবু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হিতাকাংখী</w:t>
      </w:r>
      <w:r w:rsidRPr="00076573">
        <w:t xml:space="preserve">;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শ্রবণ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কল্যাণ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লাভ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t xml:space="preserve">? </w:t>
      </w:r>
      <w:r w:rsidRPr="00076573">
        <w:rPr>
          <w:rFonts w:hint="cs"/>
          <w:cs/>
          <w:lang w:bidi="bn-IN"/>
        </w:rPr>
        <w:t>বল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তুমি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অবশ্যই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মুআবিয়ার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দুনিয়া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আখেরাতের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মঙ্গলজনক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>-</w:t>
      </w:r>
    </w:p>
    <w:p w:rsidR="00076573" w:rsidRPr="00076573" w:rsidRDefault="00076573" w:rsidP="00643C1E">
      <w:pPr>
        <w:pStyle w:val="libNormal"/>
      </w:pPr>
      <w:r w:rsidRPr="00643C1E">
        <w:rPr>
          <w:rStyle w:val="libArChar"/>
          <w:rFonts w:hint="eastAsia"/>
          <w:rtl/>
        </w:rPr>
        <w:t>انّا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لله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انّ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راجعون</w:t>
      </w:r>
      <w:r w:rsidRPr="00076573">
        <w:t xml:space="preserve"> (</w:t>
      </w:r>
      <w:r w:rsidRPr="00076573">
        <w:rPr>
          <w:rFonts w:hint="cs"/>
          <w:cs/>
          <w:lang w:bidi="bn-IN"/>
        </w:rPr>
        <w:t>ইন্নানিল্লাহে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ইন্না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ইলাইহে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রাজিউন</w:t>
      </w:r>
      <w:r w:rsidRPr="00076573">
        <w:rPr>
          <w:cs/>
          <w:lang w:bidi="bn-IN"/>
        </w:rPr>
        <w:t xml:space="preserve">)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দ্বীন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ইসলাম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বিদায়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খেলাফত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রাজত্বের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বন্দী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আবু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সুফিয়ানের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বংশধরদের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খেলাফত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হারাম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ইত্যবসরে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মর্মে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বহু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কাটাকাটি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শেষ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ক্রুদ্ধাবস্থায়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</w:p>
    <w:p w:rsidR="00076573" w:rsidRPr="00076573" w:rsidRDefault="00076573" w:rsidP="00FA3794">
      <w:pPr>
        <w:pStyle w:val="Heading2Center"/>
      </w:pPr>
      <w:bookmarkStart w:id="10" w:name="_Toc501196943"/>
      <w:bookmarkStart w:id="11" w:name="_Toc501222453"/>
      <w:r w:rsidRPr="00076573">
        <w:rPr>
          <w:rFonts w:hint="cs"/>
          <w:cs/>
          <w:lang w:bidi="bn-IN"/>
        </w:rPr>
        <w:t>শাহাদত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সম্বন্ধে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ছিলেন</w:t>
      </w:r>
      <w:bookmarkEnd w:id="10"/>
      <w:bookmarkEnd w:id="11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পর্যায়ে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লেখকের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বক্তব্য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হলো</w:t>
      </w:r>
      <w:r w:rsidRPr="00076573">
        <w:t xml:space="preserve">, </w:t>
      </w:r>
      <w:r w:rsidRPr="00076573">
        <w:rPr>
          <w:rFonts w:hint="cs"/>
          <w:cs/>
          <w:lang w:bidi="bn-IN"/>
        </w:rPr>
        <w:t>গবেষণার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মাধ্যমে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যতদুর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বুঝা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ভবিষ্যত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ঘটনা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প্রবাহ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আবগত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আলোকে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সঠিক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দায়িত্বই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পালন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একদল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নিজস্ব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অনুযায়ী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জাফর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বাবুইয়া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কুমী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রেওয়ায়েত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643C1E">
        <w:rPr>
          <w:rStyle w:val="libArChar"/>
          <w:rFonts w:hint="eastAsia"/>
          <w:rtl/>
        </w:rPr>
        <w:t>غبار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سلطان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الور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لسکان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الشر</w:t>
      </w:r>
      <w:r w:rsidRPr="00643C1E">
        <w:rPr>
          <w:rStyle w:val="libArChar"/>
          <w:rFonts w:hint="cs"/>
          <w:rtl/>
        </w:rPr>
        <w:t>ی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কিতাবে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আমালীতে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রেওয়ায়েতের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মুফাজ্জাল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পৌছেছে।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রেওয়ায়েতে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সাদেক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একদিন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হাসান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বাড়ীতে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দৃষ্টি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ভাইয়ের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চেহারায়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পড়ল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চোখ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অশ্রু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লাগল।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হাসান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কাদছেন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</w:t>
      </w:r>
      <w:r w:rsidRPr="00076573">
        <w:t xml:space="preserve">?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অত্যাচার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চিন্তা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কাদছি।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হাসান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বললেন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হচ্ছে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গোপনভাবে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করানো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মাধ্যমে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বিষক্রিয়ায়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আক্রান্ত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</w:t>
      </w:r>
      <w:r w:rsidR="00E853CB">
        <w:rPr>
          <w:cs/>
          <w:lang w:bidi="bn-IN"/>
        </w:rPr>
        <w:t xml:space="preserve"> </w:t>
      </w:r>
      <w:r w:rsidRPr="00076573">
        <w:rPr>
          <w:cs/>
          <w:lang w:bidi="bn-IN"/>
        </w:rPr>
        <w:t xml:space="preserve">" </w:t>
      </w:r>
      <w:r w:rsidRPr="00643C1E">
        <w:rPr>
          <w:rStyle w:val="libArChar"/>
          <w:rFonts w:hint="eastAsia"/>
          <w:rtl/>
        </w:rPr>
        <w:t>لا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وم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ک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ومک</w:t>
      </w:r>
      <w:r w:rsidR="00E853CB">
        <w:rPr>
          <w:rStyle w:val="libArChar"/>
          <w:rtl/>
        </w:rPr>
        <w:t xml:space="preserve"> 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ابا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عبد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الله</w:t>
      </w:r>
      <w:r w:rsidRPr="00076573">
        <w:rPr>
          <w:cs/>
          <w:lang w:bidi="bn-IN"/>
        </w:rPr>
        <w:t xml:space="preserve">" </w:t>
      </w:r>
      <w:r w:rsidRPr="00076573">
        <w:rPr>
          <w:rFonts w:hint="cs"/>
          <w:cs/>
          <w:lang w:bidi="bn-IN"/>
        </w:rPr>
        <w:t>অর্থাৎ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দিবসের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পৃথিবীতে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যাবেনা।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হাজার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ঘিরে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ফেলবে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হানি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পরিবার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পরিজনকে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বন্দী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লুন্ঠনের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তৈরী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উমাইয়ার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ঘৃণা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অভিস্পাত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বর্ষণ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বৃষ্টি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ঝরাবে।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জঙ্গলে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পশু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পক্ষী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সমুদ্রের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মাছগুলো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কান্নাকাটি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হয়ত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সংকীর্ণমনা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যারা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সৌভাগ্য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কল্যাণের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জিনিষ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ধারণা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তাআলা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পছন্দ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মানুষ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বিপদের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সন্মুখীন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করুক।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শাহাদাতের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নেন</w:t>
      </w:r>
      <w:r w:rsidRPr="00076573">
        <w:t xml:space="preserve">? </w:t>
      </w:r>
      <w:r w:rsidRPr="00076573">
        <w:rPr>
          <w:rFonts w:hint="cs"/>
          <w:cs/>
          <w:lang w:bidi="bn-IN"/>
        </w:rPr>
        <w:t>আসলে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সম্পূর্ণ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ভূল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ধারণা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শাহাদাত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মানুষের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অন্যতম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শ্রেষ্ঠ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সৌভাগ্য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076573">
        <w:rPr>
          <w:rFonts w:hint="cs"/>
          <w:cs/>
          <w:lang w:bidi="bn-IN"/>
        </w:rPr>
        <w:t>মাকতাল</w:t>
      </w:r>
      <w:r w:rsidRPr="00076573">
        <w:rPr>
          <w:rFonts w:hint="eastAsia"/>
        </w:rPr>
        <w:t>”</w:t>
      </w:r>
      <w:r w:rsidRPr="00076573">
        <w:t xml:space="preserve"> </w:t>
      </w:r>
      <w:r w:rsidRPr="00076573">
        <w:rPr>
          <w:rFonts w:hint="cs"/>
          <w:cs/>
          <w:lang w:bidi="bn-IN"/>
        </w:rPr>
        <w:t>নামক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কিতাবের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রচয়িতা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তাফসীরে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সাদেক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আসলাম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বর্ণিতঃ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নাহাবান্দ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কিংবা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অংশ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করেছিলাম।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মুসলমানরা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বিন্যস্ত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দুশমনরাও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সারিবদ্ধ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লম্বা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চওড়া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দেখিনি।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রোমীরা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পিছনে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তৈরী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হচ্ছিল।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ইত্যবসরে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মুসলমানদের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হামলা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উঠল</w:t>
      </w:r>
      <w:r w:rsidRPr="00076573">
        <w:rPr>
          <w:cs/>
          <w:lang w:bidi="bn-IN"/>
        </w:rPr>
        <w:t xml:space="preserve">- </w:t>
      </w:r>
      <w:r w:rsidRPr="00643C1E">
        <w:rPr>
          <w:rStyle w:val="libArChar"/>
          <w:rFonts w:hint="eastAsia"/>
          <w:rtl/>
        </w:rPr>
        <w:t>لا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الله</w:t>
      </w:r>
      <w:r w:rsidRPr="00643C1E">
        <w:rPr>
          <w:rStyle w:val="libArChar"/>
          <w:rtl/>
        </w:rPr>
        <w:t xml:space="preserve">- </w:t>
      </w:r>
      <w:r w:rsidRPr="00643C1E">
        <w:rPr>
          <w:rStyle w:val="libArChar"/>
          <w:rFonts w:hint="eastAsia"/>
          <w:rtl/>
        </w:rPr>
        <w:t>التق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نفسه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التهلکة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অর্থাৎ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হায়</w:t>
      </w:r>
      <w:r w:rsidRPr="00076573">
        <w:t xml:space="preserve">, </w:t>
      </w:r>
      <w:r w:rsidRPr="00076573">
        <w:rPr>
          <w:rFonts w:hint="cs"/>
          <w:cs/>
          <w:lang w:bidi="bn-IN"/>
        </w:rPr>
        <w:t>লোকটি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ধ্বংসের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নিক্ষেপ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উপস্থিত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আইয়ুব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আনছরী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ব্যাখ্যা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</w:t>
      </w:r>
      <w:r w:rsidRPr="00076573">
        <w:t xml:space="preserve">,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হামলা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অথচ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প্রকৃত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নাযিল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বেলায়।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সাহায্যার্থে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উৎসর্গ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অথচ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সংশোধনের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উদ্যোগ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নেইনি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পার্থিব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তছনছ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সিদ্ধান্ত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পয়গাম্বর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পিছপা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জীবন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সুন্দর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গুছানো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অবতীর্ণ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হয়েছিল।</w:t>
      </w:r>
    </w:p>
    <w:p w:rsidR="00076573" w:rsidRPr="008C0BA8" w:rsidRDefault="008C0BA8" w:rsidP="008C0BA8">
      <w:pPr>
        <w:pStyle w:val="libAie"/>
        <w:rPr>
          <w:rtl/>
          <w:lang w:bidi="fa-IR"/>
        </w:rPr>
      </w:pPr>
      <w:r w:rsidRPr="008C0BA8">
        <w:rPr>
          <w:rStyle w:val="libAlaemChar"/>
          <w:rFonts w:hint="cs"/>
          <w:rtl/>
        </w:rPr>
        <w:t>(</w:t>
      </w:r>
      <w:r w:rsidRPr="008C0BA8">
        <w:rPr>
          <w:rFonts w:hint="eastAsia"/>
          <w:rtl/>
        </w:rPr>
        <w:t>ولا</w:t>
      </w:r>
      <w:r w:rsidRPr="008C0BA8">
        <w:rPr>
          <w:rtl/>
        </w:rPr>
        <w:t xml:space="preserve"> </w:t>
      </w:r>
      <w:r w:rsidRPr="008C0BA8">
        <w:rPr>
          <w:rFonts w:hint="eastAsia"/>
          <w:rtl/>
        </w:rPr>
        <w:t>تُلْقُوا</w:t>
      </w:r>
      <w:r w:rsidRPr="008C0BA8">
        <w:rPr>
          <w:rtl/>
        </w:rPr>
        <w:t xml:space="preserve"> </w:t>
      </w:r>
      <w:r w:rsidRPr="008C0BA8">
        <w:rPr>
          <w:rFonts w:hint="eastAsia"/>
          <w:rtl/>
        </w:rPr>
        <w:t>بأيْديكُمْ</w:t>
      </w:r>
      <w:r w:rsidRPr="008C0BA8">
        <w:rPr>
          <w:rtl/>
        </w:rPr>
        <w:t xml:space="preserve"> </w:t>
      </w:r>
      <w:r w:rsidRPr="008C0BA8">
        <w:rPr>
          <w:rFonts w:hint="eastAsia"/>
          <w:rtl/>
        </w:rPr>
        <w:t>إلى</w:t>
      </w:r>
      <w:r w:rsidRPr="008C0BA8">
        <w:rPr>
          <w:rtl/>
        </w:rPr>
        <w:t xml:space="preserve"> </w:t>
      </w:r>
      <w:r w:rsidRPr="008C0BA8">
        <w:rPr>
          <w:rFonts w:hint="eastAsia"/>
          <w:rtl/>
        </w:rPr>
        <w:t>التّهْلُكة</w:t>
      </w:r>
      <w:r w:rsidRPr="008C0BA8">
        <w:rPr>
          <w:rStyle w:val="libAlaemChar"/>
          <w:rFonts w:hint="cs"/>
          <w:rtl/>
        </w:rPr>
        <w:t>)</w:t>
      </w:r>
    </w:p>
    <w:p w:rsidR="009B3480" w:rsidRDefault="00076573" w:rsidP="00643C1E">
      <w:pPr>
        <w:pStyle w:val="libNormal"/>
        <w:rPr>
          <w:cs/>
          <w:lang w:bidi="bn-IN"/>
        </w:rPr>
      </w:pP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মর্মার্থ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হলো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গুটাও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ধ্বংস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অকল্যাণ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ডেকে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রাগান্বিত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স্বরূপ।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সিদ্ধান্ত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ইসলামের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বিরুদ্ধে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অনুপ্রেরণা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হামলা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সঙ্গীদেরও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অনুপ্রাণিত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বেলায়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আয়াত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নাযিল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হয়নি।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অথবা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শাহাদাত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আখেরাতে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সওয়াব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লাভের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রাস্তায়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জিহাদ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হয়নি।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বইয়ের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ভূমিকায়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ওলিরা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তরবারী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তীরের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আঘাতকে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বিষয়গুলো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উল্লেখ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তাতেও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পরিস্কাররূপে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ফুটে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উঠবে।</w:t>
      </w:r>
      <w:r w:rsidRPr="00076573">
        <w:rPr>
          <w:cs/>
          <w:lang w:bidi="bn-IN"/>
        </w:rPr>
        <w:t xml:space="preserve"> </w:t>
      </w:r>
    </w:p>
    <w:p w:rsidR="009B3480" w:rsidRPr="007C26B4" w:rsidRDefault="009B3480" w:rsidP="007C26B4">
      <w:pPr>
        <w:rPr>
          <w:rtl/>
          <w:cs/>
        </w:rPr>
      </w:pPr>
      <w:r>
        <w:rPr>
          <w:cs/>
          <w:lang w:bidi="bn-IN"/>
        </w:rPr>
        <w:br w:type="page"/>
      </w:r>
    </w:p>
    <w:p w:rsidR="00076573" w:rsidRPr="00076573" w:rsidRDefault="00076573" w:rsidP="009B3480">
      <w:pPr>
        <w:pStyle w:val="Heading2Center"/>
      </w:pPr>
      <w:bookmarkStart w:id="12" w:name="_Toc501196944"/>
      <w:bookmarkStart w:id="13" w:name="_Toc501222454"/>
      <w:r w:rsidRPr="00076573">
        <w:rPr>
          <w:rFonts w:hint="cs"/>
          <w:cs/>
          <w:lang w:bidi="bn-IN"/>
        </w:rPr>
        <w:lastRenderedPageBreak/>
        <w:t>মদীনা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হোসাইনের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হিজরত</w:t>
      </w:r>
      <w:bookmarkEnd w:id="12"/>
      <w:bookmarkEnd w:id="13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ওয়ালিদ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মারওয়ানের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সাক্ষাতের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পরবর্তী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ঘটনা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মুহাদ্দিসগণ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লিখেছেন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ঐদিন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ভোরে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অর্থাৎ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৬০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হিজরীর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মক্কার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রওয়ানা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আব্বাস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যুবাইর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উপস্থিত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মক্কাতেই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তরফ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নির্দেশ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পালন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আব্বাস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.)-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বিদায়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বলছিলেন</w:t>
      </w:r>
      <w:r w:rsidRPr="00076573">
        <w:rPr>
          <w:cs/>
          <w:lang w:bidi="bn-IN"/>
        </w:rPr>
        <w:t>-</w:t>
      </w:r>
      <w:r w:rsidRPr="00643C1E">
        <w:rPr>
          <w:rStyle w:val="libArChar"/>
          <w:rFonts w:hint="eastAsia"/>
          <w:rtl/>
        </w:rPr>
        <w:t>واحس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نا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!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এখানকার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সংশোধন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উত্তম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পদক্ষেপ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</w:p>
    <w:p w:rsidR="00076573" w:rsidRPr="00076573" w:rsidRDefault="00076573" w:rsidP="00643C1E">
      <w:pPr>
        <w:pStyle w:val="libAr"/>
        <w:tabs>
          <w:tab w:val="right" w:pos="8010"/>
        </w:tabs>
      </w:pPr>
      <w:r w:rsidRPr="00076573">
        <w:rPr>
          <w:rFonts w:hint="eastAsia"/>
          <w:rtl/>
        </w:rPr>
        <w:t>اما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علمت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ان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من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هوان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الدن</w:t>
      </w:r>
      <w:r w:rsidRPr="00076573">
        <w:rPr>
          <w:rFonts w:hint="cs"/>
          <w:rtl/>
        </w:rPr>
        <w:t>ی</w:t>
      </w:r>
      <w:r w:rsidRPr="00076573">
        <w:rPr>
          <w:rFonts w:hint="eastAsia"/>
          <w:rtl/>
        </w:rPr>
        <w:t>ا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عل</w:t>
      </w:r>
      <w:r w:rsidRPr="00076573">
        <w:rPr>
          <w:rFonts w:hint="cs"/>
          <w:rtl/>
        </w:rPr>
        <w:t>ی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الله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ان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راس</w:t>
      </w:r>
      <w:r w:rsidRPr="00076573">
        <w:rPr>
          <w:rtl/>
        </w:rPr>
        <w:t xml:space="preserve"> </w:t>
      </w:r>
      <w:r w:rsidRPr="00076573">
        <w:rPr>
          <w:rFonts w:hint="cs"/>
          <w:rtl/>
        </w:rPr>
        <w:t>ی</w:t>
      </w:r>
      <w:r w:rsidRPr="00076573">
        <w:rPr>
          <w:rFonts w:hint="eastAsia"/>
          <w:rtl/>
        </w:rPr>
        <w:t>ح</w:t>
      </w:r>
      <w:r w:rsidRPr="00076573">
        <w:rPr>
          <w:rFonts w:hint="cs"/>
          <w:rtl/>
        </w:rPr>
        <w:t>یی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بن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زکر</w:t>
      </w:r>
      <w:r w:rsidRPr="00076573">
        <w:rPr>
          <w:rFonts w:hint="cs"/>
          <w:rtl/>
        </w:rPr>
        <w:t>ی</w:t>
      </w:r>
      <w:r w:rsidRPr="00076573">
        <w:rPr>
          <w:rFonts w:hint="eastAsia"/>
          <w:rtl/>
        </w:rPr>
        <w:t>ا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اهد</w:t>
      </w:r>
      <w:r w:rsidRPr="00076573">
        <w:rPr>
          <w:rFonts w:hint="cs"/>
          <w:rtl/>
        </w:rPr>
        <w:t>ی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ال</w:t>
      </w:r>
      <w:r w:rsidRPr="00076573">
        <w:rPr>
          <w:rFonts w:hint="cs"/>
          <w:rtl/>
        </w:rPr>
        <w:t>ی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بغ</w:t>
      </w:r>
      <w:r w:rsidRPr="00076573">
        <w:rPr>
          <w:rFonts w:hint="cs"/>
          <w:rtl/>
        </w:rPr>
        <w:t>ی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من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بغا</w:t>
      </w:r>
      <w:r w:rsidRPr="00076573">
        <w:rPr>
          <w:rFonts w:hint="cs"/>
          <w:rtl/>
        </w:rPr>
        <w:t>ی</w:t>
      </w:r>
      <w:r w:rsidRPr="00076573">
        <w:rPr>
          <w:rFonts w:hint="eastAsia"/>
          <w:rtl/>
        </w:rPr>
        <w:t>ا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بن</w:t>
      </w:r>
      <w:r w:rsidRPr="00076573">
        <w:rPr>
          <w:rFonts w:hint="cs"/>
          <w:rtl/>
        </w:rPr>
        <w:t>ی</w:t>
      </w:r>
      <w:r w:rsidRPr="00076573">
        <w:rPr>
          <w:rtl/>
        </w:rPr>
        <w:t xml:space="preserve"> </w:t>
      </w:r>
      <w:r w:rsidRPr="00076573">
        <w:rPr>
          <w:rFonts w:hint="eastAsia"/>
          <w:rtl/>
        </w:rPr>
        <w:t>اسرائ</w:t>
      </w:r>
      <w:r w:rsidRPr="00076573">
        <w:rPr>
          <w:rFonts w:hint="cs"/>
          <w:rtl/>
        </w:rPr>
        <w:t>ی</w:t>
      </w:r>
      <w:r w:rsidRPr="00076573">
        <w:rPr>
          <w:rFonts w:hint="eastAsia"/>
          <w:rtl/>
        </w:rPr>
        <w:t>ل</w:t>
      </w:r>
    </w:p>
    <w:p w:rsidR="00076573" w:rsidRPr="00076573" w:rsidRDefault="00076573" w:rsidP="00643C1E">
      <w:pPr>
        <w:pStyle w:val="libNormal"/>
      </w:pPr>
      <w:proofErr w:type="gramStart"/>
      <w:r w:rsidRPr="00076573">
        <w:rPr>
          <w:rFonts w:hint="eastAsia"/>
        </w:rPr>
        <w:t>“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দুনিয়া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এতখানি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নিকৃষ্ট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ইয়াহিয়া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যাকারিয়া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</w:t>
      </w:r>
      <w:proofErr w:type="gramEnd"/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ইসরাইলের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অবাধ্যের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হাদিয়া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হিসেবে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ইসরাইল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সকাল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সন্ধা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৭০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বাজারে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কাটায়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মশগুল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অর্থাৎ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ঘটনাই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ঘটেনি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তবুও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তাআলা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আযাব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ত্বরান্বিত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অবকাশ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অবকাশ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চরম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প্রতিশোধ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!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ক্রোধ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আযাবকে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পিছপা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rFonts w:hint="eastAsia"/>
        </w:rPr>
        <w:t>”</w:t>
      </w:r>
    </w:p>
    <w:p w:rsidR="004451C6" w:rsidRDefault="004451C6" w:rsidP="00643C1E">
      <w:pPr>
        <w:pStyle w:val="libNormal"/>
        <w:rPr>
          <w:lang w:bidi="bn-IN"/>
        </w:rPr>
      </w:pPr>
    </w:p>
    <w:p w:rsidR="00076573" w:rsidRPr="00076573" w:rsidRDefault="00076573" w:rsidP="004451C6">
      <w:pPr>
        <w:pStyle w:val="Heading2Center"/>
      </w:pPr>
      <w:bookmarkStart w:id="14" w:name="_Toc501196945"/>
      <w:bookmarkStart w:id="15" w:name="_Toc501222455"/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কুফাবাসীর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দাওয়াত</w:t>
      </w:r>
      <w:bookmarkEnd w:id="14"/>
      <w:bookmarkEnd w:id="15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কুফাবাসীরা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মক্কা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আগমন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অস্বীকৃতির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খবর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খবর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পেয়েই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সুলাইমান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খাজায়ীর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সমবেত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সমাবেশে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সুলাইমান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সমবেত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বক্তব্য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রাখেন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বক্তব্য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শেষে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অনুসারীরা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মুআবিয়া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হিসাব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কিতাবের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দরবারে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পৌছে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কৃতকর্মের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ছেলে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ক্ষমতায়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বিরোধিতা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উমাইয়ার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খোদাদ্রোহীদের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দূরাচার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রক্ষার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আশ্রয়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আজ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সমর্থন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সহযোগিতার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মুখাপেক্ষী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নিশ্চিত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বিরুদ্ধে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লড়াই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প্রস্তুতির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আশংকা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গাফলতি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দুর্বলতা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প্রকাশ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পাবে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তাহলেও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দাও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ছেড়ে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ধোকা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নিম্নোক্ত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বিষয়বস্তুর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লেখেন</w:t>
      </w:r>
      <w:r w:rsidRPr="00076573">
        <w:rPr>
          <w:cs/>
          <w:lang w:bidi="bn-IN"/>
        </w:rPr>
        <w:t>-</w:t>
      </w:r>
    </w:p>
    <w:p w:rsidR="00076573" w:rsidRPr="00076573" w:rsidRDefault="00076573" w:rsidP="004451C6">
      <w:pPr>
        <w:pStyle w:val="libArCenter"/>
      </w:pPr>
      <w:r w:rsidRPr="00076573">
        <w:rPr>
          <w:rFonts w:hint="eastAsia"/>
          <w:rtl/>
          <w:lang w:bidi="ar-SA"/>
        </w:rPr>
        <w:t>بسم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الله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الرحمن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الرح</w:t>
      </w:r>
      <w:r w:rsidRPr="00076573">
        <w:rPr>
          <w:rFonts w:hint="cs"/>
          <w:rtl/>
          <w:lang w:bidi="ar-SA"/>
        </w:rPr>
        <w:t>ی</w:t>
      </w:r>
      <w:r w:rsidRPr="00076573">
        <w:rPr>
          <w:rFonts w:hint="eastAsia"/>
          <w:rtl/>
          <w:lang w:bidi="ar-SA"/>
        </w:rPr>
        <w:t>م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সমীপে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সুলাইমান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খাজায়ী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মুসাইয়্যেব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নাজরা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রেফাআ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শাদ্দাদ</w:t>
      </w:r>
      <w:r w:rsidRPr="00076573">
        <w:t xml:space="preserve">, </w:t>
      </w:r>
      <w:r w:rsidRPr="00076573">
        <w:rPr>
          <w:rFonts w:hint="cs"/>
          <w:cs/>
          <w:lang w:bidi="bn-IN"/>
        </w:rPr>
        <w:t>হাবিব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মাজাহের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ওয়ায়েলসহ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মুমিন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পক্ষ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প্রেরিত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সালামের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rFonts w:hint="eastAsia"/>
        </w:rPr>
        <w:t>’</w:t>
      </w:r>
      <w:r w:rsidRPr="00076573">
        <w:rPr>
          <w:rFonts w:hint="cs"/>
          <w:cs/>
          <w:lang w:bidi="bn-IN"/>
        </w:rPr>
        <w:t>রিফ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প্রশংসা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দুশমনদের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ধ্বংস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রক্তপিপাসু</w:t>
      </w:r>
      <w:r w:rsidRPr="00076573">
        <w:t xml:space="preserve">,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শাসন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ক্ষমতা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অন্যায়ভাবে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চেপে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মুসলমানদের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বাইতুল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আত্মসাৎ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মন্দ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বাচিয়ে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সম্পদকে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অবাধ্য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দুরাচারীদের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সামুদ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সম্প্রদায়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রহমত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বঞ্চিত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রহমত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বঞ্চিত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ছাড়া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কজেই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কষ্ট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শহরে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তাশরীফ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বড়ই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অনুগ্রহ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মাধ্যমে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সঠিক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হেদায়েত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lastRenderedPageBreak/>
        <w:t>কুফার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গভর্ণর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নোমান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বশির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076573">
        <w:rPr>
          <w:rFonts w:hint="cs"/>
          <w:cs/>
          <w:lang w:bidi="bn-IN"/>
        </w:rPr>
        <w:t>দারুল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এমারাত</w:t>
      </w:r>
      <w:r w:rsidRPr="00076573">
        <w:rPr>
          <w:rFonts w:hint="eastAsia"/>
        </w:rPr>
        <w:t>’</w:t>
      </w:r>
      <w:r w:rsidRPr="00076573">
        <w:t xml:space="preserve"> </w:t>
      </w:r>
      <w:r w:rsidRPr="00076573">
        <w:rPr>
          <w:rFonts w:hint="cs"/>
          <w:cs/>
          <w:lang w:bidi="bn-IN"/>
        </w:rPr>
        <w:t>প্রাসাদে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রয়েছে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পেছেনে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জামাত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নামাজে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শরীক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হইনি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ঈদের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ঈদগাহে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যাইনি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বিতাড়িত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সিরিয়া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পয়গাম্বরের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সালাম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পবিত্র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রুহের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4451C6">
      <w:pPr>
        <w:pStyle w:val="libArCenter"/>
      </w:pPr>
      <w:r w:rsidRPr="00076573">
        <w:rPr>
          <w:rFonts w:hint="eastAsia"/>
          <w:rtl/>
          <w:lang w:bidi="ar-SA"/>
        </w:rPr>
        <w:t>و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السلام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عل</w:t>
      </w:r>
      <w:r w:rsidRPr="00076573">
        <w:rPr>
          <w:rFonts w:hint="cs"/>
          <w:rtl/>
          <w:lang w:bidi="ar-SA"/>
        </w:rPr>
        <w:t>ی</w:t>
      </w:r>
      <w:r w:rsidRPr="00076573">
        <w:rPr>
          <w:rFonts w:hint="eastAsia"/>
          <w:rtl/>
          <w:lang w:bidi="ar-SA"/>
        </w:rPr>
        <w:t>ک</w:t>
      </w:r>
      <w:r w:rsidR="00E853CB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و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رحمة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الله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و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برکته</w:t>
      </w:r>
    </w:p>
    <w:p w:rsidR="00076573" w:rsidRPr="00076573" w:rsidRDefault="00076573" w:rsidP="004451C6">
      <w:pPr>
        <w:pStyle w:val="libArCenter"/>
      </w:pPr>
      <w:r w:rsidRPr="00076573">
        <w:rPr>
          <w:rFonts w:hint="eastAsia"/>
          <w:rtl/>
          <w:lang w:bidi="ar-SA"/>
        </w:rPr>
        <w:t>و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لا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حول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ولا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قوة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الا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بالله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العل</w:t>
      </w:r>
      <w:r w:rsidRPr="00076573">
        <w:rPr>
          <w:rFonts w:hint="cs"/>
          <w:rtl/>
          <w:lang w:bidi="ar-SA"/>
        </w:rPr>
        <w:t>ی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العظ</w:t>
      </w:r>
      <w:r w:rsidRPr="00076573">
        <w:rPr>
          <w:rFonts w:hint="cs"/>
          <w:rtl/>
          <w:lang w:bidi="ar-SA"/>
        </w:rPr>
        <w:t>ی</w:t>
      </w:r>
      <w:r w:rsidRPr="00076573">
        <w:rPr>
          <w:rFonts w:hint="eastAsia"/>
          <w:rtl/>
          <w:lang w:bidi="ar-SA"/>
        </w:rPr>
        <w:t>م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চিঠিখানা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দুইদিন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অপেক্ষার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১৫টি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হযরত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প্রত্যেকটিতে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স্বাক্ষর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নীরব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রইলেন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উত্তর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৩০০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পৌছে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পর্যায়ক্রমে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১২হাজার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ছাড়িয়ে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সর্বশেষ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চিঠিখানা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পৌছে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ছবিয়ী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সায়ীদ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হানাফীর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উভয়ে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অধিবাসী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লিখেন</w:t>
      </w:r>
      <w:r w:rsidRPr="00076573">
        <w:rPr>
          <w:cs/>
          <w:lang w:bidi="bn-IN"/>
        </w:rPr>
        <w:t>-</w:t>
      </w:r>
    </w:p>
    <w:p w:rsidR="00076573" w:rsidRPr="00076573" w:rsidRDefault="00076573" w:rsidP="004451C6">
      <w:pPr>
        <w:pStyle w:val="libArCenter"/>
      </w:pPr>
      <w:r w:rsidRPr="00076573">
        <w:rPr>
          <w:rFonts w:hint="eastAsia"/>
          <w:rtl/>
          <w:lang w:bidi="ar-SA"/>
        </w:rPr>
        <w:t>بسم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الله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الرحمن</w:t>
      </w:r>
      <w:r w:rsidRPr="00076573">
        <w:rPr>
          <w:rtl/>
          <w:cs/>
        </w:rPr>
        <w:t xml:space="preserve"> </w:t>
      </w:r>
      <w:r w:rsidRPr="00076573">
        <w:rPr>
          <w:rFonts w:hint="eastAsia"/>
          <w:rtl/>
          <w:lang w:bidi="ar-SA"/>
        </w:rPr>
        <w:t>الرحسم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ইবনে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পক্ষ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প্রেরিত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জনগন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আগমনের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অপেক্ষায়।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ছাড়া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কাউকে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</w:t>
      </w:r>
      <w:r w:rsidRPr="00076573">
        <w:rPr>
          <w:cs/>
          <w:lang w:bidi="bn-IN"/>
        </w:rPr>
        <w:t xml:space="preserve"> ! </w:t>
      </w:r>
      <w:r w:rsidRPr="00076573">
        <w:rPr>
          <w:rFonts w:hint="cs"/>
          <w:cs/>
          <w:lang w:bidi="bn-IN"/>
        </w:rPr>
        <w:t>অতি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শীঘ্র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বাগ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বাগিচাগুলোতে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সবুজের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সমারোহ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ফলগুলো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পেকেছে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লতাগুল্ম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সবুজ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গাছের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সৌন্দর্য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শোভায়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মাতিয়ে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তুলেছে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সৈন্যদলের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4451C6">
      <w:pPr>
        <w:pStyle w:val="libArCenter"/>
      </w:pPr>
      <w:r w:rsidRPr="00643C1E">
        <w:rPr>
          <w:rStyle w:val="libArChar"/>
          <w:rFonts w:hint="eastAsia"/>
          <w:rtl/>
        </w:rPr>
        <w:t>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السلام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عل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ک</w:t>
      </w:r>
      <w:r w:rsidR="00E853CB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رحمة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وبرکته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عل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اب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ک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من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قبلک</w:t>
      </w:r>
      <w:r w:rsidRPr="00076573">
        <w:t xml:space="preserve"> </w:t>
      </w:r>
    </w:p>
    <w:p w:rsidR="00076573" w:rsidRPr="00076573" w:rsidRDefault="00076573" w:rsidP="00643C1E">
      <w:pPr>
        <w:pStyle w:val="libNormal"/>
      </w:pP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বাহক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জনের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জিজ্ঞেস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076573"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চিঠিগুলো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t xml:space="preserve">,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রাসুলের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পত্রের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হলেন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lastRenderedPageBreak/>
        <w:t>শাব্স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রাবায়ী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হাজার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আবজার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হারেছ</w:t>
      </w:r>
      <w:r w:rsidRPr="00076573">
        <w:t xml:space="preserve">,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রোয়াম</w:t>
      </w:r>
      <w:r w:rsidRPr="00076573">
        <w:t xml:space="preserve">, </w:t>
      </w:r>
      <w:r w:rsidRPr="00076573">
        <w:rPr>
          <w:rFonts w:hint="cs"/>
          <w:cs/>
          <w:lang w:bidi="bn-IN"/>
        </w:rPr>
        <w:t>উরওয়া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কাইছ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হাজ্জাজ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আতারেদ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</w:p>
    <w:p w:rsidR="00076573" w:rsidRPr="00076573" w:rsidRDefault="00076573" w:rsidP="004451C6">
      <w:pPr>
        <w:pStyle w:val="Heading2Center"/>
      </w:pPr>
      <w:bookmarkStart w:id="16" w:name="_Toc501196946"/>
      <w:bookmarkStart w:id="17" w:name="_Toc501222456"/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গমন</w:t>
      </w:r>
      <w:bookmarkEnd w:id="16"/>
      <w:bookmarkEnd w:id="17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এরুপ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পরিস্থিতিতে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</w:t>
      </w:r>
      <w:r w:rsidRPr="00076573">
        <w:rPr>
          <w:rFonts w:hint="cs"/>
          <w:cs/>
          <w:lang w:bidi="bn-IN"/>
        </w:rPr>
        <w:t>একদিন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কাবাঘরের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পাশে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রুকন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মাকামে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ইব্রাহীমের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মাঝখানে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দাড়িয়ে</w:t>
      </w:r>
      <w:r w:rsidRPr="00076573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076573">
        <w:rPr>
          <w:rFonts w:hint="cs"/>
          <w:cs/>
          <w:lang w:bidi="bn-IN"/>
        </w:rPr>
        <w:t>রাকত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নামায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আদায়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দরবারে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পরিস্থিতির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কল্যাণকর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পরিণতির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দোয়া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="00B31AC5">
        <w:rPr>
          <w:rFonts w:hint="cs"/>
          <w:cs/>
          <w:lang w:bidi="bn-IN"/>
        </w:rPr>
        <w:t>অতঃপর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ডেকে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পরিস্থিতি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কুফাবাসীর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জবাব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মাধ্যমে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প্রেরণ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জবাবী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আমন্ত্রণ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কবুলের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চাচাত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পাঠালাম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পূর্ণ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4451C6" w:rsidRDefault="00076573" w:rsidP="00643C1E">
      <w:pPr>
        <w:pStyle w:val="libNormal"/>
        <w:rPr>
          <w:cs/>
          <w:lang w:bidi="hi-IN"/>
        </w:rPr>
      </w:pP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কুফাবাসী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আনন্দিত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মুখতার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ওবায়দা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সাকাফীর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বাড়িতে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সাক্ষাত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লাগল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প্রত্যেক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আনন্দে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দর্শনার্থীদের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অশ্রু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আঠারশো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লোক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7C26B4" w:rsidRDefault="004451C6" w:rsidP="007C26B4">
      <w:r>
        <w:rPr>
          <w:cs/>
          <w:lang w:bidi="hi-IN"/>
        </w:rPr>
        <w:br w:type="page"/>
      </w:r>
    </w:p>
    <w:p w:rsidR="00076573" w:rsidRPr="00076573" w:rsidRDefault="00076573" w:rsidP="004451C6">
      <w:pPr>
        <w:pStyle w:val="Heading2Center"/>
      </w:pPr>
      <w:bookmarkStart w:id="18" w:name="_Toc501196947"/>
      <w:bookmarkStart w:id="19" w:name="_Toc501222457"/>
      <w:r w:rsidRPr="00076573">
        <w:rPr>
          <w:rFonts w:hint="cs"/>
          <w:cs/>
          <w:lang w:bidi="bn-IN"/>
        </w:rPr>
        <w:lastRenderedPageBreak/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গভর্ণর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নিযুক্ত</w:t>
      </w:r>
      <w:bookmarkEnd w:id="18"/>
      <w:bookmarkEnd w:id="19"/>
      <w:r w:rsidRPr="00076573">
        <w:rPr>
          <w:cs/>
          <w:lang w:bidi="bn-IN"/>
        </w:rPr>
        <w:t xml:space="preserve"> 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আব্দুল্লাহ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বাহেলী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এমারা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ওয়ালীদ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সাআদ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আগমন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অবহিত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নোমান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বশীরকে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গভর্ণরের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কাউকে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নিয়োগ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অনুরোধ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গভর্ণর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ওবাইদুল্লাহ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লিখে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গভর্ণরের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দাযিত্বও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কর্মতৎপরতা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সম্পর্কে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নির্দেশ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মুসলিমকে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গ্রেফতার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হত্যা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গমনের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তৈরী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বসরার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একদল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গণ্যমান্য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লোক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যেমন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মাসউদ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নাহশেলী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মনজর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জারুদ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আবদী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প্রমুখের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সমর্থন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আনুগত্যের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জানিয়েছিলেন।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সুলাইমান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ওরফে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রযিনের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মাধ্যমে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পাঠিয়েছিলেন।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মাসউদ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তামিম</w:t>
      </w:r>
      <w:r w:rsidRPr="00076573">
        <w:t xml:space="preserve">,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হানজালা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সাআদ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গোত্রকে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একত্রিত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তামিমঃ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বংশ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মর্যাদা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কিরূপ</w:t>
      </w:r>
      <w:r w:rsidRPr="00076573">
        <w:t xml:space="preserve">?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শপথ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অনেক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সম্ভ্রান্ত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গোত্রের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সর্বশ্রেষ্ঠ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গৌরবের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প্রতীক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সর্বজন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শ্রদ্ধেয়।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t xml:space="preserve">,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পরামর্শ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কামনা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 !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শিরোধার্য</w:t>
      </w:r>
      <w:r w:rsidRPr="00076573">
        <w:rPr>
          <w:cs/>
          <w:lang w:bidi="bn-IN"/>
        </w:rPr>
        <w:t xml:space="preserve"> ! </w:t>
      </w:r>
      <w:r w:rsidRPr="00076573">
        <w:rPr>
          <w:rFonts w:hint="cs"/>
          <w:cs/>
          <w:lang w:bidi="bn-IN"/>
        </w:rPr>
        <w:t>বলুন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উদ্দেশ্য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তামিম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মুয়াবিয়া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পচা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অবর্তমানে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হাহুতাশ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মৃত্যূতে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গোনাহ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ভেঙ্গে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জুলুমের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ভিত্তি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নড়বড়ে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মুয়াবিয়া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জনগণের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বাইআত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ছেলে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খেলাফতের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রক্ষাকবচ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শক্ত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মজবুত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চেষ্টা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চালায়।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সকল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প্রচেষ্টা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দুর্বলতায়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তলিয়ে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ষড়যন্ত্রকারীদের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শলাপরামর্শ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বর্তমানে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দুশ্চরিত্র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মদখোর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ছেলে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খেলাফতের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মসনদে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মুসলমানদের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খলিফা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দাবী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জনগণের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ইচ্ছা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সম্মতি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ব্যতিরেকে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আমীরুল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</w:t>
      </w:r>
      <w:r w:rsidRPr="00076573">
        <w:rPr>
          <w:rFonts w:hint="eastAsia"/>
        </w:rPr>
        <w:t>’</w:t>
      </w:r>
      <w:r w:rsidRPr="00076573">
        <w:rPr>
          <w:rFonts w:hint="cs"/>
          <w:cs/>
          <w:lang w:bidi="bn-IN"/>
        </w:rPr>
        <w:t>মেনীন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প্রচার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অথচ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জ্ঞান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সহনশীলতা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তুচ্ছ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নগণ্য।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রাখার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গোটা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উম্মতের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নেতৃত্বের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দায়িত্ব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পালন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t>?</w:t>
      </w:r>
    </w:p>
    <w:p w:rsidR="00076573" w:rsidRPr="00076573" w:rsidRDefault="00076573" w:rsidP="009D20A7">
      <w:pPr>
        <w:pStyle w:val="libAr"/>
      </w:pPr>
      <w:r w:rsidRPr="009D20A7">
        <w:rPr>
          <w:rFonts w:hint="eastAsia"/>
          <w:rtl/>
        </w:rPr>
        <w:t>ف</w:t>
      </w:r>
      <w:r w:rsidR="00F62D24">
        <w:rPr>
          <w:rFonts w:hint="eastAsia"/>
          <w:rtl/>
        </w:rPr>
        <w:t>أُ</w:t>
      </w:r>
      <w:r w:rsidRPr="009D20A7">
        <w:rPr>
          <w:rFonts w:hint="eastAsia"/>
          <w:rtl/>
        </w:rPr>
        <w:t>قْسمُ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باللّه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قسما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مبْرُورا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لجهادُهُ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على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الدّين</w:t>
      </w:r>
      <w:r w:rsidR="00F62D24">
        <w:rPr>
          <w:rtl/>
        </w:rPr>
        <w:t xml:space="preserve"> </w:t>
      </w:r>
      <w:r w:rsidR="001268D6" w:rsidRPr="009D20A7">
        <w:rPr>
          <w:rFonts w:hint="eastAsia"/>
          <w:rtl/>
        </w:rPr>
        <w:t>أ</w:t>
      </w:r>
      <w:r w:rsidRPr="009D20A7">
        <w:rPr>
          <w:rFonts w:hint="eastAsia"/>
          <w:rtl/>
        </w:rPr>
        <w:t>فْضلُ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منْ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جهاد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الْمُشْركين</w:t>
      </w:r>
      <w:r w:rsidR="004451C6">
        <w:t>.</w:t>
      </w:r>
    </w:p>
    <w:p w:rsidR="00076573" w:rsidRPr="00076573" w:rsidRDefault="00076573" w:rsidP="00643C1E">
      <w:pPr>
        <w:pStyle w:val="libNormal"/>
      </w:pPr>
      <w:r w:rsidRPr="00076573">
        <w:rPr>
          <w:rFonts w:hint="eastAsia"/>
        </w:rPr>
        <w:t>“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কঠিন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শপথ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বলছি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দ্বীনের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হেফাজতের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বিরুদ্ধে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সংগ্রাম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মুশরিকদের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জিহাদ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উত্তম।</w:t>
      </w:r>
      <w:r w:rsidRPr="00076573">
        <w:rPr>
          <w:rFonts w:hint="eastAsia"/>
        </w:rPr>
        <w:t>”</w:t>
      </w:r>
      <w:r w:rsidRPr="00076573">
        <w:t xml:space="preserve"> </w:t>
      </w:r>
      <w:r w:rsidRPr="00076573">
        <w:rPr>
          <w:rFonts w:hint="cs"/>
          <w:cs/>
          <w:lang w:bidi="bn-IN"/>
        </w:rPr>
        <w:t>কিন্ত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আলী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মেয়ের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ভদ্র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সম্ভ্রান্ত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সঠিক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সিদ্ধান্ত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যোগ্যতম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পুরুষ।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যোগ্যতা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ব্যক্তিত্ব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জ্ঞানের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বর্ণনা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শেষ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খেলাফতের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যোগ্যতম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ব্যক্তি।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কেননা</w:t>
      </w:r>
      <w:r w:rsidRPr="00076573">
        <w:t xml:space="preserve">, </w:t>
      </w:r>
      <w:r w:rsidRPr="00076573">
        <w:rPr>
          <w:rFonts w:hint="cs"/>
          <w:cs/>
          <w:lang w:bidi="bn-IN"/>
        </w:rPr>
        <w:t>ইসলাম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গ্রহণে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অগ্রগামী</w:t>
      </w:r>
      <w:r w:rsidRPr="00076573">
        <w:t xml:space="preserve">, </w:t>
      </w:r>
      <w:r w:rsidRPr="00076573">
        <w:rPr>
          <w:rFonts w:hint="cs"/>
          <w:cs/>
          <w:lang w:bidi="bn-IN"/>
        </w:rPr>
        <w:t>ইসলামের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উত্তম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রাসূলে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আত্মীয়তার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বন্ধন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সর্বজনবিদিত।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ছোটদের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দয়াপরবশ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বড়দের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সদ্ব্যবহারকারী।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সর্বোত্তম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পরিচালক।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মাধ্যমে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চুড়ান্ত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কল্যাণের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দেখিয়েছেন।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দৃষ্টিশক্তি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হারিও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চেনার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পরিবর্তে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বাতিলের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গর্তে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নিক্ষেপ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জামালের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সাখার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গায়ে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কলংক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লেপন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নবীর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সা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সন্তানদের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কলংক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ধুয়ে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সাফ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কেউ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সন্তানদের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বংশধার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সংকুচিত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পোশাক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পরিধান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লৌহবর্ম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রেখ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কেউ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নিহত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তবুও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মৃত্যূবরণ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পলায়ণ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মানুষকে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রক্ষা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ক্ষমা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বক্তব্যের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সদুত্তর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চাই।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lastRenderedPageBreak/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হানজালা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জবাব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পক্ষ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ওহে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খালেদের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পিতা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ধনুকের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তীরের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ন্যায়।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যেদিকেই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নিক্ষেপ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লক্ষ্যচ্যূত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সম্প্রদায়ের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সৈনিক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অশ্বারোহী।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যেদিকেই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পাঠাবেন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বিজয়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সাফল্য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হস্ত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চুম্বন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দুর্গম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পথেই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রওয়ান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আছি।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কঠিন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মূহুর্তে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সঙ্গীহারা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খোদার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তরবারী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পাশে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দাড়াব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শরীর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হেফাজত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ইচ্ছা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পদক্ষেপ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নিন।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সাআদ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কথা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শুরু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খালেদ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বিরোধিতা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সবচেয়ে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অপ্রিয়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বিষয়।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সাখার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কাইছ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দিয়েছেন</w:t>
      </w:r>
      <w:r w:rsidRPr="00076573">
        <w:t xml:space="preserve">, </w:t>
      </w:r>
      <w:r w:rsidRPr="00076573">
        <w:rPr>
          <w:rFonts w:hint="cs"/>
          <w:cs/>
          <w:lang w:bidi="bn-IN"/>
        </w:rPr>
        <w:t>যেন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হুকুমটি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পছ্ন্দ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যুদ্ধ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করিনি।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মর্যাদা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রক্ষা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পেয়েছে।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যেহেতু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পরিস্থিতি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কাজেই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পরামর্শের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সুযোগ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মতামত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জানাব।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তামিম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উঠল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আবু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খালেদ</w:t>
      </w:r>
      <w:r w:rsidRPr="00076573">
        <w:rPr>
          <w:cs/>
          <w:lang w:bidi="bn-IN"/>
        </w:rPr>
        <w:t xml:space="preserve">!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দলের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একাত্ম।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কখনো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রাগান্বিত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হলে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রাগান্বিত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সফরে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নির্দেশ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এখতিয়ার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নিশ্চয়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হুকুম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অবশ্যই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পালন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মাসউদ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সাআদের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ফিরে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সাআদঃ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কসম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বলছি</w:t>
      </w:r>
      <w:r w:rsidRPr="00076573">
        <w:t xml:space="preserve">,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মধ্য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হানাহানি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রক্তপাত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সবসময়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আত্মকলহ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রক্তারক্তিতে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হবে।</w:t>
      </w:r>
      <w:r w:rsidRPr="00076573">
        <w:rPr>
          <w:cs/>
          <w:lang w:bidi="bn-IN"/>
        </w:rPr>
        <w:t xml:space="preserve"> </w:t>
      </w:r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.)-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মর্মে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লিখেনঃ</w:t>
      </w:r>
    </w:p>
    <w:p w:rsidR="00076573" w:rsidRPr="00076573" w:rsidRDefault="00076573" w:rsidP="00643C1E">
      <w:pPr>
        <w:pStyle w:val="libNormal"/>
      </w:pPr>
      <w:r w:rsidRPr="00643C1E">
        <w:rPr>
          <w:rStyle w:val="libArChar"/>
          <w:rFonts w:hint="eastAsia"/>
          <w:rtl/>
        </w:rPr>
        <w:t>بسم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الرحمن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الرح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م</w:t>
      </w:r>
      <w:r w:rsidR="00E853CB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পেয়েছি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অবগত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আহাবান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আনুগত্যের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দ্বারা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লাভবান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নিঃসন্দেহে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মহান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কল্যাণ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সৎকাজ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সম্পাদনকারী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অথবা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মুক্তির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দিশারী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পৃথিবীকে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বঞ্চিত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রাখবেন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আহমদী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পবিত্র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বৃক্ষের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শাখা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মূল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খাতেমুন্নাবীয়ীন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শাখা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শুভ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লক্ষণ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সৌভাগ্যবান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পাখীর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আসুন।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তামিমকে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প্রস্তুত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সমবেত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উদগ্রীব।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তৃষ্ণার্ত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রকম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পরাজয়কে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ছাড়িয়ে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এগিয়ে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ঠিক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তেমনি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পরিস্থিতি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বিরাজ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মাঝে।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সাআদকেও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আপনার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প্রস্তুত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অন্তরের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হিংসা</w:t>
      </w:r>
      <w:r w:rsidRPr="00076573">
        <w:rPr>
          <w:cs/>
          <w:lang w:bidi="bn-IN"/>
        </w:rPr>
        <w:t>-</w:t>
      </w:r>
      <w:r w:rsidRPr="00076573">
        <w:rPr>
          <w:rFonts w:hint="cs"/>
          <w:cs/>
          <w:lang w:bidi="bn-IN"/>
        </w:rPr>
        <w:t>দ্বেষগুলোকে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বর্ষার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বৃষ্টিপাতের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উপদেশ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জ্বালাময়ী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বক্তৃতার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সম্পূর্ণ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ধুয়ে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ফেলেছি।এ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অত্যন্ত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খুশী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দোয়া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বললেন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076573">
        <w:t xml:space="preserve"> </w:t>
      </w:r>
      <w:r w:rsidRPr="00076573">
        <w:rPr>
          <w:rFonts w:hint="cs"/>
          <w:cs/>
          <w:lang w:bidi="bn-IN"/>
        </w:rPr>
        <w:t>আল্লাহ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ভয়াবহ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কিয়ামতের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হেফাজত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সম্মানিত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তৃষ্ণায়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বুক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সেদিন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তোমাকে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তৃষ্ণা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নিবারণ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করুন।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লেখক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মাসউদ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খেদমতে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গমন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সাহায্যের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প্রস্তুতি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রওনা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পূর্বেই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খবর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হোসইন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>.)</w:t>
      </w:r>
      <w:r w:rsidRPr="00076573">
        <w:rPr>
          <w:rFonts w:hint="cs"/>
          <w:cs/>
          <w:lang w:bidi="bn-IN"/>
        </w:rPr>
        <w:t>শাহাদত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বরণ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কাদলেন।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অতিশয়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মর্মাহত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হলেন।</w:t>
      </w:r>
    </w:p>
    <w:p w:rsidR="00431DD4" w:rsidRDefault="00076573" w:rsidP="00643C1E">
      <w:pPr>
        <w:pStyle w:val="libNormal"/>
        <w:rPr>
          <w:lang w:bidi="bn-IN"/>
        </w:rPr>
      </w:pP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মাসউদের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প্রতিক্রিয়া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এরূপ।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মানজার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জারুদের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প্রতিক্রিয়া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ভিন্নরূপ।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মেয়ে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বাহরিয়া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স্ত্রী।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আশংকা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পিছনে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কোন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চক্রান্ত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চিঠি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পত্রবাহককে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তুলে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ওবায়দুল্লাহ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কালবিলম্ব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পত্রবাহককে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ফাসিকাষ্ঠে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ঝুলায়।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মসজিদের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মিম্বারে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খুতবা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বসরাবাসীকে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বিরোধিতা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বিশৃংখলা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সৃষ্টির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হুশিয়ার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ঐ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বসরায়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কাটায়।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সকালে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ভাই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ওসমান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স্থলাভিষিক্ত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দ্রুত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রওনা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পৌছাতেই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সওয়ারী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নেমে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সেখানেই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সূর্যাস্ত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পর্যন্ত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রাতের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প্রথমভাগে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প্রবেশ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অন্ধকার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ঘনিয়ে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কারণে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কুফাবাসী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ইমাম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এসেছেন।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আগমনে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পরস্পরকে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সুসংবাদ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অভিনন্দন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লাগল।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নিকটে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চিনতে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হযরত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হোসাইন</w:t>
      </w:r>
      <w:r w:rsidRPr="00076573">
        <w:rPr>
          <w:cs/>
          <w:lang w:bidi="bn-IN"/>
        </w:rPr>
        <w:t xml:space="preserve"> (</w:t>
      </w:r>
      <w:r w:rsidRPr="00076573">
        <w:rPr>
          <w:rFonts w:hint="cs"/>
          <w:cs/>
          <w:lang w:bidi="bn-IN"/>
        </w:rPr>
        <w:t>আ</w:t>
      </w:r>
      <w:r w:rsidRPr="00076573">
        <w:rPr>
          <w:cs/>
          <w:lang w:bidi="bn-IN"/>
        </w:rPr>
        <w:t xml:space="preserve">.) </w:t>
      </w:r>
      <w:r w:rsidRPr="00076573">
        <w:rPr>
          <w:rFonts w:hint="cs"/>
          <w:cs/>
          <w:lang w:bidi="bn-IN"/>
        </w:rPr>
        <w:t>নয়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lastRenderedPageBreak/>
        <w:t>এসেছে।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তখন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সেখান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বিক্ষিপ্ত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পড়ল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দারুল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প্রবেশ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সেখানেই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রাত্রি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যাপন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ভোরে</w:t>
      </w:r>
      <w:r w:rsidRPr="00076573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076573">
        <w:rPr>
          <w:rFonts w:hint="cs"/>
          <w:cs/>
          <w:lang w:bidi="bn-IN"/>
        </w:rPr>
        <w:t>দারুল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ইমারা</w:t>
      </w:r>
      <w:r w:rsidRPr="00076573">
        <w:rPr>
          <w:rFonts w:hint="eastAsia"/>
        </w:rPr>
        <w:t>’</w:t>
      </w:r>
      <w:r w:rsidRPr="00076573"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বেরিয়ে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মিম্বারে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উঠে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খুতবা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জনগণকে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ইয়াজিদের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বিরোধিতার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ব্যাপারে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প্রদর্শন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অনুগত্য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অনুগ্রহ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দেখানোর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আশ্বাস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দিল।</w:t>
      </w:r>
    </w:p>
    <w:p w:rsidR="00076573" w:rsidRDefault="00076573" w:rsidP="00643C1E">
      <w:pPr>
        <w:pStyle w:val="libNormal"/>
        <w:rPr>
          <w:lang w:bidi="bn-IN"/>
        </w:rPr>
      </w:pPr>
    </w:p>
    <w:p w:rsidR="00076573" w:rsidRPr="00076573" w:rsidRDefault="00076573" w:rsidP="004451C6">
      <w:pPr>
        <w:pStyle w:val="Heading2Center"/>
      </w:pPr>
      <w:bookmarkStart w:id="20" w:name="_Toc501196948"/>
      <w:bookmarkStart w:id="21" w:name="_Toc501222458"/>
      <w:r w:rsidRPr="00076573">
        <w:rPr>
          <w:rFonts w:hint="cs"/>
          <w:cs/>
          <w:lang w:bidi="bn-IN"/>
        </w:rPr>
        <w:t>মুসলিমের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আত্মগোপন</w:t>
      </w:r>
      <w:bookmarkEnd w:id="20"/>
      <w:bookmarkEnd w:id="21"/>
    </w:p>
    <w:p w:rsidR="00076573" w:rsidRPr="00076573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ভয়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হয়তো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কুফা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অবস্থানের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সংবাদ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জেনে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ফেলতে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এমনকি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অনিষ্ট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সাধন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এজন্যে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তিনি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মুখতারের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উরওয়ার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আশ্রয়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D04DB2">
        <w:rPr>
          <w:rStyle w:val="libFootnotenumChar"/>
          <w:cs/>
          <w:lang w:bidi="bn-IN"/>
        </w:rPr>
        <w:t>১</w:t>
      </w:r>
      <w:r w:rsidRPr="00076573">
        <w:rPr>
          <w:cs/>
          <w:lang w:bidi="bn-IN"/>
        </w:rPr>
        <w:t xml:space="preserve"> </w:t>
      </w:r>
    </w:p>
    <w:p w:rsidR="00D04DB2" w:rsidRPr="004451C6" w:rsidRDefault="00076573" w:rsidP="00643C1E">
      <w:pPr>
        <w:pStyle w:val="libNormal"/>
      </w:pP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উরওয়া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নিজের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আশ্রয়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দিলেন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থেকে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অনুসারীদের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আনাগোনা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বাড়তে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থাকে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মুসলিম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আকিলের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বাসস্থান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খুজে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জন্য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কিছু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গুপ্তচর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নিযুক্ত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করেছিল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উরওয়ার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আত্মগোপন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মুহাম্মদ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আশআছ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আসমা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খারেজা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ও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হাজ্জাজকে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তলব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- </w:t>
      </w: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কেন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আমার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সাথে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সাক্ষাৎ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করতে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আসলনা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জানিনা।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তবে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হানি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অসুস্থ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বলেই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ইবনে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যিয়াদ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বলল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আমি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শুনেছি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অসুস্থতা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সেরে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গেছে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এবং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ঘরের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পেছন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দরজায়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বসে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যদি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জানতে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পারি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যে</w:t>
      </w:r>
      <w:r w:rsidRPr="00076573">
        <w:t xml:space="preserve">, </w:t>
      </w:r>
      <w:r w:rsidRPr="00076573">
        <w:rPr>
          <w:rFonts w:hint="cs"/>
          <w:cs/>
          <w:lang w:bidi="bn-IN"/>
        </w:rPr>
        <w:t>সে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সত্যিই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অসুস্থ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তাহলে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তাকে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দেখতে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bn-IN"/>
        </w:rPr>
        <w:t>যাব</w:t>
      </w:r>
      <w:r w:rsidRPr="00076573">
        <w:rPr>
          <w:cs/>
          <w:lang w:bidi="bn-IN"/>
        </w:rPr>
        <w:t xml:space="preserve"> </w:t>
      </w:r>
      <w:r w:rsidRPr="00076573">
        <w:rPr>
          <w:rFonts w:hint="cs"/>
          <w:cs/>
          <w:lang w:bidi="hi-IN"/>
        </w:rPr>
        <w:t>।</w:t>
      </w:r>
      <w:r w:rsidR="00D04DB2" w:rsidRPr="00D04DB2">
        <w:rPr>
          <w:rStyle w:val="libFootnotenumChar"/>
          <w:cs/>
          <w:lang w:bidi="bn-IN"/>
        </w:rPr>
        <w:t>২</w:t>
      </w:r>
    </w:p>
    <w:p w:rsidR="00D04DB2" w:rsidRPr="00D04DB2" w:rsidRDefault="00D04DB2" w:rsidP="004451C6">
      <w:pPr>
        <w:pStyle w:val="libNormal"/>
      </w:pPr>
      <w:r w:rsidRPr="00D04DB2">
        <w:rPr>
          <w:rFonts w:hint="cs"/>
          <w:cs/>
          <w:lang w:bidi="bn-IN"/>
        </w:rPr>
        <w:t>তবে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অধিকার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খর্ব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সম্মানিত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দূরে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থাকুক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অন্যায়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প্রথম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যাচ্ছেন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অথচ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জিজ্ঞেস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অসুস্থ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অসুস্থের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কারণেই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D04DB2"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পেরেছে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রাতের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বেলা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দরজায়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বসেন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অসন্তুষ্ট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গোত্রপতির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পক্ষ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অবহেলা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অবজ্ঞা</w:t>
      </w:r>
      <w:r w:rsidR="00E853CB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বরদাশত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শপথ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পোশাক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পরিধান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নিজস্ব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চললেন।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অনুভব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অনেক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সমস্যা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হিশাম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আসমা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খাজোকে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সম্বোধন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ভ্রাতৃস্পুত্র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খোদার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লোককে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)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পাচ্ছি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চাচাজান।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খোদার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ব্যাপারে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দুশ্চিন্তা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হাসসান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ডেকে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পাঠিয়েছে।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ওবায়দুল্লাহ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দৃষ্টি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দিতেই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</w:t>
      </w:r>
      <w:r w:rsidRPr="00D04DB2">
        <w:rPr>
          <w:cs/>
          <w:lang w:bidi="bn-IN"/>
        </w:rPr>
        <w:t xml:space="preserve"> :</w:t>
      </w:r>
      <w:r w:rsidR="00F62D24">
        <w:rPr>
          <w:cs/>
          <w:lang w:bidi="bn-IN"/>
        </w:rPr>
        <w:t xml:space="preserve"> </w:t>
      </w:r>
      <w:r w:rsidRPr="00643C1E">
        <w:rPr>
          <w:rStyle w:val="libArChar"/>
          <w:rFonts w:hint="eastAsia"/>
          <w:rtl/>
        </w:rPr>
        <w:t>اتتک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بخائن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رجلاه</w:t>
      </w:r>
      <w:r w:rsidR="004451C6">
        <w:rPr>
          <w:rStyle w:val="libArChar"/>
        </w:rPr>
        <w:t xml:space="preserve"> </w:t>
      </w:r>
      <w:r w:rsidRPr="00D04DB2">
        <w:rPr>
          <w:rFonts w:hint="cs"/>
          <w:cs/>
          <w:lang w:bidi="bn-IN"/>
        </w:rPr>
        <w:t>অর্থাৎ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বিশ্বাসঘাতকতা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এসেছে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অতঃপর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বসা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শরীহ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ইঙ্গিত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ওমর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মাদীকারুব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যুবাইদীর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কবিতাটি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পাঠ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4451C6" w:rsidRPr="004451C6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4451C6" w:rsidRPr="004451C6" w:rsidRDefault="00F62D24" w:rsidP="004451C6">
            <w:pPr>
              <w:pStyle w:val="libPoem"/>
            </w:pPr>
            <w:r>
              <w:rPr>
                <w:rFonts w:hint="eastAsia"/>
                <w:rtl/>
              </w:rPr>
              <w:t>أُ</w:t>
            </w:r>
            <w:r w:rsidR="004451C6" w:rsidRPr="004451C6">
              <w:rPr>
                <w:rFonts w:hint="eastAsia"/>
                <w:rtl/>
              </w:rPr>
              <w:t>ريدُ</w:t>
            </w:r>
            <w:r w:rsidR="004451C6" w:rsidRPr="004451C6">
              <w:rPr>
                <w:rtl/>
              </w:rPr>
              <w:t xml:space="preserve"> </w:t>
            </w:r>
            <w:r w:rsidR="004451C6" w:rsidRPr="004451C6">
              <w:rPr>
                <w:rFonts w:hint="eastAsia"/>
                <w:rtl/>
              </w:rPr>
              <w:t>حياتهُ</w:t>
            </w:r>
            <w:r w:rsidR="004451C6" w:rsidRPr="004451C6">
              <w:rPr>
                <w:rtl/>
              </w:rPr>
              <w:t xml:space="preserve"> </w:t>
            </w:r>
            <w:r w:rsidR="004451C6" w:rsidRPr="004451C6">
              <w:rPr>
                <w:rFonts w:hint="eastAsia"/>
                <w:rtl/>
              </w:rPr>
              <w:t>ويُريدُ</w:t>
            </w:r>
            <w:r w:rsidR="004451C6" w:rsidRPr="004451C6">
              <w:rPr>
                <w:rtl/>
              </w:rPr>
              <w:t xml:space="preserve"> </w:t>
            </w:r>
            <w:r w:rsidR="004451C6" w:rsidRPr="004451C6">
              <w:rPr>
                <w:rFonts w:hint="eastAsia"/>
                <w:rtl/>
              </w:rPr>
              <w:t>قتْلى</w:t>
            </w:r>
            <w:r w:rsidR="004451C6" w:rsidRPr="004451C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4451C6" w:rsidRPr="004451C6" w:rsidRDefault="004451C6" w:rsidP="004451C6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4451C6" w:rsidRPr="004451C6" w:rsidRDefault="004451C6" w:rsidP="004451C6">
            <w:pPr>
              <w:pStyle w:val="libPoem"/>
            </w:pPr>
            <w:r w:rsidRPr="004451C6">
              <w:rPr>
                <w:rFonts w:hint="eastAsia"/>
                <w:rtl/>
              </w:rPr>
              <w:t>عذيرك</w:t>
            </w:r>
            <w:r w:rsidRPr="004451C6">
              <w:rPr>
                <w:rtl/>
              </w:rPr>
              <w:t xml:space="preserve"> </w:t>
            </w:r>
            <w:r w:rsidRPr="004451C6">
              <w:rPr>
                <w:rFonts w:hint="eastAsia"/>
                <w:rtl/>
              </w:rPr>
              <w:t>منْ</w:t>
            </w:r>
            <w:r w:rsidRPr="004451C6">
              <w:rPr>
                <w:rtl/>
              </w:rPr>
              <w:t xml:space="preserve"> </w:t>
            </w:r>
            <w:r w:rsidRPr="004451C6">
              <w:rPr>
                <w:rFonts w:hint="eastAsia"/>
                <w:rtl/>
              </w:rPr>
              <w:t>خليلك</w:t>
            </w:r>
            <w:r w:rsidRPr="004451C6">
              <w:rPr>
                <w:rtl/>
              </w:rPr>
              <w:t xml:space="preserve"> </w:t>
            </w:r>
            <w:r w:rsidRPr="004451C6">
              <w:rPr>
                <w:rFonts w:hint="eastAsia"/>
                <w:rtl/>
              </w:rPr>
              <w:t>منْ</w:t>
            </w:r>
            <w:r w:rsidRPr="004451C6">
              <w:rPr>
                <w:rtl/>
              </w:rPr>
              <w:t xml:space="preserve"> </w:t>
            </w:r>
            <w:r w:rsidRPr="004451C6">
              <w:rPr>
                <w:rFonts w:hint="eastAsia"/>
                <w:rtl/>
              </w:rPr>
              <w:t>مُرادٍ</w:t>
            </w:r>
            <w:r w:rsidRPr="004451C6">
              <w:rPr>
                <w:rtl/>
              </w:rPr>
              <w:br/>
              <w:t> </w:t>
            </w:r>
          </w:p>
        </w:tc>
      </w:tr>
    </w:tbl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অর্থ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জীবিত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থাকুক</w:t>
      </w:r>
      <w:r w:rsidRPr="00D04DB2">
        <w:t xml:space="preserve">,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="00E853CB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চক্রান্ত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rFonts w:hint="eastAsia"/>
        </w:rPr>
        <w:t>”</w:t>
      </w:r>
      <w:r w:rsidRPr="00D04DB2"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জিজ্ঞেস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চুপ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: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আমীরুল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মোমেনীন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মুসলমানদের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বিরুদ্ধে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ষড়যন্ত্র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হচ্ছে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আকিলকে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এনেছ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লড়াকু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সৈন্য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যোগাড়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প্রতিবেশীদের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জমায়েত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গোপন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রয়েছে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আবারও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অস্বীকার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মাকালকে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ডাক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মাকাল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গুপ্তচর</w:t>
      </w:r>
      <w:r w:rsidRPr="00D04DB2">
        <w:t xml:space="preserve">,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সহকর্মীদের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তথ্য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সংগ্রহে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নিযুক্ত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</w:t>
      </w:r>
      <w:r w:rsidRPr="00D04DB2">
        <w:rPr>
          <w:rFonts w:hint="eastAsia"/>
        </w:rPr>
        <w:t>’</w:t>
      </w:r>
      <w:r w:rsidRPr="00D04DB2">
        <w:rPr>
          <w:rFonts w:hint="cs"/>
          <w:cs/>
          <w:lang w:bidi="bn-IN"/>
        </w:rPr>
        <w:t>কাল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পাশে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দাড়াল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দৃষ্টি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পড়ল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বুঝতে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গুপ্তচর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D04DB2"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ডেকে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আনিনি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আশ্রয়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লজ্জা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আশ্রয়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মেহমান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হিসেবে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আশ্রয়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যেহেতু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পেরেছেন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অনুমতি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বাড়ী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ছেড়ে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ইচ্ছা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জিম্মা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শেষ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আশ্রয়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রেহাই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হাজির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নড়তে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কখোনই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মেহমান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দিব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খোদার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সাহায্য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একাকীও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তবুও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মৃত্যূবরণ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পর্যন্ত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হাজির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গর্দান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উড়িয়ে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এমন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চারপাশে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অনেক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নাঙ্গা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ছুঠে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হতভাগা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ভেবেছিল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লোকেরা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পাচ্ছিল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লাঠির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সাহায্যে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কপালে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প্রচণ্ড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আঘাত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শুরু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বেদম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প্রহার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ফেটে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দরদর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গড়িয়ে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কপাল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মুখের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চামড়া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ফেটে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t xml:space="preserve">, </w:t>
      </w:r>
      <w:r w:rsidRPr="00D04DB2">
        <w:rPr>
          <w:rFonts w:hint="cs"/>
          <w:cs/>
          <w:lang w:bidi="bn-IN"/>
        </w:rPr>
        <w:t>লাঠি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ভেঙ্গে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কয়েক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টুকরা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একজন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দেহরক্ষীর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দেহরক্ষী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চিৎকার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ফেল।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গ্রেফতার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কক্ষে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বন্দি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নির্দেশে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কয়েকজন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রক্ষীকে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পাহারায়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নিযুক্ত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আসমা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খারেজা</w:t>
      </w:r>
      <w:r w:rsidRPr="00D04DB2">
        <w:t xml:space="preserve">, </w:t>
      </w:r>
      <w:r w:rsidRPr="00D04DB2">
        <w:rPr>
          <w:rFonts w:hint="cs"/>
          <w:cs/>
          <w:lang w:bidi="bn-IN"/>
        </w:rPr>
        <w:t>বর্ণনান্তরে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হাসসান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আসমা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বসা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দাড়াঁল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নির্দেশ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করেছি।আপনি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বেদম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প্রহার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রক্তে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রঞ্জিত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পারবেন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রাগান্বিত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গর্জে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মারধর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হুকুম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চুপ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গ্রেফতার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কক্ষে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আটক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হল।নিজেকে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অবস্থায়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উঠলেন</w:t>
      </w:r>
      <w:r w:rsidRPr="00D04DB2">
        <w:rPr>
          <w:cs/>
          <w:lang w:bidi="bn-IN"/>
        </w:rPr>
        <w:t>-</w:t>
      </w:r>
    </w:p>
    <w:p w:rsidR="00D04DB2" w:rsidRPr="00D04DB2" w:rsidRDefault="004451C6" w:rsidP="004451C6">
      <w:pPr>
        <w:pStyle w:val="libAie"/>
      </w:pPr>
      <w:proofErr w:type="gramStart"/>
      <w:r w:rsidRPr="004451C6">
        <w:rPr>
          <w:rStyle w:val="libAlaemChar"/>
        </w:rPr>
        <w:t>)</w:t>
      </w:r>
      <w:r w:rsidR="00D04DB2" w:rsidRPr="00D04DB2">
        <w:rPr>
          <w:rFonts w:hint="eastAsia"/>
          <w:rtl/>
        </w:rPr>
        <w:t>إن</w:t>
      </w:r>
      <w:proofErr w:type="gramEnd"/>
      <w:r w:rsidR="00D04DB2" w:rsidRPr="00D04DB2">
        <w:rPr>
          <w:rFonts w:hint="eastAsia"/>
          <w:rtl/>
        </w:rPr>
        <w:t>ّا</w:t>
      </w:r>
      <w:r w:rsidR="00D04DB2" w:rsidRPr="00D04DB2">
        <w:rPr>
          <w:rtl/>
        </w:rPr>
        <w:t xml:space="preserve"> </w:t>
      </w:r>
      <w:r w:rsidR="00D04DB2" w:rsidRPr="00D04DB2">
        <w:rPr>
          <w:rFonts w:hint="eastAsia"/>
          <w:rtl/>
        </w:rPr>
        <w:t>للّه</w:t>
      </w:r>
      <w:r w:rsidR="00D04DB2" w:rsidRPr="00D04DB2">
        <w:rPr>
          <w:rtl/>
        </w:rPr>
        <w:t xml:space="preserve"> </w:t>
      </w:r>
      <w:r w:rsidR="00D04DB2" w:rsidRPr="00D04DB2">
        <w:rPr>
          <w:rFonts w:hint="eastAsia"/>
          <w:rtl/>
        </w:rPr>
        <w:t>وإنّا</w:t>
      </w:r>
      <w:r w:rsidR="00D04DB2" w:rsidRPr="00D04DB2">
        <w:rPr>
          <w:rtl/>
        </w:rPr>
        <w:t xml:space="preserve"> </w:t>
      </w:r>
      <w:r w:rsidR="00D04DB2" w:rsidRPr="00D04DB2">
        <w:rPr>
          <w:rFonts w:hint="eastAsia"/>
          <w:rtl/>
        </w:rPr>
        <w:t>إليْه</w:t>
      </w:r>
      <w:r w:rsidR="00D04DB2" w:rsidRPr="00D04DB2">
        <w:rPr>
          <w:rtl/>
        </w:rPr>
        <w:t xml:space="preserve"> </w:t>
      </w:r>
      <w:r w:rsidR="00D04DB2" w:rsidRPr="00D04DB2">
        <w:rPr>
          <w:rFonts w:hint="eastAsia"/>
          <w:rtl/>
        </w:rPr>
        <w:t>راجعُون</w:t>
      </w:r>
      <w:r w:rsidRPr="004451C6">
        <w:rPr>
          <w:rStyle w:val="libAlaemChar"/>
        </w:rPr>
        <w:t>(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t xml:space="preserve">,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প্রবেশের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মৃত্যুর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বলছি।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আমর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হাজ্জাজ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মেয়ে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স্ত্রী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মৃত্যূর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মাজহাজ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রওনা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ঘেরাও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চিৎকার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হাজ্জাজ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জনসমষ্টি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মাজহাজ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সম্মানিত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অশ্বারোহী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বাদশাহর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আনুগত্য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ত্যাগ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মুসলমানদের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পরিত্যাগ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পেয়েছি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শুরাইহ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কাজীকে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হুকুম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>,</w:t>
      </w:r>
      <w:r w:rsidR="00E853CB">
        <w:t xml:space="preserve"> </w:t>
      </w:r>
      <w:r w:rsidRPr="00D04DB2">
        <w:rPr>
          <w:rFonts w:hint="cs"/>
          <w:cs/>
          <w:lang w:bidi="bn-IN"/>
        </w:rPr>
        <w:t>যাও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জীবিত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আছে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শোরাইহ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কথানুযায়ি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মাজহাজ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রাজী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বিক্ষিপ্ত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</w:p>
    <w:p w:rsidR="00D04DB2" w:rsidRPr="00D04DB2" w:rsidRDefault="00D04DB2" w:rsidP="00643C1E">
      <w:pPr>
        <w:pStyle w:val="libNormal"/>
      </w:pPr>
    </w:p>
    <w:p w:rsidR="00D04DB2" w:rsidRPr="00D04DB2" w:rsidRDefault="00D04DB2" w:rsidP="00F4065E">
      <w:pPr>
        <w:pStyle w:val="Heading2Center"/>
      </w:pPr>
      <w:bookmarkStart w:id="22" w:name="_Toc501196949"/>
      <w:bookmarkStart w:id="23" w:name="_Toc501222459"/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আকিলের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সংগ্রাম</w:t>
      </w:r>
      <w:bookmarkEnd w:id="22"/>
      <w:bookmarkEnd w:id="23"/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আকিলের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বাইআত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করেছিল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যুদ্ধ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ওবায়দুল্লাহ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আশ্রয়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প্রাসাদের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ভীতরে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ঢোকার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সবগুলো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বন্ধ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দলীয়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লোকেরা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লড়াইয়ে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লিপ্ত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প্রাসাদ</w:t>
      </w:r>
      <w:r w:rsidRPr="00D04DB2">
        <w:rPr>
          <w:cs/>
          <w:lang w:bidi="bn-IN"/>
        </w:rPr>
        <w:t xml:space="preserve">) </w:t>
      </w:r>
      <w:r w:rsidRPr="00D04DB2">
        <w:rPr>
          <w:rFonts w:hint="cs"/>
          <w:cs/>
          <w:lang w:bidi="bn-IN"/>
        </w:rPr>
        <w:t>ভেতরে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বাহিনীকে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সিরিয়া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সৈন্য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বাহিনী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হুমকি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দিচ্ছিল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ঐ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এভাবেই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রাতের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অন্ধকার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সাথীরা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ধীরে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ধীরে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বিক্ষিপ্ত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পরস্পর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বলাবলি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লাগল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গোলযোগ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বিশৃংখলার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জ্বালাচ্ছি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উচিৎ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থাকা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ব্যাপারে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জড়ানো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ফয়সালা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দিবেন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সবাই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শেষ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পর্যন্ত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১০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মসজিদে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মাগরিবের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নামাজ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পড়লেন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নামাজের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ঐ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দশ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অত্যন্ত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অসহায়ভাবে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মসজিদ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অলিগলির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পথ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D04DB2">
        <w:rPr>
          <w:rFonts w:hint="cs"/>
          <w:cs/>
          <w:lang w:bidi="bn-IN"/>
        </w:rPr>
        <w:t>তাওয়া</w:t>
      </w:r>
      <w:r w:rsidRPr="00D04DB2">
        <w:rPr>
          <w:rFonts w:hint="eastAsia"/>
        </w:rPr>
        <w:t>’</w:t>
      </w:r>
      <w:r w:rsidRPr="00D04DB2">
        <w:t xml:space="preserve"> </w:t>
      </w:r>
      <w:r w:rsidRPr="00D04DB2">
        <w:rPr>
          <w:rFonts w:hint="cs"/>
          <w:cs/>
          <w:lang w:bidi="bn-IN"/>
        </w:rPr>
        <w:t>নাম্নী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মহিলার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মহিলা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="00E853CB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আশ্রয়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ছেলে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ব্যপারটা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আশআসকে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একদল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লোকসহ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গ্রেফতার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পাঠান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মহিলার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প্রাচীরের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বাইরে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ঘোড়ার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পায়ের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আওয়াজ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শোনার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পরিধান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ঘোড়ায়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যুদ্ধ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শুরু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="00E853CB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বেশ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আশআস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চিৎকার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D04DB2">
        <w:t xml:space="preserve">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নিরাপত্তা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ধোকাবাজ</w:t>
      </w:r>
      <w:r w:rsidRPr="00D04DB2">
        <w:t xml:space="preserve">, </w:t>
      </w:r>
      <w:r w:rsidRPr="00D04DB2">
        <w:rPr>
          <w:rFonts w:hint="cs"/>
          <w:cs/>
          <w:lang w:bidi="bn-IN"/>
        </w:rPr>
        <w:t>ফাসেক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নিরাপত্তা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লড়তে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লাগলেন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হামরুন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মালেক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খাসআমীর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পংক্তিগুলো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বীরত্বগাথা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হিসেবে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ছিলেন</w:t>
      </w:r>
      <w:r w:rsidRPr="00D04DB2">
        <w:rPr>
          <w:cs/>
          <w:lang w:bidi="bn-IN"/>
        </w:rPr>
        <w:t xml:space="preserve">-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F4065E" w:rsidRPr="008B2482" w:rsidTr="00F4065E">
        <w:trPr>
          <w:trHeight w:val="350"/>
        </w:trPr>
        <w:tc>
          <w:tcPr>
            <w:tcW w:w="4238" w:type="dxa"/>
            <w:shd w:val="clear" w:color="auto" w:fill="auto"/>
          </w:tcPr>
          <w:p w:rsidR="00F4065E" w:rsidRPr="008B2482" w:rsidRDefault="001268D6" w:rsidP="008B2482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F4065E" w:rsidRPr="008B2482">
              <w:rPr>
                <w:rFonts w:hint="eastAsia"/>
                <w:rtl/>
              </w:rPr>
              <w:t>قْسمْتُ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لا</w:t>
            </w:r>
            <w:r w:rsidR="00F4065E" w:rsidRPr="008B2482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="00F4065E" w:rsidRPr="008B2482">
              <w:rPr>
                <w:rFonts w:hint="eastAsia"/>
                <w:rtl/>
              </w:rPr>
              <w:t>قْتلُ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إلاّ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حُرّا</w:t>
            </w:r>
            <w:r w:rsidR="00F4065E" w:rsidRPr="008B248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F4065E" w:rsidRPr="008B2482" w:rsidRDefault="00F4065E" w:rsidP="008B2482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F4065E" w:rsidRPr="008B2482" w:rsidRDefault="00F4065E" w:rsidP="008B2482">
            <w:pPr>
              <w:pStyle w:val="libPoem"/>
            </w:pPr>
            <w:r w:rsidRPr="008B2482">
              <w:rPr>
                <w:rFonts w:hint="eastAsia"/>
                <w:rtl/>
              </w:rPr>
              <w:t>وإنْ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ر</w:t>
            </w:r>
            <w:r w:rsidR="001268D6">
              <w:rPr>
                <w:rFonts w:hint="eastAsia"/>
                <w:rtl/>
              </w:rPr>
              <w:t xml:space="preserve"> أ</w:t>
            </w:r>
            <w:r w:rsidRPr="008B2482">
              <w:rPr>
                <w:rFonts w:hint="eastAsia"/>
                <w:rtl/>
              </w:rPr>
              <w:t>يْتُ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الْموْت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شيْئاً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نُكْرا</w:t>
            </w:r>
            <w:r w:rsidRPr="008B2482">
              <w:rPr>
                <w:rtl/>
              </w:rPr>
              <w:br/>
              <w:t> </w:t>
            </w:r>
          </w:p>
        </w:tc>
      </w:tr>
      <w:tr w:rsidR="00F4065E" w:rsidRPr="008B2482" w:rsidTr="00F4065E">
        <w:tblPrEx>
          <w:tblLook w:val="04A0"/>
        </w:tblPrEx>
        <w:trPr>
          <w:trHeight w:val="350"/>
        </w:trPr>
        <w:tc>
          <w:tcPr>
            <w:tcW w:w="4238" w:type="dxa"/>
          </w:tcPr>
          <w:p w:rsidR="00F4065E" w:rsidRPr="008B2482" w:rsidRDefault="001268D6" w:rsidP="008B2482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F4065E" w:rsidRPr="008B2482">
              <w:rPr>
                <w:rFonts w:hint="eastAsia"/>
                <w:rtl/>
              </w:rPr>
              <w:t>كْرهُ</w:t>
            </w:r>
            <w:r w:rsidR="00F62D24"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F4065E" w:rsidRPr="008B2482">
              <w:rPr>
                <w:rFonts w:hint="eastAsia"/>
                <w:rtl/>
              </w:rPr>
              <w:t>نْ</w:t>
            </w:r>
            <w:r w:rsidR="00F4065E" w:rsidRPr="008B2482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="00F4065E" w:rsidRPr="008B2482">
              <w:rPr>
                <w:rFonts w:hint="eastAsia"/>
                <w:rtl/>
              </w:rPr>
              <w:t>خْدع</w:t>
            </w:r>
            <w:r w:rsidR="00F62D24"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F4065E" w:rsidRPr="008B2482">
              <w:rPr>
                <w:rFonts w:hint="eastAsia"/>
                <w:rtl/>
              </w:rPr>
              <w:t>وْ</w:t>
            </w:r>
            <w:r w:rsidR="00F4065E" w:rsidRPr="008B2482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="00F4065E" w:rsidRPr="008B2482">
              <w:rPr>
                <w:rFonts w:hint="eastAsia"/>
                <w:rtl/>
              </w:rPr>
              <w:t>غرّا</w:t>
            </w:r>
            <w:r w:rsidR="00F4065E" w:rsidRPr="008B2482">
              <w:rPr>
                <w:rFonts w:eastAsia="Rafed Alaem" w:hint="cs"/>
                <w:rtl/>
              </w:rPr>
              <w:t xml:space="preserve"> </w:t>
            </w:r>
            <w:r w:rsidR="00F4065E" w:rsidRPr="008B2482">
              <w:rPr>
                <w:rtl/>
              </w:rPr>
              <w:br/>
              <w:t> </w:t>
            </w:r>
          </w:p>
        </w:tc>
        <w:tc>
          <w:tcPr>
            <w:tcW w:w="302" w:type="dxa"/>
          </w:tcPr>
          <w:p w:rsidR="00F4065E" w:rsidRPr="008B2482" w:rsidRDefault="00F4065E" w:rsidP="008B2482">
            <w:pPr>
              <w:pStyle w:val="libPoem"/>
              <w:rPr>
                <w:rtl/>
              </w:rPr>
            </w:pPr>
          </w:p>
        </w:tc>
        <w:tc>
          <w:tcPr>
            <w:tcW w:w="4197" w:type="dxa"/>
          </w:tcPr>
          <w:p w:rsidR="00F4065E" w:rsidRPr="008B2482" w:rsidRDefault="001268D6" w:rsidP="008B2482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F4065E" w:rsidRPr="008B2482">
              <w:rPr>
                <w:rFonts w:hint="eastAsia"/>
                <w:rtl/>
              </w:rPr>
              <w:t>وْ</w:t>
            </w:r>
            <w:r w:rsidR="00F62D24"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F4065E" w:rsidRPr="008B2482">
              <w:rPr>
                <w:rFonts w:hint="eastAsia"/>
                <w:rtl/>
              </w:rPr>
              <w:t>خْلط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الْبارد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سُخْناً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مُرّا</w:t>
            </w:r>
            <w:r w:rsidR="00F4065E" w:rsidRPr="008B2482">
              <w:rPr>
                <w:rtl/>
              </w:rPr>
              <w:br/>
              <w:t> </w:t>
            </w:r>
          </w:p>
        </w:tc>
      </w:tr>
      <w:tr w:rsidR="00F4065E" w:rsidRPr="008B2482" w:rsidTr="00F4065E">
        <w:tblPrEx>
          <w:tblLook w:val="04A0"/>
        </w:tblPrEx>
        <w:trPr>
          <w:trHeight w:val="350"/>
        </w:trPr>
        <w:tc>
          <w:tcPr>
            <w:tcW w:w="4238" w:type="dxa"/>
          </w:tcPr>
          <w:p w:rsidR="00F4065E" w:rsidRPr="008B2482" w:rsidRDefault="00F4065E" w:rsidP="008B2482">
            <w:pPr>
              <w:pStyle w:val="libPoem"/>
            </w:pPr>
            <w:r w:rsidRPr="008B2482">
              <w:rPr>
                <w:rFonts w:hint="eastAsia"/>
                <w:rtl/>
              </w:rPr>
              <w:t>كُلُّ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امْرىً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يوْما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يُلاقى</w:t>
            </w:r>
            <w:r w:rsidRPr="008B2482">
              <w:rPr>
                <w:rtl/>
              </w:rPr>
              <w:t xml:space="preserve"> </w:t>
            </w:r>
            <w:r w:rsidRPr="008B2482">
              <w:rPr>
                <w:rFonts w:hint="eastAsia"/>
                <w:rtl/>
              </w:rPr>
              <w:t>شرّا</w:t>
            </w:r>
            <w:r w:rsidRPr="008B2482">
              <w:rPr>
                <w:rtl/>
              </w:rPr>
              <w:br/>
              <w:t> </w:t>
            </w:r>
          </w:p>
        </w:tc>
        <w:tc>
          <w:tcPr>
            <w:tcW w:w="302" w:type="dxa"/>
          </w:tcPr>
          <w:p w:rsidR="00F4065E" w:rsidRPr="008B2482" w:rsidRDefault="00F4065E" w:rsidP="008B2482">
            <w:pPr>
              <w:pStyle w:val="libPoem"/>
              <w:rPr>
                <w:rtl/>
              </w:rPr>
            </w:pPr>
          </w:p>
        </w:tc>
        <w:tc>
          <w:tcPr>
            <w:tcW w:w="4197" w:type="dxa"/>
          </w:tcPr>
          <w:p w:rsidR="00F4065E" w:rsidRPr="008B2482" w:rsidRDefault="001268D6" w:rsidP="008B2482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F4065E" w:rsidRPr="008B2482">
              <w:rPr>
                <w:rFonts w:hint="eastAsia"/>
                <w:rtl/>
              </w:rPr>
              <w:t>ضْربُكُمْ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ولا</w:t>
            </w:r>
            <w:r w:rsidR="00F62D24"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F4065E" w:rsidRPr="008B2482">
              <w:rPr>
                <w:rFonts w:hint="eastAsia"/>
                <w:rtl/>
              </w:rPr>
              <w:t>خافُ</w:t>
            </w:r>
            <w:r w:rsidR="00F4065E" w:rsidRPr="008B2482">
              <w:rPr>
                <w:rtl/>
              </w:rPr>
              <w:t xml:space="preserve"> </w:t>
            </w:r>
            <w:r w:rsidR="00F4065E" w:rsidRPr="008B2482">
              <w:rPr>
                <w:rFonts w:hint="eastAsia"/>
                <w:rtl/>
              </w:rPr>
              <w:t>ضرّا</w:t>
            </w:r>
            <w:r w:rsidR="00F4065E" w:rsidRPr="008B2482">
              <w:rPr>
                <w:rtl/>
              </w:rPr>
              <w:br/>
              <w:t> </w:t>
            </w:r>
          </w:p>
        </w:tc>
      </w:tr>
    </w:tbl>
    <w:p w:rsidR="00F4065E" w:rsidRPr="00F4065E" w:rsidRDefault="00F4065E" w:rsidP="008B2482">
      <w:pPr>
        <w:rPr>
          <w:rStyle w:val="libArChar"/>
          <w:rtl/>
        </w:rPr>
      </w:pP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শপথ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করেছি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স্বাধীনভাবেই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মৃত্যুকে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আলিঙ্গন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lastRenderedPageBreak/>
        <w:t>যদিও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মৃত্যুর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শরাব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তিক্তও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ধোকা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বন্দী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হই</w:t>
      </w:r>
      <w:r w:rsidRPr="00D04DB2">
        <w:rPr>
          <w:cs/>
          <w:lang w:bidi="bn-IN"/>
        </w:rPr>
        <w:t>-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অথবা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স্বচ্ছ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শীতল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ময়লা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পানিতে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মিশ্রিত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প্রত্যেকেই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জগতে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সমস্যায়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বন্দী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তবে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আঘাত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হানতে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কিছুতেই।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বাহীনি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চিৎকার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আশআস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মিথ্যা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বলছেনা।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ধোঁকা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দিচ্ছে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কর্ণপাত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অবশেষে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ঢাল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ভেঙ্গে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দূর্বলতা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বাহিনী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প্রচণ্ড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চাপ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সৃষ্টি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পিছন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তীরের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সাহায্যে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আঘাত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ঘোড়ার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পিঠ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ঢলে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বন্দী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হাজির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জনৈক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দেহরক্ষী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আমীরকে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ওহে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হতভাগা।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নয়।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সদম্ভে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অসুবিধা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ব্যাপার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নয়।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কেননা</w:t>
      </w:r>
      <w:r w:rsidRPr="00D04DB2">
        <w:t xml:space="preserve">, </w:t>
      </w:r>
      <w:r w:rsidRPr="00D04DB2">
        <w:rPr>
          <w:rFonts w:hint="cs"/>
          <w:cs/>
          <w:lang w:bidi="bn-IN"/>
        </w:rPr>
        <w:t>তোমরা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অপবিত্র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নিকৃষ্ট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উৎকৃষ্ট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তাছাড়া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কাপুরুষোচিতভাবে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গড়াগড়ি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দাও</w:t>
      </w:r>
      <w:r w:rsidRPr="00D04DB2">
        <w:t xml:space="preserve">, </w:t>
      </w:r>
      <w:r w:rsidRPr="00D04DB2">
        <w:rPr>
          <w:rFonts w:hint="cs"/>
          <w:cs/>
          <w:lang w:bidi="bn-IN"/>
        </w:rPr>
        <w:t>নিজের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কুৎসিত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চেহারা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নগ্নভাবে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ফাঁস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t xml:space="preserve">, </w:t>
      </w:r>
      <w:r w:rsidRPr="00D04DB2">
        <w:rPr>
          <w:rFonts w:hint="cs"/>
          <w:cs/>
          <w:lang w:bidi="bn-IN"/>
        </w:rPr>
        <w:t>দুশমনের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বিজয়ী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বেলায়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নিকৃষ্ট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আঞ্জাম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দাও।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নিকৃষ্ট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অবশিষ্ট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হিংস্র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চেয়ে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উপযুক্ত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পাওয়া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দুস্কর।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ওহে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বিশৃংখলা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অরাজকতা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সৃষ্টিকারী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অপরাধী।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বিরুদ্ধে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বিদ্রোহ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মুসলমানদের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ঐক্যে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ফাটল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ধরিয়েছ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পিতা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t xml:space="preserve">,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ছাকীফ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এলাজ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সম্প্রদায়ের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গোলাম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তোমরা</w:t>
      </w:r>
      <w:r w:rsidRPr="00D04DB2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D04DB2">
        <w:rPr>
          <w:rFonts w:hint="cs"/>
          <w:cs/>
          <w:lang w:bidi="bn-IN"/>
        </w:rPr>
        <w:t>জনেই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ফিতনার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জ্বালিয়েছ।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করি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নছীব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সবচেয়ে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নিকৃষ্ট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অপবিত্র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মাধ্যমে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সম্পাদন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বললঃ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t xml:space="preserve">, </w:t>
      </w:r>
      <w:r w:rsidRPr="00D04DB2">
        <w:rPr>
          <w:rFonts w:hint="cs"/>
          <w:cs/>
          <w:lang w:bidi="bn-IN"/>
        </w:rPr>
        <w:t>ক্ষমতার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লালায়িত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ক্ষমতা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লাভের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চেষ্টা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হয়নি।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পদটি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যোগ্য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ওহে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মরাজানার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ছেলে</w:t>
      </w:r>
      <w:r w:rsidRPr="00D04DB2">
        <w:rPr>
          <w:cs/>
          <w:lang w:bidi="bn-IN"/>
        </w:rPr>
        <w:t xml:space="preserve"> ! </w:t>
      </w:r>
      <w:r w:rsidRPr="00D04DB2">
        <w:rPr>
          <w:rFonts w:hint="cs"/>
          <w:cs/>
          <w:lang w:bidi="bn-IN"/>
        </w:rPr>
        <w:t>সেই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ক্ষমতার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যোগ্য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</w:t>
      </w:r>
      <w:r w:rsidRPr="00D04DB2">
        <w:t xml:space="preserve">?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ইয়াজিদ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মুয়াবিয়া।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আলহামদুলিল্লাহ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রাজি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মহান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মাঝে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ফায়সালাকারী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খেলাফতের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ব্যাপারে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অংশীদারিত্ব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আছে</w:t>
      </w:r>
      <w:r w:rsidRPr="00D04DB2">
        <w:t xml:space="preserve">?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শুধু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নয়</w:t>
      </w:r>
      <w:r w:rsidRPr="00D04DB2">
        <w:t xml:space="preserve">,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ব্যাপারে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আামার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দৃঢ়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প্রত্যয়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আস্থা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রয়েছে।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শহরে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এসেছ</w:t>
      </w:r>
      <w:r w:rsidRPr="00D04DB2">
        <w:t xml:space="preserve">? </w:t>
      </w:r>
      <w:r w:rsidRPr="00D04DB2">
        <w:rPr>
          <w:rFonts w:hint="cs"/>
          <w:cs/>
          <w:lang w:bidi="bn-IN"/>
        </w:rPr>
        <w:t>এখানকার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শান্তি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শৃংখলা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বিঘ্নিত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t xml:space="preserve">?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অনৈক্যের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সৃষ্টি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অশান্তি</w:t>
      </w:r>
      <w:r w:rsidRPr="00D04DB2">
        <w:t xml:space="preserve">, </w:t>
      </w:r>
      <w:r w:rsidRPr="00D04DB2">
        <w:rPr>
          <w:rFonts w:hint="cs"/>
          <w:cs/>
          <w:lang w:bidi="bn-IN"/>
        </w:rPr>
        <w:t>অনৈক্য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বিশৃংখলা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সৃষ্টির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শহরে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আসিনি।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যেহেতু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নিকৃষ্ট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যাচ্ছ</w:t>
      </w:r>
      <w:r w:rsidRPr="00D04DB2">
        <w:t xml:space="preserve">, </w:t>
      </w:r>
      <w:r w:rsidRPr="00D04DB2">
        <w:rPr>
          <w:rFonts w:hint="cs"/>
          <w:cs/>
          <w:lang w:bidi="bn-IN"/>
        </w:rPr>
        <w:t>সৎ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মূলোৎপাটন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t xml:space="preserve">, </w:t>
      </w:r>
      <w:r w:rsidRPr="00D04DB2">
        <w:rPr>
          <w:rFonts w:hint="cs"/>
          <w:cs/>
          <w:lang w:bidi="bn-IN"/>
        </w:rPr>
        <w:t>জনগণের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ইচ্ছা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মতামত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ছাড়াই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দাবী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নির্দেশের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বিরোধী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বাধ্য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ইরান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রোমের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বাদশাহদের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আচরণ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সেহেতু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এসেছি</w:t>
      </w:r>
      <w:r w:rsidRPr="00D04DB2">
        <w:t xml:space="preserve">, </w:t>
      </w:r>
      <w:r w:rsidRPr="00D04DB2">
        <w:rPr>
          <w:rFonts w:hint="cs"/>
          <w:cs/>
          <w:lang w:bidi="bn-IN"/>
        </w:rPr>
        <w:t>মানুষকে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সৎকাজের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আহবান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জানানো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মন্দ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কুরআন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পয়গম্বর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সুন্নতের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অনুসারী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উপযুক্ততা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রয়েছে।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বক্তব্য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শোনার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চেঁচিয়ে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হাসান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হুসাইন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গালমন্দ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শুরু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পিতাই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গালমন্দের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সবচেয়ে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উপযুক্ত।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দুশমন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তোমরা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ইচ্ছা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কর।</w:t>
      </w:r>
    </w:p>
    <w:p w:rsidR="00C513F0" w:rsidRPr="007C26B4" w:rsidRDefault="00C513F0" w:rsidP="007C26B4">
      <w:pPr>
        <w:rPr>
          <w:rtl/>
          <w:cs/>
        </w:rPr>
      </w:pPr>
      <w:r>
        <w:rPr>
          <w:cs/>
          <w:lang w:bidi="bn-IN"/>
        </w:rPr>
        <w:br w:type="page"/>
      </w:r>
    </w:p>
    <w:p w:rsidR="00D04DB2" w:rsidRPr="00D04DB2" w:rsidRDefault="00D04DB2" w:rsidP="00C513F0">
      <w:pPr>
        <w:pStyle w:val="Heading2Center"/>
      </w:pPr>
      <w:bookmarkStart w:id="24" w:name="_Toc501196950"/>
      <w:bookmarkStart w:id="25" w:name="_Toc501222460"/>
      <w:r w:rsidRPr="00D04DB2">
        <w:rPr>
          <w:rFonts w:hint="cs"/>
          <w:cs/>
          <w:lang w:bidi="bn-IN"/>
        </w:rPr>
        <w:lastRenderedPageBreak/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শাহাদত</w:t>
      </w:r>
      <w:bookmarkEnd w:id="24"/>
      <w:bookmarkEnd w:id="25"/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হামারানকে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দারুল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হুকুম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তাছবীহ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পাঠ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দরবারে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ক্ষমা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প্রার্থনা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পর্যন্ত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পাকের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দরুদ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পাঠ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থাকলেন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আলাদা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হত্যাকারী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অত্যন্ত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ভীত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বিহ্বলভাবে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নেমে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জিজ্ঞেস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করছিলাম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কুৎসিত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চেহারার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মুখোমুখি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দাড়িয়ে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আঙ্গুল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কামড়াচ্ছে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পেয়েছি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জীবনে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কিছুতেই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এরূপ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পাইনি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বোধহয়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হুকুম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বারবার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বলছিলেন</w:t>
      </w:r>
      <w:r w:rsidRPr="00D04DB2">
        <w:rPr>
          <w:cs/>
          <w:lang w:bidi="bn-IN"/>
        </w:rPr>
        <w:t>-</w:t>
      </w:r>
    </w:p>
    <w:p w:rsidR="00D04DB2" w:rsidRPr="00D04DB2" w:rsidRDefault="00D04DB2" w:rsidP="009D20A7">
      <w:pPr>
        <w:pStyle w:val="libAr"/>
      </w:pPr>
      <w:r w:rsidRPr="009D20A7">
        <w:rPr>
          <w:rFonts w:hint="cs"/>
          <w:rtl/>
        </w:rPr>
        <w:t>وام</w:t>
      </w:r>
      <w:r w:rsidRPr="009D20A7">
        <w:rPr>
          <w:rFonts w:hint="eastAsia"/>
          <w:rtl/>
        </w:rPr>
        <w:t>ذْحجاهُ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و</w:t>
      </w:r>
      <w:r w:rsidR="001268D6" w:rsidRPr="009D20A7">
        <w:rPr>
          <w:rFonts w:hint="eastAsia"/>
          <w:rtl/>
        </w:rPr>
        <w:t xml:space="preserve"> أ</w:t>
      </w:r>
      <w:r w:rsidRPr="009D20A7">
        <w:rPr>
          <w:rFonts w:hint="eastAsia"/>
          <w:rtl/>
        </w:rPr>
        <w:t>يْن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منّى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مذْحجُ</w:t>
      </w:r>
      <w:r w:rsidRPr="009D20A7">
        <w:rPr>
          <w:rtl/>
        </w:rPr>
        <w:t xml:space="preserve">! </w:t>
      </w:r>
      <w:r w:rsidRPr="009D20A7">
        <w:rPr>
          <w:rFonts w:hint="eastAsia"/>
          <w:rtl/>
        </w:rPr>
        <w:t>واعشيرتاهُ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و</w:t>
      </w:r>
      <w:r w:rsidR="001268D6" w:rsidRPr="009D20A7">
        <w:rPr>
          <w:rFonts w:hint="eastAsia"/>
          <w:rtl/>
        </w:rPr>
        <w:t xml:space="preserve"> أ</w:t>
      </w:r>
      <w:r w:rsidRPr="009D20A7">
        <w:rPr>
          <w:rFonts w:hint="eastAsia"/>
          <w:rtl/>
        </w:rPr>
        <w:t>يْن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منّى</w:t>
      </w:r>
      <w:r w:rsidRPr="009D20A7">
        <w:rPr>
          <w:rtl/>
        </w:rPr>
        <w:t xml:space="preserve"> </w:t>
      </w:r>
      <w:r w:rsidRPr="009D20A7">
        <w:rPr>
          <w:rFonts w:hint="eastAsia"/>
          <w:rtl/>
        </w:rPr>
        <w:t>عشيرت</w:t>
      </w:r>
      <w:r w:rsidRPr="009D20A7">
        <w:rPr>
          <w:rFonts w:hint="cs"/>
          <w:rtl/>
        </w:rPr>
        <w:t>ى</w:t>
      </w:r>
      <w:r w:rsidRPr="00D04DB2">
        <w:t xml:space="preserve"> !</w:t>
      </w:r>
    </w:p>
    <w:p w:rsidR="00D04DB2" w:rsidRPr="00D04DB2" w:rsidRDefault="00D04DB2" w:rsidP="00643C1E">
      <w:pPr>
        <w:pStyle w:val="libNormal"/>
      </w:pPr>
      <w:r w:rsidRPr="00D04DB2">
        <w:rPr>
          <w:rFonts w:hint="eastAsia"/>
        </w:rPr>
        <w:t>“</w:t>
      </w:r>
      <w:r w:rsidRPr="00D04DB2">
        <w:rPr>
          <w:rFonts w:hint="cs"/>
          <w:cs/>
          <w:lang w:bidi="bn-IN"/>
        </w:rPr>
        <w:t>কোথায়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লোকের</w:t>
      </w:r>
      <w:proofErr w:type="gramStart"/>
      <w:r w:rsidRPr="00D04DB2">
        <w:rPr>
          <w:rFonts w:hint="cs"/>
          <w:cs/>
          <w:lang w:bidi="bn-IN"/>
        </w:rPr>
        <w:t>া</w:t>
      </w:r>
      <w:r w:rsidRPr="00D04DB2">
        <w:rPr>
          <w:cs/>
          <w:lang w:bidi="bn-IN"/>
        </w:rPr>
        <w:t xml:space="preserve"> </w:t>
      </w:r>
      <w:r w:rsidRPr="00D04DB2">
        <w:t>?</w:t>
      </w:r>
      <w:proofErr w:type="gramEnd"/>
      <w:r w:rsidRPr="00D04DB2">
        <w:t xml:space="preserve"> </w:t>
      </w:r>
      <w:r w:rsidRPr="00D04DB2">
        <w:rPr>
          <w:rFonts w:hint="cs"/>
          <w:cs/>
          <w:lang w:bidi="bn-IN"/>
        </w:rPr>
        <w:t>কোথায়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আত্মীয়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স্বজন</w:t>
      </w:r>
      <w:r w:rsidRPr="00D04DB2">
        <w:t>?</w:t>
      </w:r>
      <w:r w:rsidRPr="00643C1E">
        <w:rPr>
          <w:rStyle w:val="libEnChar"/>
        </w:rPr>
        <w:t>”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জল্লাদ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গর্দান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নোয়াও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খোদার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প্রাণ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গর্দান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বদান্যতা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সহায়তা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রশীদ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নামক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যিয়াদের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আঘাত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শহীদ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মৃত্যুশোকে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আবদুল্লাহ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যুবাইর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আসাদী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কবিতাগুলো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রচনা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কবিতার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রচয়িতা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ফারাযদাক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সালমান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রচনা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8053F" w:rsidRPr="00961709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78053F" w:rsidRPr="00961709" w:rsidRDefault="0078053F" w:rsidP="0078053F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فإنْ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كُنْت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لا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تدْرين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ما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الْموْتُ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فانْظُرى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8053F" w:rsidRPr="00961709" w:rsidRDefault="0078053F" w:rsidP="0078053F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8053F" w:rsidRPr="00961709" w:rsidRDefault="0078053F" w:rsidP="0078053F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إلى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هانى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فى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السُّوق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وابْن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عقيل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78053F" w:rsidRPr="0078053F" w:rsidRDefault="0078053F" w:rsidP="0078053F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8053F" w:rsidRPr="00961709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78053F" w:rsidRPr="00961709" w:rsidRDefault="0078053F" w:rsidP="0078053F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إلى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بطلٍ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قدْ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هشّم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السّيْفُ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وجْههُ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8053F" w:rsidRPr="00961709" w:rsidRDefault="0078053F" w:rsidP="0078053F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8053F" w:rsidRPr="00961709" w:rsidRDefault="0078053F" w:rsidP="0078053F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وآخرُ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يُهْوى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منْ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طمارٍ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قتيل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78053F" w:rsidRPr="0028274B" w:rsidRDefault="0078053F" w:rsidP="0028274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28274B" w:rsidRPr="0028274B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28274B" w:rsidRPr="0028274B" w:rsidRDefault="001268D6" w:rsidP="0028274B">
            <w:pPr>
              <w:pStyle w:val="libPoem"/>
            </w:pPr>
            <w:r>
              <w:rPr>
                <w:rFonts w:hint="eastAsia"/>
                <w:rtl/>
              </w:rPr>
              <w:lastRenderedPageBreak/>
              <w:t xml:space="preserve"> أ</w:t>
            </w:r>
            <w:r w:rsidR="0028274B" w:rsidRPr="0028274B">
              <w:rPr>
                <w:rFonts w:hint="eastAsia"/>
                <w:rtl/>
              </w:rPr>
              <w:t>صابهُما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فرْخُ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الْبغيّ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ف</w:t>
            </w:r>
            <w:r>
              <w:rPr>
                <w:rFonts w:hint="eastAsia"/>
                <w:rtl/>
              </w:rPr>
              <w:t xml:space="preserve"> أ</w:t>
            </w:r>
            <w:r w:rsidR="0028274B" w:rsidRPr="0028274B">
              <w:rPr>
                <w:rFonts w:hint="eastAsia"/>
                <w:rtl/>
              </w:rPr>
              <w:t>صْبحا</w:t>
            </w:r>
            <w:r w:rsidR="0028274B" w:rsidRPr="0028274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28274B" w:rsidRPr="0028274B" w:rsidRDefault="0028274B" w:rsidP="0028274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28274B" w:rsidRPr="0028274B" w:rsidRDefault="001268D6" w:rsidP="0028274B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28274B" w:rsidRPr="0028274B">
              <w:rPr>
                <w:rFonts w:hint="eastAsia"/>
                <w:rtl/>
              </w:rPr>
              <w:t>حاديث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منْ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يسْري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بكُلّ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سبيل</w:t>
            </w:r>
            <w:r w:rsidR="0028274B" w:rsidRPr="0028274B">
              <w:rPr>
                <w:rtl/>
              </w:rPr>
              <w:br/>
              <w:t> </w:t>
            </w:r>
          </w:p>
        </w:tc>
      </w:tr>
    </w:tbl>
    <w:p w:rsidR="0028274B" w:rsidRPr="0028274B" w:rsidRDefault="0028274B" w:rsidP="0028274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28274B" w:rsidRPr="0028274B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ترى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جسدا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قدْ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غيّر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الْموْتُ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لوْنهُ</w:t>
            </w:r>
            <w:r w:rsidRPr="0028274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28274B" w:rsidRPr="0028274B" w:rsidRDefault="0028274B" w:rsidP="0028274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ونضحُ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دمٍ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قدْ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سال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كُلُّ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مسيل</w:t>
            </w:r>
            <w:r w:rsidRPr="0028274B">
              <w:rPr>
                <w:rtl/>
              </w:rPr>
              <w:br/>
              <w:t> </w:t>
            </w:r>
          </w:p>
        </w:tc>
      </w:tr>
    </w:tbl>
    <w:p w:rsidR="0028274B" w:rsidRPr="0028274B" w:rsidRDefault="0028274B" w:rsidP="0028274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28274B" w:rsidRPr="0028274B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فتىً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كان</w:t>
            </w:r>
            <w:r w:rsidR="00F62D24">
              <w:rPr>
                <w:rtl/>
              </w:rPr>
              <w:t xml:space="preserve"> </w:t>
            </w:r>
            <w:r w:rsidR="001268D6">
              <w:rPr>
                <w:rFonts w:hint="eastAsia"/>
                <w:rtl/>
              </w:rPr>
              <w:t>أ</w:t>
            </w:r>
            <w:r w:rsidRPr="0028274B">
              <w:rPr>
                <w:rFonts w:hint="eastAsia"/>
                <w:rtl/>
              </w:rPr>
              <w:t>حْيى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منْ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فتاةٍ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حييّةٍ</w:t>
            </w:r>
            <w:r w:rsidRPr="0028274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28274B" w:rsidRPr="0028274B" w:rsidRDefault="0028274B" w:rsidP="0028274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و</w:t>
            </w:r>
            <w:r w:rsidR="001268D6">
              <w:rPr>
                <w:rFonts w:hint="eastAsia"/>
                <w:rtl/>
              </w:rPr>
              <w:t xml:space="preserve"> أ</w:t>
            </w:r>
            <w:r w:rsidRPr="0028274B">
              <w:rPr>
                <w:rFonts w:hint="eastAsia"/>
                <w:rtl/>
              </w:rPr>
              <w:t>قْطع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منْ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ذى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شفْرتيْن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صقيل</w:t>
            </w:r>
            <w:r w:rsidRPr="0028274B">
              <w:rPr>
                <w:rtl/>
              </w:rPr>
              <w:br/>
              <w:t> </w:t>
            </w:r>
          </w:p>
        </w:tc>
      </w:tr>
    </w:tbl>
    <w:p w:rsidR="0028274B" w:rsidRPr="0028274B" w:rsidRDefault="0028274B" w:rsidP="0028274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28274B" w:rsidRPr="0028274B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28274B" w:rsidRPr="0028274B" w:rsidRDefault="001268D6" w:rsidP="0028274B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28274B" w:rsidRPr="0028274B">
              <w:rPr>
                <w:rFonts w:hint="eastAsia"/>
                <w:rtl/>
              </w:rPr>
              <w:t>يرْكبُ</w:t>
            </w:r>
            <w:r w:rsidR="00F62D24"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28274B" w:rsidRPr="0028274B">
              <w:rPr>
                <w:rFonts w:hint="eastAsia"/>
                <w:rtl/>
              </w:rPr>
              <w:t>سْم</w:t>
            </w:r>
            <w:r w:rsidR="00F62D24">
              <w:rPr>
                <w:rFonts w:hint="eastAsia"/>
                <w:rtl/>
              </w:rPr>
              <w:t>أُ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الْهماليج</w:t>
            </w:r>
            <w:r w:rsidR="0028274B" w:rsidRPr="0028274B">
              <w:rPr>
                <w:rtl/>
              </w:rPr>
              <w:t xml:space="preserve"> </w:t>
            </w:r>
            <w:r w:rsidR="0028274B" w:rsidRPr="0028274B">
              <w:rPr>
                <w:rFonts w:hint="eastAsia"/>
                <w:rtl/>
              </w:rPr>
              <w:t>آمنا</w:t>
            </w:r>
            <w:r w:rsidR="0028274B" w:rsidRPr="0028274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28274B" w:rsidRPr="0028274B" w:rsidRDefault="0028274B" w:rsidP="0028274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وقدْ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طلبْتهُ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مذْحجُ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بذُحُول</w:t>
            </w:r>
            <w:r w:rsidRPr="0028274B">
              <w:rPr>
                <w:rtl/>
              </w:rPr>
              <w:br/>
              <w:t> </w:t>
            </w:r>
          </w:p>
        </w:tc>
      </w:tr>
    </w:tbl>
    <w:p w:rsidR="0028274B" w:rsidRPr="0028274B" w:rsidRDefault="0028274B" w:rsidP="0028274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28274B" w:rsidRPr="0028274B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تطُوفُ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حواليه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مُرادٌ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وكُلُّهُم</w:t>
            </w:r>
            <w:r w:rsidRPr="0028274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28274B" w:rsidRPr="0028274B" w:rsidRDefault="0028274B" w:rsidP="0028274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على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رقْبةٍ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منْ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سائلٍ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ومسُول</w:t>
            </w:r>
            <w:r w:rsidRPr="0028274B">
              <w:rPr>
                <w:rtl/>
              </w:rPr>
              <w:br/>
              <w:t> </w:t>
            </w:r>
          </w:p>
        </w:tc>
      </w:tr>
    </w:tbl>
    <w:p w:rsidR="0028274B" w:rsidRPr="0028274B" w:rsidRDefault="0028274B" w:rsidP="0028274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28274B" w:rsidRPr="0028274B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فإنْ</w:t>
            </w:r>
            <w:r w:rsidR="00F62D24">
              <w:rPr>
                <w:rtl/>
              </w:rPr>
              <w:t xml:space="preserve"> </w:t>
            </w:r>
            <w:r w:rsidR="001268D6">
              <w:rPr>
                <w:rFonts w:hint="eastAsia"/>
                <w:rtl/>
              </w:rPr>
              <w:t>أ</w:t>
            </w:r>
            <w:r w:rsidRPr="0028274B">
              <w:rPr>
                <w:rFonts w:hint="eastAsia"/>
                <w:rtl/>
              </w:rPr>
              <w:t>نْتُمْ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لمْ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تث</w:t>
            </w:r>
            <w:r w:rsidR="00F62D24">
              <w:rPr>
                <w:rFonts w:hint="eastAsia"/>
                <w:rtl/>
              </w:rPr>
              <w:t xml:space="preserve"> أ</w:t>
            </w:r>
            <w:r w:rsidRPr="0028274B">
              <w:rPr>
                <w:rFonts w:hint="eastAsia"/>
                <w:rtl/>
              </w:rPr>
              <w:t>رُوا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ب</w:t>
            </w:r>
            <w:r w:rsidR="001268D6">
              <w:rPr>
                <w:rFonts w:hint="eastAsia"/>
                <w:rtl/>
              </w:rPr>
              <w:t xml:space="preserve"> أ</w:t>
            </w:r>
            <w:r w:rsidRPr="0028274B">
              <w:rPr>
                <w:rFonts w:hint="eastAsia"/>
                <w:rtl/>
              </w:rPr>
              <w:t>خيكُم</w:t>
            </w:r>
            <w:r w:rsidRPr="0028274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28274B" w:rsidRPr="0028274B" w:rsidRDefault="0028274B" w:rsidP="0028274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28274B" w:rsidRPr="0028274B" w:rsidRDefault="0028274B" w:rsidP="0028274B">
            <w:pPr>
              <w:pStyle w:val="libPoem"/>
            </w:pPr>
            <w:r w:rsidRPr="0028274B">
              <w:rPr>
                <w:rFonts w:hint="eastAsia"/>
                <w:rtl/>
              </w:rPr>
              <w:t>فكُونُوا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بغايا</w:t>
            </w:r>
            <w:r w:rsidRPr="0028274B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28274B">
              <w:rPr>
                <w:rFonts w:hint="eastAsia"/>
                <w:rtl/>
              </w:rPr>
              <w:t>رْضيتْ</w:t>
            </w:r>
            <w:r w:rsidRPr="0028274B">
              <w:rPr>
                <w:rtl/>
              </w:rPr>
              <w:t xml:space="preserve"> </w:t>
            </w:r>
            <w:r w:rsidRPr="0028274B">
              <w:rPr>
                <w:rFonts w:hint="eastAsia"/>
                <w:rtl/>
              </w:rPr>
              <w:t>بقليل</w:t>
            </w:r>
            <w:r w:rsidRPr="0028274B">
              <w:rPr>
                <w:rtl/>
              </w:rPr>
              <w:br/>
              <w:t> </w:t>
            </w:r>
          </w:p>
        </w:tc>
      </w:tr>
    </w:tbl>
    <w:p w:rsidR="0078053F" w:rsidRPr="0028274B" w:rsidRDefault="0078053F" w:rsidP="0028274B">
      <w:pPr>
        <w:pStyle w:val="libNormal"/>
        <w:rPr>
          <w:rStyle w:val="libArChar"/>
        </w:rPr>
      </w:pPr>
    </w:p>
    <w:p w:rsidR="00D04DB2" w:rsidRPr="00D04DB2" w:rsidRDefault="0028274B" w:rsidP="00643C1E">
      <w:pPr>
        <w:pStyle w:val="libNormal"/>
      </w:pPr>
      <w:r w:rsidRPr="0028274B">
        <w:rPr>
          <w:rStyle w:val="libEnChar"/>
        </w:rPr>
        <w:t>“</w:t>
      </w:r>
      <w:r w:rsidR="00D04DB2" w:rsidRPr="00D04DB2">
        <w:rPr>
          <w:rFonts w:hint="cs"/>
          <w:cs/>
          <w:lang w:bidi="bn-IN"/>
        </w:rPr>
        <w:t>অর্থাৎ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যদি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মৃত্যু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চেন</w:t>
      </w:r>
      <w:r w:rsidR="00D04DB2" w:rsidRPr="00D04DB2">
        <w:t xml:space="preserve">, </w:t>
      </w:r>
      <w:r w:rsidR="00D04DB2" w:rsidRPr="00D04DB2">
        <w:rPr>
          <w:rFonts w:hint="cs"/>
          <w:cs/>
          <w:lang w:bidi="bn-IN"/>
        </w:rPr>
        <w:t>কুফার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বাজারে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মুসলিম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এবং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হানিকে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দেখ।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সেই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বীরপুরুষ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চেহারাকে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তরবারী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ক্ষ</w:t>
      </w:r>
      <w:r w:rsidR="00D04DB2" w:rsidRPr="00D04DB2">
        <w:rPr>
          <w:cs/>
          <w:lang w:bidi="bn-IN"/>
        </w:rPr>
        <w:t>-</w:t>
      </w:r>
      <w:r w:rsidR="00D04DB2" w:rsidRPr="00D04DB2">
        <w:rPr>
          <w:rFonts w:hint="cs"/>
          <w:cs/>
          <w:lang w:bidi="bn-IN"/>
        </w:rPr>
        <w:t>বিক্ষত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করেছে।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অপর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বীরপুরুষকে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হত্যার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ছাদের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উপর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থেকে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নীচে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ফেলে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দেয়া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হয়েছে।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নাপাক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ইবনে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যিয়াদ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তাদের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হত্যা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করেছে।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পরের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দিনই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মানুষের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মুখে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মুখে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বর্ণিত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হয়েছে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নির্মম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হত্যাকাণ্ড।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দেখবে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এমন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লোককে</w:t>
      </w:r>
      <w:r w:rsidR="00D04DB2" w:rsidRPr="00D04DB2">
        <w:rPr>
          <w:cs/>
          <w:lang w:bidi="bn-IN"/>
        </w:rPr>
        <w:t>-</w:t>
      </w:r>
      <w:r w:rsidR="00D04DB2" w:rsidRPr="00D04DB2">
        <w:rPr>
          <w:rFonts w:hint="cs"/>
          <w:cs/>
          <w:lang w:bidi="bn-IN"/>
        </w:rPr>
        <w:t>মৃত্যু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রঙ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বদলে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দিয়েছে।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পথে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পথে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রক্ষ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প্রবাহিত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হয়েছে।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বীরপুরুষের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একজন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নারীদের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চাইতেও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লাজুক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আর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দ্বিতীয়জন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ধারালো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তরবারীর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চাইতেও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ক্ষুরধার।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আসমা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ইবনে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হারেছা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হানিকে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ইবনে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যিয়াদের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কাছে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নিয়ে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গেল</w:t>
      </w:r>
      <w:r w:rsidR="00D04DB2" w:rsidRPr="00D04DB2">
        <w:t xml:space="preserve">, </w:t>
      </w:r>
      <w:r w:rsidR="00D04DB2" w:rsidRPr="00D04DB2">
        <w:rPr>
          <w:rFonts w:hint="cs"/>
          <w:cs/>
          <w:lang w:bidi="bn-IN"/>
        </w:rPr>
        <w:t>সে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ঘোড়ায়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চড়ে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ঘুরতে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পারবে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এবং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নিহত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হওয়ার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থেকে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রেহাই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পাবে</w:t>
      </w:r>
      <w:r w:rsidR="00D04DB2" w:rsidRPr="00D04DB2">
        <w:t xml:space="preserve">? </w:t>
      </w:r>
      <w:r w:rsidR="00D04DB2" w:rsidRPr="00D04DB2">
        <w:rPr>
          <w:rFonts w:hint="cs"/>
          <w:cs/>
          <w:lang w:bidi="bn-IN"/>
        </w:rPr>
        <w:t>অথচ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মাসহাজ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গোত্র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কাছ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থেকে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হানির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রক্তের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বদলা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নিতে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বদ্ধপরিকর।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এ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সময়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মুরাদ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গোত্র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হানির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চারদিকে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ঘুরছিল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এবং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পরস্পর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থেকে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অবস্থা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জিজ্ঞেস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করছিল</w:t>
      </w:r>
      <w:r w:rsidR="00D04DB2" w:rsidRPr="00D04DB2">
        <w:rPr>
          <w:cs/>
          <w:lang w:bidi="bn-IN"/>
        </w:rPr>
        <w:t>-</w:t>
      </w:r>
      <w:r w:rsidR="00D04DB2" w:rsidRPr="00D04DB2">
        <w:rPr>
          <w:rFonts w:hint="cs"/>
          <w:cs/>
          <w:lang w:bidi="bn-IN"/>
        </w:rPr>
        <w:t>তার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lastRenderedPageBreak/>
        <w:t>অবস্থা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পর্যবেক্ষণ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করছিল।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মুরাদ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গোত্র।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তোমরা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যেখানেই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থাক</w:t>
      </w:r>
      <w:r w:rsidR="00D04DB2" w:rsidRPr="00D04DB2">
        <w:t xml:space="preserve">, </w:t>
      </w:r>
      <w:r w:rsidR="00D04DB2" w:rsidRPr="00D04DB2">
        <w:rPr>
          <w:rFonts w:hint="cs"/>
          <w:cs/>
          <w:lang w:bidi="bn-IN"/>
        </w:rPr>
        <w:t>যদি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তোমাদের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ভাই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হানির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রক্তের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প্রতিশোধ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নাও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তাহলে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তোমরা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সেই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ভবঘুরে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মেয়েদের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মতই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হবে</w:t>
      </w:r>
      <w:r w:rsidR="00D04DB2" w:rsidRPr="00D04DB2">
        <w:rPr>
          <w:cs/>
          <w:lang w:bidi="bn-IN"/>
        </w:rPr>
        <w:t>-</w:t>
      </w:r>
      <w:r w:rsidR="00D04DB2" w:rsidRPr="00D04DB2">
        <w:rPr>
          <w:rFonts w:hint="cs"/>
          <w:cs/>
          <w:lang w:bidi="bn-IN"/>
        </w:rPr>
        <w:t>যারা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অল্প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পয়সায়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রাজি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হয়ে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যায়।</w:t>
      </w:r>
      <w:r w:rsidR="00D04DB2" w:rsidRPr="00D04DB2">
        <w:rPr>
          <w:rFonts w:hint="eastAsia"/>
        </w:rPr>
        <w:t>”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য়িয়াদ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ওরওয়াকে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শহীদ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খবর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ইয়াজিদকে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চিঠি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লিখল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কয়েক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জবাব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ইয়াজিদ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কাজের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ধন্যবাদ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লিখল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শুনেছি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কুফার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ধরপাকর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প্রতিশোধ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বিরোধিতার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আশংকা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আলামত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কারাগারে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নিক্ষেপ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</w:p>
    <w:p w:rsidR="00D04DB2" w:rsidRPr="00D04DB2" w:rsidRDefault="00D04DB2" w:rsidP="00643C1E">
      <w:pPr>
        <w:pStyle w:val="libNormal"/>
      </w:pPr>
    </w:p>
    <w:p w:rsidR="00D04DB2" w:rsidRPr="00D04DB2" w:rsidRDefault="00D04DB2" w:rsidP="001268D6">
      <w:pPr>
        <w:pStyle w:val="Heading2Center"/>
      </w:pPr>
      <w:bookmarkStart w:id="26" w:name="_Toc501196951"/>
      <w:bookmarkStart w:id="27" w:name="_Toc501222461"/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ইরাক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অভিমুখে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bookmarkEnd w:id="26"/>
      <w:bookmarkEnd w:id="27"/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হিজরী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৬০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সালের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জিলহজ্বের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৩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তারিখ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মঙ্গলবার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বর্ণনান্তরে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৮ই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জিলহজ্ব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বুধবার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মৃত্যূর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খবর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কারণ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মক্কাত্যাগ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সেদিনই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আকিলকে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কুফায়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শহীদ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আছে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ইরাকের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সিদ্ধান্ত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গ্রহণ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সমাবেশে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দাড়িয়ে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বলেন</w:t>
      </w:r>
      <w:r w:rsidRPr="00D04DB2">
        <w:rPr>
          <w:cs/>
          <w:lang w:bidi="bn-IN"/>
        </w:rPr>
        <w:t xml:space="preserve">- </w:t>
      </w:r>
    </w:p>
    <w:p w:rsidR="00D04DB2" w:rsidRPr="00D04DB2" w:rsidRDefault="001268D6" w:rsidP="009D20A7">
      <w:pPr>
        <w:pStyle w:val="libAr"/>
      </w:pPr>
      <w:r w:rsidRPr="009D20A7">
        <w:rPr>
          <w:rFonts w:hint="cs"/>
          <w:rtl/>
        </w:rPr>
        <w:t>أ</w:t>
      </w:r>
      <w:r w:rsidR="00D04DB2" w:rsidRPr="009D20A7">
        <w:rPr>
          <w:rFonts w:hint="eastAsia"/>
          <w:rtl/>
        </w:rPr>
        <w:t>لْحمْدُ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للّه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ما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ش</w:t>
      </w:r>
      <w:r w:rsidRPr="009D20A7">
        <w:rPr>
          <w:rFonts w:hint="eastAsia"/>
          <w:rtl/>
        </w:rPr>
        <w:t xml:space="preserve"> أ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اللّهُ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ولا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قُوّة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إلاّ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باللّه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و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صلّى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اللّهُ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على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رسُوله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وسلّم</w:t>
      </w:r>
      <w:r w:rsidR="00D04DB2" w:rsidRPr="009D20A7">
        <w:rPr>
          <w:rtl/>
        </w:rPr>
        <w:t xml:space="preserve">. </w:t>
      </w:r>
      <w:r w:rsidR="00D04DB2" w:rsidRPr="009D20A7">
        <w:rPr>
          <w:rFonts w:hint="eastAsia"/>
          <w:rtl/>
        </w:rPr>
        <w:t>خُطّ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الْموْتُ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على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وُلْد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آدم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مخطّ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الْقلادة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على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جيْد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الْفتاة،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وما</w:t>
      </w:r>
      <w:r w:rsidR="00F62D24">
        <w:rPr>
          <w:rtl/>
        </w:rPr>
        <w:t xml:space="preserve"> </w:t>
      </w:r>
      <w:r w:rsidRPr="009D20A7">
        <w:rPr>
          <w:rFonts w:hint="eastAsia"/>
          <w:rtl/>
        </w:rPr>
        <w:t>أ</w:t>
      </w:r>
      <w:r w:rsidR="00D04DB2" w:rsidRPr="009D20A7">
        <w:rPr>
          <w:rFonts w:hint="eastAsia"/>
          <w:rtl/>
        </w:rPr>
        <w:t>وْلهنى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إلى</w:t>
      </w:r>
      <w:r w:rsidR="00F62D24">
        <w:rPr>
          <w:rtl/>
        </w:rPr>
        <w:t xml:space="preserve"> </w:t>
      </w:r>
      <w:r w:rsidRPr="009D20A7">
        <w:rPr>
          <w:rFonts w:hint="eastAsia"/>
          <w:rtl/>
        </w:rPr>
        <w:t>أ</w:t>
      </w:r>
      <w:r w:rsidR="00D04DB2" w:rsidRPr="009D20A7">
        <w:rPr>
          <w:rFonts w:hint="eastAsia"/>
          <w:rtl/>
        </w:rPr>
        <w:t>سْلا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فى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إشْتياق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يعْقُوب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إلى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يُوسُف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و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خيْر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لى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مصْرعٌ</w:t>
      </w:r>
      <w:r w:rsidR="00F62D24">
        <w:rPr>
          <w:rtl/>
        </w:rPr>
        <w:t xml:space="preserve"> </w:t>
      </w:r>
      <w:r w:rsidRPr="009D20A7">
        <w:rPr>
          <w:rFonts w:hint="eastAsia"/>
          <w:rtl/>
        </w:rPr>
        <w:t>أ</w:t>
      </w:r>
      <w:r w:rsidR="00D04DB2" w:rsidRPr="009D20A7">
        <w:rPr>
          <w:rFonts w:hint="eastAsia"/>
          <w:rtl/>
        </w:rPr>
        <w:t>نا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لاقيه،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ك</w:t>
      </w:r>
      <w:r w:rsidRPr="009D20A7">
        <w:rPr>
          <w:rFonts w:hint="eastAsia"/>
          <w:rtl/>
        </w:rPr>
        <w:t xml:space="preserve"> أ</w:t>
      </w:r>
      <w:r w:rsidR="00D04DB2" w:rsidRPr="009D20A7">
        <w:rPr>
          <w:rFonts w:hint="eastAsia"/>
          <w:rtl/>
        </w:rPr>
        <w:t>نّى</w:t>
      </w:r>
      <w:r w:rsidR="00D04DB2" w:rsidRPr="009D20A7">
        <w:rPr>
          <w:rtl/>
        </w:rPr>
        <w:t xml:space="preserve"> </w:t>
      </w:r>
      <w:r w:rsidR="00D04DB2" w:rsidRPr="009D20A7">
        <w:rPr>
          <w:rFonts w:hint="eastAsia"/>
          <w:rtl/>
        </w:rPr>
        <w:t>ب</w:t>
      </w:r>
      <w:r w:rsidRPr="009D20A7">
        <w:rPr>
          <w:rFonts w:hint="eastAsia"/>
          <w:rtl/>
        </w:rPr>
        <w:t xml:space="preserve"> أ</w:t>
      </w:r>
      <w:r w:rsidR="00D04DB2" w:rsidRPr="009D20A7">
        <w:rPr>
          <w:rFonts w:hint="eastAsia"/>
          <w:rtl/>
        </w:rPr>
        <w:t>وْصالى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تقطّعُها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عُسْلانُ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الْفلوات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بيْن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النّواويس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كرْبل</w:t>
      </w:r>
      <w:r w:rsidR="00F62D24">
        <w:rPr>
          <w:rFonts w:hint="cs"/>
          <w:rtl/>
        </w:rPr>
        <w:t xml:space="preserve"> أ</w:t>
      </w:r>
      <w:r w:rsidR="00D04DB2" w:rsidRPr="009D20A7">
        <w:rPr>
          <w:rFonts w:hint="cs"/>
          <w:rtl/>
        </w:rPr>
        <w:t>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فيمْلانّ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منّى</w:t>
      </w:r>
      <w:r w:rsidR="00F62D24">
        <w:rPr>
          <w:rtl/>
        </w:rPr>
        <w:t xml:space="preserve"> </w:t>
      </w:r>
      <w:r w:rsidRPr="009D20A7">
        <w:rPr>
          <w:rFonts w:hint="cs"/>
          <w:rtl/>
        </w:rPr>
        <w:t>أ</w:t>
      </w:r>
      <w:r w:rsidR="00D04DB2" w:rsidRPr="009D20A7">
        <w:rPr>
          <w:rFonts w:hint="cs"/>
          <w:rtl/>
        </w:rPr>
        <w:t>كْراشا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جُوّفا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</w:t>
      </w:r>
      <w:r w:rsidR="00F62D24">
        <w:rPr>
          <w:rtl/>
        </w:rPr>
        <w:t xml:space="preserve"> </w:t>
      </w:r>
      <w:r w:rsidRPr="009D20A7">
        <w:rPr>
          <w:rFonts w:hint="cs"/>
          <w:rtl/>
        </w:rPr>
        <w:t>أ</w:t>
      </w:r>
      <w:r w:rsidR="00D04DB2" w:rsidRPr="009D20A7">
        <w:rPr>
          <w:rFonts w:hint="cs"/>
          <w:rtl/>
        </w:rPr>
        <w:t>جْربةً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سغْبا،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لا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محيص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عنْ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يوْم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خُطّ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بالْقلم</w:t>
      </w:r>
      <w:r w:rsidR="00D04DB2" w:rsidRPr="009D20A7">
        <w:rPr>
          <w:rtl/>
        </w:rPr>
        <w:t xml:space="preserve">. </w:t>
      </w:r>
      <w:r w:rsidR="00D04DB2" w:rsidRPr="009D20A7">
        <w:rPr>
          <w:rFonts w:hint="cs"/>
          <w:rtl/>
        </w:rPr>
        <w:t>رضى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اللّه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رضانا</w:t>
      </w:r>
      <w:r w:rsidR="00F62D24">
        <w:rPr>
          <w:rtl/>
        </w:rPr>
        <w:t xml:space="preserve"> </w:t>
      </w:r>
      <w:r w:rsidRPr="009D20A7">
        <w:rPr>
          <w:rFonts w:hint="cs"/>
          <w:rtl/>
        </w:rPr>
        <w:t>أ</w:t>
      </w:r>
      <w:r w:rsidR="00D04DB2" w:rsidRPr="009D20A7">
        <w:rPr>
          <w:rFonts w:hint="cs"/>
          <w:rtl/>
        </w:rPr>
        <w:t>هْل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الْبيْت،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نصْبرُ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على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بلائه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ويُوفّينا</w:t>
      </w:r>
      <w:r w:rsidR="00F62D24">
        <w:rPr>
          <w:rtl/>
        </w:rPr>
        <w:t xml:space="preserve"> </w:t>
      </w:r>
      <w:r w:rsidRPr="009D20A7">
        <w:rPr>
          <w:rFonts w:hint="cs"/>
          <w:rtl/>
        </w:rPr>
        <w:t>أ</w:t>
      </w:r>
      <w:r w:rsidR="00D04DB2" w:rsidRPr="009D20A7">
        <w:rPr>
          <w:rFonts w:hint="cs"/>
          <w:rtl/>
        </w:rPr>
        <w:t>جْر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الصّابرين،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لنْ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تشُذّ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عنْ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رسُول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اللّه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صلّى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اللّه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عليه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آله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لحْمتُهُ،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وهي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مجْمُوعةٌ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لهُ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في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حظيرة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الْقُدْس،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تقرُّ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بهمْ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عيْنُهُ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ويُنْجزُ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بهمْ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وعْدُهُ،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منْ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كان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باذلا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فينا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مُهْجتهُ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ومُوطّنا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على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لق</w:t>
      </w:r>
      <w:r w:rsidR="00F62D24">
        <w:rPr>
          <w:rFonts w:hint="cs"/>
          <w:rtl/>
        </w:rPr>
        <w:t xml:space="preserve"> أ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اللّه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نفْسهُ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فلْيرْحلْ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معنا،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فإنّنى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راحلٌ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مُصْبحا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إنْ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ش</w:t>
      </w:r>
      <w:r w:rsidRPr="009D20A7">
        <w:rPr>
          <w:rFonts w:hint="eastAsia"/>
          <w:rtl/>
        </w:rPr>
        <w:t xml:space="preserve"> </w:t>
      </w:r>
      <w:r w:rsidRPr="009D20A7">
        <w:rPr>
          <w:rFonts w:hint="cs"/>
          <w:rtl/>
        </w:rPr>
        <w:t>أ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اللّهُ</w:t>
      </w:r>
      <w:r w:rsidR="00D04DB2" w:rsidRPr="009D20A7">
        <w:rPr>
          <w:rtl/>
        </w:rPr>
        <w:t xml:space="preserve"> </w:t>
      </w:r>
      <w:r w:rsidR="00D04DB2" w:rsidRPr="009D20A7">
        <w:rPr>
          <w:rFonts w:hint="cs"/>
          <w:rtl/>
        </w:rPr>
        <w:t>تعالى</w:t>
      </w:r>
      <w:r w:rsidR="00D04DB2" w:rsidRPr="00D04DB2">
        <w:t>.</w:t>
      </w:r>
    </w:p>
    <w:p w:rsidR="00D04DB2" w:rsidRPr="00D04DB2" w:rsidRDefault="00D04DB2" w:rsidP="00643C1E">
      <w:pPr>
        <w:pStyle w:val="libNormal"/>
      </w:pPr>
      <w:proofErr w:type="gramStart"/>
      <w:r w:rsidRPr="00D04DB2">
        <w:rPr>
          <w:rFonts w:hint="eastAsia"/>
        </w:rPr>
        <w:t>“</w:t>
      </w:r>
      <w:r w:rsidRPr="00D04DB2">
        <w:rPr>
          <w:rFonts w:hint="cs"/>
          <w:cs/>
          <w:lang w:bidi="bn-IN"/>
        </w:rPr>
        <w:t>মহান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প্রশংসা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খোদার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দরুদ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ফরমান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মহান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আদম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proofErr w:type="gramEnd"/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সন্তানদের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মৃত্যূর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দাগ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সৌন্দর্য</w:t>
      </w:r>
      <w:r w:rsidRPr="00D04DB2">
        <w:t xml:space="preserve">, </w:t>
      </w:r>
      <w:r w:rsidRPr="00D04DB2">
        <w:rPr>
          <w:rFonts w:hint="cs"/>
          <w:cs/>
          <w:lang w:bidi="bn-IN"/>
        </w:rPr>
        <w:t>যেমন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যুবতীদের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গলায়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দাগ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সৌন্দর্য</w:t>
      </w:r>
      <w:r w:rsidRPr="00D04DB2">
        <w:rPr>
          <w:cs/>
          <w:lang w:bidi="bn-IN"/>
        </w:rPr>
        <w:t xml:space="preserve">) </w:t>
      </w:r>
      <w:r w:rsidRPr="00D04DB2">
        <w:rPr>
          <w:rFonts w:hint="cs"/>
          <w:cs/>
          <w:lang w:bidi="bn-IN"/>
        </w:rPr>
        <w:t>একে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পূর্ব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পূরুষদের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অত্যন্ত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উদগ্রীব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অপেক্ষা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যেমনি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ইউসুফকে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উয়াকুব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উদগ্রীব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ভূখণ্ড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নির্ধারিত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রয়েছে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পৌছব।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বোধ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পাচ্ছি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মরুভূমির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নেকড়েরা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নাওয়ামীস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কারবালার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মধ্যবর্তী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স্থানে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দেহকে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টুকরা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টুকরা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ক্ষুধার্ত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পেটগুলোকে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সান্তনা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সত্যিই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ভাগ্যের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লিখন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পালানো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যায়না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খুশী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পরিবারও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খুশী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পক্ষ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মুসিবত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ধৈর্য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ধারণ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ধৈর্যশীলদের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পয়গম্বরে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খোদার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দেহেরই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অংশ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পাক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আবস্থাতেই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পৃথক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বেহেশতে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থাকব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এভাবেই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সন্তুষ্টির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ভাগী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ওয়াদা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পূর্ণ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বাজী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রেখে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লড়তে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প্রস্তুত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মুলাকাতের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উদগ্রীব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আসুন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সাহায্যে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আগমীকাল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rFonts w:hint="eastAsia"/>
        </w:rPr>
        <w:t>”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বর্ণিত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আছে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আবু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জাফর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জাবীর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D04DB2">
        <w:rPr>
          <w:rFonts w:hint="cs"/>
          <w:cs/>
          <w:lang w:bidi="bn-IN"/>
        </w:rPr>
        <w:t>দালায়েলুল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ইমামাহ</w:t>
      </w:r>
      <w:r w:rsidRPr="00D04DB2">
        <w:rPr>
          <w:rFonts w:hint="eastAsia"/>
        </w:rPr>
        <w:t>’</w:t>
      </w:r>
      <w:r w:rsidRPr="00D04DB2">
        <w:t xml:space="preserve"> </w:t>
      </w:r>
      <w:r w:rsidRPr="00D04DB2">
        <w:rPr>
          <w:rFonts w:hint="cs"/>
          <w:cs/>
          <w:lang w:bidi="bn-IN"/>
        </w:rPr>
        <w:t>গ্রন্থে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নিজস্ব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সূত্রে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আবু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ওয়াকেদী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খালাজ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ইরাকের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পূর্বে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কুফাবাসীর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অবহেলা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সম্পর্কে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অবহিত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কুফাবাসীর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অন্তরসমূহ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প্রস্তুত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হাত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আকাশের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ইশারা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আসমানের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দরজাগুলো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খুলে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অগনিত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ফেরেশতা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নাজিল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যাদের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সংখ্যা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অতঃপর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নির্ধারিত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তাকদীর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কারবালা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প্রান্তরের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নিকটবর্তী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সওয়াব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হাতছাড়া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শক্তিশালী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বাহিনী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লড়াই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নিশ্চিত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>,</w:t>
      </w:r>
      <w:r w:rsidR="00E853CB"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ছেলে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সকল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স্থান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ওখানেই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নির্ধারিত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lastRenderedPageBreak/>
        <w:t>মুতায়াম্মার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মুসান্না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মাকতালুল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নামক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কিতাবে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তালবিয়ার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সাআদ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বিরাট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বাহিনী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উপনীত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ইয়াজিদের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পক্ষ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দায়িত্ব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সম্ভব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যুদ্ধ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যুদ্ধ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ঐ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</w:p>
    <w:p w:rsidR="001268D6" w:rsidRPr="009D20A7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জাফর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সাদেক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হতে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খেদমতে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দিনই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ভাইজান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কুফাবাসী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পিতা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ভাইয়ের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প্রতারণা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আশংকা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প্রতারণা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থাকুন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কেননা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প্রিয়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সম্মানিত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ব্যাক্তি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rFonts w:hint="eastAsia"/>
        </w:rPr>
        <w:t>–</w:t>
      </w:r>
      <w:r w:rsidRPr="00D04DB2"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হচ্ছে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ইয়াজিদ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মুয়াবিয়া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অতর্কিতে</w:t>
      </w:r>
      <w:r w:rsidR="00E853CB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হেরেমে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দ্বারা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মানহানি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rFonts w:hint="eastAsia"/>
        </w:rPr>
        <w:t>–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যদি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আশংকা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ইয়ামেনের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সম্মানিত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ইয়াজিদও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নাগাল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অথবা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মরুভূমির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কোথাও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বসবাস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প্রস্তাব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চিন্তা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</w:p>
    <w:p w:rsidR="001268D6" w:rsidRPr="007C26B4" w:rsidRDefault="001268D6" w:rsidP="007C26B4">
      <w:r>
        <w:br w:type="page"/>
      </w:r>
    </w:p>
    <w:p w:rsidR="00D04DB2" w:rsidRPr="00D04DB2" w:rsidRDefault="00D04DB2" w:rsidP="001268D6">
      <w:pPr>
        <w:pStyle w:val="Heading2Center"/>
      </w:pPr>
      <w:bookmarkStart w:id="28" w:name="_Toc501196952"/>
      <w:bookmarkStart w:id="29" w:name="_Toc501222462"/>
      <w:r w:rsidRPr="00D04DB2">
        <w:rPr>
          <w:rFonts w:hint="cs"/>
          <w:cs/>
          <w:lang w:bidi="bn-IN"/>
        </w:rPr>
        <w:lastRenderedPageBreak/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কাফেলার</w:t>
      </w:r>
      <w:r w:rsidR="00E853CB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ত্যাগ</w:t>
      </w:r>
      <w:bookmarkEnd w:id="28"/>
      <w:bookmarkEnd w:id="29"/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রাতের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শেষ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তাড়াতাড়ি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উটনীতে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লাগাম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ভাইজান</w:t>
      </w:r>
      <w:r w:rsidRPr="00D04DB2">
        <w:rPr>
          <w:cs/>
          <w:lang w:bidi="bn-IN"/>
        </w:rPr>
        <w:t xml:space="preserve"> !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ওয়াদা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দেননি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প্রস্তাব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চিন্তা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দেখবেন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হ্যাঁ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জিজ্ঞেস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তাহলে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তাড়াহুরা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ইমাম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বলেন</w:t>
      </w:r>
      <w:r w:rsidRPr="00D04DB2">
        <w:rPr>
          <w:cs/>
          <w:lang w:bidi="bn-IN"/>
        </w:rPr>
        <w:t>-</w:t>
      </w:r>
    </w:p>
    <w:p w:rsidR="00D04DB2" w:rsidRPr="00D04DB2" w:rsidRDefault="00D04DB2" w:rsidP="009D20A7">
      <w:pPr>
        <w:pStyle w:val="libAr"/>
      </w:pPr>
      <w:r w:rsidRPr="009D20A7">
        <w:rPr>
          <w:rFonts w:hint="cs"/>
          <w:rtl/>
        </w:rPr>
        <w:t>یا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حسین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اخرج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الی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العراق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فانّ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الله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قد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ش</w:t>
      </w:r>
      <w:r w:rsidR="00F62D24">
        <w:rPr>
          <w:rFonts w:hint="cs"/>
          <w:rtl/>
        </w:rPr>
        <w:t xml:space="preserve"> أ</w:t>
      </w:r>
      <w:r w:rsidR="00E853CB" w:rsidRPr="009D20A7">
        <w:rPr>
          <w:rtl/>
        </w:rPr>
        <w:t xml:space="preserve"> </w:t>
      </w:r>
      <w:r w:rsidRPr="009D20A7">
        <w:rPr>
          <w:rFonts w:hint="cs"/>
          <w:rtl/>
        </w:rPr>
        <w:t>ان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یراک</w:t>
      </w:r>
      <w:r w:rsidRPr="009D20A7">
        <w:rPr>
          <w:rtl/>
        </w:rPr>
        <w:t xml:space="preserve"> </w:t>
      </w:r>
      <w:r w:rsidRPr="009D20A7">
        <w:rPr>
          <w:rFonts w:hint="cs"/>
          <w:rtl/>
        </w:rPr>
        <w:t>قتیلا</w:t>
      </w:r>
      <w:r w:rsidRPr="00D04DB2">
        <w:t xml:space="preserve"> </w:t>
      </w:r>
      <w:r w:rsidRPr="00643C1E">
        <w:rPr>
          <w:rStyle w:val="libEnChar"/>
        </w:rPr>
        <w:t>–</w:t>
      </w:r>
    </w:p>
    <w:p w:rsidR="00D04DB2" w:rsidRPr="00D04DB2" w:rsidRDefault="00D04DB2" w:rsidP="00643C1E">
      <w:pPr>
        <w:pStyle w:val="libNormal"/>
      </w:pPr>
      <w:proofErr w:type="gramStart"/>
      <w:r w:rsidRPr="00D04DB2">
        <w:rPr>
          <w:rFonts w:hint="eastAsia"/>
        </w:rPr>
        <w:t>“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>!</w:t>
      </w:r>
      <w:proofErr w:type="gramEnd"/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ইরাকের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কেননা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হিসাবে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rFonts w:hint="eastAsia"/>
        </w:rPr>
        <w:t>”</w:t>
      </w:r>
      <w:r w:rsidRPr="00D04DB2"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643C1E">
        <w:rPr>
          <w:rStyle w:val="libArChar"/>
          <w:rFonts w:hint="eastAsia"/>
          <w:rtl/>
        </w:rPr>
        <w:t>انّ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لله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انّ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راجعون</w:t>
      </w:r>
      <w:r w:rsidRPr="00D04DB2">
        <w:rPr>
          <w:cs/>
          <w:lang w:bidi="bn-IN"/>
        </w:rPr>
        <w:t xml:space="preserve"> </w:t>
      </w:r>
    </w:p>
    <w:p w:rsidR="00D04DB2" w:rsidRPr="00D04DB2" w:rsidRDefault="00D04DB2" w:rsidP="001268D6">
      <w:pPr>
        <w:pStyle w:val="libNormal"/>
      </w:pPr>
      <w:r w:rsidRPr="00D04DB2">
        <w:rPr>
          <w:rFonts w:hint="cs"/>
          <w:cs/>
          <w:lang w:bidi="bn-IN"/>
        </w:rPr>
        <w:t>এখন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নিহত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যাচ্ছেন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মহিলাদের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যাচ্ছেন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রাসূলে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খোদা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সা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>-</w:t>
      </w:r>
    </w:p>
    <w:p w:rsidR="00D04DB2" w:rsidRPr="00D04DB2" w:rsidRDefault="00D04DB2" w:rsidP="001268D6">
      <w:pPr>
        <w:pStyle w:val="libArCenter"/>
      </w:pPr>
      <w:r w:rsidRPr="00D04DB2">
        <w:rPr>
          <w:rFonts w:hint="eastAsia"/>
          <w:rtl/>
          <w:lang w:bidi="ar-SA"/>
        </w:rPr>
        <w:t>انّ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الله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قد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ش</w:t>
      </w:r>
      <w:r w:rsidR="00F62D24">
        <w:rPr>
          <w:rFonts w:hint="eastAsia"/>
          <w:rtl/>
          <w:lang w:bidi="ar-SA"/>
        </w:rPr>
        <w:t xml:space="preserve"> أ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ان</w:t>
      </w:r>
      <w:r w:rsidRPr="00D04DB2">
        <w:rPr>
          <w:rtl/>
          <w:cs/>
        </w:rPr>
        <w:t xml:space="preserve"> </w:t>
      </w:r>
      <w:r w:rsidRPr="00D04DB2">
        <w:rPr>
          <w:rFonts w:hint="cs"/>
          <w:rtl/>
          <w:lang w:bidi="ar-SA"/>
        </w:rPr>
        <w:t>ی</w:t>
      </w:r>
      <w:r w:rsidRPr="00D04DB2">
        <w:rPr>
          <w:rFonts w:hint="eastAsia"/>
          <w:rtl/>
          <w:lang w:bidi="ar-SA"/>
        </w:rPr>
        <w:t>راهن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سبا</w:t>
      </w:r>
      <w:r w:rsidRPr="00D04DB2">
        <w:rPr>
          <w:rFonts w:hint="cs"/>
          <w:rtl/>
          <w:lang w:bidi="ar-SA"/>
        </w:rPr>
        <w:t>ی</w:t>
      </w:r>
      <w:r w:rsidRPr="00D04DB2">
        <w:rPr>
          <w:rFonts w:hint="eastAsia"/>
          <w:rtl/>
          <w:lang w:bidi="ar-SA"/>
        </w:rPr>
        <w:t>ا</w:t>
      </w:r>
      <w:r w:rsidRPr="00D04DB2">
        <w:t xml:space="preserve"> </w:t>
      </w:r>
    </w:p>
    <w:p w:rsidR="00D04DB2" w:rsidRPr="00D04DB2" w:rsidRDefault="00D04DB2" w:rsidP="00643C1E">
      <w:pPr>
        <w:pStyle w:val="libNormal"/>
      </w:pPr>
      <w:r w:rsidRPr="00D04DB2">
        <w:rPr>
          <w:rFonts w:hint="eastAsia"/>
        </w:rPr>
        <w:t>“</w:t>
      </w:r>
      <w:r w:rsidRPr="00D04DB2">
        <w:rPr>
          <w:rFonts w:hint="cs"/>
          <w:cs/>
          <w:lang w:bidi="bn-IN"/>
        </w:rPr>
        <w:t>মহান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মহিলাকে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বন্দিনী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হিসেবে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rFonts w:hint="eastAsia"/>
        </w:rPr>
        <w:t>”</w:t>
      </w:r>
      <w:r w:rsidRPr="00D04DB2"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অবস্থাতেই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বিদায়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ইয়াকুব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কুলাইনি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D04DB2">
        <w:rPr>
          <w:rFonts w:hint="cs"/>
          <w:cs/>
          <w:lang w:bidi="bn-IN"/>
        </w:rPr>
        <w:t>কিতাবে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রাসায়েল</w:t>
      </w:r>
      <w:r w:rsidR="001268D6" w:rsidRPr="009D20A7">
        <w:rPr>
          <w:rStyle w:val="libEnChar"/>
        </w:rPr>
        <w:t>’</w:t>
      </w:r>
      <w:r w:rsidRPr="00D04DB2">
        <w:t xml:space="preserve"> </w:t>
      </w:r>
      <w:r w:rsidRPr="00D04DB2">
        <w:rPr>
          <w:rFonts w:hint="cs"/>
          <w:cs/>
          <w:lang w:bidi="bn-IN"/>
        </w:rPr>
        <w:t>নামক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গ্রন্থে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হামজা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হামরান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প্রস্থান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বিদায়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ঘটনা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করছিলাম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ঐ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মজলিসে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ইমাম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জাফর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সাদেক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হামজা</w:t>
      </w:r>
      <w:r w:rsidRPr="00D04DB2">
        <w:t xml:space="preserve">;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হাদীস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মজলিস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শেষ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হওয়ার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মুহাম্মদ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হানাফিয়া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সম্পর্কে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কোন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চাইবে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হাদীস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</w:t>
      </w:r>
      <w:r w:rsidRPr="00D04DB2">
        <w:rPr>
          <w:cs/>
          <w:lang w:bidi="bn-IN"/>
        </w:rPr>
        <w:t xml:space="preserve">-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রওয়ানা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কাগজে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লিখে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দেন</w:t>
      </w:r>
      <w:r w:rsidRPr="00D04DB2">
        <w:rPr>
          <w:cs/>
          <w:lang w:bidi="bn-IN"/>
        </w:rPr>
        <w:t>-</w:t>
      </w:r>
    </w:p>
    <w:p w:rsidR="00D04DB2" w:rsidRPr="00D04DB2" w:rsidRDefault="00D04DB2" w:rsidP="001268D6">
      <w:pPr>
        <w:pStyle w:val="libArCenter"/>
      </w:pPr>
      <w:r w:rsidRPr="00D04DB2">
        <w:rPr>
          <w:rFonts w:hint="eastAsia"/>
          <w:rtl/>
          <w:lang w:bidi="ar-SA"/>
        </w:rPr>
        <w:t>بسم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الله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الرحمن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الرح</w:t>
      </w:r>
      <w:r w:rsidRPr="00D04DB2">
        <w:rPr>
          <w:rFonts w:hint="cs"/>
          <w:rtl/>
          <w:lang w:bidi="ar-SA"/>
        </w:rPr>
        <w:t>ی</w:t>
      </w:r>
      <w:r w:rsidRPr="00D04DB2">
        <w:rPr>
          <w:rFonts w:hint="eastAsia"/>
          <w:rtl/>
          <w:lang w:bidi="ar-SA"/>
        </w:rPr>
        <w:t>م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পক্ষ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হাশিম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উদ্দেশ্যে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লেখা।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অতঃপর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কেউ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ব্যক্তি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t xml:space="preserve">, </w:t>
      </w:r>
      <w:r w:rsidRPr="00D04DB2">
        <w:rPr>
          <w:rFonts w:hint="cs"/>
          <w:cs/>
          <w:lang w:bidi="bn-IN"/>
        </w:rPr>
        <w:t>জয়ী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ওয়াসসালাম।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lastRenderedPageBreak/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তানঈম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D04DB2">
        <w:rPr>
          <w:rFonts w:hint="cs"/>
          <w:cs/>
          <w:lang w:bidi="bn-IN"/>
        </w:rPr>
        <w:t>যাতে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আরক</w:t>
      </w:r>
      <w:r w:rsidRPr="00D04DB2">
        <w:rPr>
          <w:rFonts w:hint="eastAsia"/>
        </w:rPr>
        <w:t>”</w:t>
      </w:r>
      <w:r w:rsidRPr="00D04DB2">
        <w:t xml:space="preserve"> </w:t>
      </w:r>
      <w:r w:rsidRPr="00D04DB2">
        <w:rPr>
          <w:rFonts w:hint="cs"/>
          <w:cs/>
          <w:lang w:bidi="bn-IN"/>
        </w:rPr>
        <w:t>নামক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স্থানে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উপনীত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ইরাক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বশর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গালিবের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জিজ্ঞেস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ইরাকের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লোকেরা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কেমন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অন্তরে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ভালবাসেন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উমাইয়াদের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পক্ষে।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ঠিকই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ইচ্ছা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ইচ্ছাই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চুড়ান্ত।</w:t>
      </w:r>
    </w:p>
    <w:p w:rsidR="001268D6" w:rsidRDefault="00D04DB2" w:rsidP="00643C1E">
      <w:pPr>
        <w:pStyle w:val="libNormal"/>
        <w:rPr>
          <w:lang w:bidi="bn-IN"/>
        </w:rPr>
      </w:pPr>
      <w:r w:rsidRPr="00D04DB2">
        <w:rPr>
          <w:rFonts w:hint="cs"/>
          <w:cs/>
          <w:lang w:bidi="bn-IN"/>
        </w:rPr>
        <w:t>কাফেলা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পুনরায়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লাগল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দ্বি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প্রহরের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ছা</w:t>
      </w:r>
      <w:r w:rsidRPr="00D04DB2">
        <w:rPr>
          <w:rFonts w:hint="eastAsia"/>
        </w:rPr>
        <w:t>’</w:t>
      </w:r>
      <w:r w:rsidRPr="00D04DB2">
        <w:rPr>
          <w:rFonts w:hint="cs"/>
          <w:cs/>
          <w:lang w:bidi="bn-IN"/>
        </w:rPr>
        <w:t>লাবার</w:t>
      </w:r>
      <w:r w:rsidRPr="00D04DB2">
        <w:rPr>
          <w:rFonts w:hint="eastAsia"/>
        </w:rPr>
        <w:t>’</w:t>
      </w:r>
      <w:r w:rsidRPr="00D04DB2">
        <w:t xml:space="preserve"> </w:t>
      </w:r>
      <w:r w:rsidRPr="00D04DB2">
        <w:rPr>
          <w:rFonts w:hint="cs"/>
          <w:cs/>
          <w:lang w:bidi="bn-IN"/>
        </w:rPr>
        <w:t>বাড়ীতে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সামান্য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ঘুমিয়ে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সজাগ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গায়েবী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কণ্ঠস্বর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পেলাম</w:t>
      </w:r>
      <w:r w:rsidRPr="00D04DB2">
        <w:t xml:space="preserve">, </w:t>
      </w:r>
      <w:r w:rsidRPr="00D04DB2">
        <w:rPr>
          <w:rFonts w:hint="cs"/>
          <w:cs/>
          <w:lang w:bidi="bn-IN"/>
        </w:rPr>
        <w:t>বলছিল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আপনারা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দ্রুত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এগিয়ে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যাচ্ছেন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খুব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দ্রুত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আপনাদেরকে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বেহেশতের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মাঝে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যাচ্ছে।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ছেলে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</w:t>
      </w:r>
      <w:r w:rsidRPr="00D04DB2">
        <w:rPr>
          <w:cs/>
          <w:lang w:bidi="bn-IN"/>
        </w:rPr>
        <w:t>-</w:t>
      </w:r>
    </w:p>
    <w:p w:rsidR="00D04DB2" w:rsidRPr="00D04DB2" w:rsidRDefault="00D04DB2" w:rsidP="00643C1E">
      <w:pPr>
        <w:pStyle w:val="libNormal"/>
      </w:pP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ابه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افلسنا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عل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الحق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পিতা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সত্যের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নই</w:t>
      </w:r>
      <w:r w:rsidRPr="00D04DB2">
        <w:t xml:space="preserve">?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খোদোর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নিশ্চয়ই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সত্যের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রয়েছি।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</w:t>
      </w:r>
      <w:r w:rsidRPr="00D04DB2">
        <w:rPr>
          <w:cs/>
          <w:lang w:bidi="bn-IN"/>
        </w:rPr>
        <w:t>-</w:t>
      </w:r>
    </w:p>
    <w:p w:rsidR="00D04DB2" w:rsidRPr="00D04DB2" w:rsidRDefault="00D04DB2" w:rsidP="001268D6">
      <w:pPr>
        <w:pStyle w:val="libArCenter"/>
      </w:pPr>
      <w:r w:rsidRPr="00643C1E">
        <w:rPr>
          <w:rStyle w:val="libArChar"/>
          <w:rFonts w:hint="eastAsia"/>
          <w:rtl/>
        </w:rPr>
        <w:t>اذن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لا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نبال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بالموت</w:t>
      </w:r>
    </w:p>
    <w:p w:rsidR="00D04DB2" w:rsidRPr="00D04DB2" w:rsidRDefault="00D04DB2" w:rsidP="00643C1E">
      <w:pPr>
        <w:pStyle w:val="libNormal"/>
      </w:pPr>
      <w:proofErr w:type="gramStart"/>
      <w:r w:rsidRPr="00D04DB2">
        <w:rPr>
          <w:rFonts w:hint="eastAsia"/>
        </w:rPr>
        <w:t>“</w:t>
      </w:r>
      <w:r w:rsidRPr="00D04DB2">
        <w:rPr>
          <w:rFonts w:hint="cs"/>
          <w:cs/>
          <w:lang w:bidi="bn-IN"/>
        </w:rPr>
        <w:t>তাহলে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মৃত্যুর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মোটেও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তোয়াক্কা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না।</w:t>
      </w:r>
      <w:r w:rsidRPr="00D04DB2">
        <w:rPr>
          <w:rFonts w:hint="eastAsia"/>
        </w:rPr>
        <w:t>”</w:t>
      </w:r>
      <w:r w:rsidRPr="00D04DB2"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proofErr w:type="gramEnd"/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প্রিয়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বৎস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মঙ্গল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করুন।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ঐ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D04DB2">
        <w:rPr>
          <w:rFonts w:hint="cs"/>
          <w:cs/>
          <w:lang w:bidi="bn-IN"/>
        </w:rPr>
        <w:t>লাবার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বাড়ীতেই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অবস্থান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করেন।</w:t>
      </w:r>
    </w:p>
    <w:p w:rsidR="001268D6" w:rsidRDefault="001268D6" w:rsidP="00643C1E">
      <w:pPr>
        <w:pStyle w:val="libNormal"/>
        <w:rPr>
          <w:lang w:bidi="bn-IN"/>
        </w:rPr>
      </w:pPr>
    </w:p>
    <w:p w:rsidR="00D04DB2" w:rsidRPr="00D04DB2" w:rsidRDefault="00D04DB2" w:rsidP="001268D6">
      <w:pPr>
        <w:pStyle w:val="Heading2Center"/>
      </w:pPr>
      <w:bookmarkStart w:id="30" w:name="_Toc501196953"/>
      <w:bookmarkStart w:id="31" w:name="_Toc501222463"/>
      <w:r w:rsidRPr="00D04DB2">
        <w:rPr>
          <w:rFonts w:hint="cs"/>
          <w:cs/>
          <w:lang w:bidi="bn-IN"/>
        </w:rPr>
        <w:t>আবু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হিররার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.)-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</w:t>
      </w:r>
      <w:bookmarkEnd w:id="30"/>
      <w:bookmarkEnd w:id="31"/>
    </w:p>
    <w:p w:rsidR="00D04DB2" w:rsidRDefault="00D04DB2" w:rsidP="00643C1E">
      <w:pPr>
        <w:pStyle w:val="libNormal"/>
        <w:rPr>
          <w:lang w:bidi="bn-IN"/>
        </w:rPr>
      </w:pPr>
      <w:r w:rsidRPr="00D04DB2">
        <w:rPr>
          <w:rFonts w:hint="cs"/>
          <w:cs/>
          <w:lang w:bidi="bn-IN"/>
        </w:rPr>
        <w:t>খুব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ভোরে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আবু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হিররা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নামক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কুফা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পৌছলেন।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হোসাইনকে</w:t>
      </w:r>
      <w:r w:rsidR="001268D6">
        <w:rPr>
          <w:lang w:bidi="bn-IN"/>
        </w:rPr>
        <w:t xml:space="preserve"> </w:t>
      </w:r>
      <w:r w:rsidRPr="00D04DB2">
        <w:rPr>
          <w:cs/>
          <w:lang w:bidi="bn-IN"/>
        </w:rPr>
        <w:t>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সালাম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সন্তান।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হেরেম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পাকের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হেরেম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ছেড়ে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আসলেন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বনি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উমাইয়ারা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ধনসম্পদ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নিয়েছে।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ধৈর্য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ধরেছি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গালি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সহ্য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করেছি।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ঝরাতে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চায়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এসেছি।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খোদার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কসম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এই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জালিমরা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গায়েই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অপমানের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পোষাক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পরাবেন।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প্রতিশোধের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তরবারী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উত্থিত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ক্ষমতাসীন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করবেন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643C1E">
        <w:rPr>
          <w:rStyle w:val="libEnChar"/>
        </w:rPr>
        <w:t>‘</w:t>
      </w:r>
      <w:r w:rsidRPr="00D04DB2">
        <w:rPr>
          <w:rFonts w:hint="cs"/>
          <w:cs/>
          <w:lang w:bidi="bn-IN"/>
        </w:rPr>
        <w:t>সাবা</w:t>
      </w:r>
      <w:r w:rsidRPr="00D04DB2">
        <w:rPr>
          <w:rFonts w:hint="eastAsia"/>
        </w:rPr>
        <w:t>’</w:t>
      </w:r>
      <w:r w:rsidRPr="00D04DB2">
        <w:t xml:space="preserve"> </w:t>
      </w:r>
      <w:r w:rsidRPr="00D04DB2">
        <w:rPr>
          <w:rFonts w:hint="cs"/>
          <w:cs/>
          <w:lang w:bidi="bn-IN"/>
        </w:rPr>
        <w:t>জাতির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ক্ষমতায়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অধিষ্ঠিত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মহিলার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স্বেচ্ছাচারী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একখা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যান।</w:t>
      </w:r>
    </w:p>
    <w:p w:rsidR="00D04DB2" w:rsidRPr="00D04DB2" w:rsidRDefault="00D04DB2" w:rsidP="00643C1E">
      <w:pPr>
        <w:pStyle w:val="libNormal"/>
      </w:pPr>
    </w:p>
    <w:p w:rsidR="00D04DB2" w:rsidRPr="00D04DB2" w:rsidRDefault="00D04DB2" w:rsidP="001268D6">
      <w:pPr>
        <w:pStyle w:val="Heading2Center"/>
      </w:pPr>
      <w:bookmarkStart w:id="32" w:name="_Toc501196954"/>
      <w:bookmarkStart w:id="33" w:name="_Toc501222464"/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সান্নিধ্যে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যুহাইর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ক্বীন</w:t>
      </w:r>
      <w:bookmarkEnd w:id="32"/>
      <w:bookmarkEnd w:id="33"/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বনি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ফারারা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বাজিলা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গোত্রের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বর্ণনা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t xml:space="preserve">,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মক্কা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যুহাইর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ক্বীনের</w:t>
      </w:r>
      <w:r w:rsidRPr="00D04DB2">
        <w:rPr>
          <w:rStyle w:val="libFootnotenumChar"/>
          <w:cs/>
          <w:lang w:bidi="bn-IN"/>
        </w:rPr>
        <w:t>৩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পেছনে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পথ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চলছিলাম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পথিমধ্যে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পাশাপাশি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পৌছলাম।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যুহাইর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যেহেতু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আগ্রহী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t xml:space="preserve">, </w:t>
      </w:r>
      <w:r w:rsidRPr="00D04DB2">
        <w:rPr>
          <w:rFonts w:hint="cs"/>
          <w:cs/>
          <w:lang w:bidi="bn-IN"/>
        </w:rPr>
        <w:t>সেহেতু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যেখানে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মনযিল</w:t>
      </w:r>
      <w:r w:rsidRPr="00D04DB2">
        <w:rPr>
          <w:cs/>
          <w:lang w:bidi="bn-IN"/>
        </w:rPr>
        <w:t>(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বিরতি</w:t>
      </w:r>
      <w:r w:rsidRPr="00D04DB2">
        <w:rPr>
          <w:cs/>
          <w:lang w:bidi="bn-IN"/>
        </w:rPr>
        <w:t xml:space="preserve">) </w:t>
      </w:r>
      <w:r w:rsidRPr="00D04DB2">
        <w:rPr>
          <w:rFonts w:hint="cs"/>
          <w:cs/>
          <w:lang w:bidi="bn-IN"/>
        </w:rPr>
        <w:t>করতেন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দুরত্বে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মনযিল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করতাম।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একদিন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একস্থানে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সেখানে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যাত্রা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বিরতি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বাধ্য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হই।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খাওয়া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দাওয়া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ব্যস্ত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ছিলাম</w:t>
      </w:r>
      <w:r w:rsidRPr="00D04DB2">
        <w:t xml:space="preserve">, </w:t>
      </w:r>
      <w:r w:rsidRPr="00D04DB2">
        <w:rPr>
          <w:rFonts w:hint="cs"/>
          <w:cs/>
          <w:lang w:bidi="bn-IN"/>
        </w:rPr>
        <w:t>এমন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.)-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পক্ষ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লোক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যুহাইর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ক্বীন।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আমাকে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জন্য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পাঠিয়েছেন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আসুন।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শোনার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খাবার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পড়ে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t xml:space="preserve">, </w:t>
      </w:r>
      <w:r w:rsidRPr="00D04DB2">
        <w:rPr>
          <w:rFonts w:hint="cs"/>
          <w:cs/>
          <w:lang w:bidi="bn-IN"/>
        </w:rPr>
        <w:t>চিন্তার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সমুদ্রে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ডুবে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গেলাম।</w:t>
      </w:r>
    </w:p>
    <w:p w:rsidR="00D04DB2" w:rsidRPr="00D04DB2" w:rsidRDefault="00D04DB2" w:rsidP="001268D6">
      <w:pPr>
        <w:pStyle w:val="libArCenter"/>
      </w:pPr>
      <w:r w:rsidRPr="00D04DB2">
        <w:rPr>
          <w:rFonts w:hint="eastAsia"/>
          <w:rtl/>
          <w:lang w:bidi="ar-SA"/>
        </w:rPr>
        <w:t>کان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عل</w:t>
      </w:r>
      <w:r w:rsidRPr="00D04DB2">
        <w:rPr>
          <w:rFonts w:hint="cs"/>
          <w:rtl/>
          <w:lang w:bidi="ar-SA"/>
        </w:rPr>
        <w:t>ی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رؤسهم</w:t>
      </w:r>
      <w:r w:rsidRPr="00D04DB2">
        <w:rPr>
          <w:rtl/>
          <w:cs/>
        </w:rPr>
        <w:t xml:space="preserve"> </w:t>
      </w:r>
      <w:r w:rsidRPr="00D04DB2">
        <w:rPr>
          <w:rFonts w:hint="eastAsia"/>
          <w:rtl/>
          <w:lang w:bidi="ar-SA"/>
        </w:rPr>
        <w:t>الط</w:t>
      </w:r>
      <w:r w:rsidRPr="00D04DB2">
        <w:rPr>
          <w:rFonts w:hint="cs"/>
          <w:rtl/>
          <w:lang w:bidi="ar-SA"/>
        </w:rPr>
        <w:t>ی</w:t>
      </w:r>
      <w:r w:rsidRPr="00D04DB2">
        <w:rPr>
          <w:rFonts w:hint="eastAsia"/>
          <w:rtl/>
          <w:lang w:bidi="ar-SA"/>
        </w:rPr>
        <w:t>ر</w:t>
      </w:r>
    </w:p>
    <w:p w:rsidR="00D04DB2" w:rsidRDefault="00D04DB2" w:rsidP="001268D6">
      <w:pPr>
        <w:pStyle w:val="libNormal"/>
        <w:rPr>
          <w:lang w:bidi="bn-IN"/>
        </w:rPr>
      </w:pPr>
      <w:r w:rsidRPr="00D04DB2">
        <w:rPr>
          <w:rFonts w:hint="eastAsia"/>
        </w:rPr>
        <w:t>‘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মাথার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পাখি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বসে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আছে</w:t>
      </w:r>
      <w:r w:rsidRPr="00D04DB2">
        <w:rPr>
          <w:rFonts w:hint="eastAsia"/>
        </w:rPr>
        <w:t>’</w:t>
      </w:r>
      <w:r w:rsidRPr="00D04DB2">
        <w:t>-</w:t>
      </w:r>
      <w:r w:rsidRPr="00D04DB2">
        <w:rPr>
          <w:rFonts w:hint="cs"/>
          <w:cs/>
          <w:lang w:bidi="bn-IN"/>
        </w:rPr>
        <w:t>এটি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আরবী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প্রবাদ।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মানুষ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যখন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চিন্তায়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তন্ময়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তখনই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প্রবাদটি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ব্যবহার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</w:t>
      </w:r>
      <w:r w:rsidRPr="00D04DB2">
        <w:rPr>
          <w:cs/>
          <w:lang w:bidi="bn-IN"/>
        </w:rPr>
        <w:t xml:space="preserve">) </w:t>
      </w:r>
      <w:r w:rsidRPr="00D04DB2">
        <w:rPr>
          <w:rFonts w:hint="cs"/>
          <w:cs/>
          <w:lang w:bidi="bn-IN"/>
        </w:rPr>
        <w:t>যুহাইরের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স্ত্রী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দীলাম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বিনতে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ওমর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সুবহানাল্লাহ</w:t>
      </w:r>
      <w:r w:rsidRPr="00D04DB2">
        <w:rPr>
          <w:cs/>
          <w:lang w:bidi="bn-IN"/>
        </w:rPr>
        <w:t xml:space="preserve">!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রাসূলের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ডেকেছেন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এরপরও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তুমি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খেদমতে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উপস্থিত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অসুবিধা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শুনতে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আপত্তি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কিসের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যুহাইর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ক্বীন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দাড়ালেন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কাছে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গমন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কিছুক্ষণ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সহাস্য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বদনে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ফিরে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নির্দেশ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তাবু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তুলে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নিয়ে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এর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পাশে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স্থাপন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যুহাইর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সাথীদের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t xml:space="preserve">, </w:t>
      </w:r>
      <w:r w:rsidRPr="00D04DB2">
        <w:rPr>
          <w:rFonts w:hint="cs"/>
          <w:cs/>
          <w:lang w:bidi="bn-IN"/>
        </w:rPr>
        <w:t>যার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ইচ্ছা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নচেত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এটাই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তোমাদের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শেষ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দেখা।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সেখান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থেকে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রওনা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যুবালার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বাড়ীতে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উপনীত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ওখানে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গিয়েই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আকীলের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বরণের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অবহিত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সঙ্গীরাও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lastRenderedPageBreak/>
        <w:t>জানতে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পারলেন।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যারা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পার্থিব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নেতৃত্ব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কর্তৃত্বের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এসেছিল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ফিরে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কেবল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পরিবার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পরিজন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একান্ত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অনুরক্ত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সঙ্গীরা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রয়ে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গেল।মুসলিমের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সংবাদে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মাতম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উঠল।সবার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চোখে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অশ্রু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প্রবাহিত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হল।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তো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শাহাদতের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আশায়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ছিলেন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অটল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অবিচল।</w:t>
      </w:r>
    </w:p>
    <w:p w:rsidR="00D04DB2" w:rsidRPr="00D04DB2" w:rsidRDefault="00D04DB2" w:rsidP="00643C1E">
      <w:pPr>
        <w:pStyle w:val="libNormal"/>
      </w:pPr>
      <w:r w:rsidRPr="00D04DB2">
        <w:rPr>
          <w:rFonts w:hint="cs"/>
          <w:cs/>
          <w:lang w:bidi="bn-IN"/>
        </w:rPr>
        <w:t>কবি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ফরাযদাক</w:t>
      </w:r>
      <w:r w:rsidRPr="00D04DB2">
        <w:rPr>
          <w:rStyle w:val="libFootnotenumChar"/>
          <w:cs/>
          <w:lang w:bidi="bn-IN"/>
        </w:rPr>
        <w:t>৪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হযরত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হোসাইনের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>.)</w:t>
      </w:r>
      <w:r w:rsidRPr="00D04DB2">
        <w:rPr>
          <w:rFonts w:hint="cs"/>
          <w:cs/>
          <w:lang w:bidi="bn-IN"/>
        </w:rPr>
        <w:t>সাথে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সাক্ষাত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D04DB2">
        <w:rPr>
          <w:rFonts w:hint="cs"/>
          <w:cs/>
          <w:lang w:bidi="bn-IN"/>
        </w:rPr>
        <w:t>হে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নবীদুলাল</w:t>
      </w:r>
      <w:r w:rsidRPr="00D04DB2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D04DB2">
        <w:rPr>
          <w:rFonts w:hint="cs"/>
          <w:cs/>
          <w:lang w:bidi="bn-IN"/>
        </w:rPr>
        <w:t>যে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কুফাবাসী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চাচাত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ইবনে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আকীলকে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হত্যা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</w:t>
      </w:r>
      <w:r w:rsidRPr="00D04DB2">
        <w:t xml:space="preserve">, </w:t>
      </w:r>
      <w:r w:rsidRPr="00D04DB2">
        <w:rPr>
          <w:rFonts w:hint="cs"/>
          <w:cs/>
          <w:lang w:bidi="bn-IN"/>
        </w:rPr>
        <w:t>তাদের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উপর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আপনি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কিভাবে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আস্থা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রাখতে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পারেন</w:t>
      </w:r>
      <w:r w:rsidRPr="00D04DB2">
        <w:rPr>
          <w:cs/>
          <w:lang w:bidi="bn-IN"/>
        </w:rPr>
        <w:t xml:space="preserve"> </w:t>
      </w:r>
      <w:r w:rsidRPr="00D04DB2">
        <w:t xml:space="preserve">? </w:t>
      </w:r>
      <w:r w:rsidRPr="00D04DB2">
        <w:rPr>
          <w:rFonts w:hint="cs"/>
          <w:cs/>
          <w:lang w:bidi="bn-IN"/>
        </w:rPr>
        <w:t>হোসাইন</w:t>
      </w:r>
      <w:r w:rsidRPr="00D04DB2">
        <w:rPr>
          <w:cs/>
          <w:lang w:bidi="bn-IN"/>
        </w:rPr>
        <w:t xml:space="preserve"> (</w:t>
      </w:r>
      <w:r w:rsidRPr="00D04DB2">
        <w:rPr>
          <w:rFonts w:hint="cs"/>
          <w:cs/>
          <w:lang w:bidi="bn-IN"/>
        </w:rPr>
        <w:t>আ</w:t>
      </w:r>
      <w:r w:rsidRPr="00D04DB2">
        <w:rPr>
          <w:cs/>
          <w:lang w:bidi="bn-IN"/>
        </w:rPr>
        <w:t xml:space="preserve">.) </w:t>
      </w:r>
      <w:r w:rsidRPr="00D04DB2">
        <w:rPr>
          <w:rFonts w:hint="cs"/>
          <w:cs/>
          <w:lang w:bidi="bn-IN"/>
        </w:rPr>
        <w:t>কেদে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দিলেন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বললেন</w:t>
      </w:r>
      <w:r w:rsidRPr="00D04DB2">
        <w:rPr>
          <w:cs/>
          <w:lang w:bidi="bn-IN"/>
        </w:rPr>
        <w:t>-</w:t>
      </w:r>
      <w:r w:rsidRPr="00D04DB2">
        <w:rPr>
          <w:rFonts w:hint="cs"/>
          <w:cs/>
          <w:lang w:bidi="bn-IN"/>
        </w:rPr>
        <w:t>আল্লাহ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মুসলিমকে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ক্ষমা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করুন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চিরন্তন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জীবন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অনন্ত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রোজীর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ভাগী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হয়েছেন।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বেহেশতে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প্রবেশ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এবং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আল্লাহর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সন্তুষ্টি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লাভ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করেছেন।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তিনি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তার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দায়িত্ব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আঞ্জাম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দিয়েছেন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hi-IN"/>
        </w:rPr>
        <w:t>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কিন্তু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আমরা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এখনো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আঞ্জাম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দেইনি।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এরপর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এ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কবিতাগুলো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আবৃত্তি</w:t>
      </w:r>
      <w:r w:rsidRPr="00D04DB2">
        <w:rPr>
          <w:cs/>
          <w:lang w:bidi="bn-IN"/>
        </w:rPr>
        <w:t xml:space="preserve"> </w:t>
      </w:r>
      <w:r w:rsidRPr="00D04DB2">
        <w:rPr>
          <w:rFonts w:hint="cs"/>
          <w:cs/>
          <w:lang w:bidi="bn-IN"/>
        </w:rPr>
        <w:t>করলেন</w:t>
      </w:r>
      <w:r w:rsidRPr="00D04DB2">
        <w:rPr>
          <w:cs/>
          <w:lang w:bidi="bn-IN"/>
        </w:rPr>
        <w:t xml:space="preserve">-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268D6" w:rsidRPr="00961709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1268D6" w:rsidRPr="00961709" w:rsidRDefault="001268D6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فإنْ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تُكُن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الدُّنْيا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تُعدّ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نفيسةً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268D6" w:rsidRPr="00961709" w:rsidRDefault="001268D6" w:rsidP="00BC4431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268D6" w:rsidRPr="00961709" w:rsidRDefault="001268D6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فإنّ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ثواب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اللّه</w:t>
            </w:r>
            <w:r w:rsidR="00F62D24">
              <w:rPr>
                <w:rStyle w:val="libArChar"/>
                <w:rtl/>
              </w:rPr>
              <w:t xml:space="preserve"> </w:t>
            </w:r>
            <w:r>
              <w:rPr>
                <w:rStyle w:val="libArChar"/>
                <w:rFonts w:hint="eastAsia"/>
                <w:rtl/>
              </w:rPr>
              <w:t>أ</w:t>
            </w:r>
            <w:r w:rsidRPr="00643C1E">
              <w:rPr>
                <w:rStyle w:val="libArChar"/>
                <w:rFonts w:hint="eastAsia"/>
                <w:rtl/>
              </w:rPr>
              <w:t>عْلا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و</w:t>
            </w:r>
            <w:r w:rsidR="00F62D24">
              <w:rPr>
                <w:rStyle w:val="libArChar"/>
                <w:rtl/>
              </w:rPr>
              <w:t xml:space="preserve"> </w:t>
            </w:r>
            <w:r>
              <w:rPr>
                <w:rStyle w:val="libArChar"/>
                <w:rFonts w:hint="eastAsia"/>
                <w:rtl/>
              </w:rPr>
              <w:t>أ</w:t>
            </w:r>
            <w:r w:rsidRPr="00643C1E">
              <w:rPr>
                <w:rStyle w:val="libArChar"/>
                <w:rFonts w:hint="eastAsia"/>
                <w:rtl/>
              </w:rPr>
              <w:t>نْبلُ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1268D6" w:rsidRDefault="001268D6" w:rsidP="001268D6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268D6" w:rsidRPr="00961709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1268D6" w:rsidRPr="00961709" w:rsidRDefault="001268D6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وإنْ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تكُن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الاْبْدانُ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للْموْت</w:t>
            </w:r>
            <w:r w:rsidRPr="00643C1E">
              <w:rPr>
                <w:rStyle w:val="libArChar"/>
                <w:rtl/>
              </w:rPr>
              <w:t xml:space="preserve"> </w:t>
            </w:r>
            <w:r w:rsidR="00F62D24">
              <w:rPr>
                <w:rStyle w:val="libArChar"/>
                <w:rFonts w:hint="eastAsia"/>
                <w:rtl/>
              </w:rPr>
              <w:t>أُ</w:t>
            </w:r>
            <w:r w:rsidRPr="00643C1E">
              <w:rPr>
                <w:rStyle w:val="libArChar"/>
                <w:rFonts w:hint="eastAsia"/>
                <w:rtl/>
              </w:rPr>
              <w:t>نْشئتْ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268D6" w:rsidRPr="00961709" w:rsidRDefault="001268D6" w:rsidP="00BC4431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268D6" w:rsidRPr="00961709" w:rsidRDefault="001268D6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فقتْلُ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امْرءٍ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بالسّيْف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فى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اللّه</w:t>
            </w:r>
            <w:r w:rsidR="00F62D24">
              <w:rPr>
                <w:rStyle w:val="libArChar"/>
                <w:rtl/>
              </w:rPr>
              <w:t xml:space="preserve"> </w:t>
            </w:r>
            <w:r>
              <w:rPr>
                <w:rStyle w:val="libArChar"/>
                <w:rFonts w:hint="eastAsia"/>
                <w:rtl/>
              </w:rPr>
              <w:t>أ</w:t>
            </w:r>
            <w:r w:rsidRPr="00643C1E">
              <w:rPr>
                <w:rStyle w:val="libArChar"/>
                <w:rFonts w:hint="eastAsia"/>
                <w:rtl/>
              </w:rPr>
              <w:t>فْضلُ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1268D6" w:rsidRDefault="001268D6" w:rsidP="001268D6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268D6" w:rsidRPr="00961709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1268D6" w:rsidRPr="00961709" w:rsidRDefault="001268D6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وإنْ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تكُن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الاْرْزاقُ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قسْما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مُقدّرا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268D6" w:rsidRPr="00961709" w:rsidRDefault="001268D6" w:rsidP="00BC4431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268D6" w:rsidRPr="00961709" w:rsidRDefault="001268D6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فقلّةُ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حرْص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الْمرْء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فى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السّعْى</w:t>
            </w:r>
            <w:r w:rsidR="00F62D24">
              <w:rPr>
                <w:rStyle w:val="libArChar"/>
                <w:rtl/>
              </w:rPr>
              <w:t xml:space="preserve"> </w:t>
            </w:r>
            <w:r>
              <w:rPr>
                <w:rStyle w:val="libArChar"/>
                <w:rFonts w:hint="eastAsia"/>
                <w:rtl/>
              </w:rPr>
              <w:t>أ</w:t>
            </w:r>
            <w:r w:rsidRPr="00643C1E">
              <w:rPr>
                <w:rStyle w:val="libArChar"/>
                <w:rFonts w:hint="eastAsia"/>
                <w:rtl/>
              </w:rPr>
              <w:t>جْملُ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1268D6" w:rsidRDefault="001268D6" w:rsidP="001268D6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268D6" w:rsidRPr="00961709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1268D6" w:rsidRPr="00961709" w:rsidRDefault="00DA3E57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وإنْ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تكُن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الاْمْوالُ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للتّرْك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جمْعُها</w:t>
            </w:r>
            <w:r w:rsidR="001268D6"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268D6" w:rsidRPr="00961709" w:rsidRDefault="001268D6" w:rsidP="00BC4431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268D6" w:rsidRPr="00961709" w:rsidRDefault="00DA3E57" w:rsidP="00BC4431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فما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بالُ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متْرُوكٍ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به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الْمرْءُ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يبْخلُ</w:t>
            </w:r>
            <w:r w:rsidR="001268D6"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1268D6" w:rsidRDefault="001268D6" w:rsidP="001268D6"/>
    <w:p w:rsidR="008C23A5" w:rsidRPr="008C23A5" w:rsidRDefault="00DA3E57" w:rsidP="00643C1E">
      <w:pPr>
        <w:pStyle w:val="libNormal"/>
      </w:pPr>
      <w:r w:rsidRPr="009D20A7">
        <w:rPr>
          <w:rStyle w:val="libEnChar"/>
        </w:rPr>
        <w:t>“</w:t>
      </w:r>
      <w:r w:rsidR="00D04DB2" w:rsidRPr="00D04DB2">
        <w:rPr>
          <w:rFonts w:hint="cs"/>
          <w:cs/>
          <w:lang w:bidi="bn-IN"/>
        </w:rPr>
        <w:t>পৃথিবী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যদিও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খুব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দামী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বলে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গণ্য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হয়</w:t>
      </w:r>
      <w:r w:rsidR="00D04DB2" w:rsidRPr="00D04DB2">
        <w:t xml:space="preserve">, </w:t>
      </w:r>
      <w:r w:rsidR="00D04DB2" w:rsidRPr="00D04DB2">
        <w:rPr>
          <w:rFonts w:hint="cs"/>
          <w:cs/>
          <w:lang w:bidi="bn-IN"/>
        </w:rPr>
        <w:t>কিন্তু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নিশ্চিতভাবেই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আল্লাহর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পক্ষ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হতে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সওয়াবের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মর্যাদা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অনেক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বেশী।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মানুষের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দেহ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যদি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মৃত্যুর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জন্যই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সৃষ্টি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হয়ে</w:t>
      </w:r>
      <w:r w:rsidR="00D04DB2" w:rsidRPr="00D04DB2">
        <w:rPr>
          <w:cs/>
          <w:lang w:bidi="bn-IN"/>
        </w:rPr>
        <w:t xml:space="preserve"> </w:t>
      </w:r>
      <w:r w:rsidR="00D04DB2" w:rsidRPr="00D04DB2">
        <w:rPr>
          <w:rFonts w:hint="cs"/>
          <w:cs/>
          <w:lang w:bidi="bn-IN"/>
        </w:rPr>
        <w:t>থাকে</w:t>
      </w:r>
      <w:r w:rsidR="00D04DB2">
        <w:rPr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তাহলে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তরবারীর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আঘাতে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আল্লাহর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রাস্তায়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নিহত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হওয়া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অতি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উত্তম।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মানুষের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জীবিকা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যদি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পূর্ব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থেকেই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বন্টিত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ও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নির্ধারিত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হয়ে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থাকে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তাহলে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জীবিকা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অর্জনে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মানুষ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অধিক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লোভাতুর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হওয়াই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সুন্দর।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সম্পদের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আহরণ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ও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সঞ্চয়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যদি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রেখে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চলে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যাওয়ার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জন্য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হয়ে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থাকে</w:t>
      </w:r>
      <w:r w:rsidR="008C23A5" w:rsidRPr="008C23A5">
        <w:t xml:space="preserve">, </w:t>
      </w:r>
      <w:r w:rsidR="008C23A5" w:rsidRPr="008C23A5">
        <w:rPr>
          <w:rFonts w:hint="cs"/>
          <w:cs/>
          <w:lang w:bidi="bn-IN"/>
        </w:rPr>
        <w:t>তাহলে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মানুষ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কেন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এমন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জিনিস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নিয়ে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কৃপণতা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করে</w:t>
      </w:r>
      <w:r w:rsidR="008C23A5" w:rsidRPr="008C23A5">
        <w:t xml:space="preserve">, </w:t>
      </w:r>
      <w:r w:rsidR="008C23A5" w:rsidRPr="008C23A5">
        <w:rPr>
          <w:rFonts w:hint="cs"/>
          <w:cs/>
          <w:lang w:bidi="bn-IN"/>
        </w:rPr>
        <w:t>যা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পেলে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চলে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যেতে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হবে।</w:t>
      </w:r>
      <w:r w:rsidR="008C23A5" w:rsidRPr="008C23A5">
        <w:rPr>
          <w:rFonts w:hint="eastAsia"/>
        </w:rPr>
        <w:t>”</w:t>
      </w:r>
    </w:p>
    <w:p w:rsidR="008C23A5" w:rsidRPr="008C23A5" w:rsidRDefault="008C23A5" w:rsidP="00DA3E57">
      <w:pPr>
        <w:pStyle w:val="Heading2Center"/>
      </w:pPr>
      <w:bookmarkStart w:id="34" w:name="_Toc501196955"/>
      <w:bookmarkStart w:id="35" w:name="_Toc501222465"/>
      <w:r w:rsidRPr="008C23A5">
        <w:rPr>
          <w:rFonts w:hint="cs"/>
          <w:cs/>
          <w:lang w:bidi="bn-IN"/>
        </w:rPr>
        <w:lastRenderedPageBreak/>
        <w:t>কায়েস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মাসহার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bookmarkEnd w:id="34"/>
      <w:bookmarkEnd w:id="35"/>
    </w:p>
    <w:p w:rsidR="008C23A5" w:rsidRPr="008C23A5" w:rsidRDefault="008C23A5" w:rsidP="00DA3E57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কুফায়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সুলাইমান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খাজায়ী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মুসাইয়েব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নাজিয়া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রেফাআ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সাদ্দাদ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অনুসারীর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বরাবরে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একখানা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কায়েস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মাসহার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সায়দাভীকে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কায়েস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গুপ্তচর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নুমাইর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তল্লাশী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চিঠিখানা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নুমাইর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আমীরুল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মেনীন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তালেব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অনুসারী।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কায়েস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বিষয়বস্তু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</w:t>
      </w:r>
      <w:r w:rsidRPr="008C23A5">
        <w:t xml:space="preserve">?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অধিবাসীর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DA3E57">
        <w:t xml:space="preserve"> </w:t>
      </w:r>
      <w:r w:rsidRPr="008C23A5">
        <w:rPr>
          <w:rFonts w:hint="cs"/>
          <w:cs/>
          <w:lang w:bidi="bn-IN"/>
        </w:rPr>
        <w:t>পাঠিয়েছিলেন।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ছাড়বনা।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বিকল্প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মিম্বারে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গালমন্দ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কায়েস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কিছুতেই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মিম্বরে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গালমন্দ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মিম্বরে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তারীফ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দরূদ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তালেব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কায়মনোবাক্যে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কামনা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অমুক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ধাবিত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দারুল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ইমারা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প্রাসাদের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মাটিতে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খবর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কান্নাকাটি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অনুসারীদের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জায়গা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নির্বাচন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জায়গায়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একত্রিত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কর্তৃত্বশালী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ক্ষমতাবান।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হাজেয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নামে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বাড়িতে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চিঠিখানা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ভিন্নমতও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DA3E57">
      <w:pPr>
        <w:pStyle w:val="Heading2Center"/>
      </w:pPr>
      <w:bookmarkStart w:id="36" w:name="_Toc501196956"/>
      <w:bookmarkStart w:id="37" w:name="_Toc501222466"/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এযিদের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প্রতিবন্ধকতা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সৃষ্টি</w:t>
      </w:r>
      <w:bookmarkEnd w:id="36"/>
      <w:bookmarkEnd w:id="37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মনযিল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১০০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অশ্বারোহী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এযিদ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</w:t>
      </w:r>
      <w:r w:rsidRPr="008C23A5">
        <w:t xml:space="preserve">? </w:t>
      </w:r>
      <w:r w:rsidRPr="008C23A5">
        <w:rPr>
          <w:rFonts w:hint="cs"/>
          <w:cs/>
          <w:lang w:bidi="bn-IN"/>
        </w:rPr>
        <w:t>নাকি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</w:t>
      </w:r>
      <w:r w:rsidRPr="008C23A5">
        <w:t xml:space="preserve">?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حوْل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قُوّة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إلاّ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الْعليّ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الْعظيم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তখনই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কথাবার্তা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বিনিময়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পরিশেষে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আবদিল্লাহ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পাঠিয়েছ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দূতেরা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বিপরীত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যেখান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সেখানেই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প্রত্যাবর্তনে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কুফায়ও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মদীনায়ও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কৈফিয়ত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আজীব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হাজানাতে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উপনীত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ব্যবস্থার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তিরস্কার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কঠোরতা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অবলম্বনের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নিষেধ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মদীনা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কিংবা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বলেছিলাম।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কঠোরতা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হুকুম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অনুসরণ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পর্যবেক্ষণ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গুপ্তচর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পনিস্থিতির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উদ্ভব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পাচ্ছেন।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দনিয়া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পাল্টে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কুৎসিৎ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প্রকাশ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দিকগুলোকে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পশ্চাতে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ক্রমাগত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ইচ্ছার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পার্থিব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জগতের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গ্লাস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ঢেলে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ততটুকুই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অবশিষ্ট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লবণাক্ত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জমির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বর্তমান।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পাচ্ছেন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বাতিলকে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ফলশ্রুতি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মু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মিন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অগ্রাধিকার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সৌভাগ্য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জালিমদের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যাপনকে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لا</w:t>
      </w:r>
      <w:r w:rsidR="001268D6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رى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الْموْت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إلاّ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سعادةً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والْحياة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مع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الظّالمين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إلاّ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برما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বক্তব্য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যুহা্ইর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ক্বীন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বক্তব্য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জগতের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অগ্রাধিকার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হেলাল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নাফে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বাজলী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পাইনা।আমাদের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দৃষ্টিভঙ্গির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প্রতিষ্ঠিত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বন্ধুত্ব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খুজাইর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পয়গম্বরের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অনুগ্রহ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দেহগুলো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বিনিময়ে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নানাজানের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সুপারিশ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নছিব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DA3E57" w:rsidRPr="007C26B4" w:rsidRDefault="00DA3E57" w:rsidP="007C26B4">
      <w:pPr>
        <w:rPr>
          <w:rtl/>
          <w:cs/>
        </w:rPr>
      </w:pPr>
      <w:r>
        <w:rPr>
          <w:cs/>
          <w:lang w:bidi="bn-IN"/>
        </w:rPr>
        <w:br w:type="page"/>
      </w:r>
    </w:p>
    <w:p w:rsidR="008C23A5" w:rsidRPr="008C23A5" w:rsidRDefault="008C23A5" w:rsidP="00DA3E57">
      <w:pPr>
        <w:pStyle w:val="Heading2Center"/>
      </w:pPr>
      <w:bookmarkStart w:id="38" w:name="_Toc501196957"/>
      <w:bookmarkStart w:id="39" w:name="_Toc501222467"/>
      <w:r w:rsidRPr="008C23A5">
        <w:rPr>
          <w:rFonts w:hint="cs"/>
          <w:cs/>
          <w:lang w:bidi="bn-IN"/>
        </w:rPr>
        <w:lastRenderedPageBreak/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কারবালায়</w:t>
      </w:r>
      <w:bookmarkEnd w:id="38"/>
      <w:bookmarkEnd w:id="39"/>
    </w:p>
    <w:p w:rsidR="00DA3E57" w:rsidRDefault="00DA3E57" w:rsidP="00643C1E">
      <w:pPr>
        <w:pStyle w:val="libNormal"/>
        <w:rPr>
          <w:lang w:bidi="bn-IN"/>
        </w:rPr>
      </w:pP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সম্মুখ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পেছন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মুহররমের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তারিখ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উপনীত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ভূমির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t>?</w:t>
      </w:r>
      <w:r w:rsidRPr="008C23A5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কারবালা।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t xml:space="preserve">; </w:t>
      </w:r>
      <w:r w:rsidRPr="008C23A5">
        <w:rPr>
          <w:rFonts w:hint="cs"/>
          <w:cs/>
          <w:lang w:bidi="bn-IN"/>
        </w:rPr>
        <w:t>বালা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মুছিবত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আশ্রয়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প্রার্থনা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هذا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موْضعُ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كرْب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وبل</w:t>
      </w:r>
      <w:r w:rsidR="00F62D24">
        <w:rPr>
          <w:rFonts w:hint="eastAsia"/>
          <w:rtl/>
        </w:rPr>
        <w:t xml:space="preserve"> أ</w:t>
      </w:r>
      <w:r w:rsidR="00F62D24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نْزلُوا،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هاهُنا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محطُّ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رحالنا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ومسْفكُ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دمائنا،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وهاهُنا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محلُّ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قُبُورنا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দুঃখ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বালা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মুছিবতের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এখানেই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অবতরণের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দিয়েছেন।এরপর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পেলল।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DA3E57">
      <w:pPr>
        <w:pStyle w:val="Heading2Center"/>
      </w:pPr>
      <w:bookmarkStart w:id="40" w:name="_Toc501196958"/>
      <w:bookmarkStart w:id="41" w:name="_Toc501222468"/>
      <w:r w:rsidRPr="008C23A5">
        <w:rPr>
          <w:rFonts w:hint="cs"/>
          <w:cs/>
          <w:lang w:bidi="bn-IN"/>
        </w:rPr>
        <w:t>যয়নবের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অস্থিরতা</w:t>
      </w:r>
      <w:bookmarkEnd w:id="40"/>
      <w:bookmarkEnd w:id="41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আবৃত্তি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A3E57" w:rsidRPr="001F75FA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DA3E57" w:rsidRPr="001F75FA" w:rsidRDefault="00DA3E57" w:rsidP="001F75FA">
            <w:pPr>
              <w:pStyle w:val="libPoem"/>
            </w:pPr>
            <w:r w:rsidRPr="001F75FA">
              <w:rPr>
                <w:rFonts w:hint="eastAsia"/>
                <w:rtl/>
              </w:rPr>
              <w:t>يا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دهْرُ</w:t>
            </w:r>
            <w:r w:rsidRPr="001F75FA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1F75FA">
              <w:rPr>
                <w:rFonts w:hint="eastAsia"/>
                <w:rtl/>
              </w:rPr>
              <w:t>فٍّ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لك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منْ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خليل</w:t>
            </w:r>
            <w:r w:rsidRPr="001F75F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A3E57" w:rsidRPr="001F75FA" w:rsidRDefault="00DA3E57" w:rsidP="001F75FA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A3E57" w:rsidRPr="001F75FA" w:rsidRDefault="00DA3E57" w:rsidP="001F75FA">
            <w:pPr>
              <w:pStyle w:val="libPoem"/>
            </w:pPr>
            <w:r w:rsidRPr="001F75FA">
              <w:rPr>
                <w:rFonts w:hint="eastAsia"/>
                <w:rtl/>
              </w:rPr>
              <w:t>كمْ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لك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بالاْشْراق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والاْصيل</w:t>
            </w:r>
            <w:r w:rsidRPr="001F75FA">
              <w:rPr>
                <w:rtl/>
              </w:rPr>
              <w:br/>
              <w:t> </w:t>
            </w:r>
          </w:p>
        </w:tc>
      </w:tr>
    </w:tbl>
    <w:p w:rsidR="00DA3E57" w:rsidRPr="001F75FA" w:rsidRDefault="00DA3E57" w:rsidP="001F75FA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A3E57" w:rsidRPr="001F75FA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DA3E57" w:rsidRPr="001F75FA" w:rsidRDefault="001F75FA" w:rsidP="001F75FA">
            <w:pPr>
              <w:pStyle w:val="libPoem"/>
            </w:pPr>
            <w:r w:rsidRPr="001F75FA">
              <w:rPr>
                <w:rFonts w:hint="eastAsia"/>
                <w:rtl/>
              </w:rPr>
              <w:t>منْ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طالبٍ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وصاحبٍ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قتيل</w:t>
            </w:r>
            <w:r w:rsidR="00DA3E57" w:rsidRPr="001F75F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A3E57" w:rsidRPr="001F75FA" w:rsidRDefault="00DA3E57" w:rsidP="001F75FA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A3E57" w:rsidRPr="001F75FA" w:rsidRDefault="001F75FA" w:rsidP="001F75FA">
            <w:pPr>
              <w:pStyle w:val="libPoem"/>
            </w:pPr>
            <w:r w:rsidRPr="001F75FA">
              <w:rPr>
                <w:rFonts w:hint="eastAsia"/>
                <w:rtl/>
              </w:rPr>
              <w:t>والدّهْرُ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لا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يقْنعُ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بالْبديل</w:t>
            </w:r>
            <w:r w:rsidR="00DA3E57" w:rsidRPr="001F75FA">
              <w:rPr>
                <w:rtl/>
              </w:rPr>
              <w:br/>
              <w:t> </w:t>
            </w:r>
          </w:p>
        </w:tc>
      </w:tr>
    </w:tbl>
    <w:p w:rsidR="00DA3E57" w:rsidRPr="001F75FA" w:rsidRDefault="00DA3E57" w:rsidP="001F75FA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A3E57" w:rsidRPr="001F75FA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DA3E57" w:rsidRPr="001F75FA" w:rsidRDefault="001F75FA" w:rsidP="001F75FA">
            <w:pPr>
              <w:pStyle w:val="libPoem"/>
            </w:pPr>
            <w:r w:rsidRPr="001F75FA">
              <w:rPr>
                <w:rFonts w:hint="eastAsia"/>
                <w:rtl/>
              </w:rPr>
              <w:t>وكُلُّ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حيٍّ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سالكُ</w:t>
            </w:r>
            <w:r w:rsidRPr="001F75FA">
              <w:rPr>
                <w:rtl/>
              </w:rPr>
              <w:t xml:space="preserve"> </w:t>
            </w:r>
            <w:r w:rsidRPr="001F75FA">
              <w:rPr>
                <w:rFonts w:hint="eastAsia"/>
                <w:rtl/>
              </w:rPr>
              <w:t>سبيل</w:t>
            </w:r>
            <w:r w:rsidR="00DA3E57" w:rsidRPr="001F75F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A3E57" w:rsidRPr="001F75FA" w:rsidRDefault="00DA3E57" w:rsidP="001F75FA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A3E57" w:rsidRPr="001F75FA" w:rsidRDefault="00DA3E57" w:rsidP="001F75FA">
            <w:pPr>
              <w:pStyle w:val="libPoem"/>
            </w:pPr>
            <w:r w:rsidRPr="001F75FA">
              <w:rPr>
                <w:rFonts w:eastAsia="Rafed Alaem" w:hint="cs"/>
                <w:rtl/>
              </w:rPr>
              <w:t>أ</w:t>
            </w:r>
            <w:r w:rsidR="001F75FA" w:rsidRPr="001F75FA">
              <w:rPr>
                <w:rFonts w:hint="eastAsia"/>
                <w:rtl/>
              </w:rPr>
              <w:t xml:space="preserve"> وإنّما</w:t>
            </w:r>
            <w:r w:rsidR="001F75FA" w:rsidRPr="001F75FA">
              <w:rPr>
                <w:rtl/>
              </w:rPr>
              <w:t xml:space="preserve"> </w:t>
            </w:r>
            <w:r w:rsidR="001F75FA" w:rsidRPr="001F75FA">
              <w:rPr>
                <w:rFonts w:hint="eastAsia"/>
                <w:rtl/>
              </w:rPr>
              <w:t>الاْمْرُ</w:t>
            </w:r>
            <w:r w:rsidR="001F75FA" w:rsidRPr="001F75FA">
              <w:rPr>
                <w:rtl/>
              </w:rPr>
              <w:t xml:space="preserve"> </w:t>
            </w:r>
            <w:r w:rsidR="001F75FA" w:rsidRPr="001F75FA">
              <w:rPr>
                <w:rFonts w:hint="eastAsia"/>
                <w:rtl/>
              </w:rPr>
              <w:t>إلى</w:t>
            </w:r>
            <w:r w:rsidR="001F75FA" w:rsidRPr="001F75FA">
              <w:rPr>
                <w:rtl/>
              </w:rPr>
              <w:t xml:space="preserve"> </w:t>
            </w:r>
            <w:r w:rsidR="001F75FA" w:rsidRPr="001F75FA">
              <w:rPr>
                <w:rFonts w:hint="eastAsia"/>
                <w:rtl/>
              </w:rPr>
              <w:t>الْجليل</w:t>
            </w:r>
            <w:r w:rsidRPr="001F75FA">
              <w:rPr>
                <w:rtl/>
              </w:rPr>
              <w:br/>
              <w:t> </w:t>
            </w:r>
          </w:p>
        </w:tc>
      </w:tr>
    </w:tbl>
    <w:p w:rsidR="00DA3E57" w:rsidRPr="001F75FA" w:rsidRDefault="00DA3E57" w:rsidP="001F75FA"/>
    <w:p w:rsidR="008C23A5" w:rsidRPr="008C23A5" w:rsidRDefault="001F75FA" w:rsidP="00643C1E">
      <w:pPr>
        <w:pStyle w:val="libNormal"/>
      </w:pPr>
      <w:proofErr w:type="gramStart"/>
      <w:r w:rsidRPr="009D20A7">
        <w:rPr>
          <w:rStyle w:val="libEnChar"/>
        </w:rPr>
        <w:t>“</w:t>
      </w:r>
      <w:r w:rsidR="008C23A5" w:rsidRPr="008C23A5">
        <w:rPr>
          <w:rFonts w:hint="cs"/>
          <w:cs/>
          <w:lang w:bidi="bn-IN"/>
        </w:rPr>
        <w:t>হে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যুগ</w:t>
      </w:r>
      <w:r w:rsidR="008C23A5" w:rsidRPr="008C23A5">
        <w:rPr>
          <w:cs/>
          <w:lang w:bidi="bn-IN"/>
        </w:rPr>
        <w:t>!</w:t>
      </w:r>
      <w:proofErr w:type="gramEnd"/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বন্ধুত্বের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স্থায়িত্ব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নেই।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বন্ধুর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সাথে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শত্রুতা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ছাড়া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জন্য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কাজ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নেই।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সকাল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বিকাল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তুমি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অনেক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বন্ধুকে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হ্যা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করেছ</w:t>
      </w:r>
      <w:r w:rsidR="008C23A5" w:rsidRPr="008C23A5">
        <w:t xml:space="preserve">, </w:t>
      </w:r>
      <w:r w:rsidR="008C23A5" w:rsidRPr="008C23A5">
        <w:rPr>
          <w:rFonts w:hint="cs"/>
          <w:cs/>
          <w:lang w:bidi="bn-IN"/>
        </w:rPr>
        <w:t>অথচ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এ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শত্রুতা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কারো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কাছেই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স্পষ্ট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নয়।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প্রতিটি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প্রানীই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মৃত্যু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পথযাত্রী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তবে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তুমি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ছাড়া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কারো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কাছেই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মানুষ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চিরন্তন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জীবন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পায়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না।</w:t>
      </w:r>
      <w:r w:rsidR="008C23A5"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আলাইহিস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ভাইজান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নিশ্চিতভাবেই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প্রিয়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ব্যাপার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তেমনই।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কান্নাকাটি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ফেলছির।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কুলসুম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</w:t>
      </w:r>
      <w:r w:rsidRPr="008C23A5">
        <w:rPr>
          <w:cs/>
          <w:lang w:bidi="bn-IN"/>
        </w:rPr>
        <w:t>-</w:t>
      </w:r>
    </w:p>
    <w:p w:rsidR="008C23A5" w:rsidRPr="008C23A5" w:rsidRDefault="008C23A5" w:rsidP="00B34D90">
      <w:pPr>
        <w:pStyle w:val="libAr"/>
      </w:pPr>
      <w:r w:rsidRPr="00B34D90">
        <w:rPr>
          <w:rFonts w:hint="cs"/>
          <w:rtl/>
        </w:rPr>
        <w:t>وامُحمّداهُ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واعليّاهُ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وا</w:t>
      </w:r>
      <w:r w:rsidR="00F62D24">
        <w:rPr>
          <w:rFonts w:hint="cs"/>
          <w:rtl/>
        </w:rPr>
        <w:t>أُ</w:t>
      </w:r>
      <w:r w:rsidRPr="00B34D90">
        <w:rPr>
          <w:rFonts w:hint="cs"/>
          <w:rtl/>
        </w:rPr>
        <w:t>مّاهُ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وا</w:t>
      </w:r>
      <w:r w:rsidR="001268D6" w:rsidRPr="00B34D90">
        <w:rPr>
          <w:rFonts w:hint="eastAsia"/>
          <w:rtl/>
        </w:rPr>
        <w:t xml:space="preserve"> </w:t>
      </w:r>
      <w:r w:rsidR="001268D6" w:rsidRPr="00B34D90">
        <w:rPr>
          <w:rFonts w:hint="cs"/>
          <w:rtl/>
        </w:rPr>
        <w:t>أ</w:t>
      </w:r>
      <w:r w:rsidRPr="00B34D90">
        <w:rPr>
          <w:rFonts w:hint="cs"/>
          <w:rtl/>
        </w:rPr>
        <w:t>خاهُ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واحُسيْناهُ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واضيعتاهُ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بعْدك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يا</w:t>
      </w:r>
      <w:r w:rsidR="00F62D24">
        <w:rPr>
          <w:rtl/>
        </w:rPr>
        <w:t xml:space="preserve"> </w:t>
      </w:r>
      <w:r w:rsidR="001268D6" w:rsidRPr="00B34D90">
        <w:rPr>
          <w:rFonts w:hint="cs"/>
          <w:rtl/>
        </w:rPr>
        <w:t>أ</w:t>
      </w:r>
      <w:r w:rsidRPr="00B34D90">
        <w:rPr>
          <w:rFonts w:hint="cs"/>
          <w:rtl/>
        </w:rPr>
        <w:t>با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عبْد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اللّه</w:t>
      </w:r>
      <w:r w:rsidRPr="008C23A5">
        <w:t>.</w:t>
      </w:r>
    </w:p>
    <w:p w:rsidR="008C23A5" w:rsidRPr="00B34D90" w:rsidRDefault="008C23A5" w:rsidP="00643C1E">
      <w:pPr>
        <w:pStyle w:val="libNormal"/>
      </w:pPr>
      <w:proofErr w:type="gramStart"/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আবদিল্লাহ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proofErr w:type="gramEnd"/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সান্তনা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প্রিয়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বোন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ধৈর্যের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পরিচয়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আসমানের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বাসিন্দারা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জমিনের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অধিবাসীরা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যাবে।</w:t>
      </w:r>
      <w:r w:rsidR="00B34D90" w:rsidRPr="00B34D90">
        <w:rPr>
          <w:rStyle w:val="libEnChar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কুলসুম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রোবাব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সাবধান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পছন্দ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রেওয়ায়তে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কবিতাগুলোর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ভাবার্থ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দৌড়ে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ঝুলছিল।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واثكْلاهُ،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ليْت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الْموْت</w:t>
      </w:r>
      <w:r w:rsidR="00F62D24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عْدمنى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الْحياة،</w:t>
      </w:r>
    </w:p>
    <w:p w:rsidR="00427E70" w:rsidRDefault="008C23A5" w:rsidP="00643C1E">
      <w:pPr>
        <w:pStyle w:val="libNormal"/>
        <w:rPr>
          <w:lang w:bidi="bn-IN"/>
        </w:rPr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হায়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যাহরা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স্মৃতি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আশ্রয়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হিসাবে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বোন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শয়তান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সনশীলতা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lastRenderedPageBreak/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দুঃখ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বেদনাকে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চেপে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B34D90">
      <w:pPr>
        <w:pStyle w:val="libAr"/>
      </w:pPr>
      <w:r w:rsidRPr="00B34D90">
        <w:rPr>
          <w:rFonts w:hint="cs"/>
          <w:rtl/>
        </w:rPr>
        <w:t>لوْ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تُرك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الْقطا</w:t>
      </w:r>
      <w:r w:rsidRPr="00B34D90">
        <w:rPr>
          <w:rtl/>
        </w:rPr>
        <w:t xml:space="preserve"> </w:t>
      </w:r>
      <w:r w:rsidRPr="00B34D90">
        <w:rPr>
          <w:rFonts w:hint="cs"/>
          <w:rtl/>
        </w:rPr>
        <w:t>لنام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শিকারীরা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কাতা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নামীয়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পাখিটিকে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শান্তিতে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ঘুমাতো।</w:t>
      </w:r>
      <w:r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ইঙ্গিত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উমাইয়া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শান্তিতে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মদীনা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আসতাম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ভাইজান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হৃদয়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বেহুশ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মাটিতে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কঠোরভাবে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সান্তনা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দুঃখ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মছিবতগুলোর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তুচ্ছ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সান্তনা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পরিজনকে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হেজাজে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আসতেন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এযিদ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মুয়াবিয়া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লানাতুল্লাহ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আলাইহ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পঠিয়ে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নির্যাতন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সিদ্ধান্ত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ত্যাগ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এযিদের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সংগ্রাম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হন।</w:t>
      </w:r>
    </w:p>
    <w:p w:rsidR="00427E70" w:rsidRPr="007C26B4" w:rsidRDefault="00427E70" w:rsidP="007C26B4">
      <w:r>
        <w:br w:type="page"/>
      </w:r>
    </w:p>
    <w:p w:rsidR="008C23A5" w:rsidRPr="008C23A5" w:rsidRDefault="008C23A5" w:rsidP="00427E70">
      <w:pPr>
        <w:pStyle w:val="Heading1Center"/>
      </w:pPr>
      <w:bookmarkStart w:id="42" w:name="_Toc501196959"/>
      <w:bookmarkStart w:id="43" w:name="_Toc501222469"/>
      <w:r w:rsidRPr="008C23A5">
        <w:rPr>
          <w:rFonts w:hint="cs"/>
          <w:cs/>
          <w:lang w:bidi="bn-IN"/>
        </w:rPr>
        <w:lastRenderedPageBreak/>
        <w:t>দ্বিতীয়</w:t>
      </w:r>
      <w:r w:rsidRPr="008C23A5">
        <w:rPr>
          <w:rtl/>
          <w:cs/>
        </w:rPr>
        <w:t xml:space="preserve"> </w:t>
      </w:r>
      <w:r w:rsidRPr="008C23A5">
        <w:rPr>
          <w:rFonts w:hint="cs"/>
          <w:cs/>
          <w:lang w:bidi="bn-IN"/>
        </w:rPr>
        <w:t>অধ্যায়</w:t>
      </w:r>
      <w:bookmarkEnd w:id="42"/>
      <w:bookmarkEnd w:id="43"/>
    </w:p>
    <w:p w:rsidR="008C23A5" w:rsidRPr="008C23A5" w:rsidRDefault="008C23A5" w:rsidP="00427E70">
      <w:pPr>
        <w:pStyle w:val="Heading2Center"/>
      </w:pPr>
      <w:bookmarkStart w:id="44" w:name="_Toc501196960"/>
      <w:bookmarkStart w:id="45" w:name="_Toc501222470"/>
      <w:r w:rsidRPr="008C23A5">
        <w:rPr>
          <w:rFonts w:hint="cs"/>
          <w:cs/>
          <w:lang w:bidi="bn-IN"/>
        </w:rPr>
        <w:t>আশুরার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ঘটনাবলী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শহীদানের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দৃশ্যপট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লুটপাট</w:t>
      </w:r>
      <w:bookmarkEnd w:id="44"/>
      <w:bookmarkEnd w:id="45"/>
    </w:p>
    <w:p w:rsidR="008C23A5" w:rsidRPr="008C23A5" w:rsidRDefault="008C23A5" w:rsidP="00643C1E">
      <w:pPr>
        <w:pStyle w:val="libNormal"/>
      </w:pPr>
    </w:p>
    <w:p w:rsidR="008C23A5" w:rsidRDefault="008C23A5" w:rsidP="00643C1E">
      <w:pPr>
        <w:pStyle w:val="libNormal"/>
        <w:rPr>
          <w:lang w:bidi="bn-IN"/>
        </w:rPr>
      </w:pPr>
      <w:r w:rsidRPr="008C23A5">
        <w:rPr>
          <w:rFonts w:hint="cs"/>
          <w:cs/>
          <w:lang w:bidi="bn-IN"/>
        </w:rPr>
        <w:t>ওবায়দুল্লাহ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সাঙ্গ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পাঙ্গদের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উস্কানী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ডাকে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পরকালীন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তুচ্ছ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পার্থিব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স্বার্থের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বিনিময়ে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খরিদ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অধিনায়ক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নিযুক্ত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অশ্বারোহী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যাত্রা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ছয়ই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মুহাররম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সংখ্যা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গতিরোধ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</w:p>
    <w:p w:rsidR="00427E70" w:rsidRPr="008C23A5" w:rsidRDefault="00427E70" w:rsidP="00643C1E">
      <w:pPr>
        <w:pStyle w:val="libNormal"/>
      </w:pPr>
    </w:p>
    <w:p w:rsidR="008C23A5" w:rsidRPr="008C23A5" w:rsidRDefault="008C23A5" w:rsidP="00427E70">
      <w:pPr>
        <w:pStyle w:val="Heading2Center"/>
      </w:pPr>
      <w:bookmarkStart w:id="46" w:name="_Toc501196961"/>
      <w:bookmarkStart w:id="47" w:name="_Toc501222471"/>
      <w:r w:rsidRPr="008C23A5">
        <w:rPr>
          <w:rFonts w:hint="cs"/>
          <w:cs/>
          <w:lang w:bidi="bn-IN"/>
        </w:rPr>
        <w:t>কারবালায়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bookmarkEnd w:id="46"/>
      <w:bookmarkEnd w:id="47"/>
    </w:p>
    <w:p w:rsidR="008C23A5" w:rsidRPr="008C23A5" w:rsidRDefault="008C23A5" w:rsidP="00427E70">
      <w:pPr>
        <w:pStyle w:val="libNormal"/>
      </w:pPr>
      <w:r w:rsidRPr="008C23A5">
        <w:t>(</w:t>
      </w:r>
      <w:r w:rsidRPr="008C23A5">
        <w:rPr>
          <w:rFonts w:hint="cs"/>
          <w:cs/>
          <w:lang w:bidi="bn-IN"/>
        </w:rPr>
        <w:t>কারবালার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তৃষ্ণার্ত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অপর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বলিষ্ঠ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কণ্ঠে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নিম্নরূপ।</w:t>
      </w:r>
      <w:r w:rsidRPr="008C23A5">
        <w:rPr>
          <w:cs/>
          <w:lang w:bidi="bn-IN"/>
        </w:rPr>
        <w:t>)</w:t>
      </w:r>
    </w:p>
    <w:p w:rsidR="008C23A5" w:rsidRPr="008C23A5" w:rsidRDefault="00F62D24" w:rsidP="00B34D90">
      <w:pPr>
        <w:pStyle w:val="libAr"/>
      </w:pPr>
      <w:r>
        <w:rPr>
          <w:rFonts w:hint="cs"/>
          <w:rtl/>
        </w:rPr>
        <w:t>أُ</w:t>
      </w:r>
      <w:r w:rsidR="008C23A5" w:rsidRPr="00B34D90">
        <w:rPr>
          <w:rFonts w:hint="cs"/>
          <w:rtl/>
        </w:rPr>
        <w:t>نْشُدُكُمُ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اللّه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هلْ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تعْرفُوننى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؟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قالُوا</w:t>
      </w:r>
      <w:r w:rsidR="008C23A5" w:rsidRPr="00B34D90">
        <w:rPr>
          <w:rtl/>
        </w:rPr>
        <w:t>:</w:t>
      </w:r>
      <w:r w:rsidR="001268D6" w:rsidRPr="00B34D90">
        <w:rPr>
          <w:rFonts w:hint="eastAsia"/>
          <w:rtl/>
        </w:rPr>
        <w:t xml:space="preserve"> </w:t>
      </w:r>
      <w:r w:rsidR="001268D6" w:rsidRPr="00B34D90">
        <w:rPr>
          <w:rFonts w:hint="cs"/>
          <w:rtl/>
        </w:rPr>
        <w:t>أ</w:t>
      </w:r>
      <w:r w:rsidR="008C23A5" w:rsidRPr="00B34D90">
        <w:rPr>
          <w:rFonts w:hint="cs"/>
          <w:rtl/>
        </w:rPr>
        <w:t>للّهُمّ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نعمْ،</w:t>
      </w:r>
      <w:r>
        <w:rPr>
          <w:rtl/>
        </w:rPr>
        <w:t xml:space="preserve"> </w:t>
      </w:r>
      <w:r w:rsidR="001268D6" w:rsidRPr="00B34D90">
        <w:rPr>
          <w:rFonts w:hint="cs"/>
          <w:rtl/>
        </w:rPr>
        <w:t>أ</w:t>
      </w:r>
      <w:r w:rsidR="008C23A5" w:rsidRPr="00B34D90">
        <w:rPr>
          <w:rFonts w:hint="cs"/>
          <w:rtl/>
        </w:rPr>
        <w:t>نْت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ابْنُ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رسُول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اللّه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وسبْطه</w:t>
      </w:r>
      <w:r w:rsidR="008C23A5"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নাতি।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হ্যাঁ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তালিব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যাহরা</w:t>
      </w:r>
      <w:r w:rsidRPr="008C23A5">
        <w:rPr>
          <w:cs/>
          <w:lang w:bidi="bn-IN"/>
        </w:rPr>
        <w:t xml:space="preserve"> </w:t>
      </w:r>
      <w:r w:rsidRPr="008C23A5">
        <w:rPr>
          <w:cs/>
          <w:lang w:bidi="bn-IN"/>
        </w:rPr>
        <w:lastRenderedPageBreak/>
        <w:t>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মোস্তফা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ঠিক।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খাদিজা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খোওয়াইলিদ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ইসলাম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হ্যাঁ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ঠিক।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বলো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সাইয়্যেদুশ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শোহাদা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হামজা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জাফর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তাইয়ার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হ্যাঁ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আবারো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জ্বি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আবার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ইসলাম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জ্ঞান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ধৈর্যের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ক্ষেত্রে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পুরুষ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মওলা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অভিভাবক</w:t>
      </w:r>
      <w:r w:rsidRPr="008C23A5">
        <w:rPr>
          <w:cs/>
          <w:lang w:bidi="bn-IN"/>
        </w:rPr>
        <w:t>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হ্যাঁ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বলিষ্ঠ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কণ্ঠে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>-</w:t>
      </w:r>
    </w:p>
    <w:p w:rsidR="008C23A5" w:rsidRPr="008C23A5" w:rsidRDefault="008C23A5" w:rsidP="00427E70">
      <w:pPr>
        <w:pStyle w:val="libArCenter"/>
      </w:pPr>
      <w:r w:rsidRPr="008C23A5">
        <w:rPr>
          <w:rFonts w:hint="eastAsia"/>
          <w:rtl/>
          <w:lang w:bidi="ar-SA"/>
        </w:rPr>
        <w:t>قال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فبم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تسْتحلُّون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دمى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হালাল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</w:t>
      </w:r>
      <w:r w:rsidRPr="008C23A5">
        <w:t xml:space="preserve">?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হাউজে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কাউসারের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লিওয়াউল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হামদের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পতাকা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>-</w:t>
      </w:r>
    </w:p>
    <w:p w:rsidR="008C23A5" w:rsidRPr="008C23A5" w:rsidRDefault="008C23A5" w:rsidP="00427E70">
      <w:pPr>
        <w:pStyle w:val="libArCenter"/>
      </w:pPr>
      <w:r w:rsidRPr="00643C1E">
        <w:rPr>
          <w:rStyle w:val="libArChar"/>
          <w:rFonts w:hint="eastAsia"/>
          <w:rtl/>
        </w:rPr>
        <w:t>ونحْنُ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غيْرُ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تارك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يك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حتّى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تذُوق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الْموْت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عطْشانا</w:t>
      </w:r>
      <w:r w:rsidRPr="008C23A5">
        <w:t>!!!</w:t>
      </w:r>
    </w:p>
    <w:p w:rsidR="008C23A5" w:rsidRPr="008C23A5" w:rsidRDefault="008C23A5" w:rsidP="00427E70">
      <w:pPr>
        <w:pStyle w:val="libCenter"/>
      </w:pPr>
      <w:r w:rsidRPr="00427E70">
        <w:rPr>
          <w:rStyle w:val="libEnChar"/>
          <w:rFonts w:hint="eastAsia"/>
        </w:rPr>
        <w:t>“</w:t>
      </w:r>
      <w:r w:rsidRPr="008C23A5">
        <w:rPr>
          <w:rFonts w:hint="cs"/>
          <w:cs/>
          <w:lang w:bidi="bn-IN"/>
        </w:rPr>
        <w:t>পিপাসায়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ওষ্ঠগত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ছাড়বনা।</w:t>
      </w:r>
      <w:r w:rsidRPr="00427E70">
        <w:rPr>
          <w:rStyle w:val="libEnChar"/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হচ্ছিল।তার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হৃদয়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বিদারক।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lastRenderedPageBreak/>
        <w:t>মহিলাদেরকে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সান্তনা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কাদবে।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বর্ণনাকারী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পত্রে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উস্কানি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দ্রুত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বিলম্ব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অশ্বারোহী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নিরাপদঃ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643C1E">
        <w:rPr>
          <w:rStyle w:val="libArChar"/>
          <w:rFonts w:hint="eastAsia"/>
          <w:rtl/>
        </w:rPr>
        <w:t>ا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Fonts w:hint="eastAsia"/>
          <w:rtl/>
        </w:rPr>
        <w:t>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بنو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اخت</w:t>
      </w:r>
      <w:r w:rsidRPr="00643C1E">
        <w:rPr>
          <w:rStyle w:val="libArChar"/>
          <w:rFonts w:hint="cs"/>
          <w:rtl/>
        </w:rPr>
        <w:t>ی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ভাগ্নেরা</w:t>
      </w:r>
      <w:r w:rsidRPr="008C23A5">
        <w:t xml:space="preserve">? </w:t>
      </w:r>
      <w:r w:rsidRPr="008C23A5">
        <w:rPr>
          <w:rFonts w:hint="cs"/>
          <w:cs/>
          <w:lang w:bidi="bn-IN"/>
        </w:rPr>
        <w:t>কোথায়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ভাগ্নে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আবদুল্লাহ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জাফর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উসমান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ফাসেক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যেহেতু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মামা।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চাও</w:t>
      </w:r>
      <w:r w:rsidRPr="008C23A5">
        <w:t xml:space="preserve">?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ভাগ্নেরা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নিরাপদ।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দিওনা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আমীরুল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মেনীন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আনুগত্য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427E70">
      <w:pPr>
        <w:pStyle w:val="libNormal"/>
      </w:pP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লজ্জাকর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নিরাপত্তার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</w:t>
      </w:r>
      <w:r w:rsidR="00427E70">
        <w:t>?</w:t>
      </w:r>
    </w:p>
    <w:p w:rsidR="008C23A5" w:rsidRPr="008C23A5" w:rsidRDefault="001268D6" w:rsidP="00B34D90">
      <w:pPr>
        <w:pStyle w:val="libAr"/>
      </w:pPr>
      <w:r w:rsidRPr="00B34D90">
        <w:rPr>
          <w:rFonts w:hint="eastAsia"/>
        </w:rPr>
        <w:t xml:space="preserve"> </w:t>
      </w:r>
      <w:r w:rsidRPr="00B34D90">
        <w:rPr>
          <w:rFonts w:hint="cs"/>
          <w:rtl/>
        </w:rPr>
        <w:t>أ</w:t>
      </w:r>
      <w:r w:rsidR="008C23A5" w:rsidRPr="00B34D90">
        <w:rPr>
          <w:rFonts w:hint="cs"/>
          <w:rtl/>
        </w:rPr>
        <w:t>تأْمُرْنا</w:t>
      </w:r>
      <w:r w:rsidR="00F62D24">
        <w:rPr>
          <w:rtl/>
        </w:rPr>
        <w:t xml:space="preserve"> </w:t>
      </w:r>
      <w:r w:rsidRPr="00B34D90">
        <w:rPr>
          <w:rFonts w:hint="cs"/>
          <w:rtl/>
        </w:rPr>
        <w:t>أ</w:t>
      </w:r>
      <w:r w:rsidR="008C23A5" w:rsidRPr="00B34D90">
        <w:rPr>
          <w:rFonts w:hint="cs"/>
          <w:rtl/>
        </w:rPr>
        <w:t>نْ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نتْرُك</w:t>
      </w:r>
      <w:r w:rsidR="00F62D24">
        <w:rPr>
          <w:rtl/>
        </w:rPr>
        <w:t xml:space="preserve"> </w:t>
      </w:r>
      <w:r w:rsidRPr="00B34D90">
        <w:rPr>
          <w:rFonts w:hint="cs"/>
          <w:rtl/>
        </w:rPr>
        <w:t>أ</w:t>
      </w:r>
      <w:r w:rsidR="008C23A5" w:rsidRPr="00B34D90">
        <w:rPr>
          <w:rFonts w:hint="cs"/>
          <w:rtl/>
        </w:rPr>
        <w:t>خانا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وسيّدنا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الْحُسيْن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بْن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فاطمة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وندْخُل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فى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طاعة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اللُّعن</w:t>
      </w:r>
      <w:r w:rsidR="00F62D24">
        <w:rPr>
          <w:rFonts w:hint="cs"/>
          <w:rtl/>
        </w:rPr>
        <w:t xml:space="preserve"> أ</w:t>
      </w:r>
      <w:r w:rsidR="00F62D24">
        <w:rPr>
          <w:rtl/>
        </w:rPr>
        <w:t xml:space="preserve"> </w:t>
      </w:r>
      <w:r w:rsidRPr="00B34D90">
        <w:rPr>
          <w:rFonts w:hint="cs"/>
          <w:rtl/>
        </w:rPr>
        <w:t>أ</w:t>
      </w:r>
      <w:r w:rsidR="008C23A5" w:rsidRPr="00B34D90">
        <w:rPr>
          <w:rFonts w:hint="cs"/>
          <w:rtl/>
        </w:rPr>
        <w:t>وْلاد</w:t>
      </w:r>
      <w:r w:rsidR="008C23A5" w:rsidRPr="00B34D90">
        <w:rPr>
          <w:rtl/>
        </w:rPr>
        <w:t xml:space="preserve"> </w:t>
      </w:r>
      <w:r w:rsidR="008C23A5" w:rsidRPr="00B34D90">
        <w:rPr>
          <w:rFonts w:hint="cs"/>
          <w:rtl/>
        </w:rPr>
        <w:t>اللُّعن</w:t>
      </w:r>
      <w:r w:rsidR="00F62D24">
        <w:rPr>
          <w:rFonts w:hint="cs"/>
          <w:rtl/>
        </w:rPr>
        <w:t xml:space="preserve"> أ</w:t>
      </w:r>
      <w:r w:rsidR="008C23A5"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অভিশপ্তের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অভিশপ্তের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আনুগত্য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তেলে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বেগুনে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দ্রুত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তোড়জোড়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কোনরূপ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প্রতিক্রিয়া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হওয়ায়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কাটাবো।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কুরআন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তিলাওয়াতকে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ভাণবাসি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অনুরোধ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চুপ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বিলম্বিত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আগ্রহী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হাজ্জাজ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যুবাইদী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তুর্কী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দায়লমী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দরখাস্ত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নাকচ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</w:t>
      </w:r>
      <w:r w:rsidRPr="008C23A5">
        <w:t xml:space="preserve">? </w:t>
      </w:r>
      <w:r w:rsidRPr="008C23A5">
        <w:rPr>
          <w:rFonts w:hint="cs"/>
          <w:cs/>
          <w:lang w:bidi="bn-IN"/>
        </w:rPr>
        <w:t>অবশেষে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বিলম্বিত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মাটিতে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জেগে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="00427E70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প্রিয়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বোনটি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স্বপ্নে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বলেছেনঃ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অতিশীঘ্রই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বলেছিল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আগামীকালই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চাপড়াতে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চাপড়াতে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দিওনা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রাত্রিতে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সঙ্গীদের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সমবেত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1268D6" w:rsidP="00F6323C">
      <w:pPr>
        <w:pStyle w:val="libAr"/>
      </w:pP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مّا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بعْدُ،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فإنّى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لا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عْلمُ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صْحابا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صْلح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منْكُمْ،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ولا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بيْتٍ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فْضل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بيْتى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فجزاكُمُ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عنّى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جميعا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خيْرا،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وهذا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اللّيْلُ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قدْ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غشيكُمْ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فاتّخذُوهُ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جملا،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ولْي</w:t>
      </w:r>
      <w:r w:rsidR="00F62D24">
        <w:rPr>
          <w:rFonts w:hint="cs"/>
          <w:rtl/>
        </w:rPr>
        <w:t xml:space="preserve"> أ</w:t>
      </w:r>
      <w:r w:rsidR="008C23A5" w:rsidRPr="00F6323C">
        <w:rPr>
          <w:rFonts w:hint="cs"/>
          <w:rtl/>
        </w:rPr>
        <w:t>خُذْ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كُلُّ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رجُلٍ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بيد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رجُلٍ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F62D24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بيْتى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وتفرّقُوا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سواد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هذا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اللّيْلُ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وذرُونى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وهؤُل</w:t>
      </w:r>
      <w:r w:rsidR="00F62D24">
        <w:rPr>
          <w:rFonts w:hint="cs"/>
          <w:rtl/>
        </w:rPr>
        <w:t xml:space="preserve"> أ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الْقوْم،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فإنّهُمْ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يُريدُون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غيْرى</w:t>
      </w:r>
      <w:r w:rsidR="008C23A5"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সঙ্গীদের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নেককার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অন্ধকার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অন্ধকারকে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পথিকের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তোমরা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আধারে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একমাত্র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নাসেখুত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তাওয়ারিখ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বক্তব্যের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নিম্নরূপ।</w:t>
      </w:r>
    </w:p>
    <w:p w:rsidR="008C23A5" w:rsidRPr="008C23A5" w:rsidRDefault="008C23A5" w:rsidP="00427E70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বাইয়াত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আনুগত্যের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পরিজনের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তোমাদেরকেও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মোকাবিলায়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ক্ষমতা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কেনন্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সংখ্যা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সাজসরঞ্জামের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বেশী।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সেনাপরিচালনাও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আবস্থান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সর্বাবস্থায়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নেবেন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পুরুষগণ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নেননি।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আত্মীয়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স্বজনরা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মনীষী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C4431" w:rsidRPr="009D6522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BC4431" w:rsidRPr="009D6522" w:rsidRDefault="00BC4431" w:rsidP="009D6522">
            <w:pPr>
              <w:pStyle w:val="libPoem"/>
            </w:pPr>
            <w:r w:rsidRPr="009D6522">
              <w:rPr>
                <w:rFonts w:hint="eastAsia"/>
                <w:rtl/>
              </w:rPr>
              <w:t>گفت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ا</w:t>
            </w:r>
            <w:r w:rsidRPr="009D6522">
              <w:rPr>
                <w:rFonts w:hint="cs"/>
                <w:rtl/>
              </w:rPr>
              <w:t>ی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گروه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هرکه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ندارد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هوا</w:t>
            </w:r>
            <w:r w:rsidRPr="009D6522">
              <w:rPr>
                <w:rFonts w:hint="cs"/>
                <w:rtl/>
              </w:rPr>
              <w:t>ی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ما</w:t>
            </w:r>
            <w:r w:rsidRPr="009D652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C4431" w:rsidRPr="009D6522" w:rsidRDefault="00BC4431" w:rsidP="009D6522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C4431" w:rsidRPr="009D6522" w:rsidRDefault="00BC4431" w:rsidP="009D6522">
            <w:pPr>
              <w:pStyle w:val="libPoem"/>
            </w:pPr>
            <w:r w:rsidRPr="009D6522">
              <w:rPr>
                <w:rFonts w:hint="eastAsia"/>
                <w:rtl/>
              </w:rPr>
              <w:t>سرگ</w:t>
            </w:r>
            <w:r w:rsidRPr="009D6522">
              <w:rPr>
                <w:rFonts w:hint="cs"/>
                <w:rtl/>
              </w:rPr>
              <w:t>ی</w:t>
            </w:r>
            <w:r w:rsidRPr="009D6522">
              <w:rPr>
                <w:rFonts w:hint="eastAsia"/>
                <w:rtl/>
              </w:rPr>
              <w:t>رد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و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cs"/>
                <w:rtl/>
              </w:rPr>
              <w:t>ی</w:t>
            </w:r>
            <w:r w:rsidRPr="009D6522">
              <w:rPr>
                <w:rFonts w:hint="eastAsia"/>
                <w:rtl/>
              </w:rPr>
              <w:t>رون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رود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از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کربلا</w:t>
            </w:r>
            <w:r w:rsidRPr="009D6522">
              <w:rPr>
                <w:rFonts w:hint="cs"/>
                <w:rtl/>
              </w:rPr>
              <w:t>ی</w:t>
            </w:r>
            <w:r w:rsidRPr="009D6522">
              <w:rPr>
                <w:rtl/>
              </w:rPr>
              <w:t xml:space="preserve"> </w:t>
            </w:r>
            <w:r w:rsidRPr="009D6522">
              <w:rPr>
                <w:rFonts w:hint="eastAsia"/>
                <w:rtl/>
              </w:rPr>
              <w:t>ما</w:t>
            </w:r>
            <w:r w:rsidRPr="009D6522">
              <w:rPr>
                <w:rtl/>
              </w:rPr>
              <w:br/>
              <w:t> </w:t>
            </w:r>
          </w:p>
        </w:tc>
      </w:tr>
    </w:tbl>
    <w:p w:rsidR="00BC4431" w:rsidRPr="009D6522" w:rsidRDefault="00BC4431" w:rsidP="009D6522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C4431" w:rsidRPr="009D6522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BC4431" w:rsidRPr="009D6522" w:rsidRDefault="00BC4431" w:rsidP="009D6522">
            <w:pPr>
              <w:pStyle w:val="libPoem"/>
            </w:pPr>
            <w:r w:rsidRPr="009D6522">
              <w:rPr>
                <w:rFonts w:hint="cs"/>
                <w:rtl/>
              </w:rPr>
              <w:t>ناداده تن بجواری و نا کرده ترک سر</w:t>
            </w:r>
            <w:r w:rsidRPr="009D652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C4431" w:rsidRPr="009D6522" w:rsidRDefault="00BC4431" w:rsidP="009D6522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C4431" w:rsidRPr="009D6522" w:rsidRDefault="002E040D" w:rsidP="009D6522">
            <w:pPr>
              <w:pStyle w:val="libPoem"/>
            </w:pPr>
            <w:r w:rsidRPr="009D6522">
              <w:rPr>
                <w:rFonts w:hint="cs"/>
                <w:rtl/>
              </w:rPr>
              <w:t>هرگز نیافت راه بدولت سرای ما</w:t>
            </w:r>
            <w:r w:rsidR="00BC4431" w:rsidRPr="009D6522">
              <w:rPr>
                <w:rtl/>
              </w:rPr>
              <w:br/>
              <w:t> </w:t>
            </w:r>
          </w:p>
        </w:tc>
      </w:tr>
    </w:tbl>
    <w:p w:rsidR="00BC4431" w:rsidRPr="009D6522" w:rsidRDefault="00BC4431" w:rsidP="009D6522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C4431" w:rsidRPr="009D6522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BC4431" w:rsidRPr="009D6522" w:rsidRDefault="002E040D" w:rsidP="009D6522">
            <w:pPr>
              <w:pStyle w:val="libPoem"/>
            </w:pPr>
            <w:r w:rsidRPr="009D6522">
              <w:rPr>
                <w:rFonts w:hint="cs"/>
                <w:rtl/>
              </w:rPr>
              <w:t>برگردد آنکه با هوس کشور است</w:t>
            </w:r>
            <w:r w:rsidR="00BC4431" w:rsidRPr="009D652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C4431" w:rsidRPr="009D6522" w:rsidRDefault="00BC4431" w:rsidP="009D6522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C4431" w:rsidRPr="009D6522" w:rsidRDefault="002E040D" w:rsidP="009D6522">
            <w:pPr>
              <w:pStyle w:val="libPoem"/>
            </w:pPr>
            <w:r w:rsidRPr="009D6522">
              <w:rPr>
                <w:rFonts w:hint="cs"/>
                <w:rtl/>
              </w:rPr>
              <w:t>سرنا ورد با فسر شاهی گدای ما</w:t>
            </w:r>
            <w:r w:rsidR="00BC4431" w:rsidRPr="009D6522">
              <w:rPr>
                <w:rtl/>
              </w:rPr>
              <w:br/>
              <w:t> </w:t>
            </w:r>
          </w:p>
        </w:tc>
      </w:tr>
    </w:tbl>
    <w:p w:rsidR="00BC4431" w:rsidRPr="009D6522" w:rsidRDefault="00BC4431" w:rsidP="009D6522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C4431" w:rsidRPr="009D6522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BC4431" w:rsidRPr="009D6522" w:rsidRDefault="002E040D" w:rsidP="009D6522">
            <w:pPr>
              <w:pStyle w:val="libPoem"/>
            </w:pPr>
            <w:r w:rsidRPr="009D6522">
              <w:rPr>
                <w:rFonts w:hint="cs"/>
                <w:rtl/>
              </w:rPr>
              <w:t>این عرضه نیست جلوهگه روبه و گراز</w:t>
            </w:r>
            <w:r w:rsidR="00BC4431" w:rsidRPr="009D652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C4431" w:rsidRPr="009D6522" w:rsidRDefault="00BC4431" w:rsidP="009D6522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C4431" w:rsidRPr="009D6522" w:rsidRDefault="002E040D" w:rsidP="009D6522">
            <w:pPr>
              <w:pStyle w:val="libPoem"/>
            </w:pPr>
            <w:r w:rsidRPr="009D6522">
              <w:rPr>
                <w:rFonts w:hint="cs"/>
                <w:rtl/>
              </w:rPr>
              <w:t>شیرافکن است بادیه ابتلای ما</w:t>
            </w:r>
            <w:r w:rsidR="00BC4431" w:rsidRPr="009D6522">
              <w:rPr>
                <w:rtl/>
              </w:rPr>
              <w:br/>
              <w:t> </w:t>
            </w:r>
          </w:p>
        </w:tc>
      </w:tr>
    </w:tbl>
    <w:p w:rsidR="00BC4431" w:rsidRPr="009D6522" w:rsidRDefault="00BC4431" w:rsidP="009D6522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C4431" w:rsidRPr="009D6522" w:rsidTr="00BC4431">
        <w:trPr>
          <w:trHeight w:val="350"/>
        </w:trPr>
        <w:tc>
          <w:tcPr>
            <w:tcW w:w="4238" w:type="dxa"/>
            <w:shd w:val="clear" w:color="auto" w:fill="auto"/>
          </w:tcPr>
          <w:p w:rsidR="00BC4431" w:rsidRPr="009D6522" w:rsidRDefault="002E040D" w:rsidP="009D6522">
            <w:pPr>
              <w:pStyle w:val="libPoem"/>
            </w:pPr>
            <w:r w:rsidRPr="009D6522">
              <w:rPr>
                <w:rFonts w:hint="cs"/>
                <w:rtl/>
              </w:rPr>
              <w:t>ما پروریم دشمن در خون کشیم دوت</w:t>
            </w:r>
            <w:r w:rsidR="00BC4431" w:rsidRPr="009D652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C4431" w:rsidRPr="009D6522" w:rsidRDefault="00BC4431" w:rsidP="009D6522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C4431" w:rsidRPr="009D6522" w:rsidRDefault="00BC4431" w:rsidP="009D6522">
            <w:pPr>
              <w:pStyle w:val="libPoem"/>
            </w:pPr>
            <w:r w:rsidRPr="009D6522">
              <w:rPr>
                <w:rFonts w:eastAsia="Rafed Alaem" w:hint="cs"/>
                <w:rtl/>
              </w:rPr>
              <w:t>أ</w:t>
            </w:r>
            <w:r w:rsidR="002E040D" w:rsidRPr="009D6522">
              <w:rPr>
                <w:rFonts w:hint="cs"/>
                <w:rtl/>
              </w:rPr>
              <w:t xml:space="preserve"> کس ر وقوف نیست بچون و چرای ما</w:t>
            </w:r>
            <w:r w:rsidRPr="009D6522">
              <w:rPr>
                <w:rtl/>
              </w:rPr>
              <w:br/>
              <w:t> </w:t>
            </w:r>
          </w:p>
        </w:tc>
      </w:tr>
    </w:tbl>
    <w:p w:rsidR="00BC4431" w:rsidRPr="009D6522" w:rsidRDefault="00BC4431" w:rsidP="009D6522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মুরুজুজ্জাহাব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মতেঃ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১১শ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৭২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অন্ধকারে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জাফরের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>-</w:t>
      </w:r>
    </w:p>
    <w:p w:rsidR="008C23A5" w:rsidRPr="008C23A5" w:rsidRDefault="008C23A5" w:rsidP="009D6522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ولم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نفْعلُ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ذلك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لنبْقى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بعْدك</w:t>
      </w:r>
      <w:r w:rsidRPr="008C23A5">
        <w:rPr>
          <w:rtl/>
        </w:rPr>
        <w:t xml:space="preserve">! </w:t>
      </w:r>
      <w:r w:rsidRPr="008C23A5">
        <w:rPr>
          <w:rFonts w:hint="eastAsia"/>
          <w:rtl/>
        </w:rPr>
        <w:t>لا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رانا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ذلك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بدا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t xml:space="preserve">?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বক্তব্য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উপস্থাপন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সমর্থন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আকিলের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মুসলিমের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যথেষ্ট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মানুষ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</w:t>
      </w:r>
      <w:r w:rsidRPr="008C23A5">
        <w:t xml:space="preserve">?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বুযুর্গ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এসেছি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সাহায্যার্থে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করিনি।বর্শা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লাগাইনি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চালাইনি</w:t>
      </w:r>
      <w:r w:rsidRPr="008C23A5">
        <w:t xml:space="preserve">?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প্রয়োজনে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শরবত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অকল্যাণজনক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করুক।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আজুসা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দাঁড়ায়ে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আওরাদ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বেষ্টনীর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t xml:space="preserve">?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পক্ষে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নছীব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চালাবো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পড়বো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অস্ত্র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পাথর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প্রয়োজনে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দেব।তবুও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সাইদ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হানাফী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বললোঃ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.)!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প্রমাণ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অসিয়ত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দগ্ধ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সত্তরবারও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</w:t>
      </w:r>
      <w:r w:rsidRPr="008C23A5">
        <w:t xml:space="preserve">?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একবারই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চিরন্তন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সৌভাগ্য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করবো।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যুহাইর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পরিজনকে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পরিবর্তে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প্রয়োজনে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পছন্দ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সবকিছুর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বিনিময়ে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মাধ্যমে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প্রদত্ত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দায়িত্ব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বশির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হাজরামীর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সীমান্তে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বশির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তারপরও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মোটেই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পচন্দ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নিচ্ছি।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পদক্ষেপ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নাও।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জবাবে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হিংস্রপ্রাণী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ফেলুক।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ইয়ামেনী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পাঁচটি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বর্ণনাকারী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মুনাজাত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আহাজারীতে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রুকু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সিজদা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ইবাদতে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বত্রিশ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সৈন্যদলে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পূর্ণতার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চরিত্রই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রচিত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ইকদুল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৪র্থ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খণ্ডের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বর্ণনামতে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বিস্ময়কর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রাকাআত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ফুরসত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আশুরার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তাবিুর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ভিতরের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অংশ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পরিস্কার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পরিচ্ছন্ন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গোলাব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ছিটালেন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খোজাইর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হামাদানী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রাব্বিহী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পরিস্কার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পরিচ্ছন্ন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পশ্চাতে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অপেক্ষা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ঠাট্টা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করে।আব্দুর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>,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হাসছো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হাস্যকর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যৌবনে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বার্ধক্যে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অনর্থক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পছন্দ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হাস্যকর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মোকাবিলায়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সান্নিধ্য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পাব।</w:t>
      </w:r>
    </w:p>
    <w:p w:rsidR="009D6522" w:rsidRPr="007C26B4" w:rsidRDefault="009D6522" w:rsidP="007C26B4">
      <w:r>
        <w:br w:type="page"/>
      </w:r>
    </w:p>
    <w:p w:rsidR="008C23A5" w:rsidRPr="008C23A5" w:rsidRDefault="008C23A5" w:rsidP="009D6522">
      <w:pPr>
        <w:pStyle w:val="Heading2Center"/>
      </w:pPr>
      <w:bookmarkStart w:id="48" w:name="_Toc501196962"/>
      <w:bookmarkStart w:id="49" w:name="_Toc501222472"/>
      <w:r w:rsidRPr="008C23A5">
        <w:rPr>
          <w:rFonts w:hint="cs"/>
          <w:cs/>
          <w:lang w:bidi="bn-IN"/>
        </w:rPr>
        <w:lastRenderedPageBreak/>
        <w:t>আশুরার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ভোরে</w:t>
      </w:r>
      <w:bookmarkEnd w:id="48"/>
      <w:bookmarkEnd w:id="49"/>
    </w:p>
    <w:p w:rsidR="009D6522" w:rsidRPr="00F6323C" w:rsidRDefault="009D6522" w:rsidP="00F6323C">
      <w:pPr>
        <w:pStyle w:val="libNormal"/>
        <w:rPr>
          <w:rtl/>
        </w:rPr>
      </w:pPr>
    </w:p>
    <w:p w:rsidR="008C23A5" w:rsidRPr="008C23A5" w:rsidRDefault="008C23A5" w:rsidP="009D6522">
      <w:pPr>
        <w:pStyle w:val="libNormal"/>
      </w:pP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অশ্বারোহী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খুজাইরকে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গুরুত্বপূর্ণ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বিষয়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স্মরণ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বিন্দু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কর্ণপাত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নছিহত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প্রভাব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মতান্তরে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দাঁড়ালেন।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গভীর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উচ্চাঙ্গের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শব্দ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প্রয়োগ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প্রমংসা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ফেরেশতাকুল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تبّا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لكُمُ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يّتُها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الْجماعةُ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وترْحا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حين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إسْتصْرخْتُمُونا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والهين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</w:t>
      </w:r>
      <w:r w:rsidR="001268D6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صْرخْناكُمْ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مُوجفين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سللْتُمْ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عليْنا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سيْفا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ايمانكُمْ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وحششْتُمْ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عليْنا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نارا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إقْتدحْناها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عدُوّنا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وعدُوّكُمْ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</w:t>
      </w:r>
      <w:r w:rsidR="001268D6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صْبحْتُمْ</w:t>
      </w:r>
      <w:r w:rsidRPr="008C23A5">
        <w:rPr>
          <w:rtl/>
        </w:rPr>
        <w:t xml:space="preserve"> </w:t>
      </w:r>
      <w:r w:rsidR="00F62D24">
        <w:rPr>
          <w:rFonts w:hint="eastAsia"/>
          <w:rtl/>
        </w:rPr>
        <w:t>أُ</w:t>
      </w:r>
      <w:r w:rsidRPr="008C23A5">
        <w:rPr>
          <w:rFonts w:hint="eastAsia"/>
          <w:rtl/>
        </w:rPr>
        <w:t>لبّاً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لاعْدائكُمْ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على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وْليائكُمْ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জনগোষ্ঠী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জটিল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পরিস্থিতিতে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চেয়েছো।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এসেছি।কিন্তু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পরিচালনার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নিয়েছিলে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জ্বালানোর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প্রজ্বলিত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চেয়েছিলাম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ইনসাফ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প্রতিষ্ঠা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সহযোগীতার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অনুগ্রহ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আফসোস।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ফেতনার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জ্বালানোর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পঙ্গপালের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পতঙ্গের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বিরোধীরা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অমুসলিমের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কুরআনকে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প্রত্যাখ্যানকারীরা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বিকৃতিকারী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ওহে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শয়তানের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কুমন্ত্রণায়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গোষ্ঠী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lastRenderedPageBreak/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সুন্নতকে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স্তব্ধকারী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বঞ্চিত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জনগোষ্ঠীকে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সহযোগীতা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সহযোগীতা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গুটিয়েছো</w:t>
      </w:r>
      <w:r w:rsidRPr="008C23A5">
        <w:t xml:space="preserve">? </w:t>
      </w: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চরিত্রে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প্রতারণা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ষড়যন্ত্র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শাখা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প্রশাখা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প্রতারণায়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সমানভাবে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কুচিন্তা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বলিষ্ঠভাবে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নাপাক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দর্শককে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স্বল্প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ডাকাতরাই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পারে।</w:t>
      </w:r>
    </w:p>
    <w:p w:rsidR="008C23A5" w:rsidRPr="008C23A5" w:rsidRDefault="001268D6" w:rsidP="009D6522">
      <w:pPr>
        <w:pStyle w:val="libAr"/>
        <w:tabs>
          <w:tab w:val="right" w:pos="8010"/>
        </w:tabs>
      </w:pP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لا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وإنّ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الدّعيّ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ابْن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الّدعي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قدْ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ركز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بيْن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اثْنتيْن</w:t>
      </w:r>
      <w:r w:rsidR="008C23A5" w:rsidRPr="008C23A5">
        <w:rPr>
          <w:rtl/>
        </w:rPr>
        <w:t xml:space="preserve">: </w:t>
      </w:r>
      <w:r w:rsidR="008C23A5" w:rsidRPr="008C23A5">
        <w:rPr>
          <w:rFonts w:hint="eastAsia"/>
          <w:rtl/>
        </w:rPr>
        <w:t>بيْن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السّلّة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والذّلة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وهيْهات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منّا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الذّلّةُ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</w:t>
      </w:r>
      <w:r w:rsidR="00F62D24"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بى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اللّهُ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لنا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ذلك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ورسُولُهُ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والْمُؤْمنُون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জেনে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</w:t>
      </w:r>
      <w:r w:rsidRPr="008C23A5">
        <w:t>,</w:t>
      </w:r>
      <w:r w:rsidRPr="008C23A5">
        <w:rPr>
          <w:rFonts w:hint="cs"/>
          <w:cs/>
          <w:lang w:bidi="bn-IN"/>
        </w:rPr>
        <w:t>জারজের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জারজ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বস্তুর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এখতিয়ার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নাঙ্গা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অপমানের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পোষাক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নেবো।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বহু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মুমিনগণ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প্রতীকগণ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অপমানকে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ইজ্জতের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আনুগত্য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ভাষণশেষে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মুসাইক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মুরাদীর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কয়েকটি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উদ্বৃত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6522" w:rsidRPr="00D557DE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6522" w:rsidRPr="00D557DE" w:rsidRDefault="009D6522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فإنْ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نهْزمْ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فهزّامُون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قدْما</w:t>
            </w:r>
            <w:r w:rsidRPr="00D557D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6522" w:rsidRPr="00D557DE" w:rsidRDefault="009D6522" w:rsidP="00D557DE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وإنْ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نُغْلبْ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فغيْرُ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مُغلّبينا</w:t>
            </w:r>
            <w:r w:rsidR="009D6522" w:rsidRPr="00D557DE">
              <w:rPr>
                <w:rtl/>
              </w:rPr>
              <w:br/>
              <w:t> </w:t>
            </w:r>
          </w:p>
        </w:tc>
      </w:tr>
    </w:tbl>
    <w:p w:rsidR="009D6522" w:rsidRPr="00D557DE" w:rsidRDefault="009D6522" w:rsidP="00D557DE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6522" w:rsidRPr="00D557DE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وما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إنْ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طبُّنا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جُبْنٌ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ولكنْ</w:t>
            </w:r>
            <w:r w:rsidR="009D6522" w:rsidRPr="00D557D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6522" w:rsidRPr="00D557DE" w:rsidRDefault="009D6522" w:rsidP="00D557DE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منايانا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ودوْلة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آخرينا</w:t>
            </w:r>
            <w:r w:rsidR="009D6522" w:rsidRPr="00D557DE">
              <w:rPr>
                <w:rtl/>
              </w:rPr>
              <w:br/>
              <w:t> </w:t>
            </w:r>
          </w:p>
        </w:tc>
      </w:tr>
    </w:tbl>
    <w:p w:rsidR="009D6522" w:rsidRPr="00D557DE" w:rsidRDefault="009D6522" w:rsidP="00D557DE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6522" w:rsidRPr="00D557DE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إذا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ما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الْموْتُ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رفّع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عنْ</w:t>
            </w:r>
            <w:r w:rsidRPr="00D557DE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D557DE">
              <w:rPr>
                <w:rFonts w:hint="eastAsia"/>
                <w:rtl/>
              </w:rPr>
              <w:t>ناسٍ</w:t>
            </w:r>
            <w:r w:rsidR="009D6522" w:rsidRPr="00D557D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6522" w:rsidRPr="00D557DE" w:rsidRDefault="009D6522" w:rsidP="00D557DE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كلاكلهُ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أناخ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بآخرينا</w:t>
            </w:r>
            <w:r w:rsidR="009D6522" w:rsidRPr="00D557DE">
              <w:rPr>
                <w:rtl/>
              </w:rPr>
              <w:br/>
              <w:t> </w:t>
            </w:r>
          </w:p>
        </w:tc>
      </w:tr>
    </w:tbl>
    <w:p w:rsidR="009D6522" w:rsidRPr="00D557DE" w:rsidRDefault="009D6522" w:rsidP="00D557DE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6522" w:rsidRPr="00D557DE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lastRenderedPageBreak/>
              <w:t>فأفْنى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ذلكُمْ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سروات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قوْمى</w:t>
            </w:r>
            <w:r w:rsidR="009D6522" w:rsidRPr="00D557D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6522" w:rsidRPr="00D557DE" w:rsidRDefault="009D6522" w:rsidP="00D557DE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كما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أفْنى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الْقُرُون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الاْوّلينا</w:t>
            </w:r>
            <w:r w:rsidR="009D6522" w:rsidRPr="00D557DE">
              <w:rPr>
                <w:rtl/>
              </w:rPr>
              <w:br/>
              <w:t> </w:t>
            </w:r>
          </w:p>
        </w:tc>
      </w:tr>
    </w:tbl>
    <w:p w:rsidR="009D6522" w:rsidRPr="00D557DE" w:rsidRDefault="009D6522" w:rsidP="00D557DE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6522" w:rsidRPr="00D557DE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فلوْ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خلْد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الْمُلُوكُ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إذا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خُلدْنا</w:t>
            </w:r>
            <w:r w:rsidR="009D6522" w:rsidRPr="00D557D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6522" w:rsidRPr="00D557DE" w:rsidRDefault="009D6522" w:rsidP="00D557DE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6522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ولوْ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بقي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الْكرامُ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إذاً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بقينا</w:t>
            </w:r>
            <w:r w:rsidR="009D6522" w:rsidRPr="00D557DE">
              <w:rPr>
                <w:rtl/>
              </w:rPr>
              <w:br/>
              <w:t> </w:t>
            </w:r>
          </w:p>
        </w:tc>
      </w:tr>
    </w:tbl>
    <w:p w:rsidR="009D6522" w:rsidRPr="00D557DE" w:rsidRDefault="009D6522" w:rsidP="00D557DE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557DE" w:rsidRPr="00D557DE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57DE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فقُلْ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للشّامتين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بنا</w:t>
            </w:r>
            <w:r w:rsidRPr="00D557DE">
              <w:rPr>
                <w:rtl/>
              </w:rPr>
              <w:t xml:space="preserve">: </w:t>
            </w:r>
            <w:r w:rsidRPr="00D557DE">
              <w:rPr>
                <w:rFonts w:hint="eastAsia"/>
                <w:rtl/>
              </w:rPr>
              <w:t>أفيقُوا</w:t>
            </w:r>
            <w:r w:rsidRPr="00D557D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57DE" w:rsidRPr="00D557DE" w:rsidRDefault="00D557DE" w:rsidP="00D557DE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57DE" w:rsidRPr="00D557DE" w:rsidRDefault="00D557DE" w:rsidP="00D557DE">
            <w:pPr>
              <w:pStyle w:val="libPoem"/>
            </w:pPr>
            <w:r w:rsidRPr="00D557DE">
              <w:rPr>
                <w:rFonts w:hint="eastAsia"/>
                <w:rtl/>
              </w:rPr>
              <w:t>سيلْقى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الشّامتُون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كما</w:t>
            </w:r>
            <w:r w:rsidRPr="00D557DE">
              <w:rPr>
                <w:rtl/>
              </w:rPr>
              <w:t xml:space="preserve"> </w:t>
            </w:r>
            <w:r w:rsidRPr="00D557DE">
              <w:rPr>
                <w:rFonts w:hint="eastAsia"/>
                <w:rtl/>
              </w:rPr>
              <w:t>لقينا</w:t>
            </w:r>
            <w:r w:rsidRPr="00D557DE">
              <w:rPr>
                <w:rtl/>
              </w:rPr>
              <w:br/>
              <w:t> </w:t>
            </w:r>
          </w:p>
        </w:tc>
      </w:tr>
    </w:tbl>
    <w:p w:rsidR="00D557DE" w:rsidRPr="009D6522" w:rsidRDefault="00D557DE" w:rsidP="00D557DE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বিজয়ী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আশ্চর্যের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বিজয়ী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পরাভূত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ভয়ভীতির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যুগের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আবর্তনে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বিজয়ের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মৃত্যুদূত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জনগোষ্ঠীর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গোষ্ঠীকে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মিশিয়ে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বুজর্গগণ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ঐরুপ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যেরূপ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হয়েচে।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রাজা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বাদশাহরা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জগতে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থাকতাম।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ভৎসনা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অযথা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ভৎসনা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সম্মুখিন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ভৎসনাকারীরাও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সম্মুখিন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</w:p>
    <w:p w:rsidR="008C23A5" w:rsidRPr="008C23A5" w:rsidRDefault="008C23A5" w:rsidP="00972611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চরণগুলো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আবৃত্তির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বেশীদিন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বাচতে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সওয়ারীতে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যাতাকলের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চক্কর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যাতাকলের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মধ্যেপড়া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করেছি।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lastRenderedPageBreak/>
        <w:t>فاجمعوا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امرکم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شرکائکم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ثم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یکون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امرکم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علیکم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غمّة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ثم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اقضوا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تنظرون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توکلت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ربی</w:t>
      </w:r>
      <w:r w:rsidRPr="00F6323C">
        <w:rPr>
          <w:rtl/>
        </w:rPr>
        <w:t xml:space="preserve"> </w:t>
      </w:r>
      <w:r w:rsidRPr="00F6323C">
        <w:rPr>
          <w:rFonts w:hint="eastAsia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eastAsia"/>
          <w:rtl/>
        </w:rPr>
        <w:t>ربک</w:t>
      </w:r>
      <w:r w:rsidRPr="00F6323C">
        <w:rPr>
          <w:rFonts w:hint="cs"/>
          <w:rtl/>
        </w:rPr>
        <w:t>م</w:t>
      </w:r>
      <w:r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বন্ধুদের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পরামর্শ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বিষয়টি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অস্পষ্ট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পদক্ষেপ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তাওয়াক্কুল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পালনকর্তা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সৃষ্টির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ক্ষমতা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হাতে।আর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পরওয়ারদিগার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সঠিকভাবে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অটল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শত্রুপক্ষকে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ভৎসনা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বছরের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বছর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দুর্ভিক্ষ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ইউসুফ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দুর্ভিক্ষ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সাকাফী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গোলামকে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আধিপত্য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আস্বাদন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পারে।কেননা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প্রতারণা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গোলঅম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সাকাফী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সম্ভবতঃ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হাজ্জাজ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ইউসুফকে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বুঝিয়েছেন।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সাকাফী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লোক।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মাজলিসী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মুহাদ্দেস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কোমীর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সাকাফী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মোখতার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উবাইদা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সাকাফীকে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বুঝানো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rFonts w:hint="eastAsia"/>
        </w:rPr>
        <w:t>–</w:t>
      </w:r>
      <w:r w:rsidRPr="008C23A5">
        <w:rPr>
          <w:rFonts w:hint="cs"/>
          <w:cs/>
          <w:lang w:bidi="bn-IN"/>
        </w:rPr>
        <w:t>অনুবাদক।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তুমিই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পরওয়ারদিগার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তাওয়াক্কুল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মনোনিবেশ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মোরতাজা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৪৫জন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অশ্বারোহী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একশো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পদাতিক।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বর্ণনাতেও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সংখ্যার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সমর্থন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972611" w:rsidRPr="007C26B4" w:rsidRDefault="00972611" w:rsidP="007C26B4">
      <w:r>
        <w:br w:type="page"/>
      </w:r>
    </w:p>
    <w:p w:rsidR="008C23A5" w:rsidRPr="008C23A5" w:rsidRDefault="008C23A5" w:rsidP="00972611">
      <w:pPr>
        <w:pStyle w:val="Heading2Center"/>
      </w:pPr>
      <w:bookmarkStart w:id="50" w:name="_Toc501196963"/>
      <w:bookmarkStart w:id="51" w:name="_Toc501222473"/>
      <w:r w:rsidRPr="008C23A5">
        <w:rPr>
          <w:rFonts w:hint="cs"/>
          <w:cs/>
          <w:lang w:bidi="bn-IN"/>
        </w:rPr>
        <w:lastRenderedPageBreak/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মাধ্যমেই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bookmarkEnd w:id="50"/>
      <w:bookmarkEnd w:id="51"/>
    </w:p>
    <w:p w:rsidR="00972611" w:rsidRDefault="00972611" w:rsidP="00643C1E">
      <w:pPr>
        <w:pStyle w:val="libNormal"/>
        <w:rPr>
          <w:lang w:bidi="bn-IN"/>
        </w:rPr>
      </w:pP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করেছি।এরপরই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বৃষ্টির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ছুড়তে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قُومُوا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رحمكُمُ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الْموْت،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الْموْت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الّذى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بُدّ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منْهُ،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فإنّ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هذه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السّهامُ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رسُلُ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الْقوْم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إليْكُم</w:t>
      </w:r>
    </w:p>
    <w:p w:rsidR="008C23A5" w:rsidRPr="008C23A5" w:rsidRDefault="008C23A5" w:rsidP="00C90717">
      <w:pPr>
        <w:pStyle w:val="libNormal"/>
      </w:pP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তীরসমূহ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চায়।এরপর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অভিযান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দীর্ঘসময়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t>إشْتدّ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غضبُ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اللّه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الْيهُود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إذْ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جعلُوا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ولدا،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واشْتدّ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غضبُهُ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النّصارى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إذْ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جعلُوهُ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ثالث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ثلاثةٍ،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واشْتدّ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غضبُهُ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الْمجُوس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إذْ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عبدُوا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الشّمْس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والْقمر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دُونهُ،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واشْتدّ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غضبُهُ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قوْمٍ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اتّفقتْ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كلمتُهُمْ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قتْل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ابْن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بنْت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نبيّهمْ</w:t>
      </w:r>
      <w:r w:rsidRPr="00F6323C">
        <w:rPr>
          <w:rtl/>
        </w:rPr>
        <w:t>.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ما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واللّه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لا</w:t>
      </w:r>
      <w:r w:rsidRPr="00F6323C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Pr="00F6323C">
        <w:rPr>
          <w:rFonts w:hint="cs"/>
          <w:rtl/>
        </w:rPr>
        <w:t>ج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يبُهُمْ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إلى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شيْءٍ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ممّا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يُريدُون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حتّى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لْقى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اللّه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تعالى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="001268D6" w:rsidRPr="00F6323C">
        <w:rPr>
          <w:rFonts w:hint="eastAsia"/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نا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مُخضّبٌ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بدمى</w:t>
      </w:r>
      <w:r w:rsidRPr="008C23A5">
        <w:t>.</w:t>
      </w:r>
    </w:p>
    <w:p w:rsidR="008C23A5" w:rsidRPr="008C23A5" w:rsidRDefault="008C23A5" w:rsidP="00E2326C">
      <w:pPr>
        <w:pStyle w:val="libNormal"/>
      </w:pPr>
      <w:r w:rsidRPr="008C23A5">
        <w:rPr>
          <w:rFonts w:hint="cs"/>
          <w:cs/>
          <w:lang w:bidi="bn-IN"/>
        </w:rPr>
        <w:t>ইহিুদী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অভিসম্পাত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গুরুতর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ঘোষণা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এ</w:t>
      </w:r>
      <w:r w:rsidR="00E2326C">
        <w:rPr>
          <w:cs/>
          <w:lang w:bidi="bn-IN"/>
        </w:rPr>
        <w:t>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ওজাইর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নাসারাদের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গজব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তীব্রতর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হিসেবে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অগ্নিপূজকদের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অভিসম্পাত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তীব্রতর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সূর্য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চন্দ্রের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</w:p>
    <w:p w:rsidR="008C23A5" w:rsidRPr="008C23A5" w:rsidRDefault="008C23A5" w:rsidP="00E2326C">
      <w:pPr>
        <w:pStyle w:val="libNormal"/>
      </w:pP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গজব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জনগোষ্ঠীর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সম্মিলিতভাবে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নাতিকে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জনগোষ্ঠির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, </w:t>
      </w:r>
      <w:r w:rsidR="00E2326C">
        <w:rPr>
          <w:cs/>
          <w:lang w:bidi="bn-IN"/>
        </w:rPr>
        <w:t>ইয়া</w:t>
      </w:r>
      <w:r w:rsidRPr="008C23A5">
        <w:rPr>
          <w:rFonts w:hint="cs"/>
          <w:cs/>
          <w:lang w:bidi="bn-IN"/>
        </w:rPr>
        <w:t>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বাইয়াত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আনুগত্যের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রক্তমাখা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E2326C">
      <w:pPr>
        <w:pStyle w:val="libNormal"/>
      </w:pP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তাবারসী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বিরচিত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মাআলেমুদ্দিন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সাদেক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শুনেছি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lastRenderedPageBreak/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মুখোমুখি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তায়ালা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সাহায্যার্থে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ফেরেশতা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উড়তে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স্বাধীনভাবে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="00E2326C">
        <w:rPr>
          <w:cs/>
          <w:lang w:bidi="bn-IN"/>
        </w:rPr>
        <w:t>সু</w:t>
      </w:r>
      <w:r w:rsidRPr="008C23A5">
        <w:rPr>
          <w:rFonts w:hint="cs"/>
          <w:cs/>
          <w:lang w:bidi="bn-IN"/>
        </w:rPr>
        <w:t>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ফেরেশতাগণ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দিদারে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দিদারের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নেন।</w:t>
      </w:r>
    </w:p>
    <w:p w:rsidR="008C23A5" w:rsidRPr="008C23A5" w:rsidRDefault="008C23A5" w:rsidP="00C90717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বলিষ্ঠ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1268D6" w:rsidP="00643C1E">
      <w:pPr>
        <w:pStyle w:val="libAr"/>
        <w:tabs>
          <w:tab w:val="right" w:pos="8010"/>
        </w:tabs>
      </w:pPr>
      <w:r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مُغيثٍ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يُغيثُنا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لوجْه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اللّه،</w:t>
      </w:r>
      <w:r w:rsidR="009D6522">
        <w:rPr>
          <w:rtl/>
        </w:rPr>
        <w:t xml:space="preserve"> </w:t>
      </w: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ذابٍّ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يذُبُّ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حرم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رسُول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اللّه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হেরেম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সরাবে</w:t>
      </w:r>
      <w:r w:rsidRPr="008C23A5">
        <w:t>?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C90717">
      <w:pPr>
        <w:pStyle w:val="Heading2Center"/>
      </w:pPr>
      <w:bookmarkStart w:id="52" w:name="_Toc501196964"/>
      <w:bookmarkStart w:id="53" w:name="_Toc501222474"/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আগমন</w:t>
      </w:r>
      <w:bookmarkEnd w:id="52"/>
      <w:bookmarkEnd w:id="53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রিয়াহী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اتقاتل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هذا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الرجل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؟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চাও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إيْ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قتالاً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يْسرُهُ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تطير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الرُّؤُوسُ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وتطيح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الاْيْدي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হ্যাঁ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সহজেই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পৃথক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মুহাজির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আউস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সন্দেহজনক।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কাপছো</w:t>
      </w:r>
      <w:r w:rsidRPr="008C23A5">
        <w:t xml:space="preserve">?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দোজখের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মাঝামাঝি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প্রাধান্য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ভস্মীভূত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="00E2326C">
        <w:rPr>
          <w:cs/>
          <w:lang w:bidi="bn-IN"/>
        </w:rPr>
        <w:t>র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হন।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>-</w:t>
      </w:r>
    </w:p>
    <w:p w:rsidR="008C23A5" w:rsidRPr="008C23A5" w:rsidRDefault="001268D6" w:rsidP="00643C1E">
      <w:pPr>
        <w:pStyle w:val="libAr"/>
        <w:tabs>
          <w:tab w:val="right" w:pos="8010"/>
        </w:tabs>
      </w:pPr>
      <w:r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للّهُمّ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إنّى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تُبْتُ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إليْك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فتُبْ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عليّ،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فقدْ</w:t>
      </w:r>
      <w:r w:rsidR="009D6522">
        <w:rPr>
          <w:rtl/>
        </w:rPr>
        <w:t xml:space="preserve"> </w:t>
      </w: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رْعبْتُ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قُلُوب</w:t>
      </w:r>
      <w:r w:rsidR="009D6522">
        <w:rPr>
          <w:rtl/>
        </w:rPr>
        <w:t xml:space="preserve"> </w:t>
      </w: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وْليائك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</w:t>
      </w:r>
      <w:r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وْلاد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بنْت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نبيّك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প্রত্যাবর্তন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তওবা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</w:t>
      </w:r>
      <w:r w:rsidRPr="008C23A5">
        <w:t xml:space="preserve">;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বন্ধুদের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নন্দিনীর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দেখিয়েছি।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উৎসর্গীত।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ব্যবহার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মদিনা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ভাবতেই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পরিস্থিতি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তওবা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তওবা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এসো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তওব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এসো।</w:t>
      </w:r>
      <w:r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যেহেতু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করমর্দন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মুসাহাফা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করব।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লিখকের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হোরের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প্রথম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E2326C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কিছুসংখ্যক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ধরাশায়ী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শরবত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মুখমণ্ডল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ধুলাবালি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সরাচ্ছিলেন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বলছিলেন</w:t>
      </w:r>
      <w:r w:rsidRPr="008C23A5">
        <w:rPr>
          <w:cs/>
          <w:lang w:bidi="bn-IN"/>
        </w:rPr>
        <w:t>-</w:t>
      </w:r>
    </w:p>
    <w:p w:rsidR="008C23A5" w:rsidRPr="008C23A5" w:rsidRDefault="001268D6" w:rsidP="00C90717">
      <w:pPr>
        <w:pStyle w:val="libAr"/>
        <w:tabs>
          <w:tab w:val="right" w:pos="8010"/>
        </w:tabs>
      </w:pPr>
      <w:r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نْت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الْحُرُّ</w:t>
      </w:r>
      <w:r w:rsidR="008C23A5" w:rsidRPr="008C23A5">
        <w:rPr>
          <w:rtl/>
        </w:rPr>
        <w:t xml:space="preserve"> - </w:t>
      </w:r>
      <w:r w:rsidR="008C23A5" w:rsidRPr="008C23A5">
        <w:rPr>
          <w:rFonts w:hint="eastAsia"/>
          <w:rtl/>
        </w:rPr>
        <w:t>كما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سمّتْك</w:t>
      </w:r>
      <w:r w:rsidR="008C23A5" w:rsidRPr="008C23A5">
        <w:rPr>
          <w:rtl/>
        </w:rPr>
        <w:t xml:space="preserve"> </w:t>
      </w:r>
      <w:r w:rsidR="00F62D24">
        <w:rPr>
          <w:rFonts w:hint="eastAsia"/>
          <w:rtl/>
        </w:rPr>
        <w:t>أُ</w:t>
      </w:r>
      <w:r w:rsidR="008C23A5" w:rsidRPr="008C23A5">
        <w:rPr>
          <w:rFonts w:hint="eastAsia"/>
          <w:rtl/>
        </w:rPr>
        <w:t>مُّك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حُرّا</w:t>
      </w:r>
      <w:r w:rsidR="008C23A5" w:rsidRPr="008C23A5">
        <w:rPr>
          <w:rtl/>
        </w:rPr>
        <w:t xml:space="preserve">- </w:t>
      </w:r>
      <w:r w:rsidR="008C23A5" w:rsidRPr="008C23A5">
        <w:rPr>
          <w:rFonts w:hint="eastAsia"/>
          <w:rtl/>
        </w:rPr>
        <w:t>فى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الدُّنْيا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والاّْخرة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মুক্ত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আখেরাতেও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মুক্ত।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খোজাইরের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যাহেদ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ইয়াজিদ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="00E2326C" w:rsidRPr="00E2326C">
        <w:rPr>
          <w:rStyle w:val="libEnChar"/>
        </w:rPr>
        <w:t>’</w:t>
      </w:r>
      <w:r w:rsidRPr="008C23A5">
        <w:rPr>
          <w:rFonts w:hint="cs"/>
          <w:cs/>
          <w:lang w:bidi="bn-IN"/>
        </w:rPr>
        <w:t>কাল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মল্লযুদ্ধে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নির্ণয়ের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কামনা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বাতিল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প্রতিপক্ষের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প্রতিপক্ষকে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ঘায়েল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অব্যাহত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জেনাহ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নৈপুণ্য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প্রদর্শন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অবস্থানরত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আছেন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জবাবে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যতক্ষণ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সাহায্যার্থে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দেবে।</w:t>
      </w:r>
    </w:p>
    <w:p w:rsidR="008C23A5" w:rsidRPr="008C23A5" w:rsidRDefault="008C23A5" w:rsidP="00787663">
      <w:pPr>
        <w:pStyle w:val="libNormal"/>
      </w:pP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কষ্ট</w:t>
      </w:r>
      <w:r w:rsidRPr="008C23A5">
        <w:rPr>
          <w:cs/>
          <w:lang w:bidi="bn-IN"/>
        </w:rPr>
        <w:t xml:space="preserve"> </w:t>
      </w:r>
      <w:r w:rsidR="00787663">
        <w:rPr>
          <w:cs/>
          <w:lang w:bidi="bn-IN"/>
        </w:rPr>
        <w:t>দি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প্রিয়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আামার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</w:t>
      </w:r>
      <w:r w:rsidR="00787663">
        <w:rPr>
          <w:cs/>
          <w:lang w:bidi="bn-IN"/>
        </w:rPr>
        <w:t>থা</w:t>
      </w:r>
      <w:r w:rsidRPr="008C23A5">
        <w:rPr>
          <w:rFonts w:hint="cs"/>
          <w:cs/>
          <w:lang w:bidi="bn-IN"/>
        </w:rPr>
        <w:t>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নন্দিনীর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শাফায়াতের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সৌভাগ্য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স্তম্ভ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সম্মানিত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আওলাদগণের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সাহায্যার্থে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স্বামীর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পুরুস্কার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ওহাবের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আওসাজা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মোকাবিলায়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ঘায়েল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মুমূর্ষ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lastRenderedPageBreak/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কুরআনের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তিলাওয়াত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787663" w:rsidP="00787663">
      <w:pPr>
        <w:pStyle w:val="libAie"/>
      </w:pPr>
      <w:r w:rsidRPr="00787663">
        <w:rPr>
          <w:rStyle w:val="libAlaemChar"/>
          <w:rFonts w:hint="cs"/>
          <w:rtl/>
        </w:rPr>
        <w:t>(</w:t>
      </w:r>
      <w:r w:rsidR="008C23A5" w:rsidRPr="008C23A5">
        <w:rPr>
          <w:rFonts w:hint="eastAsia"/>
          <w:rtl/>
        </w:rPr>
        <w:t>فمنْهُمْ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قضى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نحْبهُ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ومنْهُمُ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ينْتظرُ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بدّلُوا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تبْديلاً</w:t>
      </w:r>
      <w:r w:rsidRPr="00787663">
        <w:rPr>
          <w:rStyle w:val="libAlaemChar"/>
          <w:rFonts w:hint="cs"/>
          <w:rtl/>
        </w:rPr>
        <w:t>)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অপেক্ষায়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পরিবর্তন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হাবিব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বেদনাদায়ক।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ধন্যবাদ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ক্ষীণ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রাখুন।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হাবিব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অসুবিধা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অসিয়ত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ইঙ্গিত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অসিয়ত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হাবিব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অসিয়ত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অক্ষরে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অক্ষরে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আনসারী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সমর্থনে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বহু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নিধন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ভীরু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কাপুরুষ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জিহাদের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অবিচলতা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প্রদর্শন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যতক্ষণ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ভূমিতে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প্রতিশ্রুতি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পেরেছি</w:t>
      </w:r>
      <w:r w:rsidRPr="008C23A5">
        <w:t xml:space="preserve">?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হ্যাঁ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পৌছাবে।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সান্নিধ্যে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পুনরায়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C90717">
      <w:pPr>
        <w:pStyle w:val="Heading2Center"/>
      </w:pPr>
      <w:bookmarkStart w:id="54" w:name="_Toc501196965"/>
      <w:bookmarkStart w:id="55" w:name="_Toc501222475"/>
      <w:r w:rsidRPr="008C23A5">
        <w:rPr>
          <w:rFonts w:hint="cs"/>
          <w:cs/>
          <w:lang w:bidi="bn-IN"/>
        </w:rPr>
        <w:t>এবার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bookmarkEnd w:id="54"/>
      <w:bookmarkEnd w:id="55"/>
    </w:p>
    <w:p w:rsidR="008C23A5" w:rsidRPr="008C23A5" w:rsidRDefault="008C23A5" w:rsidP="00787663">
      <w:pPr>
        <w:pStyle w:val="libNormal"/>
      </w:pPr>
      <w:r w:rsidRPr="008C23A5">
        <w:rPr>
          <w:rFonts w:hint="cs"/>
          <w:cs/>
          <w:lang w:bidi="bn-IN"/>
        </w:rPr>
        <w:t>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আবুজর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অঞ্চল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="00787663">
        <w:rPr>
          <w:cs/>
          <w:lang w:bidi="bn-IN"/>
        </w:rPr>
        <w:t>শা</w:t>
      </w:r>
      <w:r w:rsidRPr="008C23A5">
        <w:rPr>
          <w:rFonts w:hint="cs"/>
          <w:cs/>
          <w:lang w:bidi="bn-IN"/>
        </w:rPr>
        <w:t>ন্তি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কল্যাণের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আবুজর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দৃঢ়চিত্তে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বিপদকালে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t>?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واللّه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إنّ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ريحى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لمُنتْنٌ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وإنّ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حسبى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للئيمٌ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ولوْنى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لاسْودُ</w:t>
      </w:r>
    </w:p>
    <w:p w:rsidR="008C23A5" w:rsidRPr="008C23A5" w:rsidRDefault="008C23A5" w:rsidP="00787663">
      <w:pPr>
        <w:pStyle w:val="libNormal"/>
      </w:pP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খারাপ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="00787663">
        <w:rPr>
          <w:cs/>
          <w:lang w:bidi="bn-IN"/>
        </w:rPr>
        <w:t>বং</w:t>
      </w:r>
      <w:r w:rsidRPr="008C23A5">
        <w:rPr>
          <w:rFonts w:hint="cs"/>
          <w:cs/>
          <w:lang w:bidi="bn-IN"/>
        </w:rPr>
        <w:t>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নিম্নমানের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চিরশান্তিময়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সুবাসিত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উন্নত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রঙও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শুভ্র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মিশিয়ে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এপরপর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শরবত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খালেদ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সাইয়্যেদী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সিদ্ধান্ত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মোটেও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পছন্দ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যাও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জেহাদের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</w:t>
      </w:r>
      <w:r w:rsidRPr="008C23A5">
        <w:rPr>
          <w:cs/>
          <w:lang w:bidi="bn-IN"/>
        </w:rPr>
        <w:t>)</w:t>
      </w:r>
      <w:r w:rsidR="00787663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8C23A5" w:rsidP="00C90717">
      <w:pPr>
        <w:pStyle w:val="libNormal"/>
      </w:pPr>
      <w:r w:rsidRPr="008C23A5">
        <w:rPr>
          <w:rFonts w:hint="cs"/>
          <w:cs/>
          <w:lang w:bidi="bn-IN"/>
        </w:rPr>
        <w:t>হানজালা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cs/>
          <w:lang w:bidi="bn-IN"/>
        </w:rPr>
        <w:lastRenderedPageBreak/>
        <w:t>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আযাবের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দেখিয়ে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ফেরআউনের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কওমকে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মুমিন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দেখিয়েছেন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আয়াতগুলো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তেলাওয়াত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>-</w:t>
      </w:r>
    </w:p>
    <w:p w:rsidR="008C23A5" w:rsidRPr="008C23A5" w:rsidRDefault="00C90717" w:rsidP="00C90717">
      <w:pPr>
        <w:pStyle w:val="libAie"/>
      </w:pPr>
      <w:r w:rsidRPr="00C90717">
        <w:rPr>
          <w:rStyle w:val="libAlaemChar"/>
          <w:rFonts w:hint="cs"/>
          <w:rtl/>
        </w:rPr>
        <w:t>(</w:t>
      </w:r>
      <w:r w:rsidR="008C23A5" w:rsidRPr="008C23A5">
        <w:rPr>
          <w:rFonts w:hint="eastAsia"/>
          <w:rtl/>
        </w:rPr>
        <w:t>يا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قوْم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إنّى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خافُ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عليْكُمْ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مثْل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يوْم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الاْحْزاب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مثْل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د</w:t>
      </w:r>
      <w:r w:rsidR="00F62D24"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ب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قوْم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نُوحٍ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وعادٍ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وثمُود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والّذين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بعْدهمْ،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اللّهُ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يُريدُ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ظُلْما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للْعباد</w:t>
      </w:r>
      <w:r w:rsidR="008C23A5" w:rsidRPr="008C23A5">
        <w:rPr>
          <w:rtl/>
        </w:rPr>
        <w:t xml:space="preserve">. </w:t>
      </w:r>
      <w:r w:rsidR="008C23A5" w:rsidRPr="008C23A5">
        <w:rPr>
          <w:rFonts w:hint="eastAsia"/>
          <w:rtl/>
        </w:rPr>
        <w:t>ويا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قوْم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إنّى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خافُ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عليْكُمْ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مثْل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يوْم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التّناد،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يوْم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تولُّون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مُدْبرين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لكُمْ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اللّه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عاصمٍ</w:t>
      </w:r>
      <w:r w:rsidRPr="00C90717">
        <w:rPr>
          <w:rStyle w:val="libAlaemChar"/>
          <w:rFonts w:hint="cs"/>
          <w:rtl/>
        </w:rPr>
        <w:t>)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মুমিন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পূর্ববর্তী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সম্প্রদায়সমূহের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অনুরূপ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দুর্দিনের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আশংকা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ঘটেছিল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নূহ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আদ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সামুদ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পূর্ববর্তীদের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ক্ষেত্রে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বান্দাদের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কওম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আশংকা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পশ্চাৎ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চাইবে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সূরা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গাফের</w:t>
      </w:r>
      <w:r w:rsidR="00C90717">
        <w:rPr>
          <w:lang w:bidi="bn-IN"/>
        </w:rPr>
        <w:t xml:space="preserve">, </w:t>
      </w:r>
      <w:r w:rsidR="00C90717">
        <w:rPr>
          <w:cs/>
          <w:lang w:bidi="bn-IN"/>
        </w:rPr>
        <w:t>আয়াত</w:t>
      </w:r>
      <w:r w:rsidR="00C90717">
        <w:rPr>
          <w:lang w:bidi="bn-IN"/>
        </w:rPr>
        <w:t xml:space="preserve"> </w:t>
      </w:r>
      <w:r w:rsidR="00C90717">
        <w:rPr>
          <w:cs/>
          <w:lang w:bidi="bn-IN"/>
        </w:rPr>
        <w:t>নং</w:t>
      </w:r>
      <w:r w:rsidR="00C90717">
        <w:rPr>
          <w:lang w:bidi="bn-IN"/>
        </w:rPr>
        <w:t>-</w:t>
      </w:r>
      <w:r w:rsidR="00C90717">
        <w:rPr>
          <w:cs/>
          <w:lang w:bidi="bn-IN"/>
        </w:rPr>
        <w:t>৩০</w:t>
      </w:r>
      <w:r w:rsidR="00C90717">
        <w:rPr>
          <w:lang w:bidi="bn-IN"/>
        </w:rPr>
        <w:t>-</w:t>
      </w:r>
      <w:r w:rsidR="00C90717">
        <w:rPr>
          <w:cs/>
          <w:lang w:bidi="bn-IN"/>
        </w:rPr>
        <w:t>৩৩</w:t>
      </w:r>
      <w:r w:rsidRPr="008C23A5">
        <w:rPr>
          <w:cs/>
          <w:lang w:bidi="bn-IN"/>
        </w:rPr>
        <w:t>)</w:t>
      </w:r>
    </w:p>
    <w:p w:rsidR="008C23A5" w:rsidRPr="008C23A5" w:rsidRDefault="008C23A5" w:rsidP="00C90717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يا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قوْم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تقْتُلُ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حُسيْنا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فيسْحتُكُمُ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بعذابٍ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وقدْ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خاب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افْترى</w:t>
      </w:r>
    </w:p>
    <w:p w:rsidR="008C23A5" w:rsidRPr="008C23A5" w:rsidRDefault="008C23A5" w:rsidP="00787663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</w:t>
      </w:r>
      <w:r w:rsidR="00787663">
        <w:rPr>
          <w:cs/>
          <w:lang w:bidi="bn-IN"/>
        </w:rPr>
        <w:t>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মিথ্যারোপ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ধ্বংসপ্রাপ্ত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পরওয়ারদিগারের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?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হ্যাঁ</w:t>
      </w:r>
      <w:r w:rsidR="00787663">
        <w:rPr>
          <w:lang w:bidi="bn-IN"/>
        </w:rPr>
        <w:t>,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t xml:space="preserve">; </w:t>
      </w:r>
      <w:r w:rsidRPr="008C23A5">
        <w:rPr>
          <w:rFonts w:hint="cs"/>
          <w:cs/>
          <w:lang w:bidi="bn-IN"/>
        </w:rPr>
        <w:t>যাও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বাদশাহীর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চিরন্তন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অক্ষয়।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হানজালা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তীব্র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</w:p>
    <w:p w:rsidR="008C23A5" w:rsidRPr="008C23A5" w:rsidRDefault="008C23A5" w:rsidP="00787663">
      <w:pPr>
        <w:pStyle w:val="libNormal"/>
      </w:pPr>
      <w:r w:rsidRPr="008C23A5">
        <w:rPr>
          <w:rFonts w:hint="cs"/>
          <w:cs/>
          <w:lang w:bidi="bn-IN"/>
        </w:rPr>
        <w:t>জোহরের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যুহাইর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সাঈদ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মাধ্যমে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সারিবদ্ধ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সারিবদ্ধ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সালাতুল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খাওফ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ভয়ের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পড়ছিলেন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সাঈদ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দাঁড়ালেন।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জর্জরিত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="00787663">
        <w:rPr>
          <w:cs/>
          <w:lang w:bidi="bn-IN"/>
        </w:rPr>
        <w:t>টি</w:t>
      </w:r>
      <w:r w:rsidRPr="008C23A5">
        <w:rPr>
          <w:rFonts w:hint="cs"/>
          <w:cs/>
          <w:lang w:bidi="bn-IN"/>
        </w:rPr>
        <w:t>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আভসম্পাত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ক্ষতবিক্ষত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আওলাদগণের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প্রতিদান</w:t>
      </w:r>
      <w:r w:rsidRPr="008C23A5">
        <w:rPr>
          <w:cs/>
          <w:lang w:bidi="bn-IN"/>
        </w:rPr>
        <w:t xml:space="preserve"> </w:t>
      </w:r>
      <w:r w:rsidR="00787663">
        <w:rPr>
          <w:cs/>
          <w:lang w:bidi="bn-IN"/>
        </w:rPr>
        <w:t>লা</w:t>
      </w:r>
      <w:r w:rsidRPr="008C23A5">
        <w:rPr>
          <w:rFonts w:hint="cs"/>
          <w:cs/>
          <w:lang w:bidi="bn-IN"/>
        </w:rPr>
        <w:t>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আকুতি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অসংখ্য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ত্রিশটি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পরিলক্ষিত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খান্দানী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আদায়কারী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মোতা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তীব্র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ধৈর্যের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পরাকাষ্ঠা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চতুর্মুখী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আক্রমণে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ধরাশায়ী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নড়াচড়ার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ক্ষমতাও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বংশধরকে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আসামাত্র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অজ্ঞান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ছোরা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Default="008C23A5" w:rsidP="00C90717">
      <w:pPr>
        <w:pStyle w:val="libNormal"/>
      </w:pPr>
      <w:r w:rsidRPr="008C23A5">
        <w:rPr>
          <w:rFonts w:hint="cs"/>
          <w:cs/>
          <w:lang w:bidi="bn-IN"/>
        </w:rPr>
        <w:t>বর্ণনাকারী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সাথীরা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প্রতিযোগিতায়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C90717" w:rsidRPr="00AA43BD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C90717" w:rsidRPr="00AA43BD" w:rsidRDefault="00AA43BD" w:rsidP="00AA43BD">
            <w:pPr>
              <w:pStyle w:val="libPoem"/>
            </w:pPr>
            <w:r w:rsidRPr="00AA43BD">
              <w:rPr>
                <w:rFonts w:hint="eastAsia"/>
                <w:rtl/>
              </w:rPr>
              <w:t>قوْمٌ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إذا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نُودُوا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لدفْع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مُلمّةٍ</w:t>
            </w:r>
            <w:r w:rsidR="00C90717" w:rsidRPr="00AA43BD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C90717" w:rsidRPr="00AA43BD" w:rsidRDefault="00C90717" w:rsidP="00AA43BD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C90717" w:rsidRPr="00AA43BD" w:rsidRDefault="00AA43BD" w:rsidP="00AA43BD">
            <w:pPr>
              <w:pStyle w:val="libPoem"/>
            </w:pPr>
            <w:r w:rsidRPr="00AA43BD">
              <w:rPr>
                <w:rFonts w:hint="eastAsia"/>
                <w:rtl/>
              </w:rPr>
              <w:t>والْخيْلُ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بيْن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مُدعّسٍ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ومُكرْدسٍ</w:t>
            </w:r>
            <w:r w:rsidR="00C90717" w:rsidRPr="00AA43BD">
              <w:rPr>
                <w:rtl/>
              </w:rPr>
              <w:br/>
              <w:t> </w:t>
            </w:r>
          </w:p>
        </w:tc>
      </w:tr>
    </w:tbl>
    <w:p w:rsidR="00C90717" w:rsidRPr="00AA43BD" w:rsidRDefault="00C90717" w:rsidP="00AA43BD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C90717" w:rsidRPr="00AA43BD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C90717" w:rsidRPr="00AA43BD" w:rsidRDefault="00AA43BD" w:rsidP="00AA43BD">
            <w:pPr>
              <w:pStyle w:val="libPoem"/>
            </w:pPr>
            <w:r w:rsidRPr="00AA43BD">
              <w:rPr>
                <w:rFonts w:hint="eastAsia"/>
                <w:rtl/>
              </w:rPr>
              <w:t>لُبسُوا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الْقُلُوب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على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الدُّرُوع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ك أنّهُمْ</w:t>
            </w:r>
            <w:r w:rsidR="00C90717" w:rsidRPr="00AA43BD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C90717" w:rsidRPr="00AA43BD" w:rsidRDefault="00C90717" w:rsidP="00AA43BD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C90717" w:rsidRPr="00AA43BD" w:rsidRDefault="00AA43BD" w:rsidP="00AA43BD">
            <w:pPr>
              <w:pStyle w:val="libPoem"/>
            </w:pPr>
            <w:r w:rsidRPr="00AA43BD">
              <w:rPr>
                <w:rFonts w:hint="eastAsia"/>
                <w:rtl/>
              </w:rPr>
              <w:t>يتهافتُون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إلى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ذهابٍ</w:t>
            </w:r>
            <w:r w:rsidRPr="00AA43BD">
              <w:rPr>
                <w:rtl/>
              </w:rPr>
              <w:t xml:space="preserve"> </w:t>
            </w:r>
            <w:r w:rsidRPr="00AA43BD">
              <w:rPr>
                <w:rFonts w:hint="eastAsia"/>
                <w:rtl/>
              </w:rPr>
              <w:t>الاْنْفُس</w:t>
            </w:r>
            <w:r w:rsidR="00C90717" w:rsidRPr="00AA43BD">
              <w:rPr>
                <w:rtl/>
              </w:rPr>
              <w:br/>
              <w:t> </w:t>
            </w:r>
          </w:p>
        </w:tc>
      </w:tr>
    </w:tbl>
    <w:p w:rsidR="00C90717" w:rsidRPr="00AA43BD" w:rsidRDefault="00C90717" w:rsidP="00AA43BD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উত্তরণের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আহ্বান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আক্রমণ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কুন্ঠিত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AA43BD">
      <w:pPr>
        <w:pStyle w:val="Heading2Center"/>
      </w:pPr>
      <w:bookmarkStart w:id="56" w:name="_Toc501196966"/>
      <w:bookmarkStart w:id="57" w:name="_Toc501222476"/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আকবর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</w:t>
      </w:r>
      <w:bookmarkEnd w:id="56"/>
      <w:bookmarkEnd w:id="57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ক্ষতবিক্ষত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রক্তাক্ত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ভূমিতে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</w:p>
    <w:p w:rsidR="008C23A5" w:rsidRPr="008C23A5" w:rsidRDefault="008C23A5" w:rsidP="006801C1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সুন্দর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অবয়ব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সর্বোত্তম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চরিত্রের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প্রার্থনা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তৎক্ষণাৎ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উদ্বেগের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পড়ছি</w:t>
      </w:r>
      <w:r w:rsidR="006801C1">
        <w:rPr>
          <w:cs/>
          <w:lang w:bidi="bn-IN"/>
        </w:rPr>
        <w:t>ল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অশ্রুসিক্ত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1268D6" w:rsidP="00643C1E">
      <w:pPr>
        <w:pStyle w:val="libAr"/>
        <w:tabs>
          <w:tab w:val="right" w:pos="8010"/>
        </w:tabs>
      </w:pP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للّهُمّ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اشْهدْ،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فقدْ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برز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إليْهمْ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غُلامٌ</w:t>
      </w:r>
      <w:r w:rsidR="009D6522">
        <w:rPr>
          <w:rtl/>
        </w:rPr>
        <w:t xml:space="preserve"> </w:t>
      </w: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شْبهُ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النّاس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خلْقا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وخُلُقا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ومنْطقا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برسُولك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صلّى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اللّه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عليه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آله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،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وكُنّا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إذا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اشْتقْنا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إلى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نبيّك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نظرْنا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إليْه</w:t>
      </w:r>
      <w:r w:rsidR="008C23A5" w:rsidRPr="008C23A5">
        <w:t xml:space="preserve"> </w:t>
      </w:r>
    </w:p>
    <w:p w:rsidR="008C23A5" w:rsidRPr="00AA43BD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t>,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</w:t>
      </w:r>
      <w:r w:rsidRPr="008C23A5">
        <w:rPr>
          <w:cs/>
          <w:lang w:bidi="bn-IN"/>
        </w:rPr>
        <w:t>!</w:t>
      </w:r>
      <w:r w:rsidR="006801C1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গঠন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সৌন্দর্য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বাক্যালাপে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সাদৃশ্যপূর্ণ।</w:t>
      </w:r>
      <w:r w:rsidR="006801C1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আকাঙ্ক্ষা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তাকাতাম।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সুউচ্চকন্ঠে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يابْن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سعْدٍ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قطع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رحمك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كما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قطعْت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رحمى</w:t>
      </w:r>
    </w:p>
    <w:p w:rsidR="008C23A5" w:rsidRPr="008C23A5" w:rsidRDefault="008C23A5" w:rsidP="006801C1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মোকাবিলায়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="006801C1">
        <w:rPr>
          <w:cs/>
          <w:lang w:bidi="bn-IN"/>
        </w:rPr>
        <w:t>ল</w:t>
      </w:r>
      <w:r w:rsidRPr="008C23A5">
        <w:rPr>
          <w:rFonts w:hint="cs"/>
          <w:cs/>
          <w:lang w:bidi="bn-IN"/>
        </w:rPr>
        <w:t>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বহুসংখ্যক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ক্লান্ত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শ্রান্ত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তৃষ্ণার্ত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يا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بت،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لْعطشُ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قدْ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قتلنى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وثقْلُ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الْحديد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قدْ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جْهدنى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فهلْ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شرْبةٍ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الْم</w:t>
      </w:r>
      <w:r w:rsidR="00F62D24">
        <w:rPr>
          <w:rFonts w:hint="eastAsia"/>
          <w:rtl/>
        </w:rPr>
        <w:t xml:space="preserve"> أ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سبيلٌ؟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পিপাসায়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ওষ্ঠাগত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ক্লান্ত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বাচাতে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কান্নাবিজড়িত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  <w:r w:rsidRPr="00643C1E">
        <w:rPr>
          <w:rStyle w:val="libArChar"/>
          <w:rFonts w:hint="eastAsia"/>
          <w:rtl/>
        </w:rPr>
        <w:t>اغوْثاهُ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প্রিয়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পেয়ালা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পিপাসা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ত্যাগ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নেন।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মুনকিজ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মুররা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আবদী</w:t>
      </w:r>
      <w:r w:rsidR="00AA43BD">
        <w:rPr>
          <w:lang w:bidi="bn-IN"/>
        </w:rPr>
        <w:t xml:space="preserve"> 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লানত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বর্ষিত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>)</w:t>
      </w:r>
      <w:r w:rsidR="00AA43BD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ধরাশায়ী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AA43BD">
        <w:rPr>
          <w:rFonts w:hint="cs"/>
          <w:cs/>
          <w:lang w:bidi="bn-IN"/>
        </w:rPr>
        <w:t>ব</w:t>
      </w:r>
      <w:r w:rsidR="00AA43BD" w:rsidRPr="00AA43BD">
        <w:rPr>
          <w:cs/>
          <w:lang w:bidi="bn-IN"/>
        </w:rPr>
        <w:t>লে</w:t>
      </w:r>
      <w:r w:rsidRPr="00AA43BD">
        <w:rPr>
          <w:rFonts w:hint="cs"/>
          <w:cs/>
          <w:lang w:bidi="bn-IN"/>
        </w:rPr>
        <w:t>নঃ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يا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بتاهُ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عليْك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منّى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السّلامُ،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هذا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جدّى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يقْرؤُك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السّلامُ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ويقُولُ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لك</w:t>
      </w:r>
      <w:r w:rsidRPr="008C23A5">
        <w:rPr>
          <w:rtl/>
        </w:rPr>
        <w:t xml:space="preserve">: </w:t>
      </w:r>
      <w:r w:rsidRPr="008C23A5">
        <w:rPr>
          <w:rFonts w:hint="eastAsia"/>
          <w:rtl/>
        </w:rPr>
        <w:t>عجّل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الْقُدُوم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عليْنا</w:t>
      </w:r>
    </w:p>
    <w:p w:rsidR="008C23A5" w:rsidRPr="008C23A5" w:rsidRDefault="008C23A5" w:rsidP="001779ED">
      <w:pPr>
        <w:pStyle w:val="libNormal"/>
      </w:pPr>
      <w:r w:rsidRPr="008C23A5">
        <w:rPr>
          <w:rFonts w:hint="cs"/>
          <w:cs/>
          <w:lang w:bidi="bn-IN"/>
        </w:rPr>
        <w:t>বাবা</w:t>
      </w:r>
      <w:r w:rsidRPr="008C23A5">
        <w:rPr>
          <w:cs/>
          <w:lang w:bidi="bn-IN"/>
        </w:rPr>
        <w:t xml:space="preserve">! </w:t>
      </w:r>
      <w:r w:rsidR="001779ED">
        <w:rPr>
          <w:cs/>
          <w:lang w:bidi="bn-IN"/>
        </w:rPr>
        <w:t>খো</w:t>
      </w:r>
      <w:r w:rsidRPr="008C23A5">
        <w:rPr>
          <w:rFonts w:hint="cs"/>
          <w:cs/>
          <w:lang w:bidi="bn-IN"/>
        </w:rPr>
        <w:t>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হাফেজ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জানাচ্ছেন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বলছেন</w:t>
      </w:r>
      <w:r w:rsidRPr="008C23A5">
        <w:rPr>
          <w:cs/>
          <w:lang w:bidi="bn-IN"/>
        </w:rPr>
        <w:t>-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তাড়াতাড়ি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শরবত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দাড়ালেন।</w:t>
      </w:r>
    </w:p>
    <w:p w:rsidR="008C23A5" w:rsidRPr="008C23A5" w:rsidRDefault="008C23A5" w:rsidP="00AA43BD">
      <w:pPr>
        <w:pStyle w:val="libArCenter"/>
      </w:pPr>
      <w:r w:rsidRPr="008C23A5">
        <w:rPr>
          <w:rFonts w:hint="eastAsia"/>
          <w:rtl/>
          <w:lang w:bidi="ar-SA"/>
        </w:rPr>
        <w:t>ووضع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خدّهُ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على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خدّه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চুমু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খেলেন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8C23A5" w:rsidP="00AA43BD">
      <w:pPr>
        <w:pStyle w:val="libArCenter"/>
      </w:pPr>
      <w:r w:rsidRPr="008C23A5">
        <w:rPr>
          <w:rFonts w:hint="eastAsia"/>
          <w:rtl/>
          <w:lang w:bidi="ar-SA"/>
        </w:rPr>
        <w:t>قتل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اللّهُ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قوْما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قتلُوك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বৎস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t>,</w:t>
      </w:r>
      <w:r w:rsidR="00E853CB"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হেনেছে।</w:t>
      </w:r>
    </w:p>
    <w:p w:rsidR="008C23A5" w:rsidRPr="008C23A5" w:rsidRDefault="008C23A5" w:rsidP="00AA43BD">
      <w:pPr>
        <w:pStyle w:val="libArCenter"/>
      </w:pPr>
      <w:r w:rsidRPr="008C23A5">
        <w:rPr>
          <w:rFonts w:hint="eastAsia"/>
          <w:rtl/>
          <w:lang w:bidi="ar-SA"/>
        </w:rPr>
        <w:t>على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الدُّنْيا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بعْدك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الْعف</w:t>
      </w:r>
      <w:r w:rsidR="00F62D24">
        <w:rPr>
          <w:rFonts w:hint="eastAsia"/>
          <w:rtl/>
          <w:lang w:bidi="ar-SA"/>
        </w:rPr>
        <w:t>أُ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ভয়ানক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643C1E">
        <w:rPr>
          <w:rStyle w:val="libArChar"/>
          <w:rFonts w:hint="eastAsia"/>
          <w:rtl/>
        </w:rPr>
        <w:t>يا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حبيباهُ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يابْن</w:t>
      </w:r>
      <w:r w:rsidR="009D6522">
        <w:rPr>
          <w:rStyle w:val="libArChar"/>
          <w:rtl/>
        </w:rPr>
        <w:t xml:space="preserve"> </w:t>
      </w:r>
      <w:r w:rsidR="001268D6">
        <w:rPr>
          <w:rStyle w:val="libArChar"/>
          <w:rFonts w:hint="eastAsia"/>
          <w:rtl/>
        </w:rPr>
        <w:t>أ</w:t>
      </w:r>
      <w:r w:rsidRPr="00643C1E">
        <w:rPr>
          <w:rStyle w:val="libArChar"/>
          <w:rFonts w:hint="eastAsia"/>
          <w:rtl/>
        </w:rPr>
        <w:t>خاهُ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ভাতিজা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ভাতিজার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কেদেছিলেন।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ভাইয়েরা</w:t>
      </w:r>
      <w:r w:rsidRPr="008C23A5">
        <w:t>,</w:t>
      </w:r>
      <w:r w:rsidR="00E853CB"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ধৈর্য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আজকের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অপমানিত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লাঞ্ছিত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বলেনঃ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এসেছে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নিশি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পূর্ণশশী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ওষ্ঠাগত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খাচার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পাখী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পাখী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আসনি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দিদারে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বসন্ত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গোলাপ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পুষ্প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ছাড়লাম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t xml:space="preserve">, </w:t>
      </w:r>
      <w:r w:rsidRPr="008C23A5">
        <w:rPr>
          <w:rFonts w:hint="cs"/>
          <w:cs/>
          <w:lang w:bidi="bn-IN"/>
        </w:rPr>
        <w:t>গেলাম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প্রতীক্ষায়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পেরেশান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অধীর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আগ্রহে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প্রতীক্ষায়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কোরবান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আসনি।</w:t>
      </w:r>
    </w:p>
    <w:p w:rsidR="00AA43BD" w:rsidRDefault="00AA43BD" w:rsidP="00AA43BD">
      <w:pPr>
        <w:pStyle w:val="libNormal"/>
        <w:rPr>
          <w:lang w:bidi="bn-IN"/>
        </w:rPr>
      </w:pPr>
    </w:p>
    <w:p w:rsidR="008C23A5" w:rsidRPr="008C23A5" w:rsidRDefault="008C23A5" w:rsidP="00AA43BD">
      <w:pPr>
        <w:pStyle w:val="Heading2Center"/>
      </w:pPr>
      <w:bookmarkStart w:id="58" w:name="_Toc501196967"/>
      <w:bookmarkStart w:id="59" w:name="_Toc501222477"/>
      <w:r w:rsidRPr="008C23A5">
        <w:rPr>
          <w:rFonts w:hint="cs"/>
          <w:cs/>
          <w:lang w:bidi="bn-IN"/>
        </w:rPr>
        <w:t>কাসেম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</w:t>
      </w:r>
      <w:bookmarkEnd w:id="58"/>
      <w:bookmarkEnd w:id="59"/>
    </w:p>
    <w:p w:rsidR="008C23A5" w:rsidRPr="008C23A5" w:rsidRDefault="008C23A5" w:rsidP="001779ED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ফুজাইল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জোরে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ভাগ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ধূলায়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ওঠেনঃ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শিকারী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বাজপাখির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ক্রোধান্বিত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বাঘের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ফুজাইলের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="001779ED">
        <w:rPr>
          <w:cs/>
          <w:lang w:bidi="bn-IN"/>
        </w:rPr>
        <w:t>বিচ্ছি</w:t>
      </w:r>
      <w:r w:rsidRPr="008C23A5">
        <w:rPr>
          <w:rFonts w:hint="cs"/>
          <w:cs/>
          <w:lang w:bidi="bn-IN"/>
        </w:rPr>
        <w:t>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চীৎকার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ছিন্নভিন্ন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ধূলিস্যাৎ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ময়দান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ধূলায়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কাসেমের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শিয়রে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নাড়ছিল।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AA43BD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lastRenderedPageBreak/>
        <w:t>بُعْدا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لقوْمٍ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قتلُوك،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خصمهُمْ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يوْم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الْقيامة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فيك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جدُّك</w:t>
      </w:r>
    </w:p>
    <w:p w:rsidR="008C23A5" w:rsidRPr="008C23A5" w:rsidRDefault="00AA43BD" w:rsidP="00643C1E">
      <w:pPr>
        <w:pStyle w:val="libNormal"/>
      </w:pPr>
      <w:r w:rsidRPr="00F6323C">
        <w:rPr>
          <w:rStyle w:val="libEnChar"/>
        </w:rPr>
        <w:t>“</w:t>
      </w:r>
      <w:r w:rsidR="008C23A5" w:rsidRPr="008C23A5">
        <w:rPr>
          <w:rFonts w:hint="cs"/>
          <w:cs/>
          <w:lang w:bidi="bn-IN"/>
        </w:rPr>
        <w:t>সে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সম্প্রদায়ের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প্রতি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অভিশাপ</w:t>
      </w:r>
      <w:r w:rsidR="008C23A5" w:rsidRPr="008C23A5">
        <w:rPr>
          <w:cs/>
          <w:lang w:bidi="bn-IN"/>
        </w:rPr>
        <w:t>-</w:t>
      </w:r>
      <w:r w:rsidR="008C23A5" w:rsidRPr="008C23A5">
        <w:rPr>
          <w:rFonts w:hint="cs"/>
          <w:cs/>
          <w:lang w:bidi="bn-IN"/>
        </w:rPr>
        <w:t>যারা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হত্যা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করেছে।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কিয়ামত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দিবসে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হত্যার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বিচার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যারা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চাইবেন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তারা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হলেন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নানা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ও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বাবা।</w:t>
      </w:r>
      <w:r w:rsidR="008C23A5" w:rsidRPr="008C23A5">
        <w:rPr>
          <w:rFonts w:hint="eastAsia"/>
        </w:rPr>
        <w:t>”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8C23A5" w:rsidP="00AA43BD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عزّ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عمّك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تدْعُوهُ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يُجيبُك،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وْ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يُجيبُك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ينْفعُك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صوْتُهُ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আহ্বান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যদিও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উপকারে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আসে।</w:t>
      </w:r>
    </w:p>
    <w:p w:rsidR="008C23A5" w:rsidRPr="008C23A5" w:rsidRDefault="00AA43BD" w:rsidP="00643C1E">
      <w:pPr>
        <w:pStyle w:val="libNormal"/>
      </w:pPr>
      <w:proofErr w:type="gramStart"/>
      <w:r w:rsidRPr="00F6323C">
        <w:rPr>
          <w:rStyle w:val="libEnChar"/>
        </w:rPr>
        <w:t>“</w:t>
      </w:r>
      <w:r w:rsidR="008C23A5" w:rsidRPr="008C23A5">
        <w:rPr>
          <w:rFonts w:hint="cs"/>
          <w:cs/>
          <w:lang w:bidi="bn-IN"/>
        </w:rPr>
        <w:t>খোদার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শপথ</w:t>
      </w:r>
      <w:r w:rsidR="008C23A5" w:rsidRPr="008C23A5">
        <w:rPr>
          <w:cs/>
          <w:lang w:bidi="bn-IN"/>
        </w:rPr>
        <w:t>!</w:t>
      </w:r>
      <w:proofErr w:type="gramEnd"/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আজ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এমন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একটি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দিন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যেদিন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চাচার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দুশমনের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সংখ্যা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অধিক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বন্ধুর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সংখ্যা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অনেক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কম।</w:t>
      </w:r>
      <w:r w:rsidR="008C23A5"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কাসেমকে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শহীদগণের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হেসাইন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যুবকদের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ধূলায়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শাহাদাতের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উচ্চকন্ঠে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করলেনঃ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هلْ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ذابٍّ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يذُبُّ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حرم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رسُول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اللّه؟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هلْ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مُوحّدٍ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يخافُ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فينا؟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هلْ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مُغيثٍ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يرْجُو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بإغاثتنا؟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হেরেম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পূজারী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অবস্থানকারী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বিশ্বাসের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দুঃখ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যাতনা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সুখের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আনন্দের।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কদমে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সৌভাগ্যের।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কারবালার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ধুলাকালিতে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গড়াগগি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আনন্দের।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বাদশাহর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চিন্তা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শংকা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হাতযুগল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খুশীর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বিষয়।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AA43BD">
      <w:pPr>
        <w:pStyle w:val="Heading2Center"/>
      </w:pPr>
      <w:bookmarkStart w:id="60" w:name="_Toc501196968"/>
      <w:bookmarkStart w:id="61" w:name="_Toc501222478"/>
      <w:r w:rsidRPr="008C23A5">
        <w:rPr>
          <w:rFonts w:hint="cs"/>
          <w:cs/>
          <w:lang w:bidi="bn-IN"/>
        </w:rPr>
        <w:t>দুধের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bookmarkEnd w:id="60"/>
      <w:bookmarkEnd w:id="61"/>
    </w:p>
    <w:p w:rsidR="008C23A5" w:rsidRPr="008C23A5" w:rsidRDefault="008C23A5" w:rsidP="00AA43BD">
      <w:pPr>
        <w:pStyle w:val="libNormal"/>
      </w:pP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দরজায়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AA43BD">
      <w:pPr>
        <w:pStyle w:val="libArCenter"/>
      </w:pPr>
      <w:r w:rsidRPr="008C23A5">
        <w:rPr>
          <w:rFonts w:hint="eastAsia"/>
          <w:rtl/>
          <w:lang w:bidi="ar-SA"/>
        </w:rPr>
        <w:t>ناولينى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ولدى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الصّغير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حتّى</w:t>
      </w:r>
      <w:r w:rsidRPr="008C23A5">
        <w:rPr>
          <w:rtl/>
          <w:cs/>
        </w:rPr>
        <w:t xml:space="preserve"> </w:t>
      </w:r>
      <w:r w:rsidR="00F62D24">
        <w:rPr>
          <w:rFonts w:hint="eastAsia"/>
          <w:rtl/>
          <w:lang w:bidi="ar-SA"/>
        </w:rPr>
        <w:t>أُ</w:t>
      </w:r>
      <w:r w:rsidRPr="008C23A5">
        <w:rPr>
          <w:rFonts w:hint="eastAsia"/>
          <w:rtl/>
          <w:lang w:bidi="ar-SA"/>
        </w:rPr>
        <w:t>ودّعهُ</w:t>
      </w:r>
    </w:p>
    <w:p w:rsidR="008C23A5" w:rsidRPr="008C23A5" w:rsidRDefault="008C23A5" w:rsidP="00AA43BD">
      <w:pPr>
        <w:pStyle w:val="libCenter"/>
      </w:pPr>
      <w:r w:rsidRPr="00F6323C">
        <w:rPr>
          <w:rStyle w:val="libEnChar"/>
          <w:rFonts w:hint="eastAsia"/>
        </w:rPr>
        <w:t>“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ছোট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F6323C">
        <w:rPr>
          <w:rStyle w:val="libEnChar"/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দুধের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চুমু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উঠাচ্ছেন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হারমালা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কাহেল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আসাদীর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লানত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আসগর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নাও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রক্তস্রোতে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আকাশের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মুছিবত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খুবই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সহজ।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এসবই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দেখছেন।</w:t>
      </w:r>
      <w:r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রক্তকণা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যমীনে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আসেনি।</w:t>
      </w:r>
    </w:p>
    <w:p w:rsidR="008C23A5" w:rsidRPr="008C23A5" w:rsidRDefault="008C23A5" w:rsidP="001779ED">
      <w:pPr>
        <w:pStyle w:val="libNormal"/>
      </w:pPr>
      <w:r w:rsidRPr="008C23A5">
        <w:rPr>
          <w:rFonts w:hint="cs"/>
          <w:cs/>
          <w:lang w:bidi="bn-IN"/>
        </w:rPr>
        <w:t>প্রখ্যাত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লেখক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জুরজী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যায়েদান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</w:t>
      </w:r>
      <w:r w:rsidR="001779ED">
        <w:rPr>
          <w:cs/>
          <w:lang w:bidi="bn-IN"/>
        </w:rPr>
        <w:t>ছে</w:t>
      </w:r>
      <w:r w:rsidRPr="008C23A5">
        <w:rPr>
          <w:rFonts w:hint="cs"/>
          <w:cs/>
          <w:lang w:bidi="bn-IN"/>
        </w:rPr>
        <w:t>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নিষ্পাপ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মজলুম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প্রমাণ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সম্ভাবনা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উমাইয়ার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প্রচারযন্ত্র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বিভ্রান্ত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="001779ED">
        <w:rPr>
          <w:lang w:bidi="bn-IN"/>
        </w:rPr>
        <w:t>,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সাথী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রাজত্ব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লাভের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প্রতিরক্ষার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সাথীসহ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দোষ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rFonts w:hint="eastAsia"/>
        </w:rPr>
        <w:t>”</w:t>
      </w:r>
    </w:p>
    <w:p w:rsidR="008C23A5" w:rsidRPr="008C23A5" w:rsidRDefault="008C23A5" w:rsidP="001779ED">
      <w:pPr>
        <w:pStyle w:val="libNormal"/>
      </w:pPr>
      <w:r w:rsidRPr="008C23A5">
        <w:rPr>
          <w:rFonts w:hint="cs"/>
          <w:cs/>
          <w:lang w:bidi="bn-IN"/>
        </w:rPr>
        <w:lastRenderedPageBreak/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অপরাধী</w:t>
      </w:r>
      <w:r w:rsidRPr="008C23A5">
        <w:rPr>
          <w:cs/>
          <w:lang w:bidi="bn-IN"/>
        </w:rPr>
        <w:t xml:space="preserve"> </w:t>
      </w:r>
      <w:r w:rsidR="001779ED">
        <w:rPr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</w:t>
      </w:r>
      <w:r w:rsidR="001779ED">
        <w:rPr>
          <w:cs/>
          <w:lang w:bidi="bn-IN"/>
        </w:rPr>
        <w:t>দ্ধাং</w:t>
      </w:r>
      <w:r w:rsidRPr="008C23A5">
        <w:rPr>
          <w:rFonts w:hint="cs"/>
          <w:cs/>
          <w:lang w:bidi="bn-IN"/>
        </w:rPr>
        <w:t>দেহী</w:t>
      </w:r>
      <w:r w:rsidR="001779ED">
        <w:rPr>
          <w:lang w:bidi="bn-IN"/>
        </w:rPr>
        <w:t>,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আসেনি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কাউকে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লক্ষ্যবস্তুতে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পরিণত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নিষ্পাপ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শিশুর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বলেনঃ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আসগর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কোলে।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নীরব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ঠোঁটে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জ্বালা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শংকাহীন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ঝুকিয়েছে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রংবিহীন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ঠোঁট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খুনরাঙা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চিন্তিত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শংকিত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কারবালার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পরিস্থিতি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ধৈর্য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হুশ।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দুধ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তবুও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আহাজারি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জিহ্বা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আরামে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ঠোঁটে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লালাও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আকবরের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আসগরও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যাত্রী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মাছের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লাফাচ্ছে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ডাঙায়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ঠোঁটে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মুচকি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হাসি।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বাদশাহর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প্রতীক্ষায়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বাঁশির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বেজে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আপাদমস্তক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আসগর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কোলে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তৃষ্ণার্ত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মেহমানের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গলে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বিষাক্ত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মারাত্মকভাবে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1D3461">
      <w:pPr>
        <w:pStyle w:val="Heading2Center"/>
      </w:pPr>
      <w:bookmarkStart w:id="62" w:name="_Toc501196969"/>
      <w:bookmarkStart w:id="63" w:name="_Toc501222479"/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ফজল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ত্যাগ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bookmarkEnd w:id="62"/>
      <w:bookmarkEnd w:id="63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পিপাসায়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ফোরাতের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জনার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দুরাচার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ফজল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জনগোষ্ঠী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নন্দিনীর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মুহূর্তের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চতুর্মুখী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আক্রমণ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D3461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1D3461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أحقُّ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النّاس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أنْ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يُبْكى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عليْه</w:t>
            </w:r>
            <w:r w:rsidR="001D3461"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D3461" w:rsidRPr="00EB3FDB" w:rsidRDefault="001D3461" w:rsidP="00EB3FD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D3461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فتىً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أبْكى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الْحُسيْن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بكرْبل</w:t>
            </w:r>
            <w:r w:rsidR="00F62D24">
              <w:rPr>
                <w:rFonts w:hint="eastAsia"/>
                <w:rtl/>
              </w:rPr>
              <w:t xml:space="preserve"> أ</w:t>
            </w:r>
            <w:r w:rsidR="001D3461" w:rsidRPr="00EB3FDB">
              <w:rPr>
                <w:rtl/>
              </w:rPr>
              <w:br/>
              <w:t> </w:t>
            </w:r>
          </w:p>
        </w:tc>
      </w:tr>
    </w:tbl>
    <w:p w:rsidR="001D3461" w:rsidRPr="00EB3FDB" w:rsidRDefault="001D3461" w:rsidP="00EB3FD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D3461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1D3461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أخُوهُ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وابْنُ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والده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عليٍّ</w:t>
            </w:r>
            <w:r w:rsidR="001D3461"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D3461" w:rsidRPr="00EB3FDB" w:rsidRDefault="001D3461" w:rsidP="00EB3FD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D3461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أبُو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الْفضْل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الْمُضرّجُ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بالدّم</w:t>
            </w:r>
            <w:r w:rsidR="00F62D24">
              <w:rPr>
                <w:rFonts w:hint="eastAsia"/>
                <w:rtl/>
              </w:rPr>
              <w:t xml:space="preserve"> أ</w:t>
            </w:r>
            <w:r w:rsidR="001D3461" w:rsidRPr="00EB3FDB">
              <w:rPr>
                <w:rtl/>
              </w:rPr>
              <w:br/>
              <w:t> </w:t>
            </w:r>
          </w:p>
        </w:tc>
      </w:tr>
    </w:tbl>
    <w:p w:rsidR="001D3461" w:rsidRPr="00EB3FDB" w:rsidRDefault="001D3461" w:rsidP="00EB3FD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1D3461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1D3461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ومنْ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واساهُ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لا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يثْنيه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شيْءٌ</w:t>
            </w:r>
            <w:r w:rsidR="001D3461"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1D3461" w:rsidRPr="00EB3FDB" w:rsidRDefault="001D3461" w:rsidP="00EB3FDB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1D3461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وجادلهُ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على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عطشٍ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بم</w:t>
            </w:r>
            <w:r w:rsidR="00F62D24">
              <w:rPr>
                <w:rFonts w:hint="eastAsia"/>
                <w:rtl/>
              </w:rPr>
              <w:t xml:space="preserve"> أ</w:t>
            </w:r>
            <w:r w:rsidR="001D3461" w:rsidRPr="00EB3FDB">
              <w:rPr>
                <w:rtl/>
              </w:rPr>
              <w:br/>
              <w:t> </w:t>
            </w:r>
          </w:p>
        </w:tc>
      </w:tr>
    </w:tbl>
    <w:p w:rsidR="001D3461" w:rsidRPr="00EB3FDB" w:rsidRDefault="001D3461" w:rsidP="00EB3FDB"/>
    <w:p w:rsidR="008C23A5" w:rsidRPr="008C23A5" w:rsidRDefault="008C23A5" w:rsidP="00214110">
      <w:pPr>
        <w:pStyle w:val="libNormal"/>
      </w:pPr>
      <w:r w:rsidRPr="008C23A5">
        <w:rPr>
          <w:rFonts w:hint="cs"/>
          <w:cs/>
          <w:lang w:bidi="bn-IN"/>
        </w:rPr>
        <w:lastRenderedPageBreak/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কারবালার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মুছিবতের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কেদেছেন।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="00214110">
        <w:rPr>
          <w:rFonts w:hint="cs"/>
          <w:cs/>
          <w:lang w:bidi="bn-IN"/>
        </w:rPr>
        <w:t>কে</w:t>
      </w:r>
      <w:r w:rsidR="00214110">
        <w:rPr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রক্তাক্ত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ফজল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সহমর্মী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পিপাসা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ফোরাতের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যেহেতু</w:t>
      </w:r>
      <w:r w:rsidRPr="008C23A5">
        <w:rPr>
          <w:cs/>
          <w:lang w:bidi="bn-IN"/>
        </w:rPr>
        <w:t xml:space="preserve"> </w:t>
      </w:r>
      <w:r w:rsidR="00214110">
        <w:rPr>
          <w:cs/>
          <w:lang w:bidi="bn-IN"/>
        </w:rPr>
        <w:t>পা</w:t>
      </w:r>
      <w:r w:rsidRPr="008C23A5">
        <w:rPr>
          <w:rFonts w:hint="cs"/>
          <w:cs/>
          <w:lang w:bidi="bn-IN"/>
        </w:rPr>
        <w:t>ন</w:t>
      </w:r>
      <w:r w:rsidRPr="008C23A5">
        <w:rPr>
          <w:cs/>
          <w:lang w:bidi="bn-IN"/>
        </w:rPr>
        <w:t xml:space="preserve"> </w:t>
      </w:r>
      <w:r w:rsidR="00214110">
        <w:rPr>
          <w:rFonts w:hint="cs"/>
          <w:cs/>
          <w:lang w:bidi="bn-IN"/>
        </w:rPr>
        <w:t>করেন</w:t>
      </w:r>
      <w:r w:rsidR="00214110">
        <w:rPr>
          <w:lang w:bidi="bn-IN"/>
        </w:rPr>
        <w:t xml:space="preserve"> </w:t>
      </w:r>
      <w:r w:rsidR="00214110">
        <w:rPr>
          <w:cs/>
          <w:lang w:bidi="bn-IN"/>
        </w:rPr>
        <w:t>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নেননি।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মুষ্ঠির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লইলেন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নিবারিবেন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তৃষ্ণা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="00214110">
        <w:rPr>
          <w:rFonts w:hint="cs"/>
          <w:cs/>
          <w:lang w:bidi="bn-IN"/>
        </w:rPr>
        <w:t>যখন</w:t>
      </w:r>
      <w:r w:rsidRPr="008C23A5">
        <w:rPr>
          <w:rFonts w:hint="cs"/>
          <w:cs/>
          <w:lang w:bidi="bn-IN"/>
        </w:rPr>
        <w:t>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পিপাসার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পড়লো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মুটোয়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ফজল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আত্মত্যাগ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লেখক</w:t>
      </w:r>
      <w:r w:rsidRPr="008C23A5">
        <w:t xml:space="preserve">, </w:t>
      </w:r>
      <w:r w:rsidRPr="008C23A5">
        <w:rPr>
          <w:rFonts w:hint="cs"/>
          <w:cs/>
          <w:lang w:bidi="bn-IN"/>
        </w:rPr>
        <w:t>চিন্তাশীলদের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গুরুত্বপূর্ণ।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আল্লামা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মাজলিশী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বিখ্যাত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বিহারের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ফোরাতের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অঞ্জলী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পিপাসার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যন্ত্রণার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ফোরাতেই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EB3FDB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B3FDB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بذلت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ا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عباس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نفسا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نفس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ة</w:t>
            </w:r>
            <w:r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B3FDB" w:rsidRPr="00EB3FDB" w:rsidRDefault="00EB3FDB" w:rsidP="00EB3FDB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B3FDB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لنصر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ح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سن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عزبالجد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عن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مثل</w:t>
            </w:r>
            <w:r w:rsidRPr="00EB3FDB">
              <w:rPr>
                <w:rtl/>
              </w:rPr>
              <w:br/>
              <w:t> </w:t>
            </w:r>
          </w:p>
        </w:tc>
      </w:tr>
    </w:tbl>
    <w:p w:rsidR="00EB3FDB" w:rsidRPr="00EB3FDB" w:rsidRDefault="00EB3FDB" w:rsidP="00EB3FD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EB3FDB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B3FDB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اب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ت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التذاذ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الم</w:t>
            </w:r>
            <w:r w:rsidR="00F62D24">
              <w:rPr>
                <w:rFonts w:hint="eastAsia"/>
                <w:rtl/>
              </w:rPr>
              <w:t xml:space="preserve"> أ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قبل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التذاذه</w:t>
            </w:r>
            <w:r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B3FDB" w:rsidRPr="00EB3FDB" w:rsidRDefault="00EB3FDB" w:rsidP="00EB3FDB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B3FDB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فحسن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فعال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المرء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عل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الاصل</w:t>
            </w:r>
            <w:r w:rsidRPr="00EB3FDB">
              <w:rPr>
                <w:rtl/>
              </w:rPr>
              <w:br/>
              <w:t> </w:t>
            </w:r>
          </w:p>
        </w:tc>
      </w:tr>
    </w:tbl>
    <w:p w:rsidR="00EB3FDB" w:rsidRPr="00EB3FDB" w:rsidRDefault="00EB3FDB" w:rsidP="00EB3FDB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EB3FDB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B3FDB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فانت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اخوه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السبط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ن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ف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وم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مفخر</w:t>
            </w:r>
            <w:r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B3FDB" w:rsidRPr="00EB3FDB" w:rsidRDefault="00EB3FDB" w:rsidP="00EB3FDB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B3FDB" w:rsidRPr="00EB3FDB" w:rsidRDefault="00EB3FDB" w:rsidP="00EB3FDB">
            <w:pPr>
              <w:pStyle w:val="libPoem"/>
            </w:pPr>
            <w:r w:rsidRPr="00EB3FDB">
              <w:rPr>
                <w:rFonts w:hint="eastAsia"/>
                <w:rtl/>
              </w:rPr>
              <w:t>وف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cs"/>
                <w:rtl/>
              </w:rPr>
              <w:t>ی</w:t>
            </w:r>
            <w:r w:rsidRPr="00EB3FDB">
              <w:rPr>
                <w:rFonts w:hint="eastAsia"/>
                <w:rtl/>
              </w:rPr>
              <w:t>وم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بذل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الم</w:t>
            </w:r>
            <w:r w:rsidR="00F62D24">
              <w:rPr>
                <w:rFonts w:hint="eastAsia"/>
                <w:rtl/>
              </w:rPr>
              <w:t xml:space="preserve"> أ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انت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ابو</w:t>
            </w:r>
            <w:r w:rsidRPr="00EB3FDB">
              <w:rPr>
                <w:rtl/>
              </w:rPr>
              <w:t xml:space="preserve"> </w:t>
            </w:r>
            <w:r w:rsidRPr="00EB3FDB">
              <w:rPr>
                <w:rFonts w:hint="eastAsia"/>
                <w:rtl/>
              </w:rPr>
              <w:t>الفضل</w:t>
            </w:r>
            <w:r w:rsidRPr="00EB3FDB">
              <w:rPr>
                <w:rtl/>
              </w:rPr>
              <w:br/>
              <w:t> </w:t>
            </w:r>
          </w:p>
        </w:tc>
      </w:tr>
    </w:tbl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ফজল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মূল্যবান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সর্বোত্তম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কাজই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গৌরবের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আত্মত্যাগ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ফজল।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টলটলায়মান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বাদশাহ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তৃষ্ণায়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ওষ্ঠাগত</w:t>
      </w:r>
      <w:r w:rsidRPr="008C23A5">
        <w:t>,</w:t>
      </w:r>
    </w:p>
    <w:p w:rsidR="008C23A5" w:rsidRPr="008C23A5" w:rsidRDefault="008C23A5" w:rsidP="00214110">
      <w:pPr>
        <w:pStyle w:val="libNormal"/>
      </w:pPr>
      <w:r w:rsidRPr="008C23A5">
        <w:rPr>
          <w:rFonts w:hint="cs"/>
          <w:cs/>
          <w:lang w:bidi="bn-IN"/>
        </w:rPr>
        <w:t>উদ্দম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</w:t>
      </w:r>
      <w:r w:rsidR="00214110">
        <w:rPr>
          <w:cs/>
          <w:lang w:bidi="bn-IN"/>
        </w:rPr>
        <w:t>য়ে</w:t>
      </w:r>
      <w:r w:rsidRPr="008C23A5">
        <w:rPr>
          <w:rFonts w:hint="cs"/>
          <w:cs/>
          <w:lang w:bidi="bn-IN"/>
        </w:rPr>
        <w:t>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মশক</w:t>
      </w:r>
      <w:r w:rsidRPr="008C23A5">
        <w:t>,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মুরতাজার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সিংহ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শাবকেরে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এমনভাবে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নেকড়ের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বাঘ।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দেখেনি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কয়েক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দেখেনি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কয়েক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কাটা।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AF2052">
      <w:pPr>
        <w:pStyle w:val="Heading2Center"/>
      </w:pPr>
      <w:bookmarkStart w:id="64" w:name="_Toc501196970"/>
      <w:bookmarkStart w:id="65" w:name="_Toc501222480"/>
      <w:r w:rsidRPr="008C23A5">
        <w:rPr>
          <w:rFonts w:hint="cs"/>
          <w:cs/>
          <w:lang w:bidi="bn-IN"/>
        </w:rPr>
        <w:t>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শহীদগণের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bookmarkEnd w:id="64"/>
      <w:bookmarkEnd w:id="65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ময়দানে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শত্রুপক্ষকে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মল্লযুদ্ধের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আহ্বান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খ্যাতনামা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ধরাশায়ী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বহুসংখ্যক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উঠলেন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AF2052" w:rsidRPr="00EB3FDB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AF2052" w:rsidRPr="00EB3FDB" w:rsidRDefault="00F62D24" w:rsidP="00F6323C">
            <w:pPr>
              <w:pStyle w:val="libPoem"/>
            </w:pPr>
            <w:r>
              <w:rPr>
                <w:rStyle w:val="libArChar"/>
                <w:rFonts w:hint="eastAsia"/>
                <w:rtl/>
              </w:rPr>
              <w:t xml:space="preserve"> أ</w:t>
            </w:r>
            <w:r w:rsidR="00AF2052" w:rsidRPr="00643C1E">
              <w:rPr>
                <w:rStyle w:val="libArChar"/>
                <w:rFonts w:hint="eastAsia"/>
                <w:rtl/>
              </w:rPr>
              <w:t>لْقتْلُ</w:t>
            </w:r>
            <w:r w:rsidR="00AF2052">
              <w:rPr>
                <w:rStyle w:val="libArChar"/>
                <w:rtl/>
              </w:rPr>
              <w:t xml:space="preserve"> </w:t>
            </w:r>
            <w:r w:rsidR="00AF2052">
              <w:rPr>
                <w:rStyle w:val="libArChar"/>
                <w:rFonts w:hint="eastAsia"/>
                <w:rtl/>
              </w:rPr>
              <w:t>أ</w:t>
            </w:r>
            <w:r w:rsidR="00AF2052" w:rsidRPr="00643C1E">
              <w:rPr>
                <w:rStyle w:val="libArChar"/>
                <w:rFonts w:hint="eastAsia"/>
                <w:rtl/>
              </w:rPr>
              <w:t>وْلى</w:t>
            </w:r>
            <w:r w:rsidR="00AF2052" w:rsidRPr="00643C1E">
              <w:rPr>
                <w:rStyle w:val="libArChar"/>
                <w:rtl/>
              </w:rPr>
              <w:t xml:space="preserve"> </w:t>
            </w:r>
            <w:r w:rsidR="00AF2052" w:rsidRPr="00643C1E">
              <w:rPr>
                <w:rStyle w:val="libArChar"/>
                <w:rFonts w:hint="eastAsia"/>
                <w:rtl/>
              </w:rPr>
              <w:t>منْ</w:t>
            </w:r>
            <w:r w:rsidR="00AF2052" w:rsidRPr="00643C1E">
              <w:rPr>
                <w:rStyle w:val="libArChar"/>
                <w:rtl/>
              </w:rPr>
              <w:t xml:space="preserve"> </w:t>
            </w:r>
            <w:r w:rsidR="00AF2052" w:rsidRPr="00643C1E">
              <w:rPr>
                <w:rStyle w:val="libArChar"/>
                <w:rFonts w:hint="eastAsia"/>
                <w:rtl/>
              </w:rPr>
              <w:t>رُكُوب</w:t>
            </w:r>
            <w:r w:rsidR="00AF2052" w:rsidRPr="00643C1E">
              <w:rPr>
                <w:rStyle w:val="libArChar"/>
                <w:rtl/>
              </w:rPr>
              <w:t xml:space="preserve"> </w:t>
            </w:r>
            <w:r w:rsidR="00AF2052" w:rsidRPr="00643C1E">
              <w:rPr>
                <w:rStyle w:val="libArChar"/>
                <w:rFonts w:hint="eastAsia"/>
                <w:rtl/>
              </w:rPr>
              <w:t>الْعار</w:t>
            </w:r>
            <w:r w:rsidR="00AF2052" w:rsidRPr="00EB3FDB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AF2052" w:rsidRPr="00EB3FDB" w:rsidRDefault="00AF2052" w:rsidP="00F6323C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AF2052" w:rsidRPr="00EB3FDB" w:rsidRDefault="00AF2052" w:rsidP="00F6323C">
            <w:pPr>
              <w:pStyle w:val="libPoem"/>
            </w:pPr>
            <w:r w:rsidRPr="00643C1E">
              <w:rPr>
                <w:rStyle w:val="libArChar"/>
                <w:rFonts w:hint="eastAsia"/>
                <w:rtl/>
              </w:rPr>
              <w:t>والعارُ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اولى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من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دُخُول</w:t>
            </w:r>
            <w:r w:rsidRPr="00643C1E">
              <w:rPr>
                <w:rStyle w:val="libArChar"/>
                <w:rtl/>
              </w:rPr>
              <w:t xml:space="preserve"> </w:t>
            </w:r>
            <w:r w:rsidRPr="00643C1E">
              <w:rPr>
                <w:rStyle w:val="libArChar"/>
                <w:rFonts w:hint="eastAsia"/>
                <w:rtl/>
              </w:rPr>
              <w:t>النار</w:t>
            </w:r>
            <w:r w:rsidRPr="00EB3FDB">
              <w:rPr>
                <w:rtl/>
              </w:rPr>
              <w:br/>
              <w:t> </w:t>
            </w:r>
          </w:p>
        </w:tc>
      </w:tr>
    </w:tbl>
    <w:p w:rsidR="00AF2052" w:rsidRPr="00AF2052" w:rsidRDefault="00AF2052" w:rsidP="00AF2052">
      <w:pPr>
        <w:pStyle w:val="libNormal"/>
        <w:rPr>
          <w:rStyle w:val="libArChar"/>
        </w:rPr>
      </w:pP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লজ্জার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শ্রেয়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জাহান্নামে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লজ্জাই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শ্রেয়</w:t>
      </w:r>
    </w:p>
    <w:p w:rsidR="008C23A5" w:rsidRPr="008C23A5" w:rsidRDefault="008C23A5" w:rsidP="00605ACC">
      <w:pPr>
        <w:pStyle w:val="libNormal"/>
      </w:pP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লিখেছেনঃ</w:t>
      </w:r>
      <w:r w:rsidR="00214110"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দুশমন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বেষ্টিত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পরিবার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</w:t>
      </w:r>
      <w:r w:rsidRPr="008C23A5">
        <w:rPr>
          <w:cs/>
          <w:lang w:bidi="bn-IN"/>
        </w:rPr>
        <w:t xml:space="preserve"> </w:t>
      </w:r>
      <w:r w:rsidR="00214110">
        <w:rPr>
          <w:cs/>
          <w:lang w:bidi="bn-IN"/>
        </w:rPr>
        <w:t>চো</w:t>
      </w:r>
      <w:r w:rsidRPr="008C23A5">
        <w:rPr>
          <w:rFonts w:hint="cs"/>
          <w:cs/>
          <w:lang w:bidi="bn-IN"/>
        </w:rPr>
        <w:t>খের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দৃঢ়চিত্ত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সম্মিলিত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হানতেন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চতুর্দিকে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নেকড়ের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ছিটকে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পড়তো।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</w:t>
      </w:r>
      <w:r w:rsidR="00214110">
        <w:rPr>
          <w:cs/>
          <w:lang w:bidi="bn-IN"/>
        </w:rPr>
        <w:t>লা</w:t>
      </w:r>
      <w:r w:rsidRPr="008C23A5">
        <w:rPr>
          <w:rFonts w:hint="cs"/>
          <w:cs/>
          <w:lang w:bidi="bn-IN"/>
        </w:rPr>
        <w:t>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পঙ্গপালের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="00605ACC">
        <w:rPr>
          <w:cs/>
          <w:lang w:bidi="bn-IN"/>
        </w:rPr>
        <w:t>পা</w:t>
      </w:r>
      <w:r w:rsidRPr="008C23A5">
        <w:rPr>
          <w:rFonts w:hint="cs"/>
          <w:cs/>
          <w:lang w:bidi="bn-IN"/>
        </w:rPr>
        <w:t>লাতে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حوْل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قُوّة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إلاّ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بااللّه</w:t>
      </w:r>
      <w:r w:rsidRPr="008C23A5"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লা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হাওলা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ওয়ালা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কুওয়াতা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ইল্লা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বিল্লাহ।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চলছে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দুশমন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ফরিয়াদ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ويْحكُمْ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شيعزة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آل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 w:rsidRPr="008C23A5">
        <w:rPr>
          <w:rFonts w:hint="eastAsia"/>
          <w:rtl/>
        </w:rPr>
        <w:t>بى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سُفْيان،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إنْ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يكُنْ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لكُمْ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دينُ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وكْنُتْم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تخافُون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الْمعاد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فكُونُوا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 w:rsidRPr="008C23A5">
        <w:rPr>
          <w:rFonts w:hint="eastAsia"/>
          <w:rtl/>
        </w:rPr>
        <w:t>حْرارا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دُنْياكُمْ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সুফিয়ানের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পরকালেকে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="00605ACC">
        <w:rPr>
          <w:lang w:bidi="bn-IN"/>
        </w:rPr>
        <w:t>-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অন্ততপক্ষে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দুনিয়ায়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স্বাধীন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</w:t>
      </w:r>
      <w:r w:rsidRPr="008C23A5">
        <w:t xml:space="preserve">, </w:t>
      </w:r>
      <w:r w:rsidRPr="008C23A5">
        <w:rPr>
          <w:rFonts w:hint="cs"/>
          <w:cs/>
          <w:lang w:bidi="bn-IN"/>
        </w:rPr>
        <w:t>বুনিয়াদের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</w:t>
      </w:r>
      <w:r w:rsidRPr="008C23A5">
        <w:t xml:space="preserve">?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বললেনঃ</w:t>
      </w:r>
    </w:p>
    <w:p w:rsidR="008C23A5" w:rsidRPr="008C23A5" w:rsidRDefault="00F62D24" w:rsidP="00643C1E">
      <w:pPr>
        <w:pStyle w:val="libAr"/>
        <w:tabs>
          <w:tab w:val="right" w:pos="8010"/>
        </w:tabs>
      </w:pPr>
      <w:r>
        <w:rPr>
          <w:rFonts w:hint="eastAsia"/>
          <w:rtl/>
        </w:rPr>
        <w:t>أُ</w:t>
      </w:r>
      <w:r w:rsidR="008C23A5" w:rsidRPr="008C23A5">
        <w:rPr>
          <w:rFonts w:hint="eastAsia"/>
          <w:rtl/>
        </w:rPr>
        <w:t>قاتلُكُمْ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تُقاتلُوننى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النّس</w:t>
      </w:r>
      <w:r>
        <w:rPr>
          <w:rFonts w:hint="eastAsia"/>
          <w:rtl/>
        </w:rPr>
        <w:t>أُ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ليْس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عليْهنّ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جُناحُ</w:t>
      </w:r>
    </w:p>
    <w:p w:rsidR="008C23A5" w:rsidRPr="008C23A5" w:rsidRDefault="008C23A5" w:rsidP="00605ACC">
      <w:pPr>
        <w:pStyle w:val="libNormal"/>
      </w:pP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যতক্ষণ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অকৃতজ্ঞ</w:t>
      </w:r>
      <w:r w:rsidRPr="008C23A5">
        <w:t xml:space="preserve">, </w:t>
      </w:r>
      <w:r w:rsidRPr="008C23A5">
        <w:rPr>
          <w:rFonts w:hint="cs"/>
          <w:cs/>
          <w:lang w:bidi="bn-IN"/>
        </w:rPr>
        <w:t>মূর্খ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="00605ACC">
        <w:rPr>
          <w:cs/>
          <w:lang w:bidi="bn-IN"/>
        </w:rPr>
        <w:t>জা</w:t>
      </w:r>
      <w:r w:rsidRPr="008C23A5">
        <w:rPr>
          <w:rFonts w:hint="cs"/>
          <w:cs/>
          <w:lang w:bidi="bn-IN"/>
        </w:rPr>
        <w:t>লেমদেরকে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ঢুকতে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নেতৃত্বে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প্রস্তুতি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পিপাসায়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৭২টি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জর্জরিত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فوقف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يسْتر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يحُ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ساعةً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قدْ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ضعُف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الْقتال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থমকে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দুর্বলতার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সক্ষম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পাথর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পেশানীতে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রক্তধারা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ভিজতে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রক্তস্রোত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চেষ্টা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বিষাক্ত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ত্রিশূল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="00605ACC">
        <w:rPr>
          <w:cs/>
          <w:lang w:bidi="bn-IN"/>
        </w:rPr>
        <w:t>বু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</w:t>
      </w:r>
      <w:r w:rsidRPr="008C23A5">
        <w:rPr>
          <w:cs/>
          <w:lang w:bidi="bn-IN"/>
        </w:rPr>
        <w:t>-</w:t>
      </w:r>
    </w:p>
    <w:p w:rsidR="008C23A5" w:rsidRPr="008C23A5" w:rsidRDefault="008C23A5" w:rsidP="00AF2052">
      <w:pPr>
        <w:pStyle w:val="libArCenter"/>
      </w:pPr>
      <w:r w:rsidRPr="008C23A5">
        <w:rPr>
          <w:rFonts w:hint="eastAsia"/>
          <w:rtl/>
          <w:lang w:bidi="ar-SA"/>
        </w:rPr>
        <w:t>بسْم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اللّه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باللّه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على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ملّة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رسُول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اللّه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লাগলেন</w:t>
      </w:r>
      <w:r w:rsidRPr="008C23A5">
        <w:rPr>
          <w:cs/>
          <w:lang w:bidi="bn-IN"/>
        </w:rPr>
        <w:t>-</w:t>
      </w:r>
    </w:p>
    <w:p w:rsidR="008C23A5" w:rsidRPr="008C23A5" w:rsidRDefault="008C23A5" w:rsidP="000052F5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নন্দিনীর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ত্রিশূলটি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হারিয়ে</w:t>
      </w:r>
      <w:r w:rsidRPr="008C23A5">
        <w:rPr>
          <w:cs/>
          <w:lang w:bidi="bn-IN"/>
        </w:rPr>
        <w:t xml:space="preserve"> </w:t>
      </w:r>
      <w:r w:rsidR="00605ACC">
        <w:rPr>
          <w:rFonts w:hint="cs"/>
          <w:cs/>
          <w:lang w:bidi="bn-IN"/>
        </w:rPr>
        <w:t>ফেলেন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নিথর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হিসেবে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চিহ্নিত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মালেক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ইয়াসার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</w:t>
      </w:r>
      <w:r w:rsidR="000052F5">
        <w:rPr>
          <w:cs/>
          <w:lang w:bidi="bn-IN"/>
        </w:rPr>
        <w:t>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খারাপ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ঢুকে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একখানা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রুমাল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টুপি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ভালভাবে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চতুর্দিক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AF2052">
      <w:pPr>
        <w:pStyle w:val="Heading2Center"/>
      </w:pPr>
      <w:bookmarkStart w:id="66" w:name="_Toc501196971"/>
      <w:bookmarkStart w:id="67" w:name="_Toc501222481"/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bookmarkEnd w:id="66"/>
      <w:bookmarkEnd w:id="67"/>
    </w:p>
    <w:p w:rsidR="008C23A5" w:rsidRPr="008C23A5" w:rsidRDefault="008C23A5" w:rsidP="00C80DBB">
      <w:pPr>
        <w:pStyle w:val="libNormal"/>
      </w:pP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নাবালেগ</w:t>
      </w:r>
      <w:r w:rsidR="00572B68">
        <w:rPr>
          <w:lang w:bidi="bn-IN"/>
        </w:rPr>
        <w:t xml:space="preserve"> 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অপ্রাপ্তবয়স্ক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কিশোর</w:t>
      </w:r>
      <w:r w:rsidRPr="008C23A5">
        <w:rPr>
          <w:cs/>
          <w:lang w:bidi="bn-IN"/>
        </w:rPr>
        <w:t>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দৌড়ে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কিশোর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</w:t>
      </w:r>
      <w:r w:rsidR="00572B68">
        <w:rPr>
          <w:cs/>
          <w:lang w:bidi="bn-IN"/>
        </w:rPr>
        <w:t>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আবহুর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বর্ণনামতে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হারমালা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কাহেল</w:t>
      </w:r>
      <w:r w:rsidR="00572B68">
        <w:rPr>
          <w:lang w:bidi="bn-IN"/>
        </w:rPr>
        <w:t xml:space="preserve"> 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লানাতুল্লাহে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আলাইহিমা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572B68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উদ্যত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কিশোর</w:t>
      </w:r>
      <w:r w:rsidRPr="008C23A5">
        <w:rPr>
          <w:cs/>
          <w:lang w:bidi="bn-IN"/>
        </w:rPr>
        <w:t xml:space="preserve"> </w:t>
      </w:r>
      <w:r w:rsidR="00572B68">
        <w:rPr>
          <w:rFonts w:hint="cs"/>
          <w:cs/>
          <w:lang w:bidi="bn-IN"/>
        </w:rPr>
        <w:t>আ</w:t>
      </w:r>
      <w:r w:rsidR="00572B68">
        <w:rPr>
          <w:cs/>
          <w:lang w:bidi="bn-IN"/>
        </w:rPr>
        <w:t>ব্দুল্লা</w:t>
      </w:r>
      <w:r w:rsidRPr="008C23A5">
        <w:rPr>
          <w:rFonts w:hint="cs"/>
          <w:cs/>
          <w:lang w:bidi="bn-IN"/>
        </w:rPr>
        <w:t>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জারজ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আবহুর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চাও</w:t>
      </w:r>
      <w:r w:rsidRPr="008C23A5">
        <w:t xml:space="preserve">?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নাপাক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হানতে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কিশোর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চেষ্টা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ওঠে।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  <w:r w:rsidRPr="008C23A5">
        <w:rPr>
          <w:rFonts w:hint="cs"/>
          <w:cs/>
          <w:lang w:bidi="bn-IN"/>
        </w:rPr>
        <w:t>ভাতিজা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মুছিবতে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ধৈর্য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কল্যাণ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কামনা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নেককার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বান্দাদের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কাতারে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শামিল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হারমালা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কাহেল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ছুড়ে।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কোলেই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জিলজওশন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দ্বিখণ্ডিত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তাদেরসহ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চাচ্ছ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জ্বালাবেন।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শাবছ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তিরস্কার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লজ্জিত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</w:t>
      </w:r>
      <w:r w:rsidR="00C80DBB">
        <w:rPr>
          <w:cs/>
          <w:lang w:bidi="bn-IN"/>
        </w:rPr>
        <w:t>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জামার</w:t>
      </w:r>
      <w:r w:rsidR="00C80DBB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পোশাকের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পোশাকবিহীন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ইয়েমেন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একাংশ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মূল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জামার</w:t>
      </w:r>
      <w:r w:rsidR="00C80DBB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নীচে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আবহুর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</w:t>
      </w:r>
      <w:r w:rsidR="00C80DBB">
        <w:rPr>
          <w:cs/>
          <w:lang w:bidi="bn-IN"/>
        </w:rPr>
        <w:t>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উলঙ্গ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গ্রীষ্মকালের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শুকনো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কাঠ</w:t>
      </w:r>
      <w:r w:rsidRPr="008C23A5">
        <w:t xml:space="preserve">, </w:t>
      </w:r>
      <w:r w:rsidRPr="008C23A5">
        <w:rPr>
          <w:rFonts w:hint="cs"/>
          <w:cs/>
          <w:lang w:bidi="bn-IN"/>
        </w:rPr>
        <w:t>শীতকালের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বরফের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ঠাণ্ডা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C80DBB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যখমের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দুর্বল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অসংখ্য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সালেহ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মুযনী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পাজরে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</w:t>
      </w:r>
      <w:r w:rsidR="00C80DBB">
        <w:rPr>
          <w:cs/>
          <w:lang w:bidi="bn-IN"/>
        </w:rPr>
        <w:t>শ্ব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বলছিলেন</w:t>
      </w:r>
      <w:r w:rsidRPr="008C23A5">
        <w:rPr>
          <w:cs/>
          <w:lang w:bidi="bn-IN"/>
        </w:rPr>
        <w:t>-</w:t>
      </w:r>
    </w:p>
    <w:p w:rsidR="008C23A5" w:rsidRPr="008C23A5" w:rsidRDefault="008C23A5" w:rsidP="00AF2052">
      <w:pPr>
        <w:pStyle w:val="libArCenter"/>
      </w:pPr>
      <w:r w:rsidRPr="008C23A5">
        <w:rPr>
          <w:rFonts w:hint="eastAsia"/>
          <w:rtl/>
          <w:lang w:bidi="ar-SA"/>
        </w:rPr>
        <w:t>بسْم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اللّه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باللّه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على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ملّة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رسُول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اللّه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একটু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সুউচ্চ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>-</w:t>
      </w:r>
    </w:p>
    <w:p w:rsidR="008C23A5" w:rsidRPr="008C23A5" w:rsidRDefault="008C23A5" w:rsidP="00AF2052">
      <w:pPr>
        <w:pStyle w:val="libArCenter"/>
      </w:pPr>
      <w:r w:rsidRPr="008C23A5">
        <w:rPr>
          <w:rFonts w:hint="eastAsia"/>
          <w:rtl/>
          <w:lang w:bidi="ar-SA"/>
        </w:rPr>
        <w:lastRenderedPageBreak/>
        <w:t>وا</w:t>
      </w:r>
      <w:r w:rsidR="009D6522">
        <w:rPr>
          <w:rtl/>
          <w:lang w:bidi="ar-SA"/>
        </w:rPr>
        <w:t xml:space="preserve"> </w:t>
      </w:r>
      <w:r w:rsidR="001268D6">
        <w:rPr>
          <w:rFonts w:hint="eastAsia"/>
          <w:rtl/>
          <w:lang w:bidi="ar-SA"/>
        </w:rPr>
        <w:t>أ</w:t>
      </w:r>
      <w:r w:rsidRPr="008C23A5">
        <w:rPr>
          <w:rFonts w:hint="eastAsia"/>
          <w:rtl/>
          <w:lang w:bidi="ar-SA"/>
        </w:rPr>
        <w:t>خاهُ،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وا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سيّداهُ،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وا</w:t>
      </w:r>
      <w:r w:rsidR="009D6522">
        <w:rPr>
          <w:rtl/>
          <w:lang w:bidi="ar-SA"/>
        </w:rPr>
        <w:t xml:space="preserve"> </w:t>
      </w:r>
      <w:r w:rsidR="001268D6">
        <w:rPr>
          <w:rFonts w:hint="eastAsia"/>
          <w:rtl/>
          <w:lang w:bidi="ar-SA"/>
        </w:rPr>
        <w:t>أ</w:t>
      </w:r>
      <w:r w:rsidRPr="008C23A5">
        <w:rPr>
          <w:rFonts w:hint="eastAsia"/>
          <w:rtl/>
          <w:lang w:bidi="ar-SA"/>
        </w:rPr>
        <w:t>هْل</w:t>
      </w:r>
      <w:r w:rsidRPr="008C23A5">
        <w:rPr>
          <w:rtl/>
          <w:cs/>
        </w:rPr>
        <w:t xml:space="preserve"> </w:t>
      </w:r>
      <w:r w:rsidRPr="008C23A5">
        <w:rPr>
          <w:rFonts w:hint="eastAsia"/>
          <w:rtl/>
          <w:lang w:bidi="ar-SA"/>
        </w:rPr>
        <w:t>بيْتاه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বাইত।</w:t>
      </w:r>
      <w:r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তারপর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ليْت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السّم</w:t>
      </w:r>
      <w:r w:rsidR="001268D6">
        <w:rPr>
          <w:rFonts w:hint="eastAsia"/>
          <w:rtl/>
        </w:rPr>
        <w:t xml:space="preserve"> أ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اُطْبقتْ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الارْض،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ليْت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الجبال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تدكْدكتْ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السّهْل</w:t>
      </w:r>
    </w:p>
    <w:p w:rsidR="008C23A5" w:rsidRPr="008C23A5" w:rsidRDefault="008C23A5" w:rsidP="00643C1E">
      <w:pPr>
        <w:pStyle w:val="libNormal"/>
      </w:pPr>
      <w:proofErr w:type="gramStart"/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পড়তো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>!</w:t>
      </w:r>
      <w:proofErr w:type="gramEnd"/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পাহাড়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ছিন্নভিন্ন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যমীনে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পড়তো।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কিসের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অপেক্ষা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হোসাইনকে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সেনাবাহিনী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চতুর্দিক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সম্মিলিতভাবে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যুরআ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শুরাইক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পল্টা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নুয়ে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বিভীষিকা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ক্লান্তিতে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মলিন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চেষ্টা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দুর্বলতা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ক্লান্তিতে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নাখয়ী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C80DBB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="00C80DBB">
        <w:rPr>
          <w:cs/>
          <w:lang w:bidi="bn-IN"/>
        </w:rPr>
        <w:t>র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="00C80DBB">
        <w:rPr>
          <w:rFonts w:hint="cs"/>
          <w:cs/>
          <w:lang w:bidi="bn-IN"/>
        </w:rPr>
        <w:t>ক</w:t>
      </w:r>
      <w:r w:rsidRPr="008C23A5">
        <w:rPr>
          <w:rFonts w:hint="cs"/>
          <w:cs/>
          <w:lang w:bidi="bn-IN"/>
        </w:rPr>
        <w:t>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ধরাশায়ী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তারপরও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ফেলেন।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চেপে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খেজাব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লাগিয়েছি।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নিয়েছে।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CF3A69">
      <w:pPr>
        <w:pStyle w:val="libNormal"/>
      </w:pP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ডানপাশে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সাঙ্গ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আসবাহী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ঘাড়ে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ছাড়বো।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</w:t>
      </w:r>
      <w:r w:rsidR="00CF3A69">
        <w:rPr>
          <w:cs/>
          <w:lang w:bidi="bn-IN"/>
        </w:rPr>
        <w:t>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মাতা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সর্বোত্তম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AF2052" w:rsidRPr="00AF2052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AF2052" w:rsidRPr="00AF2052" w:rsidRDefault="00AF2052" w:rsidP="00AF2052">
            <w:pPr>
              <w:pStyle w:val="libPoem"/>
            </w:pPr>
            <w:r w:rsidRPr="00AF2052">
              <w:rPr>
                <w:rFonts w:hint="eastAsia"/>
                <w:rtl/>
              </w:rPr>
              <w:t>فأىُّ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رزيّةٍ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عدلتْ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حُسيْنا</w:t>
            </w:r>
            <w:r w:rsidRPr="00AF205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AF2052" w:rsidRPr="00AF2052" w:rsidRDefault="00AF2052" w:rsidP="00AF2052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AF2052" w:rsidRPr="00AF2052" w:rsidRDefault="00AF2052" w:rsidP="00AF2052">
            <w:pPr>
              <w:pStyle w:val="libPoem"/>
            </w:pPr>
            <w:r w:rsidRPr="00AF2052">
              <w:rPr>
                <w:rFonts w:hint="eastAsia"/>
                <w:rtl/>
              </w:rPr>
              <w:t>غداة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تُبيرُهُ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كفّا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سنانٍ</w:t>
            </w:r>
            <w:r w:rsidRPr="00AF2052">
              <w:rPr>
                <w:rtl/>
              </w:rPr>
              <w:br/>
              <w:t> </w:t>
            </w:r>
          </w:p>
        </w:tc>
      </w:tr>
    </w:tbl>
    <w:p w:rsidR="00AF2052" w:rsidRPr="00AF2052" w:rsidRDefault="00AF2052" w:rsidP="00AF2052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মুসিবতের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মুসিবতের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সেদিনের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জঘন্য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মরহুম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মুহাদ্দেস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কোমীর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বর্ণনামতে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বর্তমান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হুবহু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নাসেখুত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তাওয়ারিখ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উল্লেখ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অধিকাংশের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জওশন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হন্তা।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সমর্থনযোগ্য।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সহযোগিতা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  <w:r w:rsidRPr="008C23A5">
        <w:rPr>
          <w:rFonts w:hint="eastAsia"/>
        </w:rPr>
        <w:t>–</w:t>
      </w:r>
      <w:r w:rsidRPr="008C23A5">
        <w:rPr>
          <w:rFonts w:hint="cs"/>
          <w:cs/>
          <w:lang w:bidi="bn-IN"/>
        </w:rPr>
        <w:t>অনুবাদক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তরসী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মায়ালেমুদ্দিন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সাদেক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বলেছেন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ফেরেশতাগণ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শিয়রে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</w:t>
      </w:r>
      <w:r w:rsidRPr="008C23A5">
        <w:t xml:space="preserve">,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মনোনীত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নন্দিনীর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যামানের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মাহদী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ছবি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প্রদর্শন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মাধ্যমে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আনাসকে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মোখতার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পাকড়াও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আংগুলগুলোর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বাকী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অংশে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জয়তুনের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ঢেলে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নিক্ষেপ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শান্তি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ফেরেশতাদের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অন্ধকারময়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প্রচণ্ড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ধূলাবালি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আকাশকে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অন্ধকারে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দৃষ্টিগোচর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বুঝি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নাযিল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দূরীভূত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AF2052">
      <w:pPr>
        <w:pStyle w:val="Heading2Center"/>
      </w:pPr>
      <w:bookmarkStart w:id="68" w:name="_Toc501196972"/>
      <w:bookmarkStart w:id="69" w:name="_Toc501222482"/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মুহূর্ত</w:t>
      </w:r>
      <w:bookmarkEnd w:id="68"/>
      <w:bookmarkEnd w:id="69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হেলাল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নাফে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দাড়িয়েছিলাম।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সংবাদ।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B6CE7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B6CE7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দেখছিলাম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মুহূর্ত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অতিক্রম</w:t>
      </w:r>
      <w:r w:rsidRPr="008C23A5">
        <w:rPr>
          <w:cs/>
          <w:lang w:bidi="bn-IN"/>
        </w:rPr>
        <w:t xml:space="preserve"> </w:t>
      </w:r>
      <w:r w:rsidR="008B6CE7">
        <w:rPr>
          <w:rFonts w:hint="cs"/>
          <w:cs/>
          <w:lang w:bidi="bn-IN"/>
        </w:rPr>
        <w:t>কর</w:t>
      </w:r>
      <w:r w:rsidRPr="008C23A5">
        <w:rPr>
          <w:rFonts w:hint="cs"/>
          <w:cs/>
          <w:lang w:bidi="bn-IN"/>
        </w:rPr>
        <w:t>ছেন।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فو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رأيْتُ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قتيلا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مُضمّخا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بدمه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أحْسن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أنْور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وجْها،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لقدْ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شغلنى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نُورُ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وجْهه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جماُل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هيْ</w:t>
      </w:r>
      <w:r w:rsidR="001268D6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ته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الْفكْرة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قتْله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রক্তাক্ত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এরূপ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আকর্ষণীয়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দেখিনি।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B6CE7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চেহারায়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উদ্ভাসিত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নূর।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নূর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সৌন্দর্যে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পরিত্যাগ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করলাম।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চাইলেন।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فسمعْتُ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رجُلا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يقُولُ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لهُ</w:t>
      </w:r>
      <w:r w:rsidRPr="008C23A5">
        <w:rPr>
          <w:rtl/>
        </w:rPr>
        <w:t xml:space="preserve">: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تذوقُ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الم</w:t>
      </w:r>
      <w:r w:rsidR="001268D6">
        <w:rPr>
          <w:rFonts w:hint="eastAsia"/>
          <w:rtl/>
        </w:rPr>
        <w:t xml:space="preserve"> أ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حتى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ترد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الحامية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فتشْرب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حميمها</w:t>
      </w:r>
      <w:r w:rsidRPr="008C23A5">
        <w:rPr>
          <w:rtl/>
        </w:rPr>
        <w:t xml:space="preserve">!! </w:t>
      </w:r>
      <w:r w:rsidRPr="008C23A5">
        <w:rPr>
          <w:rFonts w:hint="eastAsia"/>
          <w:rtl/>
        </w:rPr>
        <w:t>فقال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الحُسيْنُ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السلام</w:t>
      </w:r>
      <w:r w:rsidRPr="008C23A5">
        <w:rPr>
          <w:rtl/>
        </w:rPr>
        <w:t xml:space="preserve"> : </w:t>
      </w:r>
      <w:r w:rsidRPr="008C23A5">
        <w:rPr>
          <w:rFonts w:hint="eastAsia"/>
          <w:rtl/>
        </w:rPr>
        <w:t>يا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ويْلك</w:t>
      </w:r>
      <w:r w:rsidRPr="008C23A5">
        <w:rPr>
          <w:rtl/>
        </w:rPr>
        <w:t>!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نا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ردُ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الحامية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شْربُ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حميمها،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بلْ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ردُ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جدّى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رسُول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ص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سْكُنُ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معهُ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داره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বশ্যতা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স্বীকার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যতক্ষণ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জালাতনের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সান্নিধ্যে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তথাকার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সুমিষ্ট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জুলুমসমূহের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চাইব।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হেলাল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ক্ষিপ্ত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বিন্দুমাত্র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রাখেননি।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হতবাক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অবস্থাতেই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থাকব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B6CE7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উলঙ্গ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ইসহাক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হাবিয়া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হাজরামী।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শ্বেত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রোগের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পশম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একশ</w:t>
      </w:r>
      <w:r w:rsidRPr="008C23A5">
        <w:rPr>
          <w:rFonts w:hint="eastAsia"/>
        </w:rPr>
        <w:t>’</w:t>
      </w:r>
      <w:r w:rsidRPr="008C23A5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নব্বইটি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চিহ্ন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সাদেক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B6CE7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৩৩টি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৪৩টি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আবহোর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আখনাস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মারসাদ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আলকামা।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বর্ণনামতে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মস্তিষ্ক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বিকৃতি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ঘটে।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আসওয়াদ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খালেদ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আংটি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বোজদিল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কালবী।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আংটি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পরবর্তীতে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আংগুল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বোজদিল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সালিনকে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মোখতার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সাকাফী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অবশেষে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রক্তক্ষরণে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চামড়ার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রুমালটি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কায়েস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আশসাস।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বর্মটি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মোখতার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বর্মটি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হত্যাকারীকে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খালফ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বর্ণনামতে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তামিম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আসওয়াদ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হানজালা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হস্তগত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বর্ণনামতে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ফালাফেস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নাহশালী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যাকারিয়া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পরবর্তীতে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হাবিব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বুদালের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উল্লেখ্য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জুলফিকার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জুলফিকার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পাক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স্মৃতিবহুল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সংরক্ষিত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সত্যায়ন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হুবহু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AF2052">
      <w:pPr>
        <w:pStyle w:val="Heading2Center"/>
      </w:pPr>
      <w:bookmarkStart w:id="70" w:name="_Toc501196973"/>
      <w:bookmarkStart w:id="71" w:name="_Toc501222483"/>
      <w:r w:rsidRPr="008C23A5">
        <w:rPr>
          <w:rFonts w:hint="cs"/>
          <w:cs/>
          <w:lang w:bidi="bn-IN"/>
        </w:rPr>
        <w:lastRenderedPageBreak/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অগ্নিসংযোগ</w:t>
      </w:r>
      <w:bookmarkEnd w:id="70"/>
      <w:bookmarkEnd w:id="71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ছোট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দাসী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দৌড়ে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আহাজারি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দ্রুত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আওলাদ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মণিদের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আক্রমণ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চাদর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বীরাঙ্গনারা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আত্মীয়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স্বজন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প্রিয়জনদের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ফরিয়াদে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আকাশ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পাতাল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ভারাক্রান্ত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মাজলিসী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রহ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লিখেছেন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পরিদৃষ্ট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সোগরা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দরজায়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ধূলায়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প্রিয়জন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সহচরদের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দেহগুলো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দেখছিলাম।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পড়ছিলাম।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অবর্তমানে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উমাইয়া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গোষ্ঠী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হাকিয়ে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আশ্রয়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ছুটোছুটি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বোরকা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অলংকার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وا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جداهُ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واابتاه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عليّاهُ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واقلّة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ناصراه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واحسناهُ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বাবা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আশ্রয়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t xml:space="preserve">?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সোগরা</w:t>
      </w:r>
      <w:r w:rsidRPr="008C23A5">
        <w:rPr>
          <w:cs/>
          <w:lang w:bidi="bn-IN"/>
        </w:rPr>
        <w:t>)</w:t>
      </w:r>
      <w:r w:rsidR="00504703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দৃশ্য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কম্পন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সমস্ত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শিউরে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ফুফু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কুলসুমকে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খুজতে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অত্যাচার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পালাতে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চেষ্টা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অলংকার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চাদর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মুখমণ্ডল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বেহুশ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হাটাৎ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ফুফু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শিয়রে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বলছেন</w:t>
      </w:r>
      <w:r w:rsidRPr="008C23A5">
        <w:t xml:space="preserve">,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প্রাণের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যাই</w:t>
      </w:r>
      <w:r w:rsidRPr="008C23A5">
        <w:t xml:space="preserve">, </w:t>
      </w:r>
      <w:r w:rsidRPr="008C23A5">
        <w:rPr>
          <w:rFonts w:hint="cs"/>
          <w:cs/>
          <w:lang w:bidi="bn-IN"/>
        </w:rPr>
        <w:t>জানি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দাড়ালাম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বললাম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ফুফুজান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ঢাকতে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পারি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ফুফুও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চাবুক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একসাথেই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হলাম</w:t>
      </w:r>
      <w:r w:rsidRPr="008C23A5">
        <w:t xml:space="preserve">,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দেখলাম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লুটতরাজ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মাটির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পিাপসা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অসুস্থতায়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নাজুক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পরিস্থিতি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পড়লাম।</w:t>
      </w:r>
      <w:r w:rsidRPr="008C23A5">
        <w:rPr>
          <w:rFonts w:hint="eastAsia"/>
        </w:rPr>
        <w:t>–</w:t>
      </w:r>
      <w:r w:rsidRPr="008C23A5">
        <w:rPr>
          <w:rFonts w:hint="cs"/>
          <w:cs/>
          <w:lang w:bidi="bn-IN"/>
        </w:rPr>
        <w:t>অনুবাদক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হামীদ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স্বামীসহ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অগ্রসর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ওয়ায়েলের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সম্প্রদায়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পোষাক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লুটতরাজ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বলেঃ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حُكْم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للّه،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لثارات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رسُول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হুকুম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রাসূলের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বীরাঙ্গনাগণ।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নেয়।</w:t>
      </w:r>
    </w:p>
    <w:p w:rsidR="008C23A5" w:rsidRPr="008C23A5" w:rsidRDefault="008C23A5" w:rsidP="00821B24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লুটতরাজ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শেষ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তাবুসমূহে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অগ্নিসংযোগ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বোরকাবিহীন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অপমানিত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</w:t>
      </w:r>
      <w:r w:rsidR="00821B24">
        <w:rPr>
          <w:cs/>
          <w:lang w:bidi="bn-IN"/>
        </w:rPr>
        <w:t>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চাপড়াতে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থাকেন।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قال</w:t>
      </w:r>
      <w:r w:rsidRPr="008C23A5">
        <w:rPr>
          <w:rtl/>
        </w:rPr>
        <w:t xml:space="preserve">: </w:t>
      </w:r>
      <w:r w:rsidRPr="008C23A5">
        <w:rPr>
          <w:rFonts w:hint="eastAsia"/>
          <w:rtl/>
        </w:rPr>
        <w:t>فو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نْسى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زيْنب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ابْنة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عليٍّ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تنْدُبُ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الْحُسيْن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تُنادي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بصوْتٍ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حزينٍ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قلْبٍ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كئيبٍ</w:t>
      </w:r>
      <w:r w:rsidRPr="008C23A5">
        <w:rPr>
          <w:rtl/>
        </w:rPr>
        <w:t>:</w:t>
      </w:r>
      <w:r w:rsidRPr="008C23A5">
        <w:rPr>
          <w:rFonts w:hint="eastAsia"/>
          <w:rtl/>
        </w:rPr>
        <w:t>وامُحمّداهُ،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صلّى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عليْك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ملائكةُ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السّم</w:t>
      </w:r>
      <w:r w:rsidR="00F62D24">
        <w:rPr>
          <w:rFonts w:hint="eastAsia"/>
          <w:rtl/>
        </w:rPr>
        <w:t xml:space="preserve"> أ</w:t>
      </w:r>
      <w:r w:rsidRPr="008C23A5">
        <w:rPr>
          <w:rtl/>
        </w:rPr>
        <w:t xml:space="preserve">. </w:t>
      </w:r>
      <w:r w:rsidRPr="008C23A5">
        <w:rPr>
          <w:rFonts w:hint="eastAsia"/>
          <w:rtl/>
        </w:rPr>
        <w:t>هذا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حُسيْنُ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بالْعر</w:t>
      </w:r>
      <w:r w:rsidR="00F62D24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مُرمّلُ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بالدّم</w:t>
      </w:r>
      <w:r w:rsidR="00F62D24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مُقطّعُ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الاعْض</w:t>
      </w:r>
      <w:r w:rsidR="00F62D24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واثكْلاهُ،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بناتُك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سبايا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21B24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কেদেছেন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ভুলব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হৃদয়বিদারক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আওয়াজে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ফেরেশতাগণ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রঞ্জিত।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অংশ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বন্দী।</w:t>
      </w:r>
    </w:p>
    <w:p w:rsidR="008C23A5" w:rsidRPr="008C23A5" w:rsidRDefault="008C23A5" w:rsidP="00821B24">
      <w:pPr>
        <w:pStyle w:val="libNormal"/>
      </w:pP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মুস্তফা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মোরতাজা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ফাতিমা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যাহরা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সাইয়্যেদুশ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শুহাদা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হামজা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>.)-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অত্যাচারের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করছি।</w:t>
      </w:r>
      <w:r w:rsidRPr="008C23A5">
        <w:rPr>
          <w:cs/>
          <w:lang w:bidi="bn-IN"/>
        </w:rPr>
        <w:t xml:space="preserve"> </w:t>
      </w:r>
      <w:r w:rsidR="00821B24">
        <w:rPr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.)!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যমীনে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উলঙ্গ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বাতাস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ছিটাচ্ছে।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জারজ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আফসোস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আজ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দুনিয়ায়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সাহাবীগণ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সাধারণ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কয়েদীর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যয়নব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আরজ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করছিলেন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.)!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ছেলেরা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পাগড়ী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চাদর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গেছে।</w:t>
      </w:r>
    </w:p>
    <w:p w:rsidR="008C23A5" w:rsidRPr="008C23A5" w:rsidRDefault="008C23A5" w:rsidP="00892445">
      <w:pPr>
        <w:pStyle w:val="libNormal"/>
      </w:pPr>
      <w:r w:rsidRPr="008C23A5">
        <w:rPr>
          <w:rFonts w:hint="cs"/>
          <w:cs/>
          <w:lang w:bidi="bn-IN"/>
        </w:rPr>
        <w:lastRenderedPageBreak/>
        <w:t>আমার</w:t>
      </w:r>
      <w:r w:rsidRPr="008C23A5">
        <w:rPr>
          <w:cs/>
          <w:lang w:bidi="bn-IN"/>
        </w:rPr>
        <w:t xml:space="preserve"> </w:t>
      </w:r>
      <w:r w:rsidR="00987BB6">
        <w:rPr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সোমবার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দুপুরের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বাহিনী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="00892445">
        <w:rPr>
          <w:cs/>
          <w:lang w:bidi="bn-IN"/>
        </w:rPr>
        <w:t>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কোরবান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তাবুগুলোও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লণ্ডভণ্ড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দিয়েছে।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t>ب</w:t>
      </w:r>
      <w:r w:rsidR="00F62D24">
        <w:rPr>
          <w:rFonts w:hint="cs"/>
          <w:rtl/>
        </w:rPr>
        <w:t xml:space="preserve"> أ</w:t>
      </w:r>
      <w:r w:rsidRPr="00F6323C">
        <w:rPr>
          <w:rFonts w:hint="cs"/>
          <w:rtl/>
        </w:rPr>
        <w:t>بى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منْ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غائبُ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فيُرْتجى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جريحُ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فيُداوى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ب</w:t>
      </w:r>
      <w:r w:rsidR="00F62D24">
        <w:rPr>
          <w:rFonts w:hint="cs"/>
          <w:rtl/>
        </w:rPr>
        <w:t xml:space="preserve"> أ</w:t>
      </w:r>
      <w:r w:rsidRPr="00F6323C">
        <w:rPr>
          <w:rFonts w:hint="cs"/>
          <w:rtl/>
        </w:rPr>
        <w:t>بى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منْ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نفْسى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الفد</w:t>
      </w:r>
      <w:r w:rsidR="00F62D24">
        <w:rPr>
          <w:rFonts w:hint="cs"/>
          <w:rtl/>
        </w:rPr>
        <w:t>أُ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জখম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মলম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পাওয়া।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t>ب</w:t>
      </w:r>
      <w:r w:rsidR="00F62D24">
        <w:rPr>
          <w:rFonts w:hint="cs"/>
          <w:rtl/>
        </w:rPr>
        <w:t xml:space="preserve"> أ</w:t>
      </w:r>
      <w:r w:rsidRPr="00F6323C">
        <w:rPr>
          <w:rFonts w:hint="cs"/>
          <w:rtl/>
        </w:rPr>
        <w:t>بى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الْمهْمُومُ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حتّى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قضى</w:t>
      </w:r>
      <w:r w:rsidRPr="00F6323C">
        <w:rPr>
          <w:rtl/>
        </w:rPr>
        <w:t xml:space="preserve"> .</w:t>
      </w:r>
      <w:r w:rsidRPr="00F6323C">
        <w:rPr>
          <w:rFonts w:hint="cs"/>
          <w:rtl/>
        </w:rPr>
        <w:t>ب</w:t>
      </w:r>
      <w:r w:rsidR="00F62D24">
        <w:rPr>
          <w:rFonts w:hint="cs"/>
          <w:rtl/>
        </w:rPr>
        <w:t xml:space="preserve"> أ</w:t>
      </w:r>
      <w:r w:rsidRPr="00F6323C">
        <w:rPr>
          <w:rFonts w:hint="cs"/>
          <w:rtl/>
        </w:rPr>
        <w:t>بى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الْعطشانُ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حتى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مضى</w:t>
      </w:r>
      <w:r w:rsidRPr="008C23A5">
        <w:t xml:space="preserve"> </w:t>
      </w:r>
    </w:p>
    <w:p w:rsidR="008C23A5" w:rsidRPr="008C23A5" w:rsidRDefault="008C23A5" w:rsidP="00892445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দুঃখ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ইন্তেকাল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পিপাসায়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</w:t>
      </w:r>
      <w:r w:rsidR="00892445">
        <w:rPr>
          <w:cs/>
          <w:lang w:bidi="bn-IN"/>
        </w:rPr>
        <w:t>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কোরবান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মুস্তাফা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হেদায়েতের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মশাল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মোস্তফা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খাদিজাতুল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কোবরা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মুরতাজা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নেত্রী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ফাতিমাতুয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যাহরা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="00892445">
        <w:rPr>
          <w:cs/>
          <w:lang w:bidi="bn-IN"/>
        </w:rPr>
        <w:t>স</w:t>
      </w:r>
      <w:r w:rsidRPr="008C23A5">
        <w:rPr>
          <w:rFonts w:hint="cs"/>
          <w:cs/>
          <w:lang w:bidi="bn-IN"/>
        </w:rPr>
        <w:t>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উৎসর্গিত।</w:t>
      </w:r>
    </w:p>
    <w:p w:rsidR="008C23A5" w:rsidRPr="008C23A5" w:rsidRDefault="008C23A5" w:rsidP="00AF2052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فو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 w:rsidRPr="008C23A5">
        <w:rPr>
          <w:rFonts w:hint="eastAsia"/>
          <w:rtl/>
        </w:rPr>
        <w:t>بْكتْ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كُلّ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عدُوٍّ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صديقٍ</w:t>
      </w:r>
      <w:r w:rsidRPr="008C23A5"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রাবী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বলেনঃ</w:t>
      </w:r>
    </w:p>
    <w:p w:rsidR="008C23A5" w:rsidRPr="008C23A5" w:rsidRDefault="008C23A5" w:rsidP="00892445">
      <w:pPr>
        <w:pStyle w:val="libNormal"/>
      </w:pP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যয়নবের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কান্নায়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বন্ধু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শত্রু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কেদেছে।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সকিনা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সেখান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সরি</w:t>
      </w:r>
      <w:r w:rsidR="00892445">
        <w:rPr>
          <w:cs/>
          <w:lang w:bidi="bn-IN"/>
        </w:rPr>
        <w:t>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সেনাবাহিনীর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মধ্যখান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  <w:tabs>
          <w:tab w:val="right" w:pos="8010"/>
        </w:tabs>
      </w:pP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ينْتدبُ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للْحُسيْن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فيُوطّى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الْخيْل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ظهْرهُ؟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দাবড়াবে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দশজন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অশ্বারোহী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দায়িত্ব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দশজনের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নিম্নরূপ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১।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ইসহাক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হাররা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আখনাস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মারসাদ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৩।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হাকিম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তোফাইন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সামরানী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৪।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সাবিহ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সায়দাবী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৫।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মুনকায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আবদী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খুসহিমা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ফী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৭।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ওয়াহেয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নায়েম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সালেহ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ওহাব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ফী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৯।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শাবস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হাজরামী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১০।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উসাইদ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মালেক</w:t>
      </w:r>
      <w:r w:rsidR="00892445">
        <w:rPr>
          <w:lang w:bidi="bn-IN"/>
        </w:rPr>
        <w:t xml:space="preserve"> 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উপরে</w:t>
      </w:r>
      <w:r w:rsidRPr="008C23A5">
        <w:rPr>
          <w:cs/>
          <w:lang w:bidi="bn-IN"/>
        </w:rPr>
        <w:t>)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দুরাচার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892445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পেছনের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হাড়গুলো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গুড়ো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গুড়ো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দশজন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দাড়ায়।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করলো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কারা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উসাইদ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মালেক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ওঠে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AF2052" w:rsidRPr="00AF2052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AF2052" w:rsidRPr="00AF2052" w:rsidRDefault="00AF2052" w:rsidP="00AF2052">
            <w:pPr>
              <w:pStyle w:val="libPoem"/>
            </w:pPr>
            <w:r w:rsidRPr="00AF2052">
              <w:rPr>
                <w:rFonts w:hint="eastAsia"/>
                <w:rtl/>
              </w:rPr>
              <w:t>نحْنُ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رضضْنا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الصّدْر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بعْد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الظّهْر</w:t>
            </w:r>
            <w:r w:rsidRPr="00AF2052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AF2052" w:rsidRPr="00AF2052" w:rsidRDefault="00AF2052" w:rsidP="00AF2052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AF2052" w:rsidRPr="00AF2052" w:rsidRDefault="00AF2052" w:rsidP="00AF2052">
            <w:pPr>
              <w:pStyle w:val="libPoem"/>
            </w:pPr>
            <w:r w:rsidRPr="00AF2052">
              <w:rPr>
                <w:rFonts w:hint="eastAsia"/>
                <w:rtl/>
              </w:rPr>
              <w:t>بكُلّ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يعْبوبٍ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شديدٍ</w:t>
            </w:r>
            <w:r w:rsidRPr="00AF2052">
              <w:rPr>
                <w:rtl/>
              </w:rPr>
              <w:t xml:space="preserve"> </w:t>
            </w:r>
            <w:r w:rsidRPr="00AF2052">
              <w:rPr>
                <w:rFonts w:hint="eastAsia"/>
                <w:rtl/>
              </w:rPr>
              <w:t>الاسْر</w:t>
            </w:r>
            <w:r w:rsidRPr="00AF2052">
              <w:rPr>
                <w:rtl/>
              </w:rPr>
              <w:br/>
              <w:t> </w:t>
            </w:r>
          </w:p>
        </w:tc>
      </w:tr>
    </w:tbl>
    <w:p w:rsidR="00AF2052" w:rsidRPr="00AF2052" w:rsidRDefault="00AF2052" w:rsidP="00AF2052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দেহের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হাড়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মজ্জা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গুড়ো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দিয়েছি।</w:t>
      </w:r>
    </w:p>
    <w:p w:rsidR="008C23A5" w:rsidRPr="008C23A5" w:rsidRDefault="008C23A5" w:rsidP="00892445">
      <w:pPr>
        <w:pStyle w:val="libNormal"/>
      </w:pP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ততটা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গুরুত্ব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পুরুস্কার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যাহেদ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দশজনের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বৃত্তান্ত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পর্যালোচনা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দেখেছি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এরা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জারজ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পরবর্তীকালে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দশজনকেই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মোখতার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লোহার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পেরেক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ছিদ্র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</w:t>
      </w:r>
      <w:r w:rsidR="00892445">
        <w:rPr>
          <w:cs/>
          <w:lang w:bidi="bn-IN"/>
        </w:rPr>
        <w:t>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ঘোড়া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CA1D76" w:rsidRPr="007C26B4" w:rsidRDefault="00CA1D76" w:rsidP="007C26B4">
      <w:r>
        <w:br w:type="page"/>
      </w:r>
    </w:p>
    <w:p w:rsidR="008C23A5" w:rsidRPr="008C23A5" w:rsidRDefault="008C23A5" w:rsidP="00CA1D76">
      <w:pPr>
        <w:pStyle w:val="Heading1Center"/>
      </w:pPr>
      <w:bookmarkStart w:id="72" w:name="_Toc501196974"/>
      <w:bookmarkStart w:id="73" w:name="_Toc501222484"/>
      <w:r w:rsidRPr="008C23A5">
        <w:rPr>
          <w:rFonts w:hint="cs"/>
          <w:cs/>
          <w:lang w:bidi="bn-IN"/>
        </w:rPr>
        <w:lastRenderedPageBreak/>
        <w:t>তৃতীয়</w:t>
      </w:r>
      <w:r w:rsidRPr="008C23A5">
        <w:rPr>
          <w:rtl/>
          <w:cs/>
        </w:rPr>
        <w:t xml:space="preserve"> </w:t>
      </w:r>
      <w:r w:rsidRPr="008C23A5">
        <w:rPr>
          <w:rFonts w:hint="cs"/>
          <w:cs/>
          <w:lang w:bidi="bn-IN"/>
        </w:rPr>
        <w:t>অধ্যায়</w:t>
      </w:r>
      <w:bookmarkEnd w:id="72"/>
      <w:bookmarkEnd w:id="73"/>
    </w:p>
    <w:p w:rsidR="008C23A5" w:rsidRPr="008C23A5" w:rsidRDefault="008C23A5" w:rsidP="00CA1D76">
      <w:pPr>
        <w:pStyle w:val="Heading2Center"/>
      </w:pPr>
      <w:bookmarkStart w:id="74" w:name="_Toc501196975"/>
      <w:bookmarkStart w:id="75" w:name="_Toc501222485"/>
      <w:r w:rsidRPr="008C23A5">
        <w:rPr>
          <w:rFonts w:hint="cs"/>
          <w:cs/>
          <w:lang w:bidi="bn-IN"/>
        </w:rPr>
        <w:t>কুফা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সিরিয়ার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যাত্রা</w:t>
      </w:r>
      <w:bookmarkEnd w:id="74"/>
      <w:bookmarkEnd w:id="75"/>
    </w:p>
    <w:p w:rsidR="008C23A5" w:rsidRPr="008C23A5" w:rsidRDefault="008C23A5" w:rsidP="00643C1E">
      <w:pPr>
        <w:pStyle w:val="libNormal"/>
      </w:pP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উমর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খওলা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ইয়াযীদ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আসহাবী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হামীদ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মাধ্যমে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আশুরার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বিকেল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সাথী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হাশিমের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জওশন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কায়স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আশ্আস্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হাজ্জাজের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আশুরার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১১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মুহররম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দুপুর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সদস্যদের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উদ্দেশ্যে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রওনা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পরিবেষ্টিত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হাওদা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বিহীন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পূণ্যবতী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আমানত।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তুর্কী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যুদ্ধবন্দীদের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দুরবস্থা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শোক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বেদনার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শিকল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হৃদয়বিদারক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দৃশ্য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বলেছেনঃ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CA1D76" w:rsidRPr="00CA1D76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CA1D76" w:rsidRPr="00CA1D76" w:rsidRDefault="00CA1D76" w:rsidP="00CA1D76">
            <w:pPr>
              <w:pStyle w:val="libPoem"/>
            </w:pPr>
            <w:r w:rsidRPr="00CA1D76">
              <w:rPr>
                <w:rFonts w:hint="cs"/>
                <w:rtl/>
              </w:rPr>
              <w:t>ی</w:t>
            </w:r>
            <w:r w:rsidRPr="00CA1D76">
              <w:rPr>
                <w:rFonts w:hint="eastAsia"/>
                <w:rtl/>
              </w:rPr>
              <w:t>صل</w:t>
            </w:r>
            <w:r w:rsidRPr="00CA1D76">
              <w:rPr>
                <w:rFonts w:hint="cs"/>
                <w:rtl/>
              </w:rPr>
              <w:t>ی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عل</w:t>
            </w:r>
            <w:r w:rsidRPr="00CA1D76">
              <w:rPr>
                <w:rFonts w:hint="cs"/>
                <w:rtl/>
              </w:rPr>
              <w:t>ی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المبعوث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من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ال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هاشم</w:t>
            </w:r>
            <w:r w:rsidRPr="00CA1D7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CA1D76" w:rsidRPr="00CA1D76" w:rsidRDefault="00CA1D76" w:rsidP="00CA1D76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CA1D76" w:rsidRPr="00CA1D76" w:rsidRDefault="00CA1D76" w:rsidP="00CA1D76">
            <w:pPr>
              <w:pStyle w:val="libPoem"/>
            </w:pPr>
            <w:r w:rsidRPr="00CA1D76">
              <w:rPr>
                <w:rFonts w:hint="eastAsia"/>
                <w:rtl/>
              </w:rPr>
              <w:t>و</w:t>
            </w:r>
            <w:r w:rsidRPr="00CA1D76">
              <w:rPr>
                <w:rFonts w:hint="cs"/>
                <w:rtl/>
              </w:rPr>
              <w:t>ی</w:t>
            </w:r>
            <w:r w:rsidRPr="00CA1D76">
              <w:rPr>
                <w:rFonts w:hint="eastAsia"/>
                <w:rtl/>
              </w:rPr>
              <w:t>غز</w:t>
            </w:r>
            <w:r w:rsidRPr="00CA1D76">
              <w:rPr>
                <w:rFonts w:hint="cs"/>
                <w:rtl/>
              </w:rPr>
              <w:t>ی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بنوه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إن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ذا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eastAsia"/>
                <w:rtl/>
              </w:rPr>
              <w:t>لعج</w:t>
            </w:r>
            <w:r w:rsidRPr="00CA1D76">
              <w:rPr>
                <w:rFonts w:hint="cs"/>
                <w:rtl/>
              </w:rPr>
              <w:t>ی</w:t>
            </w:r>
            <w:r w:rsidRPr="00CA1D76">
              <w:rPr>
                <w:rFonts w:hint="eastAsia"/>
                <w:rtl/>
              </w:rPr>
              <w:t>ب</w:t>
            </w:r>
            <w:r w:rsidRPr="00CA1D76">
              <w:rPr>
                <w:rtl/>
              </w:rPr>
              <w:br/>
              <w:t> </w:t>
            </w:r>
          </w:p>
        </w:tc>
      </w:tr>
    </w:tbl>
    <w:p w:rsidR="00CA1D76" w:rsidRPr="00CA1D76" w:rsidRDefault="00CA1D76" w:rsidP="00CA1D76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হাশেমী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বংশোদ্ভূত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হত্যাকারীরা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দরুদ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বংশধরদের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সত্যিই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আশ্চর্যজনক।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CA1D76" w:rsidRPr="00CA1D76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CA1D76" w:rsidRPr="00CA1D76" w:rsidRDefault="00CA1D76" w:rsidP="00CA1D76">
            <w:pPr>
              <w:pStyle w:val="libPoem"/>
            </w:pPr>
            <w:r w:rsidRPr="00CA1D76">
              <w:rPr>
                <w:rFonts w:hint="cs"/>
                <w:rtl/>
              </w:rPr>
              <w:t>اترجو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cs"/>
                <w:rtl/>
              </w:rPr>
              <w:t>امة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cs"/>
                <w:rtl/>
              </w:rPr>
              <w:t>قتلت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cs"/>
                <w:rtl/>
              </w:rPr>
              <w:t>حسینا</w:t>
            </w:r>
            <w:r w:rsidRPr="00CA1D7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CA1D76" w:rsidRPr="00CA1D76" w:rsidRDefault="00CA1D76" w:rsidP="00CA1D76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CA1D76" w:rsidRPr="00CA1D76" w:rsidRDefault="00CA1D76" w:rsidP="00CA1D76">
            <w:pPr>
              <w:pStyle w:val="libPoem"/>
            </w:pPr>
            <w:r w:rsidRPr="00CA1D76">
              <w:rPr>
                <w:rFonts w:hint="cs"/>
                <w:rtl/>
              </w:rPr>
              <w:t>شفاعة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cs"/>
                <w:rtl/>
              </w:rPr>
              <w:t>جده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cs"/>
                <w:rtl/>
              </w:rPr>
              <w:t>یوم</w:t>
            </w:r>
            <w:r w:rsidRPr="00CA1D76">
              <w:rPr>
                <w:rtl/>
              </w:rPr>
              <w:t xml:space="preserve"> </w:t>
            </w:r>
            <w:r w:rsidRPr="00CA1D76">
              <w:rPr>
                <w:rFonts w:hint="cs"/>
                <w:rtl/>
              </w:rPr>
              <w:t>الحساب</w:t>
            </w:r>
            <w:r w:rsidRPr="00CA1D76">
              <w:rPr>
                <w:rtl/>
              </w:rPr>
              <w:br/>
              <w:t> </w:t>
            </w:r>
          </w:p>
        </w:tc>
      </w:tr>
    </w:tbl>
    <w:p w:rsidR="00CA1D76" w:rsidRPr="00CA1D76" w:rsidRDefault="00CA1D76" w:rsidP="00CA1D76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মাতামহের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শাফায়াতের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সঙ্গী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সাথীদের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সংখ্যা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৭৮।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মুয়াবিয়ার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নৈকট্য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অর্জন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কায়স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আশআসের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নেতৃত্বে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১৩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শিমার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জওশনের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নেতৃত্বে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হাওয়াযিন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১২টি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তামীম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১৬টি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মুযহাজ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১৩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</w:p>
    <w:p w:rsidR="008C23A5" w:rsidRPr="00643C1E" w:rsidRDefault="008C23A5" w:rsidP="00CA1D76">
      <w:pPr>
        <w:pStyle w:val="Heading2Center"/>
      </w:pPr>
      <w:bookmarkStart w:id="76" w:name="_Toc501196976"/>
      <w:bookmarkStart w:id="77" w:name="_Toc501222486"/>
      <w:r w:rsidRPr="00643C1E">
        <w:rPr>
          <w:rFonts w:hint="cs"/>
          <w:cs/>
          <w:lang w:bidi="bn-IN"/>
        </w:rPr>
        <w:t>শহীদদের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দাফন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এবং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কুফায়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বন্দী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আগমন</w:t>
      </w:r>
      <w:bookmarkEnd w:id="76"/>
      <w:bookmarkEnd w:id="77"/>
    </w:p>
    <w:p w:rsidR="008C23A5" w:rsidRPr="008C23A5" w:rsidRDefault="008C23A5" w:rsidP="00FF3570">
      <w:pPr>
        <w:pStyle w:val="libNormal"/>
      </w:pPr>
      <w:r w:rsidRPr="00643C1E">
        <w:rPr>
          <w:rFonts w:hint="cs"/>
          <w:cs/>
          <w:lang w:bidi="bn-IN"/>
        </w:rPr>
        <w:t>রাবী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থেকে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বর্ণিতঃ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উমর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ইবনে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সাদ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কারবালা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থেকে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বেরিয়ে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গেলেই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বনী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আসাদ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গোত্রের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একদল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ব্যক্তি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কারবালায়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এসে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শহীদদের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জানাযার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নামায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পড়ে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এবং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যে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স্থানগুলো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এখন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শহীদদের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কবর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হিসেবে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প্রসিদ্ধ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সেখানেই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তারা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শহীদদের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লাশগুলো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দাফন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করে।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ইবনে</w:t>
      </w:r>
      <w:r w:rsidRPr="00643C1E">
        <w:rPr>
          <w:cs/>
          <w:lang w:bidi="bn-IN"/>
        </w:rPr>
        <w:t xml:space="preserve"> </w:t>
      </w:r>
      <w:r w:rsidR="00DA3E57">
        <w:rPr>
          <w:rFonts w:hint="cs"/>
          <w:cs/>
          <w:lang w:bidi="bn-IN"/>
        </w:rPr>
        <w:t>সা</w:t>
      </w:r>
      <w:r w:rsidR="00DA3E57" w:rsidRPr="009D20A7">
        <w:rPr>
          <w:rStyle w:val="libEnChar"/>
          <w:rFonts w:hint="cs"/>
        </w:rPr>
        <w:t>’</w:t>
      </w:r>
      <w:r w:rsidRPr="00643C1E">
        <w:rPr>
          <w:rFonts w:hint="cs"/>
          <w:cs/>
          <w:lang w:bidi="bn-IN"/>
        </w:rPr>
        <w:t>দ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বন্দী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নবী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পরিবারের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সাথে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আগমন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করে।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আর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তারা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কুফার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নিকটবর্তী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হওয়া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মাত্রই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কুফাবাসীরা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তাদেরকে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দেখার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জন্য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সেখানে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সমবেত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হয়।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কুফা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নগরীর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এক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মহিলা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ছাদ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থেকে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উচ্চঃস্বরে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জিজ্ঞেস</w:t>
      </w:r>
      <w:r w:rsidRPr="00643C1E">
        <w:rPr>
          <w:cs/>
          <w:lang w:bidi="bn-IN"/>
        </w:rPr>
        <w:t xml:space="preserve"> </w:t>
      </w:r>
      <w:r w:rsidRPr="00643C1E">
        <w:rPr>
          <w:rFonts w:hint="cs"/>
          <w:cs/>
          <w:lang w:bidi="bn-IN"/>
        </w:rPr>
        <w:t>করলঃ</w:t>
      </w:r>
      <w:r w:rsidRPr="00643C1E">
        <w:rPr>
          <w:cs/>
          <w:lang w:bidi="bn-IN"/>
        </w:rPr>
        <w:t xml:space="preserve"> </w:t>
      </w:r>
      <w:r w:rsidRPr="008C23A5">
        <w:rPr>
          <w:cs/>
          <w:lang w:bidi="bn-IN"/>
        </w:rPr>
        <w:t>"</w:t>
      </w:r>
      <w:r w:rsidRPr="00643C1E">
        <w:rPr>
          <w:rStyle w:val="libArChar"/>
          <w:rFonts w:hint="eastAsia"/>
          <w:rtl/>
        </w:rPr>
        <w:t>من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الاسار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أنتنّ</w:t>
      </w:r>
      <w:r w:rsidRPr="008C23A5">
        <w:rPr>
          <w:cs/>
          <w:lang w:bidi="bn-IN"/>
        </w:rPr>
        <w:t xml:space="preserve">" </w:t>
      </w:r>
      <w:r w:rsidRPr="008C23A5">
        <w:rPr>
          <w:rFonts w:hint="cs"/>
          <w:cs/>
          <w:lang w:bidi="bn-IN"/>
        </w:rPr>
        <w:t>তোমরা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</w:t>
      </w:r>
      <w:r w:rsidRPr="008C23A5">
        <w:t xml:space="preserve">?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  <w:r w:rsidR="00F62D24">
        <w:rPr>
          <w:cs/>
          <w:lang w:bidi="bn-IN"/>
        </w:rPr>
        <w:t xml:space="preserve"> </w:t>
      </w:r>
      <w:r w:rsidRPr="008C23A5">
        <w:rPr>
          <w:cs/>
          <w:lang w:bidi="bn-IN"/>
        </w:rPr>
        <w:t>"</w:t>
      </w:r>
      <w:r w:rsidRPr="00643C1E">
        <w:rPr>
          <w:rStyle w:val="libArChar"/>
          <w:rFonts w:hint="eastAsia"/>
          <w:rtl/>
        </w:rPr>
        <w:t>نحن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أسار</w:t>
      </w:r>
      <w:r w:rsidRPr="00643C1E">
        <w:rPr>
          <w:rStyle w:val="libArChar"/>
          <w:rFonts w:hint="cs"/>
          <w:rtl/>
        </w:rPr>
        <w:t>ی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محمد</w:t>
      </w:r>
      <w:r w:rsidRPr="008C23A5">
        <w:rPr>
          <w:cs/>
          <w:lang w:bidi="bn-IN"/>
        </w:rPr>
        <w:t xml:space="preserve">"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পোশাক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পরিচ্ছদ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মাথার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চাদর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ওড়না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অসুস্থ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কৃশকায়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শোকাভিভূত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দ্বিতীয়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পিতৃব্য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সাহায্যার্থে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অংশগ্রহণ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মাসাবিহ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গ্রন্থের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লেখক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হাসান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দ্বিতীয়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শত্রুপক্ষের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১৭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আঠা</w:t>
      </w:r>
      <w:r w:rsidR="00FF3570">
        <w:rPr>
          <w:cs/>
          <w:lang w:bidi="bn-IN"/>
        </w:rPr>
        <w:t>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জখম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পৃষ্ঠ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খারেজাহ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চিকিৎসা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সুস্থ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দ্বিতীয়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মদীনায়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মুজতাবার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সন্তানগণও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কাটির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বলেন।</w:t>
      </w:r>
    </w:p>
    <w:p w:rsidR="00541A8C" w:rsidRDefault="008C23A5" w:rsidP="00F6323C">
      <w:pPr>
        <w:pStyle w:val="libAr"/>
      </w:pPr>
      <w:r w:rsidRPr="00F6323C">
        <w:rPr>
          <w:rFonts w:hint="cs"/>
          <w:rtl/>
        </w:rPr>
        <w:t>اتنوحون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تبکون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أجلنا؟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فمن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ذا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الذی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قتلنا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؟</w:t>
      </w:r>
      <w:r w:rsidRPr="008C23A5">
        <w:t xml:space="preserve"> </w:t>
      </w:r>
    </w:p>
    <w:p w:rsidR="008C23A5" w:rsidRPr="008C23A5" w:rsidRDefault="008C23A5" w:rsidP="00643C1E">
      <w:pPr>
        <w:pStyle w:val="libNormal"/>
      </w:pP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তোমরা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</w:t>
      </w:r>
      <w:proofErr w:type="gramStart"/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t>?</w:t>
      </w:r>
      <w:proofErr w:type="gramEnd"/>
      <w:r w:rsidRPr="008C23A5"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”</w:t>
      </w:r>
    </w:p>
    <w:p w:rsidR="00541A8C" w:rsidRDefault="00541A8C" w:rsidP="00643C1E">
      <w:pPr>
        <w:pStyle w:val="libNormal"/>
        <w:rPr>
          <w:lang w:bidi="bn-IN"/>
        </w:rPr>
      </w:pPr>
    </w:p>
    <w:p w:rsidR="008C23A5" w:rsidRPr="008C23A5" w:rsidRDefault="008C23A5" w:rsidP="00541A8C">
      <w:pPr>
        <w:pStyle w:val="Heading2Center"/>
      </w:pPr>
      <w:bookmarkStart w:id="78" w:name="_Toc501196977"/>
      <w:bookmarkStart w:id="79" w:name="_Toc501222487"/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ভাষণ</w:t>
      </w:r>
      <w:bookmarkEnd w:id="78"/>
      <w:bookmarkEnd w:id="79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বশীর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হাযীম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আসাদী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আমীরুল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মুমেনীন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শ্রেষ্ঠ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দেখিনি।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বাণীগুলো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নিঃসৃত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হচ্ছিল।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Ar"/>
      </w:pP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قدْ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وْم</w:t>
      </w:r>
      <w:r w:rsidR="001268D6">
        <w:rPr>
          <w:rFonts w:hint="eastAsia"/>
          <w:rtl/>
        </w:rPr>
        <w:t xml:space="preserve"> أ</w:t>
      </w:r>
      <w:r w:rsidRPr="008C23A5">
        <w:rPr>
          <w:rFonts w:hint="eastAsia"/>
          <w:rtl/>
        </w:rPr>
        <w:t>تْ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النّاس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ن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اسْكُتُوا،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فارْتدّت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الانْفاسُ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سكنت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الاجْراسُ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উপস্থিত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নীরবতা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অবলম্বন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নিশ্বাস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প্রশ্বাসের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শব্দ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স্তিমিত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ঘন্টাধ্বনিও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নিম্নোক্ত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</w:t>
      </w:r>
      <w:r w:rsidRPr="008C23A5">
        <w:t>,</w:t>
      </w:r>
    </w:p>
    <w:p w:rsidR="008C23A5" w:rsidRPr="008C23A5" w:rsidRDefault="008C23A5" w:rsidP="00643C1E">
      <w:pPr>
        <w:pStyle w:val="libAr"/>
      </w:pPr>
      <w:r w:rsidRPr="00643C1E">
        <w:rPr>
          <w:rFonts w:hint="cs"/>
          <w:rtl/>
        </w:rPr>
        <w:t>ثُمّ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قالتْ</w:t>
      </w:r>
      <w:r w:rsidRPr="00643C1E">
        <w:rPr>
          <w:rtl/>
        </w:rPr>
        <w:t>: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لْحمْدُ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للّه،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الصّلاةُ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على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جدّى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مُحمّدٍ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آله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الطّيّبين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الاخْيار</w:t>
      </w:r>
      <w:r w:rsidRPr="00643C1E">
        <w:rPr>
          <w:rtl/>
        </w:rPr>
        <w:t>.</w:t>
      </w:r>
      <w:r w:rsidR="001268D6">
        <w:rPr>
          <w:rFonts w:hint="cs"/>
          <w:rtl/>
        </w:rPr>
        <w:t xml:space="preserve"> أ</w:t>
      </w:r>
      <w:r w:rsidRPr="00643C1E">
        <w:rPr>
          <w:rFonts w:hint="cs"/>
          <w:rtl/>
        </w:rPr>
        <w:t>مّا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بعْدُ</w:t>
      </w:r>
      <w:r w:rsidRPr="00643C1E">
        <w:rPr>
          <w:rtl/>
        </w:rPr>
        <w:t xml:space="preserve">: </w:t>
      </w:r>
      <w:r w:rsidRPr="00643C1E">
        <w:rPr>
          <w:rFonts w:hint="cs"/>
          <w:rtl/>
        </w:rPr>
        <w:t>يا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هْل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الْكُوفة،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يا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هْل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الْختْل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الْغدْر،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تبْكُون؟</w:t>
      </w:r>
      <w:r w:rsidRPr="00643C1E">
        <w:rPr>
          <w:rtl/>
        </w:rPr>
        <w:t xml:space="preserve">! </w:t>
      </w:r>
      <w:r w:rsidRPr="00643C1E">
        <w:rPr>
          <w:rFonts w:hint="cs"/>
          <w:rtl/>
        </w:rPr>
        <w:t>فلا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رق</w:t>
      </w:r>
      <w:r w:rsidR="001268D6">
        <w:rPr>
          <w:rFonts w:hint="cs"/>
          <w:rtl/>
        </w:rPr>
        <w:t xml:space="preserve"> أ</w:t>
      </w:r>
      <w:r w:rsidRPr="00643C1E">
        <w:rPr>
          <w:rFonts w:hint="cs"/>
          <w:rtl/>
        </w:rPr>
        <w:t>ت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الدّمْعةُ،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هد</w:t>
      </w:r>
      <w:r w:rsidR="001268D6">
        <w:rPr>
          <w:rFonts w:hint="cs"/>
          <w:rtl/>
        </w:rPr>
        <w:t xml:space="preserve"> أ</w:t>
      </w:r>
      <w:r w:rsidRPr="00643C1E">
        <w:rPr>
          <w:rFonts w:hint="cs"/>
          <w:rtl/>
        </w:rPr>
        <w:t>ت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الرّنّةُ،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انّما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مثلُكُمْ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كمثل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الّتى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نقضتْ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غزْلها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منْ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بعْد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قُوّةٍ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نْكاثا،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تتّخذون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يْمانكُمْ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دخلا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بيْنكُمْ</w:t>
      </w:r>
      <w:r w:rsidRPr="00643C1E">
        <w:rPr>
          <w:rtl/>
        </w:rPr>
        <w:t>.</w:t>
      </w:r>
      <w:r w:rsidR="001268D6">
        <w:rPr>
          <w:rFonts w:hint="cs"/>
          <w:rtl/>
        </w:rPr>
        <w:t xml:space="preserve"> أ</w:t>
      </w:r>
      <w:r w:rsidRPr="00643C1E">
        <w:rPr>
          <w:rFonts w:hint="cs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هْلْ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فيكُمْ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الصّلفُ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النّطفُ،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والصّدْرُ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الشّنفُ،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ملقُ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الام</w:t>
      </w:r>
      <w:r w:rsidR="00F62D24">
        <w:rPr>
          <w:rFonts w:hint="cs"/>
          <w:rtl/>
        </w:rPr>
        <w:t xml:space="preserve"> أ</w:t>
      </w:r>
      <w:r w:rsidRPr="00643C1E">
        <w:rPr>
          <w:rFonts w:hint="cs"/>
          <w:rtl/>
        </w:rPr>
        <w:t>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غمْزُ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الاعْد</w:t>
      </w:r>
      <w:r w:rsidR="00F62D24">
        <w:rPr>
          <w:rFonts w:hint="cs"/>
          <w:rtl/>
        </w:rPr>
        <w:t xml:space="preserve"> أ</w:t>
      </w:r>
      <w:r w:rsidRPr="00643C1E">
        <w:rPr>
          <w:rFonts w:hint="cs"/>
          <w:rtl/>
        </w:rPr>
        <w:t>؟</w:t>
      </w:r>
      <w:r w:rsidRPr="00643C1E">
        <w:rPr>
          <w:rtl/>
        </w:rPr>
        <w:t>!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وْ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كمرْعى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على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دمْنةٍ</w:t>
      </w:r>
      <w:r w:rsidRPr="00643C1E">
        <w:rPr>
          <w:rtl/>
        </w:rPr>
        <w:t>.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وْ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كفضّةٍ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على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ملْحُودةٍ،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س</w:t>
      </w:r>
      <w:r w:rsidR="001268D6">
        <w:rPr>
          <w:rFonts w:hint="cs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قدّمْتُمْ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ل</w:t>
      </w:r>
      <w:r w:rsidR="001268D6">
        <w:rPr>
          <w:rFonts w:hint="cs"/>
          <w:rtl/>
        </w:rPr>
        <w:t xml:space="preserve"> أ</w:t>
      </w:r>
      <w:r w:rsidRPr="00643C1E">
        <w:rPr>
          <w:rFonts w:hint="cs"/>
          <w:rtl/>
        </w:rPr>
        <w:t>نْفُسكُمْ</w:t>
      </w:r>
      <w:r w:rsidR="009D6522">
        <w:rPr>
          <w:rtl/>
        </w:rPr>
        <w:t xml:space="preserve"> </w:t>
      </w:r>
      <w:r w:rsidR="001268D6">
        <w:rPr>
          <w:rFonts w:hint="cs"/>
          <w:rtl/>
        </w:rPr>
        <w:t>أ</w:t>
      </w:r>
      <w:r w:rsidRPr="00643C1E">
        <w:rPr>
          <w:rFonts w:hint="cs"/>
          <w:rtl/>
        </w:rPr>
        <w:t>نْ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سخط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اللّهُ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عليْكُمْ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فى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الْعذاب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نْتُمْ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خالدوُن</w:t>
      </w:r>
      <w:r w:rsidRPr="00643C1E">
        <w:rPr>
          <w:rtl/>
        </w:rPr>
        <w:t>.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تبْكُون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تنْتحبون؟</w:t>
      </w:r>
      <w:r w:rsidRPr="00643C1E">
        <w:rPr>
          <w:rtl/>
        </w:rPr>
        <w:t xml:space="preserve">! </w:t>
      </w:r>
      <w:r w:rsidRPr="00643C1E">
        <w:rPr>
          <w:rFonts w:hint="eastAsia"/>
          <w:rtl/>
        </w:rPr>
        <w:t>ايْ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اللّه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فابْكُوا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كثيرا،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واضْحكُوا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قليلا</w:t>
      </w:r>
      <w:r w:rsidRPr="00643C1E">
        <w:rPr>
          <w:rtl/>
        </w:rPr>
        <w:t xml:space="preserve">. </w:t>
      </w:r>
      <w:r w:rsidRPr="00643C1E">
        <w:rPr>
          <w:rFonts w:hint="eastAsia"/>
          <w:rtl/>
        </w:rPr>
        <w:t>فلقدْ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ذهبْتُمْ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بعارها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شنارها،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لنْ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ترْحضُوها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بغسْلٍ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بعْدها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بدا</w:t>
      </w:r>
      <w:r w:rsidRPr="00643C1E">
        <w:rPr>
          <w:rtl/>
        </w:rPr>
        <w:t xml:space="preserve">. </w:t>
      </w:r>
      <w:r w:rsidRPr="00643C1E">
        <w:rPr>
          <w:rFonts w:hint="eastAsia"/>
          <w:rtl/>
        </w:rPr>
        <w:t>و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نّى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ترْحضُون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قتْل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سليل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خاتم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النُّبُوّة،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معْدن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الرّسالة،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سيّد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شباب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هْل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الْجنّة،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ملاذ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خيرتكُمْ،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مفْزع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نازلتكُمْ،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منار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حُجّتكُمْ،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مدْرة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سُنّتكُمْ</w:t>
      </w:r>
      <w:r w:rsidRPr="00643C1E">
        <w:rPr>
          <w:rtl/>
        </w:rPr>
        <w:t>.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</w:t>
      </w:r>
      <w:r w:rsidR="001268D6">
        <w:rPr>
          <w:rFonts w:hint="eastAsia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تزرون،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بُعْدا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لكُمْ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سُحْقا،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فلقدْ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lastRenderedPageBreak/>
        <w:t>خاب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السّعْيُّ،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تبّت،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الايْدي،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خسرت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الصّفْقةُ،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بُؤْتُمْ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بغضبٍ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من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اللّه،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ضُربتْ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عليْكُمُ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الذّلّةُ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والْمسْكنةُ</w:t>
      </w:r>
      <w:r w:rsidRPr="00643C1E">
        <w:rPr>
          <w:rtl/>
        </w:rPr>
        <w:t xml:space="preserve">. </w:t>
      </w:r>
      <w:r w:rsidRPr="00643C1E">
        <w:rPr>
          <w:rFonts w:hint="eastAsia"/>
          <w:rtl/>
        </w:rPr>
        <w:t>ويْلكُمْ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يا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هْل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الْكُوفة،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تدْرُون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يّ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كبدٍ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لرسُول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اللّه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فريْتُمْ؟</w:t>
      </w:r>
      <w:r w:rsidRPr="00643C1E">
        <w:rPr>
          <w:rtl/>
        </w:rPr>
        <w:t xml:space="preserve">! </w:t>
      </w:r>
      <w:r w:rsidRPr="00643C1E">
        <w:rPr>
          <w:rFonts w:hint="eastAsia"/>
          <w:rtl/>
        </w:rPr>
        <w:t>و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يّ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كريمةٍ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لهُ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بْرزْتُمْ؟</w:t>
      </w:r>
      <w:r w:rsidRPr="00643C1E">
        <w:rPr>
          <w:rtl/>
        </w:rPr>
        <w:t xml:space="preserve">! </w:t>
      </w:r>
      <w:r w:rsidRPr="00643C1E">
        <w:rPr>
          <w:rFonts w:hint="eastAsia"/>
          <w:rtl/>
        </w:rPr>
        <w:t>و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يّ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دمٍ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لهُ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سفكْتُمْ؟</w:t>
      </w:r>
      <w:r w:rsidRPr="00643C1E">
        <w:rPr>
          <w:rtl/>
        </w:rPr>
        <w:t xml:space="preserve">! </w:t>
      </w:r>
      <w:r w:rsidRPr="00643C1E">
        <w:rPr>
          <w:rFonts w:hint="eastAsia"/>
          <w:rtl/>
        </w:rPr>
        <w:t>و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يّ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حُرْمةٍ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لهُ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انْتهكْتُمْ؟</w:t>
      </w:r>
      <w:r w:rsidRPr="00643C1E">
        <w:rPr>
          <w:rtl/>
        </w:rPr>
        <w:t xml:space="preserve">! </w:t>
      </w:r>
      <w:r w:rsidRPr="00643C1E">
        <w:rPr>
          <w:rFonts w:hint="eastAsia"/>
          <w:rtl/>
        </w:rPr>
        <w:t>لقدْ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جئْتُمْ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بها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صلْع</w:t>
      </w:r>
      <w:r w:rsidR="001268D6">
        <w:rPr>
          <w:rFonts w:hint="eastAsia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عنْق</w:t>
      </w:r>
      <w:r w:rsidR="001268D6">
        <w:rPr>
          <w:rFonts w:hint="eastAsia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سوْد</w:t>
      </w:r>
      <w:r w:rsidR="001268D6">
        <w:rPr>
          <w:rFonts w:hint="eastAsia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فقُم</w:t>
      </w:r>
      <w:r w:rsidR="001268D6">
        <w:rPr>
          <w:rFonts w:hint="eastAsia"/>
          <w:rtl/>
        </w:rPr>
        <w:t xml:space="preserve"> أ</w:t>
      </w:r>
      <w:r w:rsidRPr="00643C1E">
        <w:rPr>
          <w:rtl/>
        </w:rPr>
        <w:t xml:space="preserve">.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فى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بعْضها</w:t>
      </w:r>
      <w:r w:rsidRPr="00643C1E">
        <w:rPr>
          <w:rtl/>
        </w:rPr>
        <w:t xml:space="preserve">: </w:t>
      </w:r>
      <w:r w:rsidRPr="00643C1E">
        <w:rPr>
          <w:rFonts w:hint="eastAsia"/>
          <w:rtl/>
        </w:rPr>
        <w:t>خرْق</w:t>
      </w:r>
      <w:r w:rsidR="001268D6">
        <w:rPr>
          <w:rFonts w:hint="eastAsia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شوْه</w:t>
      </w:r>
      <w:r w:rsidR="001268D6">
        <w:rPr>
          <w:rFonts w:hint="eastAsia"/>
          <w:rtl/>
        </w:rPr>
        <w:t xml:space="preserve"> أ</w:t>
      </w:r>
      <w:r w:rsidRPr="00643C1E">
        <w:rPr>
          <w:rFonts w:hint="eastAsia"/>
          <w:rtl/>
        </w:rPr>
        <w:t>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كطلاع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الارْض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مل</w:t>
      </w:r>
      <w:r w:rsidR="00F62D24">
        <w:rPr>
          <w:rFonts w:hint="eastAsia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السّم</w:t>
      </w:r>
      <w:r w:rsidR="00F62D24">
        <w:rPr>
          <w:rFonts w:hint="eastAsia"/>
          <w:rtl/>
        </w:rPr>
        <w:t xml:space="preserve"> أ</w:t>
      </w:r>
      <w:r w:rsidRPr="00643C1E">
        <w:rPr>
          <w:rtl/>
        </w:rPr>
        <w:t>.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فعجبْتُمْ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نْ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مطرت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السّم</w:t>
      </w:r>
      <w:r w:rsidR="00F62D24">
        <w:rPr>
          <w:rFonts w:hint="eastAsia"/>
          <w:rtl/>
        </w:rPr>
        <w:t>أُ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دما،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لعذابُ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الاخرة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خْزى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643C1E">
        <w:rPr>
          <w:rFonts w:hint="eastAsia"/>
          <w:rtl/>
        </w:rPr>
        <w:t>نْتُمْ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تُنْصرُون،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فلا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يسْتخفّنّكُمْ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الْمهْلُ،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</w:t>
      </w:r>
      <w:r w:rsidR="00F62D24">
        <w:rPr>
          <w:rFonts w:hint="eastAsia"/>
          <w:rtl/>
        </w:rPr>
        <w:t xml:space="preserve"> أ</w:t>
      </w:r>
      <w:r w:rsidRPr="00643C1E">
        <w:rPr>
          <w:rFonts w:hint="eastAsia"/>
          <w:rtl/>
        </w:rPr>
        <w:t>نّهُ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يحْفُزُهُ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البدارُ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لا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يخافُ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فوْت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الثّار،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و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انّ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ربّكُمْ</w:t>
      </w:r>
      <w:r w:rsidRPr="00643C1E">
        <w:rPr>
          <w:rtl/>
        </w:rPr>
        <w:t xml:space="preserve"> </w:t>
      </w:r>
      <w:r w:rsidRPr="00643C1E">
        <w:rPr>
          <w:rFonts w:hint="eastAsia"/>
          <w:rtl/>
        </w:rPr>
        <w:t>لبالْمرْصاد</w:t>
      </w:r>
      <w:r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rPr>
          <w:cs/>
          <w:lang w:bidi="bn-IN"/>
        </w:rPr>
        <w:t xml:space="preserve"> .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চক্রান্তকারীরা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এখনো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নয়ন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সিক্ত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থামেনি।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সূতা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সুন্দর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কাপড়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সূতাগুলো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আলাদা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ঈমানের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রজ্জুকে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আত্মপ্রশংসা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বিশৃংখলা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দাসীদের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দ্বেষ</w:t>
      </w:r>
      <w:r w:rsidRPr="008C23A5">
        <w:t xml:space="preserve">, </w:t>
      </w:r>
      <w:r w:rsidRPr="008C23A5">
        <w:rPr>
          <w:rFonts w:hint="cs"/>
          <w:cs/>
          <w:lang w:bidi="bn-IN"/>
        </w:rPr>
        <w:t>চাটুকারিতা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উপেক্ষা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দোষ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পচা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আবর্জনার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জন্মানো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উদ্ভিদের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ন্যায়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অযোগ্য।</w:t>
      </w:r>
    </w:p>
    <w:p w:rsidR="008C23A5" w:rsidRPr="008C23A5" w:rsidRDefault="008C23A5" w:rsidP="002B767B">
      <w:pPr>
        <w:pStyle w:val="libNormal"/>
      </w:pP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সৌন্দর্য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বিবর্জিত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অব্যাবহার্য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রূপার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পাথেয়ই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সংগ্রহ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রোষানলে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ব্যবস্থ্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বিসর্জন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ধিক্কার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দিচ্ছো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হাসবে।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নিশ্চয়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তোমরাইতো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কলংকে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কলংকিত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কলুষিত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পরিত্রাণ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পাবেনা।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বেহেশতের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দৌহিত্র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সংকটজনক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পরিস্থিতিতে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আশ্রয়স্থল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মোকাবেলা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ক্ষেত্রে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ধর্ম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শরীয়তের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বিধি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বিধানের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নিতে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জঘন্য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প্রায়শ্চিত্ত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সম্ভব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জেনে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বোঝা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বহন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বঞ্চিত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নিঃসন্দেহে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বিফল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কলুষিত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ব্যবসা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ক্ষতিই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ডেকে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এনেছে।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নিশ্চয়ই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রোষানলের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প্রত্যাবর্তন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লাঞ্ছনা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গঞ্জনা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আক্ষেপ।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="00E853CB">
        <w:rPr>
          <w:cs/>
          <w:lang w:bidi="bn-IN"/>
        </w:rPr>
        <w:t xml:space="preserve"> 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কলিজার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টুকরা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</w:t>
      </w:r>
      <w:r w:rsidR="002B767B">
        <w:rPr>
          <w:cs/>
          <w:lang w:bidi="bn-IN"/>
        </w:rPr>
        <w:t>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নিস্পাপ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পর্দাবৃতা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বেআব্রু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! ! </w:t>
      </w:r>
      <w:r w:rsidRPr="008C23A5">
        <w:rPr>
          <w:rFonts w:hint="cs"/>
          <w:cs/>
          <w:lang w:bidi="bn-IN"/>
        </w:rPr>
        <w:t>তেমারা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ঝরিয়েছ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বেইজ্জতি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জঘন্য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পৃথিবীর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অত্যাচার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নিঃসন্দেহে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অপমানজনক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সাহায্যকারীই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="002B767B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প্রদত্ত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সুযোগ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বোঝাও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তাড়াহুড়া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বৃথা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আশংকা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প্রতিপালক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অপেক্ষায়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আছেন।</w:t>
      </w:r>
    </w:p>
    <w:p w:rsidR="008C23A5" w:rsidRPr="008C23A5" w:rsidRDefault="008C23A5" w:rsidP="00643C1E">
      <w:pPr>
        <w:pStyle w:val="libAr"/>
      </w:pPr>
      <w:r w:rsidRPr="008C23A5">
        <w:rPr>
          <w:rFonts w:hint="eastAsia"/>
          <w:rtl/>
        </w:rPr>
        <w:t>انّ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ربّکم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لبالمرصاد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বর্ণনাকারী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বক্তৃতাটি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আঙ্গুলগুলো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দংশন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বৃদ্ধ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লোকটি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পাশে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চরণতলে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বৃদ্ধ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বৃদ্ধদের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সর্বোত্তম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আপনাদের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সর্বোত্তম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রমণীরাই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সর্বশ্রেষ্ঠ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সর্বশ্রেষ্ঠ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কস্মিনকালেও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লাঞ্ছিত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পর্যদস্ত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541A8C">
      <w:pPr>
        <w:pStyle w:val="Heading2Center"/>
      </w:pPr>
      <w:bookmarkStart w:id="80" w:name="_Toc501196978"/>
      <w:bookmarkStart w:id="81" w:name="_Toc501222488"/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bookmarkEnd w:id="80"/>
      <w:bookmarkEnd w:id="81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যায়দ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জাফর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তনয়া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সুগরা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কারবালা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দিয়েছিলেনঃ</w:t>
      </w:r>
      <w:r w:rsidRPr="008C23A5">
        <w:rPr>
          <w:cs/>
          <w:lang w:bidi="bn-IN"/>
        </w:rPr>
        <w:t>-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lastRenderedPageBreak/>
        <w:t>الحمد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عدد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الرمل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الحصی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وزنة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العرش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الشّری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احمده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اومن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به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اتوکل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علیه</w:t>
      </w:r>
    </w:p>
    <w:p w:rsidR="008C23A5" w:rsidRPr="008C23A5" w:rsidRDefault="008C23A5" w:rsidP="002B767B">
      <w:pPr>
        <w:pStyle w:val="libNormal"/>
      </w:pPr>
      <w:r w:rsidRPr="008C23A5">
        <w:rPr>
          <w:rFonts w:hint="cs"/>
          <w:cs/>
          <w:lang w:bidi="bn-IN"/>
        </w:rPr>
        <w:t>বালুকণা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পাথরের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সংখ্যা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অগণিত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অননুমেয়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তদ্রুপ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মর্ত্যলোকে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গুলোর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পরিমাণ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স্থাপন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ভরসা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অদ্বিতীয়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অংশীদার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বান্দা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পুরুষ।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বংশধরদেরকে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শরীয়তসিদ্ধ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বৈধ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মস্তক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দেহচ্যুত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প্রভু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মিথ্যারোপ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আশ্রয়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প্রর্থনা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হিসেবে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তালিবের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প্রদত্ত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সংক্রান্ত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বাণী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সমূহের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বিরোধী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উক্তিই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তালিবের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ন্যায্য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দখল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কারবালায়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দোষে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বাহ্যতঃ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ঠিকই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পোষণ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="002B767B">
        <w:rPr>
          <w:cs/>
          <w:lang w:bidi="bn-IN"/>
        </w:rPr>
        <w:t>লো</w:t>
      </w:r>
      <w:r w:rsidRPr="008C23A5">
        <w:rPr>
          <w:rFonts w:hint="cs"/>
          <w:cs/>
          <w:lang w:bidi="bn-IN"/>
        </w:rPr>
        <w:t>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জীবদ্দশায়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উৎপীড়নের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হেফাযত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তুমিতো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গুনাবলী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জ্ঞানের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অন্তঃকরণ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সহকারে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সান্নিধ্যে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কুৎসা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রটনাকারীরই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কুৎসা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কস্মিনকালেও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বন্দেগী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পারেনি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শৈশবে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ইসলামের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প্রদর্শন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বয়ঃপ্রাপ্ত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গুণাবলী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অর্জনের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সদুপদেশ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ইহকালের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নিরাসক্ত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উদগ্রীব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সংগ্রাম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জিহাদ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খোদা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মনোনীত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সঠিক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পরিচালিত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</w:p>
    <w:p w:rsidR="008C23A5" w:rsidRPr="008C23A5" w:rsidRDefault="00F62D24" w:rsidP="00F6323C">
      <w:pPr>
        <w:pStyle w:val="libAr"/>
      </w:pPr>
      <w:r>
        <w:rPr>
          <w:rFonts w:hint="cs"/>
          <w:rtl/>
        </w:rPr>
        <w:t xml:space="preserve"> أ</w:t>
      </w:r>
      <w:r w:rsidR="008C23A5" w:rsidRPr="00F6323C">
        <w:rPr>
          <w:rFonts w:hint="cs"/>
          <w:rtl/>
        </w:rPr>
        <w:t>مّا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بعْدُ،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الكُوفة،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الْمكْر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الْغدْر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الْخيل</w:t>
      </w:r>
      <w:r>
        <w:rPr>
          <w:rFonts w:hint="cs"/>
          <w:rtl/>
        </w:rPr>
        <w:t xml:space="preserve"> أ</w:t>
      </w:r>
      <w:r w:rsidR="008C23A5" w:rsidRPr="00F6323C">
        <w:rPr>
          <w:rtl/>
        </w:rPr>
        <w:t xml:space="preserve">. </w:t>
      </w:r>
      <w:r w:rsidR="008C23A5" w:rsidRPr="00F6323C">
        <w:rPr>
          <w:rFonts w:hint="cs"/>
          <w:rtl/>
        </w:rPr>
        <w:t>فإ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نّا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بيْتٍ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ابْتلانا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بكُمْ،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ابْتلاكُمْ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بنا،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فجعل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بل</w:t>
      </w:r>
      <w:r w:rsidR="001268D6" w:rsidRPr="00F6323C">
        <w:rPr>
          <w:rFonts w:hint="eastAsia"/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حسنا،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جعل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علْمهُ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عنْدنا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فهْمهُ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لديْنا</w:t>
      </w:r>
      <w:r w:rsidR="008C23A5" w:rsidRPr="00F6323C">
        <w:rPr>
          <w:rtl/>
        </w:rPr>
        <w:t xml:space="preserve">. </w:t>
      </w:r>
      <w:r w:rsidR="008C23A5" w:rsidRPr="00F6323C">
        <w:rPr>
          <w:rFonts w:hint="cs"/>
          <w:rtl/>
        </w:rPr>
        <w:t>فنحْنُ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عيْبةُ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علْمه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وع</w:t>
      </w:r>
      <w:r>
        <w:rPr>
          <w:rFonts w:hint="cs"/>
          <w:rtl/>
        </w:rPr>
        <w:t>أُ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فهْمه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حكْمته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حُجّته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الاْ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رْض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بلاده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لعباده</w:t>
      </w:r>
      <w:r w:rsidR="008C23A5" w:rsidRPr="00F6323C">
        <w:rPr>
          <w:rtl/>
        </w:rPr>
        <w:t>.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كْرمنا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بكرامته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فضلّنا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بنبيّه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مُحمّدٍ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ص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على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كثيرٍ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ممّنْ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خلق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تفْضيلا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بيّنا</w:t>
      </w:r>
      <w:r w:rsidR="008C23A5" w:rsidRPr="00F6323C">
        <w:rPr>
          <w:rtl/>
        </w:rPr>
        <w:t xml:space="preserve">. </w:t>
      </w:r>
      <w:r w:rsidR="008C23A5" w:rsidRPr="00F6323C">
        <w:rPr>
          <w:rFonts w:hint="cs"/>
          <w:rtl/>
        </w:rPr>
        <w:t>فكذّبْتُمُونا،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كفّرْتُمُونا</w:t>
      </w:r>
      <w:r w:rsidR="008C23A5" w:rsidRPr="00F6323C">
        <w:rPr>
          <w:rtl/>
        </w:rPr>
        <w:t xml:space="preserve">.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ر</w:t>
      </w:r>
      <w:r w:rsidR="001268D6" w:rsidRPr="00F6323C">
        <w:rPr>
          <w:rFonts w:hint="eastAsia"/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يْتُمْ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قتالنا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حلالا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مْوالنا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نهْبا</w:t>
      </w:r>
      <w:r w:rsidR="008C23A5" w:rsidRPr="00F6323C">
        <w:rPr>
          <w:rtl/>
        </w:rPr>
        <w:t xml:space="preserve">. </w:t>
      </w:r>
      <w:r w:rsidR="008C23A5" w:rsidRPr="00F6323C">
        <w:rPr>
          <w:rFonts w:hint="cs"/>
          <w:rtl/>
        </w:rPr>
        <w:t>ك</w:t>
      </w:r>
      <w:r w:rsidR="001268D6" w:rsidRPr="00F6323C">
        <w:rPr>
          <w:rFonts w:hint="eastAsia"/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نّنا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وْلادُ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تُرْكٍ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كإ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بُل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كما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قتلْتُمْ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جدّنا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بالاْْمس،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سُيُوفُكُم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تقْطُرُ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دمائنا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هْل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الْبيْت</w:t>
      </w:r>
      <w:r w:rsidR="008C23A5"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rPr>
          <w:cs/>
          <w:lang w:bidi="bn-IN"/>
        </w:rPr>
        <w:t xml:space="preserve">!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ষড়যন্ত্রকারী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ধোকাবাজরা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সর্বশক্তিমান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পরীক্ষা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পরীক্ষার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মাধ্যমে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জ্ঞান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বিদ্যাকে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আমানতস্বরূপ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জ্ঞান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বিদ্যা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প্রজ্ঞার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আধার।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সমগ্র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বিশ্ববাসীর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সঠিক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প্রমাণ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হুজ্জাত।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প্রাধান্য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মর্য়াদায়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প্রতিষ্ঠিত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প্রত্যাখ্যান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বৈধ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বিধর্মী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অমুসলিম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তুর্কী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কাবুলী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যুদ্ধবন্দী।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যেমনিভাবে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গতকাল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পিতামহের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ঝরিয়েছ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তলোয়ার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ঝরছে।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তোমরা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মিথ্যারোপ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ষড়যন্ত্রে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স্ফুর্তি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উল্লাস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="002B767B">
        <w:rPr>
          <w:lang w:bidi="bn-IN"/>
        </w:rPr>
        <w:t>,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ষড়যন্ত্রকারী।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আনন্দিত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বিপদাপদ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পূর্ব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লিপিবদ্ধ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সহজ।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ক্ষয়ক্ষতির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সম্মুখীন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মনঃক্ষুন্ন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মুনাফা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অর্জন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অযথা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উল্লাসিত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চক্রান্তকারী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উদ্ধতদেরকে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পছন্দ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2B767B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অপেক্ষা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শীঘ্রই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কর্মের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পারস্পরিক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বিবাদ</w:t>
      </w:r>
      <w:r w:rsidRPr="008C23A5">
        <w:t xml:space="preserve">, </w:t>
      </w:r>
      <w:r w:rsidRPr="008C23A5">
        <w:rPr>
          <w:rFonts w:hint="cs"/>
          <w:cs/>
          <w:lang w:bidi="bn-IN"/>
        </w:rPr>
        <w:t>দ্বন্দ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সংঘাতে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="002B767B">
        <w:rPr>
          <w:rFonts w:hint="cs"/>
          <w:cs/>
          <w:lang w:bidi="bn-IN"/>
        </w:rPr>
        <w:t>তোমা</w:t>
      </w:r>
      <w:r w:rsidR="002B767B">
        <w:rPr>
          <w:cs/>
          <w:lang w:bidi="bn-IN"/>
        </w:rPr>
        <w:t>দে</w:t>
      </w:r>
      <w:r w:rsidR="002B767B">
        <w:rPr>
          <w:rFonts w:hint="cs"/>
          <w:cs/>
          <w:lang w:bidi="bn-IN"/>
        </w:rPr>
        <w:t>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তোমরা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নরকের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মহাযন্ত্রনাদায়ক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দগ্ধ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রেখো</w:t>
      </w:r>
      <w:r w:rsidRPr="008C23A5">
        <w:t xml:space="preserve">, </w:t>
      </w:r>
      <w:r w:rsidRPr="008C23A5">
        <w:rPr>
          <w:rFonts w:hint="cs"/>
          <w:cs/>
          <w:lang w:bidi="bn-IN"/>
        </w:rPr>
        <w:t>অত্যাচারী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গোষ্ঠির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অভিশাপ।</w:t>
      </w:r>
    </w:p>
    <w:p w:rsidR="008C23A5" w:rsidRPr="008C23A5" w:rsidRDefault="008C23A5" w:rsidP="00643C1E">
      <w:pPr>
        <w:pStyle w:val="libAr"/>
      </w:pPr>
      <w:r w:rsidRPr="008C23A5">
        <w:rPr>
          <w:rFonts w:hint="eastAsia"/>
          <w:rtl/>
        </w:rPr>
        <w:t>الا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لعنة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عل</w:t>
      </w:r>
      <w:r w:rsidRPr="008C23A5">
        <w:rPr>
          <w:rFonts w:hint="cs"/>
          <w:rtl/>
        </w:rPr>
        <w:t>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القوم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الظالم</w:t>
      </w:r>
      <w:r w:rsidRPr="008C23A5">
        <w:rPr>
          <w:rFonts w:hint="cs"/>
          <w:rtl/>
        </w:rPr>
        <w:t>ی</w:t>
      </w:r>
      <w:r w:rsidRPr="008C23A5">
        <w:rPr>
          <w:rFonts w:hint="eastAsia"/>
          <w:rtl/>
        </w:rPr>
        <w:t>ن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কুফাবাসীগণ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আক্ষেপ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ধনুক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আক্রমণের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অবতীর্ণ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</w:t>
      </w:r>
      <w:r w:rsidRPr="008C23A5">
        <w:t xml:space="preserve">?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পাষাণ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বিবেক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বুদ্ধি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বিবর্জিত</w:t>
      </w:r>
      <w:r w:rsidR="002B767B">
        <w:rPr>
          <w:lang w:bidi="bn-IN"/>
        </w:rPr>
        <w:t>,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শ্রবণশক্তি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শয়তান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ধোকা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বিচ্যুত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অজ্ঞতার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আচ্ছাদন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টেনে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কুফাবাসীগণ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ঝরানোর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অবশ্যই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t>?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="002B767B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ভ্রাতা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তালিব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দম্ভোক্তি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বলেছঃ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1A8C" w:rsidRPr="00541A8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541A8C" w:rsidRPr="00541A8C" w:rsidRDefault="00541A8C" w:rsidP="00541A8C">
            <w:pPr>
              <w:pStyle w:val="libPoem"/>
            </w:pPr>
            <w:r w:rsidRPr="00541A8C">
              <w:rPr>
                <w:rFonts w:hint="cs"/>
                <w:rtl/>
              </w:rPr>
              <w:t>نحن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قتلنا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علیها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و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بنی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علی</w:t>
            </w:r>
            <w:r w:rsidRPr="00541A8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1A8C" w:rsidRPr="00541A8C" w:rsidRDefault="00541A8C" w:rsidP="00541A8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1A8C" w:rsidRPr="00541A8C" w:rsidRDefault="00541A8C" w:rsidP="00541A8C">
            <w:pPr>
              <w:pStyle w:val="libPoem"/>
            </w:pPr>
            <w:r w:rsidRPr="00541A8C">
              <w:rPr>
                <w:rFonts w:hint="cs"/>
                <w:rtl/>
              </w:rPr>
              <w:t>بسیوف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هندیة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و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رماح</w:t>
            </w:r>
            <w:r w:rsidRPr="00541A8C">
              <w:rPr>
                <w:rtl/>
              </w:rPr>
              <w:br/>
              <w:t> </w:t>
            </w:r>
          </w:p>
        </w:tc>
      </w:tr>
    </w:tbl>
    <w:p w:rsidR="00541A8C" w:rsidRPr="00541A8C" w:rsidRDefault="00541A8C" w:rsidP="00541A8C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1A8C" w:rsidRPr="00541A8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541A8C" w:rsidRPr="00541A8C" w:rsidRDefault="00541A8C" w:rsidP="00541A8C">
            <w:pPr>
              <w:pStyle w:val="libPoem"/>
            </w:pPr>
            <w:r w:rsidRPr="00541A8C">
              <w:rPr>
                <w:rFonts w:hint="cs"/>
                <w:rtl/>
              </w:rPr>
              <w:t>وسبینا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نسائهم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سبی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ترک</w:t>
            </w:r>
            <w:r w:rsidRPr="00541A8C">
              <w:rPr>
                <w:rtl/>
              </w:rPr>
              <w:br/>
            </w:r>
            <w:r w:rsidRPr="00541A8C">
              <w:rPr>
                <w:rtl/>
              </w:rPr>
              <w:lastRenderedPageBreak/>
              <w:t> </w:t>
            </w:r>
          </w:p>
        </w:tc>
        <w:tc>
          <w:tcPr>
            <w:tcW w:w="302" w:type="dxa"/>
            <w:shd w:val="clear" w:color="auto" w:fill="auto"/>
          </w:tcPr>
          <w:p w:rsidR="00541A8C" w:rsidRPr="00541A8C" w:rsidRDefault="00541A8C" w:rsidP="00541A8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1A8C" w:rsidRPr="00541A8C" w:rsidRDefault="00541A8C" w:rsidP="00541A8C">
            <w:pPr>
              <w:pStyle w:val="libPoem"/>
            </w:pPr>
            <w:r w:rsidRPr="00541A8C">
              <w:rPr>
                <w:rFonts w:hint="cs"/>
                <w:rtl/>
              </w:rPr>
              <w:t>ونطحناهم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فایّ</w:t>
            </w:r>
            <w:r w:rsidRPr="00541A8C">
              <w:rPr>
                <w:rtl/>
              </w:rPr>
              <w:t xml:space="preserve"> </w:t>
            </w:r>
            <w:r w:rsidRPr="00541A8C">
              <w:rPr>
                <w:rFonts w:hint="cs"/>
                <w:rtl/>
              </w:rPr>
              <w:t>نطاح</w:t>
            </w:r>
            <w:r w:rsidRPr="00541A8C">
              <w:rPr>
                <w:rtl/>
              </w:rPr>
              <w:br/>
            </w:r>
            <w:r w:rsidRPr="00541A8C">
              <w:rPr>
                <w:rtl/>
              </w:rPr>
              <w:lastRenderedPageBreak/>
              <w:t> </w:t>
            </w:r>
          </w:p>
        </w:tc>
      </w:tr>
    </w:tbl>
    <w:p w:rsidR="00541A8C" w:rsidRPr="00541A8C" w:rsidRDefault="00541A8C" w:rsidP="00541A8C"/>
    <w:p w:rsidR="008C23A5" w:rsidRPr="00643C1E" w:rsidRDefault="00541A8C" w:rsidP="00643C1E">
      <w:pPr>
        <w:pStyle w:val="libNormal"/>
      </w:pPr>
      <w:r w:rsidRPr="00F6323C">
        <w:rPr>
          <w:rStyle w:val="libEnChar"/>
        </w:rPr>
        <w:t>“</w:t>
      </w:r>
      <w:r w:rsidR="008C23A5" w:rsidRPr="00643C1E">
        <w:rPr>
          <w:rFonts w:hint="cs"/>
          <w:cs/>
          <w:lang w:bidi="bn-IN"/>
        </w:rPr>
        <w:t>আমারা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ভারতে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নির্মিত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তরবারী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ও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বর্শা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দিয়ে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আলী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ও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তার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বংশধরদেরকে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হত্যা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করেছি।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আমরা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তার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বংশীয়া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মহিলাদেরকে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বিধর্মী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তুর্কী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যুদ্ধবন্দীদের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মত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বন্দী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করেছি।</w:t>
      </w:r>
      <w:r w:rsidR="008C23A5" w:rsidRPr="00643C1E">
        <w:rPr>
          <w:rFonts w:hint="eastAsia"/>
        </w:rPr>
        <w:t>”</w:t>
      </w:r>
      <w:r w:rsidR="008C23A5" w:rsidRPr="00643C1E">
        <w:t xml:space="preserve"> </w:t>
      </w:r>
      <w:r w:rsidR="008C23A5" w:rsidRPr="00643C1E">
        <w:rPr>
          <w:rFonts w:hint="cs"/>
          <w:cs/>
          <w:lang w:bidi="bn-IN"/>
        </w:rPr>
        <w:t>ঐ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সব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পুণ্যাত্মা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যাদেরকে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মহান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আল্লাহ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সব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ধরনের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পাপ</w:t>
      </w:r>
      <w:r w:rsidR="008C23A5" w:rsidRPr="00643C1E">
        <w:rPr>
          <w:cs/>
          <w:lang w:bidi="bn-IN"/>
        </w:rPr>
        <w:t>-</w:t>
      </w:r>
      <w:r w:rsidR="008C23A5" w:rsidRPr="00643C1E">
        <w:rPr>
          <w:rFonts w:hint="cs"/>
          <w:cs/>
          <w:lang w:bidi="bn-IN"/>
        </w:rPr>
        <w:t>পংকিলতা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থেকে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পবিত্র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দিয়েছেন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তাদেরকে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হত্যা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ব্যক্তি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গর্ব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ও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আনন্দ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উল্লাস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করছে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তার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মুখে</w:t>
      </w:r>
      <w:r w:rsidR="008C23A5" w:rsidRPr="00643C1E">
        <w:rPr>
          <w:cs/>
          <w:lang w:bidi="bn-IN"/>
        </w:rPr>
        <w:t xml:space="preserve"> (</w:t>
      </w:r>
      <w:r w:rsidR="008C23A5" w:rsidRPr="00643C1E">
        <w:rPr>
          <w:rFonts w:hint="cs"/>
          <w:cs/>
          <w:lang w:bidi="bn-IN"/>
        </w:rPr>
        <w:t>কলংকের</w:t>
      </w:r>
      <w:r w:rsidR="008C23A5" w:rsidRPr="00643C1E">
        <w:rPr>
          <w:cs/>
          <w:lang w:bidi="bn-IN"/>
        </w:rPr>
        <w:t xml:space="preserve">) </w:t>
      </w:r>
      <w:r w:rsidR="008C23A5" w:rsidRPr="00643C1E">
        <w:rPr>
          <w:rFonts w:hint="cs"/>
          <w:cs/>
          <w:lang w:bidi="bn-IN"/>
        </w:rPr>
        <w:t>প্রস্তর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ও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ধুলো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নিক্ষিপ্ত</w:t>
      </w:r>
      <w:r w:rsidR="008C23A5" w:rsidRPr="00643C1E">
        <w:rPr>
          <w:cs/>
          <w:lang w:bidi="bn-IN"/>
        </w:rPr>
        <w:t>-</w:t>
      </w:r>
      <w:r w:rsidR="008C23A5" w:rsidRPr="00643C1E">
        <w:rPr>
          <w:rFonts w:hint="cs"/>
          <w:cs/>
          <w:lang w:bidi="bn-IN"/>
        </w:rPr>
        <w:t>প্রক্ষিপ্ত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হোক।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হে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অপবিত্র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ব্যক্তি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তুই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তোর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ক্রোধাগ্নি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গলাধঃকরণ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তোর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পিতা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যেমনিভাবে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বসেছিল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তদ্রুপ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কুকুরের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মত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তোর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আপন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জায়গায়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বসে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পড়।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ব্যক্তি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যেমন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কর্ম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করবে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তেমন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প্রতিফলও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সে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প্রাপ্ত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হবে।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তোমাদের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জন্য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আক্ষেপ</w:t>
      </w:r>
      <w:r w:rsidR="008C23A5" w:rsidRPr="00643C1E">
        <w:rPr>
          <w:cs/>
          <w:lang w:bidi="bn-IN"/>
        </w:rPr>
        <w:t xml:space="preserve">. </w:t>
      </w:r>
      <w:r w:rsidR="008C23A5" w:rsidRPr="00643C1E">
        <w:rPr>
          <w:rFonts w:hint="cs"/>
          <w:cs/>
          <w:lang w:bidi="bn-IN"/>
        </w:rPr>
        <w:t>মহান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আল্লাহ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আমাদেরকে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যে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জন্য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সকলের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উপর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শ্রেষ্ঠত্ব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দিয়েছেন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সে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জন্য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তোমরা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আমাদের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সাথে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হিংসা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করছ</w:t>
      </w:r>
      <w:r w:rsidR="008C23A5" w:rsidRPr="00643C1E">
        <w:rPr>
          <w:cs/>
          <w:lang w:bidi="bn-IN"/>
        </w:rPr>
        <w:t xml:space="preserve"> </w:t>
      </w:r>
      <w:r w:rsidR="008C23A5" w:rsidRPr="00643C1E">
        <w:rPr>
          <w:rFonts w:hint="cs"/>
          <w:cs/>
          <w:lang w:bidi="bn-IN"/>
        </w:rPr>
        <w:t>বলে।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19C6" w:rsidRPr="00541A8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19C6" w:rsidRPr="00541A8C" w:rsidRDefault="009D19C6" w:rsidP="00F6323C">
            <w:pPr>
              <w:pStyle w:val="libPoem"/>
            </w:pPr>
            <w:r w:rsidRPr="00643C1E">
              <w:rPr>
                <w:rFonts w:hint="cs"/>
                <w:rtl/>
              </w:rPr>
              <w:t>فما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ذنبنا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إن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جاش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دهرا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بحورنا</w:t>
            </w:r>
            <w:r w:rsidRPr="00541A8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19C6" w:rsidRPr="00541A8C" w:rsidRDefault="009D19C6" w:rsidP="00F6323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19C6" w:rsidRPr="00541A8C" w:rsidRDefault="009D19C6" w:rsidP="00F6323C">
            <w:pPr>
              <w:pStyle w:val="libPoem"/>
            </w:pPr>
            <w:r w:rsidRPr="00643C1E">
              <w:rPr>
                <w:rFonts w:hint="cs"/>
                <w:rtl/>
              </w:rPr>
              <w:t>وبحرک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ساج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ما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یواری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الدعا</w:t>
            </w:r>
            <w:r w:rsidRPr="00643C1E">
              <w:rPr>
                <w:rtl/>
              </w:rPr>
              <w:t xml:space="preserve"> </w:t>
            </w:r>
            <w:r w:rsidRPr="00643C1E">
              <w:rPr>
                <w:rFonts w:hint="cs"/>
                <w:rtl/>
              </w:rPr>
              <w:t>مصا</w:t>
            </w:r>
            <w:r w:rsidRPr="00541A8C">
              <w:rPr>
                <w:rtl/>
              </w:rPr>
              <w:br/>
              <w:t> </w:t>
            </w:r>
          </w:p>
        </w:tc>
      </w:tr>
    </w:tbl>
    <w:p w:rsidR="009D19C6" w:rsidRPr="00541A8C" w:rsidRDefault="009D19C6" w:rsidP="009D19C6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গুণাবলী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কালজয়ী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অপরাধ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কুকীর্তিসমূহ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</w:t>
      </w:r>
      <w:r w:rsidRPr="008C23A5">
        <w:rPr>
          <w:cs/>
          <w:lang w:bidi="bn-IN"/>
        </w:rPr>
        <w:t xml:space="preserve"> </w:t>
      </w:r>
      <w:r w:rsidR="00912F88">
        <w:rPr>
          <w:rFonts w:hint="cs"/>
          <w:cs/>
          <w:lang w:bidi="bn-IN"/>
        </w:rPr>
        <w:t>গোপন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</w:p>
    <w:p w:rsidR="008C23A5" w:rsidRPr="008C23A5" w:rsidRDefault="008C23A5" w:rsidP="00643C1E">
      <w:pPr>
        <w:pStyle w:val="libAr"/>
      </w:pPr>
      <w:r w:rsidRPr="008C23A5">
        <w:rPr>
          <w:rFonts w:hint="eastAsia"/>
          <w:rtl/>
        </w:rPr>
        <w:t>ذلك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فضْلُ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يُؤ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تيه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يش</w:t>
      </w:r>
      <w:r w:rsidR="00F62D24">
        <w:rPr>
          <w:rFonts w:hint="eastAsia"/>
          <w:rtl/>
        </w:rPr>
        <w:t>أُ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ذُوالْفضْل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الْعظيم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لمْ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يجْعل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اللّهُ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نُورا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فما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لهُ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منْ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نُور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অনুগ্রহ।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ইচ্ছা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অনুগ্রহ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তিনিইতো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অনুগ্রহের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মালিক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হেদায়তের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আলো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হেদায়তের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আলোর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সন্ধান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সুগরার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পুণ্যাত্মাদের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কলিজাকে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দুঃখ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বেদনা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ভস্মীভূত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থামুন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="00B31AC5">
        <w:rPr>
          <w:rFonts w:hint="cs"/>
          <w:cs/>
          <w:lang w:bidi="bn-IN"/>
        </w:rPr>
        <w:t>অতঃপর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সুগরা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9D19C6">
      <w:pPr>
        <w:pStyle w:val="Heading2Center"/>
      </w:pPr>
      <w:bookmarkStart w:id="82" w:name="_Toc501196979"/>
      <w:bookmarkStart w:id="83" w:name="_Toc501222489"/>
      <w:r w:rsidRPr="008C23A5">
        <w:rPr>
          <w:rFonts w:hint="cs"/>
          <w:cs/>
          <w:lang w:bidi="bn-IN"/>
        </w:rPr>
        <w:lastRenderedPageBreak/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কুলসুমের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bookmarkEnd w:id="82"/>
      <w:bookmarkEnd w:id="83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বর্ণনাকারী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কুলসুম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উচ্চস্বরে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ক্রন্দনরত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হাওদার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উপবিষ্টাবস্থায়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দেনঃ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t>فقالتْ</w:t>
      </w:r>
      <w:r w:rsidRPr="00F6323C">
        <w:rPr>
          <w:rtl/>
        </w:rPr>
        <w:t xml:space="preserve">: </w:t>
      </w:r>
      <w:r w:rsidRPr="00F6323C">
        <w:rPr>
          <w:rFonts w:hint="cs"/>
          <w:rtl/>
        </w:rPr>
        <w:t>يا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هْل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الْكُوفة،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سُوْءا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لكُمْ،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لكُمْ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خذلْتُمْ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حُسيْنا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قتلْتُمُوُهُ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انْتهبْتُمْ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مْوالهُ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ورثْتُمُوهُ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سبيْتُمْ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نس</w:t>
      </w:r>
      <w:r w:rsidR="001268D6" w:rsidRPr="00F6323C">
        <w:rPr>
          <w:rFonts w:hint="eastAsia"/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هُ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نكبْتُمُوهُ؟</w:t>
      </w:r>
      <w:r w:rsidRPr="00F6323C">
        <w:rPr>
          <w:rtl/>
        </w:rPr>
        <w:t xml:space="preserve">! </w:t>
      </w:r>
      <w:r w:rsidRPr="00F6323C">
        <w:rPr>
          <w:rFonts w:hint="cs"/>
          <w:rtl/>
        </w:rPr>
        <w:t>فتبّا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لكُمْ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سُحْقا</w:t>
      </w:r>
      <w:r w:rsidRPr="00F6323C">
        <w:rPr>
          <w:rtl/>
        </w:rPr>
        <w:t xml:space="preserve">. </w:t>
      </w:r>
      <w:r w:rsidRPr="00F6323C">
        <w:rPr>
          <w:rFonts w:hint="cs"/>
          <w:rtl/>
        </w:rPr>
        <w:t>ويْلكُمْ،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تدْرون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يُّ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دواةٍ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دهتْكُمْ؟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يّ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وزْرٍ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ظُهُوركُمْ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حملْتُمْ؟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يّ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دم</w:t>
      </w:r>
      <w:r w:rsidR="00F62D24">
        <w:rPr>
          <w:rFonts w:hint="cs"/>
          <w:rtl/>
        </w:rPr>
        <w:t xml:space="preserve"> أ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سفكْتُمُوها؟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قتلْتُمْ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خيْر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رجالاتٍ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بعْد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النّبيّ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ص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نُزعت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الرّحْمةُ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منْ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قُلُوبكُمْ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لا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انّ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حُزْب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اللّه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هُمُ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الغالبُون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حزْبُ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الشيْطان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هُمُ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الْخاسرُون</w:t>
      </w:r>
      <w:r w:rsidRPr="008C23A5">
        <w:t>.</w:t>
      </w:r>
    </w:p>
    <w:p w:rsidR="008C23A5" w:rsidRPr="008C23A5" w:rsidRDefault="008C23A5" w:rsidP="00912F88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কুফাবাসীগণ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খারাপ।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অপদস্ত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স্ত্রী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কন্যাদেরকে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এতসব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কাদছো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আক্ষেপ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অমঙ্গল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="00912F88">
        <w:rPr>
          <w:rFonts w:hint="cs"/>
          <w:cs/>
          <w:lang w:bidi="bn-IN"/>
        </w:rPr>
        <w:t>তেম</w:t>
      </w:r>
      <w:r w:rsidR="00912F88">
        <w:rPr>
          <w:cs/>
          <w:lang w:bidi="bn-IN"/>
        </w:rPr>
        <w:t>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ঝরিয়েছ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অন্তঃপুর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বাসিনীদেরকে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জনসমক্ষে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এনেছ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="00912F88">
        <w:rPr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অলংকারসমূহ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বলপূর্বক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মর্যাদার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জেনে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সফলকাম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শয়তানের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দলই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ক্ষতিগ্রস্থ।</w:t>
      </w:r>
      <w:r w:rsidRPr="008C23A5">
        <w:rPr>
          <w:cs/>
          <w:lang w:bidi="bn-IN"/>
        </w:rPr>
        <w:t xml:space="preserve"> </w:t>
      </w:r>
      <w:r w:rsidR="00B31AC5">
        <w:rPr>
          <w:rFonts w:hint="cs"/>
          <w:cs/>
          <w:lang w:bidi="bn-IN"/>
        </w:rPr>
        <w:t>অতঃপর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নিম্নোক্ত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আবৃত্তি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</w:p>
    <w:p w:rsidR="009D19C6" w:rsidRPr="00F6323C" w:rsidRDefault="009D19C6" w:rsidP="00F6323C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19C6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قتلْتُمْ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أخى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صبْرا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فويْلٌ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لامّكُمُ</w:t>
            </w:r>
            <w:r w:rsidRPr="000D0F1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19C6" w:rsidRPr="000D0F19" w:rsidRDefault="009D19C6" w:rsidP="000D0F19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ستُجْزوْن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نارا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حرُّها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يتوقّدُ</w:t>
            </w:r>
            <w:r w:rsidRPr="000D0F19">
              <w:rPr>
                <w:rtl/>
              </w:rPr>
              <w:br/>
              <w:t> </w:t>
            </w:r>
          </w:p>
        </w:tc>
      </w:tr>
    </w:tbl>
    <w:p w:rsidR="009D19C6" w:rsidRPr="000D0F19" w:rsidRDefault="009D19C6" w:rsidP="000D0F1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19C6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سفكْتُمْ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دم</w:t>
            </w:r>
            <w:r w:rsidR="00F62D24">
              <w:rPr>
                <w:rFonts w:hint="eastAsia"/>
                <w:rtl/>
              </w:rPr>
              <w:t xml:space="preserve"> أ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حرّم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اللّهُ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سفْكها</w:t>
            </w:r>
            <w:r w:rsidRPr="000D0F1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19C6" w:rsidRPr="000D0F19" w:rsidRDefault="009D19C6" w:rsidP="000D0F19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و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حرّمها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الْقُرآنُ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ثُمّ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مُحمّدُ</w:t>
            </w:r>
            <w:r w:rsidRPr="000D0F19">
              <w:rPr>
                <w:rtl/>
              </w:rPr>
              <w:br/>
              <w:t> </w:t>
            </w:r>
          </w:p>
        </w:tc>
      </w:tr>
    </w:tbl>
    <w:p w:rsidR="009D19C6" w:rsidRPr="000D0F19" w:rsidRDefault="009D19C6" w:rsidP="000D0F1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19C6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ألا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ف</w:t>
            </w:r>
            <w:r w:rsidR="00F62D24">
              <w:rPr>
                <w:rFonts w:hint="eastAsia"/>
                <w:rtl/>
              </w:rPr>
              <w:t xml:space="preserve"> أ</w:t>
            </w:r>
            <w:r w:rsidRPr="000D0F19">
              <w:rPr>
                <w:rFonts w:hint="eastAsia"/>
                <w:rtl/>
              </w:rPr>
              <w:t>بْشروا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بالنّار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انّكُمْ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غدا</w:t>
            </w:r>
            <w:r w:rsidRPr="000D0F19">
              <w:rPr>
                <w:rtl/>
              </w:rPr>
              <w:br/>
            </w:r>
            <w:r w:rsidRPr="000D0F19">
              <w:rPr>
                <w:rtl/>
              </w:rPr>
              <w:lastRenderedPageBreak/>
              <w:t> </w:t>
            </w:r>
          </w:p>
        </w:tc>
        <w:tc>
          <w:tcPr>
            <w:tcW w:w="302" w:type="dxa"/>
            <w:shd w:val="clear" w:color="auto" w:fill="auto"/>
          </w:tcPr>
          <w:p w:rsidR="009D19C6" w:rsidRPr="000D0F19" w:rsidRDefault="009D19C6" w:rsidP="000D0F19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لفى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سقرٍ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حقّا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يقينا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تخلّدُوا</w:t>
            </w:r>
            <w:r w:rsidRPr="000D0F19">
              <w:rPr>
                <w:rtl/>
              </w:rPr>
              <w:br/>
            </w:r>
            <w:r w:rsidRPr="000D0F19">
              <w:rPr>
                <w:rtl/>
              </w:rPr>
              <w:lastRenderedPageBreak/>
              <w:t> </w:t>
            </w:r>
          </w:p>
        </w:tc>
      </w:tr>
    </w:tbl>
    <w:p w:rsidR="009D19C6" w:rsidRPr="000D0F19" w:rsidRDefault="009D19C6" w:rsidP="000D0F1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19C6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و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0D0F19">
              <w:rPr>
                <w:rFonts w:hint="eastAsia"/>
                <w:rtl/>
              </w:rPr>
              <w:t>نّى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لابْكى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فى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حياتى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على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أخى</w:t>
            </w:r>
            <w:r w:rsidRPr="000D0F1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19C6" w:rsidRPr="000D0F19" w:rsidRDefault="009D19C6" w:rsidP="000D0F19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19C6" w:rsidRPr="000D0F19" w:rsidRDefault="009D19C6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على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خيْر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منْ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بعْد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النّبيّ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سيُولدُ</w:t>
            </w:r>
            <w:r w:rsidRPr="000D0F19">
              <w:rPr>
                <w:rtl/>
              </w:rPr>
              <w:br/>
              <w:t> </w:t>
            </w:r>
          </w:p>
        </w:tc>
      </w:tr>
    </w:tbl>
    <w:p w:rsidR="009D19C6" w:rsidRPr="000D0F19" w:rsidRDefault="009D19C6" w:rsidP="000D0F1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9D19C6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9D19C6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بدمْعٍ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غريزٍ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مُسْتهلٍّ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مُكفْكفٍ</w:t>
            </w:r>
            <w:r w:rsidR="009D19C6" w:rsidRPr="000D0F1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9D19C6" w:rsidRPr="000D0F19" w:rsidRDefault="009D19C6" w:rsidP="000D0F19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9D19C6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على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الْخدّ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منّى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دائما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ليْس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يُحْمدُ</w:t>
            </w:r>
            <w:r w:rsidR="009D19C6" w:rsidRPr="000D0F19">
              <w:rPr>
                <w:rtl/>
              </w:rPr>
              <w:br/>
              <w:t> </w:t>
            </w:r>
          </w:p>
        </w:tc>
      </w:tr>
    </w:tbl>
    <w:p w:rsidR="009D19C6" w:rsidRPr="000D0F19" w:rsidRDefault="009D19C6" w:rsidP="000D0F19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ভ্রাতাকে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আক্ষেপ</w:t>
      </w:r>
      <w:r w:rsidRPr="008C23A5">
        <w:t>,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শীঘ্রই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দগ্ধ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t>,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কোরআন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ঝরানো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হারাম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রক্তই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ঝরিয়েছ।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নরকাগ্নির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নিশ্চয়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নরকাগ্নিতে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চিরকাল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দগ্ধ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ভ্রাতা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মঙ্গলের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সারাটা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ক্রন্দন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গন্ডদেশ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প্রবাহিত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অশ্রু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শুকাবে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কেশমালা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এলোমেলো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মেখেছিল।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মুখমণ্ডলে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থাপ্পর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ফরিয়াদ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="00E853CB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ওয়াওয়াইলা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বলছিল।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পুরুষরা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ঐদিনের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অধিক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যায়নি।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0D0F19">
      <w:pPr>
        <w:pStyle w:val="Heading2Center"/>
      </w:pPr>
      <w:bookmarkStart w:id="84" w:name="_Toc501196980"/>
      <w:bookmarkStart w:id="85" w:name="_Toc501222490"/>
      <w:r w:rsidRPr="008C23A5">
        <w:rPr>
          <w:rFonts w:hint="cs"/>
          <w:cs/>
          <w:lang w:bidi="bn-IN"/>
        </w:rPr>
        <w:lastRenderedPageBreak/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bookmarkEnd w:id="84"/>
      <w:bookmarkEnd w:id="85"/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ফাতেমা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সুগরার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নীরবতা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অবলম্বন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নীরব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গুণকীর্তন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দরুদ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  <w:r w:rsidRPr="008C23A5">
        <w:rPr>
          <w:cs/>
          <w:lang w:bidi="bn-IN"/>
        </w:rPr>
        <w:t xml:space="preserve"> </w:t>
      </w:r>
    </w:p>
    <w:p w:rsidR="008C23A5" w:rsidRPr="008C23A5" w:rsidRDefault="001268D6" w:rsidP="00F6323C">
      <w:pPr>
        <w:pStyle w:val="libAr"/>
      </w:pP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يُّها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النّاسُ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عرفنى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فقدْ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عرفنى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يعْرفْنى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</w:t>
      </w:r>
      <w:r w:rsidRPr="00F6323C">
        <w:rPr>
          <w:rFonts w:hint="eastAsia"/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نا</w:t>
      </w:r>
      <w:r w:rsidR="008C23A5" w:rsidRPr="00F6323C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="008C23A5" w:rsidRPr="00F6323C">
        <w:rPr>
          <w:rFonts w:hint="cs"/>
          <w:rtl/>
        </w:rPr>
        <w:t>عرّفُهُ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بنفْسى</w:t>
      </w:r>
      <w:r w:rsidR="008C23A5" w:rsidRPr="00F6323C">
        <w:rPr>
          <w:rtl/>
        </w:rPr>
        <w:t xml:space="preserve"> :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عليُّ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بْنُ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الْحُسيْن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بْن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عليّ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بْن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بي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طالبٍ</w:t>
      </w:r>
      <w:r w:rsidR="008C23A5" w:rsidRPr="00F6323C">
        <w:rPr>
          <w:rtl/>
        </w:rPr>
        <w:t>.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ابْنُ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الْمذْبُوح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بشطّ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الْفُرات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غيْر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ذحْلٍ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تراتٍ</w:t>
      </w:r>
      <w:r w:rsidR="008C23A5" w:rsidRPr="00F6323C">
        <w:rPr>
          <w:rtl/>
        </w:rPr>
        <w:t>.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ابْنُ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انْتُهك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حريمُهُ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سُلب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نعيمُهُ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وانْتُهب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مالُهُ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سُبى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عيالُهُ</w:t>
      </w:r>
      <w:r w:rsidR="008C23A5" w:rsidRPr="00F6323C">
        <w:rPr>
          <w:rtl/>
        </w:rPr>
        <w:t>.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ابْنُ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قُتل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صبْرا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كفى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بذلك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فخْرا</w:t>
      </w:r>
      <w:r w:rsidR="008C23A5" w:rsidRPr="00F6323C">
        <w:rPr>
          <w:rtl/>
        </w:rPr>
        <w:t>.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يُّها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النّاسُ،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ناشدْتُكُمُ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هلْ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تعْلمُون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نّكُمْ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كتبْتُمْ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الى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بى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خدعْتُمُوهُ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عْطيْتُمُوهُ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9D6522" w:rsidRPr="00F6323C">
        <w:rPr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نْفُسكُمْ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الْعهْد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والْميثاق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والْبيْعة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قاتلْتمُوهُ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خذلْتُمُوهُ؟</w:t>
      </w:r>
      <w:r w:rsidR="008C23A5" w:rsidRPr="00F6323C">
        <w:rPr>
          <w:rtl/>
        </w:rPr>
        <w:t xml:space="preserve">! </w:t>
      </w:r>
      <w:r w:rsidR="008C23A5" w:rsidRPr="00F6323C">
        <w:rPr>
          <w:rFonts w:hint="cs"/>
          <w:rtl/>
        </w:rPr>
        <w:t>فتبّا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لما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قدّمْتُمْ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لانْفُسكُمْ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سوْءا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لر</w:t>
      </w:r>
      <w:r w:rsidR="00F62D24">
        <w:rPr>
          <w:rFonts w:hint="cs"/>
          <w:rtl/>
        </w:rPr>
        <w:t xml:space="preserve"> أ</w:t>
      </w:r>
      <w:r w:rsidR="008C23A5" w:rsidRPr="00F6323C">
        <w:rPr>
          <w:rFonts w:hint="cs"/>
          <w:rtl/>
        </w:rPr>
        <w:t>يكُمْ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ب</w:t>
      </w:r>
      <w:r w:rsidRPr="00F6323C">
        <w:rPr>
          <w:rFonts w:hint="eastAsia"/>
          <w:rtl/>
        </w:rPr>
        <w:t xml:space="preserve"> </w:t>
      </w:r>
      <w:r w:rsidRPr="00F6323C">
        <w:rPr>
          <w:rFonts w:hint="cs"/>
          <w:rtl/>
        </w:rPr>
        <w:t>أ</w:t>
      </w:r>
      <w:r w:rsidR="008C23A5" w:rsidRPr="00F6323C">
        <w:rPr>
          <w:rFonts w:hint="cs"/>
          <w:rtl/>
        </w:rPr>
        <w:t>يّة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عيْنٍ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تنْظُرون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رسول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اللّه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ص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اذْ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يقُولُ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لكُمْ</w:t>
      </w:r>
      <w:r w:rsidR="008C23A5" w:rsidRPr="00F6323C">
        <w:rPr>
          <w:rtl/>
        </w:rPr>
        <w:t xml:space="preserve">: </w:t>
      </w:r>
      <w:r w:rsidR="008C23A5" w:rsidRPr="00F6323C">
        <w:rPr>
          <w:rFonts w:hint="cs"/>
          <w:rtl/>
        </w:rPr>
        <w:t>قتلْتُمْ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عتْرتى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وانْتهكْتُمْ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حُرْمتى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فلسْتُمْ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منْ</w:t>
      </w:r>
      <w:r w:rsidR="008C23A5" w:rsidRPr="00F6323C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="008C23A5" w:rsidRPr="00F6323C">
        <w:rPr>
          <w:rFonts w:hint="cs"/>
          <w:rtl/>
        </w:rPr>
        <w:t>مّتى</w:t>
      </w:r>
      <w:r w:rsidR="008C23A5" w:rsidRPr="00F6323C">
        <w:rPr>
          <w:rtl/>
        </w:rPr>
        <w:t xml:space="preserve"> </w:t>
      </w:r>
      <w:r w:rsidR="008C23A5" w:rsidRPr="00F6323C">
        <w:rPr>
          <w:rFonts w:hint="cs"/>
          <w:rtl/>
        </w:rPr>
        <w:t>؟</w:t>
      </w:r>
      <w:r w:rsidR="008C23A5" w:rsidRPr="008C23A5">
        <w:t>!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নতুন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পরিচিতি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প্রয়োজন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পরিচিতি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তালিব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সম্ভ্রম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পদদলিত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লুন্ঠন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পরিবার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পরিজনকে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ফোরাত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অনেক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যাতনা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এটাই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গৌরববোধের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যথেষ্ট।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লোকসকল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তোমরাইতো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ষড়যন্ত্র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চক্রান্ত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!!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প্রতিজ্ঞাবদ্ধ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হয়েছিলে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বায়াত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পাথেয়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পরকালের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সঞ্চয়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দৃষ্টিভঙ্গি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আকীদা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বিশ্বাস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মন্দ।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কিয়ামতের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তোমারা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দৌহিত্রকে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সম্ভ্রম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পদদলিত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অন্তর্ভূক্ত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নও।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দিবে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একথাগুলো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চারিদিকে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তোমার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ধ্বংস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rFonts w:hint="eastAsia"/>
        </w:rPr>
        <w:t>”</w:t>
      </w:r>
      <w:r w:rsidRPr="008C23A5">
        <w:t xml:space="preserve">?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>,</w:t>
      </w:r>
    </w:p>
    <w:p w:rsidR="008C23A5" w:rsidRPr="008C23A5" w:rsidRDefault="008C23A5" w:rsidP="00F6323C">
      <w:pPr>
        <w:pStyle w:val="libAr"/>
      </w:pPr>
      <w:r w:rsidRPr="008C23A5">
        <w:t>"</w:t>
      </w:r>
      <w:r w:rsidRPr="00F6323C">
        <w:rPr>
          <w:rFonts w:hint="cs"/>
          <w:rtl/>
        </w:rPr>
        <w:t>رحم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عبدا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قبل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نصیحتی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وحفظ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وصیتی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رسوله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و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اهل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بیته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فانّ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لنا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رسول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الله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اسرة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حسنة</w:t>
      </w:r>
      <w:r w:rsidRPr="008C23A5">
        <w:t xml:space="preserve">" </w:t>
      </w:r>
    </w:p>
    <w:p w:rsidR="008C23A5" w:rsidRPr="008C23A5" w:rsidRDefault="008C23A5" w:rsidP="00643C1E">
      <w:pPr>
        <w:pStyle w:val="libNormal"/>
      </w:pPr>
      <w:proofErr w:type="gramStart"/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করুন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রাসূল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proofErr w:type="gramEnd"/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সংক্রান্ত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নসিহত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সংরক্ষণ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bn-IN"/>
        </w:rPr>
        <w:t>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আদর্শ।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ওয়াদা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কখনোই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ফিরিয়ে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সন্ধি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সন্ধি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বদলা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চাইব।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জুলুম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সম্পর্কচ্ছেদ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বক্তব্য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চক্রান্তকারী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গাদ্দারেরা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দূর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চক্রান্ত</w:t>
      </w:r>
      <w:r w:rsidRPr="008C23A5">
        <w:t xml:space="preserve">, </w:t>
      </w:r>
      <w:r w:rsidRPr="008C23A5">
        <w:rPr>
          <w:rFonts w:hint="cs"/>
          <w:cs/>
          <w:lang w:bidi="bn-IN"/>
        </w:rPr>
        <w:t>ষড়যন্ত্র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দাগাবাজী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গুণই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সেরূপ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চাচ্ছ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t xml:space="preserve">, </w:t>
      </w:r>
      <w:r w:rsidRPr="008C23A5">
        <w:rPr>
          <w:rFonts w:hint="cs"/>
          <w:cs/>
          <w:lang w:bidi="bn-IN"/>
        </w:rPr>
        <w:t>এধরনের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তোমাদের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সম্ভব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সৃষ্টি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আরোগ্য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লাভ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পিতামহ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>)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বিপদাপদের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ভুলে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যাইনি।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স্মৃতি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জাগরুক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বক্ষদেশকে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শ্বাসরুদ্ধ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এতটুকুই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প্রত্যাশা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লড়াইও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আবৃত্তি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D0F19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0D0F19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لا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غروان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قتل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الحس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فش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خه</w:t>
            </w:r>
            <w:r w:rsidRPr="000D0F19">
              <w:rPr>
                <w:rtl/>
              </w:rPr>
              <w:br/>
            </w:r>
            <w:r w:rsidRPr="000D0F19">
              <w:rPr>
                <w:rtl/>
              </w:rPr>
              <w:lastRenderedPageBreak/>
              <w:t> </w:t>
            </w:r>
          </w:p>
        </w:tc>
        <w:tc>
          <w:tcPr>
            <w:tcW w:w="302" w:type="dxa"/>
            <w:shd w:val="clear" w:color="auto" w:fill="auto"/>
          </w:tcPr>
          <w:p w:rsidR="000D0F19" w:rsidRPr="000D0F19" w:rsidRDefault="000D0F19" w:rsidP="000D0F19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D0F19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قد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کان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خ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را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من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حس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و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اکرما</w:t>
            </w:r>
            <w:r w:rsidRPr="000D0F19">
              <w:rPr>
                <w:rtl/>
              </w:rPr>
              <w:br/>
            </w:r>
            <w:r w:rsidRPr="000D0F19">
              <w:rPr>
                <w:rtl/>
              </w:rPr>
              <w:lastRenderedPageBreak/>
              <w:t> </w:t>
            </w:r>
          </w:p>
        </w:tc>
      </w:tr>
    </w:tbl>
    <w:p w:rsidR="000D0F19" w:rsidRPr="000D0F19" w:rsidRDefault="000D0F19" w:rsidP="000D0F1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D0F19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0D0F19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فلا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تقرحو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ا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اهل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کوفان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بالذ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D0F19" w:rsidRPr="000D0F19" w:rsidRDefault="000D0F19" w:rsidP="000D0F19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D0F19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اص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ب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حس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کان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ذالک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اعظما</w:t>
            </w:r>
            <w:r w:rsidRPr="000D0F19">
              <w:rPr>
                <w:rtl/>
              </w:rPr>
              <w:br/>
              <w:t> </w:t>
            </w:r>
          </w:p>
        </w:tc>
      </w:tr>
    </w:tbl>
    <w:p w:rsidR="000D0F19" w:rsidRPr="000D0F19" w:rsidRDefault="000D0F19" w:rsidP="000D0F1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D0F19" w:rsidRPr="000D0F19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0D0F19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قت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Fonts w:hint="eastAsia"/>
                <w:rtl/>
              </w:rPr>
              <w:t>ل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بشط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النهر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روح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فدائه</w:t>
            </w:r>
            <w:r w:rsidRPr="000D0F1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D0F19" w:rsidRPr="000D0F19" w:rsidRDefault="000D0F19" w:rsidP="000D0F19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D0F19" w:rsidRPr="000D0F19" w:rsidRDefault="000D0F19" w:rsidP="000D0F19">
            <w:pPr>
              <w:pStyle w:val="libPoem"/>
            </w:pPr>
            <w:r w:rsidRPr="000D0F19">
              <w:rPr>
                <w:rFonts w:hint="eastAsia"/>
                <w:rtl/>
              </w:rPr>
              <w:t>جز</w:t>
            </w:r>
            <w:r w:rsidR="00F62D24">
              <w:rPr>
                <w:rFonts w:hint="eastAsia"/>
                <w:rtl/>
              </w:rPr>
              <w:t xml:space="preserve"> أ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الذ</w:t>
            </w:r>
            <w:r w:rsidRPr="000D0F19">
              <w:rPr>
                <w:rFonts w:hint="cs"/>
                <w:rtl/>
              </w:rPr>
              <w:t>ی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اراده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نار</w:t>
            </w:r>
            <w:r w:rsidRPr="000D0F19">
              <w:rPr>
                <w:rtl/>
              </w:rPr>
              <w:t xml:space="preserve"> </w:t>
            </w:r>
            <w:r w:rsidRPr="000D0F19">
              <w:rPr>
                <w:rFonts w:hint="eastAsia"/>
                <w:rtl/>
              </w:rPr>
              <w:t>حهنّما</w:t>
            </w:r>
            <w:r w:rsidRPr="000D0F19">
              <w:rPr>
                <w:rtl/>
              </w:rPr>
              <w:br/>
              <w:t> </w:t>
            </w:r>
          </w:p>
        </w:tc>
      </w:tr>
    </w:tbl>
    <w:p w:rsidR="000D0F19" w:rsidRDefault="000D0F19" w:rsidP="00643C1E">
      <w:pPr>
        <w:pStyle w:val="libNormal"/>
        <w:rPr>
          <w:lang w:bidi="bn-IN"/>
        </w:rPr>
      </w:pP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অর্থাৎ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আশ্চর্য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তালিব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শ্রেষ্ঠ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কুফাবাসীরা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খুশী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বিপদসমূহ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অপেক্ষা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ভয়ংকর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ফোরাত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তীরে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শহীদ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চরণতলে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উৎসর্গ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হত্যাকারীদের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পুরস্কার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নরকাগ্নি।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উপরোক্ত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পংক্তিগুলো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আবৃত্তি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পংক্তিটিও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আবৃত্তি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D0F19" w:rsidRPr="00774677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0D0F19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رض</w:t>
            </w:r>
            <w:r w:rsidRPr="00774677">
              <w:rPr>
                <w:rFonts w:hint="cs"/>
                <w:rtl/>
              </w:rPr>
              <w:t>ی</w:t>
            </w:r>
            <w:r w:rsidRPr="00774677">
              <w:rPr>
                <w:rFonts w:hint="eastAsia"/>
                <w:rtl/>
              </w:rPr>
              <w:t>نا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منکم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رأسأ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برأس</w:t>
            </w:r>
            <w:r w:rsidR="000D0F19" w:rsidRPr="00774677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D0F19" w:rsidRPr="00774677" w:rsidRDefault="000D0F19" w:rsidP="00774677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D0F19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فلا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cs"/>
                <w:rtl/>
              </w:rPr>
              <w:t>ی</w:t>
            </w:r>
            <w:r w:rsidRPr="00774677">
              <w:rPr>
                <w:rFonts w:hint="eastAsia"/>
                <w:rtl/>
              </w:rPr>
              <w:t>وم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لنا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ولا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عل</w:t>
            </w:r>
            <w:r w:rsidRPr="00774677">
              <w:rPr>
                <w:rFonts w:hint="cs"/>
                <w:rtl/>
              </w:rPr>
              <w:t>ی</w:t>
            </w:r>
            <w:r w:rsidRPr="00774677">
              <w:rPr>
                <w:rFonts w:hint="eastAsia"/>
                <w:rtl/>
              </w:rPr>
              <w:t>نا</w:t>
            </w:r>
            <w:r w:rsidR="000D0F19" w:rsidRPr="00774677">
              <w:rPr>
                <w:rtl/>
              </w:rPr>
              <w:br/>
              <w:t> </w:t>
            </w:r>
          </w:p>
        </w:tc>
      </w:tr>
    </w:tbl>
    <w:p w:rsidR="000D0F19" w:rsidRPr="00774677" w:rsidRDefault="000D0F19" w:rsidP="00774677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অর্থাৎ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ধোকাবাজীও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="00CE2131">
        <w:rPr>
          <w:lang w:bidi="hi-IN"/>
        </w:rPr>
        <w:t xml:space="preserve"> 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আমাদেরকে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অস্ত্রধারণও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সন্তুষ্ট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শাসনকর্তার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প্রাসাদে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আছেঃ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‘</w:t>
      </w:r>
      <w:r w:rsidRPr="008C23A5">
        <w:rPr>
          <w:rFonts w:hint="cs"/>
          <w:cs/>
          <w:lang w:bidi="bn-IN"/>
        </w:rPr>
        <w:t>দারুল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ইমারাহ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প্রাসাদে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প্রবেশের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অনুমতি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="00CE2131">
        <w:rPr>
          <w:lang w:bidi="hi-IN"/>
        </w:rPr>
        <w:t xml:space="preserve"> </w:t>
      </w:r>
      <w:r w:rsidRPr="008C23A5">
        <w:rPr>
          <w:rFonts w:hint="cs"/>
          <w:cs/>
          <w:lang w:bidi="bn-IN"/>
        </w:rPr>
        <w:t>ইমামের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সন্ততিদেরকে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হাজির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সভায়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কোণায়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চিনতেও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পারলনা।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t>?</w:t>
      </w:r>
      <w:r w:rsidR="006A463C"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অপদস্ত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মিথ্যাবাদিতাকে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যয়ানাব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</w:pPr>
      <w:r w:rsidRPr="008C23A5">
        <w:rPr>
          <w:rFonts w:hint="eastAsia"/>
          <w:rtl/>
        </w:rPr>
        <w:t>انّما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يفْتضحُ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الْفاسقُ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يكْذبُ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الْفاجرُ،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هُو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غيْرُنا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ফাসেক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লম্পট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অপদস্ত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t xml:space="preserve">; </w:t>
      </w:r>
      <w:r w:rsidRPr="008C23A5">
        <w:rPr>
          <w:rFonts w:hint="cs"/>
          <w:cs/>
          <w:lang w:bidi="bn-IN"/>
        </w:rPr>
        <w:t>লম্পট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ফাসেক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ফাজের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লম্পট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ভাইয়ের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অভিমত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>.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6A463C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প্রত্যুত্তরে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</w:p>
    <w:p w:rsidR="008C23A5" w:rsidRPr="008C23A5" w:rsidRDefault="008C23A5" w:rsidP="00643C1E">
      <w:pPr>
        <w:pStyle w:val="libAr"/>
      </w:pPr>
      <w:r w:rsidRPr="00643C1E">
        <w:rPr>
          <w:rFonts w:hint="cs"/>
          <w:rtl/>
        </w:rPr>
        <w:t>ما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رأیت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جمیلا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هول</w:t>
      </w:r>
      <w:r w:rsidR="00F62D24">
        <w:rPr>
          <w:rFonts w:hint="cs"/>
          <w:rtl/>
        </w:rPr>
        <w:t xml:space="preserve"> أ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قوم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کتب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الله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علیهم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القتل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فبرزوا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الی</w:t>
      </w:r>
      <w:r w:rsidRPr="00643C1E">
        <w:rPr>
          <w:rtl/>
        </w:rPr>
        <w:t xml:space="preserve"> </w:t>
      </w:r>
      <w:r w:rsidRPr="00643C1E">
        <w:rPr>
          <w:rFonts w:hint="cs"/>
          <w:rtl/>
        </w:rPr>
        <w:t>مضاجعهم</w:t>
      </w:r>
      <w:r w:rsidRPr="008C23A5">
        <w:t xml:space="preserve"> 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মর্যাদা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রেখেছিলেন।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বাসস্থানের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পূণ্য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অতিশীঘ্রই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হিসাব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কিতাবের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একত্রিত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ঝগড়া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বুঝতে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পরকালে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সফলকাম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মুক্তিপ্রাপ্ত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কাদুক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মারজানার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ক্ষুদ্ধ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এক্ষুনি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ফেলবে।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সভায়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উপস্তিত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হারীস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নারী।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অর্থাৎ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rFonts w:hint="eastAsia"/>
        </w:rPr>
        <w:t>”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অভিপ্রায়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ত্যাগ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="006A463C">
        <w:rPr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প্রত্যুত্তরে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বয়ঃজ্যেষ্ঠদেরকে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ভিন্ন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জুড়িয়ে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জুড়িয়েছে।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বললঃ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কাব্যিক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ছন্দে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ছিলেন।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.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কাব্যের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</w:t>
      </w:r>
      <w:proofErr w:type="gramStart"/>
      <w:r w:rsidRPr="008C23A5">
        <w:rPr>
          <w:rFonts w:hint="cs"/>
          <w:cs/>
          <w:lang w:bidi="bn-IN"/>
        </w:rPr>
        <w:t>ক</w:t>
      </w:r>
      <w:r w:rsidRPr="008C23A5">
        <w:rPr>
          <w:cs/>
          <w:lang w:bidi="bn-IN"/>
        </w:rPr>
        <w:t xml:space="preserve"> </w:t>
      </w:r>
      <w:r w:rsidRPr="008C23A5">
        <w:t>?</w:t>
      </w:r>
      <w:proofErr w:type="gramEnd"/>
      <w:r w:rsidRPr="008C23A5"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যুবকটি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>.)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8C23A5"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</w:t>
      </w:r>
      <w:r w:rsidRPr="008C23A5">
        <w:rPr>
          <w:cs/>
          <w:lang w:bidi="bn-IN"/>
        </w:rPr>
        <w:t xml:space="preserve"> 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বললেনঃ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লোকেরা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বরং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–</w:t>
      </w:r>
      <w:r w:rsidRPr="008C23A5">
        <w:t xml:space="preserve"> </w:t>
      </w:r>
    </w:p>
    <w:p w:rsidR="008C23A5" w:rsidRPr="008C23A5" w:rsidRDefault="00774677" w:rsidP="00774677">
      <w:pPr>
        <w:pStyle w:val="libAie"/>
        <w:rPr>
          <w:rtl/>
          <w:lang w:bidi="fa-IR"/>
        </w:rPr>
      </w:pPr>
      <w:proofErr w:type="gramStart"/>
      <w:r w:rsidRPr="00774677">
        <w:rPr>
          <w:rStyle w:val="libAlaemChar"/>
        </w:rPr>
        <w:t>)</w:t>
      </w:r>
      <w:r w:rsidR="008C23A5" w:rsidRPr="008C23A5">
        <w:rPr>
          <w:rFonts w:hint="eastAsia"/>
          <w:rtl/>
        </w:rPr>
        <w:t>لل</w:t>
      </w:r>
      <w:proofErr w:type="gramEnd"/>
      <w:r w:rsidR="008C23A5" w:rsidRPr="008C23A5">
        <w:rPr>
          <w:rFonts w:hint="eastAsia"/>
          <w:rtl/>
        </w:rPr>
        <w:t>ّـهُ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يتوفّى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الْأنفُس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حين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موْتها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والّتي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لمْ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تمُتْ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في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منامها</w:t>
      </w:r>
      <w:r w:rsidRPr="00774677">
        <w:rPr>
          <w:rStyle w:val="libAlaemChar"/>
          <w:rFonts w:hint="cs"/>
          <w:rtl/>
        </w:rPr>
        <w:t>)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আল্লাহই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মানুষ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নিদ্রাকালে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মৃত্যুবরণ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প্রাণও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হরন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করেন।</w:t>
      </w:r>
      <w:r w:rsidRPr="008C23A5">
        <w:rPr>
          <w:cs/>
          <w:lang w:bidi="bn-IN"/>
        </w:rPr>
        <w:t>(</w:t>
      </w:r>
      <w:r w:rsidRPr="008C23A5">
        <w:rPr>
          <w:rFonts w:hint="cs"/>
          <w:cs/>
          <w:lang w:bidi="bn-IN"/>
        </w:rPr>
        <w:t>সূরা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যুমারঃ৪৩</w:t>
      </w:r>
      <w:r w:rsidRPr="008C23A5">
        <w:rPr>
          <w:cs/>
          <w:lang w:bidi="bn-IN"/>
        </w:rPr>
        <w:t>)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য়িয়াদ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t xml:space="preserve">? </w:t>
      </w:r>
      <w:r w:rsidR="00B31AC5">
        <w:rPr>
          <w:rFonts w:hint="cs"/>
          <w:cs/>
          <w:lang w:bidi="bn-IN"/>
        </w:rPr>
        <w:t>অতঃপর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পাপিষ্ট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বাহিরে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উত্তেজিত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</w:p>
    <w:p w:rsidR="008C23A5" w:rsidRPr="008C23A5" w:rsidRDefault="008C23A5" w:rsidP="00F6323C">
      <w:pPr>
        <w:pStyle w:val="libAr"/>
      </w:pPr>
      <w:r w:rsidRPr="00F6323C">
        <w:rPr>
          <w:rFonts w:hint="cs"/>
          <w:rtl/>
        </w:rPr>
        <w:t>يا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ابْن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زيادٍ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انّك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لمْ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تُبْق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منّا</w:t>
      </w:r>
      <w:r w:rsidR="009D6522" w:rsidRPr="00F6323C">
        <w:rPr>
          <w:rtl/>
        </w:rPr>
        <w:t xml:space="preserve"> </w:t>
      </w:r>
      <w:r w:rsidR="001268D6" w:rsidRPr="00F6323C">
        <w:rPr>
          <w:rFonts w:hint="cs"/>
          <w:rtl/>
        </w:rPr>
        <w:t>أ</w:t>
      </w:r>
      <w:r w:rsidRPr="00F6323C">
        <w:rPr>
          <w:rFonts w:hint="cs"/>
          <w:rtl/>
        </w:rPr>
        <w:t>حدا،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فإنْ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كُنْت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عزمْت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على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قتْله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فاقْتُلْنى</w:t>
      </w:r>
      <w:r w:rsidRPr="00F6323C">
        <w:rPr>
          <w:rtl/>
        </w:rPr>
        <w:t xml:space="preserve"> </w:t>
      </w:r>
      <w:r w:rsidRPr="00F6323C">
        <w:rPr>
          <w:rFonts w:hint="cs"/>
          <w:rtl/>
        </w:rPr>
        <w:t>معهُ</w:t>
      </w:r>
      <w:r w:rsidRPr="008C23A5">
        <w:t>.</w:t>
      </w:r>
    </w:p>
    <w:p w:rsidR="008C23A5" w:rsidRPr="008C23A5" w:rsidRDefault="008C23A5" w:rsidP="00643C1E">
      <w:pPr>
        <w:pStyle w:val="libNormal"/>
      </w:pPr>
      <w:r w:rsidRPr="008C23A5">
        <w:rPr>
          <w:rFonts w:hint="eastAsia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য়িয়াদ</w:t>
      </w:r>
      <w:proofErr w:type="gramStart"/>
      <w:r w:rsidRPr="008C23A5">
        <w:t>,</w:t>
      </w:r>
      <w:r w:rsidRPr="008C23A5">
        <w:rPr>
          <w:rFonts w:hint="cs"/>
          <w:cs/>
          <w:lang w:bidi="bn-IN"/>
        </w:rPr>
        <w:t>ত</w:t>
      </w:r>
      <w:proofErr w:type="gramEnd"/>
      <w:r w:rsidRPr="008C23A5">
        <w:rPr>
          <w:rFonts w:hint="cs"/>
          <w:cs/>
          <w:lang w:bidi="bn-IN"/>
        </w:rPr>
        <w:t>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কাউকেই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রাখিসনি।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ফুফুকে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ফুফুজান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যতক্ষণ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আপনি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চুপ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থাকুন।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তারপর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আবেদীন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 xml:space="preserve">- </w:t>
      </w:r>
    </w:p>
    <w:p w:rsidR="008C23A5" w:rsidRPr="008C23A5" w:rsidRDefault="00F62D24" w:rsidP="00643C1E">
      <w:pPr>
        <w:pStyle w:val="libAr"/>
      </w:pPr>
      <w:r>
        <w:rPr>
          <w:rFonts w:hint="eastAsia"/>
          <w:rtl/>
        </w:rPr>
        <w:t xml:space="preserve"> أ</w:t>
      </w:r>
      <w:r w:rsidR="008C23A5" w:rsidRPr="008C23A5">
        <w:rPr>
          <w:rFonts w:hint="eastAsia"/>
          <w:rtl/>
        </w:rPr>
        <w:t>بالْقتْل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تُهدّدنى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يا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ابْن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زيادٍ</w:t>
      </w:r>
      <w:r>
        <w:rPr>
          <w:rtl/>
        </w:rPr>
        <w:t xml:space="preserve"> </w:t>
      </w:r>
      <w:r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ما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علمْت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="008C23A5" w:rsidRPr="008C23A5">
        <w:rPr>
          <w:rFonts w:hint="eastAsia"/>
          <w:rtl/>
        </w:rPr>
        <w:t>نّ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الْقتْل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لنا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عادةُ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و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كرامتُتنا</w:t>
      </w:r>
      <w:r w:rsidR="008C23A5" w:rsidRPr="008C23A5">
        <w:rPr>
          <w:rtl/>
        </w:rPr>
        <w:t xml:space="preserve"> </w:t>
      </w:r>
      <w:r w:rsidR="008C23A5" w:rsidRPr="008C23A5">
        <w:rPr>
          <w:rFonts w:hint="eastAsia"/>
          <w:rtl/>
        </w:rPr>
        <w:t>الشّهادةُ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দেখাচ্ছিস</w:t>
      </w:r>
      <w:r w:rsidRPr="008C23A5">
        <w:t xml:space="preserve">?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স্বাভাবিক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গৌরব।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আদেশক্রমে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বাইতকে</w:t>
      </w:r>
      <w:r w:rsidR="00E853CB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মসজিদের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পাশে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বন্দোবস্ত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হযরত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নির্দেশ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দিলেন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ওয়ালাদ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দাসী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ছাড়া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যেমনিভাবে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শিকলে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মহিলারাও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দাসীরাও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দাসত্বের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শৃঙ্খলে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আবদ্ধ।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দেহচ্যুত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মোবারক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রাস্তায়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প্রদর্শন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আলেমের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শোকগাথা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উদ্ধৃত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সমীচীন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74677" w:rsidRPr="00774677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ر</w:t>
            </w:r>
            <w:r w:rsidR="00F62D24">
              <w:rPr>
                <w:rFonts w:hint="eastAsia"/>
                <w:rtl/>
              </w:rPr>
              <w:t xml:space="preserve"> أ</w:t>
            </w:r>
            <w:r w:rsidRPr="00774677">
              <w:rPr>
                <w:rFonts w:hint="eastAsia"/>
                <w:rtl/>
              </w:rPr>
              <w:t>سُ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ابْن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بنْت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مُحمّدٍ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وصيّه</w:t>
            </w:r>
            <w:r w:rsidRPr="00774677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74677" w:rsidRPr="00774677" w:rsidRDefault="00774677" w:rsidP="00774677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للنّاظرين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على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قناةٍ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يُرْفعُ</w:t>
            </w:r>
            <w:r w:rsidRPr="00774677">
              <w:rPr>
                <w:rtl/>
              </w:rPr>
              <w:br/>
              <w:t> </w:t>
            </w:r>
          </w:p>
        </w:tc>
      </w:tr>
    </w:tbl>
    <w:p w:rsidR="00774677" w:rsidRPr="00774677" w:rsidRDefault="00774677" w:rsidP="00774677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74677" w:rsidRPr="00774677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الْمُسْلمُون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بمنْظرٍ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بمسْمعٍ</w:t>
            </w:r>
            <w:r w:rsidRPr="00774677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74677" w:rsidRPr="00774677" w:rsidRDefault="00774677" w:rsidP="00774677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لا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مُنْكرُ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منْهُمْ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لا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مُتفجّعُ</w:t>
            </w:r>
            <w:r w:rsidRPr="00774677">
              <w:rPr>
                <w:rtl/>
              </w:rPr>
              <w:br/>
              <w:t> </w:t>
            </w:r>
          </w:p>
        </w:tc>
      </w:tr>
    </w:tbl>
    <w:p w:rsidR="00774677" w:rsidRPr="00774677" w:rsidRDefault="00774677" w:rsidP="00774677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74677" w:rsidRPr="00774677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كحُلتْ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بمنْظرك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الْعُيُونُ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عمايةً</w:t>
            </w:r>
            <w:r w:rsidRPr="00774677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74677" w:rsidRPr="00774677" w:rsidRDefault="00774677" w:rsidP="00774677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أصمّ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رُزْءُك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كُلّ</w:t>
            </w:r>
            <w:r w:rsidRPr="00774677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774677">
              <w:rPr>
                <w:rFonts w:hint="eastAsia"/>
                <w:rtl/>
              </w:rPr>
              <w:t>ذُن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تسْمعُ</w:t>
            </w:r>
            <w:r w:rsidRPr="00774677">
              <w:rPr>
                <w:rtl/>
              </w:rPr>
              <w:br/>
              <w:t> </w:t>
            </w:r>
          </w:p>
        </w:tc>
      </w:tr>
    </w:tbl>
    <w:p w:rsidR="00774677" w:rsidRPr="00774677" w:rsidRDefault="00774677" w:rsidP="00774677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74677" w:rsidRPr="00774677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أيْقظْت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أجْفانا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كُنْت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لها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كرى</w:t>
            </w:r>
            <w:r w:rsidRPr="00774677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74677" w:rsidRPr="00774677" w:rsidRDefault="00774677" w:rsidP="00774677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أنمْت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عيْنا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لمْ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تكُنْ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بك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تهْجعُ</w:t>
            </w:r>
            <w:r w:rsidRPr="00774677">
              <w:rPr>
                <w:rtl/>
              </w:rPr>
              <w:br/>
              <w:t> </w:t>
            </w:r>
          </w:p>
        </w:tc>
      </w:tr>
    </w:tbl>
    <w:p w:rsidR="00774677" w:rsidRPr="00774677" w:rsidRDefault="00774677" w:rsidP="00774677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774677" w:rsidRPr="00774677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ما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روْضةُ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الا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تمنّتْ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أنّها</w:t>
            </w:r>
            <w:r w:rsidRPr="00774677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774677" w:rsidRPr="00774677" w:rsidRDefault="00774677" w:rsidP="00774677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774677" w:rsidRPr="00774677" w:rsidRDefault="00774677" w:rsidP="00774677">
            <w:pPr>
              <w:pStyle w:val="libPoem"/>
            </w:pPr>
            <w:r w:rsidRPr="00774677">
              <w:rPr>
                <w:rFonts w:hint="eastAsia"/>
                <w:rtl/>
              </w:rPr>
              <w:t>لك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حُفْرةُ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و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لخظّ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قبْرك</w:t>
            </w:r>
            <w:r w:rsidRPr="00774677">
              <w:rPr>
                <w:rtl/>
              </w:rPr>
              <w:t xml:space="preserve"> </w:t>
            </w:r>
            <w:r w:rsidRPr="00774677">
              <w:rPr>
                <w:rFonts w:hint="eastAsia"/>
                <w:rtl/>
              </w:rPr>
              <w:t>مضْجعُ</w:t>
            </w:r>
            <w:r w:rsidRPr="00774677">
              <w:rPr>
                <w:rtl/>
              </w:rPr>
              <w:br/>
              <w:t> </w:t>
            </w:r>
          </w:p>
        </w:tc>
      </w:tr>
    </w:tbl>
    <w:p w:rsidR="00774677" w:rsidRPr="00774677" w:rsidRDefault="00774677" w:rsidP="00774677">
      <w:pPr>
        <w:pStyle w:val="libNormal"/>
        <w:rPr>
          <w:rStyle w:val="libArChar"/>
        </w:rPr>
      </w:pP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জনসমক্ষে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প্রদর্শনীর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দৌহিত্র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উত্তরাধিকারীর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মস্তক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বর্শার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মুসলমানরা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শুনছে।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কেউই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গর্হিত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বাধা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অন্তর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ব্যথিত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হচ্ছে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বিভৎস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দৃশ্যটি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প্রত্যক্ষ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মুসিবতের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কর্ণদ্বয়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বধির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যাক।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দ্বারা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চোখগুলোকে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জাগ্রত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জীবদ্দশায়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নিদ্রামগ্ন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চোখগুলোকে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নিদ্রামগ্ন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জীবদ্দশায়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ঘুমাতে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পারত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="00470A29">
        <w:rPr>
          <w:lang w:bidi="hi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পৃথিবীর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বুকে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এমন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উদ্যান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সমাধিস্থল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চিরস্থায়ী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আবাস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আকাঙ্খা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করেনি।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D5036D">
      <w:pPr>
        <w:pStyle w:val="Heading2Center"/>
      </w:pPr>
      <w:bookmarkStart w:id="86" w:name="_Toc501196981"/>
      <w:bookmarkStart w:id="87" w:name="_Toc501222491"/>
      <w:r w:rsidRPr="008C23A5">
        <w:rPr>
          <w:rFonts w:hint="cs"/>
          <w:cs/>
          <w:lang w:bidi="bn-IN"/>
        </w:rPr>
        <w:t>আবদুল্লাহ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আফীফের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বীরত্ব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bookmarkEnd w:id="86"/>
      <w:bookmarkEnd w:id="87"/>
    </w:p>
    <w:p w:rsidR="008C23A5" w:rsidRPr="008C23A5" w:rsidRDefault="008C23A5" w:rsidP="00470A29">
      <w:pPr>
        <w:pStyle w:val="libNormal"/>
      </w:pP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মিম্বরে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শুকরিয়া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আমীরুল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মুমেনীন</w:t>
      </w:r>
      <w:r w:rsidRPr="008C23A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8C23A5">
        <w:rPr>
          <w:rFonts w:hint="cs"/>
          <w:cs/>
          <w:lang w:bidi="bn-IN"/>
        </w:rPr>
        <w:t>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অনুসারীদেরকে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মিথ্যাবাদীর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মিথ্যাবাদী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আলীকে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নাউজুবিল্লাহ</w:t>
      </w:r>
      <w:r w:rsidRPr="008C23A5">
        <w:rPr>
          <w:cs/>
          <w:lang w:bidi="bn-IN"/>
        </w:rPr>
        <w:t xml:space="preserve">)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আফীফ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আযদী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মারজানার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তুই</w:t>
      </w:r>
      <w:r w:rsidR="00470A29">
        <w:rPr>
          <w:lang w:bidi="bn-IN"/>
        </w:rPr>
        <w:t>,</w:t>
      </w:r>
      <w:r w:rsidRPr="008C23A5"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শাসনকর্তা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প্রকৃত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মিথ্যাবাদী।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</w:t>
      </w:r>
      <w:r w:rsidRPr="008C23A5">
        <w:t xml:space="preserve">,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মুসলমানদের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মিম্বরে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আরোহণ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মিথ্যা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উক্তি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করছিস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এখানে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প্রসঙ্গত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উল্লেখ্য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আফীফ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আযদী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একজন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পূণ্যবান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দুনিয়াত্যাগী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সাধক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ছিলো।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উষ্ঠের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সিফফীনের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ডান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জামে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মসজিদে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দিনরাত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ইবাদত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বন্দেগী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নামায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রোযায়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মগ্ন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থাকতেন।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আফীফের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লাগলঃ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আফীফ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উচ্চস্বরে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উঠলেন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শত্রু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আমিই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কথাগুলো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</w:t>
      </w:r>
      <w:r w:rsidRPr="008C23A5">
        <w:rPr>
          <w:cs/>
          <w:lang w:bidi="bn-IN"/>
        </w:rPr>
        <w:t>-</w:t>
      </w:r>
      <w:r w:rsidRPr="008C23A5">
        <w:rPr>
          <w:rFonts w:hint="cs"/>
          <w:cs/>
          <w:lang w:bidi="bn-IN"/>
        </w:rPr>
        <w:t>পংঙ্কিলতা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এরপরও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মুসলমান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করছিস</w:t>
      </w:r>
      <w:r w:rsidRPr="008C23A5">
        <w:t xml:space="preserve">?!!! 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অভিশপ্তের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অভিশপ্ত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পাপিষ্ঠ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অপবিত্র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প্রতিশোধ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গ্রহণকারী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মুহাজির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আনসারদের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বংশধরেরা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আজ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কোথায়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ক্রোধ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t xml:space="preserve">,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আব্দুল্লাহকে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আামর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সামনে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আনো।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শক্তিশালী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চারদিক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ছুটে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গোত্রপতিরা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জ্ঞাতি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চাচাত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রক্ষীদের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নিরাপদে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ঘটনার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</w:t>
      </w:r>
      <w:r w:rsidR="00470A29">
        <w:rPr>
          <w:cs/>
          <w:lang w:bidi="bn-IN"/>
        </w:rPr>
        <w:t>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t>, !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যেমনিভাবে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ওর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ঠিক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তেমনিভাবে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অর্ন্তচক্ষুও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দেন।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গৃহে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খবর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শোনামাত্রই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ইয়ামানী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কবীলাসমূহের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একত্রিত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একত্রিত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মাযার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গোত্রসমূহকে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একত্রিত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মুহাম্মদ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আশ</w:t>
      </w:r>
      <w:r w:rsidRPr="008C23A5">
        <w:rPr>
          <w:rFonts w:hint="eastAsia"/>
        </w:rPr>
        <w:t>’</w:t>
      </w:r>
      <w:r w:rsidRPr="008C23A5">
        <w:rPr>
          <w:rFonts w:hint="cs"/>
          <w:cs/>
          <w:lang w:bidi="bn-IN"/>
        </w:rPr>
        <w:t>আশের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নেতৃত্বে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আযদ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ইয়ামানী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গোত্রসমূহের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ভীষণ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একদল</w:t>
      </w:r>
      <w:r w:rsidRPr="008C23A5">
        <w:rPr>
          <w:cs/>
          <w:lang w:bidi="bn-IN"/>
        </w:rPr>
        <w:t xml:space="preserve"> </w:t>
      </w:r>
      <w:r w:rsidR="00470A29">
        <w:rPr>
          <w:cs/>
          <w:lang w:bidi="bn-IN"/>
        </w:rPr>
        <w:t>লো</w:t>
      </w:r>
      <w:r w:rsidRPr="008C23A5">
        <w:rPr>
          <w:rFonts w:hint="cs"/>
          <w:cs/>
          <w:lang w:bidi="bn-IN"/>
        </w:rPr>
        <w:t>কও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নিহত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পর্যায়ে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দরজা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ভেঙ্গে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প্রবেশ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ভয়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পেয়ো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দাও।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নিম্নোক্ত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কবিতা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আবুত্তি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আত্মরক্ষা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ঝাপিয়ে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পড়েন।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5036D" w:rsidRPr="00D5036D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036D" w:rsidRPr="00D5036D" w:rsidRDefault="00D5036D" w:rsidP="00D5036D">
            <w:pPr>
              <w:pStyle w:val="libPoem"/>
            </w:pPr>
            <w:r w:rsidRPr="00D5036D">
              <w:rPr>
                <w:rFonts w:hint="eastAsia"/>
                <w:rtl/>
              </w:rPr>
              <w:t>أنا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ابْن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ذى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الْفضل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عفيف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الّطاهر</w:t>
            </w:r>
            <w:r w:rsidRPr="00D5036D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036D" w:rsidRPr="00D5036D" w:rsidRDefault="00D5036D" w:rsidP="00D5036D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036D" w:rsidRPr="00D5036D" w:rsidRDefault="00D5036D" w:rsidP="00D5036D">
            <w:pPr>
              <w:pStyle w:val="libPoem"/>
            </w:pPr>
            <w:r w:rsidRPr="00D5036D">
              <w:rPr>
                <w:rFonts w:hint="eastAsia"/>
                <w:rtl/>
              </w:rPr>
              <w:t>عفيفُ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شيْخى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و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ابْنُ</w:t>
            </w:r>
            <w:r w:rsidRPr="00D5036D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D5036D">
              <w:rPr>
                <w:rFonts w:hint="eastAsia"/>
                <w:rtl/>
              </w:rPr>
              <w:t>مّ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عامر</w:t>
            </w:r>
            <w:r w:rsidRPr="00D5036D">
              <w:rPr>
                <w:rtl/>
              </w:rPr>
              <w:br/>
              <w:t> </w:t>
            </w:r>
          </w:p>
        </w:tc>
      </w:tr>
    </w:tbl>
    <w:p w:rsidR="00D5036D" w:rsidRPr="00D5036D" w:rsidRDefault="00D5036D" w:rsidP="00D5036D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5036D" w:rsidRPr="00D5036D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036D" w:rsidRPr="00D5036D" w:rsidRDefault="00D5036D" w:rsidP="00D5036D">
            <w:pPr>
              <w:pStyle w:val="libPoem"/>
            </w:pPr>
            <w:r w:rsidRPr="00D5036D">
              <w:rPr>
                <w:rFonts w:hint="eastAsia"/>
                <w:rtl/>
              </w:rPr>
              <w:t>كمْ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دارٍع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منْ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جمْعكُمْ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و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حاسرٍ</w:t>
            </w:r>
            <w:r w:rsidRPr="00D5036D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036D" w:rsidRPr="00D5036D" w:rsidRDefault="00D5036D" w:rsidP="00D5036D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036D" w:rsidRPr="00D5036D" w:rsidRDefault="00D5036D" w:rsidP="00D5036D">
            <w:pPr>
              <w:pStyle w:val="libPoem"/>
            </w:pPr>
            <w:r w:rsidRPr="00D5036D">
              <w:rPr>
                <w:rFonts w:hint="eastAsia"/>
                <w:rtl/>
              </w:rPr>
              <w:t>و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بطلٍ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جدلْتُهُ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مُغاورٍ</w:t>
            </w:r>
            <w:r w:rsidRPr="00D5036D">
              <w:rPr>
                <w:rtl/>
              </w:rPr>
              <w:br/>
              <w:t> </w:t>
            </w:r>
          </w:p>
        </w:tc>
      </w:tr>
    </w:tbl>
    <w:p w:rsidR="008C23A5" w:rsidRPr="008C23A5" w:rsidRDefault="008C23A5" w:rsidP="00643C1E">
      <w:pPr>
        <w:pStyle w:val="libNormal"/>
      </w:pPr>
    </w:p>
    <w:p w:rsidR="008C23A5" w:rsidRPr="008C23A5" w:rsidRDefault="00D5036D" w:rsidP="00643C1E">
      <w:pPr>
        <w:pStyle w:val="libNormal"/>
      </w:pPr>
      <w:r w:rsidRPr="00F6323C">
        <w:rPr>
          <w:rStyle w:val="libEnChar"/>
        </w:rPr>
        <w:t>“</w:t>
      </w:r>
      <w:r w:rsidR="008C23A5" w:rsidRPr="008C23A5">
        <w:rPr>
          <w:rFonts w:hint="cs"/>
          <w:cs/>
          <w:lang w:bidi="bn-IN"/>
        </w:rPr>
        <w:t>আমি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পুণ্যাত্মা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আফীফ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তনয়</w:t>
      </w:r>
      <w:r w:rsidR="008C23A5" w:rsidRPr="008C23A5">
        <w:t>,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আফীফ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আমেরের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সন্তান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lastRenderedPageBreak/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বর্মধারী</w:t>
      </w:r>
      <w:r w:rsidRPr="008C23A5">
        <w:t xml:space="preserve">, </w:t>
      </w:r>
      <w:r w:rsidRPr="008C23A5">
        <w:rPr>
          <w:rFonts w:hint="cs"/>
          <w:cs/>
          <w:lang w:bidi="bn-IN"/>
        </w:rPr>
        <w:t>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সিপাইদের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লড়েছি।</w:t>
      </w:r>
      <w:r w:rsidRPr="008C23A5">
        <w:rPr>
          <w:rFonts w:hint="eastAsia"/>
        </w:rPr>
        <w:t>”</w:t>
      </w:r>
    </w:p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বলছিলঃ</w:t>
      </w:r>
      <w:r w:rsidRPr="008C23A5">
        <w:rPr>
          <w:cs/>
          <w:lang w:bidi="bn-IN"/>
        </w:rPr>
        <w:t xml:space="preserve">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পুরুষ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পাশাপাশি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নবীবংশ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এসব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পাপিষ্ঠ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নরাধমদের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বিরুদ্ধে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লড়তাম।</w:t>
      </w:r>
      <w:r w:rsidRPr="008C23A5">
        <w:rPr>
          <w:rFonts w:hint="eastAsia"/>
        </w:rPr>
        <w:t>”</w:t>
      </w:r>
    </w:p>
    <w:p w:rsidR="008C23A5" w:rsidRPr="008C23A5" w:rsidRDefault="008C23A5" w:rsidP="00E5574C">
      <w:pPr>
        <w:pStyle w:val="libNormal"/>
      </w:pP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সৈন্যরা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চারদিক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আক্রমণ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চালাচ্ছিল।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যাচ্ছিলেন।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কাছাকাছি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অমনি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জানিয়ে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দিত।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="00E5574C">
        <w:rPr>
          <w:lang w:bidi="hi-IN"/>
        </w:rPr>
        <w:t xml:space="preserve"> </w:t>
      </w:r>
      <w:r w:rsidRPr="008C23A5">
        <w:rPr>
          <w:rFonts w:hint="cs"/>
          <w:cs/>
          <w:lang w:bidi="bn-IN"/>
        </w:rPr>
        <w:t>অবশেষে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</w:t>
      </w:r>
      <w:r w:rsidR="00E5574C">
        <w:rPr>
          <w:cs/>
          <w:lang w:bidi="bn-IN"/>
        </w:rPr>
        <w:t>ত্রু</w:t>
      </w:r>
      <w:r w:rsidRPr="008C23A5">
        <w:rPr>
          <w:rFonts w:hint="cs"/>
          <w:cs/>
          <w:lang w:bidi="bn-IN"/>
        </w:rPr>
        <w:t>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চারদিক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বেড়ে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ঘিরে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ফেলল।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মেয়ে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চীৎকার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পিতা</w:t>
      </w:r>
      <w:r w:rsidRPr="008C23A5">
        <w:t xml:space="preserve">, </w:t>
      </w:r>
      <w:r w:rsidRPr="008C23A5">
        <w:rPr>
          <w:rFonts w:hint="cs"/>
          <w:cs/>
          <w:lang w:bidi="bn-IN"/>
        </w:rPr>
        <w:t>কঠিন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বিপদের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সম্মুখীন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সাহায্যকারী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নেই।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চারদিকে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তরবারী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ঘুরিয়ে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লাগলেনঃ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5036D" w:rsidRPr="00D5036D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036D" w:rsidRPr="00D5036D" w:rsidRDefault="00F62D24" w:rsidP="00D5036D">
            <w:pPr>
              <w:pStyle w:val="libPoem"/>
            </w:pPr>
            <w:r>
              <w:rPr>
                <w:rFonts w:hint="eastAsia"/>
                <w:rtl/>
              </w:rPr>
              <w:t>أُ</w:t>
            </w:r>
            <w:r w:rsidR="00D5036D" w:rsidRPr="00D5036D">
              <w:rPr>
                <w:rFonts w:hint="eastAsia"/>
                <w:rtl/>
              </w:rPr>
              <w:t>قْسمُ</w:t>
            </w:r>
            <w:r w:rsidR="00D5036D" w:rsidRPr="00D5036D">
              <w:rPr>
                <w:rtl/>
              </w:rPr>
              <w:t xml:space="preserve"> </w:t>
            </w:r>
            <w:r w:rsidR="00D5036D" w:rsidRPr="00D5036D">
              <w:rPr>
                <w:rFonts w:hint="eastAsia"/>
                <w:rtl/>
              </w:rPr>
              <w:t>لوْ</w:t>
            </w:r>
            <w:r w:rsidR="00D5036D" w:rsidRPr="00D5036D">
              <w:rPr>
                <w:rtl/>
              </w:rPr>
              <w:t xml:space="preserve"> </w:t>
            </w:r>
            <w:r w:rsidR="00D5036D" w:rsidRPr="00D5036D">
              <w:rPr>
                <w:rFonts w:hint="eastAsia"/>
                <w:rtl/>
              </w:rPr>
              <w:t>يفْسحُ</w:t>
            </w:r>
            <w:r w:rsidR="00D5036D" w:rsidRPr="00D5036D">
              <w:rPr>
                <w:rtl/>
              </w:rPr>
              <w:t xml:space="preserve"> </w:t>
            </w:r>
            <w:r w:rsidR="00D5036D" w:rsidRPr="00D5036D">
              <w:rPr>
                <w:rFonts w:hint="eastAsia"/>
                <w:rtl/>
              </w:rPr>
              <w:t>لى</w:t>
            </w:r>
            <w:r w:rsidR="00D5036D" w:rsidRPr="00D5036D">
              <w:rPr>
                <w:rtl/>
              </w:rPr>
              <w:t xml:space="preserve"> </w:t>
            </w:r>
            <w:r w:rsidR="00D5036D" w:rsidRPr="00D5036D">
              <w:rPr>
                <w:rFonts w:hint="eastAsia"/>
                <w:rtl/>
              </w:rPr>
              <w:t>عنْ</w:t>
            </w:r>
            <w:r w:rsidR="00D5036D" w:rsidRPr="00D5036D">
              <w:rPr>
                <w:rtl/>
              </w:rPr>
              <w:t xml:space="preserve"> </w:t>
            </w:r>
            <w:r w:rsidR="00D5036D" w:rsidRPr="00D5036D">
              <w:rPr>
                <w:rFonts w:hint="eastAsia"/>
                <w:rtl/>
              </w:rPr>
              <w:t>بصرى</w:t>
            </w:r>
            <w:r w:rsidR="00D5036D" w:rsidRPr="00D5036D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036D" w:rsidRPr="00D5036D" w:rsidRDefault="00D5036D" w:rsidP="00D5036D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036D" w:rsidRPr="00D5036D" w:rsidRDefault="00D5036D" w:rsidP="00D5036D">
            <w:pPr>
              <w:pStyle w:val="libPoem"/>
            </w:pPr>
            <w:r w:rsidRPr="00D5036D">
              <w:rPr>
                <w:rFonts w:hint="eastAsia"/>
                <w:rtl/>
              </w:rPr>
              <w:t>ضاق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عليْكُمْ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موْردى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و</w:t>
            </w:r>
            <w:r w:rsidRPr="00D5036D">
              <w:rPr>
                <w:rtl/>
              </w:rPr>
              <w:t xml:space="preserve"> </w:t>
            </w:r>
            <w:r w:rsidRPr="00D5036D">
              <w:rPr>
                <w:rFonts w:hint="eastAsia"/>
                <w:rtl/>
              </w:rPr>
              <w:t>مصْدرى</w:t>
            </w:r>
            <w:r w:rsidRPr="00D5036D">
              <w:rPr>
                <w:rtl/>
              </w:rPr>
              <w:br/>
              <w:t> </w:t>
            </w:r>
          </w:p>
        </w:tc>
      </w:tr>
    </w:tbl>
    <w:p w:rsidR="00D5036D" w:rsidRPr="00E7150A" w:rsidRDefault="00D5036D" w:rsidP="00D5036D"/>
    <w:p w:rsidR="008C23A5" w:rsidRPr="008C23A5" w:rsidRDefault="00D5036D" w:rsidP="00643C1E">
      <w:pPr>
        <w:pStyle w:val="libNormal"/>
      </w:pPr>
      <w:r w:rsidRPr="00F6323C">
        <w:rPr>
          <w:rStyle w:val="libEnChar"/>
        </w:rPr>
        <w:t>“</w:t>
      </w:r>
      <w:r w:rsidR="008C23A5" w:rsidRPr="008C23A5">
        <w:rPr>
          <w:rFonts w:hint="cs"/>
          <w:cs/>
          <w:lang w:bidi="bn-IN"/>
        </w:rPr>
        <w:t>খোদার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শপথ</w:t>
      </w:r>
      <w:r w:rsidR="008C23A5" w:rsidRPr="008C23A5">
        <w:t xml:space="preserve">, </w:t>
      </w:r>
      <w:r w:rsidR="008C23A5" w:rsidRPr="008C23A5">
        <w:rPr>
          <w:rFonts w:hint="cs"/>
          <w:cs/>
          <w:lang w:bidi="bn-IN"/>
        </w:rPr>
        <w:t>আমি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যদি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অন্ধ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হতাম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তাহলে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তোমাদের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অবস্থা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অত্যন্ত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কঠিন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হয়ে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যেত।</w:t>
      </w:r>
      <w:r w:rsidR="008C23A5" w:rsidRPr="008C23A5">
        <w:rPr>
          <w:rFonts w:hint="eastAsia"/>
        </w:rPr>
        <w:t>”</w:t>
      </w:r>
      <w:r w:rsidR="008C23A5" w:rsidRPr="008C23A5">
        <w:t xml:space="preserve"> </w:t>
      </w:r>
      <w:r w:rsidR="008C23A5" w:rsidRPr="008C23A5">
        <w:rPr>
          <w:rFonts w:hint="cs"/>
          <w:cs/>
          <w:lang w:bidi="bn-IN"/>
        </w:rPr>
        <w:t>ইবনে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যিয়াদের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সৈন্যরা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সাথে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অবিরাম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লড়ে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যেতে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লাগল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এবং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অবশেষে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বন্দী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করে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ইবনে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যিয়াদের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কাছে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নিয়ে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গেল।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ইবনে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যিয়াদ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আব্দুল্লাহকে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দেখামাত্রই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বলে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উঠল</w:t>
      </w:r>
      <w:r w:rsidR="008C23A5" w:rsidRPr="008C23A5">
        <w:t>,</w:t>
      </w:r>
    </w:p>
    <w:p w:rsidR="008C23A5" w:rsidRPr="008C23A5" w:rsidRDefault="008C23A5" w:rsidP="00643C1E">
      <w:pPr>
        <w:pStyle w:val="libNormal"/>
      </w:pPr>
      <w:r w:rsidRPr="00643C1E">
        <w:rPr>
          <w:rStyle w:val="libArChar"/>
          <w:rFonts w:hint="eastAsia"/>
          <w:rtl/>
        </w:rPr>
        <w:t>الْحمْدُ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لله</w:t>
      </w:r>
      <w:r w:rsidRPr="00643C1E">
        <w:rPr>
          <w:rStyle w:val="libArChar"/>
          <w:rtl/>
        </w:rPr>
        <w:t xml:space="preserve"> </w:t>
      </w:r>
      <w:r w:rsidRPr="00643C1E">
        <w:rPr>
          <w:rStyle w:val="libArChar"/>
          <w:rFonts w:hint="eastAsia"/>
          <w:rtl/>
        </w:rPr>
        <w:t>الّذى</w:t>
      </w:r>
      <w:r w:rsidR="009D6522">
        <w:rPr>
          <w:rStyle w:val="libArChar"/>
          <w:rtl/>
        </w:rPr>
        <w:t xml:space="preserve"> </w:t>
      </w:r>
      <w:r w:rsidR="001268D6">
        <w:rPr>
          <w:rStyle w:val="libArChar"/>
          <w:rFonts w:hint="eastAsia"/>
          <w:rtl/>
        </w:rPr>
        <w:t>أ</w:t>
      </w:r>
      <w:r w:rsidRPr="00643C1E">
        <w:rPr>
          <w:rStyle w:val="libArChar"/>
          <w:rFonts w:hint="eastAsia"/>
          <w:rtl/>
        </w:rPr>
        <w:t>خْزاك</w:t>
      </w:r>
      <w:r w:rsidRPr="008C23A5">
        <w:t xml:space="preserve"> </w:t>
      </w:r>
      <w:r w:rsidRPr="008C23A5">
        <w:tab/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সমস্ত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অপদস্থ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করেছেন।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প্রত্যুত্তরে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rPr>
          <w:cs/>
          <w:lang w:bidi="bn-IN"/>
        </w:rPr>
        <w:t>-</w:t>
      </w:r>
    </w:p>
    <w:p w:rsidR="008C23A5" w:rsidRPr="008C23A5" w:rsidRDefault="008C23A5" w:rsidP="00643C1E">
      <w:pPr>
        <w:pStyle w:val="libAr"/>
      </w:pPr>
      <w:r w:rsidRPr="008C23A5">
        <w:rPr>
          <w:rFonts w:hint="eastAsia"/>
          <w:rtl/>
        </w:rPr>
        <w:t>يا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عدُوّ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الله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و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بماذا</w:t>
      </w:r>
      <w:r w:rsidR="009D6522">
        <w:rPr>
          <w:rtl/>
        </w:rPr>
        <w:t xml:space="preserve"> </w:t>
      </w:r>
      <w:r w:rsidR="001268D6">
        <w:rPr>
          <w:rFonts w:hint="eastAsia"/>
          <w:rtl/>
        </w:rPr>
        <w:t>أ</w:t>
      </w:r>
      <w:r w:rsidRPr="008C23A5">
        <w:rPr>
          <w:rFonts w:hint="eastAsia"/>
          <w:rtl/>
        </w:rPr>
        <w:t>خْزانى</w:t>
      </w:r>
      <w:r w:rsidRPr="008C23A5">
        <w:rPr>
          <w:rtl/>
        </w:rPr>
        <w:t xml:space="preserve"> </w:t>
      </w:r>
      <w:r w:rsidRPr="008C23A5">
        <w:rPr>
          <w:rFonts w:hint="eastAsia"/>
          <w:rtl/>
        </w:rPr>
        <w:t>اللهُ</w:t>
      </w:r>
    </w:p>
    <w:p w:rsidR="008C23A5" w:rsidRPr="008C23A5" w:rsidRDefault="008C23A5" w:rsidP="004A1569">
      <w:pPr>
        <w:pStyle w:val="libNormal"/>
      </w:pP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অপদস্থ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শপথ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বলছি</w:t>
      </w:r>
      <w:r w:rsidRPr="008C23A5">
        <w:t xml:space="preserve">,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অবস্থা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অত্যন্ত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কঠিন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যেত।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</w:t>
      </w:r>
      <w:r w:rsidR="00E5574C">
        <w:rPr>
          <w:cs/>
          <w:lang w:bidi="bn-IN"/>
        </w:rPr>
        <w:t>খ</w:t>
      </w:r>
      <w:r w:rsidRPr="008C23A5">
        <w:rPr>
          <w:rFonts w:hint="cs"/>
          <w:cs/>
          <w:lang w:bidi="bn-IN"/>
        </w:rPr>
        <w:t>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দুশমন</w:t>
      </w:r>
      <w:r w:rsidRPr="008C23A5">
        <w:t xml:space="preserve">, </w:t>
      </w:r>
      <w:r w:rsidRPr="008C23A5">
        <w:rPr>
          <w:rFonts w:hint="cs"/>
          <w:cs/>
          <w:lang w:bidi="bn-IN"/>
        </w:rPr>
        <w:t>উসমান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আফফানের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অভিমত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t>?</w:t>
      </w:r>
      <w:r w:rsidRPr="00643C1E">
        <w:rPr>
          <w:rStyle w:val="libEnChar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t xml:space="preserve">,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গালি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="004A1569">
        <w:rPr>
          <w:cs/>
          <w:lang w:bidi="bn-IN"/>
        </w:rPr>
        <w:t>বনি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ইলাজের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ক্রীতদাস</w:t>
      </w:r>
      <w:r w:rsidRPr="008C23A5">
        <w:t xml:space="preserve">, </w:t>
      </w:r>
      <w:r w:rsidRPr="008C23A5">
        <w:rPr>
          <w:rFonts w:hint="cs"/>
          <w:cs/>
          <w:lang w:bidi="bn-IN"/>
        </w:rPr>
        <w:t>হে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মারজানা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তনয়</w:t>
      </w:r>
      <w:r w:rsidRPr="008C23A5">
        <w:t xml:space="preserve">, </w:t>
      </w:r>
      <w:r w:rsidRPr="008C23A5">
        <w:rPr>
          <w:rFonts w:hint="cs"/>
          <w:cs/>
          <w:lang w:bidi="bn-IN"/>
        </w:rPr>
        <w:t>উসমানকে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মাথাব্যথা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কেন</w:t>
      </w:r>
      <w:r w:rsidRPr="008C23A5">
        <w:t xml:space="preserve">? </w:t>
      </w:r>
      <w:r w:rsidRPr="008C23A5">
        <w:rPr>
          <w:rFonts w:hint="cs"/>
          <w:cs/>
          <w:lang w:bidi="bn-IN"/>
        </w:rPr>
        <w:t>উসমান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যদি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অন্যান্যদের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ন্যায়পরায়ণতার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ফয়সালা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তুই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নিজকে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পিতাকে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দেখ।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প্রত্যুত্তরে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হওয়া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পর্যন্ত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কাউকে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বললেন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তোর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জন্মেরও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খোদার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প্রার্থনা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করেছিলাম</w:t>
      </w:r>
      <w:r w:rsidRPr="008C23A5">
        <w:t xml:space="preserve">, </w:t>
      </w:r>
      <w:r w:rsidRPr="00643C1E">
        <w:rPr>
          <w:rStyle w:val="libEnChar"/>
        </w:rPr>
        <w:t>“</w:t>
      </w:r>
      <w:r w:rsidRPr="008C23A5">
        <w:rPr>
          <w:rFonts w:hint="cs"/>
          <w:cs/>
          <w:lang w:bidi="bn-IN"/>
        </w:rPr>
        <w:t>আমাকে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মর্তবা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সবচে</w:t>
      </w:r>
      <w:r w:rsidRPr="008C23A5">
        <w:rPr>
          <w:rFonts w:hint="eastAsia"/>
        </w:rPr>
        <w:t>’</w:t>
      </w:r>
      <w:r w:rsidRPr="008C23A5">
        <w:t xml:space="preserve"> </w:t>
      </w:r>
      <w:r w:rsidRPr="008C23A5">
        <w:rPr>
          <w:rFonts w:hint="cs"/>
          <w:cs/>
          <w:lang w:bidi="bn-IN"/>
        </w:rPr>
        <w:t>নিকৃষ্ট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ব্যক্তির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কিন্তু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8C23A5">
        <w:rPr>
          <w:rFonts w:hint="cs"/>
          <w:cs/>
          <w:lang w:bidi="bn-IN"/>
        </w:rPr>
        <w:t>চোখ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অন্ধ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শাহাততের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সৌভাগ্য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অর্জনের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গিয়েছিলাম।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কাঙ্ক্ষিত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লক্ষে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যাচ্ছি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বলেই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প্রশংসা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করছি।</w:t>
      </w:r>
      <w:r w:rsidRPr="008C23A5">
        <w:rPr>
          <w:rFonts w:hint="eastAsia"/>
        </w:rPr>
        <w:t>”</w:t>
      </w:r>
      <w:r w:rsidRPr="008C23A5">
        <w:t xml:space="preserve"> </w:t>
      </w:r>
      <w:r w:rsidRPr="008C23A5">
        <w:rPr>
          <w:rFonts w:hint="cs"/>
          <w:cs/>
          <w:lang w:bidi="bn-IN"/>
        </w:rPr>
        <w:t>অতঃপর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আব্দুল্লাহর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মৃত্যুদণ্ডাদেশ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প্রদান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মৃতদেহ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কুফার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কোন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গলিতে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ঝুলিযে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রাখা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হয়।</w:t>
      </w:r>
    </w:p>
    <w:p w:rsidR="008C23A5" w:rsidRPr="008C23A5" w:rsidRDefault="008C23A5" w:rsidP="004A1569">
      <w:pPr>
        <w:pStyle w:val="libNormal"/>
      </w:pPr>
      <w:r w:rsidRPr="008C23A5">
        <w:rPr>
          <w:rFonts w:hint="cs"/>
          <w:cs/>
          <w:lang w:bidi="bn-IN"/>
        </w:rPr>
        <w:t>বর্ণিত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আছেঃ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উবায়দুল্লাহ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পত্রযোগে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ইয়াজিদকে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হোসাইনের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শাহাদত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ও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ব্যাপারে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উবায়দুল্লাহ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মদীনার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শাসনকর্তা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সাঈদ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কাছে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একই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ধরনের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লিখে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hi-IN"/>
        </w:rPr>
        <w:t>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চিঠি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পৌছানো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সাঈদ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মসজিদে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নববীর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মিম্বারে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দাড়িয়ে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ভাষণ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হোসাইন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আ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এর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শাহাদাত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সম্পর্কে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জনগণকে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অবহিত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সংবাদ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মাত্রই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হাশিমী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বংশীয়দের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মাঝে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কান্নার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রোল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পড়ে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এবং</w:t>
      </w:r>
      <w:r w:rsidRPr="008C23A5">
        <w:rPr>
          <w:cs/>
          <w:lang w:bidi="bn-IN"/>
        </w:rPr>
        <w:t xml:space="preserve"> </w:t>
      </w:r>
      <w:r w:rsidR="004A1569">
        <w:rPr>
          <w:cs/>
          <w:lang w:bidi="bn-IN"/>
        </w:rPr>
        <w:t>তা</w:t>
      </w:r>
      <w:r w:rsidRPr="008C23A5">
        <w:rPr>
          <w:rFonts w:hint="cs"/>
          <w:cs/>
          <w:lang w:bidi="bn-IN"/>
        </w:rPr>
        <w:t>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প্রকাশ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আকীল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আবী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তালেবের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কন্যা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যয়নাব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বিলাপ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থাকেনঃ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মহানবী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যখন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জিজ্ঞেস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করবেন</w:t>
      </w:r>
      <w:r w:rsidRPr="008C23A5">
        <w:t>,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5036D" w:rsidRPr="00E7150A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036D" w:rsidRPr="00E7150A" w:rsidRDefault="00D5036D" w:rsidP="00E7150A">
            <w:pPr>
              <w:pStyle w:val="libPoem"/>
            </w:pPr>
            <w:r w:rsidRPr="00E7150A">
              <w:rPr>
                <w:rFonts w:hint="eastAsia"/>
                <w:rtl/>
              </w:rPr>
              <w:t>ماذا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تقُولُون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اذْ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قال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الّنبىُ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لكُمْ</w:t>
            </w:r>
            <w:r w:rsidRPr="00E715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036D" w:rsidRPr="00E7150A" w:rsidRDefault="00D5036D" w:rsidP="00E7150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036D" w:rsidRPr="00E7150A" w:rsidRDefault="00D5036D" w:rsidP="00E7150A">
            <w:pPr>
              <w:pStyle w:val="libPoem"/>
            </w:pPr>
            <w:r w:rsidRPr="00E7150A">
              <w:rPr>
                <w:rFonts w:hint="eastAsia"/>
                <w:rtl/>
              </w:rPr>
              <w:t>ماذا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فعلْتُمُ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و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أنْتُمْ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آخرُ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الاْ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مم</w:t>
            </w:r>
            <w:r w:rsidRPr="00E7150A">
              <w:rPr>
                <w:rtl/>
              </w:rPr>
              <w:br/>
              <w:t> </w:t>
            </w:r>
          </w:p>
        </w:tc>
      </w:tr>
    </w:tbl>
    <w:p w:rsidR="00D5036D" w:rsidRPr="00E7150A" w:rsidRDefault="00D5036D" w:rsidP="00E7150A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D5036D" w:rsidRPr="00E7150A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036D" w:rsidRPr="00E7150A" w:rsidRDefault="00D5036D" w:rsidP="00E7150A">
            <w:pPr>
              <w:pStyle w:val="libPoem"/>
            </w:pPr>
            <w:r w:rsidRPr="00E7150A">
              <w:rPr>
                <w:rFonts w:hint="eastAsia"/>
                <w:rtl/>
              </w:rPr>
              <w:t>بعتْرتى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و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أهْل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مُفْتقدى</w:t>
            </w:r>
            <w:r w:rsidRPr="00E715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036D" w:rsidRPr="00E7150A" w:rsidRDefault="00D5036D" w:rsidP="00E7150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036D" w:rsidRPr="00E7150A" w:rsidRDefault="00D5036D" w:rsidP="00E7150A">
            <w:pPr>
              <w:pStyle w:val="libPoem"/>
            </w:pPr>
            <w:r w:rsidRPr="00E7150A">
              <w:rPr>
                <w:rFonts w:hint="eastAsia"/>
                <w:rtl/>
              </w:rPr>
              <w:t>منْهُمْ</w:t>
            </w:r>
            <w:r w:rsidRPr="00E7150A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E7150A">
              <w:rPr>
                <w:rFonts w:hint="eastAsia"/>
                <w:rtl/>
              </w:rPr>
              <w:t>سارى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و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منْهُمْ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ضُرّجُوا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بدم</w:t>
            </w:r>
            <w:r w:rsidRPr="00E7150A">
              <w:rPr>
                <w:rtl/>
              </w:rPr>
              <w:br/>
              <w:t> </w:t>
            </w:r>
          </w:p>
        </w:tc>
      </w:tr>
      <w:tr w:rsidR="00D5036D" w:rsidRPr="00E7150A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D5036D" w:rsidRPr="00E7150A" w:rsidRDefault="00D5036D" w:rsidP="00E7150A">
            <w:pPr>
              <w:pStyle w:val="libPoem"/>
            </w:pPr>
            <w:r w:rsidRPr="00E7150A">
              <w:rPr>
                <w:rFonts w:hint="eastAsia"/>
                <w:rtl/>
              </w:rPr>
              <w:t>ما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كان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هذا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جزائى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اذْ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نصحْتُ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لكُمْ</w:t>
            </w:r>
            <w:r w:rsidRPr="00E715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D5036D" w:rsidRPr="00E7150A" w:rsidRDefault="00D5036D" w:rsidP="00E7150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D5036D" w:rsidRPr="00E7150A" w:rsidRDefault="00D5036D" w:rsidP="00E7150A">
            <w:pPr>
              <w:pStyle w:val="libPoem"/>
            </w:pPr>
            <w:r w:rsidRPr="00E7150A">
              <w:rPr>
                <w:rFonts w:hint="eastAsia"/>
                <w:rtl/>
              </w:rPr>
              <w:t>أنْ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تخْلُفُونى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بسُوءٍ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فى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ذوى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رحمى</w:t>
            </w:r>
            <w:r w:rsidRPr="00E7150A">
              <w:rPr>
                <w:rtl/>
              </w:rPr>
              <w:br/>
              <w:t> </w:t>
            </w:r>
          </w:p>
        </w:tc>
      </w:tr>
    </w:tbl>
    <w:p w:rsidR="00D5036D" w:rsidRPr="00D5036D" w:rsidRDefault="00D5036D" w:rsidP="00D5036D"/>
    <w:p w:rsidR="008C23A5" w:rsidRPr="008C23A5" w:rsidRDefault="008C23A5" w:rsidP="00643C1E">
      <w:pPr>
        <w:pStyle w:val="libNormal"/>
      </w:pP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বা</w:t>
      </w:r>
      <w:r w:rsidRPr="008C23A5">
        <w:rPr>
          <w:rFonts w:hint="cs"/>
          <w:cs/>
          <w:lang w:bidi="bn-IN"/>
        </w:rPr>
        <w:t>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মৃত্যুর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ছিলে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সর্বশ্রেষ্ঠ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উম্মত</w:t>
      </w:r>
      <w:r w:rsidRPr="008C23A5">
        <w:t xml:space="preserve">? </w:t>
      </w:r>
      <w:r w:rsidRPr="008C23A5">
        <w:rPr>
          <w:rFonts w:hint="cs"/>
          <w:cs/>
          <w:lang w:bidi="bn-IN"/>
        </w:rPr>
        <w:t>তাদের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মধ্য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কিছুসংখ্যককে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করেছ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কিছুসংখ্যককে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হত্যা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lastRenderedPageBreak/>
        <w:t>করেছ।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তোমাদেরকে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উপদেশ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দিয়েছিলাম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আমার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আহলে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বাইতের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সাথে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খারাপ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আচরণ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করবে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না।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অথচ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এই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তার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প্রতিদান।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তখন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তোমরা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তাকে</w:t>
      </w:r>
      <w:r w:rsidRPr="008C23A5">
        <w:rPr>
          <w:cs/>
          <w:lang w:bidi="bn-IN"/>
        </w:rPr>
        <w:t xml:space="preserve"> (</w:t>
      </w:r>
      <w:r w:rsidRPr="008C23A5">
        <w:rPr>
          <w:rFonts w:hint="cs"/>
          <w:cs/>
          <w:lang w:bidi="bn-IN"/>
        </w:rPr>
        <w:t>সা</w:t>
      </w:r>
      <w:r w:rsidRPr="008C23A5">
        <w:rPr>
          <w:cs/>
          <w:lang w:bidi="bn-IN"/>
        </w:rPr>
        <w:t xml:space="preserve">.) </w:t>
      </w:r>
      <w:r w:rsidRPr="008C23A5">
        <w:rPr>
          <w:rFonts w:hint="cs"/>
          <w:cs/>
          <w:lang w:bidi="bn-IN"/>
        </w:rPr>
        <w:t>কি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জবাব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দেবে</w:t>
      </w:r>
      <w:r w:rsidRPr="008C23A5">
        <w:t xml:space="preserve">? </w:t>
      </w:r>
      <w:r w:rsidRPr="008C23A5">
        <w:rPr>
          <w:rFonts w:hint="cs"/>
          <w:cs/>
          <w:lang w:bidi="bn-IN"/>
        </w:rPr>
        <w:t>ঐ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দিবাগত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রাতে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মদীনাবাসীরা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শুনতে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পেল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</w:t>
      </w:r>
      <w:r w:rsidRPr="008C23A5">
        <w:t xml:space="preserve">, </w:t>
      </w:r>
      <w:r w:rsidRPr="008C23A5">
        <w:rPr>
          <w:rFonts w:hint="cs"/>
          <w:cs/>
          <w:lang w:bidi="bn-IN"/>
        </w:rPr>
        <w:t>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যেন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অদৃশ্যলোক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থেকে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বলছে</w:t>
      </w:r>
      <w:r w:rsidRPr="008C23A5">
        <w:rPr>
          <w:cs/>
          <w:lang w:bidi="bn-IN"/>
        </w:rPr>
        <w:t>-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E7150A" w:rsidRPr="00F6323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ماذا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تقُولُون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اذْ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قال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الّنبىُ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لكُمْ</w:t>
            </w:r>
            <w:r w:rsidRPr="00F6323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7150A" w:rsidRPr="00F6323C" w:rsidRDefault="00E7150A" w:rsidP="00F6323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ماذا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فعلْتُمُ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أنْتُمْ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آخرُ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الاْ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مم</w:t>
            </w:r>
            <w:r w:rsidRPr="00F6323C">
              <w:rPr>
                <w:rtl/>
              </w:rPr>
              <w:br/>
              <w:t> </w:t>
            </w:r>
          </w:p>
        </w:tc>
      </w:tr>
    </w:tbl>
    <w:p w:rsidR="00E7150A" w:rsidRPr="00F6323C" w:rsidRDefault="00E7150A" w:rsidP="00F6323C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E7150A" w:rsidRPr="00F6323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بعتْرتى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أهْل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مُفْتقدى</w:t>
            </w:r>
            <w:r w:rsidRPr="00F6323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7150A" w:rsidRPr="00F6323C" w:rsidRDefault="00E7150A" w:rsidP="00F6323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منْهُمْ</w:t>
            </w:r>
            <w:r w:rsidRPr="00F6323C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أُ</w:t>
            </w:r>
            <w:r w:rsidRPr="00F6323C">
              <w:rPr>
                <w:rFonts w:hint="eastAsia"/>
                <w:rtl/>
              </w:rPr>
              <w:t>سارى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منْهُمْ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ضُرّجُوا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بدم</w:t>
            </w:r>
            <w:r w:rsidRPr="00F6323C">
              <w:rPr>
                <w:rtl/>
              </w:rPr>
              <w:br/>
              <w:t> </w:t>
            </w:r>
          </w:p>
        </w:tc>
      </w:tr>
      <w:tr w:rsidR="00E7150A" w:rsidRPr="00F6323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ما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كان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هذا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جزائى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اذْ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نصحْتُ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لكُمْ</w:t>
            </w:r>
            <w:r w:rsidRPr="00F6323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7150A" w:rsidRPr="00F6323C" w:rsidRDefault="00E7150A" w:rsidP="00F6323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أنْ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تخْلُفُونى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بسُوءٍ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فى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ذوى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رحمى</w:t>
            </w:r>
            <w:r w:rsidRPr="00F6323C">
              <w:rPr>
                <w:rtl/>
              </w:rPr>
              <w:br/>
              <w:t> </w:t>
            </w:r>
          </w:p>
        </w:tc>
      </w:tr>
      <w:tr w:rsidR="00E7150A" w:rsidRPr="00F6323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أيُّها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الْقاتلُون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جهْلا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حُسيْنا</w:t>
            </w:r>
            <w:r w:rsidRPr="00F6323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7150A" w:rsidRPr="00F6323C" w:rsidRDefault="00E7150A" w:rsidP="00F6323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أبْشرُوا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بالْعذاب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التّنْكيل</w:t>
            </w:r>
            <w:r w:rsidRPr="00F6323C">
              <w:rPr>
                <w:rtl/>
              </w:rPr>
              <w:br/>
              <w:t> </w:t>
            </w:r>
          </w:p>
        </w:tc>
      </w:tr>
    </w:tbl>
    <w:p w:rsidR="00E7150A" w:rsidRPr="00F6323C" w:rsidRDefault="00E7150A" w:rsidP="00F6323C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E7150A" w:rsidRPr="00F6323C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كُلُ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أهْل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السّم</w:t>
            </w:r>
            <w:r w:rsidR="00F62D24">
              <w:rPr>
                <w:rFonts w:hint="eastAsia"/>
                <w:rtl/>
              </w:rPr>
              <w:t xml:space="preserve"> أ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يدْعُو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عليْكُمْ</w:t>
            </w:r>
            <w:r w:rsidRPr="00F6323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7150A" w:rsidRPr="00F6323C" w:rsidRDefault="00E7150A" w:rsidP="00F6323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7150A" w:rsidRPr="00F6323C" w:rsidRDefault="00E7150A" w:rsidP="00F6323C">
            <w:pPr>
              <w:pStyle w:val="libPoem"/>
            </w:pPr>
            <w:r w:rsidRPr="00F6323C">
              <w:rPr>
                <w:rFonts w:hint="eastAsia"/>
                <w:rtl/>
              </w:rPr>
              <w:t>منْ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نبّى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مالكٍ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و</w:t>
            </w:r>
            <w:r w:rsidRPr="00F6323C">
              <w:rPr>
                <w:rtl/>
              </w:rPr>
              <w:t xml:space="preserve"> </w:t>
            </w:r>
            <w:r w:rsidRPr="00F6323C">
              <w:rPr>
                <w:rFonts w:hint="eastAsia"/>
                <w:rtl/>
              </w:rPr>
              <w:t>قتيل</w:t>
            </w:r>
            <w:r w:rsidRPr="00F6323C">
              <w:rPr>
                <w:rtl/>
              </w:rPr>
              <w:br/>
              <w:t> </w:t>
            </w:r>
          </w:p>
        </w:tc>
      </w:tr>
      <w:tr w:rsidR="00E7150A" w:rsidRPr="00E7150A" w:rsidTr="00F6323C">
        <w:trPr>
          <w:trHeight w:val="350"/>
        </w:trPr>
        <w:tc>
          <w:tcPr>
            <w:tcW w:w="4238" w:type="dxa"/>
            <w:shd w:val="clear" w:color="auto" w:fill="auto"/>
          </w:tcPr>
          <w:p w:rsidR="00E7150A" w:rsidRPr="00E7150A" w:rsidRDefault="00E7150A" w:rsidP="00F6323C">
            <w:pPr>
              <w:pStyle w:val="libPoem"/>
            </w:pPr>
            <w:r w:rsidRPr="00E7150A">
              <w:rPr>
                <w:rFonts w:hint="eastAsia"/>
                <w:rtl/>
              </w:rPr>
              <w:t>قد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لعنتم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عل</w:t>
            </w:r>
            <w:r w:rsidRPr="00E7150A">
              <w:rPr>
                <w:rFonts w:hint="cs"/>
                <w:rtl/>
              </w:rPr>
              <w:t>ی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لسان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ابن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داود</w:t>
            </w:r>
            <w:r w:rsidRPr="00E715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E7150A" w:rsidRPr="00E7150A" w:rsidRDefault="00E7150A" w:rsidP="00F6323C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E7150A" w:rsidRPr="00E7150A" w:rsidRDefault="00E7150A" w:rsidP="00F6323C">
            <w:pPr>
              <w:pStyle w:val="libPoem"/>
            </w:pPr>
            <w:r w:rsidRPr="00E7150A">
              <w:rPr>
                <w:rFonts w:hint="eastAsia"/>
                <w:rtl/>
              </w:rPr>
              <w:t>و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موس</w:t>
            </w:r>
            <w:r w:rsidRPr="00E7150A">
              <w:rPr>
                <w:rFonts w:hint="cs"/>
                <w:rtl/>
              </w:rPr>
              <w:t>ی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و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صاحب</w:t>
            </w:r>
            <w:r w:rsidRPr="00E7150A">
              <w:rPr>
                <w:rtl/>
              </w:rPr>
              <w:t xml:space="preserve"> </w:t>
            </w:r>
            <w:r w:rsidRPr="00E7150A">
              <w:rPr>
                <w:rFonts w:hint="eastAsia"/>
                <w:rtl/>
              </w:rPr>
              <w:t>الانج</w:t>
            </w:r>
            <w:r w:rsidRPr="00E7150A">
              <w:rPr>
                <w:rFonts w:hint="cs"/>
                <w:rtl/>
              </w:rPr>
              <w:t>ی</w:t>
            </w:r>
            <w:r w:rsidRPr="00E7150A">
              <w:rPr>
                <w:rFonts w:hint="eastAsia"/>
                <w:rtl/>
              </w:rPr>
              <w:t>ل</w:t>
            </w:r>
            <w:r w:rsidRPr="00E7150A">
              <w:rPr>
                <w:rtl/>
              </w:rPr>
              <w:br/>
              <w:t> </w:t>
            </w:r>
          </w:p>
        </w:tc>
      </w:tr>
    </w:tbl>
    <w:p w:rsidR="00E7150A" w:rsidRPr="00E7150A" w:rsidRDefault="00E7150A" w:rsidP="00E7150A">
      <w:pPr>
        <w:pStyle w:val="libNormal"/>
        <w:rPr>
          <w:rStyle w:val="libArChar"/>
        </w:rPr>
      </w:pPr>
    </w:p>
    <w:p w:rsidR="008C23A5" w:rsidRPr="008C23A5" w:rsidRDefault="00E7150A" w:rsidP="00643C1E">
      <w:pPr>
        <w:pStyle w:val="libNormal"/>
      </w:pPr>
      <w:proofErr w:type="gramStart"/>
      <w:r w:rsidRPr="00F6323C">
        <w:rPr>
          <w:rStyle w:val="libEnChar"/>
        </w:rPr>
        <w:t>“</w:t>
      </w:r>
      <w:r w:rsidR="008C23A5" w:rsidRPr="008C23A5">
        <w:rPr>
          <w:rFonts w:hint="cs"/>
          <w:cs/>
          <w:lang w:bidi="bn-IN"/>
        </w:rPr>
        <w:t>যারা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ইমাম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হোসাইনকে</w:t>
      </w:r>
      <w:r w:rsidR="008C23A5" w:rsidRPr="008C23A5">
        <w:rPr>
          <w:cs/>
          <w:lang w:bidi="bn-IN"/>
        </w:rPr>
        <w:t xml:space="preserve"> (</w:t>
      </w:r>
      <w:r w:rsidR="008C23A5" w:rsidRPr="008C23A5">
        <w:rPr>
          <w:rFonts w:hint="cs"/>
          <w:cs/>
          <w:lang w:bidi="bn-IN"/>
        </w:rPr>
        <w:t>আ</w:t>
      </w:r>
      <w:r w:rsidR="008C23A5" w:rsidRPr="008C23A5">
        <w:rPr>
          <w:cs/>
          <w:lang w:bidi="bn-IN"/>
        </w:rPr>
        <w:t>.)</w:t>
      </w:r>
      <w:proofErr w:type="gramEnd"/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অজ্ঞতাবশত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হত্যা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করছে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তাদেরকে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শাস্তি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ও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দুর্ভাগ্যর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সুসংবাদ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দেয়া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হচ্ছে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hi-IN"/>
        </w:rPr>
        <w:t>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নবী</w:t>
      </w:r>
      <w:r w:rsidR="008C23A5" w:rsidRPr="008C23A5">
        <w:rPr>
          <w:cs/>
          <w:lang w:bidi="bn-IN"/>
        </w:rPr>
        <w:t>-</w:t>
      </w:r>
      <w:r w:rsidR="008C23A5" w:rsidRPr="008C23A5">
        <w:rPr>
          <w:rFonts w:hint="cs"/>
          <w:cs/>
          <w:lang w:bidi="bn-IN"/>
        </w:rPr>
        <w:t>পয়গম্বর</w:t>
      </w:r>
      <w:r w:rsidR="008C23A5" w:rsidRPr="008C23A5">
        <w:rPr>
          <w:cs/>
          <w:lang w:bidi="bn-IN"/>
        </w:rPr>
        <w:t xml:space="preserve">- </w:t>
      </w:r>
      <w:r w:rsidR="008C23A5" w:rsidRPr="008C23A5">
        <w:rPr>
          <w:rFonts w:hint="cs"/>
          <w:cs/>
          <w:lang w:bidi="bn-IN"/>
        </w:rPr>
        <w:t>ফেরেশতা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ও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শহীদগণসহ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সকল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আকাশবাসী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হোসাইন</w:t>
      </w:r>
      <w:r w:rsidR="008C23A5" w:rsidRPr="008C23A5">
        <w:rPr>
          <w:cs/>
          <w:lang w:bidi="bn-IN"/>
        </w:rPr>
        <w:t xml:space="preserve"> (</w:t>
      </w:r>
      <w:r w:rsidR="008C23A5" w:rsidRPr="008C23A5">
        <w:rPr>
          <w:rFonts w:hint="cs"/>
          <w:cs/>
          <w:lang w:bidi="bn-IN"/>
        </w:rPr>
        <w:t>আ</w:t>
      </w:r>
      <w:r w:rsidR="008C23A5" w:rsidRPr="008C23A5">
        <w:rPr>
          <w:cs/>
          <w:lang w:bidi="bn-IN"/>
        </w:rPr>
        <w:t xml:space="preserve">.) </w:t>
      </w:r>
      <w:r w:rsidR="008C23A5" w:rsidRPr="008C23A5">
        <w:rPr>
          <w:rFonts w:hint="cs"/>
          <w:cs/>
          <w:lang w:bidi="bn-IN"/>
        </w:rPr>
        <w:t>এর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হত্যাকারীদেরকে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অভিশাপ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দিচ্ছে।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হযরত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সুলাইমান</w:t>
      </w:r>
      <w:r w:rsidR="008C23A5" w:rsidRPr="008C23A5">
        <w:rPr>
          <w:cs/>
          <w:lang w:bidi="bn-IN"/>
        </w:rPr>
        <w:t xml:space="preserve"> (</w:t>
      </w:r>
      <w:r w:rsidR="008C23A5" w:rsidRPr="008C23A5">
        <w:rPr>
          <w:rFonts w:hint="cs"/>
          <w:cs/>
          <w:lang w:bidi="bn-IN"/>
        </w:rPr>
        <w:t>আ</w:t>
      </w:r>
      <w:r w:rsidR="008C23A5" w:rsidRPr="008C23A5">
        <w:rPr>
          <w:cs/>
          <w:lang w:bidi="bn-IN"/>
        </w:rPr>
        <w:t xml:space="preserve">.) </w:t>
      </w:r>
      <w:r w:rsidR="008C23A5" w:rsidRPr="008C23A5">
        <w:rPr>
          <w:rFonts w:hint="cs"/>
          <w:cs/>
          <w:lang w:bidi="bn-IN"/>
        </w:rPr>
        <w:t>হযরত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মূসা</w:t>
      </w:r>
      <w:r w:rsidR="008C23A5" w:rsidRPr="008C23A5">
        <w:rPr>
          <w:cs/>
          <w:lang w:bidi="bn-IN"/>
        </w:rPr>
        <w:t xml:space="preserve"> (</w:t>
      </w:r>
      <w:r w:rsidR="008C23A5" w:rsidRPr="008C23A5">
        <w:rPr>
          <w:rFonts w:hint="cs"/>
          <w:cs/>
          <w:lang w:bidi="bn-IN"/>
        </w:rPr>
        <w:t>আ</w:t>
      </w:r>
      <w:r w:rsidR="008C23A5" w:rsidRPr="008C23A5">
        <w:rPr>
          <w:cs/>
          <w:lang w:bidi="bn-IN"/>
        </w:rPr>
        <w:t xml:space="preserve">.) </w:t>
      </w:r>
      <w:r w:rsidR="008C23A5" w:rsidRPr="008C23A5">
        <w:rPr>
          <w:rFonts w:hint="cs"/>
          <w:cs/>
          <w:lang w:bidi="bn-IN"/>
        </w:rPr>
        <w:t>ও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তোমাদেরকে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অভিশাপ</w:t>
      </w:r>
      <w:r w:rsidR="008C23A5" w:rsidRPr="008C23A5">
        <w:rPr>
          <w:cs/>
          <w:lang w:bidi="bn-IN"/>
        </w:rPr>
        <w:t xml:space="preserve"> </w:t>
      </w:r>
      <w:r w:rsidR="008C23A5" w:rsidRPr="008C23A5">
        <w:rPr>
          <w:rFonts w:hint="cs"/>
          <w:cs/>
          <w:lang w:bidi="bn-IN"/>
        </w:rPr>
        <w:t>দিয়েছেন।</w:t>
      </w:r>
    </w:p>
    <w:p w:rsidR="008C23A5" w:rsidRPr="008C23A5" w:rsidRDefault="008C23A5" w:rsidP="00643C1E">
      <w:pPr>
        <w:pStyle w:val="libNormal"/>
      </w:pPr>
    </w:p>
    <w:p w:rsidR="008C23A5" w:rsidRPr="008C23A5" w:rsidRDefault="008C23A5" w:rsidP="00625F8B">
      <w:pPr>
        <w:pStyle w:val="Heading2Center"/>
      </w:pPr>
      <w:bookmarkStart w:id="88" w:name="_Toc501196982"/>
      <w:bookmarkStart w:id="89" w:name="_Toc501222492"/>
      <w:r w:rsidRPr="008C23A5">
        <w:rPr>
          <w:rFonts w:hint="cs"/>
          <w:cs/>
          <w:lang w:bidi="bn-IN"/>
        </w:rPr>
        <w:t>ইবনে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যিয়াদ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কর্তৃক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বন্দী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ইমাম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পরিবারকে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সিরিয়ায়</w:t>
      </w:r>
      <w:r w:rsidRPr="008C23A5">
        <w:rPr>
          <w:cs/>
          <w:lang w:bidi="bn-IN"/>
        </w:rPr>
        <w:t xml:space="preserve"> </w:t>
      </w:r>
      <w:r w:rsidRPr="008C23A5">
        <w:rPr>
          <w:rFonts w:hint="cs"/>
          <w:cs/>
          <w:lang w:bidi="bn-IN"/>
        </w:rPr>
        <w:t>প্রেরণ</w:t>
      </w:r>
      <w:bookmarkEnd w:id="88"/>
      <w:bookmarkEnd w:id="89"/>
    </w:p>
    <w:p w:rsidR="00567115" w:rsidRPr="0007588D" w:rsidRDefault="00567115" w:rsidP="004A1569">
      <w:pPr>
        <w:pStyle w:val="libNormal"/>
      </w:pPr>
      <w:r w:rsidRPr="007A5C64">
        <w:rPr>
          <w:rFonts w:hint="cs"/>
          <w:cs/>
          <w:lang w:bidi="bn-IN"/>
        </w:rPr>
        <w:t>ইবনে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যিয়াদের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চিঠি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পেয়ে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ঘটনা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সম্পর্কে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অবহিত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হওয়ার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পর</w:t>
      </w:r>
      <w:r w:rsidRPr="007A5C64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7A5C64">
        <w:rPr>
          <w:rFonts w:hint="cs"/>
          <w:cs/>
          <w:lang w:bidi="bn-IN"/>
        </w:rPr>
        <w:t>দ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ইবনে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যিয়াদকে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লিখল</w:t>
      </w:r>
      <w:r w:rsidRPr="0007588D">
        <w:t xml:space="preserve">, </w:t>
      </w:r>
      <w:r w:rsidRPr="007A5C64">
        <w:rPr>
          <w:rFonts w:hint="cs"/>
          <w:cs/>
          <w:lang w:bidi="bn-IN"/>
        </w:rPr>
        <w:t>হোসাইন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 xml:space="preserve">.) </w:t>
      </w:r>
      <w:r w:rsidRPr="007A5C64">
        <w:rPr>
          <w:rFonts w:hint="cs"/>
          <w:cs/>
          <w:lang w:bidi="bn-IN"/>
        </w:rPr>
        <w:t>এর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মস্তক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যারা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সাথে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নিহত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হয়েছে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কর্তিত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মাথা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ইমাম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হোসাইন</w:t>
      </w:r>
      <w:r w:rsidRPr="007A5C64">
        <w:rPr>
          <w:cs/>
          <w:lang w:bidi="bn-IN"/>
        </w:rPr>
        <w:t xml:space="preserve"> </w:t>
      </w:r>
      <w:r w:rsidRPr="007A5C64">
        <w:rPr>
          <w:cs/>
          <w:lang w:bidi="bn-IN"/>
        </w:rPr>
        <w:lastRenderedPageBreak/>
        <w:t>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>.)</w:t>
      </w:r>
      <w:r w:rsidR="004A1569">
        <w:rPr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পরবিার</w:t>
      </w:r>
      <w:r w:rsidRPr="007A5C64">
        <w:rPr>
          <w:cs/>
          <w:lang w:bidi="bn-IN"/>
        </w:rPr>
        <w:t>-</w:t>
      </w:r>
      <w:r w:rsidRPr="007A5C64">
        <w:rPr>
          <w:rFonts w:hint="cs"/>
          <w:cs/>
          <w:lang w:bidi="bn-IN"/>
        </w:rPr>
        <w:t>পরিজনসহ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সিরিয়ায়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পাঠিয়ে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দাও।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ইবনে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যিয়াদ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মাহফার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</w:t>
      </w:r>
      <w:r w:rsidRPr="0007588D">
        <w:rPr>
          <w:rFonts w:hint="eastAsia"/>
        </w:rPr>
        <w:t>’</w:t>
      </w:r>
      <w:r w:rsidRPr="007A5C64">
        <w:rPr>
          <w:rFonts w:hint="cs"/>
          <w:cs/>
          <w:lang w:bidi="bn-IN"/>
        </w:rPr>
        <w:t>লাবা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আল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আনেদীর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নেতৃত্বে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ইমাম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হোসাইন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 xml:space="preserve">.) </w:t>
      </w:r>
      <w:r w:rsidRPr="007A5C64">
        <w:rPr>
          <w:rFonts w:hint="cs"/>
          <w:cs/>
          <w:lang w:bidi="bn-IN"/>
        </w:rPr>
        <w:t>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নিগত</w:t>
      </w:r>
      <w:r w:rsidRPr="007A5C64">
        <w:rPr>
          <w:cs/>
          <w:lang w:bidi="bn-IN"/>
        </w:rPr>
        <w:t xml:space="preserve"> </w:t>
      </w:r>
      <w:r w:rsidR="004A1569">
        <w:rPr>
          <w:cs/>
          <w:lang w:bidi="bn-IN"/>
        </w:rPr>
        <w:t>সঙ্গী</w:t>
      </w:r>
      <w:r w:rsidRPr="007A5C64">
        <w:rPr>
          <w:cs/>
          <w:lang w:bidi="bn-IN"/>
        </w:rPr>
        <w:t>-</w:t>
      </w:r>
      <w:r w:rsidRPr="007A5C64">
        <w:rPr>
          <w:rFonts w:hint="cs"/>
          <w:cs/>
          <w:lang w:bidi="bn-IN"/>
        </w:rPr>
        <w:t>সাথীদের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মাথা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এবং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আহলে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বাইত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 xml:space="preserve">.) </w:t>
      </w:r>
      <w:r w:rsidRPr="007A5C64">
        <w:rPr>
          <w:rFonts w:hint="cs"/>
          <w:cs/>
          <w:lang w:bidi="bn-IN"/>
        </w:rPr>
        <w:t>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সিরিয়ায়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প্রেরণ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করে।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কাফির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মুশরিক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যুদ্ধবন্দীদেরকে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যেমনিভাবে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মুখমণ্ডল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অনাবৃত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রাখা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ঠিক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তেমনিভাবে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মিহফার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নবী</w:t>
      </w:r>
      <w:r w:rsidRPr="007A5C64">
        <w:rPr>
          <w:cs/>
          <w:lang w:bidi="bn-IN"/>
        </w:rPr>
        <w:t>-</w:t>
      </w:r>
      <w:r w:rsidRPr="007A5C64">
        <w:rPr>
          <w:rFonts w:hint="cs"/>
          <w:cs/>
          <w:lang w:bidi="bn-IN"/>
        </w:rPr>
        <w:t>পরিবারকে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সিরিয়ায়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যায়।</w:t>
      </w:r>
    </w:p>
    <w:p w:rsidR="00567115" w:rsidRDefault="00567115" w:rsidP="00567115">
      <w:pPr>
        <w:pStyle w:val="libNormal"/>
        <w:rPr>
          <w:lang w:bidi="bn-IN"/>
        </w:rPr>
      </w:pPr>
    </w:p>
    <w:p w:rsidR="00567115" w:rsidRPr="007A5C64" w:rsidRDefault="00567115" w:rsidP="00567115">
      <w:pPr>
        <w:pStyle w:val="Heading2Center"/>
      </w:pPr>
      <w:bookmarkStart w:id="90" w:name="_Toc501196983"/>
      <w:bookmarkStart w:id="91" w:name="_Toc501222493"/>
      <w:r w:rsidRPr="007A5C64">
        <w:rPr>
          <w:rFonts w:hint="cs"/>
          <w:cs/>
          <w:lang w:bidi="bn-IN"/>
        </w:rPr>
        <w:t>সিরিয়ায়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আহলে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বাইত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>.)-</w:t>
      </w:r>
      <w:r w:rsidRPr="007A5C64">
        <w:rPr>
          <w:rFonts w:hint="cs"/>
          <w:cs/>
          <w:lang w:bidi="bn-IN"/>
        </w:rPr>
        <w:t>এর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করুণ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অবস্থা</w:t>
      </w:r>
      <w:bookmarkEnd w:id="90"/>
      <w:bookmarkEnd w:id="91"/>
    </w:p>
    <w:p w:rsidR="00567115" w:rsidRPr="0007588D" w:rsidRDefault="00567115" w:rsidP="00567115">
      <w:pPr>
        <w:pStyle w:val="libNormal"/>
      </w:pP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আহলে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বাইত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 xml:space="preserve">.) </w:t>
      </w:r>
      <w:r w:rsidRPr="007A5C64">
        <w:rPr>
          <w:rFonts w:hint="cs"/>
          <w:cs/>
          <w:lang w:bidi="bn-IN"/>
        </w:rPr>
        <w:t>এর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কাফেলা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দামেশক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শহরের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সদর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দরজার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নিকটবর্তী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হলে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হযরত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উম্মে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কুলসুম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 xml:space="preserve">.) </w:t>
      </w:r>
      <w:r w:rsidRPr="007A5C64">
        <w:rPr>
          <w:rFonts w:hint="cs"/>
          <w:cs/>
          <w:lang w:bidi="bn-IN"/>
        </w:rPr>
        <w:t>শিমারের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কাছে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গিয়ে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বললেন</w:t>
      </w:r>
      <w:r w:rsidRPr="0007588D">
        <w:t xml:space="preserve">, </w:t>
      </w:r>
      <w:r w:rsidRPr="007A5C64">
        <w:rPr>
          <w:rStyle w:val="libEnChar"/>
        </w:rPr>
        <w:t>“</w:t>
      </w:r>
      <w:r w:rsidRPr="007A5C64">
        <w:rPr>
          <w:rFonts w:hint="cs"/>
          <w:cs/>
          <w:lang w:bidi="bn-IN"/>
        </w:rPr>
        <w:t>তোমার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সাথে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একটু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কথা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আছে।</w:t>
      </w:r>
      <w:r w:rsidRPr="0007588D">
        <w:rPr>
          <w:rFonts w:hint="eastAsia"/>
        </w:rPr>
        <w:t>”</w:t>
      </w:r>
      <w:r w:rsidRPr="0007588D">
        <w:t xml:space="preserve"> </w:t>
      </w:r>
      <w:r w:rsidRPr="007A5C64">
        <w:rPr>
          <w:rFonts w:hint="cs"/>
          <w:cs/>
          <w:lang w:bidi="bn-IN"/>
        </w:rPr>
        <w:t>শিমার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জিজ্ঞেস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করল</w:t>
      </w:r>
      <w:r w:rsidRPr="0007588D">
        <w:t xml:space="preserve">, </w:t>
      </w:r>
      <w:r w:rsidRPr="007A5C64">
        <w:rPr>
          <w:rStyle w:val="libEnChar"/>
        </w:rPr>
        <w:t>“</w:t>
      </w:r>
      <w:r w:rsidRPr="007A5C64">
        <w:rPr>
          <w:rFonts w:hint="cs"/>
          <w:cs/>
          <w:lang w:bidi="bn-IN"/>
        </w:rPr>
        <w:t>কি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কথা</w:t>
      </w:r>
      <w:r w:rsidRPr="0007588D">
        <w:t>?</w:t>
      </w:r>
      <w:r w:rsidRPr="007A5C64">
        <w:rPr>
          <w:rStyle w:val="libEnChar"/>
        </w:rPr>
        <w:t>”</w:t>
      </w:r>
      <w:r w:rsidRPr="007A5C64">
        <w:t xml:space="preserve"> </w:t>
      </w:r>
      <w:r w:rsidRPr="007A5C64">
        <w:rPr>
          <w:rFonts w:hint="cs"/>
          <w:cs/>
          <w:lang w:bidi="bn-IN"/>
        </w:rPr>
        <w:t>কথন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উম্মে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কুলসুম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বললেন</w:t>
      </w:r>
      <w:r w:rsidRPr="0007588D">
        <w:t>,</w:t>
      </w:r>
    </w:p>
    <w:p w:rsidR="00567115" w:rsidRPr="007A5C64" w:rsidRDefault="00567115" w:rsidP="00567115">
      <w:pPr>
        <w:pStyle w:val="libAr"/>
      </w:pPr>
      <w:r w:rsidRPr="007A5C64">
        <w:rPr>
          <w:rFonts w:hint="cs"/>
          <w:rtl/>
        </w:rPr>
        <w:t>قالتْ</w:t>
      </w:r>
      <w:r w:rsidRPr="007A5C64">
        <w:rPr>
          <w:rtl/>
        </w:rPr>
        <w:t xml:space="preserve">: </w:t>
      </w:r>
      <w:r w:rsidRPr="007A5C64">
        <w:rPr>
          <w:rFonts w:hint="cs"/>
          <w:rtl/>
        </w:rPr>
        <w:t>اذا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دخلْت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بِنا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الْبلد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فاحْمِلْنا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فى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درْبٍ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قلِيلِ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النّظارةِ،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و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تقدّم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اليْهِمْ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7A5C64">
        <w:rPr>
          <w:rFonts w:hint="cs"/>
          <w:rtl/>
        </w:rPr>
        <w:t>نْ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يُخْرِجُوا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هذِهِ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الرُّؤ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وس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مِنْ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بيْنِ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الْمحامِلِ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و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يُنحُّونا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عنْها،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فقدْ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خزينا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مِنْ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كثْرةِ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النّظرِ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اليْنا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و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نحْنُ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فى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هذِهِ</w:t>
      </w:r>
      <w:r w:rsidRPr="007A5C64">
        <w:rPr>
          <w:rtl/>
        </w:rPr>
        <w:t xml:space="preserve"> </w:t>
      </w:r>
      <w:r w:rsidRPr="007A5C64">
        <w:rPr>
          <w:rFonts w:hint="cs"/>
          <w:rtl/>
        </w:rPr>
        <w:t>الْحالِ</w:t>
      </w:r>
      <w:r w:rsidRPr="007A5C64">
        <w:t>.</w:t>
      </w:r>
    </w:p>
    <w:p w:rsidR="00567115" w:rsidRPr="0007588D" w:rsidRDefault="00567115" w:rsidP="00567115">
      <w:pPr>
        <w:pStyle w:val="libNormal"/>
      </w:pPr>
      <w:r w:rsidRPr="0007588D">
        <w:rPr>
          <w:rFonts w:hint="eastAsia"/>
        </w:rPr>
        <w:t>“</w:t>
      </w:r>
      <w:r w:rsidRPr="007A5C64">
        <w:rPr>
          <w:rFonts w:hint="cs"/>
          <w:cs/>
          <w:lang w:bidi="bn-IN"/>
        </w:rPr>
        <w:t>এ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শহরে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প্রবেশ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করানোর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সময়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আমাদেরকে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এমন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ফটক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দিয়ে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শহরের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ভিতরে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যাও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যেখান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hi-IN"/>
        </w:rPr>
        <w:t>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অল্পসংখ্যক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দর্শক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জড়ো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হয়েছে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এবং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তোমার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সিপাইদেরকে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মাথাগুলোকে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পতাকাসমূহের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মধ্য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থেকে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বাইরে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আনে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এবং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এবং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আমাদের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নবী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পরিবার</w:t>
      </w:r>
      <w:r w:rsidRPr="007A5C64">
        <w:rPr>
          <w:cs/>
          <w:lang w:bidi="bn-IN"/>
        </w:rPr>
        <w:t xml:space="preserve">) </w:t>
      </w:r>
      <w:r w:rsidRPr="007A5C64">
        <w:rPr>
          <w:rFonts w:hint="cs"/>
          <w:cs/>
          <w:lang w:bidi="bn-IN"/>
        </w:rPr>
        <w:t>ওগুলো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থেকে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দূরে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রাখে।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করাণ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ইতোমধ্যে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অনেক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অপমানিত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লাঞ্ছিত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হয়েছি।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তো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অবস্থার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মধ্যেই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রয়েছি।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শিমারের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মাঝে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বিশেষ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ধরনের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কুফরী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পাপ</w:t>
      </w:r>
      <w:r w:rsidRPr="007A5C64">
        <w:rPr>
          <w:cs/>
          <w:lang w:bidi="bn-IN"/>
        </w:rPr>
        <w:t>-</w:t>
      </w:r>
      <w:r w:rsidRPr="007A5C64">
        <w:rPr>
          <w:rFonts w:hint="cs"/>
          <w:cs/>
          <w:lang w:bidi="bn-IN"/>
        </w:rPr>
        <w:t>পঙ্কিলতা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কলুষতা</w:t>
      </w:r>
      <w:r w:rsidRPr="007A5C64">
        <w:rPr>
          <w:cs/>
          <w:lang w:bidi="bn-IN"/>
        </w:rPr>
        <w:t xml:space="preserve">) </w:t>
      </w:r>
      <w:r w:rsidRPr="007A5C64">
        <w:rPr>
          <w:rFonts w:hint="cs"/>
          <w:cs/>
          <w:lang w:bidi="bn-IN"/>
        </w:rPr>
        <w:t>থাকার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কারণে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হযরত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উম্মে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কুলসুমের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কথায়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মোটেও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দিল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বরং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উল্টো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আদেশ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দিল</w:t>
      </w:r>
      <w:r w:rsidRPr="0007588D">
        <w:t xml:space="preserve">, </w:t>
      </w:r>
      <w:r w:rsidRPr="007A5C64">
        <w:rPr>
          <w:rStyle w:val="libEnChar"/>
        </w:rPr>
        <w:t>“</w:t>
      </w:r>
      <w:r w:rsidRPr="007A5C64">
        <w:rPr>
          <w:rFonts w:hint="cs"/>
          <w:cs/>
          <w:lang w:bidi="bn-IN"/>
        </w:rPr>
        <w:t>কর্তিত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মস্তকগুলোকে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বর্শাগ্রে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বেধে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পতাকাসমূহের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মাঝেই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রাখা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হয়।</w:t>
      </w:r>
      <w:r w:rsidRPr="0007588D">
        <w:rPr>
          <w:rFonts w:hint="eastAsia"/>
        </w:rPr>
        <w:t>”</w:t>
      </w:r>
      <w:r w:rsidRPr="0007588D">
        <w:t xml:space="preserve"> </w:t>
      </w:r>
      <w:r w:rsidRPr="007A5C64">
        <w:rPr>
          <w:rFonts w:hint="cs"/>
          <w:cs/>
          <w:lang w:bidi="bn-IN"/>
        </w:rPr>
        <w:t>আর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এভাবেই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নবী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পরিবারকে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দর্শকদের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উপস্থিতিতে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দামেশকের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প্রধান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ফটকের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ভিতর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দিয়ে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প্রবেশ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করানো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হল।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শহরের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প্রধান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জামে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মসজিদের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দরজার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সামনে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যেখানে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যুদ্ধবন্দীদেরকে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রাখা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সেখানেই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বন্দী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নবী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পরিবারকে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রাখা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বর্ণিত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আছে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যে</w:t>
      </w:r>
      <w:r w:rsidRPr="0007588D">
        <w:t xml:space="preserve">, </w:t>
      </w:r>
      <w:r w:rsidRPr="007A5C64">
        <w:rPr>
          <w:rFonts w:hint="cs"/>
          <w:cs/>
          <w:lang w:bidi="bn-IN"/>
        </w:rPr>
        <w:t>একজন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জ্ঞানী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তাবেয়ী</w:t>
      </w:r>
      <w:r w:rsidRPr="0007588D">
        <w:rPr>
          <w:rStyle w:val="libFootnotenumChar"/>
          <w:cs/>
          <w:lang w:bidi="bn-IN"/>
        </w:rPr>
        <w:t>৫</w:t>
      </w:r>
      <w:r>
        <w:rPr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সিরয়িায়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যখন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ইমাম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হোসাইনের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কর্তিত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মাথা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মোবারক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দেখতে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পান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তখন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থেকে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lastRenderedPageBreak/>
        <w:t>এক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মাসের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জন্য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তিনি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নিজ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বান্ধবদের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সাথেও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দেখা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দেননি</w:t>
      </w:r>
      <w:r w:rsidRPr="0007588D">
        <w:t xml:space="preserve">, </w:t>
      </w:r>
      <w:r w:rsidRPr="007A5C64">
        <w:rPr>
          <w:rFonts w:hint="cs"/>
          <w:cs/>
          <w:lang w:bidi="bn-IN"/>
        </w:rPr>
        <w:t>আত্মগোপন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করেছিলেন।</w:t>
      </w:r>
      <w:r w:rsidR="004A1569">
        <w:rPr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একমাস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যখন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দেখা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গেল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তখন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আত্মগোপন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কারণ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সম্পর্কে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জিজ্ঞেস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হল।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তিনি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জবাবে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বলেছিলেন</w:t>
      </w:r>
      <w:r w:rsidRPr="0007588D">
        <w:t>, !</w:t>
      </w:r>
      <w:r w:rsidRPr="007A5C64">
        <w:rPr>
          <w:rFonts w:hint="cs"/>
          <w:cs/>
          <w:lang w:bidi="bn-IN"/>
        </w:rPr>
        <w:t>তোমরা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দেখতে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পাচ্ছ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বড়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দুর্ভাগ্য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ও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বিপর্যয়ের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সম্মুখীন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হয়েছি</w:t>
      </w:r>
      <w:r w:rsidRPr="0007588D">
        <w:t>?</w:t>
      </w:r>
      <w:r w:rsidRPr="007A5C64">
        <w:rPr>
          <w:rStyle w:val="libEnChar"/>
        </w:rPr>
        <w:t>”</w:t>
      </w:r>
      <w:r w:rsidRPr="007A5C64">
        <w:t xml:space="preserve"> </w:t>
      </w:r>
      <w:r w:rsidRPr="007A5C64">
        <w:rPr>
          <w:rFonts w:hint="cs"/>
          <w:cs/>
          <w:lang w:bidi="bn-IN"/>
        </w:rPr>
        <w:t>তারপর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তিনি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নিম্নোক্ত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কবিতাটি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পাঠ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করলেন</w:t>
      </w:r>
      <w:r w:rsidRPr="0007588D">
        <w:t>,</w:t>
      </w:r>
    </w:p>
    <w:p w:rsidR="00567115" w:rsidRPr="0007588D" w:rsidRDefault="00567115" w:rsidP="00567115">
      <w:pPr>
        <w:pStyle w:val="libNormal"/>
      </w:pPr>
      <w:proofErr w:type="gramStart"/>
      <w:r w:rsidRPr="0007588D">
        <w:rPr>
          <w:rFonts w:hint="eastAsia"/>
        </w:rPr>
        <w:t>“</w:t>
      </w:r>
      <w:r w:rsidRPr="007A5C64">
        <w:rPr>
          <w:rFonts w:hint="cs"/>
          <w:cs/>
          <w:lang w:bidi="bn-IN"/>
        </w:rPr>
        <w:t>তোমরা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কারা</w:t>
      </w:r>
      <w:r w:rsidRPr="0007588D">
        <w:t>?</w:t>
      </w:r>
      <w:proofErr w:type="gramEnd"/>
      <w:r w:rsidRPr="0007588D">
        <w:t xml:space="preserve"> </w:t>
      </w:r>
      <w:r w:rsidRPr="007A5C64">
        <w:rPr>
          <w:rFonts w:hint="cs"/>
          <w:cs/>
          <w:lang w:bidi="bn-IN"/>
        </w:rPr>
        <w:t>তখন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ঐ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মেয়েটি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বলল</w:t>
      </w:r>
      <w:r w:rsidRPr="0007588D">
        <w:t xml:space="preserve">, </w:t>
      </w:r>
      <w:r w:rsidRPr="007A5C64">
        <w:rPr>
          <w:rFonts w:hint="cs"/>
          <w:cs/>
          <w:lang w:bidi="bn-IN"/>
        </w:rPr>
        <w:t>আমি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হোসাইনের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আ</w:t>
      </w:r>
      <w:r w:rsidRPr="007A5C64">
        <w:rPr>
          <w:cs/>
          <w:lang w:bidi="bn-IN"/>
        </w:rPr>
        <w:t xml:space="preserve">.) </w:t>
      </w:r>
      <w:r w:rsidRPr="007A5C64">
        <w:rPr>
          <w:rFonts w:hint="cs"/>
          <w:cs/>
          <w:lang w:bidi="bn-IN"/>
        </w:rPr>
        <w:t>কন্যা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সাকীনা।</w:t>
      </w:r>
      <w:r w:rsidRPr="0007588D">
        <w:rPr>
          <w:rFonts w:hint="eastAsia"/>
        </w:rPr>
        <w:t>”</w:t>
      </w:r>
      <w:r w:rsidRPr="0007588D">
        <w:t xml:space="preserve"> </w:t>
      </w:r>
      <w:r w:rsidRPr="007A5C64">
        <w:rPr>
          <w:rFonts w:hint="cs"/>
          <w:cs/>
          <w:lang w:bidi="bn-IN"/>
        </w:rPr>
        <w:t>আমি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বললাম</w:t>
      </w:r>
      <w:r w:rsidRPr="0007588D">
        <w:t xml:space="preserve">, </w:t>
      </w:r>
      <w:r w:rsidRPr="007A5C64">
        <w:rPr>
          <w:rStyle w:val="libEnChar"/>
        </w:rPr>
        <w:t>“</w:t>
      </w:r>
      <w:r w:rsidRPr="007A5C64">
        <w:rPr>
          <w:rFonts w:hint="cs"/>
          <w:cs/>
          <w:lang w:bidi="bn-IN"/>
        </w:rPr>
        <w:t>আমি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আপনার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প্রপিতামহের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একজন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সাহাবা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hi-IN"/>
        </w:rPr>
        <w:t>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নাম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সাহল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বিন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সা</w:t>
      </w:r>
      <w:r w:rsidRPr="0007588D">
        <w:rPr>
          <w:rFonts w:hint="eastAsia"/>
        </w:rPr>
        <w:t>’</w:t>
      </w:r>
      <w:r w:rsidRPr="007A5C64">
        <w:rPr>
          <w:rFonts w:hint="cs"/>
          <w:cs/>
          <w:lang w:bidi="bn-IN"/>
        </w:rPr>
        <w:t>দ।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দ্বরা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যদি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আপনাদের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কোন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উপকার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হয়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তাহলে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আমাকে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বলুন।</w:t>
      </w:r>
      <w:r w:rsidRPr="0007588D">
        <w:rPr>
          <w:rFonts w:hint="eastAsia"/>
        </w:rPr>
        <w:t>”</w:t>
      </w:r>
      <w:r w:rsidRPr="0007588D">
        <w:t xml:space="preserve"> </w:t>
      </w:r>
      <w:r w:rsidRPr="007A5C64">
        <w:rPr>
          <w:rFonts w:hint="cs"/>
          <w:cs/>
          <w:lang w:bidi="bn-IN"/>
        </w:rPr>
        <w:t>তখন</w:t>
      </w:r>
      <w:r w:rsidRPr="007A5C64">
        <w:rPr>
          <w:cs/>
          <w:lang w:bidi="bn-IN"/>
        </w:rPr>
        <w:t xml:space="preserve"> </w:t>
      </w:r>
      <w:r w:rsidRPr="007A5C64">
        <w:rPr>
          <w:rFonts w:hint="cs"/>
          <w:cs/>
          <w:lang w:bidi="bn-IN"/>
        </w:rPr>
        <w:t>তিনি</w:t>
      </w:r>
      <w:r w:rsidRPr="007A5C64">
        <w:rPr>
          <w:cs/>
          <w:lang w:bidi="bn-IN"/>
        </w:rPr>
        <w:t xml:space="preserve"> (</w:t>
      </w:r>
      <w:r w:rsidRPr="007A5C64">
        <w:rPr>
          <w:rFonts w:hint="cs"/>
          <w:cs/>
          <w:lang w:bidi="bn-IN"/>
        </w:rPr>
        <w:t>সাকীনা</w:t>
      </w:r>
      <w:r w:rsidRPr="007A5C64">
        <w:rPr>
          <w:cs/>
          <w:lang w:bidi="bn-IN"/>
        </w:rPr>
        <w:t xml:space="preserve">) </w:t>
      </w:r>
      <w:r w:rsidRPr="007A5C64">
        <w:rPr>
          <w:rFonts w:hint="cs"/>
          <w:cs/>
          <w:lang w:bidi="bn-IN"/>
        </w:rPr>
        <w:t>বললেলঃ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67115" w:rsidRPr="00494C4C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جاؤُا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بِر</w:t>
            </w:r>
            <w:r w:rsidR="00F62D24">
              <w:rPr>
                <w:rFonts w:hint="cs"/>
                <w:rtl/>
              </w:rPr>
              <w:t xml:space="preserve"> أ</w:t>
            </w:r>
            <w:r w:rsidRPr="00494C4C">
              <w:rPr>
                <w:rFonts w:hint="cs"/>
                <w:rtl/>
              </w:rPr>
              <w:t>سِك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يابْن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بِنْتِ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مُحمّدٍ</w:t>
            </w:r>
            <w:r w:rsidRPr="00494C4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67115" w:rsidRPr="00494C4C" w:rsidRDefault="00567115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مُترمِّلا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بِدِمائِهِ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ترْميلا</w:t>
            </w:r>
            <w:r w:rsidRPr="00494C4C">
              <w:rPr>
                <w:rtl/>
              </w:rPr>
              <w:br/>
              <w:t> </w:t>
            </w:r>
          </w:p>
        </w:tc>
      </w:tr>
    </w:tbl>
    <w:p w:rsidR="00567115" w:rsidRPr="0007588D" w:rsidRDefault="00567115" w:rsidP="0056711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67115" w:rsidRPr="00494C4C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و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ك</w:t>
            </w:r>
            <w:r w:rsidR="00F62D24">
              <w:rPr>
                <w:rFonts w:hint="cs"/>
                <w:rtl/>
              </w:rPr>
              <w:t xml:space="preserve"> أ</w:t>
            </w:r>
            <w:r w:rsidRPr="00494C4C">
              <w:rPr>
                <w:rFonts w:hint="cs"/>
                <w:rtl/>
              </w:rPr>
              <w:t>نّما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بِك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يابْن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بِنْتِ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مُحمّدٍ</w:t>
            </w:r>
            <w:r w:rsidRPr="00494C4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67115" w:rsidRPr="00494C4C" w:rsidRDefault="00567115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قتلُوا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جِهارا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عامِدين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رسولا</w:t>
            </w:r>
            <w:r w:rsidRPr="00494C4C">
              <w:rPr>
                <w:rtl/>
              </w:rPr>
              <w:br/>
              <w:t> </w:t>
            </w:r>
          </w:p>
        </w:tc>
      </w:tr>
    </w:tbl>
    <w:p w:rsidR="00567115" w:rsidRPr="0007588D" w:rsidRDefault="00567115" w:rsidP="0056711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67115" w:rsidRPr="00494C4C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قتلُوك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عطْشانا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و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لمّا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يترقّبُوا</w:t>
            </w:r>
            <w:r w:rsidRPr="00494C4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67115" w:rsidRPr="00494C4C" w:rsidRDefault="00567115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فى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قتْلِك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التّنْزيل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و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التّ</w:t>
            </w:r>
            <w:r w:rsidR="00F62D24">
              <w:rPr>
                <w:rFonts w:hint="cs"/>
                <w:rtl/>
              </w:rPr>
              <w:t xml:space="preserve"> أ</w:t>
            </w:r>
            <w:r w:rsidRPr="00494C4C">
              <w:rPr>
                <w:rFonts w:hint="cs"/>
                <w:rtl/>
              </w:rPr>
              <w:t>ويلا</w:t>
            </w:r>
            <w:r w:rsidRPr="00494C4C">
              <w:rPr>
                <w:rtl/>
              </w:rPr>
              <w:br/>
              <w:t> </w:t>
            </w:r>
          </w:p>
        </w:tc>
      </w:tr>
    </w:tbl>
    <w:p w:rsidR="00567115" w:rsidRPr="0007588D" w:rsidRDefault="00567115" w:rsidP="0056711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67115" w:rsidRPr="00494C4C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و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يُكبِّرُون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</w:t>
            </w:r>
            <w:r w:rsidR="00F62D24">
              <w:rPr>
                <w:rFonts w:hint="cs"/>
                <w:rtl/>
              </w:rPr>
              <w:t xml:space="preserve"> أ</w:t>
            </w:r>
            <w:r w:rsidRPr="00494C4C">
              <w:rPr>
                <w:rFonts w:hint="cs"/>
                <w:rtl/>
              </w:rPr>
              <w:t>نْ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قُتِلْت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و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cs"/>
                <w:rtl/>
              </w:rPr>
              <w:t>أ</w:t>
            </w:r>
            <w:r w:rsidRPr="00494C4C">
              <w:rPr>
                <w:rFonts w:hint="cs"/>
                <w:rtl/>
              </w:rPr>
              <w:t>نّما</w:t>
            </w:r>
            <w:r w:rsidRPr="00494C4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67115" w:rsidRPr="00494C4C" w:rsidRDefault="00567115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67115" w:rsidRPr="00494C4C" w:rsidRDefault="00567115" w:rsidP="00AF59BA">
            <w:pPr>
              <w:pStyle w:val="libPoem"/>
            </w:pPr>
            <w:r w:rsidRPr="00494C4C">
              <w:rPr>
                <w:rFonts w:hint="cs"/>
                <w:rtl/>
              </w:rPr>
              <w:t>قتلُوا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بِك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التّكْبير</w:t>
            </w:r>
            <w:r w:rsidRPr="00494C4C">
              <w:rPr>
                <w:rtl/>
              </w:rPr>
              <w:t xml:space="preserve"> </w:t>
            </w:r>
            <w:r w:rsidRPr="00494C4C">
              <w:rPr>
                <w:rFonts w:hint="cs"/>
                <w:rtl/>
              </w:rPr>
              <w:t>والتّهْليلا</w:t>
            </w:r>
            <w:r w:rsidRPr="00494C4C">
              <w:rPr>
                <w:rtl/>
              </w:rPr>
              <w:br/>
              <w:t> </w:t>
            </w:r>
          </w:p>
        </w:tc>
      </w:tr>
    </w:tbl>
    <w:p w:rsidR="00567115" w:rsidRPr="0007588D" w:rsidRDefault="00567115" w:rsidP="00567115"/>
    <w:p w:rsidR="005238F5" w:rsidRDefault="005238F5" w:rsidP="005238F5">
      <w:pPr>
        <w:pStyle w:val="libNormal"/>
      </w:pPr>
      <w:proofErr w:type="gramStart"/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দৌহিত্র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রক্তাক্ত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.)</w:t>
      </w:r>
      <w:proofErr w:type="gramEnd"/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ঠাণ্ডা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দৌহিত্র</w:t>
      </w:r>
      <w:r>
        <w:t xml:space="preserve">, </w:t>
      </w:r>
      <w:r>
        <w:rPr>
          <w:rFonts w:hint="cs"/>
          <w:cs/>
          <w:lang w:bidi="bn-IN"/>
        </w:rPr>
        <w:t>আপনাকে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তৃষ্ণার্তাবস্থায়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লংঘন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তাকবীর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ধ্বনি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তাহলীলেরই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rFonts w:hint="eastAsia"/>
        </w:rPr>
        <w:t>”</w:t>
      </w:r>
    </w:p>
    <w:p w:rsidR="005238F5" w:rsidRDefault="005238F5" w:rsidP="005238F5">
      <w:pPr>
        <w:pStyle w:val="libNormal"/>
        <w:rPr>
          <w:lang w:bidi="bn-IN"/>
        </w:rPr>
      </w:pPr>
    </w:p>
    <w:p w:rsidR="005238F5" w:rsidRDefault="005238F5" w:rsidP="005238F5">
      <w:pPr>
        <w:pStyle w:val="Heading2Center"/>
      </w:pPr>
      <w:bookmarkStart w:id="92" w:name="_Toc501196984"/>
      <w:bookmarkStart w:id="93" w:name="_Toc501222494"/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সিরিয়াবাসী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কাহিনী</w:t>
      </w:r>
      <w:bookmarkEnd w:id="92"/>
      <w:bookmarkEnd w:id="93"/>
    </w:p>
    <w:p w:rsidR="005238F5" w:rsidRDefault="005238F5" w:rsidP="005238F5">
      <w:pPr>
        <w:pStyle w:val="libNormal"/>
      </w:pP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দামেশ্কের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মসজিদের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জনপদসমূহকে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আমীরুল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মুমেনীন</w:t>
      </w:r>
      <w:r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আয়াতটা</w:t>
      </w:r>
      <w:r>
        <w:rPr>
          <w:rFonts w:hint="eastAsia"/>
        </w:rPr>
        <w:t>…</w:t>
      </w:r>
    </w:p>
    <w:p w:rsidR="005238F5" w:rsidRDefault="005238F5" w:rsidP="005238F5">
      <w:pPr>
        <w:pStyle w:val="libAie"/>
        <w:rPr>
          <w:rtl/>
        </w:rPr>
      </w:pPr>
      <w:r w:rsidRPr="00B7342D">
        <w:rPr>
          <w:rStyle w:val="libAlaemChar"/>
          <w:rFonts w:hint="cs"/>
          <w:rtl/>
        </w:rPr>
        <w:t>(</w:t>
      </w:r>
      <w:r>
        <w:rPr>
          <w:rFonts w:hint="cs"/>
          <w:rtl/>
        </w:rPr>
        <w:t>قُلْ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أسْألُكُمْ</w:t>
      </w:r>
      <w:r>
        <w:rPr>
          <w:rtl/>
        </w:rPr>
        <w:t xml:space="preserve"> </w:t>
      </w:r>
      <w:r>
        <w:rPr>
          <w:rFonts w:hint="cs"/>
          <w:rtl/>
        </w:rPr>
        <w:t>عليْهِ</w:t>
      </w:r>
      <w:r>
        <w:rPr>
          <w:rtl/>
        </w:rPr>
        <w:t xml:space="preserve"> </w:t>
      </w:r>
      <w:r>
        <w:rPr>
          <w:rFonts w:hint="cs"/>
          <w:rtl/>
        </w:rPr>
        <w:t>أجْرًا</w:t>
      </w:r>
      <w:r>
        <w:rPr>
          <w:rtl/>
        </w:rPr>
        <w:t xml:space="preserve"> </w:t>
      </w:r>
      <w:r>
        <w:rPr>
          <w:rFonts w:hint="cs"/>
          <w:rtl/>
        </w:rPr>
        <w:t>إِلّا</w:t>
      </w:r>
      <w:r>
        <w:rPr>
          <w:rtl/>
        </w:rPr>
        <w:t xml:space="preserve"> </w:t>
      </w:r>
      <w:r>
        <w:rPr>
          <w:rFonts w:hint="cs"/>
          <w:rtl/>
        </w:rPr>
        <w:t>الْمودّة</w:t>
      </w:r>
      <w:r>
        <w:rPr>
          <w:rtl/>
        </w:rPr>
        <w:t xml:space="preserve"> </w:t>
      </w:r>
      <w:r>
        <w:rPr>
          <w:rFonts w:hint="cs"/>
          <w:rtl/>
        </w:rPr>
        <w:t>فِي</w:t>
      </w:r>
      <w:r>
        <w:rPr>
          <w:rtl/>
        </w:rPr>
        <w:t xml:space="preserve"> </w:t>
      </w:r>
      <w:r>
        <w:rPr>
          <w:rFonts w:hint="cs"/>
          <w:rtl/>
        </w:rPr>
        <w:t>الْقُرْبى</w:t>
      </w:r>
      <w:r w:rsidRPr="00B7342D">
        <w:rPr>
          <w:rStyle w:val="libAlaemChar"/>
          <w:rFonts w:hint="cs"/>
          <w:rtl/>
        </w:rPr>
        <w:t>)</w:t>
      </w:r>
    </w:p>
    <w:p w:rsidR="005238F5" w:rsidRDefault="005238F5" w:rsidP="005238F5">
      <w:pPr>
        <w:pStyle w:val="libNormal"/>
      </w:pPr>
      <w:r w:rsidRPr="00B7342D">
        <w:rPr>
          <w:rStyle w:val="libEnChar"/>
        </w:rPr>
        <w:t>“</w:t>
      </w:r>
      <w:r>
        <w:rPr>
          <w:cs/>
          <w:lang w:bidi="bn-IN"/>
        </w:rPr>
        <w:t>হে</w:t>
      </w:r>
      <w:r>
        <w:rPr>
          <w:lang w:bidi="bn-IN"/>
        </w:rPr>
        <w:t xml:space="preserve"> </w:t>
      </w:r>
      <w:r>
        <w:rPr>
          <w:cs/>
          <w:lang w:bidi="bn-IN"/>
        </w:rPr>
        <w:t>নবী</w:t>
      </w:r>
      <w:r>
        <w:rPr>
          <w:lang w:bidi="bn-IN"/>
        </w:rPr>
        <w:t xml:space="preserve"> </w:t>
      </w:r>
      <w:r>
        <w:rPr>
          <w:cs/>
          <w:lang w:bidi="bn-IN"/>
        </w:rPr>
        <w:t>বলে</w:t>
      </w:r>
      <w:r>
        <w:rPr>
          <w:lang w:bidi="bn-IN"/>
        </w:rPr>
        <w:t xml:space="preserve"> </w:t>
      </w:r>
      <w:r>
        <w:rPr>
          <w:cs/>
          <w:lang w:bidi="bn-IN"/>
        </w:rPr>
        <w:t>দিন</w:t>
      </w:r>
      <w:r>
        <w:rPr>
          <w:lang w:bidi="bn-IN"/>
        </w:rPr>
        <w:t xml:space="preserve"> </w:t>
      </w:r>
      <w:r>
        <w:rPr>
          <w:rFonts w:hint="cs"/>
          <w:cs/>
          <w:lang w:bidi="bn-IN"/>
        </w:rPr>
        <w:t>একমাত্র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নিকটাত্মীয়দের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ভালোবাসা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রিসালাতে</w:t>
      </w:r>
      <w:proofErr w:type="gramStart"/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>(</w:t>
      </w:r>
      <w:proofErr w:type="gramEnd"/>
      <w:r>
        <w:rPr>
          <w:rFonts w:hint="cs"/>
          <w:cs/>
          <w:lang w:bidi="bn-IN"/>
        </w:rPr>
        <w:t>দাওয়াতের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প্রতিদানই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প্রত্যাশা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rFonts w:hint="eastAsia"/>
        </w:rPr>
        <w:t>”</w:t>
      </w:r>
      <w:r>
        <w:t>(</w:t>
      </w:r>
      <w:r>
        <w:rPr>
          <w:rFonts w:hint="cs"/>
          <w:cs/>
          <w:lang w:bidi="bn-IN"/>
        </w:rPr>
        <w:t>সূরা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সূরা</w:t>
      </w:r>
      <w:r>
        <w:t xml:space="preserve">,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২৩</w:t>
      </w:r>
      <w:r>
        <w:rPr>
          <w:cs/>
          <w:lang w:bidi="bn-IN"/>
        </w:rPr>
        <w:t>)</w:t>
      </w:r>
      <w: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পড়নি</w:t>
      </w:r>
      <w:r>
        <w:t xml:space="preserve">?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>
        <w:rPr>
          <w:rFonts w:hint="cs"/>
          <w:cs/>
          <w:lang w:bidi="bn-IN"/>
        </w:rPr>
        <w:t>হ্যাঁ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পড়েছি।</w:t>
      </w:r>
      <w:r>
        <w:rPr>
          <w:rFonts w:hint="eastAsia"/>
        </w:rPr>
        <w:t>”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বললেন</w:t>
      </w:r>
      <w:r>
        <w:t xml:space="preserve">, </w:t>
      </w:r>
      <w:r>
        <w:rPr>
          <w:rFonts w:hint="cs"/>
          <w:cs/>
          <w:lang w:bidi="bn-IN"/>
        </w:rPr>
        <w:t>জেনে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নিকটাত্মীয়।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ইসরাইলের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আয়াটি</w:t>
      </w:r>
      <w:r>
        <w:rPr>
          <w:cs/>
          <w:lang w:bidi="bn-IN"/>
        </w:rPr>
        <w:t xml:space="preserve"> </w:t>
      </w:r>
    </w:p>
    <w:p w:rsidR="005238F5" w:rsidRDefault="005238F5" w:rsidP="005238F5">
      <w:pPr>
        <w:pStyle w:val="libAie"/>
        <w:rPr>
          <w:rtl/>
        </w:rPr>
      </w:pPr>
      <w:r w:rsidRPr="00B7342D">
        <w:rPr>
          <w:rStyle w:val="libAlaemChar"/>
          <w:rFonts w:hint="cs"/>
          <w:rtl/>
        </w:rPr>
        <w:t>(</w:t>
      </w:r>
      <w:r>
        <w:rPr>
          <w:rFonts w:hint="cs"/>
          <w:rtl/>
        </w:rPr>
        <w:t>وآتِ</w:t>
      </w:r>
      <w:r>
        <w:rPr>
          <w:rtl/>
        </w:rPr>
        <w:t xml:space="preserve"> 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الْقُرْبى</w:t>
      </w:r>
      <w:r>
        <w:rPr>
          <w:rtl/>
        </w:rPr>
        <w:t xml:space="preserve"> </w:t>
      </w:r>
      <w:r>
        <w:rPr>
          <w:rFonts w:hint="cs"/>
          <w:rtl/>
        </w:rPr>
        <w:t>حقّه</w:t>
      </w:r>
      <w:r w:rsidRPr="00B7342D">
        <w:rPr>
          <w:rStyle w:val="libAlaemChar"/>
          <w:rFonts w:hint="cs"/>
          <w:rtl/>
        </w:rPr>
        <w:t>)</w:t>
      </w:r>
    </w:p>
    <w:p w:rsidR="005238F5" w:rsidRDefault="005238F5" w:rsidP="005238F5">
      <w:pPr>
        <w:pStyle w:val="libNormal"/>
      </w:pPr>
      <w:r>
        <w:t>(</w:t>
      </w: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ইসরাইল</w:t>
      </w:r>
      <w:r>
        <w:t xml:space="preserve">,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২৬</w:t>
      </w:r>
      <w:r>
        <w:rPr>
          <w:cs/>
          <w:lang w:bidi="bn-IN"/>
        </w:rPr>
        <w:t>)</w:t>
      </w:r>
    </w:p>
    <w:p w:rsidR="005238F5" w:rsidRDefault="005238F5" w:rsidP="005238F5">
      <w:pPr>
        <w:pStyle w:val="libNormal"/>
        <w:rPr>
          <w:rtl/>
        </w:rPr>
      </w:pPr>
      <w:proofErr w:type="gramStart"/>
      <w:r>
        <w:t>(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নিকটাত্মীয়ের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অধিকার।</w:t>
      </w:r>
      <w:r>
        <w:rPr>
          <w:rFonts w:hint="eastAsia"/>
        </w:rPr>
        <w:t>”</w:t>
      </w:r>
      <w:r>
        <w:t xml:space="preserve">) </w:t>
      </w:r>
      <w:r>
        <w:rPr>
          <w:rFonts w:hint="cs"/>
          <w:cs/>
          <w:lang w:bidi="bn-IN"/>
        </w:rPr>
        <w:t>পড়নি</w:t>
      </w:r>
      <w:r>
        <w:t>?</w:t>
      </w:r>
      <w:proofErr w:type="gramEnd"/>
      <w: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আমরাই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নিকটাত্মীয়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 w:rsidRPr="00B7342D">
        <w:rPr>
          <w:rStyle w:val="libAieChar"/>
          <w:rFonts w:hint="cs"/>
          <w:rtl/>
        </w:rPr>
        <w:t>ذا</w:t>
      </w:r>
      <w:r w:rsidRPr="00B7342D">
        <w:rPr>
          <w:rStyle w:val="libAieChar"/>
          <w:rtl/>
        </w:rPr>
        <w:t xml:space="preserve"> </w:t>
      </w:r>
      <w:r w:rsidRPr="00B7342D">
        <w:rPr>
          <w:rStyle w:val="libAieChar"/>
          <w:rFonts w:hint="cs"/>
          <w:rtl/>
        </w:rPr>
        <w:t>الْقُرْبى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যাল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কুরবা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আয়াতটি</w:t>
      </w:r>
    </w:p>
    <w:p w:rsidR="005238F5" w:rsidRDefault="005238F5" w:rsidP="005238F5">
      <w:pPr>
        <w:pStyle w:val="libAie"/>
        <w:rPr>
          <w:rtl/>
        </w:rPr>
      </w:pPr>
      <w:r w:rsidRPr="00B7342D">
        <w:rPr>
          <w:rStyle w:val="libAlaemChar"/>
          <w:rFonts w:hint="cs"/>
          <w:rtl/>
        </w:rPr>
        <w:t>(</w:t>
      </w:r>
      <w:r>
        <w:rPr>
          <w:rFonts w:hint="cs"/>
          <w:rtl/>
        </w:rPr>
        <w:t>واعْلمُوا</w:t>
      </w:r>
      <w:r>
        <w:rPr>
          <w:rtl/>
        </w:rPr>
        <w:t xml:space="preserve"> </w:t>
      </w:r>
      <w:r>
        <w:rPr>
          <w:rFonts w:hint="cs"/>
          <w:rtl/>
        </w:rPr>
        <w:t>أنّما</w:t>
      </w:r>
      <w:r>
        <w:rPr>
          <w:rtl/>
        </w:rPr>
        <w:t xml:space="preserve"> </w:t>
      </w:r>
      <w:r>
        <w:rPr>
          <w:rFonts w:hint="cs"/>
          <w:rtl/>
        </w:rPr>
        <w:t>غنِمْتُمْ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شيْءٍ</w:t>
      </w:r>
      <w:r>
        <w:rPr>
          <w:rtl/>
        </w:rPr>
        <w:t xml:space="preserve"> </w:t>
      </w:r>
      <w:r>
        <w:rPr>
          <w:rFonts w:hint="cs"/>
          <w:rtl/>
        </w:rPr>
        <w:t>فأنّ</w:t>
      </w:r>
      <w:r>
        <w:rPr>
          <w:rtl/>
        </w:rPr>
        <w:t xml:space="preserve"> </w:t>
      </w:r>
      <w:r>
        <w:rPr>
          <w:rFonts w:hint="cs"/>
          <w:rtl/>
        </w:rPr>
        <w:t>لِلّهِ</w:t>
      </w:r>
      <w:r>
        <w:rPr>
          <w:rtl/>
        </w:rPr>
        <w:t xml:space="preserve"> </w:t>
      </w:r>
      <w:r>
        <w:rPr>
          <w:rFonts w:hint="cs"/>
          <w:rtl/>
        </w:rPr>
        <w:t>خُمُسهُ</w:t>
      </w:r>
      <w:r>
        <w:rPr>
          <w:rtl/>
        </w:rPr>
        <w:t xml:space="preserve"> </w:t>
      </w:r>
      <w:r>
        <w:rPr>
          <w:rFonts w:hint="cs"/>
          <w:rtl/>
        </w:rPr>
        <w:t>ولِلرّسُولِ</w:t>
      </w:r>
      <w:r>
        <w:rPr>
          <w:rtl/>
        </w:rPr>
        <w:t xml:space="preserve"> </w:t>
      </w:r>
      <w:r>
        <w:rPr>
          <w:rFonts w:hint="cs"/>
          <w:rtl/>
        </w:rPr>
        <w:t>ولِذِي</w:t>
      </w:r>
      <w:r>
        <w:rPr>
          <w:rtl/>
        </w:rPr>
        <w:t xml:space="preserve"> </w:t>
      </w:r>
      <w:r>
        <w:rPr>
          <w:rFonts w:hint="cs"/>
          <w:rtl/>
        </w:rPr>
        <w:t>الْقُرْبى</w:t>
      </w:r>
      <w:r w:rsidRPr="00B7342D">
        <w:rPr>
          <w:rStyle w:val="libAlaemChar"/>
          <w:rFonts w:hint="cs"/>
          <w:rtl/>
        </w:rPr>
        <w:t>)</w:t>
      </w:r>
    </w:p>
    <w:p w:rsidR="005238F5" w:rsidRDefault="005238F5" w:rsidP="005238F5">
      <w:pPr>
        <w:pStyle w:val="libNormal"/>
      </w:pP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জিনিস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গণীমত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পঞ্চমাংশ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নিকটাত্মীয়দের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rFonts w:hint="eastAsia"/>
        </w:rPr>
        <w:t>…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>(</w:t>
      </w:r>
      <w:r>
        <w:rPr>
          <w:rFonts w:hint="cs"/>
          <w:cs/>
          <w:lang w:bidi="bn-IN"/>
        </w:rPr>
        <w:t>সূরা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আনফাল</w:t>
      </w:r>
      <w:r>
        <w:t xml:space="preserve">,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৪১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হ্যাঁ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>
        <w:rPr>
          <w:rFonts w:hint="cs"/>
          <w:cs/>
          <w:lang w:bidi="bn-IN"/>
        </w:rPr>
        <w:t>আমরাই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কুরবা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নিকটাত্মীয়।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আচ্ছা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আয়াতটি</w:t>
      </w:r>
    </w:p>
    <w:p w:rsidR="005238F5" w:rsidRDefault="005238F5" w:rsidP="005238F5">
      <w:pPr>
        <w:pStyle w:val="libAie"/>
        <w:rPr>
          <w:rtl/>
        </w:rPr>
      </w:pPr>
      <w:r w:rsidRPr="00B7342D">
        <w:rPr>
          <w:rStyle w:val="libAlaemChar"/>
          <w:rFonts w:hint="cs"/>
          <w:rtl/>
        </w:rPr>
        <w:lastRenderedPageBreak/>
        <w:t>(</w:t>
      </w:r>
      <w:r>
        <w:rPr>
          <w:rFonts w:hint="cs"/>
          <w:rtl/>
        </w:rPr>
        <w:t>إِنّما</w:t>
      </w:r>
      <w:r>
        <w:rPr>
          <w:rtl/>
        </w:rPr>
        <w:t xml:space="preserve"> </w:t>
      </w:r>
      <w:r>
        <w:rPr>
          <w:rFonts w:hint="cs"/>
          <w:rtl/>
        </w:rPr>
        <w:t>يُرِيدُ</w:t>
      </w:r>
      <w:r>
        <w:rPr>
          <w:rtl/>
        </w:rPr>
        <w:t xml:space="preserve"> </w:t>
      </w:r>
      <w:r>
        <w:rPr>
          <w:rFonts w:hint="cs"/>
          <w:rtl/>
        </w:rPr>
        <w:t>اللّهُ</w:t>
      </w:r>
      <w:r>
        <w:rPr>
          <w:rtl/>
        </w:rPr>
        <w:t xml:space="preserve"> </w:t>
      </w:r>
      <w:r>
        <w:rPr>
          <w:rFonts w:hint="cs"/>
          <w:rtl/>
        </w:rPr>
        <w:t>لِيُذْهِب</w:t>
      </w:r>
      <w:r>
        <w:rPr>
          <w:rtl/>
        </w:rPr>
        <w:t xml:space="preserve"> </w:t>
      </w:r>
      <w:r>
        <w:rPr>
          <w:rFonts w:hint="cs"/>
          <w:rtl/>
        </w:rPr>
        <w:t>عنْكُمُ</w:t>
      </w:r>
      <w:r>
        <w:rPr>
          <w:rtl/>
        </w:rPr>
        <w:t xml:space="preserve"> </w:t>
      </w:r>
      <w:r>
        <w:rPr>
          <w:rFonts w:hint="cs"/>
          <w:rtl/>
        </w:rPr>
        <w:t>الرِّجْس</w:t>
      </w:r>
      <w:r>
        <w:rPr>
          <w:rtl/>
        </w:rPr>
        <w:t xml:space="preserve"> </w:t>
      </w:r>
      <w:r>
        <w:rPr>
          <w:rFonts w:hint="cs"/>
          <w:rtl/>
        </w:rPr>
        <w:t>أهْل</w:t>
      </w:r>
      <w:r>
        <w:rPr>
          <w:rtl/>
        </w:rPr>
        <w:t xml:space="preserve"> </w:t>
      </w:r>
      <w:r>
        <w:rPr>
          <w:rFonts w:hint="cs"/>
          <w:rtl/>
        </w:rPr>
        <w:t>الْبيْتِ</w:t>
      </w:r>
      <w:r>
        <w:rPr>
          <w:rtl/>
        </w:rPr>
        <w:t xml:space="preserve"> </w:t>
      </w:r>
      <w:r>
        <w:rPr>
          <w:rFonts w:hint="cs"/>
          <w:rtl/>
        </w:rPr>
        <w:t>ويُطهِّركُمْ</w:t>
      </w:r>
      <w:r>
        <w:rPr>
          <w:rtl/>
        </w:rPr>
        <w:t xml:space="preserve"> </w:t>
      </w:r>
      <w:r>
        <w:rPr>
          <w:rFonts w:hint="cs"/>
          <w:rtl/>
        </w:rPr>
        <w:t>تطْهِيرًا</w:t>
      </w:r>
      <w:r w:rsidRPr="00B7342D">
        <w:rPr>
          <w:rStyle w:val="libAlaemChar"/>
          <w:rFonts w:hint="cs"/>
          <w:rtl/>
        </w:rPr>
        <w:t>)</w:t>
      </w:r>
    </w:p>
    <w:p w:rsidR="005238F5" w:rsidRDefault="005238F5" w:rsidP="004A1569">
      <w:pPr>
        <w:pStyle w:val="libNormal"/>
      </w:pPr>
      <w:proofErr w:type="gramStart"/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পঙ্কিলতা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পূর্ণরূপে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চান।</w:t>
      </w:r>
      <w:r>
        <w:rPr>
          <w:rFonts w:hint="eastAsia"/>
        </w:rPr>
        <w:t>’</w:t>
      </w:r>
      <w:r>
        <w:t xml:space="preserve"> (</w:t>
      </w:r>
      <w:r>
        <w:rPr>
          <w:rFonts w:hint="cs"/>
          <w:cs/>
          <w:lang w:bidi="bn-IN"/>
        </w:rPr>
        <w:t>সূরা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আহযাব</w:t>
      </w:r>
      <w:r>
        <w:t xml:space="preserve">,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নং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পড়নি</w:t>
      </w:r>
      <w:r>
        <w:t>?</w:t>
      </w:r>
      <w:proofErr w:type="gramEnd"/>
      <w:r>
        <w:t xml:space="preserve"> </w:t>
      </w:r>
      <w:r>
        <w:rPr>
          <w:rFonts w:hint="cs"/>
          <w:cs/>
          <w:lang w:bidi="bn-IN"/>
        </w:rPr>
        <w:t>বৃদ্ধলোকটি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হ্যাঁ</w:t>
      </w:r>
      <w:r w:rsidR="004A1569">
        <w:rPr>
          <w:lang w:bidi="bn-IN"/>
        </w:rPr>
        <w:t>,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আমরাই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 w:rsidR="004A1569">
        <w:rPr>
          <w:cs/>
          <w:lang w:bidi="bn-IN"/>
        </w:rPr>
        <w:t>ছে</w:t>
      </w:r>
      <w:r>
        <w:rPr>
          <w:rFonts w:hint="cs"/>
          <w:cs/>
          <w:lang w:bidi="bn-IN"/>
        </w:rPr>
        <w:t>ন।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বৃদ্ধলোকটি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নির্বাক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হযে</w:t>
      </w:r>
      <w:r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গে</w:t>
      </w:r>
      <w:r w:rsidR="004A1569">
        <w:rPr>
          <w:cs/>
          <w:lang w:bidi="bn-IN"/>
        </w:rPr>
        <w:t>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 w:rsidR="004A1569">
        <w:rPr>
          <w:cs/>
          <w:lang w:bidi="bn-IN"/>
        </w:rPr>
        <w:t>ক্ষ</w:t>
      </w:r>
      <w:r>
        <w:rPr>
          <w:rFonts w:hint="cs"/>
          <w:cs/>
          <w:lang w:bidi="bn-IN"/>
        </w:rPr>
        <w:t>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অনুতপ্ত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শপথ</w:t>
      </w:r>
      <w:r>
        <w:t xml:space="preserve">, </w:t>
      </w:r>
      <w:r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নাযিল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>?</w:t>
      </w:r>
      <w:r w:rsidRPr="00B7342D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কসম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অবতীর্ণ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বৃদ্ধলোকটি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পাগড়ী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মনুষ্য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তওবা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>?</w:t>
      </w:r>
      <w:r w:rsidRPr="00B7342D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হ্যাঁ</w:t>
      </w:r>
      <w:r>
        <w:t xml:space="preserve">,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তওবা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তওবা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B7342D">
        <w:rPr>
          <w:rStyle w:val="libEnChar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তওবা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করলাম।</w:t>
      </w:r>
      <w:r>
        <w:rPr>
          <w:rFonts w:hint="eastAsia"/>
        </w:rPr>
        <w:t>”</w:t>
      </w:r>
      <w:r>
        <w:t xml:space="preserve">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বৃদ্ধলোকটির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কাহিনীটি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হল।</w:t>
      </w:r>
    </w:p>
    <w:p w:rsidR="005238F5" w:rsidRPr="00B7342D" w:rsidRDefault="005238F5" w:rsidP="005238F5">
      <w:pPr>
        <w:pStyle w:val="libNormal"/>
        <w:rPr>
          <w:rtl/>
        </w:rPr>
      </w:pPr>
    </w:p>
    <w:p w:rsidR="005238F5" w:rsidRPr="0007588D" w:rsidRDefault="004A1569" w:rsidP="005238F5">
      <w:pPr>
        <w:pStyle w:val="Heading2Center"/>
        <w:rPr>
          <w:rtl/>
          <w:cs/>
        </w:rPr>
      </w:pPr>
      <w:bookmarkStart w:id="94" w:name="_Toc501196985"/>
      <w:bookmarkStart w:id="95" w:name="_Toc501222495"/>
      <w:r>
        <w:rPr>
          <w:rFonts w:hint="cs"/>
          <w:cs/>
          <w:lang w:bidi="bn-IN"/>
        </w:rPr>
        <w:t>ইয়াজি</w:t>
      </w:r>
      <w:r w:rsidR="005238F5">
        <w:rPr>
          <w:rFonts w:hint="cs"/>
          <w:cs/>
          <w:lang w:bidi="bn-IN"/>
        </w:rPr>
        <w:t>দের</w:t>
      </w:r>
      <w:r w:rsidR="005238F5">
        <w:rPr>
          <w:cs/>
          <w:lang w:bidi="bn-IN"/>
        </w:rPr>
        <w:t xml:space="preserve"> </w:t>
      </w:r>
      <w:r w:rsidR="005238F5">
        <w:rPr>
          <w:rFonts w:hint="cs"/>
          <w:cs/>
          <w:lang w:bidi="bn-IN"/>
        </w:rPr>
        <w:t>সভায়</w:t>
      </w:r>
      <w:r w:rsidR="005238F5">
        <w:rPr>
          <w:cs/>
          <w:lang w:bidi="bn-IN"/>
        </w:rPr>
        <w:t xml:space="preserve"> </w:t>
      </w:r>
      <w:r w:rsidR="005238F5">
        <w:rPr>
          <w:rFonts w:hint="cs"/>
          <w:cs/>
          <w:lang w:bidi="bn-IN"/>
        </w:rPr>
        <w:t>বন্দী</w:t>
      </w:r>
      <w:r w:rsidR="005238F5">
        <w:rPr>
          <w:cs/>
          <w:lang w:bidi="bn-IN"/>
        </w:rPr>
        <w:t xml:space="preserve"> </w:t>
      </w:r>
      <w:r w:rsidR="005238F5">
        <w:rPr>
          <w:rFonts w:hint="cs"/>
          <w:cs/>
          <w:lang w:bidi="bn-IN"/>
        </w:rPr>
        <w:t>আহলে</w:t>
      </w:r>
      <w:r w:rsidR="005238F5">
        <w:rPr>
          <w:cs/>
          <w:lang w:bidi="bn-IN"/>
        </w:rPr>
        <w:t xml:space="preserve"> </w:t>
      </w:r>
      <w:r w:rsidR="005238F5">
        <w:rPr>
          <w:rFonts w:hint="cs"/>
          <w:cs/>
          <w:lang w:bidi="bn-IN"/>
        </w:rPr>
        <w:t>বাইতের</w:t>
      </w:r>
      <w:r w:rsidR="005238F5">
        <w:rPr>
          <w:cs/>
          <w:lang w:bidi="bn-IN"/>
        </w:rPr>
        <w:t xml:space="preserve"> </w:t>
      </w:r>
      <w:r w:rsidR="005238F5">
        <w:rPr>
          <w:rFonts w:hint="cs"/>
          <w:cs/>
          <w:lang w:bidi="bn-IN"/>
        </w:rPr>
        <w:t>প্রবেশ</w:t>
      </w:r>
      <w:bookmarkEnd w:id="94"/>
      <w:bookmarkEnd w:id="95"/>
    </w:p>
    <w:p w:rsidR="000B52C9" w:rsidRPr="002362B6" w:rsidRDefault="000B52C9" w:rsidP="000B52C9">
      <w:pPr>
        <w:pStyle w:val="libNormal"/>
        <w:rPr>
          <w:rStyle w:val="libEnChar"/>
        </w:rPr>
      </w:pPr>
      <w:r w:rsidRPr="009B0B65">
        <w:rPr>
          <w:rFonts w:hint="cs"/>
          <w:cs/>
          <w:lang w:bidi="bn-IN"/>
        </w:rPr>
        <w:t>এরপর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মহানবীর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বন্দী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পরিবার</w:t>
      </w:r>
      <w:r w:rsidRPr="009B0B65">
        <w:rPr>
          <w:cs/>
          <w:lang w:bidi="bn-IN"/>
        </w:rPr>
        <w:t>-</w:t>
      </w:r>
      <w:r w:rsidRPr="009B0B65">
        <w:rPr>
          <w:rFonts w:hint="cs"/>
          <w:cs/>
          <w:lang w:bidi="bn-IN"/>
        </w:rPr>
        <w:t>পরিজনকে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দড়িতে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বেধে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দরবারে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আনা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hi-IN"/>
        </w:rPr>
        <w:t>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ঠিক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সময়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যয়নুল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আবেদীন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বললেন</w:t>
      </w:r>
      <w:r w:rsidRPr="002362B6">
        <w:rPr>
          <w:rStyle w:val="libEnChar"/>
        </w:rPr>
        <w:t>,</w:t>
      </w:r>
    </w:p>
    <w:p w:rsidR="000B52C9" w:rsidRPr="002362B6" w:rsidRDefault="000B52C9" w:rsidP="000B52C9">
      <w:pPr>
        <w:pStyle w:val="libAie"/>
        <w:rPr>
          <w:rtl/>
        </w:rPr>
      </w:pPr>
      <w:r w:rsidRPr="009B0B65">
        <w:rPr>
          <w:rStyle w:val="libAlaemChar"/>
          <w:rFonts w:hint="cs"/>
          <w:rtl/>
        </w:rPr>
        <w:t>(</w:t>
      </w:r>
      <w:r w:rsidRPr="009B0B65">
        <w:rPr>
          <w:rFonts w:hint="cs"/>
          <w:rtl/>
        </w:rPr>
        <w:t>أنْشِدُك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اللّهُ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يا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يزيدُ،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ما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ظنُّك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بِرسُولِ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اللّهِ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ص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لوْ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رآنا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على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هذِهِالصِّفةِ</w:t>
      </w:r>
      <w:r w:rsidRPr="009B0B65">
        <w:rPr>
          <w:rStyle w:val="libAlaemChar"/>
          <w:rFonts w:hint="cs"/>
          <w:rtl/>
        </w:rPr>
        <w:t>)</w:t>
      </w:r>
    </w:p>
    <w:p w:rsidR="000B52C9" w:rsidRPr="002362B6" w:rsidRDefault="000B52C9" w:rsidP="000B52C9">
      <w:pPr>
        <w:pStyle w:val="libNormal"/>
        <w:rPr>
          <w:rStyle w:val="libEnChar"/>
        </w:rPr>
      </w:pPr>
      <w:proofErr w:type="gramStart"/>
      <w:r w:rsidRPr="002362B6">
        <w:rPr>
          <w:rStyle w:val="libEnChar"/>
          <w:rFonts w:hint="eastAsia"/>
        </w:rPr>
        <w:t>“</w:t>
      </w:r>
      <w:r w:rsidRPr="009B0B65">
        <w:rPr>
          <w:rFonts w:hint="cs"/>
          <w:cs/>
          <w:lang w:bidi="bn-IN"/>
        </w:rPr>
        <w:t>হে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তোমাকে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খোদর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নামে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শপথ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বলছি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মহানবী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>.)</w:t>
      </w:r>
      <w:proofErr w:type="gramEnd"/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সম্পর্কে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তুমি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কেমন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ধারণা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পোষণ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যদি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তিনি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আমাদেরকে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অবস্থায়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দেখতে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পেতেন</w:t>
      </w:r>
      <w:r w:rsidRPr="002362B6">
        <w:rPr>
          <w:rStyle w:val="libEnChar"/>
        </w:rPr>
        <w:t>?”</w:t>
      </w:r>
      <w:r w:rsidRPr="009B0B65"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নির্দেশে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lastRenderedPageBreak/>
        <w:t>বন্দী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নবী</w:t>
      </w:r>
      <w:r w:rsidRPr="009B0B65">
        <w:rPr>
          <w:cs/>
          <w:lang w:bidi="bn-IN"/>
        </w:rPr>
        <w:t>-</w:t>
      </w:r>
      <w:r w:rsidRPr="009B0B65">
        <w:rPr>
          <w:rFonts w:hint="cs"/>
          <w:cs/>
          <w:lang w:bidi="bn-IN"/>
        </w:rPr>
        <w:t>পরিবারকে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সব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রশি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দিয়ে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বধা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হয়েছিল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সেগুলো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কেটে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ফেলা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হল।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তারপর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পবিত্র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মাথা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সামনে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রাখা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নবী</w:t>
      </w:r>
      <w:r w:rsidRPr="009B0B65">
        <w:rPr>
          <w:cs/>
          <w:lang w:bidi="bn-IN"/>
        </w:rPr>
        <w:t>-</w:t>
      </w:r>
      <w:r w:rsidRPr="009B0B65">
        <w:rPr>
          <w:rFonts w:hint="cs"/>
          <w:cs/>
          <w:lang w:bidi="bn-IN"/>
        </w:rPr>
        <w:t>পরিবারের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মহিলাদেরকে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পিছনে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দাড়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করানো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যাতে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পবিত্র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মাথা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দেখতে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পান।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কিন্তু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যয়নুল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আবেদীন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দৃশ্য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দেখে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ফেললেন।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হযরত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যয়নাবের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দৃষ্টি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দৃশ্য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দেখে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ফেললেন।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হযরত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যয়নবের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দৃষ্টি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কর্তিত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মাথার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পড়ামাত্রই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দুই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গ্রীবাদেশে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হাত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রেখে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অতি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করুণ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স্বরে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উঠলেন</w:t>
      </w:r>
      <w:r w:rsidRPr="002362B6">
        <w:rPr>
          <w:rStyle w:val="libEnChar"/>
        </w:rPr>
        <w:t>, “</w:t>
      </w:r>
      <w:r w:rsidRPr="009B0B65">
        <w:rPr>
          <w:rFonts w:hint="cs"/>
          <w:cs/>
          <w:lang w:bidi="bn-IN"/>
        </w:rPr>
        <w:t>ওয়া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হেসাইনাহ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</w:t>
      </w:r>
      <w:r w:rsidRPr="009B0B65">
        <w:rPr>
          <w:cs/>
          <w:lang w:bidi="bn-IN"/>
        </w:rPr>
        <w:t>)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রাসুলুল্লাহর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দৌহিত্র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পবিত্র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মক্কা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পবিত্র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মদীনার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সন্তান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ফাতেমা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যাহরার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সন্তান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মুস্তাফার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দৌহিত্র।</w:t>
      </w:r>
      <w:r w:rsidRPr="002362B6">
        <w:rPr>
          <w:rStyle w:val="libEnChar"/>
          <w:rFonts w:hint="eastAsia"/>
        </w:rPr>
        <w:t>”</w:t>
      </w:r>
      <w:r w:rsidRPr="002362B6">
        <w:rPr>
          <w:rStyle w:val="libEnChar"/>
        </w:rPr>
        <w:t xml:space="preserve"> </w:t>
      </w:r>
      <w:r w:rsidRPr="009B0B65">
        <w:rPr>
          <w:rFonts w:hint="cs"/>
          <w:cs/>
          <w:lang w:bidi="bn-IN"/>
        </w:rPr>
        <w:t>বর্ণনাকারী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বলেনঃ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হযরত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যয়নব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উক্ত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সভায়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যারাই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উপস্থিত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ছিল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সবাইকে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কাদালেন।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সময়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পাপিষ্ঠ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তার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উপর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আল্লাহর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অভিশাপ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বর্ষিত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হোক</w:t>
      </w:r>
      <w:r w:rsidRPr="009B0B65">
        <w:rPr>
          <w:cs/>
          <w:lang w:bidi="bn-IN"/>
        </w:rPr>
        <w:t xml:space="preserve">) </w:t>
      </w:r>
      <w:r w:rsidRPr="009B0B65">
        <w:rPr>
          <w:rFonts w:hint="cs"/>
          <w:cs/>
          <w:lang w:bidi="bn-IN"/>
        </w:rPr>
        <w:t>চুপ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ছিল।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সময়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বনী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হাশিমের</w:t>
      </w:r>
      <w:r w:rsidR="00F62D24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মহিলাটি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গৃহে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বাস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জন্য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শোক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প্রকাশ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লাগল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উচ্চস্বরে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লাগল</w:t>
      </w:r>
      <w:r w:rsidRPr="002362B6">
        <w:rPr>
          <w:rStyle w:val="libEnChar"/>
        </w:rPr>
        <w:t>, “</w:t>
      </w:r>
      <w:r w:rsidRPr="009B0B65">
        <w:rPr>
          <w:rFonts w:hint="cs"/>
          <w:cs/>
          <w:lang w:bidi="bn-IN"/>
        </w:rPr>
        <w:t>ইয়া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হাবীবাহ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প্রিয়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</w:t>
      </w:r>
      <w:r w:rsidRPr="009B0B65">
        <w:rPr>
          <w:cs/>
          <w:lang w:bidi="bn-IN"/>
        </w:rPr>
        <w:t>)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আহলে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বাইতের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নেতা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হযরত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মুহাম্মদের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দৌহিত্র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অনাথদের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আশ্রয়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ভরসাস্থল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খোদার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শত্রুদের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হাতে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নিহত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শহীদ।</w:t>
      </w:r>
      <w:r w:rsidRPr="002362B6">
        <w:rPr>
          <w:rStyle w:val="libEnChar"/>
          <w:rFonts w:hint="eastAsia"/>
        </w:rPr>
        <w:t>”</w:t>
      </w:r>
      <w:r w:rsidRPr="002362B6">
        <w:rPr>
          <w:rStyle w:val="libEnChar"/>
        </w:rPr>
        <w:t xml:space="preserve"> </w:t>
      </w:r>
      <w:r w:rsidRPr="009B0B65">
        <w:rPr>
          <w:rFonts w:hint="cs"/>
          <w:cs/>
          <w:lang w:bidi="bn-IN"/>
        </w:rPr>
        <w:t>যারাই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ফরিয়াদ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শুনতে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পেল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তারাই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কাদতে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লাগল।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এরপর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খায়যুরান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কাঠের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নির্মিত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একটি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লাঠি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আনার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আদেশ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সেই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লাঠি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দিয়ে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ইমাম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পবিত্র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দাঁত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ঠোটে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আঘাত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লাগল।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আবু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বারযা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আসলামী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লক্ষ্য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বললেন</w:t>
      </w:r>
      <w:r w:rsidRPr="002362B6">
        <w:rPr>
          <w:rStyle w:val="libEnChar"/>
        </w:rPr>
        <w:t>, “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তোমার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জন্য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আক্ষেপ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তুমি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লাঠি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দিয়ে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হযরত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ফাতেমার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পুত্র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মুখে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আঘাত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করছ।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সাক্ষ্য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দিচ্ছি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যে</w:t>
      </w:r>
      <w:r w:rsidRPr="002362B6">
        <w:rPr>
          <w:rStyle w:val="libEnChar"/>
        </w:rPr>
        <w:t xml:space="preserve">, </w:t>
      </w:r>
      <w:r w:rsidRPr="009B0B65">
        <w:rPr>
          <w:rFonts w:hint="cs"/>
          <w:cs/>
          <w:lang w:bidi="bn-IN"/>
        </w:rPr>
        <w:t>আমি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মহানবীকে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হাসান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হোসাইনের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গালে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চুম্বন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দেখেছি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তিনি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বলতেনঃ</w:t>
      </w:r>
    </w:p>
    <w:p w:rsidR="000B52C9" w:rsidRPr="002362B6" w:rsidRDefault="000B52C9" w:rsidP="000B52C9">
      <w:pPr>
        <w:pStyle w:val="libAr"/>
        <w:rPr>
          <w:rtl/>
        </w:rPr>
      </w:pPr>
      <w:r w:rsidRPr="009B0B65">
        <w:rPr>
          <w:rFonts w:hint="cs"/>
          <w:rtl/>
        </w:rPr>
        <w:t>أنْتُما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سيِّدا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شبابِ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أهْلِ</w:t>
      </w:r>
      <w:r w:rsidRPr="009B0B65">
        <w:rPr>
          <w:rtl/>
        </w:rPr>
        <w:t xml:space="preserve"> </w:t>
      </w:r>
      <w:r w:rsidRPr="009B0B65">
        <w:rPr>
          <w:rFonts w:hint="cs"/>
          <w:rtl/>
        </w:rPr>
        <w:t>الْجنّة</w:t>
      </w:r>
    </w:p>
    <w:p w:rsidR="000B52C9" w:rsidRPr="002362B6" w:rsidRDefault="000B52C9" w:rsidP="000B52C9">
      <w:pPr>
        <w:pStyle w:val="libNormal"/>
        <w:rPr>
          <w:rStyle w:val="libEnChar"/>
        </w:rPr>
      </w:pPr>
      <w:r w:rsidRPr="002362B6">
        <w:rPr>
          <w:rStyle w:val="libEnChar"/>
          <w:rFonts w:hint="eastAsia"/>
        </w:rPr>
        <w:t>“</w:t>
      </w:r>
      <w:r w:rsidRPr="009B0B65">
        <w:rPr>
          <w:rFonts w:hint="cs"/>
          <w:cs/>
          <w:lang w:bidi="bn-IN"/>
        </w:rPr>
        <w:t>তোমরা</w:t>
      </w:r>
      <w:r w:rsidRPr="009B0B6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Pr="009B0B65">
        <w:rPr>
          <w:rFonts w:hint="cs"/>
          <w:cs/>
          <w:lang w:bidi="bn-IN"/>
        </w:rPr>
        <w:t>ভাই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বেহেশতের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যুবকদের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নেতা।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তোমাদের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হত্যাকারীদেরকে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আল্লাহ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হত্যা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করবেন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অভিশাপ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দিন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তোদেরকে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নিকৃষ্ট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বাসস্থান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জাহান্নামে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প্রবেশ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করান।</w:t>
      </w:r>
      <w:r w:rsidRPr="009B0B65">
        <w:rPr>
          <w:cs/>
          <w:lang w:bidi="bn-IN"/>
        </w:rPr>
        <w:t xml:space="preserve"> </w:t>
      </w:r>
      <w:r w:rsidRPr="002362B6">
        <w:rPr>
          <w:rStyle w:val="libEnChar"/>
        </w:rPr>
        <w:t>“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কথা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lastRenderedPageBreak/>
        <w:t>শুনে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অত্যন্ত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ক্ষেপে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গেল।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পাপিষ্ঠ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নির্দেশে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আবু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বারযাহকে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টেনে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হিচড়ে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দরবার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থেকে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বহিষ্কার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ঘটনার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পর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ইবনে</w:t>
      </w:r>
      <w:r w:rsidRPr="009B0B6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 w:rsidRPr="002362B6">
        <w:rPr>
          <w:rStyle w:val="libEnChar"/>
          <w:rFonts w:hint="cs"/>
        </w:rPr>
        <w:t>’</w:t>
      </w:r>
      <w:r w:rsidRPr="009B0B65">
        <w:rPr>
          <w:rFonts w:hint="cs"/>
          <w:cs/>
          <w:lang w:bidi="bn-IN"/>
        </w:rPr>
        <w:t>বারীর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কবিতা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আবৃত্তি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লাগল</w:t>
      </w:r>
      <w:r w:rsidRPr="002362B6">
        <w:rPr>
          <w:rStyle w:val="libEnChar"/>
        </w:rPr>
        <w:t>,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B52C9" w:rsidRPr="002362B6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ليْت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أشْياخى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بِبدرٍ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شهِدُوا</w:t>
            </w:r>
            <w:r w:rsidRPr="002362B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B52C9" w:rsidRPr="002362B6" w:rsidRDefault="000B52C9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جزع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الْخزْرجِ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مِنْ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وقْعِ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الاسلْ</w:t>
            </w:r>
            <w:r w:rsidRPr="002362B6">
              <w:rPr>
                <w:rtl/>
              </w:rPr>
              <w:br/>
              <w:t> </w:t>
            </w:r>
          </w:p>
        </w:tc>
      </w:tr>
    </w:tbl>
    <w:p w:rsidR="000B52C9" w:rsidRPr="002362B6" w:rsidRDefault="000B52C9" w:rsidP="000B52C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B52C9" w:rsidRPr="002362B6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فأهلُّوا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وسْتهلُّوا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فرحا</w:t>
            </w:r>
            <w:r w:rsidRPr="002362B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B52C9" w:rsidRPr="002362B6" w:rsidRDefault="000B52C9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eastAsia="Rafed Alaem" w:hint="cs"/>
                <w:rtl/>
              </w:rPr>
              <w:t>أ</w:t>
            </w:r>
            <w:r w:rsidRPr="002362B6">
              <w:rPr>
                <w:rFonts w:hint="cs"/>
                <w:rtl/>
              </w:rPr>
              <w:t xml:space="preserve"> ثُمّ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قالُوا</w:t>
            </w:r>
            <w:r w:rsidRPr="002362B6">
              <w:rPr>
                <w:rtl/>
              </w:rPr>
              <w:t xml:space="preserve">: </w:t>
            </w:r>
            <w:r w:rsidRPr="002362B6">
              <w:rPr>
                <w:rFonts w:hint="cs"/>
                <w:rtl/>
              </w:rPr>
              <w:t>يا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يزيدُ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لا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تُشلْ</w:t>
            </w:r>
            <w:r w:rsidRPr="002362B6">
              <w:rPr>
                <w:rtl/>
              </w:rPr>
              <w:br/>
              <w:t> </w:t>
            </w:r>
          </w:p>
        </w:tc>
      </w:tr>
    </w:tbl>
    <w:p w:rsidR="000B52C9" w:rsidRPr="002362B6" w:rsidRDefault="000B52C9" w:rsidP="000B52C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B52C9" w:rsidRPr="002362B6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قدْ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قتلْنا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الْقوْم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مِنْ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ساداتِهِمْ</w:t>
            </w:r>
            <w:r w:rsidRPr="002362B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B52C9" w:rsidRPr="002362B6" w:rsidRDefault="000B52C9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و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عدلْناهُ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بِبدرٍ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فاعْتدلْ</w:t>
            </w:r>
            <w:r w:rsidRPr="002362B6">
              <w:rPr>
                <w:rtl/>
              </w:rPr>
              <w:br/>
              <w:t> </w:t>
            </w:r>
          </w:p>
        </w:tc>
      </w:tr>
    </w:tbl>
    <w:p w:rsidR="000B52C9" w:rsidRPr="002362B6" w:rsidRDefault="000B52C9" w:rsidP="000B52C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B52C9" w:rsidRPr="002362B6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لعِبتْ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هاشِمُ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بِالْمُلْكِ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فلا</w:t>
            </w:r>
            <w:r w:rsidRPr="002362B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B52C9" w:rsidRPr="002362B6" w:rsidRDefault="000B52C9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خبر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جأ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و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لا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وحْيٌ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نزلْ</w:t>
            </w:r>
            <w:r w:rsidRPr="002362B6">
              <w:rPr>
                <w:rtl/>
              </w:rPr>
              <w:br/>
              <w:t> </w:t>
            </w:r>
          </w:p>
        </w:tc>
      </w:tr>
    </w:tbl>
    <w:p w:rsidR="000B52C9" w:rsidRPr="002362B6" w:rsidRDefault="000B52C9" w:rsidP="000B52C9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0B52C9" w:rsidRPr="002362B6" w:rsidTr="00AF59BA">
        <w:trPr>
          <w:trHeight w:val="350"/>
        </w:trPr>
        <w:tc>
          <w:tcPr>
            <w:tcW w:w="4238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لسْتُ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مِنْ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خِنْدِف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انْ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لمْ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أنْتقِمْ</w:t>
            </w:r>
            <w:r w:rsidRPr="002362B6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0B52C9" w:rsidRPr="002362B6" w:rsidRDefault="000B52C9" w:rsidP="00AF59BA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0B52C9" w:rsidRPr="002362B6" w:rsidRDefault="000B52C9" w:rsidP="00AF59BA">
            <w:pPr>
              <w:pStyle w:val="libPoem"/>
            </w:pPr>
            <w:r w:rsidRPr="002362B6">
              <w:rPr>
                <w:rFonts w:hint="cs"/>
                <w:rtl/>
              </w:rPr>
              <w:t>مِن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بنى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أحْمد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ما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كان</w:t>
            </w:r>
            <w:r w:rsidRPr="002362B6">
              <w:rPr>
                <w:rtl/>
              </w:rPr>
              <w:t xml:space="preserve"> </w:t>
            </w:r>
            <w:r w:rsidRPr="002362B6">
              <w:rPr>
                <w:rFonts w:hint="cs"/>
                <w:rtl/>
              </w:rPr>
              <w:t>فعلْ</w:t>
            </w:r>
            <w:r w:rsidRPr="002362B6">
              <w:rPr>
                <w:rtl/>
              </w:rPr>
              <w:br/>
              <w:t> </w:t>
            </w:r>
          </w:p>
        </w:tc>
      </w:tr>
    </w:tbl>
    <w:p w:rsidR="000B52C9" w:rsidRPr="002362B6" w:rsidRDefault="000B52C9" w:rsidP="000B52C9"/>
    <w:p w:rsidR="000B52C9" w:rsidRPr="009B0B65" w:rsidRDefault="000B52C9" w:rsidP="00815544">
      <w:pPr>
        <w:pStyle w:val="libNormal"/>
      </w:pPr>
      <w:r w:rsidRPr="009B0B65">
        <w:rPr>
          <w:rFonts w:hint="cs"/>
          <w:cs/>
          <w:lang w:bidi="bn-IN"/>
        </w:rPr>
        <w:t>হায়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পূর্ব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পুরুষেরা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যারা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বদরের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যুদ্ধে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নিহত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হয়েছে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যদি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আজ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দেখতে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পেত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খাযরাজ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গোত্র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আমাদের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তরবারীর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আঘাতে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ভীত</w:t>
      </w:r>
      <w:r w:rsidRPr="009B0B65">
        <w:rPr>
          <w:cs/>
          <w:lang w:bidi="bn-IN"/>
        </w:rPr>
        <w:t>-</w:t>
      </w:r>
      <w:r w:rsidRPr="009B0B65">
        <w:rPr>
          <w:rFonts w:hint="cs"/>
          <w:cs/>
          <w:lang w:bidi="bn-IN"/>
        </w:rPr>
        <w:t>সন্ত্রস্ত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হয়ে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কাদছে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তখন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অত্যন্ত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আনন্দিত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উল্লাসি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সাবাস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হে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2362B6">
        <w:t xml:space="preserve">, </w:t>
      </w:r>
      <w:r w:rsidRPr="009B0B65">
        <w:rPr>
          <w:rFonts w:hint="cs"/>
          <w:cs/>
          <w:lang w:bidi="bn-IN"/>
        </w:rPr>
        <w:t>তোমার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শক্তি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অটুট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থাকুক।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আমরা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হাশেমী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গোত্র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প্রধানদেরকে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হত্যা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করেছি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এবং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থেকে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বদরের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যুদ্ধের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প্রতিশোধ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গ্রহণ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করেছি।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যদি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আহমদের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কৃতকা</w:t>
      </w:r>
      <w:r w:rsidR="00815544">
        <w:rPr>
          <w:rFonts w:hint="cs"/>
          <w:cs/>
          <w:lang w:bidi="bn-IN"/>
        </w:rPr>
        <w:t>র্যে</w:t>
      </w:r>
      <w:r w:rsidRPr="009B0B65">
        <w:rPr>
          <w:rFonts w:hint="cs"/>
          <w:cs/>
          <w:lang w:bidi="bn-IN"/>
        </w:rPr>
        <w:t>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জন্য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বংশধরদের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উপর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প্রতিশোধই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গ্রহণ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তাহলে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আমি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খিন্দিকের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বংশধর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হব</w:t>
      </w:r>
      <w:r w:rsidRPr="009B0B65">
        <w:t>?</w:t>
      </w:r>
    </w:p>
    <w:p w:rsidR="000B52C9" w:rsidRPr="009B0B65" w:rsidRDefault="000B52C9" w:rsidP="00815544">
      <w:pPr>
        <w:pStyle w:val="libNormal"/>
      </w:pPr>
      <w:r w:rsidRPr="009B0B65">
        <w:t>(</w:t>
      </w:r>
      <w:r w:rsidRPr="009B0B65">
        <w:rPr>
          <w:rFonts w:hint="cs"/>
          <w:cs/>
          <w:lang w:bidi="bn-IN"/>
        </w:rPr>
        <w:t>ইবনে</w:t>
      </w:r>
      <w:r w:rsidRPr="009B0B6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 w:rsidRPr="00815544">
        <w:rPr>
          <w:rStyle w:val="libEnChar"/>
          <w:rFonts w:hint="cs"/>
        </w:rPr>
        <w:t>’</w:t>
      </w:r>
      <w:r w:rsidRPr="009B0B65">
        <w:rPr>
          <w:rFonts w:hint="cs"/>
          <w:cs/>
          <w:lang w:bidi="bn-IN"/>
        </w:rPr>
        <w:t>বারী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কোরাইশ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বংশীয়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কাফির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ছিল।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তার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আসল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আবদুল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লাত।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ইসরাম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ধর্ম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গ্রহণ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পর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মহানবী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তার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নাম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আব্দুল্লাহ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রেখেছিলেন।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ইবনে</w:t>
      </w:r>
      <w:r w:rsidRPr="009B0B6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 w:rsidRPr="00815544">
        <w:rPr>
          <w:rStyle w:val="libEnChar"/>
          <w:rFonts w:hint="cs"/>
        </w:rPr>
        <w:t>’</w:t>
      </w:r>
      <w:r w:rsidRPr="009B0B65">
        <w:rPr>
          <w:rFonts w:hint="cs"/>
          <w:cs/>
          <w:lang w:bidi="bn-IN"/>
        </w:rPr>
        <w:t>বারী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এ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কবিতাটি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উহুদের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lastRenderedPageBreak/>
        <w:t>যুদ্ধে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আবৃত্তি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করেছিল।</w:t>
      </w:r>
      <w:r w:rsidRPr="009B0B65">
        <w:rPr>
          <w:cs/>
          <w:lang w:bidi="bn-IN"/>
        </w:rPr>
        <w:t xml:space="preserve"> </w:t>
      </w:r>
      <w:r w:rsidRPr="00815544">
        <w:rPr>
          <w:rStyle w:val="libEnChar"/>
        </w:rPr>
        <w:t>‘</w:t>
      </w:r>
      <w:r w:rsidRPr="009B0B65">
        <w:rPr>
          <w:rFonts w:hint="cs"/>
          <w:cs/>
          <w:lang w:bidi="bn-IN"/>
        </w:rPr>
        <w:t>নাসেখ</w:t>
      </w:r>
      <w:r>
        <w:rPr>
          <w:rFonts w:hint="eastAsia"/>
        </w:rPr>
        <w:t>’</w:t>
      </w:r>
      <w:r w:rsidRPr="002362B6">
        <w:t xml:space="preserve"> </w:t>
      </w:r>
      <w:r w:rsidRPr="009B0B65">
        <w:rPr>
          <w:rFonts w:hint="cs"/>
          <w:cs/>
          <w:lang w:bidi="bn-IN"/>
        </w:rPr>
        <w:t>গ্রন্থের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রচয়িতা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বলেন</w:t>
      </w:r>
      <w:r w:rsidRPr="002362B6">
        <w:t xml:space="preserve">, </w:t>
      </w:r>
      <w:r w:rsidRPr="00815544">
        <w:rPr>
          <w:rStyle w:val="libEnChar"/>
        </w:rPr>
        <w:t>“</w:t>
      </w:r>
      <w:r w:rsidRPr="009B0B65">
        <w:rPr>
          <w:rFonts w:hint="cs"/>
          <w:cs/>
          <w:lang w:bidi="bn-IN"/>
        </w:rPr>
        <w:t>প্রথম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ও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দ্বিতীয়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কবিতা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ইবনে</w:t>
      </w:r>
      <w:r w:rsidRPr="009B0B6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 w:rsidRPr="00815544">
        <w:rPr>
          <w:rStyle w:val="libEnChar"/>
          <w:rFonts w:hint="cs"/>
        </w:rPr>
        <w:t>’</w:t>
      </w:r>
      <w:r w:rsidRPr="009B0B65">
        <w:rPr>
          <w:rFonts w:hint="cs"/>
          <w:cs/>
          <w:lang w:bidi="bn-IN"/>
        </w:rPr>
        <w:t>বারীর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রচিত।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আর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বাকী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কবিতাসমূহ</w:t>
      </w:r>
      <w:r w:rsidRPr="009B0B65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9B0B65">
        <w:rPr>
          <w:rFonts w:hint="cs"/>
          <w:cs/>
          <w:lang w:bidi="bn-IN"/>
        </w:rPr>
        <w:t>দ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কর্তৃক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রচিত।</w:t>
      </w:r>
      <w:r w:rsidRPr="009B0B65">
        <w:rPr>
          <w:cs/>
          <w:lang w:bidi="bn-IN"/>
        </w:rPr>
        <w:t>)</w:t>
      </w:r>
    </w:p>
    <w:p w:rsidR="000B52C9" w:rsidRPr="009B0B65" w:rsidRDefault="000B52C9" w:rsidP="000B52C9">
      <w:pPr>
        <w:pStyle w:val="libEn"/>
        <w:rPr>
          <w:rtl/>
        </w:rPr>
      </w:pPr>
    </w:p>
    <w:p w:rsidR="000B52C9" w:rsidRDefault="000B52C9" w:rsidP="000B52C9">
      <w:pPr>
        <w:pStyle w:val="Heading2Center"/>
        <w:rPr>
          <w:lang w:bidi="bn-IN"/>
        </w:rPr>
      </w:pPr>
      <w:bookmarkStart w:id="96" w:name="_Toc501196986"/>
      <w:bookmarkStart w:id="97" w:name="_Toc501222496"/>
      <w:r w:rsidRPr="009B0B65">
        <w:rPr>
          <w:rFonts w:hint="cs"/>
          <w:cs/>
          <w:lang w:bidi="bn-IN"/>
        </w:rPr>
        <w:t>হযরত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যয়নাব</w:t>
      </w:r>
      <w:r w:rsidRPr="009B0B65">
        <w:rPr>
          <w:cs/>
          <w:lang w:bidi="bn-IN"/>
        </w:rPr>
        <w:t xml:space="preserve"> (</w:t>
      </w:r>
      <w:r w:rsidRPr="009B0B65">
        <w:rPr>
          <w:rFonts w:hint="cs"/>
          <w:cs/>
          <w:lang w:bidi="bn-IN"/>
        </w:rPr>
        <w:t>সা</w:t>
      </w:r>
      <w:r w:rsidRPr="009B0B65">
        <w:rPr>
          <w:cs/>
          <w:lang w:bidi="bn-IN"/>
        </w:rPr>
        <w:t>.</w:t>
      </w:r>
      <w:r w:rsidRPr="009B0B65">
        <w:rPr>
          <w:rFonts w:hint="cs"/>
          <w:cs/>
          <w:lang w:bidi="bn-IN"/>
        </w:rPr>
        <w:t>আ</w:t>
      </w:r>
      <w:r w:rsidRPr="009B0B65">
        <w:rPr>
          <w:cs/>
          <w:lang w:bidi="bn-IN"/>
        </w:rPr>
        <w:t xml:space="preserve">.) </w:t>
      </w:r>
      <w:r w:rsidRPr="009B0B65">
        <w:rPr>
          <w:rFonts w:hint="cs"/>
          <w:cs/>
          <w:lang w:bidi="bn-IN"/>
        </w:rPr>
        <w:t>এর</w:t>
      </w:r>
      <w:r w:rsidRPr="009B0B65">
        <w:rPr>
          <w:cs/>
          <w:lang w:bidi="bn-IN"/>
        </w:rPr>
        <w:t xml:space="preserve"> </w:t>
      </w:r>
      <w:r w:rsidRPr="009B0B65">
        <w:rPr>
          <w:rFonts w:hint="cs"/>
          <w:cs/>
          <w:lang w:bidi="bn-IN"/>
        </w:rPr>
        <w:t>ভাষণ</w:t>
      </w:r>
      <w:bookmarkEnd w:id="96"/>
      <w:bookmarkEnd w:id="97"/>
    </w:p>
    <w:p w:rsidR="000B52C9" w:rsidRPr="009B0B65" w:rsidRDefault="000B52C9" w:rsidP="000B52C9">
      <w:pPr>
        <w:pStyle w:val="libEn"/>
      </w:pPr>
    </w:p>
    <w:p w:rsidR="000B52C9" w:rsidRPr="002362B6" w:rsidRDefault="000B52C9" w:rsidP="000B52C9">
      <w:pPr>
        <w:pStyle w:val="libAr"/>
        <w:rPr>
          <w:rtl/>
        </w:rPr>
      </w:pPr>
      <w:r w:rsidRPr="002362B6">
        <w:rPr>
          <w:rFonts w:hint="cs"/>
          <w:rtl/>
        </w:rPr>
        <w:t>فقامتْ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زيْنبُ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ابْنةُ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علِي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قالتْ</w:t>
      </w:r>
      <w:r w:rsidRPr="002362B6">
        <w:t>:</w:t>
      </w:r>
    </w:p>
    <w:p w:rsidR="00815544" w:rsidRDefault="000B52C9" w:rsidP="00815544">
      <w:pPr>
        <w:pStyle w:val="libAr"/>
        <w:rPr>
          <w:rtl/>
        </w:rPr>
      </w:pPr>
      <w:r w:rsidRPr="002362B6">
        <w:rPr>
          <w:rFonts w:hint="cs"/>
          <w:rtl/>
        </w:rPr>
        <w:t>ألْحمْدُ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ربِّ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الْعالمين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صلّى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مُحمّدٍ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آلِهِ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أجْمعين،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صدق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كذلِك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يقُولُ</w:t>
      </w:r>
      <w:r w:rsidRPr="002362B6">
        <w:rPr>
          <w:rtl/>
        </w:rPr>
        <w:t xml:space="preserve">: </w:t>
      </w:r>
      <w:r w:rsidRPr="002362B6">
        <w:rPr>
          <w:rFonts w:hint="cs"/>
          <w:rtl/>
        </w:rPr>
        <w:t>ثُمّ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كان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عاقِبةُ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الّذِين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أساؤُا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السُّواى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كذّبُوا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بِآياتِ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كانُوا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بِها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يسْتهْزِؤُن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أظننْت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يزيدُ</w:t>
      </w:r>
      <w:r w:rsidRPr="002362B6">
        <w:rPr>
          <w:rtl/>
        </w:rPr>
        <w:t xml:space="preserve"> - </w:t>
      </w:r>
      <w:r w:rsidRPr="002362B6">
        <w:rPr>
          <w:rFonts w:hint="cs"/>
          <w:rtl/>
        </w:rPr>
        <w:t>حيْثُ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أخذْت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عليْنا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أقْطار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الارْضِ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آفاق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السّمأ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فأصْبحْنا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نُساقُ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تُساقُ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الامأ</w:t>
      </w:r>
      <w:r w:rsidRPr="002362B6">
        <w:rPr>
          <w:rtl/>
        </w:rPr>
        <w:t xml:space="preserve"> - </w:t>
      </w:r>
      <w:r w:rsidRPr="002362B6">
        <w:rPr>
          <w:rFonts w:hint="cs"/>
          <w:rtl/>
        </w:rPr>
        <w:t>أنّ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هوانا،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عليْهِ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كرامةً</w:t>
      </w:r>
      <w:r w:rsidRPr="002362B6">
        <w:rPr>
          <w:rtl/>
        </w:rPr>
        <w:t xml:space="preserve">!!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ذلِك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لِعظيم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خطرِك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عِنْدهُ</w:t>
      </w:r>
      <w:r w:rsidRPr="002362B6">
        <w:rPr>
          <w:rtl/>
        </w:rPr>
        <w:t xml:space="preserve">!! </w:t>
      </w:r>
      <w:r w:rsidRPr="002362B6">
        <w:rPr>
          <w:rFonts w:hint="cs"/>
          <w:rtl/>
        </w:rPr>
        <w:t>فشمخْت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بِأنْفِك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نظرْت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عطْفِك،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جذْلان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مسْرورا،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حين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رأيْت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الدُّنْيا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مُسْتوْسِقةً،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والامُور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مُتّسِقةً،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حين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صفا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مُلْكُنا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سُلْطانُنا،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فمهْلا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مهْلا،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أنسيت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قوْل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عزّ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جلّ</w:t>
      </w:r>
      <w:r w:rsidRPr="002362B6">
        <w:rPr>
          <w:rtl/>
        </w:rPr>
        <w:t xml:space="preserve">: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يحْسبنّ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الّذِين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كفرُوا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أنّما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نُمْلِى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لهُمْ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خيْرٌ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لِأنْفُسِهِمْ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إِنّما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نُمْلِى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لهُمْ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لِيزْدادُوا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إِثْما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لهُمْ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عذابٌ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مُهِينٌ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أمِن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الْعدْلِ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يابْن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الطُّلقأ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تخْديرُك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حرائِرك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امائك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سُوقك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بناتِ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رسُولِ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سبايا؟</w:t>
      </w:r>
      <w:r w:rsidRPr="002362B6">
        <w:rPr>
          <w:rtl/>
        </w:rPr>
        <w:t xml:space="preserve">! </w:t>
      </w:r>
      <w:r w:rsidRPr="002362B6">
        <w:rPr>
          <w:rFonts w:hint="cs"/>
          <w:rtl/>
        </w:rPr>
        <w:t>قدْ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هتكْت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سُتُورهُنّ،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أبْديْت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وُجُوههُنّ،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تحْدو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بِهِنّ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الاعْدأ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مِنْ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بلدٍ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بلدٍ،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يسْتشْرِفُهُنّ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أهْلُ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الْمنازِلِ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الْمناقِلِ،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يتصفّحُ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وُجُوههُنّ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الْقريبُ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والْبعيدُ،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والدّنِيُّ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والشّريفُ،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ليْس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معهُنّ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مِنْ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رِجالِهِنّ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ولِىُّ،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مِنْ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حماتِهِنّ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حمِيُّ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كيْف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تُرْتجى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مُراقبةُ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لفظ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فُوهُ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أكْباد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الازْكِيأ،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نبت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لحْمُهُ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بِدِمأ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الشُّهدأ؟</w:t>
      </w:r>
      <w:r w:rsidRPr="002362B6">
        <w:rPr>
          <w:rtl/>
        </w:rPr>
        <w:t xml:space="preserve">!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كيْف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يسْتبْطأ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بُغْضِنا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أهْل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الْبيْتِ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نظر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اليْنا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بِالشّنفِ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والشّنآنِ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الاحنِ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والاضْغانِ؟</w:t>
      </w:r>
      <w:r w:rsidRPr="002362B6">
        <w:rPr>
          <w:rtl/>
        </w:rPr>
        <w:t xml:space="preserve">! </w:t>
      </w:r>
      <w:r w:rsidRPr="002362B6">
        <w:rPr>
          <w:rFonts w:hint="cs"/>
          <w:rtl/>
        </w:rPr>
        <w:t>ثُمّ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تقُولُ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غيْر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مُتأثِّمٍ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مسْتعْظِمٍ</w:t>
      </w:r>
      <w:r w:rsidRPr="002362B6"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815544" w:rsidRPr="00815544" w:rsidTr="00F62D24">
        <w:trPr>
          <w:trHeight w:val="350"/>
        </w:trPr>
        <w:tc>
          <w:tcPr>
            <w:tcW w:w="4238" w:type="dxa"/>
            <w:shd w:val="clear" w:color="auto" w:fill="auto"/>
          </w:tcPr>
          <w:p w:rsidR="00815544" w:rsidRPr="00815544" w:rsidRDefault="00815544" w:rsidP="00815544">
            <w:pPr>
              <w:pStyle w:val="libPoem"/>
            </w:pPr>
            <w:r w:rsidRPr="00815544">
              <w:rPr>
                <w:rFonts w:hint="cs"/>
                <w:rtl/>
              </w:rPr>
              <w:t>لاهلُّوا</w:t>
            </w:r>
            <w:r w:rsidRPr="00815544">
              <w:rPr>
                <w:rtl/>
              </w:rPr>
              <w:t xml:space="preserve"> </w:t>
            </w:r>
            <w:r w:rsidRPr="00815544">
              <w:rPr>
                <w:rFonts w:hint="cs"/>
                <w:rtl/>
              </w:rPr>
              <w:t>وسْتهلُّوا</w:t>
            </w:r>
            <w:r w:rsidRPr="00815544">
              <w:rPr>
                <w:rtl/>
              </w:rPr>
              <w:t xml:space="preserve"> </w:t>
            </w:r>
            <w:r w:rsidRPr="00815544">
              <w:rPr>
                <w:rFonts w:hint="cs"/>
                <w:rtl/>
              </w:rPr>
              <w:t>فرحا</w:t>
            </w:r>
            <w:r w:rsidRPr="00815544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815544" w:rsidRPr="00815544" w:rsidRDefault="00815544" w:rsidP="00815544">
            <w:pPr>
              <w:pStyle w:val="libPoem"/>
              <w:rPr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815544" w:rsidRPr="00815544" w:rsidRDefault="00815544" w:rsidP="00815544">
            <w:pPr>
              <w:pStyle w:val="libPoem"/>
            </w:pPr>
            <w:r w:rsidRPr="00815544">
              <w:rPr>
                <w:rFonts w:hint="cs"/>
                <w:rtl/>
              </w:rPr>
              <w:t>ثُمّ</w:t>
            </w:r>
            <w:r w:rsidRPr="00815544">
              <w:rPr>
                <w:rtl/>
              </w:rPr>
              <w:t xml:space="preserve"> </w:t>
            </w:r>
            <w:r w:rsidRPr="00815544">
              <w:rPr>
                <w:rFonts w:hint="cs"/>
                <w:rtl/>
              </w:rPr>
              <w:t>قالُوا</w:t>
            </w:r>
            <w:r w:rsidRPr="00815544">
              <w:rPr>
                <w:rtl/>
              </w:rPr>
              <w:t xml:space="preserve">: </w:t>
            </w:r>
            <w:r w:rsidRPr="00815544">
              <w:rPr>
                <w:rFonts w:hint="cs"/>
                <w:rtl/>
              </w:rPr>
              <w:t>يا</w:t>
            </w:r>
            <w:r w:rsidRPr="00815544">
              <w:rPr>
                <w:rtl/>
              </w:rPr>
              <w:t xml:space="preserve"> </w:t>
            </w:r>
            <w:r w:rsidRPr="00815544">
              <w:rPr>
                <w:rFonts w:hint="cs"/>
                <w:rtl/>
              </w:rPr>
              <w:t>يزيدُ</w:t>
            </w:r>
            <w:r w:rsidRPr="00815544">
              <w:rPr>
                <w:rtl/>
              </w:rPr>
              <w:t xml:space="preserve"> </w:t>
            </w:r>
            <w:r w:rsidRPr="00815544">
              <w:rPr>
                <w:rFonts w:hint="cs"/>
                <w:rtl/>
              </w:rPr>
              <w:t>لا</w:t>
            </w:r>
            <w:r w:rsidRPr="00815544">
              <w:rPr>
                <w:rtl/>
              </w:rPr>
              <w:t xml:space="preserve"> </w:t>
            </w:r>
            <w:r w:rsidRPr="00815544">
              <w:rPr>
                <w:rFonts w:hint="cs"/>
                <w:rtl/>
              </w:rPr>
              <w:t>تُشلْ</w:t>
            </w:r>
            <w:r w:rsidRPr="00815544">
              <w:rPr>
                <w:rtl/>
              </w:rPr>
              <w:br/>
              <w:t> </w:t>
            </w:r>
          </w:p>
        </w:tc>
      </w:tr>
    </w:tbl>
    <w:p w:rsidR="000B52C9" w:rsidRPr="00815544" w:rsidRDefault="000B52C9" w:rsidP="00815544">
      <w:pPr>
        <w:pStyle w:val="libAr"/>
        <w:rPr>
          <w:rtl/>
        </w:rPr>
      </w:pPr>
      <w:r w:rsidRPr="00815544">
        <w:rPr>
          <w:rFonts w:hint="cs"/>
          <w:rtl/>
        </w:rPr>
        <w:t>مُنْتحِيا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على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ثنايا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بى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عبْدِ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اللّهِ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سيِّدِ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شبابِ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هْلِ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الْجنّةِ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تنْكُتُها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بِمِحْصرتِك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كيْف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تقُولُ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ذلِك،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قدْ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نك</w:t>
      </w:r>
      <w:r w:rsidR="00F62D24">
        <w:rPr>
          <w:rFonts w:hint="cs"/>
          <w:rtl/>
        </w:rPr>
        <w:t xml:space="preserve"> أ</w:t>
      </w:r>
      <w:r w:rsidRPr="00815544">
        <w:rPr>
          <w:rFonts w:hint="cs"/>
          <w:rtl/>
        </w:rPr>
        <w:t>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الْقرْحة،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واسْت</w:t>
      </w:r>
      <w:r w:rsidR="00F62D24">
        <w:rPr>
          <w:rFonts w:hint="cs"/>
          <w:rtl/>
        </w:rPr>
        <w:t xml:space="preserve"> أ</w:t>
      </w:r>
      <w:r w:rsidRPr="00815544">
        <w:rPr>
          <w:rFonts w:hint="cs"/>
          <w:rtl/>
        </w:rPr>
        <w:t>صلْت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الشّافة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بِاراقتِك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دِم</w:t>
      </w:r>
      <w:r w:rsidR="00F62D24">
        <w:rPr>
          <w:rFonts w:hint="cs"/>
          <w:rtl/>
        </w:rPr>
        <w:t xml:space="preserve"> أ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ذُرِّيّةِ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مُحمّدٍ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ص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نُجُومِ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الارْضِ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آلِ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عبْدِالْمُطّلِبِ؟</w:t>
      </w:r>
      <w:r w:rsidRPr="00815544">
        <w:rPr>
          <w:rtl/>
        </w:rPr>
        <w:t xml:space="preserve">!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تهْتِفُ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</w:t>
      </w:r>
      <w:r w:rsidR="00F62D24">
        <w:rPr>
          <w:rFonts w:hint="cs"/>
          <w:rtl/>
        </w:rPr>
        <w:t xml:space="preserve"> أ</w:t>
      </w:r>
      <w:r w:rsidRPr="00815544">
        <w:rPr>
          <w:rFonts w:hint="cs"/>
          <w:rtl/>
        </w:rPr>
        <w:t>شْياخِك،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زعمْت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نّك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تُناديهِمْ</w:t>
      </w:r>
      <w:r w:rsidRPr="00815544">
        <w:rPr>
          <w:rtl/>
        </w:rPr>
        <w:t xml:space="preserve">! </w:t>
      </w:r>
      <w:r w:rsidRPr="00815544">
        <w:rPr>
          <w:rFonts w:hint="cs"/>
          <w:rtl/>
        </w:rPr>
        <w:t>فلترِدنّ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وشيكا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موْرِدهُمْ،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لتودّنّ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نّك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شُلِلْت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بُكِمْت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لمْ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تكُنْ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قُلْت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قُلْت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فعلْت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فعلْت</w:t>
      </w:r>
      <w:r w:rsidRPr="00815544">
        <w:rPr>
          <w:rtl/>
        </w:rPr>
        <w:t>.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للّهُمّ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خُذْ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بِحقِّنا،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وانْتقِمْ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مِمّنْ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ظلمْنا،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احْلُلْ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غضبك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بِمنْ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سفك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دمائِنا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قتل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حُماتنا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فواللّهِ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فريْت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جِلْدك،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حززْت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الاّ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لحْمكْ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لترِدنّ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على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رسُولِ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اللّهِ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ص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بِما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تحمّلْت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سفْكِ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دِم</w:t>
      </w:r>
      <w:r w:rsidR="00F62D24">
        <w:rPr>
          <w:rFonts w:hint="cs"/>
          <w:rtl/>
        </w:rPr>
        <w:t xml:space="preserve"> أ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ذُرِّيّتِهِ،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وانْتهكْت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حُرْمتِهِ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فى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عِتْرتِهِ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لُحْمتِهِ،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حيْثُ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يجْمعُ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اللّهُ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شمْلهُمْ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ويلُمُّ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شعْثهُمْ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ي</w:t>
      </w:r>
      <w:r w:rsidR="00F62D24">
        <w:rPr>
          <w:rFonts w:hint="cs"/>
          <w:rtl/>
        </w:rPr>
        <w:t xml:space="preserve"> أ</w:t>
      </w:r>
      <w:r w:rsidRPr="00815544">
        <w:rPr>
          <w:rFonts w:hint="cs"/>
          <w:rtl/>
        </w:rPr>
        <w:t>خُذُ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بِحقِّهِمْ</w:t>
      </w:r>
      <w:r w:rsidRPr="00815544">
        <w:rPr>
          <w:rtl/>
        </w:rPr>
        <w:t xml:space="preserve">: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تحْسبنّ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الّذين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قُتِلُوا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فى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سبِيلِ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اللّهِ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مْواتا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بلْ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حْي</w:t>
      </w:r>
      <w:r w:rsidR="00F62D24">
        <w:rPr>
          <w:rFonts w:hint="cs"/>
          <w:rtl/>
        </w:rPr>
        <w:t>أُ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عِنْد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ربِّهِمْ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يُرِزقُون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حسْبُك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بِاللّهِ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حاكِما،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بِمُحمّدٍ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ص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خصيما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بِجبْرئيل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ظهيرا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سيعْلمُ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سوّل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مكّنك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رِقابِ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الْمُسْلِمين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بِئْس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لِلظّالِمين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بدلا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يُّكُمُ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شرُّ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مكانا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ضْعفُ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جُنْدا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لئِنْ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جرّتْ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علىّ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lastRenderedPageBreak/>
        <w:t>الدّواهى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مُخاطبتك،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نّى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لاسْتصْغِرُ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قدْرك،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سْتعْظِمُ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تقْريعك،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سْتكْثِرُ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توْبيخك،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لكِنِ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الْعُيُونُ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عُبْرى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والصُّدُورُ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حرّى</w:t>
      </w:r>
      <w:r w:rsidRPr="00815544">
        <w:rPr>
          <w:rtl/>
        </w:rPr>
        <w:t xml:space="preserve"> .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815544">
        <w:rPr>
          <w:rFonts w:hint="cs"/>
          <w:rtl/>
        </w:rPr>
        <w:t>لا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فالْعجبُ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كُلُّ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الْعجبِ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لِقتْلِ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حِزْبِ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اللّهِ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النُّجب</w:t>
      </w:r>
      <w:r w:rsidR="00F62D24">
        <w:rPr>
          <w:rFonts w:hint="cs"/>
          <w:rtl/>
        </w:rPr>
        <w:t xml:space="preserve"> أ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بِحِزْبِ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الشّيْطانِ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الطُّلق</w:t>
      </w:r>
      <w:r w:rsidR="00F62D24">
        <w:rPr>
          <w:rFonts w:hint="cs"/>
          <w:rtl/>
        </w:rPr>
        <w:t xml:space="preserve"> أ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فهذِهِ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الايْدى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تنْطِفُ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دِمائِنا،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الافْواهُ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تتحلّبُ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مِنْ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لُحُومِنا</w:t>
      </w:r>
      <w:r w:rsidRPr="00815544">
        <w:rPr>
          <w:rtl/>
        </w:rPr>
        <w:t xml:space="preserve">.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تِلْك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الْجُثثُ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الطّواهِرُ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الزّواكى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تنْتابُها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الْعواسِلُ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و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تعْفِرُها</w:t>
      </w:r>
      <w:r w:rsidRPr="00815544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Pr="00815544">
        <w:rPr>
          <w:rFonts w:hint="cs"/>
          <w:rtl/>
        </w:rPr>
        <w:t>مّهاتُ</w:t>
      </w:r>
      <w:r w:rsidRPr="00815544">
        <w:rPr>
          <w:rtl/>
        </w:rPr>
        <w:t xml:space="preserve"> </w:t>
      </w:r>
      <w:r w:rsidRPr="00815544">
        <w:rPr>
          <w:rFonts w:hint="cs"/>
          <w:rtl/>
        </w:rPr>
        <w:t>الْفراعِلِ</w:t>
      </w:r>
      <w:r w:rsidRPr="00815544">
        <w:t>.</w:t>
      </w:r>
    </w:p>
    <w:p w:rsidR="000B52C9" w:rsidRPr="002362B6" w:rsidRDefault="000B52C9" w:rsidP="000B52C9">
      <w:pPr>
        <w:pStyle w:val="libAr"/>
        <w:rPr>
          <w:rtl/>
        </w:rPr>
      </w:pP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لئِنِ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اتّخذْتنا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مغْنما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لِتجِدُنا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وشيكا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مُغْرما،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حين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تجِدُ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قدّمتْ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يداك،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ما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ربُّك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بِظلاّمٍ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لِلْعبيدِ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فالى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الْمُشْتكى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عليْهِ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الْمُعوّلُ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فكِدْ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كيْدك،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واسْع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سعْيك،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ناصِبْ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جهْدكْ،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تمْحُونّ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ذِكْرنا،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تُميتُ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وحْينا،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تُدْرِكُ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2362B6">
        <w:rPr>
          <w:rFonts w:hint="cs"/>
          <w:rtl/>
        </w:rPr>
        <w:t>مدنا،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ترْحضُ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عنْك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عارها</w:t>
      </w:r>
      <w:r w:rsidRPr="002362B6">
        <w:rPr>
          <w:rtl/>
        </w:rPr>
        <w:t xml:space="preserve">.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هلْ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</w:t>
      </w:r>
      <w:r w:rsidR="00F62D24">
        <w:rPr>
          <w:rFonts w:hint="cs"/>
          <w:rtl/>
        </w:rPr>
        <w:t xml:space="preserve"> أ</w:t>
      </w:r>
      <w:r w:rsidRPr="002362B6">
        <w:rPr>
          <w:rFonts w:hint="cs"/>
          <w:rtl/>
        </w:rPr>
        <w:t>يُك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فندا،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2362B6">
        <w:rPr>
          <w:rFonts w:hint="cs"/>
          <w:rtl/>
        </w:rPr>
        <w:t>يّامُك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عددا،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جمْعُك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الاّ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بددا،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يوْم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يُنادِى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الْمُنادِ</w:t>
      </w:r>
      <w:r w:rsidRPr="002362B6">
        <w:t>:</w:t>
      </w:r>
    </w:p>
    <w:p w:rsidR="000B52C9" w:rsidRPr="002362B6" w:rsidRDefault="00F62D24" w:rsidP="000B52C9">
      <w:pPr>
        <w:pStyle w:val="libAr"/>
        <w:rPr>
          <w:rtl/>
        </w:rPr>
      </w:pPr>
      <w:r>
        <w:rPr>
          <w:rFonts w:hint="cs"/>
          <w:rtl/>
        </w:rPr>
        <w:t xml:space="preserve"> أ</w:t>
      </w:r>
      <w:r w:rsidR="000B52C9" w:rsidRPr="002362B6">
        <w:rPr>
          <w:rFonts w:hint="cs"/>
          <w:rtl/>
        </w:rPr>
        <w:t>لاّ</w:t>
      </w:r>
      <w:r w:rsidR="000B52C9" w:rsidRPr="002362B6">
        <w:rPr>
          <w:rtl/>
        </w:rPr>
        <w:t xml:space="preserve"> </w:t>
      </w:r>
      <w:r w:rsidR="000B52C9" w:rsidRPr="002362B6">
        <w:rPr>
          <w:rFonts w:hint="cs"/>
          <w:rtl/>
        </w:rPr>
        <w:t>لعْنةُ</w:t>
      </w:r>
      <w:r w:rsidR="000B52C9" w:rsidRPr="002362B6">
        <w:rPr>
          <w:rtl/>
        </w:rPr>
        <w:t xml:space="preserve"> </w:t>
      </w:r>
      <w:r w:rsidR="000B52C9" w:rsidRPr="002362B6">
        <w:rPr>
          <w:rFonts w:hint="cs"/>
          <w:rtl/>
        </w:rPr>
        <w:t>اللّهِ</w:t>
      </w:r>
      <w:r w:rsidR="000B52C9" w:rsidRPr="002362B6">
        <w:rPr>
          <w:rtl/>
        </w:rPr>
        <w:t xml:space="preserve"> </w:t>
      </w:r>
      <w:r w:rsidR="000B52C9" w:rsidRPr="002362B6">
        <w:rPr>
          <w:rFonts w:hint="cs"/>
          <w:rtl/>
        </w:rPr>
        <w:t>على</w:t>
      </w:r>
      <w:r w:rsidR="000B52C9" w:rsidRPr="002362B6">
        <w:rPr>
          <w:rtl/>
        </w:rPr>
        <w:t xml:space="preserve"> </w:t>
      </w:r>
      <w:r w:rsidR="000B52C9" w:rsidRPr="002362B6">
        <w:rPr>
          <w:rFonts w:hint="cs"/>
          <w:rtl/>
        </w:rPr>
        <w:t>الظّالِمين</w:t>
      </w:r>
      <w:r w:rsidR="000B52C9" w:rsidRPr="002362B6">
        <w:t>.</w:t>
      </w:r>
    </w:p>
    <w:p w:rsidR="000B52C9" w:rsidRPr="002362B6" w:rsidRDefault="000B52C9" w:rsidP="000B52C9">
      <w:pPr>
        <w:pStyle w:val="libAr"/>
        <w:rPr>
          <w:rtl/>
        </w:rPr>
      </w:pPr>
      <w:r w:rsidRPr="002362B6">
        <w:rPr>
          <w:rFonts w:hint="cs"/>
          <w:rtl/>
        </w:rPr>
        <w:t>فالْحمْدُ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لِلّهِ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الّذى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ختم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لاوّلِنا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بِالسّعادةِ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والْمغْفِرةِ،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لاخِرِنا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بِالشّهادةِ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والرّحْمةِ</w:t>
      </w:r>
      <w:r w:rsidRPr="002362B6">
        <w:t>.</w:t>
      </w:r>
    </w:p>
    <w:p w:rsidR="000B52C9" w:rsidRPr="002362B6" w:rsidRDefault="000B52C9" w:rsidP="000B52C9">
      <w:pPr>
        <w:pStyle w:val="libAr"/>
        <w:rPr>
          <w:rtl/>
          <w:cs/>
        </w:rPr>
      </w:pP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نسْ</w:t>
      </w:r>
      <w:r w:rsidR="00F62D24">
        <w:rPr>
          <w:rFonts w:hint="cs"/>
          <w:rtl/>
        </w:rPr>
        <w:t xml:space="preserve"> أ</w:t>
      </w:r>
      <w:r w:rsidRPr="002362B6">
        <w:rPr>
          <w:rFonts w:hint="cs"/>
          <w:rtl/>
        </w:rPr>
        <w:t>لُ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2362B6">
        <w:rPr>
          <w:rFonts w:hint="cs"/>
          <w:rtl/>
        </w:rPr>
        <w:t>نْ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يُكْمِل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لهُمُ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الثّواب،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يُوجِب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لهُمْ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الْمزيد،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يُحْسِن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عليْنا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الْخِلافة،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انّهُ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رحيمُ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ودُودُ،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حسْبُنا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اللّهُ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و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نِعم</w:t>
      </w:r>
      <w:r w:rsidRPr="002362B6">
        <w:rPr>
          <w:rtl/>
        </w:rPr>
        <w:t xml:space="preserve"> </w:t>
      </w:r>
      <w:r w:rsidRPr="002362B6">
        <w:rPr>
          <w:rFonts w:hint="cs"/>
          <w:rtl/>
        </w:rPr>
        <w:t>الْوكيل</w:t>
      </w:r>
      <w:r w:rsidRPr="002362B6">
        <w:t xml:space="preserve"> .</w:t>
      </w:r>
    </w:p>
    <w:p w:rsidR="00567115" w:rsidRDefault="00567115" w:rsidP="007C26B4">
      <w:pPr>
        <w:rPr>
          <w:lang w:bidi="bn-IN"/>
        </w:rPr>
      </w:pPr>
    </w:p>
    <w:p w:rsidR="00B265EB" w:rsidRPr="00156894" w:rsidRDefault="00B265EB" w:rsidP="008754B1">
      <w:pPr>
        <w:pStyle w:val="libNormal"/>
        <w:rPr>
          <w:rStyle w:val="libEnChar"/>
        </w:rPr>
      </w:pPr>
      <w:r w:rsidRPr="00B21F2B">
        <w:rPr>
          <w:rFonts w:hint="cs"/>
          <w:cs/>
          <w:lang w:bidi="bn-IN"/>
        </w:rPr>
        <w:t>হযরত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যয়নাব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আ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দাড়িয়ে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বললেন</w:t>
      </w:r>
      <w:r w:rsidRPr="00156894">
        <w:rPr>
          <w:rStyle w:val="libEnChar"/>
        </w:rPr>
        <w:t xml:space="preserve">,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সমস্ত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প্রশংসা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যিনি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নিখিল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বিশ্বের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প্রভু।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হযরত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মুহাম্মদ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বংশরদের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সকলের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দরুদ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সালাম।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সত্য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বলেছেন</w:t>
      </w:r>
      <w:r w:rsidRPr="00156894">
        <w:rPr>
          <w:rStyle w:val="libEnChar"/>
        </w:rPr>
        <w:t xml:space="preserve">,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যারা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মন্দ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কাজ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অপরাধ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পরিণাম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হচ্ছে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এটাই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নিদর্শনসমূহ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অস্বীকার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মিথ্যা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প্রতিপন্ন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সেগুলো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উপহাস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ঠাট্টার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বিষয়বস্তুতে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পরিণত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হে</w:t>
      </w:r>
      <w:r w:rsidRPr="00B21F2B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যেহেতু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প্রশস্ত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পৃথিবী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আকাশকে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সংকীর্ণ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দিয়েছিস।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যুদ্ধ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বন্দীদের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শহরে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যাচ্ছিস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ভাবাছিস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অপদস্থ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লাঞ্ছিত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হয়েছি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খোদার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মর্যাদা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বেড়ে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গেছে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কারণেই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গর্ব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করছিস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পার্থিব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জীবন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নিরাপদ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সাম্রাজ্য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রাজত্ব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সুদৃঢ়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আজ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উল্লসিত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আনন্দে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আত্মহারা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গিয়েছিস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এত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তাড়াহুড়া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বাণী</w:t>
      </w:r>
      <w:r w:rsidRPr="00B21F2B">
        <w:rPr>
          <w:cs/>
          <w:lang w:bidi="bn-IN"/>
        </w:rPr>
        <w:t xml:space="preserve">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যারা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কুফরী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অবশ্যই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কয়দিনের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সুযোগ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দেয়া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সৌভাগ্যের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সূচনা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hi-IN"/>
        </w:rPr>
        <w:t>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আসলে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ব্যাপারটা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ঠিক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এরকম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নয়।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বরং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সুযোগ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পাপ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অপরাধকে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আরো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বাড়িয়ে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দেবে।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কারণে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পরকালে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ভয়ঙ্কর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শাস্তি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রয়েছে।</w:t>
      </w:r>
      <w:r w:rsidRPr="00156894">
        <w:rPr>
          <w:rStyle w:val="libEnChar"/>
          <w:rFonts w:hint="eastAsia"/>
        </w:rPr>
        <w:t>”</w:t>
      </w:r>
      <w:r w:rsidRPr="00156894">
        <w:rPr>
          <w:rStyle w:val="libEnChar"/>
        </w:rPr>
        <w:t>-</w:t>
      </w:r>
      <w:r w:rsidRPr="00B21F2B">
        <w:rPr>
          <w:rFonts w:hint="cs"/>
          <w:cs/>
          <w:lang w:bidi="bn-IN"/>
        </w:rPr>
        <w:lastRenderedPageBreak/>
        <w:t>ভুলে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গিয়েছিস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হে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তুলাকাদের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সন্তান</w:t>
      </w:r>
      <w:r w:rsidRPr="00585238">
        <w:rPr>
          <w:rStyle w:val="libFootnotenumChar"/>
          <w:cs/>
          <w:lang w:bidi="bn-IN"/>
        </w:rPr>
        <w:t>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স্ত্রী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দাসী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মহি</w:t>
      </w:r>
      <w:r w:rsidR="008754B1">
        <w:rPr>
          <w:cs/>
          <w:lang w:bidi="bn-IN"/>
        </w:rPr>
        <w:t>লা</w:t>
      </w:r>
      <w:r w:rsidRPr="00B21F2B">
        <w:rPr>
          <w:rFonts w:hint="cs"/>
          <w:cs/>
          <w:lang w:bidi="bn-IN"/>
        </w:rPr>
        <w:t>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পর্দাবৃত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রেখেছিস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মহানবীর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কন্যাদেরকে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মুখমণ্ডল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খোলাবস্থায়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অনাবৃত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শত্রুদের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শহরে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ঘুরাচ্ছিস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অথচ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ঘোর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দুর্দিনে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সহায়তা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এমন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লোকেরা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কেউ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বেচে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নেই</w:t>
      </w:r>
      <w:r w:rsidRPr="00B21F2B">
        <w:rPr>
          <w:cs/>
          <w:lang w:bidi="bn-IN"/>
        </w:rPr>
        <w:t xml:space="preserve">- </w:t>
      </w:r>
      <w:r w:rsidRPr="00B21F2B">
        <w:rPr>
          <w:rFonts w:hint="cs"/>
          <w:cs/>
          <w:lang w:bidi="bn-IN"/>
        </w:rPr>
        <w:t>এটা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ন্যায়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বিচার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ন্যায়পরায়ণতার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নমুনা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ব্যক্তি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মুক্তমনা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মহামানবদের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কলিজা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দাত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কামড়ায়</w:t>
      </w:r>
      <w:r w:rsidRPr="00585238">
        <w:rPr>
          <w:rStyle w:val="libFootnotenumChar"/>
          <w:cs/>
          <w:lang w:bidi="bn-IN"/>
        </w:rPr>
        <w:t>৭</w:t>
      </w:r>
      <w:r>
        <w:rPr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শহীদদের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রক্তে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অস্থি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মাংসপিণ্ড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</w:t>
      </w:r>
      <w:r w:rsidR="008754B1">
        <w:rPr>
          <w:cs/>
          <w:lang w:bidi="bn-IN"/>
        </w:rPr>
        <w:t>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দয়া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মায়ার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আশা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সম্ভব</w:t>
      </w:r>
      <w:r w:rsidRPr="00156894">
        <w:rPr>
          <w:rStyle w:val="libEnChar"/>
        </w:rPr>
        <w:t xml:space="preserve">?!!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সবসময়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শত্রুতা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পোষণ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শত্রুতা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বিরত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থাকবে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আদৌ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এটা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সম্ভব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এখন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ব্যক্তি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শক্তি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মদমত্ততায়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নিমগ্ন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কিভাবে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পাপ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অপরাধের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কথা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ভাববে</w:t>
      </w:r>
      <w:r w:rsidRPr="00156894">
        <w:rPr>
          <w:rStyle w:val="libEnChar"/>
        </w:rPr>
        <w:t xml:space="preserve">? </w:t>
      </w:r>
      <w:r w:rsidRPr="00B21F2B">
        <w:rPr>
          <w:rFonts w:hint="cs"/>
          <w:cs/>
          <w:lang w:bidi="bn-IN"/>
        </w:rPr>
        <w:t>ক্ষমতার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দর্পে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অহংকারে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নেশাগ্রস্থ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এখন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লাঠি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বেহেশতের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যুবকদের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নেতা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হোসাইন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আ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এর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দাতে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আঘাত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প্রকাশ্যে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আবৃত্তি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করছিসঃ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265EB" w:rsidRPr="0096170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B265EB" w:rsidRPr="00961709" w:rsidRDefault="00B265EB" w:rsidP="00E2326C">
            <w:pPr>
              <w:pStyle w:val="libPoem"/>
            </w:pPr>
            <w:r w:rsidRPr="00DB2620">
              <w:rPr>
                <w:rFonts w:hint="cs"/>
                <w:rtl/>
              </w:rPr>
              <w:t>ف</w:t>
            </w:r>
            <w:r w:rsidR="00F62D24">
              <w:rPr>
                <w:rFonts w:hint="cs"/>
                <w:rtl/>
              </w:rPr>
              <w:t xml:space="preserve"> أ</w:t>
            </w:r>
            <w:r w:rsidRPr="00DB2620">
              <w:rPr>
                <w:rFonts w:hint="cs"/>
                <w:rtl/>
              </w:rPr>
              <w:t>هلُّوا</w:t>
            </w:r>
            <w:r w:rsidRPr="00DB2620">
              <w:rPr>
                <w:rtl/>
              </w:rPr>
              <w:t xml:space="preserve"> </w:t>
            </w:r>
            <w:r w:rsidRPr="00DB2620">
              <w:rPr>
                <w:rFonts w:hint="cs"/>
                <w:rtl/>
              </w:rPr>
              <w:t>وسْتهلُّوا</w:t>
            </w:r>
            <w:r w:rsidRPr="00DB2620">
              <w:rPr>
                <w:rtl/>
              </w:rPr>
              <w:t xml:space="preserve"> </w:t>
            </w:r>
            <w:r w:rsidRPr="00DB2620">
              <w:rPr>
                <w:rFonts w:hint="cs"/>
                <w:rtl/>
              </w:rPr>
              <w:t>فرحا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265EB" w:rsidRPr="00961709" w:rsidRDefault="00B265EB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265EB" w:rsidRPr="00961709" w:rsidRDefault="00B265EB" w:rsidP="00E2326C">
            <w:pPr>
              <w:pStyle w:val="libPoem"/>
            </w:pPr>
            <w:r w:rsidRPr="00DB2620">
              <w:rPr>
                <w:rFonts w:hint="cs"/>
                <w:rtl/>
              </w:rPr>
              <w:t>ثُمّ</w:t>
            </w:r>
            <w:r w:rsidRPr="00DB2620">
              <w:rPr>
                <w:rtl/>
              </w:rPr>
              <w:t xml:space="preserve"> </w:t>
            </w:r>
            <w:r w:rsidRPr="00DB2620">
              <w:rPr>
                <w:rFonts w:hint="cs"/>
                <w:rtl/>
              </w:rPr>
              <w:t>قالُوا</w:t>
            </w:r>
            <w:r w:rsidRPr="00DB2620">
              <w:rPr>
                <w:rtl/>
              </w:rPr>
              <w:t xml:space="preserve">: </w:t>
            </w:r>
            <w:r w:rsidRPr="00DB2620">
              <w:rPr>
                <w:rFonts w:hint="cs"/>
                <w:rtl/>
              </w:rPr>
              <w:t>يا</w:t>
            </w:r>
            <w:r w:rsidRPr="00DB2620">
              <w:rPr>
                <w:rtl/>
              </w:rPr>
              <w:t xml:space="preserve"> </w:t>
            </w:r>
            <w:r w:rsidRPr="00DB2620">
              <w:rPr>
                <w:rFonts w:hint="cs"/>
                <w:rtl/>
              </w:rPr>
              <w:t>يزيدُ</w:t>
            </w:r>
            <w:r w:rsidRPr="00DB2620">
              <w:rPr>
                <w:rtl/>
              </w:rPr>
              <w:t xml:space="preserve"> </w:t>
            </w:r>
            <w:r w:rsidRPr="00DB2620">
              <w:rPr>
                <w:rFonts w:hint="cs"/>
                <w:rtl/>
              </w:rPr>
              <w:t>لا</w:t>
            </w:r>
            <w:r w:rsidRPr="00DB2620">
              <w:rPr>
                <w:rtl/>
              </w:rPr>
              <w:t xml:space="preserve"> </w:t>
            </w:r>
            <w:r w:rsidRPr="00DB2620">
              <w:rPr>
                <w:rFonts w:hint="cs"/>
                <w:rtl/>
              </w:rPr>
              <w:t>تُشلْ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B265EB" w:rsidRDefault="00B265EB" w:rsidP="00B265EB"/>
    <w:p w:rsidR="00B265EB" w:rsidRPr="00156894" w:rsidRDefault="00B265EB" w:rsidP="008754B1">
      <w:pPr>
        <w:pStyle w:val="libNormal"/>
        <w:rPr>
          <w:rStyle w:val="libEnChar"/>
        </w:rPr>
      </w:pP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পক্ষে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ধরনের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উক্তি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ধরনের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কবিতা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আবৃত্তি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শোভা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পায়।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কারণ</w:t>
      </w:r>
      <w:r w:rsidRPr="00B21F2B">
        <w:rPr>
          <w:cs/>
          <w:lang w:bidi="bn-IN"/>
        </w:rPr>
        <w:t xml:space="preserve"> </w:t>
      </w:r>
      <w:r w:rsidR="008754B1">
        <w:rPr>
          <w:rFonts w:hint="cs"/>
          <w:cs/>
          <w:lang w:bidi="bn-IN"/>
        </w:rPr>
        <w:t>তো</w:t>
      </w:r>
      <w:r w:rsidR="008754B1">
        <w:rPr>
          <w:cs/>
          <w:lang w:bidi="bn-IN"/>
        </w:rPr>
        <w:t>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হাত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মহানবীর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বংশধরদের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রক্তে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রঞ্জিত।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মর্তের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উজ্জ্বল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নক্ষত্রদেরকে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আব্দুল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মুত্তালিবের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বংশধর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ছিলেন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ধ্বংস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করেছিস।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কাজ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আসলে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মৃত্যু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দুর্ভাগ্য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ডেকে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এনেছিস।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এখন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মৃত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পূর্ব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পুরুষদেরকে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ডাকছিস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ভাবছিস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কথা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শুনতে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পাচ্ছে।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কিন্তু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জেনে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রাখিস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অচিরেই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মিলিত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হবে।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তখনই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বুঝতে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পারবি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আশা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আমার</w:t>
      </w:r>
      <w:r w:rsidRPr="00B21F2B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="008754B1">
        <w:rPr>
          <w:rFonts w:hint="cs"/>
          <w:cs/>
          <w:lang w:bidi="bn-IN"/>
        </w:rPr>
        <w:t>হা</w:t>
      </w:r>
      <w:r w:rsidR="008754B1">
        <w:rPr>
          <w:cs/>
          <w:lang w:bidi="bn-IN"/>
        </w:rPr>
        <w:t>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যদি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অক্ষম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যদি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বোবা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হতাম।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জঘন্য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</w:t>
      </w:r>
      <w:r w:rsidR="008754B1">
        <w:rPr>
          <w:cs/>
          <w:lang w:bidi="bn-IN"/>
        </w:rPr>
        <w:t>থা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বলেছি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যদি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বলতাম।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অন্যায়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যদি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করতাম।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এখানে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হযরত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যয়নাব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অভিশাপ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বললেনঃ</w:t>
      </w:r>
      <w:r w:rsidRPr="00B21F2B">
        <w:rPr>
          <w:cs/>
          <w:lang w:bidi="bn-IN"/>
        </w:rPr>
        <w:t xml:space="preserve">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হে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সর্বশক্তিমান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অত্যাচার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তুমি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প্রতিশোধ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গ্রহণ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কাছ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আামদের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কেড়ে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নিয়েছে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উদ্ধার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দোযখের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আগুনে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দগ্ধ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কর।</w:t>
      </w:r>
      <w:r w:rsidRPr="00156894">
        <w:rPr>
          <w:rStyle w:val="libEnChar"/>
          <w:rFonts w:hint="eastAsia"/>
        </w:rPr>
        <w:t>”</w:t>
      </w:r>
    </w:p>
    <w:p w:rsidR="00B265EB" w:rsidRPr="00156894" w:rsidRDefault="00B265EB" w:rsidP="008754B1">
      <w:pPr>
        <w:pStyle w:val="libNormal"/>
        <w:rPr>
          <w:rStyle w:val="libEnChar"/>
        </w:rPr>
      </w:pPr>
      <w:r w:rsidRPr="00B21F2B">
        <w:rPr>
          <w:rFonts w:hint="cs"/>
          <w:cs/>
          <w:lang w:bidi="bn-IN"/>
        </w:rPr>
        <w:lastRenderedPageBreak/>
        <w:t>এরপর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তিনি</w:t>
      </w:r>
      <w:r w:rsidRPr="00B21F2B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লক্ষ্য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বললেন</w:t>
      </w:r>
      <w:r w:rsidRPr="00156894">
        <w:rPr>
          <w:rStyle w:val="libEnChar"/>
        </w:rPr>
        <w:t xml:space="preserve">,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হে</w:t>
      </w:r>
      <w:r w:rsidRPr="00B21F2B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গর্হিত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কাজ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চামড়া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ফেলেছিস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দেহকে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খণ্ডিত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খণ্ডিত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করেছিস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নবী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বংশকে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হত্যা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আসলে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নিজেকেই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করেছিস</w:t>
      </w:r>
      <w:r w:rsidRPr="00B21F2B">
        <w:rPr>
          <w:cs/>
          <w:lang w:bidi="bn-IN"/>
        </w:rPr>
        <w:t>)</w:t>
      </w:r>
      <w:r w:rsidRPr="00B21F2B">
        <w:rPr>
          <w:rFonts w:hint="cs"/>
          <w:cs/>
          <w:lang w:bidi="hi-IN"/>
        </w:rPr>
        <w:t>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অচিরেই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মহানবীর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বংশধরদেরকে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হত্যা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অপদ</w:t>
      </w:r>
      <w:r w:rsidR="008754B1">
        <w:rPr>
          <w:cs/>
          <w:lang w:bidi="bn-IN"/>
        </w:rPr>
        <w:t>স্থ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পাপের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মহাভারী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বোঝা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ঘাড়ে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বহন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মহানবীর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সামনে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উপস্থিত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হবি।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সেদিন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মহানবীর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বংশধরদেরকে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যাদের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হত্যা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</w:t>
      </w:r>
      <w:r w:rsidR="008754B1">
        <w:rPr>
          <w:cs/>
          <w:lang w:bidi="bn-IN"/>
        </w:rPr>
        <w:t>রে</w:t>
      </w:r>
      <w:r w:rsidRPr="00B21F2B">
        <w:rPr>
          <w:rFonts w:hint="cs"/>
          <w:cs/>
          <w:lang w:bidi="bn-IN"/>
        </w:rPr>
        <w:t>ছিস</w:t>
      </w:r>
      <w:r w:rsidRPr="00B21F2B">
        <w:rPr>
          <w:cs/>
          <w:lang w:bidi="bn-IN"/>
        </w:rPr>
        <w:t xml:space="preserve">) </w:t>
      </w:r>
      <w:r w:rsidRPr="00B21F2B">
        <w:rPr>
          <w:rFonts w:hint="cs"/>
          <w:cs/>
          <w:lang w:bidi="bn-IN"/>
        </w:rPr>
        <w:t>একত্রিত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হৃত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অধিকার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আদায়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প্রতিশোধ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গ্রহণ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করবেন।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ভাবিস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156894">
        <w:rPr>
          <w:rStyle w:val="libEnChar"/>
        </w:rPr>
        <w:t xml:space="preserve">, </w:t>
      </w:r>
      <w:r w:rsidR="008754B1" w:rsidRPr="00B21F2B">
        <w:rPr>
          <w:rFonts w:hint="cs"/>
          <w:cs/>
          <w:lang w:bidi="bn-IN"/>
        </w:rPr>
        <w:t>যারা</w:t>
      </w:r>
      <w:r w:rsidR="008754B1" w:rsidRPr="00B21F2B">
        <w:rPr>
          <w:cs/>
          <w:lang w:bidi="bn-IN"/>
        </w:rPr>
        <w:t xml:space="preserve"> </w:t>
      </w:r>
      <w:r w:rsidR="008754B1" w:rsidRPr="00B21F2B">
        <w:rPr>
          <w:rFonts w:hint="cs"/>
          <w:cs/>
          <w:lang w:bidi="bn-IN"/>
        </w:rPr>
        <w:t>আল্লাহর</w:t>
      </w:r>
      <w:r w:rsidR="008754B1" w:rsidRPr="00B21F2B">
        <w:rPr>
          <w:cs/>
          <w:lang w:bidi="bn-IN"/>
        </w:rPr>
        <w:t xml:space="preserve"> </w:t>
      </w:r>
      <w:r w:rsidR="008754B1" w:rsidRPr="00B21F2B">
        <w:rPr>
          <w:rFonts w:hint="cs"/>
          <w:cs/>
          <w:lang w:bidi="bn-IN"/>
        </w:rPr>
        <w:t>পথে</w:t>
      </w:r>
      <w:r w:rsidR="008754B1" w:rsidRPr="00B21F2B">
        <w:rPr>
          <w:cs/>
          <w:lang w:bidi="bn-IN"/>
        </w:rPr>
        <w:t xml:space="preserve"> </w:t>
      </w:r>
      <w:r w:rsidR="008754B1" w:rsidRPr="00B21F2B">
        <w:rPr>
          <w:rFonts w:hint="cs"/>
          <w:cs/>
          <w:lang w:bidi="bn-IN"/>
        </w:rPr>
        <w:t>নিহত</w:t>
      </w:r>
      <w:r w:rsidR="008754B1" w:rsidRPr="00B21F2B">
        <w:rPr>
          <w:cs/>
          <w:lang w:bidi="bn-IN"/>
        </w:rPr>
        <w:t xml:space="preserve"> </w:t>
      </w:r>
      <w:r w:rsidR="008754B1" w:rsidRPr="00B21F2B">
        <w:rPr>
          <w:rFonts w:hint="cs"/>
          <w:cs/>
          <w:lang w:bidi="bn-IN"/>
        </w:rPr>
        <w:t>হয়</w:t>
      </w:r>
      <w:r w:rsidR="008754B1" w:rsidRPr="00B21F2B">
        <w:rPr>
          <w:cs/>
          <w:lang w:bidi="bn-IN"/>
        </w:rPr>
        <w:t xml:space="preserve"> </w:t>
      </w:r>
      <w:r w:rsidR="008754B1" w:rsidRPr="00B21F2B">
        <w:rPr>
          <w:rFonts w:hint="cs"/>
          <w:cs/>
          <w:lang w:bidi="bn-IN"/>
        </w:rPr>
        <w:t>তা</w:t>
      </w:r>
      <w:r w:rsidR="008754B1">
        <w:rPr>
          <w:cs/>
          <w:lang w:bidi="bn-IN"/>
        </w:rPr>
        <w:t>রা</w:t>
      </w:r>
      <w:r w:rsidR="008754B1" w:rsidRPr="00B21F2B">
        <w:rPr>
          <w:cs/>
          <w:lang w:bidi="bn-IN"/>
        </w:rPr>
        <w:t xml:space="preserve"> </w:t>
      </w:r>
      <w:r w:rsidR="008754B1" w:rsidRPr="00B21F2B">
        <w:rPr>
          <w:rFonts w:hint="cs"/>
          <w:cs/>
          <w:lang w:bidi="bn-IN"/>
        </w:rPr>
        <w:t>মৃত</w:t>
      </w:r>
      <w:r w:rsidR="008754B1">
        <w:rPr>
          <w:lang w:bidi="bn-IN"/>
        </w:rPr>
        <w:t>,</w:t>
      </w:r>
    </w:p>
    <w:p w:rsidR="00B265EB" w:rsidRPr="00156894" w:rsidRDefault="00B265EB" w:rsidP="00B265EB">
      <w:pPr>
        <w:pStyle w:val="libAie"/>
      </w:pPr>
      <w:r w:rsidRPr="00C00CE9">
        <w:rPr>
          <w:rStyle w:val="libAlaemChar"/>
          <w:rFonts w:hint="cs"/>
          <w:rtl/>
        </w:rPr>
        <w:t>(</w:t>
      </w:r>
      <w:r w:rsidRPr="00B21F2B">
        <w:rPr>
          <w:rFonts w:hint="cs"/>
          <w:rtl/>
        </w:rPr>
        <w:t>ولا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تحْسبنّ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الّذِين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قُتِلُوا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فِي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سبِيلِ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اللّهِ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أمْواتًا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بلْ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أحْي</w:t>
      </w:r>
      <w:r w:rsidR="00F62D24">
        <w:rPr>
          <w:rFonts w:hint="cs"/>
          <w:rtl/>
        </w:rPr>
        <w:t xml:space="preserve"> أ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عِنْد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ربِّهِمْ</w:t>
      </w:r>
      <w:r w:rsidRPr="00B21F2B">
        <w:rPr>
          <w:rtl/>
        </w:rPr>
        <w:t xml:space="preserve"> </w:t>
      </w:r>
      <w:r w:rsidRPr="00B21F2B">
        <w:rPr>
          <w:rFonts w:hint="cs"/>
          <w:rtl/>
        </w:rPr>
        <w:t>يُرْزقُون</w:t>
      </w:r>
      <w:r w:rsidRPr="00C00CE9">
        <w:rPr>
          <w:rStyle w:val="libAlaemChar"/>
          <w:rFonts w:hint="cs"/>
          <w:rtl/>
        </w:rPr>
        <w:t>)</w:t>
      </w:r>
    </w:p>
    <w:p w:rsidR="00B265EB" w:rsidRPr="00156894" w:rsidRDefault="00B265EB" w:rsidP="008754B1">
      <w:pPr>
        <w:pStyle w:val="libNormal"/>
        <w:rPr>
          <w:rStyle w:val="libEnChar"/>
        </w:rPr>
      </w:pPr>
      <w:r w:rsidRPr="00B21F2B">
        <w:rPr>
          <w:rFonts w:hint="cs"/>
          <w:cs/>
          <w:lang w:bidi="bn-IN"/>
        </w:rPr>
        <w:t>যারা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নিহত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মৃত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বরং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জীবিত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কর্তৃক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রিযিকপ্রাপ্ত।</w:t>
      </w:r>
      <w:r>
        <w:rPr>
          <w:lang w:bidi="bn-IN"/>
        </w:rPr>
        <w:t xml:space="preserve"> (</w:t>
      </w:r>
      <w:r>
        <w:rPr>
          <w:cs/>
          <w:lang w:bidi="bn-IN"/>
        </w:rPr>
        <w:t>সূরা</w:t>
      </w:r>
      <w:r>
        <w:rPr>
          <w:lang w:bidi="bn-IN"/>
        </w:rPr>
        <w:t xml:space="preserve"> </w:t>
      </w:r>
      <w:r>
        <w:rPr>
          <w:cs/>
          <w:lang w:bidi="bn-IN"/>
        </w:rPr>
        <w:t>আলে</w:t>
      </w:r>
      <w:r>
        <w:rPr>
          <w:lang w:bidi="bn-IN"/>
        </w:rPr>
        <w:t xml:space="preserve"> </w:t>
      </w:r>
      <w:r>
        <w:rPr>
          <w:cs/>
          <w:lang w:bidi="bn-IN"/>
        </w:rPr>
        <w:t>ইমরান</w:t>
      </w:r>
      <w:r>
        <w:rPr>
          <w:lang w:bidi="bn-IN"/>
        </w:rPr>
        <w:t xml:space="preserve">, </w:t>
      </w:r>
      <w:r>
        <w:rPr>
          <w:cs/>
          <w:lang w:bidi="bn-IN"/>
        </w:rPr>
        <w:t>আয়াত</w:t>
      </w:r>
      <w:r>
        <w:rPr>
          <w:lang w:bidi="bn-IN"/>
        </w:rPr>
        <w:t xml:space="preserve"> </w:t>
      </w:r>
      <w:r>
        <w:rPr>
          <w:cs/>
          <w:lang w:bidi="bn-IN"/>
        </w:rPr>
        <w:t>নং</w:t>
      </w:r>
      <w:r>
        <w:rPr>
          <w:lang w:bidi="bn-IN"/>
        </w:rPr>
        <w:t>-</w:t>
      </w:r>
      <w:r>
        <w:rPr>
          <w:cs/>
          <w:lang w:bidi="bn-IN"/>
        </w:rPr>
        <w:t>১৬৯</w:t>
      </w:r>
      <w:r>
        <w:rPr>
          <w:lang w:bidi="bn-IN"/>
        </w:rPr>
        <w:t>)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ঐ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বিচার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করবেন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হযরত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মুহাম্ম</w:t>
      </w:r>
      <w:r w:rsidR="008754B1">
        <w:rPr>
          <w:cs/>
          <w:lang w:bidi="bn-IN"/>
        </w:rPr>
        <w:t>দ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বিবাদ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ফেরেশতা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জিব্রাইল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আ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তাকে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সাহায্য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করবেন।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লোক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সিংহাসনে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বসিয়েছিল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অচিরেই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বুঝতে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পারবে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মন্দ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নিকৃষ্ট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অত্যাচারীকে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ক্ষমতায়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অধিষ্ঠিত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করেছিল।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মধ্য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কোন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ব্যক্তি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সবচে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হতভাগা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জানতে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পারবে।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সময়ের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চাপে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পড়ে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যদিও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কথা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হচ্ছে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তারপরও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তুচ্ছ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জানি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তিরস্কার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আসলে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পছন্দনীয়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কাজ।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হায়</w:t>
      </w:r>
      <w:r w:rsidRPr="00B21F2B">
        <w:rPr>
          <w:cs/>
          <w:lang w:bidi="bn-IN"/>
        </w:rPr>
        <w:t xml:space="preserve"> ! </w:t>
      </w:r>
      <w:r w:rsidRPr="00B21F2B">
        <w:rPr>
          <w:rFonts w:hint="cs"/>
          <w:cs/>
          <w:lang w:bidi="bn-IN"/>
        </w:rPr>
        <w:t>নয়নগু</w:t>
      </w:r>
      <w:r w:rsidR="008754B1">
        <w:rPr>
          <w:cs/>
          <w:lang w:bidi="bn-IN"/>
        </w:rPr>
        <w:t>লো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অশ্রু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ঝরছে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বক্ষগুলো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দুঃখের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আগুনে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দগ্ধ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হচ্ছে।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এটা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ভাবতে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অবাক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লাগছে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="008754B1">
        <w:rPr>
          <w:lang w:bidi="bn-IN"/>
        </w:rPr>
        <w:t>,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সৈন্যরা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শয়তানের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সৈন্যদের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হাতে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নিহত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হচ্ছে।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রক্ত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হাত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ঝরছে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বধ্যভূমিতে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আজ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শৃগাল</w:t>
      </w:r>
      <w:r w:rsidRPr="00B21F2B">
        <w:rPr>
          <w:cs/>
          <w:lang w:bidi="bn-IN"/>
        </w:rPr>
        <w:t>-</w:t>
      </w:r>
      <w:r w:rsidRPr="00B21F2B">
        <w:rPr>
          <w:rFonts w:hint="cs"/>
          <w:cs/>
          <w:lang w:bidi="bn-IN"/>
        </w:rPr>
        <w:t>নেকড়ের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খাদ্যে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পরিণত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</w:t>
      </w:r>
      <w:r w:rsidR="008754B1">
        <w:rPr>
          <w:cs/>
          <w:lang w:bidi="bn-IN"/>
        </w:rPr>
        <w:t>ছে</w:t>
      </w:r>
      <w:r w:rsidRPr="00B21F2B">
        <w:rPr>
          <w:cs/>
          <w:lang w:bidi="bn-IN"/>
        </w:rPr>
        <w:t xml:space="preserve">!! </w:t>
      </w:r>
      <w:r w:rsidRPr="00B21F2B">
        <w:rPr>
          <w:rFonts w:hint="cs"/>
          <w:cs/>
          <w:lang w:bidi="bn-IN"/>
        </w:rPr>
        <w:t>বুনো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পশুগুলো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ঐসব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পবিত্র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মৃতদেহগুলোকে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মাটির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পদদলিত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হে</w:t>
      </w:r>
      <w:r w:rsidRPr="00B21F2B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আজ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বাহ্যত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পরা</w:t>
      </w:r>
      <w:r w:rsidR="008754B1">
        <w:rPr>
          <w:cs/>
          <w:lang w:bidi="bn-IN"/>
        </w:rPr>
        <w:t>জি</w:t>
      </w:r>
      <w:r w:rsidRPr="00B21F2B">
        <w:rPr>
          <w:rFonts w:hint="cs"/>
          <w:cs/>
          <w:lang w:bidi="bn-IN"/>
        </w:rPr>
        <w:t>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গনীমতের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সম্পদ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করছিস।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তাহলে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জেনে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রাখ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অচিরেই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একাজের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পরিণাম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ভোগ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হবে।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পরকালের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অগ্রিম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পঠিয়েছিস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কেবল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সেটুকু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ছাড়া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কিছুই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থাকবে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বান্দাদের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প্রতি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জুলুম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lastRenderedPageBreak/>
        <w:t>কেবল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সমীপে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অভিযোগ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উত্থাপন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তিনিই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আশ্রয়স্থল।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হে</w:t>
      </w:r>
      <w:r w:rsidRPr="00B21F2B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="008754B1">
        <w:rPr>
          <w:cs/>
          <w:lang w:bidi="bn-IN"/>
        </w:rPr>
        <w:t>ঘৃ</w:t>
      </w:r>
      <w:r w:rsidRPr="00B21F2B">
        <w:rPr>
          <w:rFonts w:hint="cs"/>
          <w:cs/>
          <w:lang w:bidi="bn-IN"/>
        </w:rPr>
        <w:t>ণ্য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অপতৎপরতায়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ব্যস্ত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থাক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সব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ধরনের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ষড়যন্ত্র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বিশ্বাসঘাতকতা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খোদার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কসম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বলছি</w:t>
      </w:r>
      <w:r w:rsidRPr="00156894">
        <w:rPr>
          <w:rStyle w:val="libEnChar"/>
        </w:rPr>
        <w:t xml:space="preserve">, </w:t>
      </w:r>
      <w:r w:rsidRPr="00B21F2B">
        <w:rPr>
          <w:rFonts w:hint="cs"/>
          <w:cs/>
          <w:lang w:bidi="bn-IN"/>
        </w:rPr>
        <w:t>তুই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কখনো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মুছে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ফেলতে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পরবি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রসূলের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ওহীকে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স্তব্ধ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ধ্বংস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পারবি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নিজের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পাপ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থেকেও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রেহাই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পাবি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না।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কারণ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বিবেক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বুদ্ধি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বিকারগ্রস্থ।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আয়ুষ্কালও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সীমিত।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সংগী</w:t>
      </w:r>
      <w:r w:rsidRPr="00B21F2B">
        <w:rPr>
          <w:cs/>
          <w:lang w:bidi="bn-IN"/>
        </w:rPr>
        <w:t>-</w:t>
      </w:r>
      <w:r w:rsidRPr="00B21F2B">
        <w:rPr>
          <w:rFonts w:hint="cs"/>
          <w:cs/>
          <w:lang w:bidi="bn-IN"/>
        </w:rPr>
        <w:t>সাথীরা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অবশ্যই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ছত্রভঙ্গ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যাবে।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যেদিন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আহ্বানকারী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যখন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থাকবে</w:t>
      </w:r>
      <w:r w:rsidRPr="00156894">
        <w:rPr>
          <w:rStyle w:val="libEnChar"/>
        </w:rPr>
        <w:t xml:space="preserve">,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খোদার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অভিশাপ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অত্যাচারীদের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বর্ষিত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হোক।</w:t>
      </w:r>
      <w:r w:rsidRPr="00156894">
        <w:rPr>
          <w:rStyle w:val="libEnChar"/>
          <w:rFonts w:hint="eastAsia"/>
        </w:rPr>
        <w:t>”</w:t>
      </w:r>
      <w:r w:rsidRPr="00156894">
        <w:rPr>
          <w:rStyle w:val="libEnChar"/>
        </w:rPr>
        <w:t xml:space="preserve"> </w:t>
      </w:r>
      <w:r w:rsidRPr="00B21F2B">
        <w:rPr>
          <w:rFonts w:hint="cs"/>
          <w:cs/>
          <w:lang w:bidi="bn-IN"/>
        </w:rPr>
        <w:t>ঐ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সমস্ত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প্রশংসা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যিনি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ভাগ্যকে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সৌভাগ্য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ক্ষমার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দ্বারা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আরম্ভ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শাহাদাত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রহমত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প্রাপ্তির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মধ্য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দিয়ে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সমাপ্ত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করেছেন।</w:t>
      </w:r>
    </w:p>
    <w:p w:rsidR="00B265EB" w:rsidRPr="00585238" w:rsidRDefault="00B265EB" w:rsidP="008754B1">
      <w:pPr>
        <w:pStyle w:val="libNormal"/>
      </w:pPr>
      <w:r w:rsidRPr="00B21F2B">
        <w:rPr>
          <w:rFonts w:hint="cs"/>
          <w:cs/>
          <w:lang w:bidi="bn-IN"/>
        </w:rPr>
        <w:t>আমারা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কাছে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প্রা</w:t>
      </w:r>
      <w:r w:rsidR="008754B1">
        <w:rPr>
          <w:cs/>
          <w:lang w:bidi="bn-IN"/>
        </w:rPr>
        <w:t>র্থনা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করছি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তিনি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শহীদদের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নেয়ামতসমূহ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পূর্ণ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উত্তম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পুরস্কার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এবং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যোগ্য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উত্তরসূরি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দেন।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কারণ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তিনিই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দাতা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দয়ালু।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আল্লাহই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আমাদের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সর্বোত্তম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আশ্রয়স্থল।</w:t>
      </w:r>
      <w:r w:rsidRPr="00156894">
        <w:rPr>
          <w:rStyle w:val="libEnChar"/>
          <w:rFonts w:hint="eastAsia"/>
        </w:rPr>
        <w:t>”</w:t>
      </w:r>
      <w:r w:rsidRPr="00156894">
        <w:rPr>
          <w:rStyle w:val="libEnChar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হযরত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যয়নাবের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ভাষণ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শোনার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বলল</w:t>
      </w:r>
      <w:r w:rsidRPr="00156894">
        <w:rPr>
          <w:rStyle w:val="libEnChar"/>
        </w:rPr>
        <w:t>,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B265EB" w:rsidRPr="0096170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B265EB" w:rsidRPr="00961709" w:rsidRDefault="00B265EB" w:rsidP="00E2326C">
            <w:pPr>
              <w:pStyle w:val="libPoem"/>
            </w:pPr>
            <w:r w:rsidRPr="00585238">
              <w:rPr>
                <w:rFonts w:eastAsia="Rafed Alaem" w:hint="cs"/>
                <w:rtl/>
              </w:rPr>
              <w:t>يا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صيْحةً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تُحْمدُ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مِنْ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صوائِحِ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B265EB" w:rsidRPr="00961709" w:rsidRDefault="00B265EB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B265EB" w:rsidRPr="00961709" w:rsidRDefault="00B265EB" w:rsidP="00E2326C">
            <w:pPr>
              <w:pStyle w:val="libPoem"/>
            </w:pPr>
            <w:r w:rsidRPr="00585238">
              <w:rPr>
                <w:rFonts w:eastAsia="Rafed Alaem" w:hint="cs"/>
                <w:rtl/>
              </w:rPr>
              <w:t>ما</w:t>
            </w:r>
            <w:r w:rsidR="00F62D24">
              <w:rPr>
                <w:rFonts w:eastAsia="Rafed Alaem"/>
                <w:rtl/>
              </w:rPr>
              <w:t xml:space="preserve"> </w:t>
            </w:r>
            <w:r w:rsidR="00F62D24">
              <w:rPr>
                <w:rFonts w:eastAsia="Rafed Alaem" w:hint="cs"/>
                <w:rtl/>
              </w:rPr>
              <w:t>أ</w:t>
            </w:r>
            <w:r w:rsidRPr="00585238">
              <w:rPr>
                <w:rFonts w:eastAsia="Rafed Alaem" w:hint="cs"/>
                <w:rtl/>
              </w:rPr>
              <w:t>هْون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الْموْت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على</w:t>
            </w:r>
            <w:r w:rsidRPr="00585238">
              <w:rPr>
                <w:rFonts w:eastAsia="Rafed Alaem"/>
                <w:rtl/>
              </w:rPr>
              <w:t xml:space="preserve"> </w:t>
            </w:r>
            <w:r w:rsidRPr="00585238">
              <w:rPr>
                <w:rFonts w:eastAsia="Rafed Alaem" w:hint="cs"/>
                <w:rtl/>
              </w:rPr>
              <w:t>النّوائِحِ</w:t>
            </w:r>
            <w:r w:rsidRPr="00961709">
              <w:rPr>
                <w:rStyle w:val="libPoemTiniChar"/>
                <w:rtl/>
              </w:rPr>
              <w:br/>
              <w:t> </w:t>
            </w:r>
          </w:p>
        </w:tc>
      </w:tr>
    </w:tbl>
    <w:p w:rsidR="00B265EB" w:rsidRPr="00585238" w:rsidRDefault="00B265EB" w:rsidP="00B265EB"/>
    <w:p w:rsidR="00B265EB" w:rsidRPr="00B21F2B" w:rsidRDefault="00B265EB" w:rsidP="00B265EB">
      <w:pPr>
        <w:pStyle w:val="libNormal"/>
        <w:rPr>
          <w:rtl/>
          <w:cs/>
        </w:rPr>
      </w:pPr>
      <w:r w:rsidRPr="00B21F2B">
        <w:rPr>
          <w:rFonts w:hint="cs"/>
          <w:cs/>
          <w:lang w:bidi="bn-IN"/>
        </w:rPr>
        <w:t>বিলাপকারিণীদের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বিলাপ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ও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কান্নার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ধ্বনি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পছন্দনীয়</w:t>
      </w:r>
      <w:r w:rsidRPr="00B21F2B">
        <w:rPr>
          <w:cs/>
          <w:lang w:bidi="bn-IN"/>
        </w:rPr>
        <w:t xml:space="preserve">!! </w:t>
      </w:r>
      <w:r w:rsidRPr="00B21F2B">
        <w:rPr>
          <w:rFonts w:hint="cs"/>
          <w:cs/>
          <w:lang w:bidi="bn-IN"/>
        </w:rPr>
        <w:t>শোকগ্রস্থ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বিলাপকারিণী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মহিলাদের</w:t>
      </w:r>
      <w:r w:rsidRPr="00B21F2B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</w:t>
      </w:r>
      <w:r>
        <w:rPr>
          <w:cs/>
          <w:lang w:bidi="bn-IN"/>
        </w:rPr>
        <w:t>ন্য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মৃত্যুবরণ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সহজ</w:t>
      </w:r>
      <w:r w:rsidRPr="00B21F2B">
        <w:rPr>
          <w:cs/>
          <w:lang w:bidi="bn-IN"/>
        </w:rPr>
        <w:t xml:space="preserve">!! </w:t>
      </w:r>
      <w:r w:rsidRPr="00B21F2B">
        <w:rPr>
          <w:rFonts w:hint="cs"/>
          <w:cs/>
          <w:lang w:bidi="bn-IN"/>
        </w:rPr>
        <w:t>এরপরই</w:t>
      </w:r>
      <w:r w:rsidRPr="00B21F2B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B21F2B">
        <w:rPr>
          <w:rFonts w:hint="cs"/>
          <w:cs/>
          <w:lang w:bidi="bn-IN"/>
        </w:rPr>
        <w:t>দ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সিরীয়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নেতাদের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বন্দী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আহলে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বাইতের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কেমন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আচরণ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হবে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ব্যাপারে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শলা</w:t>
      </w:r>
      <w:r w:rsidRPr="00B21F2B">
        <w:rPr>
          <w:cs/>
          <w:lang w:bidi="bn-IN"/>
        </w:rPr>
        <w:t>-</w:t>
      </w:r>
      <w:r w:rsidRPr="00B21F2B">
        <w:rPr>
          <w:rFonts w:hint="cs"/>
          <w:cs/>
          <w:lang w:bidi="bn-IN"/>
        </w:rPr>
        <w:t>পরামর্শ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করল।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তারা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আহলে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বাইতকে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হত্যা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করার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পক্ষে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অভিমত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ব্যক্ত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করল।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তবে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নু</w:t>
      </w:r>
      <w:r w:rsidRPr="00156894">
        <w:rPr>
          <w:rStyle w:val="libEnChar"/>
          <w:rFonts w:hint="eastAsia"/>
        </w:rPr>
        <w:t>’</w:t>
      </w:r>
      <w:r w:rsidRPr="00B21F2B">
        <w:rPr>
          <w:rFonts w:hint="cs"/>
          <w:cs/>
          <w:lang w:bidi="bn-IN"/>
        </w:rPr>
        <w:t>মান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বিন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বাশীর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এ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সময়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বলল</w:t>
      </w:r>
      <w:r w:rsidRPr="00156894">
        <w:rPr>
          <w:rStyle w:val="libEnChar"/>
        </w:rPr>
        <w:t xml:space="preserve">, </w:t>
      </w:r>
      <w:r w:rsidRPr="00C00CE9">
        <w:rPr>
          <w:rStyle w:val="libEnChar"/>
        </w:rPr>
        <w:t>“</w:t>
      </w:r>
      <w:r w:rsidRPr="00B21F2B">
        <w:rPr>
          <w:rFonts w:hint="cs"/>
          <w:cs/>
          <w:lang w:bidi="bn-IN"/>
        </w:rPr>
        <w:t>আমাদেরকে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দেখতে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হবে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মহানবী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বন্দীদের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সাথে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কেমন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আচরণ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করেছেন।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তিনি</w:t>
      </w:r>
      <w:r w:rsidRPr="00B21F2B">
        <w:rPr>
          <w:cs/>
          <w:lang w:bidi="bn-IN"/>
        </w:rPr>
        <w:t xml:space="preserve"> (</w:t>
      </w:r>
      <w:r w:rsidRPr="00B21F2B">
        <w:rPr>
          <w:rFonts w:hint="cs"/>
          <w:cs/>
          <w:lang w:bidi="bn-IN"/>
        </w:rPr>
        <w:t>সা</w:t>
      </w:r>
      <w:r w:rsidRPr="00B21F2B">
        <w:rPr>
          <w:cs/>
          <w:lang w:bidi="bn-IN"/>
        </w:rPr>
        <w:t xml:space="preserve">.) </w:t>
      </w:r>
      <w:r w:rsidRPr="00B21F2B">
        <w:rPr>
          <w:rFonts w:hint="cs"/>
          <w:cs/>
          <w:lang w:bidi="bn-IN"/>
        </w:rPr>
        <w:t>যে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রকম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আচরণ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থাকবেন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ঠিক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সেরকমই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তোমাকে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করতে</w:t>
      </w:r>
      <w:r w:rsidRPr="00B21F2B">
        <w:rPr>
          <w:cs/>
          <w:lang w:bidi="bn-IN"/>
        </w:rPr>
        <w:t xml:space="preserve"> </w:t>
      </w:r>
      <w:r w:rsidRPr="00B21F2B">
        <w:rPr>
          <w:rFonts w:hint="cs"/>
          <w:cs/>
          <w:lang w:bidi="bn-IN"/>
        </w:rPr>
        <w:t>হবে।</w:t>
      </w:r>
      <w:r w:rsidRPr="00156894">
        <w:rPr>
          <w:rStyle w:val="libEnChar"/>
          <w:rFonts w:hint="eastAsia"/>
        </w:rPr>
        <w:t>”</w:t>
      </w:r>
    </w:p>
    <w:p w:rsidR="00AF59BA" w:rsidRDefault="00AF59BA" w:rsidP="00B265EB">
      <w:pPr>
        <w:pStyle w:val="libNormal"/>
        <w:rPr>
          <w:lang w:bidi="bn-IN"/>
        </w:rPr>
      </w:pPr>
    </w:p>
    <w:p w:rsidR="00377C45" w:rsidRPr="00C17C71" w:rsidRDefault="00347059" w:rsidP="00347059">
      <w:pPr>
        <w:pStyle w:val="Heading2Center"/>
      </w:pPr>
      <w:bookmarkStart w:id="98" w:name="_Toc501196987"/>
      <w:bookmarkStart w:id="99" w:name="_Toc501222497"/>
      <w:r>
        <w:rPr>
          <w:rFonts w:hint="cs"/>
          <w:cs/>
          <w:lang w:bidi="bn-IN"/>
        </w:rPr>
        <w:lastRenderedPageBreak/>
        <w:t>ইয়া</w:t>
      </w:r>
      <w:r>
        <w:rPr>
          <w:cs/>
          <w:lang w:bidi="bn-IN"/>
        </w:rPr>
        <w:t>জি</w:t>
      </w:r>
      <w:r w:rsidR="00377C45" w:rsidRPr="00C17C71">
        <w:rPr>
          <w:rFonts w:hint="cs"/>
          <w:cs/>
          <w:lang w:bidi="bn-IN"/>
        </w:rPr>
        <w:t>দের</w:t>
      </w:r>
      <w:r w:rsidR="00377C45" w:rsidRPr="00C17C71">
        <w:rPr>
          <w:cs/>
          <w:lang w:bidi="bn-IN"/>
        </w:rPr>
        <w:t xml:space="preserve"> </w:t>
      </w:r>
      <w:r w:rsidR="00377C45" w:rsidRPr="00C17C71">
        <w:rPr>
          <w:rFonts w:hint="cs"/>
          <w:cs/>
          <w:lang w:bidi="bn-IN"/>
        </w:rPr>
        <w:t>রাজদরবারে</w:t>
      </w:r>
      <w:r w:rsidR="00377C45" w:rsidRPr="00C17C71">
        <w:rPr>
          <w:cs/>
          <w:lang w:bidi="bn-IN"/>
        </w:rPr>
        <w:t xml:space="preserve"> </w:t>
      </w:r>
      <w:r w:rsidR="00377C45" w:rsidRPr="00C17C71">
        <w:rPr>
          <w:rFonts w:hint="cs"/>
          <w:cs/>
          <w:lang w:bidi="bn-IN"/>
        </w:rPr>
        <w:t>একজন</w:t>
      </w:r>
      <w:r w:rsidR="00377C45" w:rsidRPr="00C17C71">
        <w:rPr>
          <w:cs/>
          <w:lang w:bidi="bn-IN"/>
        </w:rPr>
        <w:t xml:space="preserve"> </w:t>
      </w:r>
      <w:r w:rsidR="00377C45" w:rsidRPr="00C17C71">
        <w:rPr>
          <w:rFonts w:hint="cs"/>
          <w:cs/>
          <w:lang w:bidi="bn-IN"/>
        </w:rPr>
        <w:t>সিরীয়</w:t>
      </w:r>
      <w:r w:rsidR="00377C45" w:rsidRPr="00C17C71">
        <w:rPr>
          <w:cs/>
          <w:lang w:bidi="bn-IN"/>
        </w:rPr>
        <w:t xml:space="preserve"> </w:t>
      </w:r>
      <w:r w:rsidR="00377C45" w:rsidRPr="00C17C71">
        <w:rPr>
          <w:rFonts w:hint="cs"/>
          <w:cs/>
          <w:lang w:bidi="bn-IN"/>
        </w:rPr>
        <w:t>লোকের</w:t>
      </w:r>
      <w:r w:rsidR="00377C45" w:rsidRPr="00C17C71">
        <w:rPr>
          <w:cs/>
          <w:lang w:bidi="bn-IN"/>
        </w:rPr>
        <w:t xml:space="preserve"> </w:t>
      </w:r>
      <w:r w:rsidR="00377C45" w:rsidRPr="00C17C71">
        <w:rPr>
          <w:rFonts w:hint="cs"/>
          <w:cs/>
          <w:lang w:bidi="bn-IN"/>
        </w:rPr>
        <w:t>কাহিনী</w:t>
      </w:r>
      <w:bookmarkEnd w:id="98"/>
      <w:bookmarkEnd w:id="99"/>
    </w:p>
    <w:p w:rsidR="00377C45" w:rsidRPr="00C17C71" w:rsidRDefault="00377C45" w:rsidP="00377C45">
      <w:pPr>
        <w:pStyle w:val="libNormal"/>
      </w:pP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একজন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সিরিয়াবাসী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ফাতেমা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বিনতে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তাকিয়ে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আমীরুল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মুমেনীন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দাসীটি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দিন।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ফাতেমা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ফুফী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যয়নাবকে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বললেন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ফুফী</w:t>
      </w:r>
      <w:r w:rsidRPr="00C17C71">
        <w:t xml:space="preserve">, </w:t>
      </w:r>
      <w:r w:rsidRPr="00C17C71">
        <w:rPr>
          <w:rFonts w:hint="cs"/>
          <w:cs/>
          <w:lang w:bidi="bn-IN"/>
        </w:rPr>
        <w:t>এতিম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হওয়ার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দাসী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হিসেবে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চাইছে।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যয়নাব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বললেন</w:t>
      </w:r>
      <w:r w:rsidRPr="00C17C71">
        <w:t xml:space="preserve">, </w:t>
      </w:r>
      <w:r w:rsidRPr="00C17C71">
        <w:rPr>
          <w:rFonts w:hint="cs"/>
          <w:cs/>
          <w:lang w:bidi="bn-IN"/>
        </w:rPr>
        <w:t>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ফাসেক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কখনোই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কাজ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পারবে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না।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সিরীয়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লোকটি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জিজ্ঞেস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মেয়েটি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</w:t>
      </w:r>
      <w:r w:rsidRPr="00C17C71">
        <w:t>?</w:t>
      </w:r>
      <w:r w:rsidRPr="00C17C71">
        <w:rPr>
          <w:rStyle w:val="libEnChar"/>
        </w:rPr>
        <w:t>”</w:t>
      </w:r>
      <w:r w:rsidRPr="00C17C71"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মেয়েটি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কন্যা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ফাতেমা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মহিলাটি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কন্যা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যয়নাব।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সিরীয়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লোকটি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হে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খোদার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লানত।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তুই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মহানবীর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বংশধরদেরকে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করেছিস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আহলে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বাইতকে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বন্দী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করেছিস।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খোদার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কসম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করেছিলাম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t xml:space="preserve">, </w:t>
      </w:r>
      <w:r w:rsidRPr="00C17C71">
        <w:rPr>
          <w:rFonts w:hint="cs"/>
          <w:cs/>
          <w:lang w:bidi="bn-IN"/>
        </w:rPr>
        <w:t>এরা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রোমের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যুদ্ধবন্দী।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শুনে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সিরীয়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লোকটিকে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খোদার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শপথ</w:t>
      </w:r>
      <w:r w:rsidRPr="00C17C71">
        <w:t xml:space="preserve">, </w:t>
      </w:r>
      <w:r w:rsidRPr="00C17C71">
        <w:rPr>
          <w:rFonts w:hint="cs"/>
          <w:cs/>
          <w:lang w:bidi="bn-IN"/>
        </w:rPr>
        <w:t>তোকেও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অন্তর্ভুক্ত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করব।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এরপর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নির্দেশে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সিরীয়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লোকটিকে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হয়।</w:t>
      </w:r>
    </w:p>
    <w:p w:rsidR="00377C45" w:rsidRPr="00C17C71" w:rsidRDefault="00377C45" w:rsidP="00377C45">
      <w:pPr>
        <w:pStyle w:val="libNormal"/>
      </w:pPr>
      <w:r w:rsidRPr="00C17C71">
        <w:rPr>
          <w:rFonts w:hint="cs"/>
          <w:cs/>
          <w:lang w:bidi="bn-IN"/>
        </w:rPr>
        <w:t>বর্ণনাকারী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থেকে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বর্ণিতঃ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বক্তাকে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ডেকে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পাঠিয়ে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মিম্বার</w:t>
      </w:r>
      <w:r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দাড়িয়ে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গালি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বক্তৃতা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hi-IN"/>
        </w:rPr>
        <w:t>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বক্তাটি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মিম্বরে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উঠে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বিরুদ্ধে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কটুক্তি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মুয়াবিয়া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উচ্ছসিত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প্রশংসা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hi-IN"/>
        </w:rPr>
        <w:t>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যয়নুল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আবেদীন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প্রতিবাদ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বললেন</w:t>
      </w:r>
      <w:r w:rsidRPr="00C17C71">
        <w:t>,</w:t>
      </w:r>
    </w:p>
    <w:p w:rsidR="00377C45" w:rsidRPr="00C17C71" w:rsidRDefault="00377C45" w:rsidP="00377C45">
      <w:pPr>
        <w:pStyle w:val="libAr"/>
      </w:pPr>
      <w:r w:rsidRPr="00C17C71">
        <w:rPr>
          <w:rFonts w:hint="cs"/>
          <w:rtl/>
        </w:rPr>
        <w:t>ويْلك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C17C71">
        <w:rPr>
          <w:rFonts w:hint="cs"/>
          <w:rtl/>
        </w:rPr>
        <w:t>يُّها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الْخاطِبُ،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اشْتريْت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مرْضاة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الْمخْلُوقِ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بِسخطِ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الْخالِقِ</w:t>
      </w:r>
    </w:p>
    <w:p w:rsidR="00377C45" w:rsidRPr="00C17C71" w:rsidRDefault="00377C45" w:rsidP="00B36A5C">
      <w:pPr>
        <w:pStyle w:val="libNormal"/>
      </w:pPr>
      <w:r w:rsidRPr="00C17C71">
        <w:rPr>
          <w:rFonts w:hint="eastAsia"/>
        </w:rPr>
        <w:t>“</w:t>
      </w:r>
      <w:r w:rsidRPr="00C17C71">
        <w:rPr>
          <w:rFonts w:hint="cs"/>
          <w:cs/>
          <w:lang w:bidi="bn-IN"/>
        </w:rPr>
        <w:t>হে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বক্তা</w:t>
      </w:r>
      <w:r w:rsidRPr="00C17C71">
        <w:t xml:space="preserve">, </w:t>
      </w:r>
      <w:r w:rsidRPr="00C17C71">
        <w:rPr>
          <w:rFonts w:hint="cs"/>
          <w:cs/>
          <w:lang w:bidi="bn-IN"/>
        </w:rPr>
        <w:t>তোমার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জন্য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আক্ষেপ</w:t>
      </w:r>
      <w:r w:rsidRPr="00C17C71">
        <w:t xml:space="preserve">, </w:t>
      </w:r>
      <w:r w:rsidRPr="00C17C71">
        <w:rPr>
          <w:rFonts w:hint="cs"/>
          <w:cs/>
          <w:lang w:bidi="bn-IN"/>
        </w:rPr>
        <w:t>তুমি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স্রষ্টার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অসন্তুষ্টির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বদলে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নগণ্য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সৃষ্ট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জীবের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সন্তুষ্টি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খরিদ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করছ।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অতঃপর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তুমি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কাজের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মাধ্যমে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নিজের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বাসস্থান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জাহান্নামের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আগুনেই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নির্ধারণ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নিয়েছ।</w:t>
      </w:r>
      <w:r w:rsidR="00B36A5C" w:rsidRPr="00B36A5C">
        <w:rPr>
          <w:rStyle w:val="libFootnotenumChar"/>
          <w:cs/>
          <w:lang w:bidi="bn-IN"/>
        </w:rPr>
        <w:t>৮</w:t>
      </w:r>
    </w:p>
    <w:p w:rsidR="00377C45" w:rsidRPr="00C17C71" w:rsidRDefault="00377C45" w:rsidP="00377C45">
      <w:pPr>
        <w:pStyle w:val="libNormal"/>
      </w:pPr>
      <w:r w:rsidRPr="00C17C71">
        <w:rPr>
          <w:rFonts w:hint="cs"/>
          <w:cs/>
          <w:lang w:bidi="bn-IN"/>
        </w:rPr>
        <w:t>ইবনে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সিনান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খাফফাজী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সুন্দর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ভাষায়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শেরে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খোদা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প্রশংসা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করেছেনঃ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377C45" w:rsidRPr="001C7D34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377C45" w:rsidRPr="001C7D34" w:rsidRDefault="00F62D24" w:rsidP="00E2326C">
            <w:pPr>
              <w:pStyle w:val="libPoem"/>
            </w:pPr>
            <w:r>
              <w:rPr>
                <w:rFonts w:hint="cs"/>
                <w:rtl/>
              </w:rPr>
              <w:t xml:space="preserve"> أ</w:t>
            </w:r>
            <w:r w:rsidR="00377C45" w:rsidRPr="001C7D34">
              <w:rPr>
                <w:rFonts w:hint="cs"/>
                <w:rtl/>
              </w:rPr>
              <w:t>على</w:t>
            </w:r>
            <w:r w:rsidR="00377C45" w:rsidRPr="001C7D34">
              <w:rPr>
                <w:rtl/>
              </w:rPr>
              <w:t xml:space="preserve"> </w:t>
            </w:r>
            <w:r w:rsidR="00377C45" w:rsidRPr="001C7D34">
              <w:rPr>
                <w:rFonts w:hint="cs"/>
                <w:rtl/>
              </w:rPr>
              <w:t>الْمنابِرِ</w:t>
            </w:r>
            <w:r w:rsidR="00377C45" w:rsidRPr="001C7D34">
              <w:rPr>
                <w:rtl/>
              </w:rPr>
              <w:t xml:space="preserve"> </w:t>
            </w:r>
            <w:r w:rsidR="00377C45" w:rsidRPr="001C7D34">
              <w:rPr>
                <w:rFonts w:hint="cs"/>
                <w:rtl/>
              </w:rPr>
              <w:t>تُعْلِنُون</w:t>
            </w:r>
            <w:r w:rsidR="00377C45" w:rsidRPr="001C7D34">
              <w:rPr>
                <w:rtl/>
              </w:rPr>
              <w:t xml:space="preserve"> </w:t>
            </w:r>
            <w:r w:rsidR="00377C45" w:rsidRPr="001C7D34">
              <w:rPr>
                <w:rFonts w:hint="cs"/>
                <w:rtl/>
              </w:rPr>
              <w:t>بِسبِّهِ</w:t>
            </w:r>
            <w:r w:rsidR="00377C45" w:rsidRPr="001C7D34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377C45" w:rsidRPr="001C7D34" w:rsidRDefault="00377C4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377C45" w:rsidRPr="001C7D34" w:rsidRDefault="00377C45" w:rsidP="00E2326C">
            <w:pPr>
              <w:pStyle w:val="libPoem"/>
            </w:pPr>
            <w:r w:rsidRPr="001C7D34">
              <w:rPr>
                <w:rFonts w:hint="cs"/>
                <w:rtl/>
              </w:rPr>
              <w:t>و</w:t>
            </w:r>
            <w:r w:rsidRPr="001C7D34">
              <w:rPr>
                <w:rtl/>
              </w:rPr>
              <w:t xml:space="preserve"> </w:t>
            </w:r>
            <w:r w:rsidRPr="001C7D34">
              <w:rPr>
                <w:rFonts w:hint="cs"/>
                <w:rtl/>
              </w:rPr>
              <w:t>بِسيْفِهِ</w:t>
            </w:r>
            <w:r w:rsidRPr="001C7D34">
              <w:rPr>
                <w:rtl/>
              </w:rPr>
              <w:t xml:space="preserve"> </w:t>
            </w:r>
            <w:r w:rsidRPr="001C7D34">
              <w:rPr>
                <w:rFonts w:hint="cs"/>
                <w:rtl/>
              </w:rPr>
              <w:t>نُصِبتْ</w:t>
            </w:r>
            <w:r w:rsidRPr="001C7D34">
              <w:rPr>
                <w:rtl/>
              </w:rPr>
              <w:t xml:space="preserve"> </w:t>
            </w:r>
            <w:r w:rsidRPr="001C7D34">
              <w:rPr>
                <w:rFonts w:hint="cs"/>
                <w:rtl/>
              </w:rPr>
              <w:t>لكُمْ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cs"/>
                <w:rtl/>
              </w:rPr>
              <w:t>أ</w:t>
            </w:r>
            <w:r w:rsidRPr="001C7D34">
              <w:rPr>
                <w:rFonts w:hint="cs"/>
                <w:rtl/>
              </w:rPr>
              <w:t>عْوادُها</w:t>
            </w:r>
            <w:r w:rsidRPr="001C7D34">
              <w:rPr>
                <w:rtl/>
              </w:rPr>
              <w:br/>
              <w:t> </w:t>
            </w:r>
          </w:p>
        </w:tc>
      </w:tr>
    </w:tbl>
    <w:p w:rsidR="00377C45" w:rsidRPr="001C7D34" w:rsidRDefault="00377C45" w:rsidP="00377C45">
      <w:pPr>
        <w:pStyle w:val="libNormal"/>
      </w:pPr>
    </w:p>
    <w:p w:rsidR="00377C45" w:rsidRPr="00C17C71" w:rsidRDefault="00377C45" w:rsidP="00377C45">
      <w:pPr>
        <w:pStyle w:val="libNormal"/>
      </w:pPr>
      <w:r w:rsidRPr="00C17C71">
        <w:rPr>
          <w:rFonts w:hint="cs"/>
          <w:cs/>
          <w:lang w:bidi="bn-IN"/>
        </w:rPr>
        <w:lastRenderedPageBreak/>
        <w:t>তোমারা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মিম্বারে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আরোহণ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আমীরুল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মুমেনীন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আলীকে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গালি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দিচ্ছো</w:t>
      </w:r>
      <w:r w:rsidRPr="00C17C71">
        <w:t xml:space="preserve">? </w:t>
      </w:r>
      <w:r w:rsidRPr="00C17C71">
        <w:rPr>
          <w:rFonts w:hint="cs"/>
          <w:cs/>
          <w:lang w:bidi="bn-IN"/>
        </w:rPr>
        <w:t>অথচ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মিম্বরসমূহ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তরবারীর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বদৌলতে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প্রতিষ্ঠিত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হয়েছে।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অমিত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বীরত্ব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সহকারে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মহানবীর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পাশে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দাড়িয়ে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কাফির</w:t>
      </w:r>
      <w:r w:rsidRPr="00C17C71">
        <w:rPr>
          <w:cs/>
          <w:lang w:bidi="bn-IN"/>
        </w:rPr>
        <w:t>-</w:t>
      </w:r>
      <w:r w:rsidRPr="00C17C71">
        <w:rPr>
          <w:rFonts w:hint="cs"/>
          <w:cs/>
          <w:lang w:bidi="bn-IN"/>
        </w:rPr>
        <w:t>মুশরিকদের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বিরুদ্ধে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লড়েছেন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তাদেরকে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পরাস্ত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করেছেন।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ত্যাগ</w:t>
      </w:r>
      <w:r w:rsidRPr="00C17C71">
        <w:rPr>
          <w:cs/>
          <w:lang w:bidi="bn-IN"/>
        </w:rPr>
        <w:t>-</w:t>
      </w:r>
      <w:r w:rsidRPr="00C17C71">
        <w:rPr>
          <w:rFonts w:hint="cs"/>
          <w:cs/>
          <w:lang w:bidi="bn-IN"/>
        </w:rPr>
        <w:t>তিতিক্ষার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কারণে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ইসলামের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বিজয়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অর্জিত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মসজিদসমূহ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আবাদ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বিরুদ্ধে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বলছো</w:t>
      </w:r>
      <w:r w:rsidRPr="00C17C71">
        <w:t xml:space="preserve">, </w:t>
      </w:r>
      <w:r w:rsidRPr="00C17C71">
        <w:rPr>
          <w:rFonts w:hint="cs"/>
          <w:cs/>
          <w:lang w:bidi="bn-IN"/>
        </w:rPr>
        <w:t>তাকে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অশ্রাব্য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ভাষায়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গালিগালাজ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করছো</w:t>
      </w:r>
      <w:r w:rsidRPr="00C17C71">
        <w:rPr>
          <w:cs/>
          <w:lang w:bidi="bn-IN"/>
        </w:rPr>
        <w:t>)</w:t>
      </w:r>
      <w:r w:rsidRPr="00C17C71">
        <w:rPr>
          <w:rFonts w:hint="cs"/>
          <w:cs/>
          <w:lang w:bidi="hi-IN"/>
        </w:rPr>
        <w:t>।</w:t>
      </w:r>
    </w:p>
    <w:p w:rsidR="00377C45" w:rsidRPr="00C17C71" w:rsidRDefault="00377C45" w:rsidP="00347059">
      <w:pPr>
        <w:pStyle w:val="libNormal"/>
      </w:pPr>
      <w:r w:rsidRPr="00C17C71">
        <w:rPr>
          <w:rFonts w:hint="cs"/>
          <w:cs/>
          <w:lang w:bidi="bn-IN"/>
        </w:rPr>
        <w:t>ওই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দিনই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যয়নুল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আবেদীন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>.)-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তিনটি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আকাঙ্ক্ষা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পূর</w:t>
      </w:r>
      <w:r w:rsidR="00347059">
        <w:rPr>
          <w:cs/>
          <w:lang w:bidi="bn-IN"/>
        </w:rPr>
        <w:t>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অঙ্গীকার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ব্যক্ত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করল।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এরপর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নির্দেশে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আহলে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বাইতকে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এমন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গৃহে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অন্তরীণ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রাখা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যেখানে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শীত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তাপে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কষ্ট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পেতে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থাকেন।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সেখানে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অবস্থান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বদনমণ্ডল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ফেটে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গিয়েছির।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দিনই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দামেশকে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ছিলেন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ততদিন</w:t>
      </w:r>
      <w:r w:rsidR="00347059">
        <w:rPr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জন্য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শোক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আহাযারী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করেছিলেন।</w:t>
      </w:r>
    </w:p>
    <w:p w:rsidR="00377C45" w:rsidRPr="00C17C71" w:rsidRDefault="00377C45" w:rsidP="00377C45">
      <w:pPr>
        <w:pStyle w:val="libNormal"/>
      </w:pPr>
    </w:p>
    <w:p w:rsidR="00377C45" w:rsidRPr="00C17C71" w:rsidRDefault="00377C45" w:rsidP="00377C45">
      <w:pPr>
        <w:pStyle w:val="Heading2Center"/>
      </w:pPr>
      <w:bookmarkStart w:id="100" w:name="_Toc501196988"/>
      <w:bookmarkStart w:id="101" w:name="_Toc501222498"/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সাকীনার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স্বপ্ন</w:t>
      </w:r>
      <w:bookmarkEnd w:id="100"/>
      <w:bookmarkEnd w:id="101"/>
    </w:p>
    <w:p w:rsidR="00377C45" w:rsidRPr="00C17C71" w:rsidRDefault="00377C45" w:rsidP="00347059">
      <w:pPr>
        <w:pStyle w:val="libNormal"/>
      </w:pP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সাকীনা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থেকে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বর্ণিতঃ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দামেশকে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চারদিন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অতিবাহিত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হওয়ার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আকটি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স্বপ্ন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দেখি।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অতঃপর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তিনি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দীর্ঘ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স্বপ্নটি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বর্ণনা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করলেন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শেষে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বললেন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স্বপ্নে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দেখলাম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একজন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মহিলা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হাওদায়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মাথায়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হাত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রেখে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বসে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আছেন।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জিজ্ঞেস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করলাম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মহিলাটি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</w:t>
      </w:r>
      <w:r w:rsidRPr="00C17C71">
        <w:rPr>
          <w:cs/>
          <w:lang w:bidi="bn-IN"/>
        </w:rPr>
        <w:t>/</w:t>
      </w:r>
      <w:r w:rsidRPr="00C17C71">
        <w:rPr>
          <w:rStyle w:val="libEnChar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ইনি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মুহাম্মদের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কন্যা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ফাতেমা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পিতামহী।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শুনে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বললাম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খোদার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শপথ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যাব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প্রতি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অন্যায়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অত্যাচার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="00347059">
        <w:rPr>
          <w:cs/>
          <w:lang w:bidi="bn-IN"/>
        </w:rPr>
        <w:t>জা</w:t>
      </w:r>
      <w:r w:rsidRPr="00C17C71">
        <w:rPr>
          <w:rFonts w:hint="cs"/>
          <w:cs/>
          <w:lang w:bidi="bn-IN"/>
        </w:rPr>
        <w:t>নাব।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অতঃপর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দ্রুত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গেলাম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সামনে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দাড়া</w:t>
      </w:r>
      <w:r w:rsidR="00347059">
        <w:rPr>
          <w:cs/>
          <w:lang w:bidi="bn-IN"/>
        </w:rPr>
        <w:t>লা</w:t>
      </w:r>
      <w:r w:rsidRPr="00C17C71">
        <w:rPr>
          <w:rFonts w:hint="cs"/>
          <w:cs/>
          <w:lang w:bidi="bn-IN"/>
        </w:rPr>
        <w:t>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কেদে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বললাম</w:t>
      </w:r>
      <w:r w:rsidRPr="00C17C71">
        <w:t>,</w:t>
      </w:r>
    </w:p>
    <w:p w:rsidR="00377C45" w:rsidRPr="001C7D34" w:rsidRDefault="00377C45" w:rsidP="00377C45">
      <w:pPr>
        <w:pStyle w:val="libAr"/>
      </w:pPr>
      <w:r w:rsidRPr="001C7D34">
        <w:rPr>
          <w:rFonts w:hint="cs"/>
          <w:rtl/>
        </w:rPr>
        <w:t>يا</w:t>
      </w:r>
      <w:r w:rsidRPr="001C7D34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Pr="001C7D34">
        <w:rPr>
          <w:rFonts w:hint="cs"/>
          <w:rtl/>
        </w:rPr>
        <w:t>مّتاهُ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جحدُوا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و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اللّهِ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حقِّنا،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يا</w:t>
      </w:r>
      <w:r w:rsidRPr="001C7D34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Pr="001C7D34">
        <w:rPr>
          <w:rFonts w:hint="cs"/>
          <w:rtl/>
        </w:rPr>
        <w:t>مّاهُ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بدّدُوا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و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اللّهِ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شمْلنا،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يا</w:t>
      </w:r>
      <w:r w:rsidRPr="001C7D34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Pr="001C7D34">
        <w:rPr>
          <w:rFonts w:hint="cs"/>
          <w:rtl/>
        </w:rPr>
        <w:t>مّتاهُ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اسْتباحُوا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و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اللّهِ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حريمنا،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يا</w:t>
      </w:r>
      <w:r w:rsidRPr="001C7D34">
        <w:rPr>
          <w:rtl/>
        </w:rPr>
        <w:t xml:space="preserve"> </w:t>
      </w:r>
      <w:r w:rsidR="00F62D24">
        <w:rPr>
          <w:rFonts w:hint="cs"/>
          <w:rtl/>
        </w:rPr>
        <w:t>أُ</w:t>
      </w:r>
      <w:r w:rsidRPr="001C7D34">
        <w:rPr>
          <w:rFonts w:hint="cs"/>
          <w:rtl/>
        </w:rPr>
        <w:t>مّتاهُ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قتلُوا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و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اللّهِ</w:t>
      </w:r>
      <w:r w:rsidRPr="001C7D34">
        <w:rPr>
          <w:rtl/>
        </w:rPr>
        <w:t xml:space="preserve"> </w:t>
      </w:r>
      <w:r w:rsidRPr="001C7D34">
        <w:rPr>
          <w:rFonts w:hint="cs"/>
          <w:rtl/>
        </w:rPr>
        <w:t>الْحُسيْن</w:t>
      </w:r>
      <w:r w:rsidR="00F62D24">
        <w:rPr>
          <w:rtl/>
        </w:rPr>
        <w:t xml:space="preserve"> </w:t>
      </w:r>
      <w:r w:rsidR="00F62D24">
        <w:rPr>
          <w:rFonts w:hint="cs"/>
          <w:rtl/>
        </w:rPr>
        <w:t>أ</w:t>
      </w:r>
      <w:r w:rsidRPr="001C7D34">
        <w:rPr>
          <w:rFonts w:hint="cs"/>
          <w:rtl/>
        </w:rPr>
        <w:t>بانا</w:t>
      </w:r>
      <w:r w:rsidRPr="001C7D34">
        <w:t>.</w:t>
      </w:r>
    </w:p>
    <w:p w:rsidR="00377C45" w:rsidRPr="00C17C71" w:rsidRDefault="00377C45" w:rsidP="00347059">
      <w:pPr>
        <w:pStyle w:val="libNormal"/>
      </w:pPr>
      <w:r w:rsidRPr="00C17C71">
        <w:rPr>
          <w:rFonts w:hint="cs"/>
          <w:cs/>
          <w:lang w:bidi="bn-IN"/>
        </w:rPr>
        <w:t>পরিবারকে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ধ্বংস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মান</w:t>
      </w:r>
      <w:r w:rsidRPr="00C17C71">
        <w:rPr>
          <w:cs/>
          <w:lang w:bidi="bn-IN"/>
        </w:rPr>
        <w:t>-</w:t>
      </w:r>
      <w:r w:rsidRPr="00C17C71">
        <w:rPr>
          <w:rFonts w:hint="cs"/>
          <w:cs/>
          <w:lang w:bidi="bn-IN"/>
        </w:rPr>
        <w:t>সম্ভমের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আঘাত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হানা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আমাদের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পিতা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হোসাইনকে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শুনে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তিনি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বললেন</w:t>
      </w:r>
      <w:r w:rsidRPr="00C17C71">
        <w:t xml:space="preserve">, </w:t>
      </w:r>
      <w:r w:rsidRPr="00C17C71">
        <w:rPr>
          <w:rStyle w:val="libEnChar"/>
        </w:rPr>
        <w:lastRenderedPageBreak/>
        <w:t>“</w:t>
      </w:r>
      <w:r w:rsidRPr="00C17C71">
        <w:rPr>
          <w:rFonts w:hint="cs"/>
          <w:cs/>
          <w:lang w:bidi="bn-IN"/>
        </w:rPr>
        <w:t>সাকীনা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বলিসনে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দাদু।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শুনে</w:t>
      </w:r>
      <w:r w:rsidR="00F62D24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হৃদপিণ্ডের</w:t>
      </w:r>
      <w:r w:rsidRPr="00C17C71">
        <w:rPr>
          <w:cs/>
          <w:lang w:bidi="bn-IN"/>
        </w:rPr>
        <w:t xml:space="preserve"> </w:t>
      </w:r>
      <w:r w:rsidR="00347059">
        <w:rPr>
          <w:cs/>
          <w:lang w:bidi="bn-IN"/>
        </w:rPr>
        <w:t>ধ</w:t>
      </w:r>
      <w:r w:rsidRPr="00C17C71">
        <w:rPr>
          <w:rFonts w:hint="cs"/>
          <w:cs/>
          <w:lang w:bidi="bn-IN"/>
        </w:rPr>
        <w:t>মনী</w:t>
      </w:r>
      <w:r w:rsidRPr="00C17C71">
        <w:rPr>
          <w:cs/>
          <w:lang w:bidi="bn-IN"/>
        </w:rPr>
        <w:t xml:space="preserve"> </w:t>
      </w:r>
      <w:r w:rsidR="00347059">
        <w:rPr>
          <w:cs/>
          <w:lang w:bidi="bn-IN"/>
        </w:rPr>
        <w:t>ছি</w:t>
      </w:r>
      <w:r w:rsidRPr="00C17C71">
        <w:rPr>
          <w:rFonts w:hint="cs"/>
          <w:cs/>
          <w:lang w:bidi="bn-IN"/>
        </w:rPr>
        <w:t>ড়ে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টুক</w:t>
      </w:r>
      <w:r w:rsidR="00347059">
        <w:rPr>
          <w:cs/>
          <w:lang w:bidi="bn-IN"/>
        </w:rPr>
        <w:t>রো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টুক</w:t>
      </w:r>
      <w:r w:rsidR="00347059">
        <w:rPr>
          <w:cs/>
          <w:lang w:bidi="bn-IN"/>
        </w:rPr>
        <w:t>রো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হ</w:t>
      </w:r>
      <w:r w:rsidR="00347059">
        <w:rPr>
          <w:cs/>
          <w:lang w:bidi="bn-IN"/>
        </w:rPr>
        <w:t>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গেছে।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জামাটি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পিতা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হোসাইনের।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জামাটি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কিয়ামত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দিবসে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খোদার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দরবারে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ফরিয়াদ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করব।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ইবনে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লাহীয়াহ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আবুল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আসওয়াদ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মুহাম্মদ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আব্দুর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রহমান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থেকে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বর্ণনা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করেছেন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রাসূল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জালুত</w:t>
      </w:r>
      <w:r w:rsidRPr="00C17C71">
        <w:rPr>
          <w:cs/>
          <w:lang w:bidi="bn-IN"/>
        </w:rPr>
        <w:t>(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ইয়াহুদীর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নাম</w:t>
      </w:r>
      <w:r w:rsidRPr="00C17C71">
        <w:rPr>
          <w:cs/>
          <w:lang w:bidi="bn-IN"/>
        </w:rPr>
        <w:t xml:space="preserve">)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দেখে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খোদার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শপথ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দাউদের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৭০তম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অধঃস্তন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পুরুষ।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ইহুদীরা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দেখ</w:t>
      </w:r>
      <w:r w:rsidR="00347059">
        <w:rPr>
          <w:cs/>
          <w:lang w:bidi="bn-IN"/>
        </w:rPr>
        <w:t>লে</w:t>
      </w:r>
      <w:r w:rsidRPr="00C17C71">
        <w:rPr>
          <w:rFonts w:hint="cs"/>
          <w:cs/>
          <w:lang w:bidi="bn-IN"/>
        </w:rPr>
        <w:t>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অত্যন্ত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সম্মান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মুসলমারা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নবী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দৌহিত্রের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মধ্যে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কেলমাত্র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পুরুষের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ব্যবধান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থাকা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সত্ত্বেও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="00347059">
        <w:rPr>
          <w:lang w:bidi="bn-IN"/>
        </w:rPr>
        <w:t xml:space="preserve"> </w:t>
      </w:r>
      <w:r w:rsidRPr="00C17C71">
        <w:rPr>
          <w:cs/>
          <w:lang w:bidi="bn-IN"/>
        </w:rPr>
        <w:t>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বংশধরদেরকে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নির্মমভাবে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করেছ</w:t>
      </w:r>
      <w:r w:rsidR="00347059">
        <w:rPr>
          <w:cs/>
          <w:lang w:bidi="hi-IN"/>
        </w:rPr>
        <w:t>।</w:t>
      </w:r>
      <w:r w:rsidRPr="00C17C71">
        <w:rPr>
          <w:rFonts w:hint="eastAsia"/>
        </w:rPr>
        <w:t>”</w:t>
      </w:r>
    </w:p>
    <w:p w:rsidR="00377C45" w:rsidRPr="00C17C71" w:rsidRDefault="00377C45" w:rsidP="00377C45">
      <w:pPr>
        <w:pStyle w:val="libNormal"/>
      </w:pPr>
    </w:p>
    <w:p w:rsidR="00377C45" w:rsidRPr="00C17C71" w:rsidRDefault="00377C45" w:rsidP="00377C45">
      <w:pPr>
        <w:pStyle w:val="Heading2Center"/>
      </w:pPr>
      <w:bookmarkStart w:id="102" w:name="_Toc501196989"/>
      <w:bookmarkStart w:id="103" w:name="_Toc501222499"/>
      <w:r w:rsidRPr="00C17C71">
        <w:rPr>
          <w:rFonts w:hint="cs"/>
          <w:cs/>
          <w:lang w:bidi="bn-IN"/>
        </w:rPr>
        <w:t>রোম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দূতের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কাহিনী</w:t>
      </w:r>
      <w:bookmarkEnd w:id="102"/>
      <w:bookmarkEnd w:id="103"/>
    </w:p>
    <w:p w:rsidR="00377C45" w:rsidRPr="00C17C71" w:rsidRDefault="00377C45" w:rsidP="00347059">
      <w:pPr>
        <w:pStyle w:val="libNormal"/>
      </w:pP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যয়নুল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আবেদীন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থেকে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বর্ণিতঃ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হোসাইনের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পবত্রি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মস্তক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পাপিষ্ঠ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সামনে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সব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মদপানের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আসর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বসাত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ইমাম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হোসাইনের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পবিত্র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মস্তক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সামনে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রাখা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কোন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একদিন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রোম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দূত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উক্ত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আসরে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আসল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আরব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জাহানের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</w:t>
      </w:r>
      <w:r w:rsidRPr="00C17C71">
        <w:t xml:space="preserve">,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মাথাটি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কার</w:t>
      </w:r>
      <w:r w:rsidRPr="00C17C71">
        <w:t xml:space="preserve">?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ব্যাপারে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তুমি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ঘামাচ্ছ</w:t>
      </w:r>
      <w:r w:rsidRPr="00C17C71">
        <w:t xml:space="preserve">? </w:t>
      </w:r>
      <w:r w:rsidRPr="00C17C71">
        <w:rPr>
          <w:rFonts w:hint="cs"/>
          <w:cs/>
          <w:lang w:bidi="bn-IN"/>
        </w:rPr>
        <w:t>দূত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রোম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উপস্থিত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হব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সাম্রাজ্যে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</w:t>
      </w:r>
      <w:r w:rsidR="00347059">
        <w:rPr>
          <w:cs/>
          <w:lang w:bidi="bn-IN"/>
        </w:rPr>
        <w:t>খে</w:t>
      </w:r>
      <w:r w:rsidRPr="00C17C71">
        <w:rPr>
          <w:rFonts w:hint="cs"/>
          <w:cs/>
          <w:lang w:bidi="bn-IN"/>
        </w:rPr>
        <w:t>ছি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সম্পর্কে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তিনি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জিজ্ঞেস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করবেন।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মস্তক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মস্তক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সম্পর্কেও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জানানোর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ইচ্ছা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করছি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তিনিও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সম্রাট</w:t>
      </w:r>
      <w:r w:rsidRPr="00C17C71">
        <w:rPr>
          <w:cs/>
          <w:lang w:bidi="bn-IN"/>
        </w:rPr>
        <w:t xml:space="preserve">) </w:t>
      </w:r>
      <w:r w:rsidRPr="00C17C71">
        <w:rPr>
          <w:rFonts w:hint="cs"/>
          <w:cs/>
          <w:lang w:bidi="bn-IN"/>
        </w:rPr>
        <w:t>আপনার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সাথে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বিজয়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আনন্দে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শরীক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পারেন।</w:t>
      </w:r>
      <w:r w:rsidRPr="00C17C71">
        <w:rPr>
          <w:rFonts w:hint="eastAsia"/>
        </w:rPr>
        <w:t>”</w:t>
      </w:r>
      <w:r w:rsidRPr="00C17C71"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দূতকে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হোসাইন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ইবনে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ইবনে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আবু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</w:t>
      </w:r>
      <w:r w:rsidR="00347059">
        <w:rPr>
          <w:cs/>
          <w:lang w:bidi="bn-IN"/>
        </w:rPr>
        <w:t>লি</w:t>
      </w:r>
      <w:r w:rsidRPr="00C17C71">
        <w:rPr>
          <w:rFonts w:hint="cs"/>
          <w:cs/>
          <w:lang w:bidi="bn-IN"/>
        </w:rPr>
        <w:t>বের।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জিজ্ঞেস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ইনার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</w:t>
      </w:r>
      <w:r w:rsidRPr="00C17C71">
        <w:t>?</w:t>
      </w:r>
      <w:r w:rsidRPr="00C17C71">
        <w:rPr>
          <w:rStyle w:val="libEnChar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মুহাম্মদ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কন্যা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ফাতেমা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>.)</w:t>
      </w:r>
      <w:r w:rsidRPr="00C17C71">
        <w:rPr>
          <w:rFonts w:hint="cs"/>
          <w:cs/>
          <w:lang w:bidi="hi-IN"/>
        </w:rPr>
        <w:t>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রোমান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</w:t>
      </w:r>
      <w:r w:rsidR="00347059">
        <w:rPr>
          <w:cs/>
          <w:lang w:bidi="bn-IN"/>
        </w:rPr>
        <w:t>ল</w:t>
      </w:r>
      <w:r w:rsidRPr="00C17C71">
        <w:rPr>
          <w:rFonts w:hint="cs"/>
          <w:cs/>
          <w:lang w:bidi="bn-IN"/>
        </w:rPr>
        <w:t>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আপনার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ধর্মের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জন্য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আক্ষেপ</w:t>
      </w:r>
      <w:r w:rsidRPr="00C17C71">
        <w:t xml:space="preserve">,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ধর্ম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ধর্মাপেক্ষা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উত্তম।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কারণ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পিতা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দাউদের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বংশধর।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বাবা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মাঝে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অনেক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পুরুষের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ব্যবধান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হওয়া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সত্ত্বেও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অত্যন্ত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শ্রদ্ধা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lastRenderedPageBreak/>
        <w:t>তারা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পায়ের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তাবাররুক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হিসেবে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যায়।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কিন্তু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নবীর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দৌহিত্রকে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করেছেন।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অতচ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নবীর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মাঝে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কেবলমাত্র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পুরুষের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ব্যবধান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hi-IN"/>
        </w:rPr>
        <w:t>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কেমন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</w:t>
      </w:r>
      <w:r w:rsidR="00347059">
        <w:rPr>
          <w:cs/>
          <w:lang w:bidi="bn-IN"/>
        </w:rPr>
        <w:t>দে</w:t>
      </w:r>
      <w:r w:rsidRPr="00C17C71">
        <w:rPr>
          <w:rFonts w:hint="cs"/>
          <w:cs/>
          <w:lang w:bidi="bn-IN"/>
        </w:rPr>
        <w:t>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ধর্ম</w:t>
      </w:r>
      <w:r w:rsidRPr="00C17C71">
        <w:t>?</w:t>
      </w:r>
      <w:r w:rsidRPr="00C17C71">
        <w:rPr>
          <w:rStyle w:val="libEnChar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এরপর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দকে</w:t>
      </w:r>
      <w:r w:rsidRPr="00C17C71">
        <w:rPr>
          <w:cs/>
          <w:lang w:bidi="bn-IN"/>
        </w:rPr>
        <w:t xml:space="preserve"> </w:t>
      </w:r>
      <w:r w:rsidR="00347059">
        <w:rPr>
          <w:rFonts w:hint="cs"/>
          <w:cs/>
          <w:lang w:bidi="bn-IN"/>
        </w:rPr>
        <w:t>ব</w:t>
      </w:r>
      <w:r w:rsidR="00347059">
        <w:rPr>
          <w:cs/>
          <w:lang w:bidi="bn-IN"/>
        </w:rPr>
        <w:t>ল</w:t>
      </w:r>
      <w:r w:rsidRPr="00C17C71">
        <w:rPr>
          <w:rFonts w:hint="cs"/>
          <w:cs/>
          <w:lang w:bidi="bn-IN"/>
        </w:rPr>
        <w:t>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আপনি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হাফেরবা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খুরের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গির্জার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শুনেছেন</w:t>
      </w:r>
      <w:r w:rsidRPr="00C17C71">
        <w:t>?</w:t>
      </w:r>
      <w:r w:rsidRPr="00C17C71">
        <w:rPr>
          <w:rStyle w:val="libEnChar"/>
        </w:rPr>
        <w:t>”</w:t>
      </w:r>
      <w:r w:rsidRPr="00C17C71"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="001761E3">
        <w:t>,</w:t>
      </w:r>
      <w:r w:rsidRPr="00C17C71">
        <w:t xml:space="preserve">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আচ্ছা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দেখি।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দূতটি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ওমান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চীনের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মাঝে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এমন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সাগর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রয়েছে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অতিক্রম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বছর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লাগে।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সমুদ্রের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কেন্দ্রস্থলে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মাত্র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শহর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ছাড়া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কোন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জনবসতি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সেখানে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নেই।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শহরের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আয়তন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৮০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বর্গ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ফারসাং।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শহরটির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অতবড়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শহর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পৃথিবীতে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নেই।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ওখান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থেকে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ইয়াকুত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পাথর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কর্পূর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অন্যান্য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দেশে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রপ্তানী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আম্বর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হচ্ছে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সেখানকার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প্রধান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উদ্ভিদ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hi-IN"/>
        </w:rPr>
        <w:t>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শহর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নিয়ন্ত্রণে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সম্রাট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ছাড়া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সেখানে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কারো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শাসন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কর্তৃত্ব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না।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সেখানে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অনেক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গীর্জা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গীর্জার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মেহরাবে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স্বর্ণ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নির্মিত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হুক্কা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রয়েছে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একটি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খুর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রয়েছে।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ব্যাপারে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জনশ্রুতি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রয়েছে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t xml:space="preserve">, </w:t>
      </w:r>
      <w:r w:rsidRPr="00C17C71">
        <w:rPr>
          <w:rFonts w:hint="cs"/>
          <w:cs/>
          <w:lang w:bidi="bn-IN"/>
        </w:rPr>
        <w:t>উক্ত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খুরটি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গাধার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পিঠে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ঈসা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চড়তেন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গাধাটির।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হুক্কার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চারপাশে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রেশমী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কাপড়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সজ্জিত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প্রতি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বছর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দূরান্ত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থেকে</w:t>
      </w:r>
      <w:r w:rsidRPr="00C17C71">
        <w:rPr>
          <w:cs/>
          <w:lang w:bidi="bn-IN"/>
        </w:rPr>
        <w:t xml:space="preserve"> </w:t>
      </w:r>
      <w:r w:rsidR="009A3F21">
        <w:rPr>
          <w:rFonts w:hint="cs"/>
          <w:cs/>
          <w:lang w:bidi="bn-IN"/>
        </w:rPr>
        <w:t>অগ</w:t>
      </w:r>
      <w:r w:rsidRPr="00C17C71">
        <w:rPr>
          <w:rFonts w:hint="cs"/>
          <w:cs/>
          <w:lang w:bidi="bn-IN"/>
        </w:rPr>
        <w:t>ণিত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ভক্ত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গীর্জা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যিয়ারত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আসে।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হুক্কার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চারপাশে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প্রদক্ষিণ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ওটিতে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চুমো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দেয়।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সেখানে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মহান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আল্লাহর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কাছে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মনোবাসনা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পূর্ণ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হওয়ার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জন্য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প্রার্থনা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</w:t>
      </w:r>
      <w:r w:rsidRPr="00C17C71">
        <w:rPr>
          <w:cs/>
          <w:lang w:bidi="bn-IN"/>
        </w:rPr>
        <w:t>-</w:t>
      </w:r>
      <w:r w:rsidRPr="00C17C71">
        <w:rPr>
          <w:rFonts w:hint="cs"/>
          <w:cs/>
          <w:lang w:bidi="bn-IN"/>
        </w:rPr>
        <w:t>নাসারারা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আচরণ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খুর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সম্পর্কে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তারা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দৃঢ়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বিশ্বাস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t xml:space="preserve">, </w:t>
      </w:r>
      <w:r w:rsidRPr="00C17C71">
        <w:rPr>
          <w:rFonts w:hint="cs"/>
          <w:cs/>
          <w:lang w:bidi="bn-IN"/>
        </w:rPr>
        <w:t>এটা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গাধার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খুর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ঈসা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সওয়ার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হতেন।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মুসলমানেরা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নিজেদের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নবীর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দৌহিত্রকে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কর।</w:t>
      </w:r>
    </w:p>
    <w:p w:rsidR="00377C45" w:rsidRPr="00C17C71" w:rsidRDefault="00377C45" w:rsidP="00377C45">
      <w:pPr>
        <w:pStyle w:val="libAr"/>
      </w:pPr>
      <w:r w:rsidRPr="00C17C71">
        <w:rPr>
          <w:rFonts w:hint="cs"/>
          <w:rtl/>
        </w:rPr>
        <w:t>فلا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بارك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اللّهُ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فيكُمْ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و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لا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فى</w:t>
      </w:r>
      <w:r w:rsidRPr="00C17C71">
        <w:rPr>
          <w:rtl/>
        </w:rPr>
        <w:t xml:space="preserve"> </w:t>
      </w:r>
      <w:r w:rsidRPr="00C17C71">
        <w:rPr>
          <w:rFonts w:hint="cs"/>
          <w:rtl/>
        </w:rPr>
        <w:t>دينِكُمْ</w:t>
      </w:r>
    </w:p>
    <w:p w:rsidR="00377C45" w:rsidRDefault="00377C45" w:rsidP="009A3F21">
      <w:pPr>
        <w:pStyle w:val="libNormal"/>
        <w:rPr>
          <w:lang w:bidi="bn-IN"/>
        </w:rPr>
      </w:pPr>
      <w:r w:rsidRPr="00C17C71">
        <w:rPr>
          <w:rFonts w:hint="cs"/>
          <w:cs/>
          <w:lang w:bidi="bn-IN"/>
        </w:rPr>
        <w:t>মহান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আল্লাহ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তোমাদেরকে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কখনো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মঙ্গল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দেন।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ক্রুদ্ধ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খ্রীষ্টানটিকে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</w:t>
      </w:r>
      <w:r w:rsidRPr="00C17C71">
        <w:t xml:space="preserve">;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কিনা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সাম্রাজ্যের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মধ্যে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অপদস্ত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করেছে।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স্পর্ধা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তো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কম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নয়।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বুঝতে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পারল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t xml:space="preserve">, </w:t>
      </w:r>
      <w:r w:rsidRPr="00C17C71">
        <w:rPr>
          <w:rFonts w:hint="cs"/>
          <w:cs/>
          <w:lang w:bidi="bn-IN"/>
        </w:rPr>
        <w:t>তাকে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হবে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সে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হত্যা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করবেন</w:t>
      </w:r>
      <w:r w:rsidRPr="00C17C71">
        <w:t>?</w:t>
      </w:r>
      <w:r w:rsidRPr="00C17C71">
        <w:rPr>
          <w:rStyle w:val="libEnChar"/>
        </w:rPr>
        <w:t>”</w:t>
      </w:r>
      <w:r w:rsidRPr="00C17C71"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অবশ্যই</w:t>
      </w:r>
      <w:r w:rsidRPr="00C17C71">
        <w:rPr>
          <w:rFonts w:hint="eastAsia"/>
        </w:rPr>
        <w:t>”</w:t>
      </w:r>
      <w:r w:rsidRPr="00C17C71">
        <w:rPr>
          <w:rFonts w:hint="cs"/>
          <w:cs/>
          <w:lang w:bidi="hi-IN"/>
        </w:rPr>
        <w:t>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খ্রীষ্টানটি</w:t>
      </w:r>
      <w:r w:rsidRPr="00C17C71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C17C71">
        <w:rPr>
          <w:rFonts w:hint="cs"/>
          <w:cs/>
          <w:lang w:bidi="bn-IN"/>
        </w:rPr>
        <w:t>দকে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তাহলে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জেনে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রাখুন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t xml:space="preserve">, </w:t>
      </w:r>
      <w:r w:rsidRPr="00C17C71">
        <w:rPr>
          <w:rFonts w:hint="cs"/>
          <w:cs/>
          <w:lang w:bidi="bn-IN"/>
        </w:rPr>
        <w:t>গতরাতে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আপনাদের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lastRenderedPageBreak/>
        <w:t>নবীকে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স্বপ্নে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দেখেছি।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তিনি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আমাকে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বলছিলেন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হে</w:t>
      </w:r>
      <w:r w:rsidR="009A3F21">
        <w:rPr>
          <w:lang w:bidi="bn-IN"/>
        </w:rPr>
        <w:t xml:space="preserve"> </w:t>
      </w:r>
      <w:r w:rsidR="009A3F21">
        <w:rPr>
          <w:cs/>
          <w:lang w:bidi="bn-IN"/>
        </w:rPr>
        <w:t>খ্রী</w:t>
      </w:r>
      <w:r w:rsidRPr="00C17C71">
        <w:rPr>
          <w:rFonts w:hint="cs"/>
          <w:cs/>
          <w:lang w:bidi="bn-IN"/>
        </w:rPr>
        <w:t>ষ্ট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যুবক</w:t>
      </w:r>
      <w:r w:rsidRPr="00C17C71">
        <w:t xml:space="preserve">, </w:t>
      </w:r>
      <w:r w:rsidRPr="00C17C71">
        <w:rPr>
          <w:rFonts w:hint="cs"/>
          <w:cs/>
          <w:lang w:bidi="bn-IN"/>
        </w:rPr>
        <w:t>তুমি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বেহেশতী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হবে।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এ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ধরনের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সুসংবাদে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বিস্ময়ের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সীমা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ছিল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অত্যন্ত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অবাক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হয়ে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গিয়েছিলাম।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আমি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এখন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সাক্ষ্য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দিচ্ছি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যে</w:t>
      </w:r>
      <w:r w:rsidRPr="00C17C71">
        <w:t xml:space="preserve">, </w:t>
      </w:r>
      <w:r w:rsidRPr="00C17C71">
        <w:rPr>
          <w:rStyle w:val="libEnChar"/>
        </w:rPr>
        <w:t>“</w:t>
      </w:r>
      <w:r w:rsidRPr="00C17C71">
        <w:rPr>
          <w:rFonts w:hint="cs"/>
          <w:cs/>
          <w:lang w:bidi="bn-IN"/>
        </w:rPr>
        <w:t>আল্লাহ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ছাড়া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আর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কোন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উপাস্য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নেই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হযরত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মুহাম্মদ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সা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তার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রাসূল।</w:t>
      </w:r>
      <w:r w:rsidRPr="00C17C71">
        <w:rPr>
          <w:rFonts w:hint="eastAsia"/>
        </w:rPr>
        <w:t>”</w:t>
      </w:r>
      <w:r w:rsidRPr="00C17C71">
        <w:t xml:space="preserve"> </w:t>
      </w:r>
      <w:r w:rsidRPr="00C17C71">
        <w:rPr>
          <w:rFonts w:hint="cs"/>
          <w:cs/>
          <w:lang w:bidi="bn-IN"/>
        </w:rPr>
        <w:t>এরপর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ঐ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খ্রীষ্টান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লোকটি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হোসইন</w:t>
      </w:r>
      <w:r w:rsidRPr="00C17C71">
        <w:rPr>
          <w:cs/>
          <w:lang w:bidi="bn-IN"/>
        </w:rPr>
        <w:t xml:space="preserve"> (</w:t>
      </w:r>
      <w:r w:rsidRPr="00C17C71">
        <w:rPr>
          <w:rFonts w:hint="cs"/>
          <w:cs/>
          <w:lang w:bidi="bn-IN"/>
        </w:rPr>
        <w:t>আ</w:t>
      </w:r>
      <w:r w:rsidRPr="00C17C71">
        <w:rPr>
          <w:cs/>
          <w:lang w:bidi="bn-IN"/>
        </w:rPr>
        <w:t xml:space="preserve">.) </w:t>
      </w:r>
      <w:r w:rsidRPr="00C17C71">
        <w:rPr>
          <w:rFonts w:hint="cs"/>
          <w:cs/>
          <w:lang w:bidi="bn-IN"/>
        </w:rPr>
        <w:t>এর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পবিত্র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মাথা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তুলে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বুকে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লাগাল</w:t>
      </w:r>
      <w:r w:rsidRPr="00C17C71">
        <w:t xml:space="preserve">, </w:t>
      </w:r>
      <w:r w:rsidRPr="00C17C71">
        <w:rPr>
          <w:rFonts w:hint="cs"/>
          <w:cs/>
          <w:lang w:bidi="bn-IN"/>
        </w:rPr>
        <w:t>চুম্বন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করল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এবং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নিহত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হওয়া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পর্যন্ত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কাদতে</w:t>
      </w:r>
      <w:r w:rsidRPr="00C17C71">
        <w:rPr>
          <w:cs/>
          <w:lang w:bidi="bn-IN"/>
        </w:rPr>
        <w:t xml:space="preserve"> </w:t>
      </w:r>
      <w:r w:rsidRPr="00C17C71">
        <w:rPr>
          <w:rFonts w:hint="cs"/>
          <w:cs/>
          <w:lang w:bidi="bn-IN"/>
        </w:rPr>
        <w:t>লাগল।</w:t>
      </w:r>
    </w:p>
    <w:p w:rsidR="00377C45" w:rsidRDefault="00377C45" w:rsidP="00377C45">
      <w:pPr>
        <w:pStyle w:val="libNormal"/>
      </w:pPr>
    </w:p>
    <w:p w:rsidR="00377C45" w:rsidRDefault="00377C45" w:rsidP="00377C45">
      <w:pPr>
        <w:pStyle w:val="Heading2Center"/>
        <w:rPr>
          <w:lang w:bidi="fa-IR"/>
        </w:rPr>
      </w:pPr>
      <w:bookmarkStart w:id="104" w:name="_Toc501196990"/>
      <w:bookmarkStart w:id="105" w:name="_Toc501222500"/>
      <w:r>
        <w:rPr>
          <w:cs/>
          <w:lang w:bidi="bn-IN"/>
        </w:rPr>
        <w:t>মিনহালের ঘটনা</w:t>
      </w:r>
      <w:bookmarkEnd w:id="104"/>
      <w:bookmarkEnd w:id="105"/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একদিন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দামেশকের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বাজারের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হাটছিলেন।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মিনহাল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>,</w:t>
      </w:r>
    </w:p>
    <w:p w:rsidR="005437D5" w:rsidRDefault="005437D5" w:rsidP="005437D5">
      <w:pPr>
        <w:pStyle w:val="libAr"/>
      </w:pPr>
      <w:r>
        <w:rPr>
          <w:rFonts w:hint="eastAsia"/>
          <w:rtl/>
        </w:rPr>
        <w:t>كيْف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مْسيْت</w:t>
      </w:r>
      <w:r>
        <w:rPr>
          <w:rtl/>
        </w:rPr>
        <w:t xml:space="preserve"> </w:t>
      </w:r>
      <w:r>
        <w:rPr>
          <w:rFonts w:hint="eastAsia"/>
          <w:rtl/>
        </w:rPr>
        <w:t>يابْن</w:t>
      </w:r>
      <w:r>
        <w:rPr>
          <w:rtl/>
        </w:rPr>
        <w:t xml:space="preserve"> </w:t>
      </w:r>
      <w:r>
        <w:rPr>
          <w:rFonts w:hint="eastAsia"/>
          <w:rtl/>
        </w:rPr>
        <w:t>رسُولِ</w:t>
      </w:r>
      <w:r>
        <w:rPr>
          <w:rtl/>
        </w:rPr>
        <w:t xml:space="preserve"> </w:t>
      </w:r>
      <w:r>
        <w:rPr>
          <w:rFonts w:hint="eastAsia"/>
          <w:rtl/>
        </w:rPr>
        <w:t>اللّهِ؟</w:t>
      </w:r>
    </w:p>
    <w:p w:rsidR="005437D5" w:rsidRDefault="005437D5" w:rsidP="005437D5">
      <w:pPr>
        <w:pStyle w:val="libNormal"/>
      </w:pPr>
      <w:proofErr w:type="gramStart"/>
      <w:r>
        <w:rPr>
          <w:rFonts w:hint="eastAsia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.)</w:t>
      </w:r>
      <w:proofErr w:type="gramEnd"/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t xml:space="preserve">, </w:t>
      </w:r>
      <w:r>
        <w:rPr>
          <w:rFonts w:hint="cs"/>
          <w:cs/>
          <w:lang w:bidi="bn-IN"/>
        </w:rPr>
        <w:t>সিরিয়ায়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কাটছে</w:t>
      </w:r>
      <w:r>
        <w:t xml:space="preserve">?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বললেন</w:t>
      </w:r>
      <w:r>
        <w:t>,</w:t>
      </w:r>
    </w:p>
    <w:p w:rsidR="005437D5" w:rsidRDefault="00F62D24" w:rsidP="005437D5">
      <w:pPr>
        <w:pStyle w:val="libAr"/>
      </w:pPr>
      <w:r>
        <w:rPr>
          <w:rFonts w:hint="eastAsia"/>
          <w:rtl/>
        </w:rPr>
        <w:t xml:space="preserve"> أ</w:t>
      </w:r>
      <w:r w:rsidR="005437D5">
        <w:rPr>
          <w:rFonts w:hint="eastAsia"/>
          <w:rtl/>
        </w:rPr>
        <w:t>مْسيْنا</w:t>
      </w:r>
      <w:r w:rsidR="005437D5">
        <w:rPr>
          <w:rtl/>
        </w:rPr>
        <w:t xml:space="preserve"> </w:t>
      </w:r>
      <w:r w:rsidR="005437D5">
        <w:rPr>
          <w:rFonts w:hint="eastAsia"/>
          <w:rtl/>
        </w:rPr>
        <w:t>كمِثْلِ</w:t>
      </w:r>
      <w:r w:rsidR="005437D5">
        <w:rPr>
          <w:rtl/>
        </w:rPr>
        <w:t xml:space="preserve"> </w:t>
      </w:r>
      <w:r w:rsidR="005437D5">
        <w:rPr>
          <w:rFonts w:hint="eastAsia"/>
          <w:rtl/>
        </w:rPr>
        <w:t>بنى</w:t>
      </w:r>
      <w:r w:rsidR="005437D5">
        <w:rPr>
          <w:rtl/>
        </w:rPr>
        <w:t xml:space="preserve"> </w:t>
      </w:r>
      <w:r w:rsidR="005437D5">
        <w:rPr>
          <w:rFonts w:hint="eastAsia"/>
          <w:rtl/>
        </w:rPr>
        <w:t>اسْرائيل</w:t>
      </w:r>
      <w:r w:rsidR="005437D5">
        <w:rPr>
          <w:rtl/>
        </w:rPr>
        <w:t xml:space="preserve"> </w:t>
      </w:r>
      <w:r w:rsidR="005437D5">
        <w:rPr>
          <w:rFonts w:hint="eastAsia"/>
          <w:rtl/>
        </w:rPr>
        <w:t>فى</w:t>
      </w:r>
      <w:r w:rsidR="005437D5">
        <w:rPr>
          <w:rtl/>
        </w:rPr>
        <w:t xml:space="preserve"> </w:t>
      </w:r>
      <w:r w:rsidR="005437D5">
        <w:rPr>
          <w:rFonts w:hint="eastAsia"/>
          <w:rtl/>
        </w:rPr>
        <w:t>آلِ</w:t>
      </w:r>
      <w:r w:rsidR="005437D5">
        <w:rPr>
          <w:rtl/>
        </w:rPr>
        <w:t xml:space="preserve"> </w:t>
      </w:r>
      <w:r w:rsidR="005437D5">
        <w:rPr>
          <w:rFonts w:hint="eastAsia"/>
          <w:rtl/>
        </w:rPr>
        <w:t>فرْعْون</w:t>
      </w:r>
    </w:p>
    <w:p w:rsidR="005437D5" w:rsidRDefault="005437D5" w:rsidP="005437D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bn-IN"/>
        </w:rPr>
        <w:t>ফেরআউন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বংশীয়দের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ইসরাইল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তেমনিভাবে</w:t>
      </w:r>
      <w:r w:rsidR="00F62D24">
        <w:rPr>
          <w:lang w:bidi="bn-IN"/>
        </w:rPr>
        <w:t xml:space="preserve"> </w:t>
      </w:r>
      <w:r>
        <w:rPr>
          <w:cs/>
          <w:lang w:bidi="bn-IN"/>
        </w:rPr>
        <w:t>(</w:t>
      </w:r>
      <w:r>
        <w:rPr>
          <w:rFonts w:hint="cs"/>
          <w:cs/>
          <w:lang w:bidi="bn-IN"/>
        </w:rPr>
        <w:t>উমাইয়া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বংশীয়দের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কাটাচ্ছি</w:t>
      </w:r>
      <w:r w:rsidR="00F62D24">
        <w:rPr>
          <w:lang w:bidi="bn-IN"/>
        </w:rPr>
        <w:t xml:space="preserve"> </w:t>
      </w:r>
      <w:r>
        <w:rPr>
          <w:cs/>
          <w:lang w:bidi="bn-IN"/>
        </w:rPr>
        <w:t>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ফেরআউন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বংশীয়রা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ইসরাইলেন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</w:t>
      </w:r>
      <w:proofErr w:type="gramStart"/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proofErr w:type="gramEnd"/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মিনহাল</w:t>
      </w:r>
      <w:r>
        <w:t xml:space="preserve">, </w:t>
      </w:r>
      <w:r>
        <w:rPr>
          <w:rFonts w:hint="cs"/>
          <w:cs/>
          <w:lang w:bidi="bn-IN"/>
        </w:rPr>
        <w:t>আরবরা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অনারবদের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মুহাম্মদ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গোত্রীয়।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ছত্রভঙ্গ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</w:p>
    <w:p w:rsidR="005437D5" w:rsidRDefault="005437D5" w:rsidP="005437D5">
      <w:pPr>
        <w:pStyle w:val="libAr"/>
      </w:pPr>
      <w:r>
        <w:rPr>
          <w:rFonts w:hint="eastAsia"/>
          <w:rtl/>
        </w:rPr>
        <w:t>فانّا</w:t>
      </w:r>
      <w:r>
        <w:rPr>
          <w:rtl/>
        </w:rPr>
        <w:t xml:space="preserve"> </w:t>
      </w:r>
      <w:r>
        <w:rPr>
          <w:rFonts w:hint="eastAsia"/>
          <w:rtl/>
        </w:rPr>
        <w:t>لِلّهِ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انّا</w:t>
      </w:r>
      <w:r>
        <w:rPr>
          <w:rtl/>
        </w:rPr>
        <w:t xml:space="preserve"> </w:t>
      </w:r>
      <w:r>
        <w:rPr>
          <w:rFonts w:hint="eastAsia"/>
          <w:rtl/>
        </w:rPr>
        <w:t>اليْهِ</w:t>
      </w:r>
      <w:r>
        <w:rPr>
          <w:rtl/>
        </w:rPr>
        <w:t xml:space="preserve"> </w:t>
      </w:r>
      <w:r>
        <w:rPr>
          <w:rFonts w:hint="eastAsia"/>
          <w:rtl/>
        </w:rPr>
        <w:t>راجِعُون</w:t>
      </w:r>
      <w:r>
        <w:rPr>
          <w:rtl/>
        </w:rPr>
        <w:t xml:space="preserve"> </w:t>
      </w:r>
      <w:r>
        <w:rPr>
          <w:rFonts w:hint="eastAsia"/>
          <w:rtl/>
        </w:rPr>
        <w:t>مِمّا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مْسيْنا</w:t>
      </w:r>
      <w:r>
        <w:rPr>
          <w:rtl/>
        </w:rPr>
        <w:t xml:space="preserve"> </w:t>
      </w:r>
      <w:r>
        <w:rPr>
          <w:rFonts w:hint="eastAsia"/>
          <w:rtl/>
        </w:rPr>
        <w:t>فيهِ</w:t>
      </w:r>
      <w:r>
        <w:rPr>
          <w:rtl/>
        </w:rPr>
        <w:t xml:space="preserve"> </w:t>
      </w:r>
      <w:r>
        <w:rPr>
          <w:rFonts w:hint="eastAsia"/>
          <w:rtl/>
        </w:rPr>
        <w:t>يا</w:t>
      </w:r>
      <w:r>
        <w:rPr>
          <w:rtl/>
        </w:rPr>
        <w:t xml:space="preserve"> </w:t>
      </w:r>
      <w:r>
        <w:rPr>
          <w:rFonts w:hint="eastAsia"/>
          <w:rtl/>
        </w:rPr>
        <w:t>مِنْهالُ</w:t>
      </w:r>
      <w:r>
        <w:t>.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ইন্নালিল্লাহি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ইলাইহি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রাজেউন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নিশ্চয়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বলেছেন।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lastRenderedPageBreak/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সম্মানার্থে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মিম্বরের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কাঠগুলোকে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বংশধরদেরকে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মারছে।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t xml:space="preserve">?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সাথী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গৌরব।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D0266C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D0266C" w:rsidRDefault="005437D5" w:rsidP="00E2326C">
            <w:pPr>
              <w:pStyle w:val="libPoem"/>
            </w:pPr>
            <w:r w:rsidRPr="00D0266C">
              <w:rPr>
                <w:rFonts w:hint="eastAsia"/>
                <w:rtl/>
              </w:rPr>
              <w:t>يُعظِّمُون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لهُ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D0266C">
              <w:rPr>
                <w:rFonts w:hint="eastAsia"/>
                <w:rtl/>
              </w:rPr>
              <w:t>عواد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مِنْبرِهِ</w:t>
            </w:r>
            <w:r w:rsidRPr="00D0266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D0266C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D0266C" w:rsidRDefault="005437D5" w:rsidP="00E2326C">
            <w:pPr>
              <w:pStyle w:val="libPoem"/>
            </w:pPr>
            <w:r w:rsidRPr="00D0266C">
              <w:rPr>
                <w:rFonts w:hint="eastAsia"/>
                <w:rtl/>
              </w:rPr>
              <w:t>و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تحْت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D0266C">
              <w:rPr>
                <w:rFonts w:hint="eastAsia"/>
                <w:rtl/>
              </w:rPr>
              <w:t>قْدامِهِمْ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D0266C">
              <w:rPr>
                <w:rFonts w:hint="eastAsia"/>
                <w:rtl/>
              </w:rPr>
              <w:t>وْلادُهُ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وُضِعُوا</w:t>
            </w:r>
            <w:r w:rsidRPr="00D0266C">
              <w:rPr>
                <w:rtl/>
              </w:rPr>
              <w:br/>
              <w:t> </w:t>
            </w:r>
          </w:p>
        </w:tc>
      </w:tr>
    </w:tbl>
    <w:p w:rsidR="005437D5" w:rsidRPr="00D0266C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D0266C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D0266C" w:rsidRDefault="005437D5" w:rsidP="00E2326C">
            <w:pPr>
              <w:pStyle w:val="libPoem"/>
            </w:pPr>
            <w:r w:rsidRPr="00D0266C">
              <w:rPr>
                <w:rFonts w:hint="eastAsia"/>
                <w:rtl/>
              </w:rPr>
              <w:t>بِ</w:t>
            </w:r>
            <w:r w:rsidR="00F62D24">
              <w:rPr>
                <w:rFonts w:hint="eastAsia"/>
                <w:rtl/>
              </w:rPr>
              <w:t xml:space="preserve"> أ</w:t>
            </w:r>
            <w:r w:rsidRPr="00D0266C">
              <w:rPr>
                <w:rFonts w:hint="eastAsia"/>
                <w:rtl/>
              </w:rPr>
              <w:t>ىِّ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حُكْمٍ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بنُوهُ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يتْبعُونكُمْ</w:t>
            </w:r>
            <w:r w:rsidRPr="00D0266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D0266C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D0266C" w:rsidRDefault="005437D5" w:rsidP="00E2326C">
            <w:pPr>
              <w:pStyle w:val="libPoem"/>
            </w:pPr>
            <w:r w:rsidRPr="00D0266C">
              <w:rPr>
                <w:rFonts w:hint="eastAsia"/>
                <w:rtl/>
              </w:rPr>
              <w:t>و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فخْرُكُمْ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D0266C">
              <w:rPr>
                <w:rFonts w:hint="eastAsia"/>
                <w:rtl/>
              </w:rPr>
              <w:t>نّكُمْ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صحْبٌ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لهُ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تُبّعُ</w:t>
            </w:r>
            <w:r w:rsidRPr="00D0266C">
              <w:rPr>
                <w:rtl/>
              </w:rPr>
              <w:br/>
              <w:t> </w:t>
            </w:r>
          </w:p>
        </w:tc>
      </w:tr>
    </w:tbl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একদিন</w:t>
      </w:r>
      <w:r>
        <w:t xml:space="preserve">,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আমরের</w:t>
      </w:r>
      <w:r>
        <w:rPr>
          <w:cs/>
          <w:lang w:bidi="bn-IN"/>
        </w:rPr>
        <w:t xml:space="preserve"> </w:t>
      </w:r>
      <w:r w:rsidR="00FD64B2">
        <w:rPr>
          <w:cs/>
          <w:lang w:bidi="bn-IN"/>
        </w:rPr>
        <w:t>ব</w:t>
      </w:r>
      <w:r>
        <w:rPr>
          <w:rFonts w:hint="cs"/>
          <w:cs/>
          <w:lang w:bidi="bn-IN"/>
        </w:rPr>
        <w:t>য়স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এগারো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ছিল।</w:t>
      </w:r>
      <w:r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মল্লযুদ্ধ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t>?</w:t>
      </w:r>
      <w:r w:rsidRPr="00164E0A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</w:t>
      </w:r>
      <w:r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না</w:t>
      </w:r>
      <w:r>
        <w:t xml:space="preserve">,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খালেদকে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তলোয়ার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রক্তধারা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বহমান।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>(</w:t>
      </w:r>
      <w:r>
        <w:rPr>
          <w:rFonts w:hint="cs"/>
          <w:cs/>
          <w:lang w:bidi="bn-IN"/>
        </w:rPr>
        <w:t>সাপের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বাচ্চা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সাপই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rFonts w:hint="eastAsia"/>
        </w:rPr>
        <w:t>”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D0266C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D0266C" w:rsidRDefault="005437D5" w:rsidP="00E2326C">
            <w:pPr>
              <w:pStyle w:val="libPoem"/>
            </w:pPr>
            <w:r w:rsidRPr="00D0266C">
              <w:rPr>
                <w:rFonts w:hint="eastAsia"/>
                <w:rtl/>
              </w:rPr>
              <w:t>شِنْشِنةٌ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D0266C">
              <w:rPr>
                <w:rFonts w:hint="eastAsia"/>
                <w:rtl/>
              </w:rPr>
              <w:t>عْرِفُها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مِنْ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D0266C">
              <w:rPr>
                <w:rFonts w:hint="eastAsia"/>
                <w:rtl/>
              </w:rPr>
              <w:t>خْزمِ</w:t>
            </w:r>
            <w:r w:rsidRPr="00D0266C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D0266C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D0266C" w:rsidRDefault="005437D5" w:rsidP="00E2326C">
            <w:pPr>
              <w:pStyle w:val="libPoem"/>
            </w:pPr>
            <w:r w:rsidRPr="00D0266C">
              <w:rPr>
                <w:rFonts w:hint="eastAsia"/>
                <w:rtl/>
              </w:rPr>
              <w:t>هلْ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تلِدُ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الْحيّةُ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الاّ</w:t>
            </w:r>
            <w:r w:rsidRPr="00D0266C">
              <w:rPr>
                <w:rtl/>
              </w:rPr>
              <w:t xml:space="preserve"> </w:t>
            </w:r>
            <w:r w:rsidRPr="00D0266C">
              <w:rPr>
                <w:rFonts w:hint="eastAsia"/>
                <w:rtl/>
              </w:rPr>
              <w:t>الْحيّة</w:t>
            </w:r>
            <w:r w:rsidRPr="00D0266C">
              <w:rPr>
                <w:rtl/>
              </w:rPr>
              <w:br/>
              <w:t> </w:t>
            </w:r>
          </w:p>
        </w:tc>
      </w:tr>
    </w:tbl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অতঃপর</w:t>
      </w:r>
      <w:r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>
        <w:rPr>
          <w:rFonts w:hint="cs"/>
          <w:cs/>
          <w:lang w:bidi="bn-IN"/>
        </w:rPr>
        <w:t>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তোমার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মনস্কামনা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বললেন</w:t>
      </w:r>
      <w:r>
        <w:t xml:space="preserve">, 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প্রথমতঃ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বদনমণ্ডল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চাই।</w:t>
      </w:r>
      <w:r>
        <w:rPr>
          <w:cs/>
          <w:lang w:bidi="bn-IN"/>
        </w:rPr>
        <w:t xml:space="preserve"> 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দ্বিতীয়তঃ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লুন্ঠন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হোক।</w:t>
      </w:r>
      <w:r>
        <w:rPr>
          <w:cs/>
          <w:lang w:bidi="bn-IN"/>
        </w:rPr>
        <w:t xml:space="preserve"> 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lastRenderedPageBreak/>
        <w:t>তৃতীয়তঃ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সিদ্ধান্ত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নবীবংশের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দিও।</w:t>
      </w:r>
    </w:p>
    <w:p w:rsidR="005437D5" w:rsidRDefault="004A1569" w:rsidP="00FD64B2">
      <w:pPr>
        <w:pStyle w:val="libNormal"/>
      </w:pPr>
      <w:r>
        <w:rPr>
          <w:rFonts w:hint="cs"/>
          <w:cs/>
          <w:lang w:bidi="bn-IN"/>
        </w:rPr>
        <w:t>ইয়াজি</w:t>
      </w:r>
      <w:r w:rsidR="005437D5">
        <w:rPr>
          <w:rFonts w:hint="cs"/>
          <w:cs/>
          <w:lang w:bidi="bn-IN"/>
        </w:rPr>
        <w:t>দ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কথা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শুনে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বলল</w:t>
      </w:r>
      <w:r w:rsidR="005437D5">
        <w:rPr>
          <w:cs/>
          <w:lang w:bidi="bn-IN"/>
        </w:rPr>
        <w:t xml:space="preserve">. </w:t>
      </w:r>
      <w:r w:rsidR="005437D5" w:rsidRPr="00164E0A">
        <w:rPr>
          <w:rStyle w:val="libEnChar"/>
        </w:rPr>
        <w:t>“</w:t>
      </w:r>
      <w:r w:rsidR="005437D5">
        <w:rPr>
          <w:rFonts w:hint="cs"/>
          <w:cs/>
          <w:lang w:bidi="bn-IN"/>
        </w:rPr>
        <w:t>পিতার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মুখ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কখনো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দেখতে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পাবে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না।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আমি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তোমাকে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হত্যা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করব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না।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একমাত্র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তুমি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ব্যতীত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কেউ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মহিলাদেরকে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মদীনায়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নিয়ে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যাবে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না।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তবে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যে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সম্পদ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লুন্ঠন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করা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হয়েছে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বদলে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অনেক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গুণ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বে</w:t>
      </w:r>
      <w:r w:rsidR="00FD64B2">
        <w:rPr>
          <w:cs/>
          <w:lang w:bidi="bn-IN"/>
        </w:rPr>
        <w:t>শী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দামের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ধন</w:t>
      </w:r>
      <w:r w:rsidR="005437D5">
        <w:rPr>
          <w:cs/>
          <w:lang w:bidi="bn-IN"/>
        </w:rPr>
        <w:t>-</w:t>
      </w:r>
      <w:r w:rsidR="005437D5">
        <w:rPr>
          <w:rFonts w:hint="cs"/>
          <w:cs/>
          <w:lang w:bidi="bn-IN"/>
        </w:rPr>
        <w:t>সম্পদ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আমি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তোমাদেরকে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দেব।</w:t>
      </w:r>
      <w:r w:rsidR="005437D5">
        <w:rPr>
          <w:rFonts w:hint="eastAsia"/>
        </w:rPr>
        <w:t>”</w:t>
      </w:r>
      <w:r w:rsidR="005437D5">
        <w:t xml:space="preserve"> </w:t>
      </w:r>
      <w:r w:rsidR="005437D5">
        <w:rPr>
          <w:rFonts w:hint="cs"/>
          <w:cs/>
          <w:lang w:bidi="bn-IN"/>
        </w:rPr>
        <w:t>ইমাম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যয়নুল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আবেদীন</w:t>
      </w:r>
      <w:r w:rsidR="005437D5">
        <w:rPr>
          <w:cs/>
          <w:lang w:bidi="bn-IN"/>
        </w:rPr>
        <w:t xml:space="preserve"> (</w:t>
      </w:r>
      <w:r w:rsidR="005437D5">
        <w:rPr>
          <w:rFonts w:hint="cs"/>
          <w:cs/>
          <w:lang w:bidi="bn-IN"/>
        </w:rPr>
        <w:t>আ</w:t>
      </w:r>
      <w:r w:rsidR="005437D5">
        <w:rPr>
          <w:cs/>
          <w:lang w:bidi="bn-IN"/>
        </w:rPr>
        <w:t xml:space="preserve">.) </w:t>
      </w:r>
      <w:r w:rsidR="005437D5">
        <w:rPr>
          <w:rFonts w:hint="cs"/>
          <w:cs/>
          <w:lang w:bidi="bn-IN"/>
        </w:rPr>
        <w:t>তখন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বললেন</w:t>
      </w:r>
      <w:r w:rsidR="005437D5">
        <w:t xml:space="preserve">, </w:t>
      </w:r>
      <w:r w:rsidR="005437D5" w:rsidRPr="00164E0A">
        <w:rPr>
          <w:rStyle w:val="libEnChar"/>
        </w:rPr>
        <w:t>“</w:t>
      </w:r>
      <w:r w:rsidR="005437D5">
        <w:rPr>
          <w:rFonts w:hint="cs"/>
          <w:cs/>
          <w:lang w:bidi="bn-IN"/>
        </w:rPr>
        <w:t>তোমার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ধনসম্পদের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এক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কানা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কড়িও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আমাদের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দরকার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নেই।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তোমার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ধনসম্পদ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থেকে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আমাদেরকে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কিছু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দিতে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হবে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না।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আমরা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কেবল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আমাদের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লুন্ঠিত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সম্পদগুলোই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চাচ্ছিলাম।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কারণ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হযরত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ফাতেমা</w:t>
      </w:r>
      <w:r w:rsidR="005437D5">
        <w:rPr>
          <w:cs/>
          <w:lang w:bidi="bn-IN"/>
        </w:rPr>
        <w:t xml:space="preserve"> (</w:t>
      </w:r>
      <w:r w:rsidR="005437D5">
        <w:rPr>
          <w:rFonts w:hint="cs"/>
          <w:cs/>
          <w:lang w:bidi="bn-IN"/>
        </w:rPr>
        <w:t>আ</w:t>
      </w:r>
      <w:r w:rsidR="005437D5">
        <w:rPr>
          <w:cs/>
          <w:lang w:bidi="bn-IN"/>
        </w:rPr>
        <w:t xml:space="preserve">.) </w:t>
      </w:r>
      <w:r w:rsidR="005437D5">
        <w:rPr>
          <w:rFonts w:hint="cs"/>
          <w:cs/>
          <w:lang w:bidi="bn-IN"/>
        </w:rPr>
        <w:t>এর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জামা</w:t>
      </w:r>
      <w:r w:rsidR="005437D5">
        <w:t xml:space="preserve">, </w:t>
      </w:r>
      <w:r w:rsidR="005437D5">
        <w:rPr>
          <w:rFonts w:hint="cs"/>
          <w:cs/>
          <w:lang w:bidi="bn-IN"/>
        </w:rPr>
        <w:t>স্কার্ফ</w:t>
      </w:r>
      <w:r w:rsidR="005437D5">
        <w:t xml:space="preserve">, </w:t>
      </w:r>
      <w:r w:rsidR="005437D5">
        <w:rPr>
          <w:rFonts w:hint="cs"/>
          <w:cs/>
          <w:lang w:bidi="bn-IN"/>
        </w:rPr>
        <w:t>হলার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ও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কামিজ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ঐ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সব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লুন্ঠিত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সম্পদের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মধ্যে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আছে।</w:t>
      </w:r>
      <w:r w:rsidR="005437D5">
        <w:rPr>
          <w:rFonts w:hint="eastAsia"/>
        </w:rPr>
        <w:t>”</w:t>
      </w:r>
      <w:r w:rsidR="005437D5">
        <w:t xml:space="preserve"> </w:t>
      </w:r>
      <w:r w:rsidR="005437D5">
        <w:rPr>
          <w:rFonts w:hint="cs"/>
          <w:cs/>
          <w:lang w:bidi="bn-IN"/>
        </w:rPr>
        <w:t>তখন</w:t>
      </w:r>
      <w:r w:rsidR="005437D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ইয়াজি</w:t>
      </w:r>
      <w:r w:rsidR="005437D5">
        <w:rPr>
          <w:rFonts w:hint="cs"/>
          <w:cs/>
          <w:lang w:bidi="bn-IN"/>
        </w:rPr>
        <w:t>দ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ঐ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সব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লুন্ঠিত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নিয়ে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আসার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আদেশ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hi-IN"/>
        </w:rPr>
        <w:t>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ঐ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সম্পদগুলো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ইমাম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যয়নুল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আবেদীন</w:t>
      </w:r>
      <w:r w:rsidR="005437D5">
        <w:rPr>
          <w:cs/>
          <w:lang w:bidi="bn-IN"/>
        </w:rPr>
        <w:t xml:space="preserve"> (</w:t>
      </w:r>
      <w:r w:rsidR="005437D5">
        <w:rPr>
          <w:rFonts w:hint="cs"/>
          <w:cs/>
          <w:lang w:bidi="bn-IN"/>
        </w:rPr>
        <w:t>আ</w:t>
      </w:r>
      <w:r w:rsidR="005437D5">
        <w:rPr>
          <w:cs/>
          <w:lang w:bidi="bn-IN"/>
        </w:rPr>
        <w:t>.)-</w:t>
      </w:r>
      <w:r w:rsidR="005437D5">
        <w:rPr>
          <w:rFonts w:hint="cs"/>
          <w:cs/>
          <w:lang w:bidi="bn-IN"/>
        </w:rPr>
        <w:t>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ফেরৎ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এবং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তাকে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আরো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দুশো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দিরহাম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দিল।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ইমাম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যয়নুল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আবেদীন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ঐ</w:t>
      </w:r>
      <w:r w:rsidR="005437D5"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 w:rsidR="005437D5">
        <w:rPr>
          <w:rFonts w:hint="cs"/>
          <w:cs/>
          <w:lang w:bidi="bn-IN"/>
        </w:rPr>
        <w:t>শো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দিরহাম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ফকির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মিসকিনদের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মধ্যে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বিলিয়ে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দেন।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অতঃপর</w:t>
      </w:r>
      <w:r w:rsidR="005437D5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ইয়াজি</w:t>
      </w:r>
      <w:r w:rsidR="005437D5">
        <w:rPr>
          <w:rFonts w:hint="cs"/>
          <w:cs/>
          <w:lang w:bidi="bn-IN"/>
        </w:rPr>
        <w:t>দ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বন্দী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ইমাম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পরিবারকে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মদীনায়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প্রত্যাবর্তন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করার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আদেশ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দিল।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তবে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ইমাম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হোসাইনের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পবিত্র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মাথা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মোবারক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সম্পর্কে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বর্ণিত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আছে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যে</w:t>
      </w:r>
      <w:r w:rsidR="00FD64B2">
        <w:t>,</w:t>
      </w:r>
      <w:r w:rsidR="005437D5">
        <w:t xml:space="preserve"> </w:t>
      </w:r>
      <w:r w:rsidR="005437D5">
        <w:rPr>
          <w:rFonts w:hint="cs"/>
          <w:cs/>
          <w:lang w:bidi="bn-IN"/>
        </w:rPr>
        <w:t>ইমাম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হোসাইনের</w:t>
      </w:r>
      <w:r w:rsidR="005437D5">
        <w:rPr>
          <w:cs/>
          <w:lang w:bidi="bn-IN"/>
        </w:rPr>
        <w:t xml:space="preserve"> (</w:t>
      </w:r>
      <w:r w:rsidR="005437D5">
        <w:rPr>
          <w:rFonts w:hint="cs"/>
          <w:cs/>
          <w:lang w:bidi="bn-IN"/>
        </w:rPr>
        <w:t>আ</w:t>
      </w:r>
      <w:r w:rsidR="005437D5">
        <w:rPr>
          <w:cs/>
          <w:lang w:bidi="bn-IN"/>
        </w:rPr>
        <w:t xml:space="preserve">.) </w:t>
      </w:r>
      <w:r w:rsidR="005437D5">
        <w:rPr>
          <w:rFonts w:hint="cs"/>
          <w:cs/>
          <w:lang w:bidi="bn-IN"/>
        </w:rPr>
        <w:t>পবিত্র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মাথা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কারবালায়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ফেরত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পাঠানো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হয়েছিল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এবং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পবিত্র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দেহের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সাথে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মাথাও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দাফন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করা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হয়েছিল।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এতদসংক্রান্ত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অনেক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বর্ণনা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রয়েছে।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তবে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পুস্তিকার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স্বল্প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পরিসরে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এগুলো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সব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বর্ণনা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করা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সম্ভব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নয়।</w:t>
      </w:r>
    </w:p>
    <w:p w:rsidR="005437D5" w:rsidRDefault="005437D5" w:rsidP="005437D5">
      <w:pPr>
        <w:pStyle w:val="libNormal"/>
      </w:pPr>
    </w:p>
    <w:p w:rsidR="005437D5" w:rsidRDefault="005437D5" w:rsidP="005437D5">
      <w:pPr>
        <w:pStyle w:val="Heading2Center"/>
      </w:pPr>
      <w:bookmarkStart w:id="106" w:name="_Toc501196991"/>
      <w:bookmarkStart w:id="107" w:name="_Toc501222501"/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গমন</w:t>
      </w:r>
      <w:bookmarkEnd w:id="106"/>
      <w:bookmarkEnd w:id="107"/>
    </w:p>
    <w:p w:rsidR="005437D5" w:rsidRDefault="005437D5" w:rsidP="00FD64B2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ইরাকে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t xml:space="preserve">,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যখনই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পৌছালেন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জাবির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আব্দু</w:t>
      </w:r>
      <w:r w:rsidR="00FD64B2">
        <w:rPr>
          <w:cs/>
          <w:lang w:bidi="bn-IN"/>
        </w:rPr>
        <w:t>ল্লা</w:t>
      </w:r>
      <w:r>
        <w:rPr>
          <w:rFonts w:hint="cs"/>
          <w:cs/>
          <w:lang w:bidi="bn-IN"/>
        </w:rPr>
        <w:t>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আনসারী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</w:t>
      </w:r>
      <w:r>
        <w:rPr>
          <w:cs/>
          <w:lang w:bidi="bn-IN"/>
        </w:rPr>
        <w:t>.)</w:t>
      </w:r>
      <w:r>
        <w:t xml:space="preserve">, </w:t>
      </w:r>
      <w:r>
        <w:rPr>
          <w:rFonts w:hint="cs"/>
          <w:cs/>
          <w:lang w:bidi="bn-IN"/>
        </w:rPr>
        <w:t>একদল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হশিম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উল্লেখ্য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জাবির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রা</w:t>
      </w:r>
      <w:r>
        <w:rPr>
          <w:cs/>
          <w:lang w:bidi="bn-IN"/>
        </w:rPr>
        <w:t>.)</w:t>
      </w:r>
      <w:r>
        <w:t xml:space="preserve">, </w:t>
      </w: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হাশিমের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চাপড়াতে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লাগলেন।</w:t>
      </w:r>
      <w:r>
        <w:rPr>
          <w:cs/>
          <w:lang w:bidi="bn-IN"/>
        </w:rPr>
        <w:t xml:space="preserve"> </w:t>
      </w:r>
      <w:r w:rsidR="00FD64B2">
        <w:rPr>
          <w:cs/>
          <w:lang w:bidi="bn-IN"/>
        </w:rPr>
        <w:t>তা</w:t>
      </w:r>
      <w:r>
        <w:rPr>
          <w:rFonts w:hint="cs"/>
          <w:cs/>
          <w:lang w:bidi="bn-IN"/>
        </w:rPr>
        <w:t>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হৃদয়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শোকানলে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ছারখার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বেদুইনরা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জড়ো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অনবরত</w:t>
      </w:r>
      <w:r w:rsidR="00B36A5C" w:rsidRPr="00B36A5C">
        <w:rPr>
          <w:rStyle w:val="libFootnotenumChar"/>
          <w:cs/>
          <w:lang w:bidi="bn-IN"/>
        </w:rPr>
        <w:t>৯</w:t>
      </w:r>
      <w:r w:rsidR="00B36A5C">
        <w:rPr>
          <w:lang w:bidi="bn-IN"/>
        </w:rPr>
        <w:t xml:space="preserve"> </w:t>
      </w:r>
      <w:r>
        <w:rPr>
          <w:rFonts w:hint="cs"/>
          <w:cs/>
          <w:lang w:bidi="bn-IN"/>
        </w:rPr>
        <w:t>কয়েকদিন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শোকানুষ্ঠান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থাকে।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আবু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হাব্বাব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কড়িমাটি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সংগ্রহকারী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হাব্বাহ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যাচ্ছিলাম।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জ্বীনরা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চলছেঃ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0978B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0978BE" w:rsidRDefault="005437D5" w:rsidP="00E2326C">
            <w:pPr>
              <w:pStyle w:val="libPoem"/>
            </w:pPr>
            <w:r w:rsidRPr="000978BE">
              <w:rPr>
                <w:rFonts w:hint="eastAsia"/>
                <w:rtl/>
              </w:rPr>
              <w:t>مسح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الرّسُولُ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جبينهُ</w:t>
            </w:r>
            <w:r w:rsidRPr="000978B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0978B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0978BE" w:rsidRDefault="005437D5" w:rsidP="00E2326C">
            <w:pPr>
              <w:pStyle w:val="libPoem"/>
            </w:pPr>
            <w:r w:rsidRPr="000978BE">
              <w:rPr>
                <w:rFonts w:hint="eastAsia"/>
                <w:rtl/>
              </w:rPr>
              <w:t>فلهُ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بريقٌ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فِى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الْخُدُودِ</w:t>
            </w:r>
            <w:r w:rsidRPr="000978BE">
              <w:rPr>
                <w:rtl/>
              </w:rPr>
              <w:br/>
              <w:t> </w:t>
            </w:r>
          </w:p>
        </w:tc>
      </w:tr>
    </w:tbl>
    <w:p w:rsidR="005437D5" w:rsidRPr="000978BE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0978B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0978BE" w:rsidRDefault="00F62D24" w:rsidP="00E2326C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5437D5" w:rsidRPr="000978BE">
              <w:rPr>
                <w:rFonts w:hint="eastAsia"/>
                <w:rtl/>
              </w:rPr>
              <w:t>بْواهُ</w:t>
            </w:r>
            <w:r w:rsidR="005437D5" w:rsidRPr="000978BE">
              <w:rPr>
                <w:rtl/>
              </w:rPr>
              <w:t xml:space="preserve"> </w:t>
            </w:r>
            <w:r w:rsidR="005437D5" w:rsidRPr="000978BE">
              <w:rPr>
                <w:rFonts w:hint="eastAsia"/>
                <w:rtl/>
              </w:rPr>
              <w:t>مِنْ</w:t>
            </w:r>
            <w:r w:rsidR="005437D5" w:rsidRPr="000978BE">
              <w:rPr>
                <w:rtl/>
              </w:rPr>
              <w:t xml:space="preserve"> </w:t>
            </w:r>
            <w:r w:rsidR="005437D5" w:rsidRPr="000978BE">
              <w:rPr>
                <w:rFonts w:hint="eastAsia"/>
                <w:rtl/>
              </w:rPr>
              <w:t>علْيا</w:t>
            </w:r>
            <w:r w:rsidR="005437D5" w:rsidRPr="000978BE">
              <w:rPr>
                <w:rtl/>
              </w:rPr>
              <w:t xml:space="preserve"> </w:t>
            </w:r>
            <w:r w:rsidR="005437D5" w:rsidRPr="000978BE">
              <w:rPr>
                <w:rFonts w:hint="eastAsia"/>
                <w:rtl/>
              </w:rPr>
              <w:t>قُريْشٍ</w:t>
            </w:r>
            <w:r w:rsidR="005437D5" w:rsidRPr="000978B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0978B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0978BE" w:rsidRDefault="005437D5" w:rsidP="00E2326C">
            <w:pPr>
              <w:pStyle w:val="libPoem"/>
            </w:pPr>
            <w:r w:rsidRPr="000978BE">
              <w:rPr>
                <w:rFonts w:hint="eastAsia"/>
                <w:rtl/>
              </w:rPr>
              <w:t>جدُّهُ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خيْرُ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الْجُدُودِ</w:t>
            </w:r>
            <w:r w:rsidRPr="000978BE">
              <w:rPr>
                <w:rtl/>
              </w:rPr>
              <w:br/>
              <w:t> </w:t>
            </w:r>
          </w:p>
        </w:tc>
      </w:tr>
    </w:tbl>
    <w:p w:rsidR="005437D5" w:rsidRPr="00D0266C" w:rsidRDefault="005437D5" w:rsidP="005437D5">
      <w:pPr>
        <w:pStyle w:val="libNormal"/>
      </w:pP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চুম্বন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.)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>)</w:t>
      </w:r>
      <w:r>
        <w:rPr>
          <w:rFonts w:hint="cs"/>
          <w:cs/>
          <w:lang w:bidi="bn-IN"/>
        </w:rPr>
        <w:t>গালে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চুম্বনের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ঔজ্জ্বল্য</w:t>
      </w:r>
      <w:r>
        <w:t>,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কুরায়শ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মাতামহ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সর্বশ্রেষ্ঠ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মাতামহ</w:t>
      </w:r>
      <w:r>
        <w:t>;</w:t>
      </w:r>
    </w:p>
    <w:p w:rsidR="005437D5" w:rsidRDefault="005437D5" w:rsidP="005437D5">
      <w:pPr>
        <w:pStyle w:val="libNormal"/>
      </w:pPr>
    </w:p>
    <w:p w:rsidR="005437D5" w:rsidRDefault="005437D5" w:rsidP="005437D5">
      <w:pPr>
        <w:pStyle w:val="Heading2Center"/>
      </w:pPr>
      <w:bookmarkStart w:id="108" w:name="_Toc501196992"/>
      <w:bookmarkStart w:id="109" w:name="_Toc501222502"/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হলেন</w:t>
      </w:r>
      <w:bookmarkEnd w:id="108"/>
      <w:bookmarkEnd w:id="109"/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কারবালা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মদীনা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রওয়ানা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জাযলাম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নকটবর্তী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মাত্রই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সওয়ারী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পড়লেন</w:t>
      </w:r>
      <w:r>
        <w:t xml:space="preserve">, </w:t>
      </w:r>
      <w:r>
        <w:rPr>
          <w:rFonts w:hint="cs"/>
          <w:cs/>
          <w:lang w:bidi="bn-IN"/>
        </w:rPr>
        <w:t>তাবু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টানান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সওয়ারী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বশীর</w:t>
      </w:r>
      <w:r>
        <w:t xml:space="preserve">, </w:t>
      </w:r>
      <w:r>
        <w:rPr>
          <w:rFonts w:hint="cs"/>
          <w:cs/>
          <w:lang w:bidi="bn-IN"/>
        </w:rPr>
        <w:t>খোদা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পার</w:t>
      </w:r>
      <w:r>
        <w:t>?</w:t>
      </w:r>
      <w:r w:rsidRPr="00164E0A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বশীর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বললঃ</w:t>
      </w:r>
      <w:r>
        <w:rPr>
          <w:cs/>
          <w:lang w:bidi="bn-IN"/>
        </w:rPr>
        <w:t xml:space="preserve">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জ্বী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হ্যাঁ</w:t>
      </w:r>
      <w:r>
        <w:t xml:space="preserve">, </w:t>
      </w:r>
      <w:r>
        <w:rPr>
          <w:rFonts w:hint="cs"/>
          <w:cs/>
          <w:lang w:bidi="bn-IN"/>
        </w:rPr>
        <w:t>আমিও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বশীরকে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জনগণকে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আবদিল্লাহ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জানাও।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ঘোড়ায়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পৌছালাম।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মসজিদে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নববীতে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উচ্চস্বরে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ক্রন্দন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নিম্নোক্ত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করলামঃ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0978B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0978BE" w:rsidRDefault="005437D5" w:rsidP="00E2326C">
            <w:pPr>
              <w:pStyle w:val="libPoem"/>
            </w:pPr>
            <w:r w:rsidRPr="000978BE">
              <w:rPr>
                <w:rFonts w:hint="eastAsia"/>
                <w:rtl/>
              </w:rPr>
              <w:t>يا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0978BE">
              <w:rPr>
                <w:rFonts w:hint="eastAsia"/>
                <w:rtl/>
              </w:rPr>
              <w:t>هْل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يثْرِب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لا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مُقام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لكُمْ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بِها</w:t>
            </w:r>
            <w:r w:rsidRPr="000978B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0978B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0978BE" w:rsidRDefault="005437D5" w:rsidP="00E2326C">
            <w:pPr>
              <w:pStyle w:val="libPoem"/>
            </w:pPr>
            <w:r w:rsidRPr="000978BE">
              <w:rPr>
                <w:rFonts w:hint="eastAsia"/>
                <w:rtl/>
              </w:rPr>
              <w:t>قُتِل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الْحُسيْنُ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ف</w:t>
            </w:r>
            <w:r w:rsidR="00F62D24">
              <w:rPr>
                <w:rFonts w:hint="eastAsia"/>
                <w:rtl/>
              </w:rPr>
              <w:t xml:space="preserve"> أ</w:t>
            </w:r>
            <w:r w:rsidRPr="000978BE">
              <w:rPr>
                <w:rFonts w:hint="eastAsia"/>
                <w:rtl/>
              </w:rPr>
              <w:t>دْمُعى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مِدْرارُ</w:t>
            </w:r>
            <w:r w:rsidRPr="000978BE">
              <w:rPr>
                <w:rtl/>
              </w:rPr>
              <w:br/>
              <w:t> </w:t>
            </w:r>
          </w:p>
        </w:tc>
      </w:tr>
    </w:tbl>
    <w:p w:rsidR="005437D5" w:rsidRPr="000978BE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0978B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0978BE" w:rsidRDefault="00F62D24" w:rsidP="00E2326C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5437D5" w:rsidRPr="000978BE">
              <w:rPr>
                <w:rFonts w:hint="eastAsia"/>
                <w:rtl/>
              </w:rPr>
              <w:t>لْجِسْمُ</w:t>
            </w:r>
            <w:r w:rsidR="005437D5" w:rsidRPr="000978BE">
              <w:rPr>
                <w:rtl/>
              </w:rPr>
              <w:t xml:space="preserve"> </w:t>
            </w:r>
            <w:r w:rsidR="005437D5" w:rsidRPr="000978BE">
              <w:rPr>
                <w:rFonts w:hint="eastAsia"/>
                <w:rtl/>
              </w:rPr>
              <w:t>مِنْهُ</w:t>
            </w:r>
            <w:r w:rsidR="005437D5" w:rsidRPr="000978BE">
              <w:rPr>
                <w:rtl/>
              </w:rPr>
              <w:t xml:space="preserve"> </w:t>
            </w:r>
            <w:r w:rsidR="005437D5" w:rsidRPr="000978BE">
              <w:rPr>
                <w:rFonts w:hint="eastAsia"/>
                <w:rtl/>
              </w:rPr>
              <w:t>بِكرْبل</w:t>
            </w:r>
            <w:r>
              <w:rPr>
                <w:rFonts w:hint="eastAsia"/>
                <w:rtl/>
              </w:rPr>
              <w:t xml:space="preserve"> أ</w:t>
            </w:r>
            <w:r w:rsidR="005437D5" w:rsidRPr="000978BE">
              <w:rPr>
                <w:rtl/>
              </w:rPr>
              <w:t xml:space="preserve"> </w:t>
            </w:r>
            <w:r w:rsidR="005437D5" w:rsidRPr="000978BE">
              <w:rPr>
                <w:rFonts w:hint="eastAsia"/>
                <w:rtl/>
              </w:rPr>
              <w:t>مُضرّجٌ</w:t>
            </w:r>
            <w:r w:rsidR="005437D5" w:rsidRPr="000978B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0978B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0978BE" w:rsidRDefault="005437D5" w:rsidP="00E2326C">
            <w:pPr>
              <w:pStyle w:val="libPoem"/>
            </w:pPr>
            <w:r w:rsidRPr="000978BE">
              <w:rPr>
                <w:rFonts w:hint="eastAsia"/>
                <w:rtl/>
              </w:rPr>
              <w:t>و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الرّ</w:t>
            </w:r>
            <w:r w:rsidR="00F62D24">
              <w:rPr>
                <w:rFonts w:hint="eastAsia"/>
                <w:rtl/>
              </w:rPr>
              <w:t xml:space="preserve"> أ</w:t>
            </w:r>
            <w:r w:rsidRPr="000978BE">
              <w:rPr>
                <w:rFonts w:hint="eastAsia"/>
                <w:rtl/>
              </w:rPr>
              <w:t>سُ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مِنْهُ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على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الْقناةِ</w:t>
            </w:r>
            <w:r w:rsidRPr="000978BE">
              <w:rPr>
                <w:rtl/>
              </w:rPr>
              <w:t xml:space="preserve"> </w:t>
            </w:r>
            <w:r w:rsidRPr="000978BE">
              <w:rPr>
                <w:rFonts w:hint="eastAsia"/>
                <w:rtl/>
              </w:rPr>
              <w:t>يُدارُ</w:t>
            </w:r>
            <w:r w:rsidRPr="000978BE">
              <w:rPr>
                <w:rtl/>
              </w:rPr>
              <w:br/>
              <w:t> </w:t>
            </w:r>
          </w:p>
        </w:tc>
      </w:tr>
    </w:tbl>
    <w:p w:rsidR="005437D5" w:rsidRPr="000978BE" w:rsidRDefault="005437D5" w:rsidP="005437D5"/>
    <w:p w:rsidR="005437D5" w:rsidRDefault="005437D5" w:rsidP="005437D5">
      <w:pPr>
        <w:pStyle w:val="libNormal"/>
      </w:pPr>
      <w:proofErr w:type="gramStart"/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</w:t>
      </w:r>
      <w:proofErr w:type="gramEnd"/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ঝরছে।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রঞ্জিত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বর্শাগ্রে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ঘুরানো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বললাম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মদীনাবাসীরা</w:t>
      </w:r>
      <w:r>
        <w:t xml:space="preserve">,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ফুপু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দেওয়ালের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পশ্চাতেই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আবস্থানস্থল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ওয়াইলা</w:t>
      </w:r>
      <w:r>
        <w:t xml:space="preserve">, 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সাবুরাহ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উচ্চস্বরে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লাগল।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বিলাপকারীদের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অধিকসংখ্যক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তিক্তকর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বলছিলঃ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164E0A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نعى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سيِّدى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ناعٍ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نعاهُ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ف</w:t>
            </w:r>
            <w:r w:rsidR="00F62D24">
              <w:rPr>
                <w:rFonts w:hint="eastAsia"/>
                <w:rtl/>
              </w:rPr>
              <w:t xml:space="preserve"> أ</w:t>
            </w:r>
            <w:r w:rsidRPr="00164E0A">
              <w:rPr>
                <w:rFonts w:hint="eastAsia"/>
                <w:rtl/>
              </w:rPr>
              <w:t>وْجعا</w:t>
            </w:r>
            <w:r w:rsidRPr="00164E0A">
              <w:rPr>
                <w:rtl/>
              </w:rPr>
              <w:br/>
            </w:r>
            <w:r w:rsidRPr="00164E0A">
              <w:rPr>
                <w:rtl/>
              </w:rPr>
              <w:lastRenderedPageBreak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164E0A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ف</w:t>
            </w:r>
            <w:r w:rsidR="00F62D24">
              <w:rPr>
                <w:rFonts w:hint="eastAsia"/>
                <w:rtl/>
              </w:rPr>
              <w:t xml:space="preserve"> أ</w:t>
            </w:r>
            <w:r w:rsidRPr="00164E0A">
              <w:rPr>
                <w:rFonts w:hint="eastAsia"/>
                <w:rtl/>
              </w:rPr>
              <w:t>مْرضنى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ناعٍ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نعاهُ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ف</w:t>
            </w:r>
            <w:r w:rsidR="00F62D24">
              <w:rPr>
                <w:rFonts w:hint="eastAsia"/>
                <w:rtl/>
              </w:rPr>
              <w:t xml:space="preserve"> أ</w:t>
            </w:r>
            <w:r w:rsidRPr="00164E0A">
              <w:rPr>
                <w:rFonts w:hint="eastAsia"/>
                <w:rtl/>
              </w:rPr>
              <w:t>فْجعا</w:t>
            </w:r>
            <w:r w:rsidRPr="00164E0A">
              <w:rPr>
                <w:rtl/>
              </w:rPr>
              <w:br/>
            </w:r>
            <w:r w:rsidRPr="00164E0A">
              <w:rPr>
                <w:rtl/>
              </w:rPr>
              <w:lastRenderedPageBreak/>
              <w:t> </w:t>
            </w:r>
          </w:p>
        </w:tc>
      </w:tr>
    </w:tbl>
    <w:p w:rsidR="005437D5" w:rsidRPr="00164E0A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164E0A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و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عيْنىّ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جُودا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بِالدّذمُوعِ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و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اسْكِبا</w:t>
            </w:r>
            <w:r w:rsidRPr="00164E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164E0A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وجُودا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بِدمْعٍ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بعْد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دمْعِكُما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معا</w:t>
            </w:r>
            <w:r w:rsidRPr="00164E0A">
              <w:rPr>
                <w:rtl/>
              </w:rPr>
              <w:br/>
              <w:t> </w:t>
            </w:r>
          </w:p>
        </w:tc>
      </w:tr>
    </w:tbl>
    <w:p w:rsidR="005437D5" w:rsidRPr="00164E0A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164E0A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على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منْ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دهى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عرْش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الْجليلِ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فزعْزعا</w:t>
            </w:r>
            <w:r w:rsidRPr="00164E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164E0A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و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164E0A">
              <w:rPr>
                <w:rFonts w:hint="eastAsia"/>
                <w:rtl/>
              </w:rPr>
              <w:t>صْبح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الدّينِ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والْمجْدِ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164E0A">
              <w:rPr>
                <w:rFonts w:hint="eastAsia"/>
                <w:rtl/>
              </w:rPr>
              <w:t>جْدعا</w:t>
            </w:r>
            <w:r w:rsidRPr="00164E0A">
              <w:rPr>
                <w:rtl/>
              </w:rPr>
              <w:br/>
              <w:t> </w:t>
            </w:r>
          </w:p>
        </w:tc>
      </w:tr>
    </w:tbl>
    <w:p w:rsidR="005437D5" w:rsidRPr="00164E0A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164E0A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على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ابْنِ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نبِيِّ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اللّهِ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و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ابْنِ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وصِيِّهِ</w:t>
            </w:r>
            <w:r w:rsidRPr="00164E0A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164E0A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164E0A" w:rsidRDefault="005437D5" w:rsidP="00E2326C">
            <w:pPr>
              <w:pStyle w:val="libPoem"/>
            </w:pPr>
            <w:r w:rsidRPr="00164E0A">
              <w:rPr>
                <w:rFonts w:hint="eastAsia"/>
                <w:rtl/>
              </w:rPr>
              <w:t>و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انْ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كان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عنّا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شاحِط</w:t>
            </w:r>
            <w:r w:rsidRPr="00164E0A">
              <w:rPr>
                <w:rtl/>
              </w:rPr>
              <w:t xml:space="preserve"> </w:t>
            </w:r>
            <w:r w:rsidRPr="00164E0A">
              <w:rPr>
                <w:rFonts w:hint="eastAsia"/>
                <w:rtl/>
              </w:rPr>
              <w:t>الدّارِ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164E0A">
              <w:rPr>
                <w:rFonts w:hint="eastAsia"/>
                <w:rtl/>
              </w:rPr>
              <w:t>شْسعا</w:t>
            </w:r>
            <w:r w:rsidRPr="00164E0A">
              <w:rPr>
                <w:rtl/>
              </w:rPr>
              <w:br/>
              <w:t> </w:t>
            </w:r>
          </w:p>
        </w:tc>
      </w:tr>
    </w:tbl>
    <w:p w:rsidR="005437D5" w:rsidRPr="00164E0A" w:rsidRDefault="005437D5" w:rsidP="005437D5"/>
    <w:p w:rsidR="005437D5" w:rsidRDefault="005437D5" w:rsidP="005437D5">
      <w:pPr>
        <w:pStyle w:val="libNormal"/>
      </w:pPr>
      <w:proofErr w:type="gramStart"/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দূত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মওলা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</w:t>
      </w:r>
      <w:proofErr w:type="gramEnd"/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নয়নযুগল</w:t>
      </w:r>
      <w:r>
        <w:t xml:space="preserve">, </w:t>
      </w:r>
      <w:r>
        <w:rPr>
          <w:rFonts w:hint="cs"/>
          <w:cs/>
          <w:lang w:bidi="bn-IN"/>
        </w:rPr>
        <w:t>অশ্রুপাতের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পুণ্যাত্মার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মুসিবত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আরশকেও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প্রকম্পিত।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শহীদ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ধার্মিকতা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সম্ভ্রমকেও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কর্তন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 w:rsidR="00F62D24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দৌহিত্র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তালিব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অশ্রুপাত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নগরী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গেছেন।</w:t>
      </w:r>
      <w:r>
        <w:rPr>
          <w:rFonts w:hint="eastAsia"/>
        </w:rPr>
        <w:t>”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শোকগাথা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লাগল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কষ্টকে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শাহাদাতের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ক্ষতসমূহ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ওঠেনি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নতুন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দূত</w:t>
      </w:r>
      <w:r>
        <w:t>?</w:t>
      </w:r>
      <w:r w:rsidRPr="00164E0A">
        <w:rPr>
          <w:rStyle w:val="libEnChar"/>
        </w:rPr>
        <w:t>”</w:t>
      </w:r>
      <w: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বললাম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খাযলাম।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মওলা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পাঠিয়েছেন।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বশীর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মদীনাবাসীরা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রাস্তাঘাট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লোকারণ্য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ডরিমাণ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জায়গা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ঘোড়া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ডিঙ্গিয়ে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তাবুর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তাবুর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 w:rsidR="00F62D24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রুমাল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মুছছিলেন।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পেছনে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খাদেম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চেয়ারটির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অনবরত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অশ্রুপাত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হচ্ছিল।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চতুর্দিকে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ক্রন্দনধ্বনি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সান্তনা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জুড়ে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কান্নাকাটিই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চলছিল।</w:t>
      </w:r>
    </w:p>
    <w:p w:rsidR="005437D5" w:rsidRDefault="005437D5" w:rsidP="005437D5">
      <w:pPr>
        <w:pStyle w:val="libNormal"/>
      </w:pPr>
    </w:p>
    <w:p w:rsidR="005437D5" w:rsidRDefault="005437D5" w:rsidP="005437D5">
      <w:pPr>
        <w:pStyle w:val="Heading2Center"/>
      </w:pPr>
      <w:bookmarkStart w:id="110" w:name="_Toc501196993"/>
      <w:bookmarkStart w:id="111" w:name="_Toc501222503"/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উপকন্ঠে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ভাষণ</w:t>
      </w:r>
      <w:bookmarkEnd w:id="110"/>
      <w:bookmarkEnd w:id="111"/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সবাইকে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অবলম্বন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থামাল।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বললেনঃ</w:t>
      </w:r>
    </w:p>
    <w:p w:rsidR="005437D5" w:rsidRDefault="005437D5" w:rsidP="005437D5">
      <w:pPr>
        <w:pStyle w:val="libAr"/>
      </w:pPr>
      <w:r>
        <w:rPr>
          <w:rFonts w:hint="eastAsia"/>
          <w:rtl/>
        </w:rPr>
        <w:t>فقال</w:t>
      </w:r>
      <w:r>
        <w:rPr>
          <w:rtl/>
        </w:rPr>
        <w:t>: (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لْحمْدُ</w:t>
      </w:r>
      <w:r>
        <w:rPr>
          <w:rtl/>
        </w:rPr>
        <w:t xml:space="preserve"> </w:t>
      </w:r>
      <w:r>
        <w:rPr>
          <w:rFonts w:hint="eastAsia"/>
          <w:rtl/>
        </w:rPr>
        <w:t>لِلّهِ</w:t>
      </w:r>
      <w:r>
        <w:rPr>
          <w:rtl/>
        </w:rPr>
        <w:t xml:space="preserve"> </w:t>
      </w:r>
      <w:r>
        <w:rPr>
          <w:rFonts w:hint="eastAsia"/>
          <w:rtl/>
        </w:rPr>
        <w:t>ربِّ</w:t>
      </w:r>
      <w:r>
        <w:rPr>
          <w:rtl/>
        </w:rPr>
        <w:t xml:space="preserve"> </w:t>
      </w:r>
      <w:r>
        <w:rPr>
          <w:rFonts w:hint="eastAsia"/>
          <w:rtl/>
        </w:rPr>
        <w:t>الْعالمين،</w:t>
      </w:r>
      <w:r>
        <w:rPr>
          <w:rtl/>
        </w:rPr>
        <w:t xml:space="preserve"> </w:t>
      </w:r>
      <w:r>
        <w:rPr>
          <w:rFonts w:hint="eastAsia"/>
          <w:rtl/>
        </w:rPr>
        <w:t>الرّحْمنِ</w:t>
      </w:r>
      <w:r>
        <w:rPr>
          <w:rtl/>
        </w:rPr>
        <w:t xml:space="preserve"> </w:t>
      </w:r>
      <w:r>
        <w:rPr>
          <w:rFonts w:hint="eastAsia"/>
          <w:rtl/>
        </w:rPr>
        <w:t>الرّحيمِ،</w:t>
      </w:r>
      <w:r>
        <w:rPr>
          <w:rtl/>
        </w:rPr>
        <w:t xml:space="preserve"> </w:t>
      </w:r>
      <w:r>
        <w:rPr>
          <w:rFonts w:hint="eastAsia"/>
          <w:rtl/>
        </w:rPr>
        <w:t>مالِكِ</w:t>
      </w:r>
      <w:r>
        <w:rPr>
          <w:rtl/>
        </w:rPr>
        <w:t xml:space="preserve"> </w:t>
      </w:r>
      <w:r>
        <w:rPr>
          <w:rFonts w:hint="eastAsia"/>
          <w:rtl/>
        </w:rPr>
        <w:t>يوْمِ</w:t>
      </w:r>
      <w:r>
        <w:rPr>
          <w:rtl/>
        </w:rPr>
        <w:t xml:space="preserve"> </w:t>
      </w:r>
      <w:r>
        <w:rPr>
          <w:rFonts w:hint="eastAsia"/>
          <w:rtl/>
        </w:rPr>
        <w:t>الدّينِ،</w:t>
      </w:r>
      <w:r>
        <w:rPr>
          <w:rtl/>
        </w:rPr>
        <w:t xml:space="preserve"> </w:t>
      </w:r>
      <w:r>
        <w:rPr>
          <w:rFonts w:hint="eastAsia"/>
          <w:rtl/>
        </w:rPr>
        <w:t>بارِى</w:t>
      </w:r>
      <w:r>
        <w:rPr>
          <w:rtl/>
        </w:rPr>
        <w:t xml:space="preserve"> </w:t>
      </w:r>
      <w:r>
        <w:rPr>
          <w:rFonts w:hint="eastAsia"/>
          <w:rtl/>
        </w:rPr>
        <w:t>ءِ</w:t>
      </w:r>
      <w:r>
        <w:rPr>
          <w:rtl/>
        </w:rPr>
        <w:t xml:space="preserve"> </w:t>
      </w:r>
      <w:r>
        <w:rPr>
          <w:rFonts w:hint="eastAsia"/>
          <w:rtl/>
        </w:rPr>
        <w:t>الْخلائِقِ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جْمعين،</w:t>
      </w:r>
      <w:r>
        <w:rPr>
          <w:rtl/>
        </w:rPr>
        <w:t xml:space="preserve"> </w:t>
      </w:r>
      <w:r>
        <w:rPr>
          <w:rFonts w:hint="eastAsia"/>
          <w:rtl/>
        </w:rPr>
        <w:t>الّذى</w:t>
      </w:r>
      <w:r>
        <w:rPr>
          <w:rtl/>
        </w:rPr>
        <w:t xml:space="preserve"> </w:t>
      </w:r>
      <w:r>
        <w:rPr>
          <w:rFonts w:hint="eastAsia"/>
          <w:rtl/>
        </w:rPr>
        <w:t>بعْد</w:t>
      </w:r>
      <w:r>
        <w:rPr>
          <w:rtl/>
        </w:rPr>
        <w:t xml:space="preserve"> </w:t>
      </w:r>
      <w:r>
        <w:rPr>
          <w:rFonts w:hint="eastAsia"/>
          <w:rtl/>
        </w:rPr>
        <w:t>فارْتفع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السّمواتِ</w:t>
      </w:r>
      <w:r>
        <w:rPr>
          <w:rtl/>
        </w:rPr>
        <w:t xml:space="preserve"> </w:t>
      </w:r>
      <w:r>
        <w:rPr>
          <w:rFonts w:hint="eastAsia"/>
          <w:rtl/>
        </w:rPr>
        <w:t>الْعُلى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قرُب</w:t>
      </w:r>
      <w:r>
        <w:rPr>
          <w:rtl/>
        </w:rPr>
        <w:t xml:space="preserve"> </w:t>
      </w:r>
      <w:r>
        <w:rPr>
          <w:rFonts w:hint="eastAsia"/>
          <w:rtl/>
        </w:rPr>
        <w:t>فشهِد</w:t>
      </w:r>
      <w:r>
        <w:rPr>
          <w:rtl/>
        </w:rPr>
        <w:t xml:space="preserve"> </w:t>
      </w:r>
      <w:r>
        <w:rPr>
          <w:rFonts w:hint="eastAsia"/>
          <w:rtl/>
        </w:rPr>
        <w:t>النّجْوى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نحْمدُهُ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عظائِمِ</w:t>
      </w:r>
      <w:r>
        <w:rPr>
          <w:rtl/>
        </w:rPr>
        <w:t xml:space="preserve"> </w:t>
      </w:r>
      <w:r>
        <w:rPr>
          <w:rFonts w:hint="eastAsia"/>
          <w:rtl/>
        </w:rPr>
        <w:t>الامُورِ،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فجائِعِ</w:t>
      </w:r>
      <w:r>
        <w:rPr>
          <w:rtl/>
        </w:rPr>
        <w:t xml:space="preserve"> </w:t>
      </w:r>
      <w:r>
        <w:rPr>
          <w:rFonts w:hint="eastAsia"/>
          <w:rtl/>
        </w:rPr>
        <w:t>الدُّهُورِ،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لمِ</w:t>
      </w:r>
      <w:r>
        <w:rPr>
          <w:rtl/>
        </w:rPr>
        <w:t xml:space="preserve"> </w:t>
      </w:r>
      <w:r>
        <w:rPr>
          <w:rFonts w:hint="eastAsia"/>
          <w:rtl/>
        </w:rPr>
        <w:t>الْفواجِعِ،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مضاضةِ</w:t>
      </w:r>
      <w:r>
        <w:rPr>
          <w:rtl/>
        </w:rPr>
        <w:t xml:space="preserve"> </w:t>
      </w:r>
      <w:r>
        <w:rPr>
          <w:rFonts w:hint="eastAsia"/>
          <w:rtl/>
        </w:rPr>
        <w:t>اللّواذِعِ،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جلِيلِ</w:t>
      </w:r>
      <w:r>
        <w:rPr>
          <w:rtl/>
        </w:rPr>
        <w:t xml:space="preserve"> </w:t>
      </w:r>
      <w:r>
        <w:rPr>
          <w:rFonts w:hint="eastAsia"/>
          <w:rtl/>
        </w:rPr>
        <w:t>الرُّزْءِ،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عظِيمِ</w:t>
      </w:r>
      <w:r>
        <w:rPr>
          <w:rtl/>
        </w:rPr>
        <w:t xml:space="preserve"> </w:t>
      </w:r>
      <w:r>
        <w:rPr>
          <w:rFonts w:hint="eastAsia"/>
          <w:rtl/>
        </w:rPr>
        <w:t>الْمصائِبِ</w:t>
      </w:r>
      <w:r>
        <w:rPr>
          <w:rtl/>
        </w:rPr>
        <w:t xml:space="preserve"> </w:t>
      </w:r>
      <w:r>
        <w:rPr>
          <w:rFonts w:hint="eastAsia"/>
          <w:rtl/>
        </w:rPr>
        <w:t>الْفاظِعةِ</w:t>
      </w:r>
      <w:r>
        <w:rPr>
          <w:rtl/>
        </w:rPr>
        <w:t xml:space="preserve"> </w:t>
      </w:r>
      <w:r>
        <w:rPr>
          <w:rFonts w:hint="eastAsia"/>
          <w:rtl/>
        </w:rPr>
        <w:t>الْكاظّةِ</w:t>
      </w:r>
      <w:r>
        <w:rPr>
          <w:rtl/>
        </w:rPr>
        <w:t xml:space="preserve"> </w:t>
      </w:r>
      <w:r>
        <w:rPr>
          <w:rFonts w:hint="eastAsia"/>
          <w:rtl/>
        </w:rPr>
        <w:t>الْفادِحةِ</w:t>
      </w:r>
      <w:r>
        <w:rPr>
          <w:rtl/>
        </w:rPr>
        <w:t xml:space="preserve"> </w:t>
      </w:r>
      <w:r>
        <w:rPr>
          <w:rFonts w:hint="eastAsia"/>
          <w:rtl/>
        </w:rPr>
        <w:t>الْجائِحةِ</w:t>
      </w:r>
      <w:r>
        <w:rPr>
          <w:rtl/>
        </w:rPr>
        <w:t>.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يُّها</w:t>
      </w:r>
      <w:r>
        <w:rPr>
          <w:rtl/>
        </w:rPr>
        <w:t xml:space="preserve"> </w:t>
      </w:r>
      <w:r>
        <w:rPr>
          <w:rFonts w:hint="eastAsia"/>
          <w:rtl/>
        </w:rPr>
        <w:t>الْقوْمُ،</w:t>
      </w:r>
      <w:r>
        <w:rPr>
          <w:rtl/>
        </w:rPr>
        <w:t xml:space="preserve"> </w:t>
      </w:r>
      <w:r>
        <w:rPr>
          <w:rFonts w:hint="eastAsia"/>
          <w:rtl/>
        </w:rPr>
        <w:t>انّ</w:t>
      </w:r>
      <w:r>
        <w:rPr>
          <w:rtl/>
        </w:rPr>
        <w:t xml:space="preserve"> </w:t>
      </w:r>
      <w:r>
        <w:rPr>
          <w:rFonts w:hint="eastAsia"/>
          <w:rtl/>
        </w:rPr>
        <w:t>اللّه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لهُ</w:t>
      </w:r>
      <w:r>
        <w:rPr>
          <w:rtl/>
        </w:rPr>
        <w:t xml:space="preserve"> </w:t>
      </w:r>
      <w:r>
        <w:rPr>
          <w:rFonts w:hint="eastAsia"/>
          <w:rtl/>
        </w:rPr>
        <w:t>الْحمْدُ</w:t>
      </w:r>
      <w:r>
        <w:rPr>
          <w:rtl/>
        </w:rPr>
        <w:t xml:space="preserve"> </w:t>
      </w:r>
      <w:r>
        <w:rPr>
          <w:rFonts w:hint="eastAsia"/>
          <w:rtl/>
        </w:rPr>
        <w:t>ابْتلانا</w:t>
      </w:r>
      <w:r>
        <w:rPr>
          <w:rtl/>
        </w:rPr>
        <w:t xml:space="preserve"> </w:t>
      </w:r>
      <w:r>
        <w:rPr>
          <w:rFonts w:hint="eastAsia"/>
          <w:rtl/>
        </w:rPr>
        <w:t>بِمصائِب</w:t>
      </w:r>
      <w:r>
        <w:rPr>
          <w:rtl/>
        </w:rPr>
        <w:t xml:space="preserve"> </w:t>
      </w:r>
      <w:r>
        <w:rPr>
          <w:rFonts w:hint="eastAsia"/>
          <w:rtl/>
        </w:rPr>
        <w:t>جليلةٍ،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ثُلْمةٍ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الاسْلامِ</w:t>
      </w:r>
      <w:r>
        <w:rPr>
          <w:rtl/>
        </w:rPr>
        <w:t xml:space="preserve"> </w:t>
      </w:r>
      <w:r>
        <w:rPr>
          <w:rFonts w:hint="eastAsia"/>
          <w:rtl/>
        </w:rPr>
        <w:t>عظيمةٍ</w:t>
      </w:r>
      <w:r>
        <w:rPr>
          <w:rtl/>
        </w:rPr>
        <w:t xml:space="preserve">: </w:t>
      </w:r>
      <w:r>
        <w:rPr>
          <w:rFonts w:hint="eastAsia"/>
          <w:rtl/>
        </w:rPr>
        <w:t>قُتِل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بُو</w:t>
      </w:r>
      <w:r>
        <w:rPr>
          <w:rtl/>
        </w:rPr>
        <w:t xml:space="preserve"> </w:t>
      </w:r>
      <w:r>
        <w:rPr>
          <w:rFonts w:hint="eastAsia"/>
          <w:rtl/>
        </w:rPr>
        <w:t>عبْدِ</w:t>
      </w:r>
      <w:r>
        <w:rPr>
          <w:rtl/>
        </w:rPr>
        <w:t xml:space="preserve"> </w:t>
      </w:r>
      <w:r>
        <w:rPr>
          <w:rFonts w:hint="eastAsia"/>
          <w:rtl/>
        </w:rPr>
        <w:t>اللّهِ</w:t>
      </w:r>
      <w:r>
        <w:rPr>
          <w:rtl/>
        </w:rPr>
        <w:t xml:space="preserve"> </w:t>
      </w:r>
      <w:r>
        <w:rPr>
          <w:rFonts w:hint="eastAsia"/>
          <w:rtl/>
        </w:rPr>
        <w:t>الحسين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عِتْرتُهُ،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سُبِى</w:t>
      </w:r>
      <w:r>
        <w:rPr>
          <w:rtl/>
        </w:rPr>
        <w:t xml:space="preserve"> </w:t>
      </w:r>
      <w:r>
        <w:rPr>
          <w:rFonts w:hint="eastAsia"/>
          <w:rtl/>
        </w:rPr>
        <w:t>نِساؤُهُ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صِبْيتُهُ،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دارُوا</w:t>
      </w:r>
      <w:r>
        <w:rPr>
          <w:rtl/>
        </w:rPr>
        <w:t xml:space="preserve"> </w:t>
      </w:r>
      <w:r>
        <w:rPr>
          <w:rFonts w:hint="eastAsia"/>
          <w:rtl/>
        </w:rPr>
        <w:t>بِر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سِهِ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الْبُلْدانِ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فوْق</w:t>
      </w:r>
      <w:r>
        <w:rPr>
          <w:rtl/>
        </w:rPr>
        <w:t xml:space="preserve"> </w:t>
      </w:r>
      <w:r>
        <w:rPr>
          <w:rFonts w:hint="eastAsia"/>
          <w:rtl/>
        </w:rPr>
        <w:t>عامِلِ</w:t>
      </w:r>
      <w:r>
        <w:rPr>
          <w:rtl/>
        </w:rPr>
        <w:t xml:space="preserve"> </w:t>
      </w:r>
      <w:r>
        <w:rPr>
          <w:rFonts w:hint="eastAsia"/>
          <w:rtl/>
        </w:rPr>
        <w:t>السِّنانِ،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هذِهِ</w:t>
      </w:r>
      <w:r>
        <w:rPr>
          <w:rtl/>
        </w:rPr>
        <w:t xml:space="preserve"> </w:t>
      </w:r>
      <w:r>
        <w:rPr>
          <w:rFonts w:hint="eastAsia"/>
          <w:rtl/>
        </w:rPr>
        <w:t>الرّزِيّةُ</w:t>
      </w:r>
      <w:r>
        <w:rPr>
          <w:rtl/>
        </w:rPr>
        <w:t xml:space="preserve"> </w:t>
      </w:r>
      <w:r>
        <w:rPr>
          <w:rFonts w:hint="eastAsia"/>
          <w:rtl/>
        </w:rPr>
        <w:t>الّتى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مِثْلُها</w:t>
      </w:r>
      <w:r>
        <w:rPr>
          <w:rtl/>
        </w:rPr>
        <w:t xml:space="preserve"> </w:t>
      </w:r>
      <w:r>
        <w:rPr>
          <w:rFonts w:hint="eastAsia"/>
          <w:rtl/>
        </w:rPr>
        <w:t>رزِيّةُ</w:t>
      </w:r>
      <w:r>
        <w:rPr>
          <w:rtl/>
        </w:rPr>
        <w:t>.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يُّها</w:t>
      </w:r>
      <w:r>
        <w:rPr>
          <w:rtl/>
        </w:rPr>
        <w:t xml:space="preserve"> </w:t>
      </w:r>
      <w:r>
        <w:rPr>
          <w:rFonts w:hint="eastAsia"/>
          <w:rtl/>
        </w:rPr>
        <w:t>النّاسُ،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يُّ</w:t>
      </w:r>
      <w:r>
        <w:rPr>
          <w:rtl/>
        </w:rPr>
        <w:t xml:space="preserve"> </w:t>
      </w:r>
      <w:r>
        <w:rPr>
          <w:rFonts w:hint="eastAsia"/>
          <w:rtl/>
        </w:rPr>
        <w:t>رِجالاتٍ</w:t>
      </w:r>
      <w:r>
        <w:rPr>
          <w:rtl/>
        </w:rPr>
        <w:t xml:space="preserve"> </w:t>
      </w:r>
      <w:r>
        <w:rPr>
          <w:rFonts w:hint="eastAsia"/>
          <w:rtl/>
        </w:rPr>
        <w:t>مِنْكُمْ</w:t>
      </w:r>
      <w:r>
        <w:rPr>
          <w:rtl/>
        </w:rPr>
        <w:t xml:space="preserve"> </w:t>
      </w:r>
      <w:r>
        <w:rPr>
          <w:rFonts w:hint="eastAsia"/>
          <w:rtl/>
        </w:rPr>
        <w:t>يُسِرُّون</w:t>
      </w:r>
      <w:r>
        <w:rPr>
          <w:rtl/>
        </w:rPr>
        <w:t xml:space="preserve"> </w:t>
      </w:r>
      <w:r>
        <w:rPr>
          <w:rFonts w:hint="eastAsia"/>
          <w:rtl/>
        </w:rPr>
        <w:t>بعْد</w:t>
      </w:r>
      <w:r>
        <w:rPr>
          <w:rtl/>
        </w:rPr>
        <w:t xml:space="preserve"> </w:t>
      </w:r>
      <w:r>
        <w:rPr>
          <w:rFonts w:hint="eastAsia"/>
          <w:rtl/>
        </w:rPr>
        <w:t>قتْلِهِ؟</w:t>
      </w:r>
      <w:r>
        <w:rPr>
          <w:rtl/>
        </w:rPr>
        <w:t>!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مْ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ىٍُّّ</w:t>
      </w:r>
      <w:r>
        <w:rPr>
          <w:rtl/>
        </w:rPr>
        <w:t xml:space="preserve"> </w:t>
      </w:r>
      <w:r>
        <w:rPr>
          <w:rFonts w:hint="eastAsia"/>
          <w:rtl/>
        </w:rPr>
        <w:t>فُؤ</w:t>
      </w:r>
      <w:r>
        <w:rPr>
          <w:rtl/>
        </w:rPr>
        <w:t xml:space="preserve"> </w:t>
      </w:r>
      <w:r>
        <w:rPr>
          <w:rFonts w:hint="eastAsia"/>
          <w:rtl/>
        </w:rPr>
        <w:t>ادٍ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يحْزُنُ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جْلِهِ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مْ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يّةُ</w:t>
      </w:r>
      <w:r>
        <w:rPr>
          <w:rtl/>
        </w:rPr>
        <w:t xml:space="preserve"> </w:t>
      </w:r>
      <w:r>
        <w:rPr>
          <w:rFonts w:hint="eastAsia"/>
          <w:rtl/>
        </w:rPr>
        <w:t>عيْنٍ</w:t>
      </w:r>
      <w:r>
        <w:rPr>
          <w:rtl/>
        </w:rPr>
        <w:t xml:space="preserve"> </w:t>
      </w:r>
      <w:r>
        <w:rPr>
          <w:rFonts w:hint="eastAsia"/>
          <w:rtl/>
        </w:rPr>
        <w:t>مِنْكُمْ</w:t>
      </w:r>
      <w:r>
        <w:rPr>
          <w:rtl/>
        </w:rPr>
        <w:t xml:space="preserve"> </w:t>
      </w:r>
      <w:r>
        <w:rPr>
          <w:rFonts w:hint="eastAsia"/>
          <w:rtl/>
        </w:rPr>
        <w:t>تجْبسُ</w:t>
      </w:r>
      <w:r>
        <w:rPr>
          <w:rtl/>
        </w:rPr>
        <w:t xml:space="preserve"> </w:t>
      </w:r>
      <w:r>
        <w:rPr>
          <w:rFonts w:hint="eastAsia"/>
          <w:rtl/>
        </w:rPr>
        <w:t>دمْعها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تضِنُّ</w:t>
      </w:r>
      <w:r>
        <w:rPr>
          <w:rtl/>
        </w:rPr>
        <w:t xml:space="preserve"> </w:t>
      </w:r>
      <w:r>
        <w:rPr>
          <w:rFonts w:hint="eastAsia"/>
          <w:rtl/>
        </w:rPr>
        <w:t>عنْ</w:t>
      </w:r>
      <w:r>
        <w:rPr>
          <w:rtl/>
        </w:rPr>
        <w:t xml:space="preserve"> </w:t>
      </w:r>
      <w:r>
        <w:rPr>
          <w:rFonts w:hint="eastAsia"/>
          <w:rtl/>
        </w:rPr>
        <w:t>انْهِمالِها؟</w:t>
      </w:r>
      <w:r>
        <w:rPr>
          <w:rtl/>
        </w:rPr>
        <w:t xml:space="preserve">! </w:t>
      </w:r>
      <w:r>
        <w:rPr>
          <w:rFonts w:hint="eastAsia"/>
          <w:rtl/>
        </w:rPr>
        <w:t>فلقدْ</w:t>
      </w:r>
      <w:r>
        <w:rPr>
          <w:rtl/>
        </w:rPr>
        <w:t xml:space="preserve"> </w:t>
      </w:r>
      <w:r>
        <w:rPr>
          <w:rFonts w:hint="eastAsia"/>
          <w:rtl/>
        </w:rPr>
        <w:t>بكتِ</w:t>
      </w:r>
      <w:r>
        <w:rPr>
          <w:rtl/>
        </w:rPr>
        <w:t xml:space="preserve"> </w:t>
      </w:r>
      <w:r>
        <w:rPr>
          <w:rFonts w:hint="eastAsia"/>
          <w:rtl/>
        </w:rPr>
        <w:t>السّبْعُ</w:t>
      </w:r>
      <w:r>
        <w:rPr>
          <w:rtl/>
        </w:rPr>
        <w:t xml:space="preserve"> </w:t>
      </w:r>
      <w:r>
        <w:rPr>
          <w:rFonts w:hint="eastAsia"/>
          <w:rtl/>
        </w:rPr>
        <w:t>الشِّدادُ</w:t>
      </w:r>
      <w:r>
        <w:rPr>
          <w:rtl/>
        </w:rPr>
        <w:t xml:space="preserve"> </w:t>
      </w:r>
      <w:r>
        <w:rPr>
          <w:rFonts w:hint="eastAsia"/>
          <w:rtl/>
        </w:rPr>
        <w:t>لِقتْلِهِ،</w:t>
      </w:r>
      <w:r>
        <w:rPr>
          <w:rtl/>
        </w:rPr>
        <w:t xml:space="preserve"> </w:t>
      </w:r>
      <w:r>
        <w:rPr>
          <w:rFonts w:hint="eastAsia"/>
          <w:rtl/>
        </w:rPr>
        <w:t>وبكتِ</w:t>
      </w:r>
      <w:r>
        <w:rPr>
          <w:rtl/>
        </w:rPr>
        <w:t xml:space="preserve"> </w:t>
      </w:r>
      <w:r>
        <w:rPr>
          <w:rFonts w:hint="eastAsia"/>
          <w:rtl/>
        </w:rPr>
        <w:t>الْبِحارُ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مْواجِها،</w:t>
      </w:r>
      <w:r>
        <w:rPr>
          <w:rtl/>
        </w:rPr>
        <w:t xml:space="preserve"> </w:t>
      </w:r>
      <w:r>
        <w:rPr>
          <w:rFonts w:hint="eastAsia"/>
          <w:rtl/>
        </w:rPr>
        <w:t>والسّمواتُ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رْكانِها،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الارْضُ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رْجائِها،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الاشْجارُ</w:t>
      </w:r>
      <w:r>
        <w:rPr>
          <w:rtl/>
        </w:rPr>
        <w:t xml:space="preserve"> </w:t>
      </w:r>
      <w:r>
        <w:rPr>
          <w:rFonts w:hint="eastAsia"/>
          <w:rtl/>
        </w:rPr>
        <w:t>بِ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غْصانِها،</w:t>
      </w:r>
      <w:r>
        <w:rPr>
          <w:rtl/>
        </w:rPr>
        <w:t xml:space="preserve"> </w:t>
      </w:r>
      <w:r>
        <w:rPr>
          <w:rFonts w:hint="eastAsia"/>
          <w:rtl/>
        </w:rPr>
        <w:t>والْحِيتانُ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لُججِ</w:t>
      </w:r>
      <w:r>
        <w:rPr>
          <w:rtl/>
        </w:rPr>
        <w:t xml:space="preserve"> </w:t>
      </w:r>
      <w:r>
        <w:rPr>
          <w:rFonts w:hint="eastAsia"/>
          <w:rtl/>
        </w:rPr>
        <w:t>الْبِحارِ،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الْملائِكةُ</w:t>
      </w:r>
      <w:r>
        <w:rPr>
          <w:rtl/>
        </w:rPr>
        <w:t xml:space="preserve"> </w:t>
      </w:r>
      <w:r>
        <w:rPr>
          <w:rFonts w:hint="eastAsia"/>
          <w:rtl/>
        </w:rPr>
        <w:t>الْمُقرّبُون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هْلُ</w:t>
      </w:r>
      <w:r>
        <w:rPr>
          <w:rtl/>
        </w:rPr>
        <w:t xml:space="preserve"> </w:t>
      </w:r>
      <w:r>
        <w:rPr>
          <w:rFonts w:hint="eastAsia"/>
          <w:rtl/>
        </w:rPr>
        <w:t>السّمواتِ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جْمعُون</w:t>
      </w:r>
      <w:r>
        <w:rPr>
          <w:rtl/>
        </w:rPr>
        <w:t>.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يُّها</w:t>
      </w:r>
      <w:r>
        <w:rPr>
          <w:rtl/>
        </w:rPr>
        <w:t xml:space="preserve"> </w:t>
      </w:r>
      <w:r>
        <w:rPr>
          <w:rFonts w:hint="eastAsia"/>
          <w:rtl/>
        </w:rPr>
        <w:t>النّاسُ،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ىُّ</w:t>
      </w:r>
      <w:r>
        <w:rPr>
          <w:rtl/>
        </w:rPr>
        <w:t xml:space="preserve"> </w:t>
      </w:r>
      <w:r>
        <w:rPr>
          <w:rFonts w:hint="eastAsia"/>
          <w:rtl/>
        </w:rPr>
        <w:t>قلْبٍ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ينْصدِعُ</w:t>
      </w:r>
      <w:r>
        <w:rPr>
          <w:rtl/>
        </w:rPr>
        <w:t xml:space="preserve"> </w:t>
      </w:r>
      <w:r>
        <w:rPr>
          <w:rFonts w:hint="eastAsia"/>
          <w:rtl/>
        </w:rPr>
        <w:t>لِقتْلِهِ؟</w:t>
      </w:r>
      <w:r>
        <w:rPr>
          <w:rtl/>
        </w:rPr>
        <w:t>!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مْ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ىُّ</w:t>
      </w:r>
      <w:r>
        <w:rPr>
          <w:rtl/>
        </w:rPr>
        <w:t xml:space="preserve"> </w:t>
      </w:r>
      <w:r>
        <w:rPr>
          <w:rFonts w:hint="eastAsia"/>
          <w:rtl/>
        </w:rPr>
        <w:t>فُؤ</w:t>
      </w:r>
      <w:r>
        <w:rPr>
          <w:rtl/>
        </w:rPr>
        <w:t xml:space="preserve"> </w:t>
      </w:r>
      <w:r>
        <w:rPr>
          <w:rFonts w:hint="eastAsia"/>
          <w:rtl/>
        </w:rPr>
        <w:t>ادٍ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يحِنُّ</w:t>
      </w:r>
      <w:r>
        <w:rPr>
          <w:rtl/>
        </w:rPr>
        <w:t xml:space="preserve"> </w:t>
      </w:r>
      <w:r>
        <w:rPr>
          <w:rFonts w:hint="eastAsia"/>
          <w:rtl/>
        </w:rPr>
        <w:t>اليْهِ؟</w:t>
      </w:r>
      <w:r>
        <w:rPr>
          <w:rtl/>
        </w:rPr>
        <w:t>!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مْ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ىُّ</w:t>
      </w:r>
      <w:r>
        <w:rPr>
          <w:rtl/>
        </w:rPr>
        <w:t xml:space="preserve"> </w:t>
      </w:r>
      <w:r>
        <w:rPr>
          <w:rFonts w:hint="eastAsia"/>
          <w:rtl/>
        </w:rPr>
        <w:t>سمْعٍ</w:t>
      </w:r>
      <w:r>
        <w:rPr>
          <w:rtl/>
        </w:rPr>
        <w:t xml:space="preserve"> </w:t>
      </w:r>
      <w:r>
        <w:rPr>
          <w:rFonts w:hint="eastAsia"/>
          <w:rtl/>
        </w:rPr>
        <w:t>يسْمعُ</w:t>
      </w:r>
      <w:r>
        <w:rPr>
          <w:rtl/>
        </w:rPr>
        <w:t xml:space="preserve"> </w:t>
      </w:r>
      <w:r>
        <w:rPr>
          <w:rFonts w:hint="eastAsia"/>
          <w:rtl/>
        </w:rPr>
        <w:t>هذِهِ</w:t>
      </w:r>
      <w:r>
        <w:rPr>
          <w:rtl/>
        </w:rPr>
        <w:t xml:space="preserve"> </w:t>
      </w:r>
      <w:r>
        <w:rPr>
          <w:rFonts w:hint="eastAsia"/>
          <w:rtl/>
        </w:rPr>
        <w:t>الثُّلْمة</w:t>
      </w:r>
      <w:r>
        <w:rPr>
          <w:rtl/>
        </w:rPr>
        <w:t xml:space="preserve"> </w:t>
      </w:r>
      <w:r>
        <w:rPr>
          <w:rFonts w:hint="eastAsia"/>
          <w:rtl/>
        </w:rPr>
        <w:t>الّتى</w:t>
      </w:r>
      <w:r>
        <w:rPr>
          <w:rtl/>
        </w:rPr>
        <w:t xml:space="preserve"> </w:t>
      </w:r>
      <w:r>
        <w:rPr>
          <w:rFonts w:hint="eastAsia"/>
          <w:rtl/>
        </w:rPr>
        <w:t>ثُلِمتْ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الاسلام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يُصمُّ؟</w:t>
      </w:r>
      <w:r>
        <w:rPr>
          <w:rtl/>
        </w:rPr>
        <w:t>!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يُّها</w:t>
      </w:r>
      <w:r>
        <w:rPr>
          <w:rtl/>
        </w:rPr>
        <w:t xml:space="preserve"> </w:t>
      </w:r>
      <w:r>
        <w:rPr>
          <w:rFonts w:hint="eastAsia"/>
          <w:rtl/>
        </w:rPr>
        <w:t>النّاسُ،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صْبحْنا</w:t>
      </w:r>
      <w:r>
        <w:rPr>
          <w:rtl/>
        </w:rPr>
        <w:t xml:space="preserve"> </w:t>
      </w:r>
      <w:r>
        <w:rPr>
          <w:rFonts w:hint="eastAsia"/>
          <w:rtl/>
        </w:rPr>
        <w:t>مطْرودين</w:t>
      </w:r>
      <w:r>
        <w:rPr>
          <w:rtl/>
        </w:rPr>
        <w:t xml:space="preserve"> </w:t>
      </w:r>
      <w:r>
        <w:rPr>
          <w:rFonts w:hint="eastAsia"/>
          <w:rtl/>
        </w:rPr>
        <w:t>مُشرّدين</w:t>
      </w:r>
      <w:r>
        <w:rPr>
          <w:rtl/>
        </w:rPr>
        <w:t xml:space="preserve"> </w:t>
      </w:r>
      <w:r>
        <w:rPr>
          <w:rFonts w:hint="eastAsia"/>
          <w:rtl/>
        </w:rPr>
        <w:t>مذُودين</w:t>
      </w:r>
      <w:r>
        <w:rPr>
          <w:rtl/>
        </w:rPr>
        <w:t xml:space="preserve"> </w:t>
      </w:r>
      <w:r>
        <w:rPr>
          <w:rFonts w:hint="eastAsia"/>
          <w:rtl/>
        </w:rPr>
        <w:t>شاسِعين</w:t>
      </w:r>
      <w:r>
        <w:rPr>
          <w:rtl/>
        </w:rPr>
        <w:t xml:space="preserve"> </w:t>
      </w:r>
      <w:r>
        <w:rPr>
          <w:rFonts w:hint="eastAsia"/>
          <w:rtl/>
        </w:rPr>
        <w:t>عنِ</w:t>
      </w:r>
      <w:r>
        <w:rPr>
          <w:rtl/>
        </w:rPr>
        <w:t xml:space="preserve"> </w:t>
      </w:r>
      <w:r>
        <w:rPr>
          <w:rFonts w:hint="eastAsia"/>
          <w:rtl/>
        </w:rPr>
        <w:t>الامْصارِ،</w:t>
      </w:r>
      <w:r>
        <w:rPr>
          <w:rtl/>
        </w:rPr>
        <w:t xml:space="preserve"> </w:t>
      </w:r>
      <w:r>
        <w:rPr>
          <w:rFonts w:hint="eastAsia"/>
          <w:rtl/>
        </w:rPr>
        <w:t>ك</w:t>
      </w:r>
      <w:r w:rsidR="00F62D24">
        <w:rPr>
          <w:rFonts w:hint="eastAsia"/>
          <w:rtl/>
        </w:rPr>
        <w:t xml:space="preserve"> أ</w:t>
      </w:r>
      <w:r>
        <w:rPr>
          <w:rFonts w:hint="eastAsia"/>
          <w:rtl/>
        </w:rPr>
        <w:t>نّنا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وْلادُ</w:t>
      </w:r>
      <w:r>
        <w:rPr>
          <w:rtl/>
        </w:rPr>
        <w:t xml:space="preserve"> </w:t>
      </w:r>
      <w:r>
        <w:rPr>
          <w:rFonts w:hint="eastAsia"/>
          <w:rtl/>
        </w:rPr>
        <w:t>تُرْكٍ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وْ</w:t>
      </w:r>
      <w:r>
        <w:rPr>
          <w:rtl/>
        </w:rPr>
        <w:t xml:space="preserve"> </w:t>
      </w:r>
      <w:r>
        <w:rPr>
          <w:rFonts w:hint="eastAsia"/>
          <w:rtl/>
        </w:rPr>
        <w:t>كابُل،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غيْرِ</w:t>
      </w:r>
      <w:r>
        <w:rPr>
          <w:rtl/>
        </w:rPr>
        <w:t xml:space="preserve"> </w:t>
      </w:r>
      <w:r>
        <w:rPr>
          <w:rFonts w:hint="eastAsia"/>
          <w:rtl/>
        </w:rPr>
        <w:t>جُرْمٍ</w:t>
      </w:r>
      <w:r>
        <w:rPr>
          <w:rtl/>
        </w:rPr>
        <w:t xml:space="preserve"> </w:t>
      </w:r>
      <w:r>
        <w:rPr>
          <w:rFonts w:hint="eastAsia"/>
          <w:rtl/>
        </w:rPr>
        <w:t>اجْترمْناهُ،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مكْرُوهٍ</w:t>
      </w:r>
      <w:r>
        <w:rPr>
          <w:rtl/>
        </w:rPr>
        <w:t xml:space="preserve"> </w:t>
      </w:r>
      <w:r>
        <w:rPr>
          <w:rFonts w:hint="eastAsia"/>
          <w:rtl/>
        </w:rPr>
        <w:t>ارْتكبْناهُ،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ثُلْمةٍ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الاسْلامِ</w:t>
      </w:r>
      <w:r>
        <w:rPr>
          <w:rtl/>
        </w:rPr>
        <w:t xml:space="preserve"> </w:t>
      </w:r>
      <w:r>
        <w:rPr>
          <w:rFonts w:hint="eastAsia"/>
          <w:rtl/>
        </w:rPr>
        <w:t>ثلمْناها،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سمِعْنا</w:t>
      </w:r>
      <w:r>
        <w:rPr>
          <w:rtl/>
        </w:rPr>
        <w:t xml:space="preserve"> </w:t>
      </w:r>
      <w:r>
        <w:rPr>
          <w:rFonts w:hint="eastAsia"/>
          <w:rtl/>
        </w:rPr>
        <w:t>بِهذا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آبائِنا</w:t>
      </w:r>
      <w:r>
        <w:rPr>
          <w:rtl/>
        </w:rPr>
        <w:t xml:space="preserve"> </w:t>
      </w:r>
      <w:r>
        <w:rPr>
          <w:rFonts w:hint="eastAsia"/>
          <w:rtl/>
        </w:rPr>
        <w:t>الاوّلين،</w:t>
      </w:r>
      <w:r>
        <w:rPr>
          <w:rtl/>
        </w:rPr>
        <w:t xml:space="preserve"> </w:t>
      </w:r>
      <w:r>
        <w:rPr>
          <w:rFonts w:hint="eastAsia"/>
          <w:rtl/>
        </w:rPr>
        <w:t>انْ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اخْتِلاقُ</w:t>
      </w:r>
      <w:r>
        <w:rPr>
          <w:rtl/>
        </w:rPr>
        <w:t xml:space="preserve">.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اللّهِ،</w:t>
      </w:r>
      <w:r>
        <w:rPr>
          <w:rtl/>
        </w:rPr>
        <w:t xml:space="preserve"> </w:t>
      </w:r>
      <w:r>
        <w:rPr>
          <w:rFonts w:hint="eastAsia"/>
          <w:rtl/>
        </w:rPr>
        <w:t>لوْ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نّ</w:t>
      </w:r>
      <w:r>
        <w:rPr>
          <w:rtl/>
        </w:rPr>
        <w:t xml:space="preserve"> </w:t>
      </w:r>
      <w:r>
        <w:rPr>
          <w:rFonts w:hint="eastAsia"/>
          <w:rtl/>
        </w:rPr>
        <w:t>النّبِىّ</w:t>
      </w:r>
      <w:r>
        <w:rPr>
          <w:rtl/>
        </w:rPr>
        <w:t xml:space="preserve"> </w:t>
      </w:r>
      <w:r>
        <w:rPr>
          <w:rFonts w:hint="eastAsia"/>
          <w:rtl/>
        </w:rPr>
        <w:t>تقدّم</w:t>
      </w:r>
      <w:r>
        <w:rPr>
          <w:rtl/>
        </w:rPr>
        <w:t xml:space="preserve"> </w:t>
      </w:r>
      <w:r>
        <w:rPr>
          <w:rFonts w:hint="eastAsia"/>
          <w:rtl/>
        </w:rPr>
        <w:t>اليْهِمْ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قِتالِنا</w:t>
      </w:r>
      <w:r>
        <w:rPr>
          <w:rtl/>
        </w:rPr>
        <w:t xml:space="preserve"> </w:t>
      </w:r>
      <w:r>
        <w:rPr>
          <w:rFonts w:hint="eastAsia"/>
          <w:rtl/>
        </w:rPr>
        <w:t>كما</w:t>
      </w:r>
      <w:r>
        <w:rPr>
          <w:rtl/>
        </w:rPr>
        <w:t xml:space="preserve"> </w:t>
      </w:r>
      <w:r>
        <w:rPr>
          <w:rFonts w:hint="eastAsia"/>
          <w:rtl/>
        </w:rPr>
        <w:t>تقدّم</w:t>
      </w:r>
      <w:r>
        <w:rPr>
          <w:rtl/>
        </w:rPr>
        <w:t xml:space="preserve"> </w:t>
      </w:r>
      <w:r>
        <w:rPr>
          <w:rFonts w:hint="eastAsia"/>
          <w:rtl/>
        </w:rPr>
        <w:t>اليْهِمْ</w:t>
      </w:r>
      <w:r>
        <w:rPr>
          <w:rtl/>
        </w:rPr>
        <w:t xml:space="preserve"> </w:t>
      </w:r>
      <w:r>
        <w:rPr>
          <w:rFonts w:hint="eastAsia"/>
          <w:rtl/>
        </w:rPr>
        <w:t>فى</w:t>
      </w:r>
      <w:r>
        <w:rPr>
          <w:rtl/>
        </w:rPr>
        <w:t xml:space="preserve"> </w:t>
      </w:r>
      <w:r>
        <w:rPr>
          <w:rFonts w:hint="eastAsia"/>
          <w:rtl/>
        </w:rPr>
        <w:t>الْوِصايةِ</w:t>
      </w:r>
      <w:r>
        <w:rPr>
          <w:rtl/>
        </w:rPr>
        <w:t xml:space="preserve"> </w:t>
      </w:r>
      <w:r>
        <w:rPr>
          <w:rFonts w:hint="eastAsia"/>
          <w:rtl/>
        </w:rPr>
        <w:t>بِنا</w:t>
      </w:r>
      <w:r>
        <w:rPr>
          <w:rtl/>
        </w:rPr>
        <w:t xml:space="preserve"> </w:t>
      </w:r>
      <w:r>
        <w:rPr>
          <w:rFonts w:hint="eastAsia"/>
          <w:rtl/>
        </w:rPr>
        <w:t>لما</w:t>
      </w:r>
      <w:r>
        <w:rPr>
          <w:rtl/>
        </w:rPr>
        <w:t xml:space="preserve"> </w:t>
      </w:r>
      <w:r>
        <w:rPr>
          <w:rFonts w:hint="eastAsia"/>
          <w:rtl/>
        </w:rPr>
        <w:t>زادُوا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فعلُوا</w:t>
      </w:r>
      <w:r>
        <w:rPr>
          <w:rtl/>
        </w:rPr>
        <w:t xml:space="preserve"> </w:t>
      </w:r>
      <w:r>
        <w:rPr>
          <w:rFonts w:hint="eastAsia"/>
          <w:rtl/>
        </w:rPr>
        <w:t>بِنا،</w:t>
      </w:r>
      <w:r>
        <w:rPr>
          <w:rtl/>
        </w:rPr>
        <w:t xml:space="preserve"> </w:t>
      </w:r>
      <w:r>
        <w:rPr>
          <w:rFonts w:hint="eastAsia"/>
          <w:rtl/>
        </w:rPr>
        <w:t>فانّا</w:t>
      </w:r>
      <w:r>
        <w:rPr>
          <w:rtl/>
        </w:rPr>
        <w:t xml:space="preserve"> </w:t>
      </w:r>
      <w:r>
        <w:rPr>
          <w:rFonts w:hint="eastAsia"/>
          <w:rtl/>
        </w:rPr>
        <w:t>لِلّهِ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انّا</w:t>
      </w:r>
      <w:r>
        <w:rPr>
          <w:rtl/>
        </w:rPr>
        <w:t xml:space="preserve"> </w:t>
      </w:r>
      <w:r>
        <w:rPr>
          <w:rFonts w:hint="eastAsia"/>
          <w:rtl/>
        </w:rPr>
        <w:t>اليْهِ</w:t>
      </w:r>
      <w:r>
        <w:rPr>
          <w:rtl/>
        </w:rPr>
        <w:t xml:space="preserve"> </w:t>
      </w:r>
      <w:r>
        <w:rPr>
          <w:rFonts w:hint="eastAsia"/>
          <w:rtl/>
        </w:rPr>
        <w:t>راجِعُون،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مُصيبةٍ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عْظمها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وْجعها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فْجعها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كظّها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فْظعها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فْدحها،</w:t>
      </w:r>
      <w:r>
        <w:rPr>
          <w:rtl/>
        </w:rPr>
        <w:t xml:space="preserve"> </w:t>
      </w:r>
      <w:r>
        <w:rPr>
          <w:rFonts w:hint="eastAsia"/>
          <w:rtl/>
        </w:rPr>
        <w:t>فعِنْد</w:t>
      </w:r>
      <w:r>
        <w:rPr>
          <w:rtl/>
        </w:rPr>
        <w:t xml:space="preserve"> </w:t>
      </w:r>
      <w:r>
        <w:rPr>
          <w:rFonts w:hint="eastAsia"/>
          <w:rtl/>
        </w:rPr>
        <w:t>اللّهِ</w:t>
      </w:r>
      <w:r>
        <w:rPr>
          <w:rtl/>
        </w:rPr>
        <w:t xml:space="preserve"> </w:t>
      </w:r>
      <w:r>
        <w:rPr>
          <w:rFonts w:hint="eastAsia"/>
          <w:rtl/>
        </w:rPr>
        <w:t>نحْتسِبُ</w:t>
      </w:r>
      <w:r>
        <w:rPr>
          <w:rtl/>
        </w:rPr>
        <w:t xml:space="preserve"> </w:t>
      </w:r>
      <w:r>
        <w:rPr>
          <w:rFonts w:hint="eastAsia"/>
          <w:rtl/>
        </w:rPr>
        <w:t>فيما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صابنا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62D24">
        <w:rPr>
          <w:rtl/>
        </w:rPr>
        <w:t xml:space="preserve"> </w:t>
      </w:r>
      <w:r w:rsidR="00F62D24">
        <w:rPr>
          <w:rFonts w:hint="eastAsia"/>
          <w:rtl/>
        </w:rPr>
        <w:t>أ</w:t>
      </w:r>
      <w:r>
        <w:rPr>
          <w:rFonts w:hint="eastAsia"/>
          <w:rtl/>
        </w:rPr>
        <w:t>بْلغ</w:t>
      </w:r>
      <w:r>
        <w:rPr>
          <w:rtl/>
        </w:rPr>
        <w:t xml:space="preserve"> </w:t>
      </w:r>
      <w:r>
        <w:rPr>
          <w:rFonts w:hint="eastAsia"/>
          <w:rtl/>
        </w:rPr>
        <w:t>بِنا،</w:t>
      </w:r>
      <w:r>
        <w:rPr>
          <w:rtl/>
        </w:rPr>
        <w:t xml:space="preserve"> </w:t>
      </w:r>
      <w:r>
        <w:rPr>
          <w:rFonts w:hint="eastAsia"/>
          <w:rtl/>
        </w:rPr>
        <w:t>انّهُ</w:t>
      </w:r>
      <w:r>
        <w:rPr>
          <w:rtl/>
        </w:rPr>
        <w:t xml:space="preserve"> </w:t>
      </w:r>
      <w:r>
        <w:rPr>
          <w:rFonts w:hint="eastAsia"/>
          <w:rtl/>
        </w:rPr>
        <w:t>عزيزُ</w:t>
      </w:r>
      <w:r>
        <w:rPr>
          <w:rtl/>
        </w:rPr>
        <w:t xml:space="preserve"> </w:t>
      </w:r>
      <w:r>
        <w:rPr>
          <w:rFonts w:hint="eastAsia"/>
          <w:rtl/>
        </w:rPr>
        <w:t>ذُو</w:t>
      </w:r>
      <w:r>
        <w:rPr>
          <w:rtl/>
        </w:rPr>
        <w:t xml:space="preserve"> </w:t>
      </w:r>
      <w:r>
        <w:rPr>
          <w:rFonts w:hint="eastAsia"/>
          <w:rtl/>
        </w:rPr>
        <w:t>انْتِقامِ</w:t>
      </w:r>
      <w:r>
        <w:t>.</w:t>
      </w:r>
    </w:p>
    <w:p w:rsidR="00EA2912" w:rsidRDefault="005437D5" w:rsidP="00EA2912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ইহকাল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প্রভু</w:t>
      </w:r>
      <w:r>
        <w:t xml:space="preserve">,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অধিপতি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স্রষ্টা।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বুদ্ধি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অনুধাবন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অক্ষম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রহস্য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উন্মোচিত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সমস্যা</w:t>
      </w:r>
      <w:r>
        <w:t xml:space="preserve">,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</w:t>
      </w:r>
      <w:r>
        <w:t xml:space="preserve">,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আাঘাত</w:t>
      </w:r>
      <w:r>
        <w:t xml:space="preserve">, </w:t>
      </w:r>
      <w:r>
        <w:rPr>
          <w:rFonts w:hint="cs"/>
          <w:cs/>
          <w:lang w:bidi="bn-IN"/>
        </w:rPr>
        <w:t>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প্রশংসনীয়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লোকসকল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মুসিবত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পরীক্ষা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নিশ্চয়ই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আব্দুল্লাহ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বংশধরদেরকে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স্ত্রী</w:t>
      </w:r>
      <w:r>
        <w:t xml:space="preserve">, </w:t>
      </w:r>
      <w:r>
        <w:rPr>
          <w:rFonts w:hint="cs"/>
          <w:cs/>
          <w:lang w:bidi="bn-IN"/>
        </w:rPr>
        <w:t>কন্যা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আত্মীয়াদেরকে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মাথঅ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বর্শাগ্রে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লোকসকল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ব্যক্তি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হাসিখুশী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থাকতে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পারবে</w:t>
      </w:r>
      <w:r w:rsidR="00EA2912">
        <w:t xml:space="preserve">? </w:t>
      </w:r>
      <w:r w:rsidR="00EA2912">
        <w:rPr>
          <w:rFonts w:hint="cs"/>
          <w:cs/>
          <w:lang w:bidi="bn-IN"/>
        </w:rPr>
        <w:t>সে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কোন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হৃদয়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যে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মহাঘটনায়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ব্যথিত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ও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দুঃখভারাক্রান্ত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হবে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না</w:t>
      </w:r>
      <w:r w:rsidR="00EA2912">
        <w:t xml:space="preserve">? </w:t>
      </w:r>
      <w:r w:rsidR="00EA2912">
        <w:rPr>
          <w:rFonts w:hint="cs"/>
          <w:cs/>
          <w:lang w:bidi="bn-IN"/>
        </w:rPr>
        <w:t>সে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কোন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নয়ন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যা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অশ্রুপাত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করবে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না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অথচ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সাত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আসমান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হোসাইন</w:t>
      </w:r>
      <w:r w:rsidR="00EA2912">
        <w:rPr>
          <w:cs/>
          <w:lang w:bidi="bn-IN"/>
        </w:rPr>
        <w:t xml:space="preserve"> (</w:t>
      </w:r>
      <w:r w:rsidR="00EA2912">
        <w:rPr>
          <w:rFonts w:hint="cs"/>
          <w:cs/>
          <w:lang w:bidi="bn-IN"/>
        </w:rPr>
        <w:t>আ</w:t>
      </w:r>
      <w:r w:rsidR="00EA2912">
        <w:rPr>
          <w:cs/>
          <w:lang w:bidi="bn-IN"/>
        </w:rPr>
        <w:t xml:space="preserve">.) </w:t>
      </w:r>
      <w:r w:rsidR="00EA2912">
        <w:rPr>
          <w:rFonts w:hint="cs"/>
          <w:cs/>
          <w:lang w:bidi="bn-IN"/>
        </w:rPr>
        <w:t>এর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জন্য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কাদেছে</w:t>
      </w:r>
      <w:r w:rsidR="00EA2912">
        <w:t xml:space="preserve">, </w:t>
      </w:r>
      <w:r w:rsidR="00EA2912">
        <w:rPr>
          <w:rFonts w:hint="cs"/>
          <w:cs/>
          <w:lang w:bidi="bn-IN"/>
        </w:rPr>
        <w:t>সাগরসমূহ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তরঙ্গ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তুলে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ক্রন্দন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করেছে</w:t>
      </w:r>
      <w:r w:rsidR="00EA2912">
        <w:t xml:space="preserve">, </w:t>
      </w:r>
      <w:r w:rsidR="00EA2912">
        <w:rPr>
          <w:rFonts w:hint="cs"/>
          <w:cs/>
          <w:lang w:bidi="bn-IN"/>
        </w:rPr>
        <w:t>আকাশের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স্তম্ভসমূহ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শোকে</w:t>
      </w:r>
      <w:r w:rsidR="00EA2912">
        <w:rPr>
          <w:cs/>
          <w:lang w:bidi="bn-IN"/>
        </w:rPr>
        <w:t>-</w:t>
      </w:r>
      <w:r w:rsidR="00EA2912">
        <w:rPr>
          <w:rFonts w:hint="cs"/>
          <w:cs/>
          <w:lang w:bidi="bn-IN"/>
        </w:rPr>
        <w:t>দুঃখে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গর্জন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উঠেছে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এবং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পৃথিবীর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প্রতিটি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প্রান্তও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ক্রন্দন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করেছে।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আরো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ক্রন্দন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করেছে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গাছের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ডাল</w:t>
      </w:r>
      <w:r w:rsidR="00EA2912">
        <w:rPr>
          <w:cs/>
          <w:lang w:bidi="bn-IN"/>
        </w:rPr>
        <w:t>-</w:t>
      </w:r>
      <w:r w:rsidR="00EA2912">
        <w:rPr>
          <w:rFonts w:hint="cs"/>
          <w:cs/>
          <w:lang w:bidi="bn-IN"/>
        </w:rPr>
        <w:t>পালাসমূহ</w:t>
      </w:r>
      <w:r w:rsidR="00EA2912">
        <w:t xml:space="preserve">, </w:t>
      </w:r>
      <w:r w:rsidR="00EA2912">
        <w:rPr>
          <w:rFonts w:hint="cs"/>
          <w:cs/>
          <w:lang w:bidi="bn-IN"/>
        </w:rPr>
        <w:t>মৎস</w:t>
      </w:r>
      <w:r w:rsidR="00EA2912">
        <w:t xml:space="preserve">, </w:t>
      </w:r>
      <w:r w:rsidR="00EA2912">
        <w:rPr>
          <w:rFonts w:hint="cs"/>
          <w:cs/>
          <w:lang w:bidi="bn-IN"/>
        </w:rPr>
        <w:t>সমুদ্রের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ঢেউমালা</w:t>
      </w:r>
      <w:r w:rsidR="00EA2912">
        <w:t xml:space="preserve">, </w:t>
      </w:r>
      <w:r w:rsidR="00EA2912">
        <w:rPr>
          <w:rFonts w:hint="cs"/>
          <w:cs/>
          <w:lang w:bidi="bn-IN"/>
        </w:rPr>
        <w:t>নৈকট্যপ্রাপ্ত</w:t>
      </w:r>
      <w:r w:rsidR="00EA2912">
        <w:rPr>
          <w:cs/>
          <w:lang w:bidi="bn-IN"/>
        </w:rPr>
        <w:t xml:space="preserve"> ফে</w:t>
      </w:r>
      <w:r w:rsidR="00EA2912">
        <w:rPr>
          <w:rFonts w:hint="cs"/>
          <w:cs/>
          <w:lang w:bidi="bn-IN"/>
        </w:rPr>
        <w:t>রেশতারা।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সকল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আকাশবাসী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মহা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বিপদে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শোক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করেছে</w:t>
      </w:r>
      <w:r w:rsidR="00EA2912">
        <w:t xml:space="preserve">, </w:t>
      </w:r>
      <w:r w:rsidR="00EA2912">
        <w:rPr>
          <w:rFonts w:hint="cs"/>
          <w:cs/>
          <w:lang w:bidi="bn-IN"/>
        </w:rPr>
        <w:t>বিলাপ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করেছে।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লোকসকল</w:t>
      </w:r>
      <w:r w:rsidR="00EA2912">
        <w:t xml:space="preserve">, </w:t>
      </w:r>
      <w:r w:rsidR="00EA2912">
        <w:rPr>
          <w:rFonts w:hint="cs"/>
          <w:cs/>
          <w:lang w:bidi="bn-IN"/>
        </w:rPr>
        <w:t>এমন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কোন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হৃদয়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আছে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যা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হোসাইনের</w:t>
      </w:r>
      <w:r w:rsidR="00EA2912">
        <w:rPr>
          <w:cs/>
          <w:lang w:bidi="bn-IN"/>
        </w:rPr>
        <w:t xml:space="preserve"> (</w:t>
      </w:r>
      <w:r w:rsidR="00EA2912">
        <w:rPr>
          <w:rFonts w:hint="cs"/>
          <w:cs/>
          <w:lang w:bidi="bn-IN"/>
        </w:rPr>
        <w:t>আ</w:t>
      </w:r>
      <w:r w:rsidR="00EA2912">
        <w:rPr>
          <w:cs/>
          <w:lang w:bidi="bn-IN"/>
        </w:rPr>
        <w:t xml:space="preserve">.) </w:t>
      </w:r>
      <w:r w:rsidR="00EA2912">
        <w:rPr>
          <w:rFonts w:hint="cs"/>
          <w:cs/>
          <w:lang w:bidi="bn-IN"/>
        </w:rPr>
        <w:t>প্রতি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এখনও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আকৃ</w:t>
      </w:r>
      <w:r w:rsidR="00EA2912">
        <w:rPr>
          <w:cs/>
          <w:lang w:bidi="bn-IN"/>
        </w:rPr>
        <w:t xml:space="preserve">ষ্ট </w:t>
      </w:r>
      <w:r w:rsidR="00EA2912">
        <w:rPr>
          <w:rFonts w:hint="cs"/>
          <w:cs/>
          <w:lang w:bidi="bn-IN"/>
        </w:rPr>
        <w:t>হয়নি</w:t>
      </w:r>
      <w:r w:rsidR="00EA2912">
        <w:t xml:space="preserve">? </w:t>
      </w:r>
      <w:r w:rsidR="00EA2912">
        <w:rPr>
          <w:rFonts w:hint="cs"/>
          <w:cs/>
          <w:lang w:bidi="bn-IN"/>
        </w:rPr>
        <w:t>ইসলামের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উপর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আপতিত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চরম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সংকটের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কথা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শোনার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মত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ক্ষমতা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কারো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আছে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কি</w:t>
      </w:r>
      <w:r w:rsidR="00EA2912">
        <w:t xml:space="preserve">? </w:t>
      </w:r>
      <w:r w:rsidR="00EA2912">
        <w:rPr>
          <w:rFonts w:hint="cs"/>
          <w:cs/>
          <w:lang w:bidi="bn-IN"/>
        </w:rPr>
        <w:t>হে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লোকেরা</w:t>
      </w:r>
      <w:r w:rsidR="00EA2912">
        <w:t xml:space="preserve">, </w:t>
      </w:r>
      <w:r w:rsidR="00EA2912">
        <w:rPr>
          <w:rFonts w:hint="cs"/>
          <w:cs/>
          <w:lang w:bidi="bn-IN"/>
        </w:rPr>
        <w:t>আমাদেরকে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ছত্রভঙ্গ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</w:t>
      </w:r>
      <w:r w:rsidR="00EA2912">
        <w:rPr>
          <w:cs/>
          <w:lang w:bidi="bn-IN"/>
        </w:rPr>
        <w:t>য়ে</w:t>
      </w:r>
      <w:r w:rsidR="00EA2912">
        <w:rPr>
          <w:rFonts w:hint="cs"/>
          <w:cs/>
          <w:lang w:bidi="bn-IN"/>
        </w:rPr>
        <w:t>ছে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এবং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এমনভাবে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আমাদেরকে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শহর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থেকে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উচ্ছেদ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</w:t>
      </w:r>
      <w:r w:rsidR="00EA2912">
        <w:rPr>
          <w:cs/>
          <w:lang w:bidi="bn-IN"/>
        </w:rPr>
        <w:t>য়ে</w:t>
      </w:r>
      <w:r w:rsidR="00EA2912">
        <w:rPr>
          <w:rFonts w:hint="cs"/>
          <w:cs/>
          <w:lang w:bidi="bn-IN"/>
        </w:rPr>
        <w:t>ছে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যেন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আমরা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তুর্কিস্থান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ও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কাবুলের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বিধর্মী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যুদ্ধবন্দী।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অথচ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আমরা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তো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কোন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পাপ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করিনি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বা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আমাদের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দ্বারা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কোন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মন্দ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কাজও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সংঘটিত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হয়নি।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এমন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আমরা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ইসলাম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ধর্মের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কোন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বিকৃতি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সাধন</w:t>
      </w:r>
      <w:r w:rsidR="00EA2912">
        <w:rPr>
          <w:cs/>
          <w:lang w:bidi="bn-IN"/>
        </w:rPr>
        <w:t xml:space="preserve"> </w:t>
      </w:r>
      <w:r w:rsidR="00EA2912">
        <w:rPr>
          <w:rFonts w:hint="cs"/>
          <w:cs/>
          <w:lang w:bidi="bn-IN"/>
        </w:rPr>
        <w:t>করিনি।</w:t>
      </w:r>
    </w:p>
    <w:p w:rsidR="00EA2912" w:rsidRDefault="00EA2912" w:rsidP="00EA2912">
      <w:pPr>
        <w:pStyle w:val="libNormal"/>
        <w:rPr>
          <w:lang w:bidi="bn-IN"/>
        </w:rPr>
      </w:pP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কসম</w:t>
      </w:r>
      <w:r>
        <w:rPr>
          <w:cs/>
          <w:lang w:bidi="bn-IN"/>
        </w:rPr>
        <w:t xml:space="preserve">. </w:t>
      </w:r>
      <w:r>
        <w:rPr>
          <w:rFonts w:hint="cs"/>
          <w:cs/>
          <w:lang w:bidi="bn-IN"/>
        </w:rPr>
        <w:t>মহানবী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উপদেশ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তদস্থলে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যু</w:t>
      </w:r>
      <w:r>
        <w:rPr>
          <w:rFonts w:hint="cs"/>
          <w:cs/>
          <w:lang w:bidi="bn-IN"/>
        </w:rPr>
        <w:t>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আদেশও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ইন্নালিল্লাহে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ইলাইহে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রাজেউন।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কতবড়</w:t>
      </w:r>
      <w:r>
        <w:t xml:space="preserve">, </w:t>
      </w:r>
      <w:r>
        <w:rPr>
          <w:rFonts w:hint="cs"/>
          <w:cs/>
          <w:lang w:bidi="bn-IN"/>
        </w:rPr>
        <w:t>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বেদনাদায়ক</w:t>
      </w:r>
      <w:r>
        <w:t xml:space="preserve">, </w:t>
      </w:r>
      <w:r>
        <w:rPr>
          <w:rFonts w:hint="cs"/>
          <w:cs/>
          <w:lang w:bidi="bn-IN"/>
        </w:rPr>
        <w:t>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তিক্ত।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t xml:space="preserve">,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মহাপরাক্রমশালী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গ্রহণকারী।</w:t>
      </w:r>
      <w:r>
        <w:rPr>
          <w:cs/>
          <w:lang w:bidi="bn-IN"/>
        </w:rPr>
        <w:t xml:space="preserve"> 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বক্তৃতা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সাআহ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রোগগ্রস্থ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দৌহিত্র</w:t>
      </w:r>
      <w:r>
        <w:t xml:space="preserve">,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রহিত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শয্যাশায়ী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সওহানের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t xml:space="preserve">,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ধন্যবাদ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সওহানের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সাআর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করলেন।</w:t>
      </w:r>
    </w:p>
    <w:p w:rsidR="005437D5" w:rsidRDefault="005437D5" w:rsidP="005437D5">
      <w:pPr>
        <w:pStyle w:val="libNormal"/>
      </w:pPr>
    </w:p>
    <w:p w:rsidR="005437D5" w:rsidRDefault="005437D5" w:rsidP="005437D5">
      <w:pPr>
        <w:pStyle w:val="Heading2Center"/>
      </w:pPr>
      <w:bookmarkStart w:id="112" w:name="_Toc501196994"/>
      <w:bookmarkStart w:id="113" w:name="_Toc501222504"/>
      <w:r>
        <w:rPr>
          <w:rFonts w:hint="cs"/>
          <w:cs/>
          <w:lang w:bidi="bn-IN"/>
        </w:rPr>
        <w:t>মদীনার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bookmarkEnd w:id="112"/>
      <w:bookmarkEnd w:id="113"/>
    </w:p>
    <w:p w:rsidR="005437D5" w:rsidRDefault="005437D5" w:rsidP="00EA2912">
      <w:pPr>
        <w:pStyle w:val="libNormal"/>
      </w:pP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নিজ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মদীনায়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</w:t>
      </w:r>
      <w:r w:rsidR="00EA2912">
        <w:rPr>
          <w:cs/>
          <w:lang w:bidi="bn-IN"/>
        </w:rPr>
        <w:t>ড়ি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ঘরগুলো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নীরবে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নিথরে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বিলাপকারিনী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কাদছে</w:t>
      </w:r>
      <w:r>
        <w:t xml:space="preserve">,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বাড়ীঘর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আবেদীনকে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অধিবাসীদের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করছিল।</w:t>
      </w:r>
    </w:p>
    <w:p w:rsidR="00EA2912" w:rsidRDefault="005437D5" w:rsidP="00EA2912">
      <w:pPr>
        <w:pStyle w:val="libNormal"/>
        <w:rPr>
          <w:lang w:bidi="bn-IN"/>
        </w:rPr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গৃহ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বলছিল</w:t>
      </w:r>
      <w:r>
        <w:t xml:space="preserve">, </w:t>
      </w:r>
      <w:r w:rsidRPr="00164E0A">
        <w:rPr>
          <w:rStyle w:val="libEnChar"/>
        </w:rPr>
        <w:t>“</w:t>
      </w:r>
      <w: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 w:rsidR="004F0EBA">
        <w:rPr>
          <w:cs/>
          <w:lang w:bidi="bn-IN"/>
        </w:rPr>
        <w:t>লো</w:t>
      </w:r>
      <w:r>
        <w:rPr>
          <w:rFonts w:hint="cs"/>
          <w:cs/>
          <w:lang w:bidi="bn-IN"/>
        </w:rPr>
        <w:t>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যেহেতু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সংগী</w:t>
      </w:r>
      <w:r>
        <w:t xml:space="preserve">, </w:t>
      </w:r>
      <w:r>
        <w:rPr>
          <w:rFonts w:hint="cs"/>
          <w:cs/>
          <w:lang w:bidi="bn-IN"/>
        </w:rPr>
        <w:t>আধার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প্রদীপ</w:t>
      </w:r>
      <w:r>
        <w:t xml:space="preserve">,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গৌরবের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প্রতীক</w:t>
      </w:r>
      <w:r>
        <w:t xml:space="preserve">,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বিজয়ের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চন্দ্র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সূর্য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মহত্ত্বের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অনুগ্রহ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কৃপায়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বেড়েছে।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</w:t>
      </w:r>
      <w:r w:rsidR="004F0EBA">
        <w:rPr>
          <w:cs/>
          <w:lang w:bidi="bn-IN"/>
        </w:rPr>
        <w:t>ভা</w:t>
      </w:r>
      <w:r>
        <w:rPr>
          <w:rFonts w:hint="cs"/>
          <w:cs/>
          <w:lang w:bidi="bn-IN"/>
        </w:rPr>
        <w:t>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কর্ণকুহরে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পৌছেছে।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গুপ্তভেদের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সম্মানিত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বিভিন্ন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 w:rsidR="004F0EBA">
        <w:rPr>
          <w:lang w:bidi="bn-IN"/>
        </w:rPr>
        <w:t xml:space="preserve"> </w:t>
      </w:r>
      <w:r>
        <w:rPr>
          <w:rFonts w:hint="cs"/>
          <w:cs/>
          <w:lang w:bidi="bn-IN"/>
        </w:rPr>
        <w:t>সভা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উদযাপন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t xml:space="preserve">,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অনুষ্ঠান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সৌন্দর্যকে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দিত।</w:t>
      </w:r>
      <w:r>
        <w:rPr>
          <w:cs/>
          <w:lang w:bidi="bn-IN"/>
        </w:rPr>
        <w:t xml:space="preserve"> </w:t>
      </w:r>
    </w:p>
    <w:p w:rsidR="005437D5" w:rsidRDefault="005437D5" w:rsidP="00852B2F">
      <w:pPr>
        <w:pStyle w:val="libNormal"/>
      </w:pP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ফযীলত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সৌরভে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</w:t>
      </w:r>
      <w:r w:rsidR="00EA2912">
        <w:rPr>
          <w:cs/>
          <w:lang w:bidi="bn-IN"/>
        </w:rPr>
        <w:t>পু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শুষ্ক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কাঠগুলো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সদর্শনে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সবুজ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রসাল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আশীর্বাদপুষ্ট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যাবতীয়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অমঙ্গল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পল্লবে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বিকশিত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নানাবিধ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প্রভাতকালে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প্রাসাদ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শ্রেষ্ঠত্ব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প্রতিষ্ঠিত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গর্ববোধ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করতাম</w:t>
      </w:r>
      <w:r>
        <w:t xml:space="preserve">, </w:t>
      </w:r>
      <w:r>
        <w:rPr>
          <w:rFonts w:hint="cs"/>
          <w:cs/>
          <w:lang w:bidi="bn-IN"/>
        </w:rPr>
        <w:t>সু</w:t>
      </w:r>
      <w:r w:rsidR="00453A13">
        <w:rPr>
          <w:cs/>
          <w:lang w:bidi="bn-IN"/>
        </w:rPr>
        <w:t>খী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সান্নিধ্যে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ক্ষয়প্রাপ্ত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</w:t>
      </w:r>
      <w:r w:rsidR="00453A13">
        <w:rPr>
          <w:cs/>
          <w:lang w:bidi="bn-IN"/>
        </w:rPr>
        <w:t>স্থি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অস্তিত্বের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সীমারেখার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লুক্কায়িত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বদৌলতে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</w:t>
      </w:r>
      <w:r w:rsidR="00453A13">
        <w:rPr>
          <w:cs/>
          <w:lang w:bidi="bn-IN"/>
        </w:rPr>
        <w:t>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দূরীভূত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গিযেছিল।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অবশেষে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লক্ষ্যবস্তুতে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পরিণত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</w:t>
      </w:r>
      <w:r w:rsidR="00453A13">
        <w:rPr>
          <w:cs/>
          <w:lang w:bidi="bn-IN"/>
        </w:rPr>
        <w:t>ত্রু</w:t>
      </w:r>
      <w:r>
        <w:rPr>
          <w:rFonts w:hint="cs"/>
          <w:cs/>
          <w:lang w:bidi="bn-IN"/>
        </w:rPr>
        <w:t>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পরিবেষ্টিত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নির্মমভাবে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জীবদ্দশায়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বিদ্যমান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চারিত্রিক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গুণাবলী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নিঃশেষ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যাচ্ছে।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বিধি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বিধানসমূহে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t xml:space="preserve">,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পুণ্যাত্মার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রক্তপাত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t xml:space="preserve">, </w:t>
      </w:r>
      <w:r>
        <w:rPr>
          <w:rFonts w:hint="cs"/>
          <w:cs/>
          <w:lang w:bidi="bn-IN"/>
        </w:rPr>
        <w:t>পূর্ণত্বপ্রাপ্তদের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সেনাদলের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ভূলুন্ঠিত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মানবজাতি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ক্রন্দন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টিলা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পাহাড়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ধ্বংসপ্রাপ্ত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দেওয়ালগু</w:t>
      </w:r>
      <w:r w:rsidR="00453A13">
        <w:rPr>
          <w:cs/>
          <w:lang w:bidi="bn-IN"/>
        </w:rPr>
        <w:t>লো</w:t>
      </w:r>
      <w:r>
        <w:rPr>
          <w:rFonts w:hint="cs"/>
          <w:cs/>
          <w:lang w:bidi="bn-IN"/>
        </w:rPr>
        <w:t>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যথেষ্ট।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ওগুলোও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ক্রন্দন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t xml:space="preserve">,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শোকাচ্ছন্ন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দুঃখভারাক্রান্ত।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নামায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সত্যপন্থী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</w:t>
      </w:r>
      <w:r>
        <w:t xml:space="preserve">, </w:t>
      </w:r>
      <w:r>
        <w:rPr>
          <w:rFonts w:hint="cs"/>
          <w:cs/>
          <w:lang w:bidi="bn-IN"/>
        </w:rPr>
        <w:t>দানশীলতা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মহানুভবতা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দর্শনপ্রার্থী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দর্শনের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অপেক্ষমান</w:t>
      </w:r>
      <w:r>
        <w:t xml:space="preserve">; </w:t>
      </w:r>
      <w:r>
        <w:rPr>
          <w:rFonts w:hint="cs"/>
          <w:cs/>
          <w:lang w:bidi="bn-IN"/>
        </w:rPr>
        <w:t>মসজিদের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মেহরাব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বিচ্ছেদ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ক্রন্দনরত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অভাবীদের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উচ্চস্বরে</w:t>
      </w:r>
      <w:r>
        <w:rPr>
          <w:cs/>
          <w:lang w:bidi="bn-IN"/>
        </w:rPr>
        <w:t xml:space="preserve"> </w:t>
      </w:r>
      <w:r w:rsidR="00453A13">
        <w:rPr>
          <w:cs/>
          <w:lang w:bidi="bn-IN"/>
        </w:rPr>
        <w:t>ফ</w:t>
      </w:r>
      <w:r>
        <w:rPr>
          <w:rFonts w:hint="cs"/>
          <w:cs/>
          <w:lang w:bidi="bn-IN"/>
        </w:rPr>
        <w:t>রিয়াদ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t xml:space="preserve">;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শোকাচ্ছন্ন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দুঃখভারাক্রান্ত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মহাবিপদে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দায়িত্ব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তোমরা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একাকিত্ব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প্রত্যক্ষ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বিহনে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সভাগু</w:t>
      </w:r>
      <w:r w:rsidR="00453A13">
        <w:rPr>
          <w:cs/>
          <w:lang w:bidi="bn-IN"/>
        </w:rPr>
        <w:t>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খালি</w:t>
      </w:r>
      <w:r w:rsidR="00453A13">
        <w:rPr>
          <w:lang w:bidi="bn-IN"/>
        </w:rPr>
        <w:t>,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মানসপটে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সহিষ্ণু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হৃদয়কে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বেদনায়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উদ্বেলিত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হিংসা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</w:t>
      </w:r>
      <w:r>
        <w:t xml:space="preserve">,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ভর্ৎসনা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t xml:space="preserve">, </w:t>
      </w:r>
      <w:r>
        <w:rPr>
          <w:rFonts w:hint="cs"/>
          <w:cs/>
          <w:lang w:bidi="bn-IN"/>
        </w:rPr>
        <w:t>অধীর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আগ্রহের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</w:t>
      </w:r>
      <w:r w:rsidR="00453A13">
        <w:rPr>
          <w:cs/>
          <w:lang w:bidi="bn-IN"/>
        </w:rPr>
        <w:t>ক্ষে</w:t>
      </w:r>
      <w:r>
        <w:rPr>
          <w:rFonts w:hint="cs"/>
          <w:cs/>
          <w:lang w:bidi="bn-IN"/>
        </w:rPr>
        <w:t>প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</w:t>
      </w:r>
      <w:r w:rsidR="00453A13">
        <w:rPr>
          <w:cs/>
          <w:lang w:bidi="bn-IN"/>
        </w:rPr>
        <w:t>লো</w:t>
      </w:r>
      <w:r>
        <w:rPr>
          <w:rFonts w:hint="cs"/>
          <w:cs/>
          <w:lang w:bidi="bn-IN"/>
        </w:rPr>
        <w:t>য়ারের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চরণতলে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উৎসর্গ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t xml:space="preserve">,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আামি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প্রতিশোধ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আক্রমণ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নিক্ষিপ্ত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</w:t>
      </w:r>
      <w:r w:rsidR="00852B2F">
        <w:rPr>
          <w:cs/>
          <w:lang w:bidi="bn-IN"/>
        </w:rPr>
        <w:t>থ</w:t>
      </w:r>
      <w:r>
        <w:rPr>
          <w:rFonts w:hint="cs"/>
          <w:cs/>
          <w:lang w:bidi="bn-IN"/>
        </w:rPr>
        <w:t>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মুহূর্তে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হায়</w:t>
      </w:r>
      <w:r>
        <w:t xml:space="preserve">,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সুকোমল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বাসস্থান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আত্মোৎসর্গকারী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পুণ্যাত্মাদের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অবস্থানস্থল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সর্বাত্মক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প্রচেষ্টা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দেহগুলোকে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="00852B2F">
        <w:rPr>
          <w:cs/>
          <w:lang w:bidi="bn-IN"/>
        </w:rPr>
        <w:t>অধি</w:t>
      </w:r>
      <w:r>
        <w:rPr>
          <w:rFonts w:hint="cs"/>
          <w:cs/>
          <w:lang w:bidi="bn-IN"/>
        </w:rPr>
        <w:t>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আনতাম।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পাথরগুলোকে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চরণতলে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গালিচা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বিছিয়ে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</w:t>
      </w:r>
      <w:r w:rsidR="00852B2F">
        <w:rPr>
          <w:cs/>
          <w:lang w:bidi="bn-IN"/>
        </w:rPr>
        <w:t>চ</w:t>
      </w:r>
      <w:r w:rsidR="00852B2F">
        <w:rPr>
          <w:rFonts w:hint="cs"/>
          <w:cs/>
          <w:lang w:bidi="bn-IN"/>
        </w:rPr>
        <w:t>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সৌভাগ্য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অন্ধকারে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এসব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</w:t>
      </w:r>
      <w:r w:rsidR="00852B2F">
        <w:rPr>
          <w:lang w:bidi="bn-IN"/>
        </w:rPr>
        <w:t xml:space="preserve"> </w:t>
      </w:r>
      <w:r>
        <w:rPr>
          <w:rFonts w:hint="cs"/>
          <w:cs/>
          <w:lang w:bidi="bn-IN"/>
        </w:rPr>
        <w:t>আগ্রহী।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মাঝে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জ্বলছি।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ফরিয়াদকে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ওষুধে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আরোগ্য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পোশাক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ধৈর্য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ধৈ</w:t>
      </w:r>
      <w:r w:rsidR="00815544">
        <w:rPr>
          <w:rFonts w:hint="cs"/>
          <w:cs/>
          <w:lang w:bidi="bn-IN"/>
        </w:rPr>
        <w:t>র্যে</w:t>
      </w:r>
      <w:r>
        <w:rPr>
          <w:rFonts w:hint="cs"/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শান্তিদাতা</w:t>
      </w:r>
      <w:r>
        <w:t xml:space="preserve">,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মাঠে।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মালিকশূন্য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কুতাইবা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সুন্দর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7636D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lastRenderedPageBreak/>
              <w:t>مررْتُ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على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7636D9">
              <w:rPr>
                <w:rFonts w:hint="eastAsia"/>
                <w:rtl/>
              </w:rPr>
              <w:t>بْياتِ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آلِ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مُحمّدٍ</w:t>
            </w:r>
            <w:r w:rsidRPr="007636D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7636D9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t>فلمْ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7636D9">
              <w:rPr>
                <w:rFonts w:hint="eastAsia"/>
                <w:rtl/>
              </w:rPr>
              <w:t>رها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7636D9">
              <w:rPr>
                <w:rFonts w:hint="eastAsia"/>
                <w:rtl/>
              </w:rPr>
              <w:t>مْثالها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يوْم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حلّتِ</w:t>
            </w:r>
            <w:r w:rsidRPr="007636D9">
              <w:rPr>
                <w:rtl/>
              </w:rPr>
              <w:br/>
              <w:t> </w:t>
            </w:r>
          </w:p>
        </w:tc>
      </w:tr>
    </w:tbl>
    <w:p w:rsidR="005437D5" w:rsidRPr="007636D9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7636D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t>فلا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يُبْعِدُ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اللّهُ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الدِّيار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و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7636D9">
              <w:rPr>
                <w:rFonts w:hint="eastAsia"/>
                <w:rtl/>
              </w:rPr>
              <w:t>هْلها</w:t>
            </w:r>
            <w:r w:rsidRPr="007636D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7636D9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t>و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انْ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7636D9">
              <w:rPr>
                <w:rFonts w:hint="eastAsia"/>
                <w:rtl/>
              </w:rPr>
              <w:t>صْبحتْ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مِنْهُمْ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بِزعْمى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تخلّتِ</w:t>
            </w:r>
            <w:r w:rsidRPr="007636D9">
              <w:rPr>
                <w:rtl/>
              </w:rPr>
              <w:br/>
              <w:t> </w:t>
            </w:r>
          </w:p>
        </w:tc>
      </w:tr>
    </w:tbl>
    <w:p w:rsidR="005437D5" w:rsidRPr="007636D9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7636D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7636D9" w:rsidRDefault="00F62D24" w:rsidP="00E2326C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5437D5" w:rsidRPr="007636D9">
              <w:rPr>
                <w:rFonts w:hint="eastAsia"/>
                <w:rtl/>
              </w:rPr>
              <w:t>لا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انّ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قتْلى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الطّفِّ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مِنْ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آلِ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هاشِمٍ</w:t>
            </w:r>
            <w:r w:rsidR="005437D5" w:rsidRPr="007636D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7636D9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7636D9" w:rsidRDefault="00F62D24" w:rsidP="00E2326C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5437D5" w:rsidRPr="007636D9">
              <w:rPr>
                <w:rFonts w:hint="eastAsia"/>
                <w:rtl/>
              </w:rPr>
              <w:t>ذلّتْ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رِقاب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الْمُسْلِمين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فذلّتِ</w:t>
            </w:r>
            <w:r w:rsidR="005437D5" w:rsidRPr="007636D9">
              <w:rPr>
                <w:rtl/>
              </w:rPr>
              <w:br/>
              <w:t> </w:t>
            </w:r>
          </w:p>
        </w:tc>
      </w:tr>
    </w:tbl>
    <w:p w:rsidR="005437D5" w:rsidRPr="007636D9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7636D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t>و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كانُوا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غِياثا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ثُمّ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7636D9">
              <w:rPr>
                <w:rFonts w:hint="eastAsia"/>
                <w:rtl/>
              </w:rPr>
              <w:t>ضْحوا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رزِيّةً</w:t>
            </w:r>
            <w:r w:rsidRPr="007636D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7636D9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t>لقدْ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عظُمتْ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تِلْك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الرّزايا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و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جلّتِ</w:t>
            </w:r>
            <w:r w:rsidRPr="007636D9">
              <w:rPr>
                <w:rtl/>
              </w:rPr>
              <w:br/>
              <w:t> </w:t>
            </w:r>
          </w:p>
        </w:tc>
      </w:tr>
    </w:tbl>
    <w:p w:rsidR="005437D5" w:rsidRPr="007636D9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7636D9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7636D9" w:rsidRDefault="00F62D24" w:rsidP="00E2326C">
            <w:pPr>
              <w:pStyle w:val="libPoem"/>
            </w:pPr>
            <w:r>
              <w:rPr>
                <w:rFonts w:hint="eastAsia"/>
                <w:rtl/>
              </w:rPr>
              <w:t xml:space="preserve"> أ</w:t>
            </w:r>
            <w:r w:rsidR="005437D5" w:rsidRPr="007636D9">
              <w:rPr>
                <w:rFonts w:hint="eastAsia"/>
                <w:rtl/>
              </w:rPr>
              <w:t>لمْ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تر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5437D5" w:rsidRPr="007636D9">
              <w:rPr>
                <w:rFonts w:hint="eastAsia"/>
                <w:rtl/>
              </w:rPr>
              <w:t>نّ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الشّمْسً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أ</w:t>
            </w:r>
            <w:r w:rsidR="005437D5" w:rsidRPr="007636D9">
              <w:rPr>
                <w:rFonts w:hint="eastAsia"/>
                <w:rtl/>
              </w:rPr>
              <w:t>ضْحتْ</w:t>
            </w:r>
            <w:r w:rsidR="005437D5" w:rsidRPr="007636D9">
              <w:rPr>
                <w:rtl/>
              </w:rPr>
              <w:t xml:space="preserve"> </w:t>
            </w:r>
            <w:r w:rsidR="005437D5" w:rsidRPr="007636D9">
              <w:rPr>
                <w:rFonts w:hint="eastAsia"/>
                <w:rtl/>
              </w:rPr>
              <w:t>مريضةً</w:t>
            </w:r>
            <w:r w:rsidR="005437D5" w:rsidRPr="007636D9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7636D9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7636D9" w:rsidRDefault="005437D5" w:rsidP="00E2326C">
            <w:pPr>
              <w:pStyle w:val="libPoem"/>
            </w:pPr>
            <w:r w:rsidRPr="007636D9">
              <w:rPr>
                <w:rFonts w:hint="eastAsia"/>
                <w:rtl/>
              </w:rPr>
              <w:t>لِفقْدِ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حُسيْنِ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والْبِلادُ</w:t>
            </w:r>
            <w:r w:rsidRPr="007636D9">
              <w:rPr>
                <w:rtl/>
              </w:rPr>
              <w:t xml:space="preserve"> </w:t>
            </w:r>
            <w:r w:rsidRPr="007636D9">
              <w:rPr>
                <w:rFonts w:hint="eastAsia"/>
                <w:rtl/>
              </w:rPr>
              <w:t>اقْشعرّتِ</w:t>
            </w:r>
            <w:r w:rsidRPr="007636D9">
              <w:rPr>
                <w:rtl/>
              </w:rPr>
              <w:br/>
              <w:t> </w:t>
            </w:r>
          </w:p>
        </w:tc>
      </w:tr>
    </w:tbl>
    <w:p w:rsidR="005437D5" w:rsidRPr="007636D9" w:rsidRDefault="005437D5" w:rsidP="005437D5"/>
    <w:p w:rsidR="005437D5" w:rsidRDefault="005437D5" w:rsidP="00852B2F">
      <w:pPr>
        <w:pStyle w:val="libNormal"/>
      </w:pPr>
      <w:r>
        <w:rPr>
          <w:rFonts w:hint="cs"/>
          <w:cs/>
          <w:lang w:bidi="bn-IN"/>
        </w:rPr>
        <w:t>মুহাম্মদের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বংশধরদের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</w:t>
      </w:r>
      <w:r w:rsidR="00852B2F">
        <w:rPr>
          <w:cs/>
          <w:lang w:bidi="bn-IN"/>
        </w:rPr>
        <w:t>লা</w:t>
      </w:r>
      <w:r>
        <w:rPr>
          <w:rFonts w:hint="cs"/>
          <w:cs/>
          <w:lang w:bidi="bn-IN"/>
        </w:rPr>
        <w:t>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বংশধরেরা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t xml:space="preserve">,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 w:rsidR="00852B2F">
        <w:rPr>
          <w:cs/>
          <w:lang w:bidi="bn-IN"/>
        </w:rPr>
        <w:t>গৃ</w:t>
      </w:r>
      <w:r>
        <w:rPr>
          <w:rFonts w:hint="cs"/>
          <w:cs/>
          <w:lang w:bidi="bn-IN"/>
        </w:rPr>
        <w:t>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গৃহের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মালিককে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রহমত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বঞ্চিত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মালিকবিহীন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জেনে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কারবালায়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ঘাড়ে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বোঝা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বংশধরেরা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আশ্রয়স্থল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বিপদাপদ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ভয়ানক।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আকাশের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সূর্য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স্লান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গিযেছিল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পৃথিবী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তীব্র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প্রকম্পিত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</w:t>
      </w:r>
      <w:r>
        <w:t>?</w:t>
      </w:r>
    </w:p>
    <w:p w:rsidR="005437D5" w:rsidRDefault="005437D5" w:rsidP="005437D5">
      <w:pPr>
        <w:pStyle w:val="libNormal"/>
      </w:pPr>
      <w:r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বংশধরেরা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শোকাভিভূত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তেমনিভাবে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শোকাভিভূত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5437D5" w:rsidRDefault="005437D5" w:rsidP="005437D5">
      <w:pPr>
        <w:pStyle w:val="libNormal"/>
      </w:pPr>
    </w:p>
    <w:p w:rsidR="005437D5" w:rsidRDefault="005437D5" w:rsidP="005437D5">
      <w:pPr>
        <w:pStyle w:val="Heading2Center"/>
      </w:pPr>
      <w:bookmarkStart w:id="114" w:name="_Toc501196995"/>
      <w:bookmarkStart w:id="115" w:name="_Toc501222505"/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 ক্রন্দন</w:t>
      </w:r>
      <w:bookmarkEnd w:id="114"/>
      <w:bookmarkEnd w:id="115"/>
    </w:p>
    <w:p w:rsidR="005437D5" w:rsidRDefault="005437D5" w:rsidP="00D82F64">
      <w:pPr>
        <w:pStyle w:val="libNormal"/>
      </w:pP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ধৈর্য</w:t>
      </w:r>
      <w:r w:rsidR="00D82F64">
        <w:rPr>
          <w:cs/>
          <w:lang w:bidi="bn-IN"/>
        </w:rPr>
        <w:t>শী</w:t>
      </w:r>
      <w:r>
        <w:rPr>
          <w:rFonts w:hint="cs"/>
          <w:cs/>
          <w:lang w:bidi="bn-IN"/>
        </w:rPr>
        <w:t>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সহিষ্ণু</w:t>
      </w:r>
      <w:r>
        <w:rPr>
          <w:cs/>
          <w:lang w:bidi="bn-IN"/>
        </w:rPr>
        <w:t xml:space="preserve"> </w:t>
      </w:r>
      <w:r w:rsidR="00D82F64">
        <w:rPr>
          <w:rFonts w:hint="cs"/>
          <w:cs/>
          <w:lang w:bidi="bn-IN"/>
        </w:rPr>
        <w:t>হ</w:t>
      </w:r>
      <w:r>
        <w:rPr>
          <w:rFonts w:hint="cs"/>
          <w:cs/>
          <w:lang w:bidi="bn-IN"/>
        </w:rPr>
        <w:t>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বিপদের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কষ্টের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জাফর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সাদেক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চল্লিশ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কেদেছিলেন।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চল্লিশ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দিবাভাগে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ইবাদত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বন্দেগী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কাটাতেন।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ইফতারের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প্রভু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ইফতার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বলতেন</w:t>
      </w:r>
      <w:r>
        <w:rPr>
          <w:cs/>
          <w:lang w:bidi="bn-IN"/>
        </w:rPr>
        <w:t>-</w:t>
      </w:r>
    </w:p>
    <w:p w:rsidR="005437D5" w:rsidRDefault="005437D5" w:rsidP="005437D5">
      <w:pPr>
        <w:pStyle w:val="libAr"/>
      </w:pPr>
      <w:r>
        <w:rPr>
          <w:rFonts w:hint="eastAsia"/>
          <w:rtl/>
        </w:rPr>
        <w:t>قُتِل</w:t>
      </w:r>
      <w:r>
        <w:rPr>
          <w:rtl/>
        </w:rPr>
        <w:t xml:space="preserve"> </w:t>
      </w:r>
      <w:r>
        <w:rPr>
          <w:rFonts w:hint="eastAsia"/>
          <w:rtl/>
        </w:rPr>
        <w:t>ابْنُ</w:t>
      </w:r>
      <w:r>
        <w:rPr>
          <w:rtl/>
        </w:rPr>
        <w:t xml:space="preserve"> </w:t>
      </w:r>
      <w:r>
        <w:rPr>
          <w:rFonts w:hint="eastAsia"/>
          <w:rtl/>
        </w:rPr>
        <w:t>رسُولِ</w:t>
      </w:r>
      <w:r>
        <w:rPr>
          <w:rtl/>
        </w:rPr>
        <w:t xml:space="preserve"> </w:t>
      </w:r>
      <w:r>
        <w:rPr>
          <w:rFonts w:hint="eastAsia"/>
          <w:rtl/>
        </w:rPr>
        <w:t>اللّهِ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جائِعا،</w:t>
      </w:r>
      <w:r>
        <w:rPr>
          <w:rtl/>
        </w:rPr>
        <w:t xml:space="preserve"> </w:t>
      </w:r>
      <w:r>
        <w:rPr>
          <w:rFonts w:hint="eastAsia"/>
          <w:rtl/>
        </w:rPr>
        <w:t>قُتِل</w:t>
      </w:r>
      <w:r>
        <w:rPr>
          <w:rtl/>
        </w:rPr>
        <w:t xml:space="preserve"> </w:t>
      </w:r>
      <w:r>
        <w:rPr>
          <w:rFonts w:hint="eastAsia"/>
          <w:rtl/>
        </w:rPr>
        <w:t>ابْنُ</w:t>
      </w:r>
      <w:r>
        <w:rPr>
          <w:rtl/>
        </w:rPr>
        <w:t xml:space="preserve"> </w:t>
      </w:r>
      <w:r>
        <w:rPr>
          <w:rFonts w:hint="eastAsia"/>
          <w:rtl/>
        </w:rPr>
        <w:t>رسُولِ</w:t>
      </w:r>
      <w:r>
        <w:rPr>
          <w:rtl/>
        </w:rPr>
        <w:t xml:space="preserve"> </w:t>
      </w:r>
      <w:r>
        <w:rPr>
          <w:rFonts w:hint="eastAsia"/>
          <w:rtl/>
        </w:rPr>
        <w:t>اللّهِ</w:t>
      </w:r>
      <w:r>
        <w:rPr>
          <w:rtl/>
        </w:rPr>
        <w:t xml:space="preserve"> </w:t>
      </w:r>
      <w:r>
        <w:rPr>
          <w:rFonts w:hint="eastAsia"/>
          <w:rtl/>
        </w:rPr>
        <w:t>عطْشانا</w:t>
      </w:r>
    </w:p>
    <w:p w:rsidR="005437D5" w:rsidRDefault="005437D5" w:rsidP="00D82F64">
      <w:pPr>
        <w:pStyle w:val="libNormal"/>
      </w:pPr>
      <w:proofErr w:type="gramStart"/>
      <w:r>
        <w:rPr>
          <w:rFonts w:hint="eastAsia"/>
        </w:rPr>
        <w:t>“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.)</w:t>
      </w:r>
      <w:proofErr w:type="gramEnd"/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দৌহিত্র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ক্ষুধার্তাবস্থায়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t xml:space="preserve">,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তৃষ্ণার্তাবস্থায়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কাদতেন।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</w:t>
      </w:r>
      <w:r w:rsidR="00D82F64">
        <w:rPr>
          <w:cs/>
          <w:lang w:bidi="bn-IN"/>
        </w:rPr>
        <w:t>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পানির</w:t>
      </w:r>
      <w:r>
        <w:rPr>
          <w:cs/>
          <w:lang w:bidi="bn-IN"/>
        </w:rPr>
        <w:t xml:space="preserve"> </w:t>
      </w:r>
      <w:r w:rsidR="00D82F64">
        <w:rPr>
          <w:cs/>
          <w:lang w:bidi="bn-IN"/>
        </w:rPr>
        <w:t>সা</w:t>
      </w:r>
      <w:r>
        <w:rPr>
          <w:rFonts w:hint="cs"/>
          <w:cs/>
          <w:lang w:bidi="bn-IN"/>
        </w:rPr>
        <w:t>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মিশে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আমৃত্য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</w:p>
    <w:p w:rsidR="005437D5" w:rsidRDefault="005437D5" w:rsidP="00D82F64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মরুভূমির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পিছু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দেখলাম</w:t>
      </w:r>
      <w:r>
        <w:t xml:space="preserve">,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পাথরের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 w:rsidR="00D82F64">
        <w:rPr>
          <w:cs/>
          <w:lang w:bidi="bn-IN"/>
        </w:rPr>
        <w:t>শুন</w:t>
      </w:r>
      <w:r>
        <w:rPr>
          <w:rFonts w:hint="cs"/>
          <w:cs/>
          <w:lang w:bidi="bn-IN"/>
        </w:rPr>
        <w:t>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</w:p>
    <w:p w:rsidR="005437D5" w:rsidRDefault="005437D5" w:rsidP="005437D5">
      <w:pPr>
        <w:pStyle w:val="libAr"/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اللّهُ</w:t>
      </w:r>
      <w:r>
        <w:rPr>
          <w:rtl/>
        </w:rPr>
        <w:t xml:space="preserve"> </w:t>
      </w:r>
      <w:r>
        <w:rPr>
          <w:rFonts w:hint="eastAsia"/>
          <w:rtl/>
        </w:rPr>
        <w:t>حقّا</w:t>
      </w:r>
      <w:r>
        <w:rPr>
          <w:rtl/>
        </w:rPr>
        <w:t xml:space="preserve"> </w:t>
      </w:r>
      <w:r>
        <w:rPr>
          <w:rFonts w:hint="eastAsia"/>
          <w:rtl/>
        </w:rPr>
        <w:t>حقّا،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اللّهُ</w:t>
      </w:r>
      <w:r>
        <w:rPr>
          <w:rtl/>
        </w:rPr>
        <w:t xml:space="preserve"> </w:t>
      </w:r>
      <w:r>
        <w:rPr>
          <w:rFonts w:hint="eastAsia"/>
          <w:rtl/>
        </w:rPr>
        <w:t>تعبُّدا</w:t>
      </w:r>
      <w:r>
        <w:rPr>
          <w:rtl/>
        </w:rPr>
        <w:t xml:space="preserve"> </w:t>
      </w:r>
      <w:r>
        <w:rPr>
          <w:rFonts w:hint="eastAsia"/>
          <w:rtl/>
        </w:rPr>
        <w:t>ورِقّا،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اللّهُ</w:t>
      </w:r>
      <w:r>
        <w:rPr>
          <w:rtl/>
        </w:rPr>
        <w:t xml:space="preserve"> </w:t>
      </w:r>
      <w:r>
        <w:rPr>
          <w:rFonts w:hint="eastAsia"/>
          <w:rtl/>
        </w:rPr>
        <w:t>ايمانا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تصْديقا</w:t>
      </w:r>
    </w:p>
    <w:p w:rsidR="005437D5" w:rsidRDefault="005437D5" w:rsidP="00D82F64">
      <w:pPr>
        <w:pStyle w:val="libNormal"/>
      </w:pPr>
      <w:r>
        <w:rPr>
          <w:rFonts w:hint="cs"/>
          <w:cs/>
          <w:lang w:bidi="bn-IN"/>
        </w:rPr>
        <w:t>পড়লেন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সিজদা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উঠালেন</w:t>
      </w:r>
      <w:r>
        <w:t xml:space="preserve">; </w:t>
      </w:r>
      <w:r>
        <w:rPr>
          <w:rFonts w:hint="cs"/>
          <w:cs/>
          <w:lang w:bidi="bn-IN"/>
        </w:rPr>
        <w:t>দেখলাম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বদনমণ্ডল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চোখের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বললাম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প্রভু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মওলা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t xml:space="preserve">, </w:t>
      </w:r>
      <w:r>
        <w:rPr>
          <w:rFonts w:hint="cs"/>
          <w:cs/>
          <w:lang w:bidi="bn-IN"/>
        </w:rPr>
        <w:t>আপনার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আক্ষেপ</w:t>
      </w:r>
      <w:r>
        <w:t xml:space="preserve">, </w:t>
      </w:r>
      <w:r>
        <w:rPr>
          <w:rFonts w:hint="cs"/>
          <w:cs/>
          <w:lang w:bidi="bn-IN"/>
        </w:rPr>
        <w:t>ইয়াকুব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ইসহাক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ইব্রাহীম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১২জন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পুত্রকে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দৃষ্টিশক্তির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চুলগুলো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</w:t>
      </w:r>
      <w:r w:rsidR="00D82F64">
        <w:rPr>
          <w:cs/>
          <w:lang w:bidi="bn-IN"/>
        </w:rPr>
        <w:t>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কোমর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অনবরত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তার</w:t>
      </w:r>
      <w:r>
        <w:rPr>
          <w:cs/>
          <w:lang w:bidi="bn-IN"/>
        </w:rPr>
        <w:t xml:space="preserve"> </w:t>
      </w:r>
      <w:r w:rsidR="00E2326C">
        <w:rPr>
          <w:rFonts w:hint="cs"/>
          <w:cs/>
          <w:lang w:bidi="bn-IN"/>
        </w:rPr>
        <w:t>দু</w:t>
      </w:r>
      <w:r w:rsidR="00E2326C" w:rsidRPr="00E2326C">
        <w:rPr>
          <w:rStyle w:val="libEnChar"/>
          <w:rFonts w:hint="cs"/>
        </w:rPr>
        <w:t>’</w:t>
      </w:r>
      <w:r>
        <w:rPr>
          <w:rFonts w:hint="cs"/>
          <w:cs/>
          <w:lang w:bidi="bn-IN"/>
        </w:rPr>
        <w:t>চোখ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ঠিকই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স্বচক্ষে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t xml:space="preserve">, </w:t>
      </w:r>
      <w:r>
        <w:rPr>
          <w:rFonts w:hint="cs"/>
          <w:cs/>
          <w:lang w:bidi="bn-IN"/>
        </w:rPr>
        <w:t>ভাই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দেখেছি।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দুঃখের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থামবে</w:t>
      </w:r>
      <w:r>
        <w:t>?</w:t>
      </w:r>
    </w:p>
    <w:p w:rsidR="005437D5" w:rsidRDefault="00D82F64" w:rsidP="005437D5">
      <w:pPr>
        <w:pStyle w:val="libNormal"/>
      </w:pPr>
      <w:r>
        <w:rPr>
          <w:cs/>
          <w:lang w:bidi="bn-IN"/>
        </w:rPr>
        <w:t>গ্র</w:t>
      </w:r>
      <w:r w:rsidR="005437D5">
        <w:rPr>
          <w:rFonts w:hint="cs"/>
          <w:cs/>
          <w:lang w:bidi="bn-IN"/>
        </w:rPr>
        <w:t>ন্থ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প্রণেতা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বলেন</w:t>
      </w:r>
      <w:r w:rsidR="005437D5">
        <w:rPr>
          <w:cs/>
          <w:lang w:bidi="bn-IN"/>
        </w:rPr>
        <w:t>-</w:t>
      </w:r>
      <w:r w:rsidR="005437D5">
        <w:rPr>
          <w:rFonts w:hint="cs"/>
          <w:cs/>
          <w:lang w:bidi="bn-IN"/>
        </w:rPr>
        <w:t>আমি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ঐ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সব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পুন্যাত্মদের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স্মরণে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নিম্নোক্ত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কবিতাটি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আবৃত্তি</w:t>
      </w:r>
      <w:r w:rsidR="005437D5">
        <w:rPr>
          <w:cs/>
          <w:lang w:bidi="bn-IN"/>
        </w:rPr>
        <w:t xml:space="preserve"> </w:t>
      </w:r>
      <w:r w:rsidR="005437D5">
        <w:rPr>
          <w:rFonts w:hint="cs"/>
          <w:cs/>
          <w:lang w:bidi="bn-IN"/>
        </w:rPr>
        <w:t>করছিঃ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40392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40392E" w:rsidRDefault="005437D5" w:rsidP="00E2326C">
            <w:pPr>
              <w:pStyle w:val="libPoem"/>
            </w:pPr>
            <w:r w:rsidRPr="0040392E">
              <w:rPr>
                <w:rFonts w:hint="eastAsia"/>
                <w:rtl/>
              </w:rPr>
              <w:t>منْ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مُخْبِرُ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الْمُلْبِسينا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بِانْتِزاحِهِمُ</w:t>
            </w:r>
            <w:r w:rsidRPr="0040392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40392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40392E" w:rsidRDefault="005437D5" w:rsidP="00E2326C">
            <w:pPr>
              <w:pStyle w:val="libPoem"/>
            </w:pPr>
            <w:r w:rsidRPr="0040392E">
              <w:rPr>
                <w:rFonts w:hint="eastAsia"/>
                <w:rtl/>
              </w:rPr>
              <w:t>ثوْبا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مِن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الْحُزْنِ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لا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يبْلى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و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يُبْلينا</w:t>
            </w:r>
            <w:r w:rsidRPr="0040392E">
              <w:rPr>
                <w:rtl/>
              </w:rPr>
              <w:br/>
              <w:t> </w:t>
            </w:r>
          </w:p>
        </w:tc>
      </w:tr>
    </w:tbl>
    <w:p w:rsidR="005437D5" w:rsidRPr="0040392E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40392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40392E" w:rsidRDefault="005437D5" w:rsidP="00E2326C">
            <w:pPr>
              <w:pStyle w:val="libPoem"/>
            </w:pPr>
            <w:r w:rsidRPr="0040392E">
              <w:rPr>
                <w:rFonts w:hint="eastAsia"/>
                <w:rtl/>
              </w:rPr>
              <w:t>انّ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الزّمان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الّذى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قدْ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كان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يُضْحِكُنا</w:t>
            </w:r>
            <w:r w:rsidRPr="0040392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40392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40392E" w:rsidRDefault="005437D5" w:rsidP="00E2326C">
            <w:pPr>
              <w:pStyle w:val="libPoem"/>
            </w:pPr>
            <w:r w:rsidRPr="0040392E">
              <w:rPr>
                <w:rFonts w:hint="eastAsia"/>
                <w:rtl/>
              </w:rPr>
              <w:t>بِقُرْبِهِمْ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صار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بِالتّفْريقِ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يُبْكينا</w:t>
            </w:r>
            <w:r w:rsidRPr="0040392E">
              <w:rPr>
                <w:rtl/>
              </w:rPr>
              <w:br/>
              <w:t> </w:t>
            </w:r>
          </w:p>
        </w:tc>
      </w:tr>
    </w:tbl>
    <w:p w:rsidR="005437D5" w:rsidRPr="0040392E" w:rsidRDefault="005437D5" w:rsidP="005437D5"/>
    <w:tbl>
      <w:tblPr>
        <w:tblStyle w:val="TableGrid"/>
        <w:bidiVisual/>
        <w:tblW w:w="4562" w:type="pct"/>
        <w:tblInd w:w="384" w:type="dxa"/>
        <w:tblLook w:val="01E0"/>
      </w:tblPr>
      <w:tblGrid>
        <w:gridCol w:w="4238"/>
        <w:gridCol w:w="302"/>
        <w:gridCol w:w="4197"/>
      </w:tblGrid>
      <w:tr w:rsidR="005437D5" w:rsidRPr="0040392E" w:rsidTr="00E2326C">
        <w:trPr>
          <w:trHeight w:val="350"/>
        </w:trPr>
        <w:tc>
          <w:tcPr>
            <w:tcW w:w="4238" w:type="dxa"/>
            <w:shd w:val="clear" w:color="auto" w:fill="auto"/>
          </w:tcPr>
          <w:p w:rsidR="005437D5" w:rsidRPr="0040392E" w:rsidRDefault="005437D5" w:rsidP="00E2326C">
            <w:pPr>
              <w:pStyle w:val="libPoem"/>
            </w:pPr>
            <w:r w:rsidRPr="0040392E">
              <w:rPr>
                <w:rFonts w:hint="eastAsia"/>
                <w:rtl/>
              </w:rPr>
              <w:t>حالتْ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لِفُقْدانِهِمْ</w:t>
            </w:r>
            <w:r w:rsidR="00F62D24">
              <w:rPr>
                <w:rtl/>
              </w:rPr>
              <w:t xml:space="preserve"> </w:t>
            </w:r>
            <w:r w:rsidR="00F62D24">
              <w:rPr>
                <w:rFonts w:hint="eastAsia"/>
                <w:rtl/>
              </w:rPr>
              <w:t>أ</w:t>
            </w:r>
            <w:r w:rsidRPr="0040392E">
              <w:rPr>
                <w:rFonts w:hint="eastAsia"/>
                <w:rtl/>
              </w:rPr>
              <w:t>يّامُنا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فغدتْ</w:t>
            </w:r>
            <w:r w:rsidRPr="0040392E">
              <w:rPr>
                <w:rtl/>
              </w:rPr>
              <w:br/>
              <w:t> </w:t>
            </w:r>
          </w:p>
        </w:tc>
        <w:tc>
          <w:tcPr>
            <w:tcW w:w="302" w:type="dxa"/>
            <w:shd w:val="clear" w:color="auto" w:fill="auto"/>
          </w:tcPr>
          <w:p w:rsidR="005437D5" w:rsidRPr="0040392E" w:rsidRDefault="005437D5" w:rsidP="00E2326C">
            <w:pPr>
              <w:pStyle w:val="libPoem"/>
              <w:rPr>
                <w:szCs w:val="24"/>
                <w:rtl/>
              </w:rPr>
            </w:pPr>
          </w:p>
        </w:tc>
        <w:tc>
          <w:tcPr>
            <w:tcW w:w="4197" w:type="dxa"/>
            <w:shd w:val="clear" w:color="auto" w:fill="auto"/>
          </w:tcPr>
          <w:p w:rsidR="005437D5" w:rsidRPr="0040392E" w:rsidRDefault="005437D5" w:rsidP="00E2326C">
            <w:pPr>
              <w:pStyle w:val="libPoem"/>
            </w:pPr>
            <w:r w:rsidRPr="0040392E">
              <w:rPr>
                <w:rFonts w:hint="eastAsia"/>
                <w:rtl/>
              </w:rPr>
              <w:t>سُودا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وكانتْ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بِهِمْ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بِيضا</w:t>
            </w:r>
            <w:r w:rsidRPr="0040392E">
              <w:rPr>
                <w:rtl/>
              </w:rPr>
              <w:t xml:space="preserve"> </w:t>
            </w:r>
            <w:r w:rsidRPr="0040392E">
              <w:rPr>
                <w:rFonts w:hint="eastAsia"/>
                <w:rtl/>
              </w:rPr>
              <w:t>ليالينا</w:t>
            </w:r>
            <w:r w:rsidRPr="0040392E">
              <w:rPr>
                <w:rtl/>
              </w:rPr>
              <w:br/>
              <w:t> </w:t>
            </w:r>
          </w:p>
        </w:tc>
      </w:tr>
    </w:tbl>
    <w:p w:rsidR="005437D5" w:rsidRPr="0040392E" w:rsidRDefault="005437D5" w:rsidP="005437D5"/>
    <w:p w:rsidR="005437D5" w:rsidRDefault="005437D5" w:rsidP="00D82F64">
      <w:pPr>
        <w:pStyle w:val="libNormal"/>
      </w:pP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</w:t>
      </w:r>
      <w:r w:rsidR="00D82F64">
        <w:rPr>
          <w:cs/>
          <w:lang w:bidi="bn-IN"/>
        </w:rPr>
        <w:t>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 w:rsidRPr="00164E0A">
        <w:rPr>
          <w:rStyle w:val="libEnChar"/>
        </w:rPr>
        <w:t>“</w:t>
      </w:r>
      <w:r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বিচ্ছেদে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পোশাক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কখনও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পুরোনো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ধ্বংস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পতিত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সান্নিধ্যে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হাসিখু</w:t>
      </w:r>
      <w:r w:rsidR="00D82F64">
        <w:rPr>
          <w:cs/>
          <w:lang w:bidi="bn-IN"/>
        </w:rPr>
        <w:t>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কাদি।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শোচনীয়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তিমিরাচ্ছন্ন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গেছে</w:t>
      </w:r>
      <w:r>
        <w:rPr>
          <w:cs/>
          <w:lang w:bidi="bn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এককালে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উজ্জ্বল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 w:rsidR="00D82F64">
        <w:rPr>
          <w:rFonts w:hint="cs"/>
          <w:cs/>
          <w:lang w:bidi="bn-IN"/>
        </w:rPr>
        <w:t>অন্ধকা</w:t>
      </w:r>
      <w:r w:rsidR="00D82F64">
        <w:rPr>
          <w:cs/>
          <w:lang w:bidi="bn-IN"/>
        </w:rPr>
        <w:t>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আলোকিত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ছিল।</w:t>
      </w:r>
    </w:p>
    <w:p w:rsidR="00E457C0" w:rsidRDefault="005437D5" w:rsidP="00D82F64">
      <w:pPr>
        <w:pStyle w:val="libNormal"/>
      </w:pPr>
      <w:r>
        <w:rPr>
          <w:rFonts w:hint="cs"/>
          <w:cs/>
          <w:lang w:bidi="bn-IN"/>
        </w:rPr>
        <w:t>বইটির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এখানেই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সমাপ্তি।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জ্ঞাত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কলেবরের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="00D82F64">
        <w:rPr>
          <w:cs/>
          <w:lang w:bidi="bn-IN"/>
        </w:rPr>
        <w:t>ছো</w:t>
      </w:r>
      <w:r>
        <w:rPr>
          <w:rFonts w:hint="cs"/>
          <w:cs/>
          <w:lang w:bidi="bn-IN"/>
        </w:rPr>
        <w:t>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সত্ত্বেও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হোসইনের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কারবালার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ইতিহাসের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পুস্তক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বইটি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সর্বাধিক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উন্নত।</w:t>
      </w:r>
    </w:p>
    <w:p w:rsidR="00B62A1D" w:rsidRPr="007C26B4" w:rsidRDefault="00B62A1D" w:rsidP="007C26B4">
      <w:r>
        <w:rPr>
          <w:lang w:bidi="bn-IN"/>
        </w:rPr>
        <w:br w:type="page"/>
      </w:r>
    </w:p>
    <w:p w:rsidR="00B62A1D" w:rsidRDefault="00B62A1D" w:rsidP="00B62A1D">
      <w:pPr>
        <w:pStyle w:val="Heading1"/>
      </w:pPr>
      <w:bookmarkStart w:id="116" w:name="_Toc501196996"/>
      <w:bookmarkStart w:id="117" w:name="_Toc501222506"/>
      <w:r>
        <w:rPr>
          <w:cs/>
          <w:lang w:bidi="bn-IN"/>
        </w:rPr>
        <w:lastRenderedPageBreak/>
        <w:t>তথ্যসূত্রঃ</w:t>
      </w:r>
      <w:bookmarkEnd w:id="116"/>
      <w:bookmarkEnd w:id="117"/>
    </w:p>
    <w:p w:rsidR="00B62A1D" w:rsidRDefault="00B62A1D" w:rsidP="00B62A1D">
      <w:pPr>
        <w:pStyle w:val="libFootnote"/>
      </w:pPr>
      <w:r>
        <w:rPr>
          <w:cs/>
          <w:lang w:bidi="bn-IN"/>
        </w:rPr>
        <w:t>১</w:t>
      </w:r>
      <w:r>
        <w:t xml:space="preserve">. </w:t>
      </w:r>
      <w:r>
        <w:rPr>
          <w:rFonts w:hint="cs"/>
          <w:cs/>
          <w:lang w:bidi="bn-IN"/>
        </w:rPr>
        <w:t>মুহাদ্দেস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মুরুযুজ্জাহাব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মুরাদী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মুরাদ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প্রধান।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বর্মধারী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পদাতিক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চলত।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চুক্তিবদ্ধ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সৈন্য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ত্রিশ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হাজার।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হাবিবুস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সিয়ারে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কুফার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গণ্যমান্য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শ্রেণীর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রেওয়ায়েত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.)</w:t>
      </w:r>
      <w:r w:rsidR="00F00A89">
        <w:rPr>
          <w:lang w:bidi="bn-IN"/>
        </w:rPr>
        <w:t xml:space="preserve"> </w:t>
      </w:r>
      <w:r>
        <w:rPr>
          <w:rFonts w:hint="cs"/>
          <w:cs/>
          <w:lang w:bidi="bn-IN"/>
        </w:rPr>
        <w:t>সাক্ষাত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৮৯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শাহাদত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</w:p>
    <w:p w:rsidR="00B62A1D" w:rsidRDefault="00B62A1D" w:rsidP="00B62A1D">
      <w:pPr>
        <w:pStyle w:val="libFootnote"/>
      </w:pPr>
      <w:r>
        <w:rPr>
          <w:cs/>
          <w:lang w:bidi="bn-IN"/>
        </w:rPr>
        <w:t>২</w:t>
      </w:r>
      <w:r>
        <w:t xml:space="preserve">. </w:t>
      </w:r>
      <w:r>
        <w:rPr>
          <w:rFonts w:hint="cs"/>
          <w:cs/>
          <w:lang w:bidi="bn-IN"/>
        </w:rPr>
        <w:t>নাছেখ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লিখেছেন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আশ্রয়দাতা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উরওয়ার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পরামর্শ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বাহিরে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বান্ধবরা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শীঘ্রই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তরবারীটি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নাও।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মনোযোগ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চিন্তা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নিরাপদে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</w:p>
    <w:p w:rsidR="00B62A1D" w:rsidRDefault="00B62A1D" w:rsidP="00B62A1D">
      <w:pPr>
        <w:pStyle w:val="libFootnote"/>
      </w:pPr>
      <w:r>
        <w:rPr>
          <w:rFonts w:hint="cs"/>
          <w:cs/>
          <w:lang w:bidi="bn-IN"/>
        </w:rPr>
        <w:t>ওবায়দুল্লাহ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সংবাদ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শয্যাশায়ী।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অসুখের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পেরেও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ওবায়দুল্লাহ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এশার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বাড়ীতে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শয্যার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শিয়রে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দাড়ানো।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আগেই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তরবারী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আড়ালে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লুকিয়ে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সংলাপ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অসুস্থতার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পাগড়ী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ধারণা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পূর্ব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পরিকল্পনা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ফেলবে।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পুনরায়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পাগড়ীটি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খবর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পংক্তি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আওড়ালেন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</w:p>
    <w:p w:rsidR="00B62A1D" w:rsidRPr="00CE3A11" w:rsidRDefault="00B62A1D" w:rsidP="00B62A1D">
      <w:pPr>
        <w:pStyle w:val="libAr"/>
      </w:pPr>
      <w:r w:rsidRPr="00CE3A11">
        <w:rPr>
          <w:rFonts w:hint="eastAsia"/>
          <w:rtl/>
        </w:rPr>
        <w:t>ما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الانتظار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بسلم</w:t>
      </w:r>
      <w:r w:rsidRPr="00CE3A11">
        <w:rPr>
          <w:rFonts w:hint="cs"/>
          <w:rtl/>
        </w:rPr>
        <w:t>ی‌</w:t>
      </w:r>
      <w:r w:rsidRPr="00CE3A11">
        <w:rPr>
          <w:rtl/>
        </w:rPr>
        <w:t xml:space="preserve">' </w:t>
      </w:r>
      <w:r w:rsidRPr="00CE3A11">
        <w:rPr>
          <w:rFonts w:hint="eastAsia"/>
          <w:rtl/>
        </w:rPr>
        <w:t>لا</w:t>
      </w:r>
      <w:r w:rsidRPr="00CE3A11">
        <w:rPr>
          <w:rtl/>
        </w:rPr>
        <w:t xml:space="preserve"> </w:t>
      </w:r>
      <w:r w:rsidRPr="00CE3A11">
        <w:rPr>
          <w:rFonts w:hint="cs"/>
          <w:rtl/>
        </w:rPr>
        <w:t>ی</w:t>
      </w:r>
      <w:r w:rsidRPr="00CE3A11">
        <w:rPr>
          <w:rFonts w:hint="eastAsia"/>
          <w:rtl/>
        </w:rPr>
        <w:t>ح</w:t>
      </w:r>
      <w:r w:rsidRPr="00CE3A11">
        <w:rPr>
          <w:rFonts w:hint="cs"/>
          <w:rtl/>
        </w:rPr>
        <w:t>ییّ</w:t>
      </w:r>
      <w:r w:rsidRPr="00CE3A11">
        <w:rPr>
          <w:rFonts w:hint="eastAsia"/>
          <w:rtl/>
        </w:rPr>
        <w:t>وها</w:t>
      </w:r>
      <w:r>
        <w:tab/>
      </w:r>
      <w:r w:rsidRPr="00CE3A11">
        <w:rPr>
          <w:rtl/>
        </w:rPr>
        <w:t xml:space="preserve"> </w:t>
      </w:r>
      <w:r>
        <w:tab/>
      </w:r>
      <w:r w:rsidRPr="00CE3A11">
        <w:rPr>
          <w:rFonts w:hint="eastAsia"/>
          <w:rtl/>
        </w:rPr>
        <w:t>ح</w:t>
      </w:r>
      <w:r w:rsidRPr="00CE3A11">
        <w:rPr>
          <w:rFonts w:hint="cs"/>
          <w:rtl/>
        </w:rPr>
        <w:t>یّ</w:t>
      </w:r>
      <w:r w:rsidRPr="00CE3A11">
        <w:rPr>
          <w:rFonts w:hint="eastAsia"/>
          <w:rtl/>
        </w:rPr>
        <w:t>وا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سل</w:t>
      </w:r>
      <w:r w:rsidRPr="00CE3A11">
        <w:rPr>
          <w:rFonts w:hint="cs"/>
          <w:rtl/>
        </w:rPr>
        <w:t>ی</w:t>
      </w:r>
      <w:r w:rsidRPr="00CE3A11">
        <w:rPr>
          <w:rFonts w:hint="eastAsia"/>
          <w:rtl/>
        </w:rPr>
        <w:t>ما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و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ح</w:t>
      </w:r>
      <w:r w:rsidRPr="00CE3A11">
        <w:rPr>
          <w:rFonts w:hint="cs"/>
          <w:rtl/>
        </w:rPr>
        <w:t>ی</w:t>
      </w:r>
      <w:r w:rsidRPr="00CE3A11">
        <w:rPr>
          <w:rFonts w:hint="eastAsia"/>
          <w:rtl/>
        </w:rPr>
        <w:t>وا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من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مح</w:t>
      </w:r>
      <w:r w:rsidRPr="00CE3A11">
        <w:rPr>
          <w:rFonts w:hint="cs"/>
          <w:rtl/>
        </w:rPr>
        <w:t>یی</w:t>
      </w:r>
      <w:r w:rsidRPr="00CE3A11">
        <w:rPr>
          <w:rFonts w:hint="eastAsia"/>
          <w:rtl/>
        </w:rPr>
        <w:t>ها</w:t>
      </w:r>
    </w:p>
    <w:p w:rsidR="00B62A1D" w:rsidRDefault="00B62A1D" w:rsidP="00B62A1D">
      <w:pPr>
        <w:pStyle w:val="libFootnote"/>
      </w:pPr>
      <w:r>
        <w:rPr>
          <w:rFonts w:hint="cs"/>
          <w:cs/>
          <w:lang w:bidi="bn-IN"/>
        </w:rPr>
        <w:lastRenderedPageBreak/>
        <w:t>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পংক্তিগুলো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পংক্তিগুলো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আওড়ানোতে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সন্দিহান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চক্রান্তের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আশংকা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লোকটির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বারবার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আওড়াচ্ছে</w:t>
      </w:r>
      <w:r>
        <w:t xml:space="preserve">?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রোগের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প্রচণ্ডতায়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উঠে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গেল।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করলেন।</w:t>
      </w:r>
      <w:r w:rsidR="00384175">
        <w:rPr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তোমার</w:t>
      </w:r>
      <w:r>
        <w:t xml:space="preserve">?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</w:t>
      </w:r>
      <w:r>
        <w:t xml:space="preserve">?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দুই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মহিলা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কান্নাকাটি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যিয়াদকে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দ্বিতীয়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>.)</w:t>
      </w:r>
      <w:r w:rsidR="00384175">
        <w:rPr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সেখানে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বলেছেন।</w:t>
      </w:r>
    </w:p>
    <w:p w:rsidR="00B62A1D" w:rsidRPr="00CE3A11" w:rsidRDefault="00B62A1D" w:rsidP="00B62A1D">
      <w:pPr>
        <w:pStyle w:val="libAr"/>
      </w:pPr>
      <w:r w:rsidRPr="00CE3A11">
        <w:rPr>
          <w:rFonts w:hint="eastAsia"/>
          <w:rtl/>
        </w:rPr>
        <w:t>ان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الا</w:t>
      </w:r>
      <w:r w:rsidRPr="00CE3A11">
        <w:rPr>
          <w:rFonts w:hint="cs"/>
          <w:rtl/>
        </w:rPr>
        <w:t>ی</w:t>
      </w:r>
      <w:r w:rsidRPr="00CE3A11">
        <w:rPr>
          <w:rFonts w:hint="eastAsia"/>
          <w:rtl/>
        </w:rPr>
        <w:t>مان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ق</w:t>
      </w:r>
      <w:r w:rsidRPr="00CE3A11">
        <w:rPr>
          <w:rFonts w:hint="cs"/>
          <w:rtl/>
        </w:rPr>
        <w:t>ی</w:t>
      </w:r>
      <w:r w:rsidRPr="00CE3A11">
        <w:rPr>
          <w:rFonts w:hint="eastAsia"/>
          <w:rtl/>
        </w:rPr>
        <w:t>د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الفتک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و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لا</w:t>
      </w:r>
      <w:r w:rsidRPr="00CE3A11">
        <w:rPr>
          <w:rtl/>
        </w:rPr>
        <w:t xml:space="preserve"> </w:t>
      </w:r>
      <w:r w:rsidRPr="00CE3A11">
        <w:rPr>
          <w:rFonts w:hint="cs"/>
          <w:rtl/>
        </w:rPr>
        <w:t>ی</w:t>
      </w:r>
      <w:r w:rsidRPr="00CE3A11">
        <w:rPr>
          <w:rFonts w:hint="eastAsia"/>
          <w:rtl/>
        </w:rPr>
        <w:t>فتک</w:t>
      </w:r>
      <w:r w:rsidRPr="00CE3A11">
        <w:rPr>
          <w:rtl/>
        </w:rPr>
        <w:t xml:space="preserve"> </w:t>
      </w:r>
      <w:r w:rsidRPr="00CE3A11">
        <w:rPr>
          <w:rFonts w:hint="eastAsia"/>
          <w:rtl/>
        </w:rPr>
        <w:t>مسلم</w:t>
      </w:r>
    </w:p>
    <w:p w:rsidR="00B62A1D" w:rsidRDefault="00B62A1D" w:rsidP="00B62A1D">
      <w:pPr>
        <w:pStyle w:val="libFootnote"/>
        <w:rPr>
          <w:lang w:bidi="bn-IN"/>
        </w:rPr>
      </w:pPr>
      <w:r>
        <w:rPr>
          <w:rFonts w:hint="cs"/>
          <w:cs/>
          <w:lang w:bidi="bn-IN"/>
        </w:rPr>
        <w:t>ইমান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গুপ্ত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অতর্কিত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ফাসেক</w:t>
      </w:r>
      <w:r>
        <w:t xml:space="preserve">, </w:t>
      </w:r>
      <w:r>
        <w:rPr>
          <w:rFonts w:hint="cs"/>
          <w:cs/>
          <w:lang w:bidi="bn-IN"/>
        </w:rPr>
        <w:t>ফাজের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কাফের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হতো।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ধংসের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তুমি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নিজেকেও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মৃত্যুর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ঠেলে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দিয়েছ।</w:t>
      </w:r>
    </w:p>
    <w:p w:rsidR="00B62A1D" w:rsidRDefault="00B62A1D" w:rsidP="00B62A1D">
      <w:pPr>
        <w:pStyle w:val="libFootnote"/>
      </w:pPr>
      <w:r>
        <w:rPr>
          <w:cs/>
          <w:lang w:bidi="bn-IN"/>
        </w:rPr>
        <w:t>৩</w:t>
      </w:r>
      <w:r>
        <w:t xml:space="preserve">. </w:t>
      </w:r>
      <w:r>
        <w:rPr>
          <w:rFonts w:hint="cs"/>
          <w:cs/>
          <w:lang w:bidi="bn-IN"/>
        </w:rPr>
        <w:t>যুহাইর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ক্বীন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৬০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পরিজন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হজ্ব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পালন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পথিমধ্যে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একনিষ্ঠ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সমর্থক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তিতিক্ষার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বিস্ময়কর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B62A1D" w:rsidRDefault="00B62A1D" w:rsidP="00B62A1D">
      <w:pPr>
        <w:pStyle w:val="libFootnote"/>
      </w:pPr>
      <w:r>
        <w:rPr>
          <w:rFonts w:hint="cs"/>
          <w:cs/>
          <w:lang w:bidi="bn-IN"/>
        </w:rPr>
        <w:t>শেখ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মুফিদ</w:t>
      </w:r>
      <w:r>
        <w:rPr>
          <w:cs/>
          <w:lang w:bidi="bn-IN"/>
        </w:rPr>
        <w:t xml:space="preserve"> </w:t>
      </w:r>
      <w:r w:rsidRPr="00F6323C">
        <w:rPr>
          <w:rStyle w:val="libEnChar"/>
        </w:rPr>
        <w:t>‘</w:t>
      </w:r>
      <w:r>
        <w:rPr>
          <w:rFonts w:hint="cs"/>
          <w:cs/>
          <w:lang w:bidi="bn-IN"/>
        </w:rPr>
        <w:t>ইরশাদ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bn-IN"/>
        </w:rPr>
        <w:t>নামক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কিতাবে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-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হোসাইন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ভাষণে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>-</w:t>
      </w:r>
      <w:r w:rsidRPr="00F6323C">
        <w:rPr>
          <w:rStyle w:val="libEnChar"/>
        </w:rPr>
        <w:t>“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একনিষ্ঠ</w:t>
      </w:r>
      <w:r>
        <w:t xml:space="preserve">, </w:t>
      </w:r>
      <w:r>
        <w:rPr>
          <w:rFonts w:hint="cs"/>
          <w:cs/>
          <w:lang w:bidi="bn-IN"/>
        </w:rPr>
        <w:t>নিঃস্বার্থ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কাউকে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পাইনি।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আপনারা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বিদায়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অন্ধকারকে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খোৎবা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ভাষণ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একদল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পরাকাষ্ঠা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বক্তব্য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তন্মধ্যে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যুহাইরও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কসম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t xml:space="preserve">, </w:t>
      </w:r>
      <w:r>
        <w:rPr>
          <w:rFonts w:hint="cs"/>
          <w:cs/>
          <w:lang w:bidi="bn-IN"/>
        </w:rPr>
        <w:t>হাজার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</w:t>
      </w:r>
      <w:r>
        <w:t xml:space="preserve">, </w:t>
      </w:r>
      <w:r>
        <w:rPr>
          <w:rFonts w:hint="cs"/>
          <w:cs/>
          <w:lang w:bidi="bn-IN"/>
        </w:rPr>
        <w:t>আবার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নিহত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উসিলায়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আপনি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হত্যার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আশংকা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দূর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করুন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B62A1D" w:rsidRDefault="00B62A1D" w:rsidP="00B62A1D">
      <w:pPr>
        <w:pStyle w:val="libFootnote"/>
      </w:pPr>
      <w:r>
        <w:rPr>
          <w:cs/>
          <w:lang w:bidi="bn-IN"/>
        </w:rPr>
        <w:t>৪</w:t>
      </w:r>
      <w:r>
        <w:t xml:space="preserve">. </w:t>
      </w:r>
      <w:r>
        <w:rPr>
          <w:rFonts w:hint="cs"/>
          <w:cs/>
          <w:lang w:bidi="bn-IN"/>
        </w:rPr>
        <w:t>ফারাযদাক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গালেব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তামিমীর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তামিম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নেতৃস্থানীয়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সাম্মা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নাজিয়াও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গোত্রের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সর্দার।</w:t>
      </w:r>
    </w:p>
    <w:p w:rsidR="00B62A1D" w:rsidRDefault="00B62A1D" w:rsidP="00B62A1D">
      <w:pPr>
        <w:pStyle w:val="libFootnote"/>
        <w:rPr>
          <w:lang w:bidi="bn-IN"/>
        </w:rPr>
      </w:pPr>
      <w:r>
        <w:rPr>
          <w:rFonts w:hint="cs"/>
          <w:cs/>
          <w:lang w:bidi="bn-IN"/>
        </w:rPr>
        <w:t>মুহাদ্দেস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লিখেছেন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মুয়াবিয়া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আবদুল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করীম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একদিন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ফারাযদাকের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গিয়েছিলাম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নড়াচড়া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করলেন</w:t>
      </w:r>
      <w:r>
        <w:t xml:space="preserve">, </w:t>
      </w:r>
      <w:r>
        <w:rPr>
          <w:rFonts w:hint="cs"/>
          <w:cs/>
          <w:lang w:bidi="bn-IN"/>
        </w:rPr>
        <w:t>বুঝতে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শিকলে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বললাম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বন্ধন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কিসের</w:t>
      </w:r>
      <w:r>
        <w:rPr>
          <w:cs/>
          <w:lang w:bidi="bn-IN"/>
        </w:rPr>
        <w:t xml:space="preserve"> </w:t>
      </w:r>
      <w:r>
        <w:t xml:space="preserve">? </w:t>
      </w:r>
      <w:r>
        <w:rPr>
          <w:rFonts w:hint="cs"/>
          <w:cs/>
          <w:lang w:bidi="bn-IN"/>
        </w:rPr>
        <w:t>জবাব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দিলেন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শপথ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যতক্ষণ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কুরআন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মুখস্ত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করছি</w:t>
      </w:r>
      <w:r>
        <w:t xml:space="preserve">, </w:t>
      </w:r>
      <w:r>
        <w:rPr>
          <w:rFonts w:hint="cs"/>
          <w:cs/>
          <w:lang w:bidi="bn-IN"/>
        </w:rPr>
        <w:lastRenderedPageBreak/>
        <w:t>পায়ের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জিঞ্জির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খুলব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ফারাযদাক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১১০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হিজরীতে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ইন্তেকাল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কবিতাগুলো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জগৎ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বিখ্যাত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বিশেষতঃ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হিশাম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ইবনে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আব্দুল</w:t>
      </w:r>
      <w:r w:rsidR="00F62D24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মলিকের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সংঘটিত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জয়নুল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আবেদীনের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প্রশংসায়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প্রশস্তিগুলো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অত্যন্ত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প্রসিদ্ধ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12362B" w:rsidRPr="001B1736" w:rsidRDefault="0012362B" w:rsidP="00384175">
      <w:pPr>
        <w:pStyle w:val="libFootnote"/>
        <w:rPr>
          <w:rtl/>
          <w:cs/>
        </w:rPr>
      </w:pPr>
      <w:r w:rsidRPr="001B1736">
        <w:rPr>
          <w:cs/>
          <w:lang w:bidi="bn-IN"/>
        </w:rPr>
        <w:t>৫</w:t>
      </w:r>
      <w:r w:rsidRPr="001B1736">
        <w:t xml:space="preserve">. </w:t>
      </w:r>
      <w:r w:rsidRPr="001B1736">
        <w:rPr>
          <w:rFonts w:hint="cs"/>
          <w:cs/>
          <w:lang w:bidi="bn-IN"/>
        </w:rPr>
        <w:t>নাসেখ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লিখেছেনঃ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সাহল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বিন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</w:t>
      </w:r>
      <w:r w:rsidRPr="001B1736">
        <w:rPr>
          <w:rFonts w:hint="eastAsia"/>
        </w:rPr>
        <w:t>’</w:t>
      </w:r>
      <w:r w:rsidRPr="001B1736">
        <w:rPr>
          <w:rFonts w:hint="cs"/>
          <w:cs/>
          <w:lang w:bidi="bn-IN"/>
        </w:rPr>
        <w:t>দ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বলেছেন</w:t>
      </w:r>
      <w:r w:rsidRPr="001B1736">
        <w:t xml:space="preserve">, </w:t>
      </w:r>
      <w:r w:rsidRPr="001B1736">
        <w:rPr>
          <w:rFonts w:hint="cs"/>
          <w:cs/>
          <w:lang w:bidi="bn-IN"/>
        </w:rPr>
        <w:t>কোন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কার্যউপলক্ষে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বায়তুল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মুকাদ্দাসে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গেলাম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সেখান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থেকে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শামদেশে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আসলাম।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দেশে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সবুজ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বৃক্ষ</w:t>
      </w:r>
      <w:r w:rsidRPr="001B1736">
        <w:t xml:space="preserve">, </w:t>
      </w:r>
      <w:r w:rsidRPr="001B1736">
        <w:rPr>
          <w:rFonts w:hint="cs"/>
          <w:cs/>
          <w:lang w:bidi="bn-IN"/>
        </w:rPr>
        <w:t>সুরম্য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উদ্যান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ও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প্রবাহমান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ঝরণার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সমারোহ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দেখলাম।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দেখলাম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সেখানকার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প্রচীর</w:t>
      </w:r>
      <w:r w:rsidR="00384175">
        <w:rPr>
          <w:cs/>
          <w:lang w:bidi="bn-IN"/>
        </w:rPr>
        <w:t>স</w:t>
      </w:r>
      <w:r w:rsidRPr="001B1736">
        <w:rPr>
          <w:rFonts w:hint="cs"/>
          <w:cs/>
          <w:lang w:bidi="bn-IN"/>
        </w:rPr>
        <w:t>মূহ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সাজান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হয়েছে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বেপর্দা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গায়িকা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রমণীরা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দফ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বাজাচ্ছে।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ভেবেই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পাচ্ছিলাম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কিসের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জন্য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আনন্দোৎসব।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দশের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এক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অধিবাসীকে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জিজ্ঞেস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করলাম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আজ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শামদেশের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অধিবাসীদের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উৎসবের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দিন</w:t>
      </w:r>
      <w:r w:rsidRPr="001B1736">
        <w:t>?</w:t>
      </w:r>
      <w:r w:rsidRPr="001B1736">
        <w:rPr>
          <w:rStyle w:val="libEnChar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সে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বলল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তুমি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বেদুইন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নাকী</w:t>
      </w:r>
      <w:r w:rsidRPr="001B1736">
        <w:t>?</w:t>
      </w:r>
      <w:r w:rsidRPr="001B1736">
        <w:rPr>
          <w:rStyle w:val="libEnChar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বললাম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না</w:t>
      </w:r>
      <w:r w:rsidRPr="001B1736">
        <w:t xml:space="preserve">,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মহানবীর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একজন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সাহাবা।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নাম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সহল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বিন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</w:t>
      </w:r>
      <w:r w:rsidRPr="001B1736">
        <w:rPr>
          <w:rFonts w:hint="eastAsia"/>
        </w:rPr>
        <w:t>’</w:t>
      </w:r>
      <w:r w:rsidRPr="001B1736">
        <w:rPr>
          <w:rFonts w:hint="cs"/>
          <w:cs/>
          <w:lang w:bidi="bn-IN"/>
        </w:rPr>
        <w:t>দ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সায়েদী।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সেই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শামদেশীয়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লোকটি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একথা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শুনে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বলল</w:t>
      </w:r>
      <w:r w:rsidRPr="001B1736">
        <w:t xml:space="preserve">, </w:t>
      </w:r>
      <w:r w:rsidRPr="001B1736">
        <w:rPr>
          <w:rFonts w:hint="cs"/>
          <w:cs/>
          <w:lang w:bidi="bn-IN"/>
        </w:rPr>
        <w:t>হে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সাহল</w:t>
      </w:r>
      <w:r w:rsidRPr="001B1736">
        <w:t xml:space="preserve">, </w:t>
      </w:r>
      <w:r w:rsidRPr="001B1736">
        <w:rPr>
          <w:rFonts w:hint="cs"/>
          <w:cs/>
          <w:lang w:bidi="bn-IN"/>
        </w:rPr>
        <w:t>তুমি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আশ্চার্যান্বিত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হচ্ছ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আকাশ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থেকে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রক্তবৃষ্টি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বর্ষিত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হচ্ছে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পৃথিবী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অধিবাসীদেরকে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গিলে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ফেলছে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না</w:t>
      </w:r>
      <w:r w:rsidRPr="001B1736">
        <w:t xml:space="preserve">?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জিজ্ঞেস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করলাম</w:t>
      </w:r>
      <w:r w:rsidRPr="001B1736">
        <w:t xml:space="preserve">, </w:t>
      </w:r>
      <w:r w:rsidRPr="001B1736">
        <w:rPr>
          <w:rFonts w:hint="cs"/>
          <w:cs/>
          <w:lang w:bidi="bn-IN"/>
        </w:rPr>
        <w:t>কেন</w:t>
      </w:r>
      <w:r w:rsidRPr="001B1736">
        <w:t>?</w:t>
      </w:r>
      <w:r w:rsidRPr="001B1736">
        <w:rPr>
          <w:rStyle w:val="libEnChar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তখন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লোকটি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বলল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আজ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ইরাক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থেকে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হোসাইন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ইবনে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আলীর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কর্তিত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উপঢৌকনস্বরূপ</w:t>
      </w:r>
      <w:r w:rsidRPr="001B1736">
        <w:rPr>
          <w:cs/>
          <w:lang w:bidi="bn-IN"/>
        </w:rPr>
        <w:t xml:space="preserve"> </w:t>
      </w:r>
      <w:r w:rsidR="004A1569">
        <w:rPr>
          <w:rFonts w:hint="cs"/>
          <w:cs/>
          <w:lang w:bidi="bn-IN"/>
        </w:rPr>
        <w:t>ইয়াজি</w:t>
      </w:r>
      <w:r w:rsidRPr="001B1736">
        <w:rPr>
          <w:rFonts w:hint="cs"/>
          <w:cs/>
          <w:lang w:bidi="bn-IN"/>
        </w:rPr>
        <w:t>দের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দরবারে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আনা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হচ্ছে।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জ্য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জনতা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আনন্দ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স্ফূর্তি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করছে।</w:t>
      </w:r>
      <w:r w:rsidRPr="001B1736">
        <w:rPr>
          <w:rFonts w:hint="eastAsia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জিজ্ঞেস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করলাম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শহরের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কোন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দ্বার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দিয়ে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হোসাইনের</w:t>
      </w:r>
      <w:r w:rsidRPr="001B1736">
        <w:rPr>
          <w:cs/>
          <w:lang w:bidi="bn-IN"/>
        </w:rPr>
        <w:t xml:space="preserve"> (</w:t>
      </w:r>
      <w:r w:rsidRPr="001B1736">
        <w:rPr>
          <w:rFonts w:hint="cs"/>
          <w:cs/>
          <w:lang w:bidi="bn-IN"/>
        </w:rPr>
        <w:t>আ</w:t>
      </w:r>
      <w:r w:rsidRPr="001B1736">
        <w:rPr>
          <w:cs/>
          <w:lang w:bidi="bn-IN"/>
        </w:rPr>
        <w:t xml:space="preserve">.) </w:t>
      </w:r>
      <w:r w:rsidRPr="001B1736">
        <w:rPr>
          <w:rFonts w:hint="cs"/>
          <w:cs/>
          <w:lang w:bidi="bn-IN"/>
        </w:rPr>
        <w:t>কর্তিত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আনা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হবে</w:t>
      </w:r>
      <w:r w:rsidRPr="001B1736">
        <w:t>?</w:t>
      </w:r>
      <w:r w:rsidRPr="001B1736">
        <w:rPr>
          <w:rStyle w:val="libEnChar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আমাকে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তখন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সাআত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ফটকের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হল।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ঐ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সময়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দেখতে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পেলাম</w:t>
      </w:r>
      <w:r w:rsidRPr="001B1736">
        <w:rPr>
          <w:cs/>
          <w:lang w:bidi="bn-IN"/>
        </w:rPr>
        <w:t xml:space="preserve">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অনেক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পতাকার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সাথে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বর্শাগ্রে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গাথা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শহীদদের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কর্তিত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মোবারক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একটি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বর্শার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আগায়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গাথা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রয়েছে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পিছনে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একটি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মেয়ে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মাহমাল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বিহীন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উটের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পিঠে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উপবিষ্ট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আছে।</w:t>
      </w:r>
      <w:r w:rsidRPr="001B1736">
        <w:rPr>
          <w:rFonts w:hint="eastAsia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তাদের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কাছে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গেলাম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ও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জিজ্ঞেস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করলাম</w:t>
      </w:r>
      <w:r w:rsidRPr="001B1736">
        <w:t xml:space="preserve">, </w:t>
      </w:r>
      <w:r w:rsidRPr="001B1736">
        <w:rPr>
          <w:rFonts w:hint="cs"/>
          <w:cs/>
          <w:lang w:bidi="bn-IN"/>
        </w:rPr>
        <w:t>আমাকে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বললেন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যদি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পারেন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তাহলে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বর্শাধারীর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বর্শাগ্রে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পিতার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কর্তিত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মাথা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রয়েছে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কর্তিত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মাথাটি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আমাদের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থেকে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দূরে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রাখতে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বলুন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যাতে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জনতার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দৃষ্টি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ঐ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কর্তিত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মাথাটির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দিকে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যায়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তারা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আমাদের</w:t>
      </w:r>
      <w:r w:rsidRPr="001B1736">
        <w:rPr>
          <w:cs/>
          <w:lang w:bidi="bn-IN"/>
        </w:rPr>
        <w:t xml:space="preserve"> (</w:t>
      </w:r>
      <w:r w:rsidRPr="001B1736">
        <w:rPr>
          <w:rFonts w:hint="cs"/>
          <w:cs/>
          <w:lang w:bidi="bn-IN"/>
        </w:rPr>
        <w:t>বন্দী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নবী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পরিবারের</w:t>
      </w:r>
      <w:r w:rsidRPr="001B1736">
        <w:rPr>
          <w:cs/>
          <w:lang w:bidi="bn-IN"/>
        </w:rPr>
        <w:t xml:space="preserve">) </w:t>
      </w:r>
      <w:r w:rsidRPr="001B1736">
        <w:rPr>
          <w:rFonts w:hint="cs"/>
          <w:cs/>
          <w:lang w:bidi="bn-IN"/>
        </w:rPr>
        <w:t>দিকে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তাকায়।</w:t>
      </w:r>
      <w:r w:rsidRPr="001B1736">
        <w:rPr>
          <w:rFonts w:hint="eastAsia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সাহল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বর্ণনা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করেছেন</w:t>
      </w:r>
      <w:r w:rsidRPr="001B1736">
        <w:rPr>
          <w:cs/>
          <w:lang w:bidi="bn-IN"/>
        </w:rPr>
        <w:t xml:space="preserve"> (</w:t>
      </w:r>
      <w:r w:rsidRPr="001B1736">
        <w:rPr>
          <w:rFonts w:hint="cs"/>
          <w:cs/>
          <w:lang w:bidi="bn-IN"/>
        </w:rPr>
        <w:t>সাকীনার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কতামত</w:t>
      </w:r>
      <w:r w:rsidRPr="001B1736">
        <w:rPr>
          <w:cs/>
          <w:lang w:bidi="bn-IN"/>
        </w:rPr>
        <w:t xml:space="preserve">) </w:t>
      </w:r>
      <w:r w:rsidRPr="001B1736">
        <w:rPr>
          <w:rFonts w:hint="cs"/>
          <w:cs/>
          <w:lang w:bidi="bn-IN"/>
        </w:rPr>
        <w:t>আমি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উক্ত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বর্শাধারীর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নিকটে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গেলাম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চল্লিশটি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স্বর্ণমুদ্রা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দিয়ে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বললাম</w:t>
      </w:r>
      <w:r w:rsidRPr="001B1736">
        <w:t xml:space="preserve">, </w:t>
      </w:r>
      <w:r w:rsidRPr="001B1736">
        <w:rPr>
          <w:rStyle w:val="libEnChar"/>
        </w:rPr>
        <w:t>“</w:t>
      </w:r>
      <w:r w:rsidRPr="001B1736">
        <w:rPr>
          <w:rFonts w:hint="cs"/>
          <w:cs/>
          <w:lang w:bidi="bn-IN"/>
        </w:rPr>
        <w:t>কিছু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দূরে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সরে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যাও।</w:t>
      </w:r>
      <w:r w:rsidRPr="001B1736">
        <w:rPr>
          <w:rFonts w:hint="eastAsia"/>
        </w:rPr>
        <w:t>”</w:t>
      </w:r>
      <w:r w:rsidRPr="001B1736">
        <w:t xml:space="preserve"> </w:t>
      </w:r>
      <w:r w:rsidRPr="001B1736">
        <w:rPr>
          <w:rFonts w:hint="cs"/>
          <w:cs/>
          <w:lang w:bidi="bn-IN"/>
        </w:rPr>
        <w:t>সে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স্বর্ণমুদ্রা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নিয়ে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নিজের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অবস্থান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থেকে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আরো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সামনে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চলে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গেল।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তাবেয়ী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ঐসব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ব্যক্তিদেরকে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বলা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হয়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যারা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মহানবীর</w:t>
      </w:r>
      <w:r w:rsidRPr="001B1736">
        <w:rPr>
          <w:cs/>
          <w:lang w:bidi="bn-IN"/>
        </w:rPr>
        <w:t xml:space="preserve"> (</w:t>
      </w:r>
      <w:r w:rsidRPr="001B1736">
        <w:rPr>
          <w:rFonts w:hint="cs"/>
          <w:cs/>
          <w:lang w:bidi="bn-IN"/>
        </w:rPr>
        <w:t>সা</w:t>
      </w:r>
      <w:r w:rsidRPr="001B1736">
        <w:rPr>
          <w:cs/>
          <w:lang w:bidi="bn-IN"/>
        </w:rPr>
        <w:t xml:space="preserve">.) </w:t>
      </w:r>
      <w:r w:rsidRPr="001B1736">
        <w:rPr>
          <w:rFonts w:hint="cs"/>
          <w:cs/>
          <w:lang w:bidi="bn-IN"/>
        </w:rPr>
        <w:t>সাহাবাদের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যুগ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প্রত্যক্ষ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করেছেন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এবং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মুকিম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থাকাবস্থায়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মৃত্যুবরণ</w:t>
      </w:r>
      <w:r w:rsidRPr="001B1736">
        <w:rPr>
          <w:cs/>
          <w:lang w:bidi="bn-IN"/>
        </w:rPr>
        <w:t xml:space="preserve"> </w:t>
      </w:r>
      <w:r w:rsidRPr="001B1736">
        <w:rPr>
          <w:rFonts w:hint="cs"/>
          <w:cs/>
          <w:lang w:bidi="bn-IN"/>
        </w:rPr>
        <w:t>করেছেন।</w:t>
      </w:r>
      <w:r w:rsidRPr="001B1736">
        <w:t xml:space="preserve"> </w:t>
      </w:r>
    </w:p>
    <w:p w:rsidR="0011181F" w:rsidRDefault="0012362B" w:rsidP="0011181F">
      <w:pPr>
        <w:pStyle w:val="libFootnote"/>
      </w:pPr>
      <w:r>
        <w:rPr>
          <w:cs/>
          <w:lang w:bidi="bn-IN"/>
        </w:rPr>
        <w:t>৬</w:t>
      </w:r>
      <w:r>
        <w:t xml:space="preserve">. </w:t>
      </w:r>
      <w:r w:rsidR="0011181F">
        <w:rPr>
          <w:rFonts w:hint="cs"/>
          <w:cs/>
          <w:lang w:bidi="bn-IN"/>
        </w:rPr>
        <w:t>হযরত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যয়নাবের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এ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উক্তিতে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মক্কা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বিজয়ের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প্রতি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ইঙ্গিত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রয়েছে।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ঐ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দিন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আবু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সুফিয়ান</w:t>
      </w:r>
      <w:r w:rsidR="0011181F">
        <w:rPr>
          <w:cs/>
          <w:lang w:bidi="bn-IN"/>
        </w:rPr>
        <w:t xml:space="preserve"> (</w:t>
      </w:r>
      <w:r w:rsidR="004A1569">
        <w:rPr>
          <w:rFonts w:hint="cs"/>
          <w:cs/>
          <w:lang w:bidi="bn-IN"/>
        </w:rPr>
        <w:t>ইয়াজি</w:t>
      </w:r>
      <w:r w:rsidR="0011181F">
        <w:rPr>
          <w:rFonts w:hint="cs"/>
          <w:cs/>
          <w:lang w:bidi="bn-IN"/>
        </w:rPr>
        <w:t>দের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পিতামহ</w:t>
      </w:r>
      <w:r w:rsidR="0011181F">
        <w:rPr>
          <w:cs/>
          <w:lang w:bidi="bn-IN"/>
        </w:rPr>
        <w:t xml:space="preserve">) </w:t>
      </w:r>
      <w:r w:rsidR="0011181F">
        <w:rPr>
          <w:rFonts w:hint="cs"/>
          <w:cs/>
          <w:lang w:bidi="bn-IN"/>
        </w:rPr>
        <w:t>ও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বনী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উমাইয়া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গোত্রের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সবাই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হযরত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মুহাম্ম</w:t>
      </w:r>
      <w:r w:rsidR="0011181F">
        <w:rPr>
          <w:cs/>
          <w:lang w:bidi="bn-IN"/>
        </w:rPr>
        <w:t xml:space="preserve"> (</w:t>
      </w:r>
      <w:r w:rsidR="0011181F">
        <w:rPr>
          <w:rFonts w:hint="cs"/>
          <w:cs/>
          <w:lang w:bidi="bn-IN"/>
        </w:rPr>
        <w:t>সা</w:t>
      </w:r>
      <w:r w:rsidR="0011181F">
        <w:rPr>
          <w:cs/>
          <w:lang w:bidi="bn-IN"/>
        </w:rPr>
        <w:t xml:space="preserve">.) </w:t>
      </w:r>
      <w:r w:rsidR="0011181F">
        <w:rPr>
          <w:rFonts w:hint="cs"/>
          <w:cs/>
          <w:lang w:bidi="bn-IN"/>
        </w:rPr>
        <w:t>এর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সৈনিকদের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হাতে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বন্দী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হয়েছিল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এবং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এদের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ব্যাপারে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যে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কোন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হুকুমই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দিতে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পারতেন।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অথচ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তিনি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ওদেরকে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ক্ষমা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করে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দেন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এবং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বলেন</w:t>
      </w:r>
      <w:r w:rsidR="0011181F">
        <w:t xml:space="preserve">, </w:t>
      </w:r>
      <w:r w:rsidR="0011181F" w:rsidRPr="00B21F2B">
        <w:rPr>
          <w:rStyle w:val="libEnChar"/>
        </w:rPr>
        <w:t>“</w:t>
      </w:r>
      <w:r w:rsidR="0011181F">
        <w:rPr>
          <w:rFonts w:hint="cs"/>
          <w:cs/>
          <w:lang w:bidi="bn-IN"/>
        </w:rPr>
        <w:t>তোমরা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আযাদ</w:t>
      </w:r>
      <w:r w:rsidR="0011181F">
        <w:rPr>
          <w:cs/>
          <w:lang w:bidi="bn-IN"/>
        </w:rPr>
        <w:t>-</w:t>
      </w:r>
      <w:r w:rsidR="0011181F">
        <w:rPr>
          <w:rFonts w:hint="cs"/>
          <w:cs/>
          <w:lang w:bidi="bn-IN"/>
        </w:rPr>
        <w:t>মুক্ত</w:t>
      </w:r>
      <w:r w:rsidR="00384175">
        <w:rPr>
          <w:lang w:bidi="bn-IN"/>
        </w:rPr>
        <w:t xml:space="preserve"> </w:t>
      </w:r>
      <w:r w:rsidR="0011181F">
        <w:rPr>
          <w:cs/>
          <w:lang w:bidi="bn-IN"/>
        </w:rPr>
        <w:t>(</w:t>
      </w:r>
      <w:r w:rsidR="0011181F">
        <w:rPr>
          <w:rFonts w:hint="cs"/>
          <w:cs/>
          <w:lang w:bidi="bn-IN"/>
        </w:rPr>
        <w:t>তুলাকা</w:t>
      </w:r>
      <w:r w:rsidR="0011181F">
        <w:rPr>
          <w:cs/>
          <w:lang w:bidi="bn-IN"/>
        </w:rPr>
        <w:t>)</w:t>
      </w:r>
      <w:r w:rsidR="0011181F">
        <w:rPr>
          <w:rFonts w:hint="cs"/>
          <w:cs/>
          <w:lang w:bidi="hi-IN"/>
        </w:rPr>
        <w:t>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এ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কারণেই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বনী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উমাইয়া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গোত্র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মহানবী</w:t>
      </w:r>
      <w:r w:rsidR="0011181F">
        <w:rPr>
          <w:cs/>
          <w:lang w:bidi="bn-IN"/>
        </w:rPr>
        <w:t xml:space="preserve"> (</w:t>
      </w:r>
      <w:r w:rsidR="0011181F">
        <w:rPr>
          <w:rFonts w:hint="cs"/>
          <w:cs/>
          <w:lang w:bidi="bn-IN"/>
        </w:rPr>
        <w:t>সা</w:t>
      </w:r>
      <w:r w:rsidR="0011181F">
        <w:rPr>
          <w:cs/>
          <w:lang w:bidi="bn-IN"/>
        </w:rPr>
        <w:t xml:space="preserve">.) </w:t>
      </w:r>
      <w:r w:rsidR="0011181F">
        <w:rPr>
          <w:rFonts w:hint="cs"/>
          <w:cs/>
          <w:lang w:bidi="bn-IN"/>
        </w:rPr>
        <w:t>কর্তৃক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মুক্তিপ্রাপ্ত</w:t>
      </w:r>
      <w:r w:rsidR="0011181F">
        <w:rPr>
          <w:cs/>
          <w:lang w:bidi="bn-IN"/>
        </w:rPr>
        <w:t xml:space="preserve"> (</w:t>
      </w:r>
      <w:r w:rsidR="0011181F">
        <w:rPr>
          <w:rFonts w:hint="cs"/>
          <w:cs/>
          <w:lang w:bidi="bn-IN"/>
        </w:rPr>
        <w:t>তুলাকা</w:t>
      </w:r>
      <w:r w:rsidR="0011181F">
        <w:rPr>
          <w:cs/>
          <w:lang w:bidi="bn-IN"/>
        </w:rPr>
        <w:t xml:space="preserve">) </w:t>
      </w:r>
      <w:r w:rsidR="0011181F">
        <w:rPr>
          <w:rFonts w:hint="cs"/>
          <w:cs/>
          <w:lang w:bidi="bn-IN"/>
        </w:rPr>
        <w:t>বলে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অভিহিত</w:t>
      </w:r>
      <w:r w:rsidR="0011181F">
        <w:rPr>
          <w:cs/>
          <w:lang w:bidi="bn-IN"/>
        </w:rPr>
        <w:t xml:space="preserve"> </w:t>
      </w:r>
      <w:r w:rsidR="0011181F">
        <w:rPr>
          <w:rFonts w:hint="cs"/>
          <w:cs/>
          <w:lang w:bidi="bn-IN"/>
        </w:rPr>
        <w:t>হত।</w:t>
      </w:r>
    </w:p>
    <w:p w:rsidR="0011181F" w:rsidRPr="00DC71D3" w:rsidRDefault="0011181F" w:rsidP="0011181F">
      <w:pPr>
        <w:pStyle w:val="libFootnote"/>
        <w:rPr>
          <w:rtl/>
          <w:cs/>
        </w:rPr>
      </w:pPr>
      <w:r>
        <w:rPr>
          <w:cs/>
          <w:lang w:bidi="bn-IN"/>
        </w:rPr>
        <w:lastRenderedPageBreak/>
        <w:t>৭</w:t>
      </w:r>
      <w:r>
        <w:t xml:space="preserve">.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উহুদের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ইঙ্গিত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যুদ্ধে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মুয়াবিয়ার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হিন্দা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হামযার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চেয়েছিল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যয়নাবের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হচ্ছেঃ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ভক্ষণকারিণীর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মায়ার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অবান্তর।</w:t>
      </w:r>
    </w:p>
    <w:p w:rsidR="007A06C1" w:rsidRPr="001B3D59" w:rsidRDefault="007A06C1" w:rsidP="007A06C1">
      <w:pPr>
        <w:pStyle w:val="libFootnote"/>
      </w:pPr>
      <w:r>
        <w:rPr>
          <w:cs/>
          <w:lang w:bidi="bn-IN"/>
        </w:rPr>
        <w:t>৮</w:t>
      </w:r>
      <w:r>
        <w:rPr>
          <w:lang w:bidi="bn-IN"/>
        </w:rPr>
        <w:t xml:space="preserve">. </w:t>
      </w:r>
      <w:r w:rsidRPr="001B3D59">
        <w:rPr>
          <w:rFonts w:hint="cs"/>
          <w:cs/>
          <w:lang w:bidi="bn-IN"/>
        </w:rPr>
        <w:t>দামেস্কের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জামে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মসজিদে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এর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প্রদত্ত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বক্তৃতার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ভিন্ন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ধরনের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একাধিক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বর্ণনা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রয়েছে।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আমরা</w:t>
      </w:r>
      <w:r w:rsidRPr="001B3D59">
        <w:rPr>
          <w:cs/>
          <w:lang w:bidi="bn-IN"/>
        </w:rPr>
        <w:t xml:space="preserve"> </w:t>
      </w:r>
      <w:r w:rsidRPr="001B3D59">
        <w:rPr>
          <w:rStyle w:val="libEnChar"/>
        </w:rPr>
        <w:t>‘</w:t>
      </w:r>
      <w:r w:rsidRPr="001B3D59">
        <w:rPr>
          <w:rFonts w:hint="cs"/>
          <w:cs/>
          <w:lang w:bidi="bn-IN"/>
        </w:rPr>
        <w:t>মাকতালে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খাওয়ারিযমী</w:t>
      </w:r>
      <w:r w:rsidRPr="001B3D59">
        <w:rPr>
          <w:rFonts w:hint="eastAsia"/>
        </w:rPr>
        <w:t>’</w:t>
      </w:r>
      <w:r w:rsidRPr="001B3D59">
        <w:t xml:space="preserve"> </w:t>
      </w:r>
      <w:r w:rsidRPr="001B3D59">
        <w:rPr>
          <w:rFonts w:hint="cs"/>
          <w:cs/>
          <w:lang w:bidi="bn-IN"/>
        </w:rPr>
        <w:t>গ্রন্থ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থেকে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ভাষণটির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উদ্ধৃতি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দেবঃ</w:t>
      </w:r>
    </w:p>
    <w:p w:rsidR="007A06C1" w:rsidRPr="001B3D59" w:rsidRDefault="007A06C1" w:rsidP="007A06C1">
      <w:pPr>
        <w:pStyle w:val="libFootnote"/>
      </w:pPr>
      <w:r w:rsidRPr="001B3D59">
        <w:rPr>
          <w:rFonts w:hint="cs"/>
          <w:cs/>
          <w:lang w:bidi="bn-IN"/>
        </w:rPr>
        <w:t>খাওয়ারিযমী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মাকতালে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লিখেছেনঃ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ইয়াযিদকে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বললেন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কাঠগুলোর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দাড়িয়ে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ভাষণ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দেয়ার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অনুমতি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দাও।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এমন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কিছু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কথা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আল্লাহকেও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সন্তুষ্ট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করবে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লোকদেরও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শ্রবণ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অশেষ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পুণ্য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অর্জিত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হবে।</w:t>
      </w:r>
      <w:r w:rsidRPr="001B3D59">
        <w:rPr>
          <w:rFonts w:hint="eastAsia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ইয়াজিদ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অনুমতি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লোকেরা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লাগল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হে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আমীরুল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মুমেনীন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অনুমতি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কথা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শুনবো।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ইয়াজিদ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জনতাকে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লক্ষ্য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একবার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যদি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মিম্বরে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দাড়ায়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তাহলে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সুফিয়ানের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বংশকে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কালিমা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লেপন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মিম্বর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থেকে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নামবে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যুবকটি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সক্ষম</w:t>
      </w:r>
      <w:r w:rsidRPr="001B3D59">
        <w:t xml:space="preserve">? </w:t>
      </w:r>
      <w:r w:rsidRPr="001B3D59">
        <w:rPr>
          <w:rFonts w:hint="cs"/>
          <w:cs/>
          <w:lang w:bidi="bn-IN"/>
        </w:rPr>
        <w:t>ইয়াযিদ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সে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এমন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বংশের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লেঅক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অস্থিমজ্জার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সাথে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জ্ঞান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মিশে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রয়েছে।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কিন্তু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চাপের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মুখে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অবশেষে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ইয়াযিদ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অনুমতি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বাধ্য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হল।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মিম্বরে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আরোহণ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প্রশংসা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পাঠ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করলেন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একটি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ভাষণ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উপস্থিত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জনতাকে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ভীষণভাবে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আলোড়িত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ভাষণ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শুনে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ফুপিয়ে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কাদতে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থাকে।</w:t>
      </w:r>
    </w:p>
    <w:p w:rsidR="007A06C1" w:rsidRPr="001B3D59" w:rsidRDefault="007A06C1" w:rsidP="007A06C1">
      <w:pPr>
        <w:pStyle w:val="libFootnote"/>
      </w:pPr>
      <w:r w:rsidRPr="001B3D59">
        <w:rPr>
          <w:rFonts w:hint="cs"/>
          <w:cs/>
          <w:lang w:bidi="bn-IN"/>
        </w:rPr>
        <w:t>হে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লোকসকল</w:t>
      </w:r>
      <w:r w:rsidRPr="001B3D59">
        <w:t xml:space="preserve">, </w:t>
      </w:r>
      <w:r w:rsidRPr="001B3D59">
        <w:rPr>
          <w:rFonts w:hint="cs"/>
          <w:cs/>
          <w:lang w:bidi="bn-IN"/>
        </w:rPr>
        <w:t>আমাদেরকে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অর্থাৎ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আহলে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বাইত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ছয়টি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জিনিস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বিগুজার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দ্বারা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শ্রেষ্ঠত্ব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হয়েছে।আমাদেরকে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বিদ্যা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নম্রতা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মহানুভবতা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বাগ্মিতা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সাহস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বিশ্বসীদের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অন্তরের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ভালবাসা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যারা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মুমিন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তারাই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ভালবাসে</w:t>
      </w:r>
      <w:r w:rsidRPr="001B3D59">
        <w:rPr>
          <w:cs/>
          <w:lang w:bidi="bn-IN"/>
        </w:rPr>
        <w:t>)</w:t>
      </w:r>
      <w:r w:rsidRPr="001B3D59">
        <w:rPr>
          <w:rFonts w:hint="cs"/>
          <w:cs/>
          <w:lang w:bidi="hi-IN"/>
        </w:rPr>
        <w:t>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আমাদেরকে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আহলে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বাইত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অন্য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শ্রেষ্ঠত্ব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কারণ</w:t>
      </w:r>
      <w:r w:rsidRPr="001B3D59">
        <w:t xml:space="preserve">, </w:t>
      </w:r>
      <w:r w:rsidRPr="001B3D59">
        <w:rPr>
          <w:rFonts w:hint="cs"/>
          <w:cs/>
          <w:lang w:bidi="bn-IN"/>
        </w:rPr>
        <w:t>আমাদের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আহলে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বাইতের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মধ্যেই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রয়েছেন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বিশ্বনবী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মুহাম্মদ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সা</w:t>
      </w:r>
      <w:r w:rsidRPr="001B3D59">
        <w:rPr>
          <w:cs/>
          <w:lang w:bidi="bn-IN"/>
        </w:rPr>
        <w:t>.)</w:t>
      </w:r>
      <w:r w:rsidRPr="001B3D59">
        <w:t xml:space="preserve">; </w:t>
      </w:r>
      <w:r w:rsidRPr="001B3D59">
        <w:rPr>
          <w:rFonts w:hint="cs"/>
          <w:cs/>
          <w:lang w:bidi="bn-IN"/>
        </w:rPr>
        <w:t>সিদ্দীক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অর্থাৎ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ইবনে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তালেব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জাফর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তাইয়াব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</w:t>
      </w:r>
      <w:r w:rsidRPr="001B3D59">
        <w:t xml:space="preserve">; </w:t>
      </w:r>
      <w:r w:rsidRPr="001B3D59">
        <w:rPr>
          <w:rFonts w:hint="cs"/>
          <w:cs/>
          <w:lang w:bidi="bn-IN"/>
        </w:rPr>
        <w:t>আল্লাহ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রাসূলের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ব্রাঘ্র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হামযাও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</w:t>
      </w:r>
      <w:r w:rsidRPr="001B3D59">
        <w:t xml:space="preserve">; </w:t>
      </w:r>
      <w:r w:rsidRPr="001B3D59">
        <w:rPr>
          <w:rFonts w:hint="cs"/>
          <w:cs/>
          <w:lang w:bidi="bn-IN"/>
        </w:rPr>
        <w:t>সমগ্র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বিশ্বের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নারীদের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নেত্রী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নবী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কন্যা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ফাতেমা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যাহরাও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</w:t>
      </w:r>
      <w:r w:rsidRPr="001B3D59">
        <w:t xml:space="preserve">; </w:t>
      </w:r>
      <w:r w:rsidRPr="001B3D59">
        <w:rPr>
          <w:rFonts w:hint="cs"/>
          <w:cs/>
          <w:lang w:bidi="bn-IN"/>
        </w:rPr>
        <w:t>মহানবীর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দুই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দৌহিত্র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বেহেশতের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যুবকদের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নেতা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হাসান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হোসাইন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আমোদের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hi-IN"/>
        </w:rPr>
        <w:t>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চিনেছে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জেনেছে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তো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চিনেছে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জেনেছেই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কার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নতুন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বংশ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পরিচিতি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তুলে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ধরার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প্রয়োজন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নেই</w:t>
      </w:r>
      <w:r w:rsidRPr="001B3D59">
        <w:rPr>
          <w:cs/>
          <w:lang w:bidi="bn-IN"/>
        </w:rPr>
        <w:t>)</w:t>
      </w:r>
      <w:r w:rsidRPr="001B3D59">
        <w:rPr>
          <w:rFonts w:hint="cs"/>
          <w:cs/>
          <w:lang w:bidi="hi-IN"/>
        </w:rPr>
        <w:t>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চেনে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জ্ঞাতার্থে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বংশ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পরিচিতি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তুলে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ধরলাম।</w:t>
      </w:r>
    </w:p>
    <w:p w:rsidR="007A06C1" w:rsidRPr="001B3D59" w:rsidRDefault="007A06C1" w:rsidP="007A06C1">
      <w:pPr>
        <w:pStyle w:val="libFootnote"/>
      </w:pP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পবিত্র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মক্কা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মিনার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পবিদ্র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যমযম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সাফর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পুন্যাত্মার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চাদরের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পার্শ্বদেশে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বন্টন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যাকাত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রাখতেন।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পুণ্যাত্মার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রিদা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ইয়ার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অর্থাৎ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ইহরাম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lastRenderedPageBreak/>
        <w:t>পরিধানকারীদের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মধ্যে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সর্বশ্রেষ্ঠ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ছিলেন।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সর্বশ্রেষ্ঠ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হজ্জ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পালনকারী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লাব্বাইক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উচ্চারণকারীরই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পুণ্যাত্মার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ছিলেন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সর্বশ্রেষ্ঠ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তাওয়াফ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সাঈকারী।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মহানবী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মুহাম্মদ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মুস্তাফার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সা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বংশধর</w:t>
      </w:r>
      <w:r w:rsidRPr="001B3D59">
        <w:t xml:space="preserve">;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শেরে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খোদা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আলীর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দৌহিত্র।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পুণ্যাত্মর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কাফির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মুশরিকদের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মুখে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কলেমা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ইলাহা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ইল্লাল্লাহ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উচ্চারিত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হওয়া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পর্যন্ত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কাফির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মুশরিকদের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কুফরী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শিরকের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টুটি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কর্তন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hi-IN"/>
        </w:rPr>
        <w:t>।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অর্থাৎ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বিরুদ্ধে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বিরামহীনভাবে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যুদ্ধ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</w:t>
      </w:r>
      <w:r w:rsidRPr="001B3D59">
        <w:rPr>
          <w:cs/>
          <w:lang w:bidi="bn-IN"/>
        </w:rPr>
        <w:t>)</w:t>
      </w:r>
      <w:r w:rsidRPr="001B3D59">
        <w:rPr>
          <w:rFonts w:hint="cs"/>
          <w:cs/>
          <w:lang w:bidi="hi-IN"/>
        </w:rPr>
        <w:t>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মহাত্মার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মহানবীর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সান্নিধ্যে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কাফির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মুশরিকদের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বিরুদ্ধে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জিহাদ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মহামানবের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দু</w:t>
      </w:r>
      <w:r w:rsidRPr="001B3D59">
        <w:rPr>
          <w:rFonts w:hint="eastAsia"/>
        </w:rPr>
        <w:t>’</w:t>
      </w:r>
      <w:r w:rsidRPr="001B3D59">
        <w:rPr>
          <w:rFonts w:hint="cs"/>
          <w:cs/>
          <w:lang w:bidi="bn-IN"/>
        </w:rPr>
        <w:t>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হিজরত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</w:t>
      </w:r>
      <w:r w:rsidRPr="001B3D59">
        <w:t xml:space="preserve">, </w:t>
      </w:r>
      <w:r w:rsidRPr="001B3D59">
        <w:rPr>
          <w:rFonts w:hint="cs"/>
          <w:cs/>
          <w:lang w:bidi="bn-IN"/>
        </w:rPr>
        <w:t>দু</w:t>
      </w:r>
      <w:r w:rsidRPr="001B3D59">
        <w:rPr>
          <w:rFonts w:hint="eastAsia"/>
        </w:rPr>
        <w:t>’</w:t>
      </w:r>
      <w:r w:rsidRPr="001B3D59">
        <w:rPr>
          <w:rFonts w:hint="cs"/>
          <w:cs/>
          <w:lang w:bidi="bn-IN"/>
        </w:rPr>
        <w:t>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বায়আত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দুই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কিবলার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দিকে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বাইতুল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মুকাদ্দাস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কাবা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নামায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পড়েছেন</w:t>
      </w:r>
      <w:r w:rsidRPr="001B3D59">
        <w:t xml:space="preserve">, </w:t>
      </w:r>
      <w:r w:rsidRPr="001B3D59">
        <w:rPr>
          <w:rFonts w:hint="cs"/>
          <w:cs/>
          <w:lang w:bidi="bn-IN"/>
        </w:rPr>
        <w:t>বদর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হুনাইনের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রণাঙ্গনে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যুদ্ধ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কস্মিনকালেও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কুফরী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করেননি।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সৎ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মুমিনের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নবীদের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উত্তরাধিকারীর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খোদাদ্রোহীদের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মূলোৎপাটনকারীদের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খোদার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ধর্মের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সাহায্যকারী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ওয়ালী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আম্বরের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পুন্যাত্মার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ক্রম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ধ্বংস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কাফির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মুশরিকদের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সম্মিলিত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সেনাদলগুলোকে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ছত্রভঙ্গ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বিতাড়িত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করেছেন।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হিজাযের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সিংহের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t xml:space="preserve">;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রাসূল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কর্তৃক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মনোনীত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যোগ্য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t xml:space="preserve">;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ঐ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পুণ্যাত্মার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ছিলেন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মক্কা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মদীনা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বতহা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বিহামা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খীফ</w:t>
      </w:r>
      <w:r w:rsidRPr="001B3D59">
        <w:t xml:space="preserve">, </w:t>
      </w:r>
      <w:r w:rsidRPr="001B3D59">
        <w:rPr>
          <w:rFonts w:hint="cs"/>
          <w:cs/>
          <w:lang w:bidi="bn-IN"/>
        </w:rPr>
        <w:t>আকাবা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বদর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উহুদের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অধিবাসী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জন্য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তাকে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মক্কী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মাদানী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আবতাহী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তিহামী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খীফী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আকাবী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বদরী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উহুদী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</w:t>
      </w:r>
      <w:r w:rsidRPr="001B3D59">
        <w:rPr>
          <w:cs/>
          <w:lang w:bidi="bn-IN"/>
        </w:rPr>
        <w:t>)</w:t>
      </w:r>
      <w:r w:rsidRPr="001B3D59">
        <w:t xml:space="preserve">, </w:t>
      </w:r>
      <w:r w:rsidRPr="001B3D59">
        <w:rPr>
          <w:rFonts w:hint="cs"/>
          <w:cs/>
          <w:lang w:bidi="bn-IN"/>
        </w:rPr>
        <w:t>দুই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মাশআরের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উত্তরাধিকারী</w:t>
      </w:r>
      <w:r w:rsidRPr="001B3D59">
        <w:t xml:space="preserve">, </w:t>
      </w:r>
      <w:r w:rsidRPr="001B3D59">
        <w:rPr>
          <w:rFonts w:hint="cs"/>
          <w:cs/>
          <w:lang w:bidi="bn-IN"/>
        </w:rPr>
        <w:t>হাসান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হোসাইনের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কারামতের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অধিকারী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খোদাদ্রোহীদের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ছত্রভঙ্গকারী।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উজ্জ্বল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জ্যোতিষ্ক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হেদায়েতের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আলোকবর্তিকা</w:t>
      </w:r>
      <w:r w:rsidRPr="001B3D59">
        <w:t xml:space="preserve">, </w:t>
      </w:r>
      <w:r w:rsidRPr="001B3D59">
        <w:rPr>
          <w:rFonts w:hint="cs"/>
          <w:cs/>
          <w:lang w:bidi="bn-IN"/>
        </w:rPr>
        <w:t>খোদার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পরাক্রম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সিংহ</w:t>
      </w:r>
      <w:r w:rsidRPr="001B3D59">
        <w:t xml:space="preserve">, </w:t>
      </w:r>
      <w:r w:rsidRPr="001B3D59">
        <w:rPr>
          <w:rFonts w:hint="cs"/>
          <w:cs/>
          <w:lang w:bidi="bn-IN"/>
        </w:rPr>
        <w:t>সকল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অন্বেষণকারীর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আকাঙ্ক্ষা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উদ্দেশ্যস্থল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সকল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বিজয়ীর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বিজয়ী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মহাপুরুষটি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ছিলেন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তিনিই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পিতামহ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ইবনে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তালিব।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ফাতেমা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যাহরার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সন্তান</w:t>
      </w:r>
      <w:r w:rsidRPr="001B3D59">
        <w:t xml:space="preserve">;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নারীদের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নেত্রীর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দৌহিত্র।</w:t>
      </w:r>
    </w:p>
    <w:p w:rsidR="007A06C1" w:rsidRPr="001B3D59" w:rsidRDefault="007A06C1" w:rsidP="007A06C1">
      <w:pPr>
        <w:pStyle w:val="libFootnote"/>
      </w:pPr>
      <w:r w:rsidRPr="001B3D59">
        <w:rPr>
          <w:rFonts w:hint="cs"/>
          <w:cs/>
          <w:lang w:bidi="bn-IN"/>
        </w:rPr>
        <w:t>আমিপিবিত্রা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রমণী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বতুলের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ফাতেমার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উপাধি</w:t>
      </w:r>
      <w:r w:rsidRPr="001B3D59">
        <w:rPr>
          <w:cs/>
          <w:lang w:bidi="bn-IN"/>
        </w:rPr>
        <w:t xml:space="preserve">) </w:t>
      </w:r>
      <w:r w:rsidRPr="001B3D59">
        <w:rPr>
          <w:rFonts w:hint="cs"/>
          <w:cs/>
          <w:lang w:bidi="bn-IN"/>
        </w:rPr>
        <w:t>দৌহিত্র।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মহানবীর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সা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কলিজার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টুকরার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দৌহিত্র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বংশধর।</w:t>
      </w:r>
    </w:p>
    <w:p w:rsidR="007A06C1" w:rsidRPr="001B3D59" w:rsidRDefault="007A06C1" w:rsidP="007A06C1">
      <w:pPr>
        <w:pStyle w:val="libFootnote"/>
      </w:pP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ভাষণে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নিরবচ্ছিন্নভাবে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নিজ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পিতামহের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গুণাবরী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বর্ণনা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থাকেন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পর্যায়ে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ঠুকরে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টুকরে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কাদতে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থাকে।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ইয়াজিদ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বিদ্রোহের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আশংকা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লাগল।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বিদ্রোহের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হাত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থেকে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রক্ষা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পাওয়ার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মুয়াজ্জিনকে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আযান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মুয়াজ্জিনের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ধ্বনি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শোনামাত্রই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বক্তৃতা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থামিয়ে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দিলেন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নীরবতা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অবলম্বন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মুয়াজ্জিন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যখন</w:t>
      </w:r>
      <w:r w:rsidRPr="001B3D59">
        <w:rPr>
          <w:cs/>
          <w:lang w:bidi="bn-IN"/>
        </w:rPr>
        <w:t xml:space="preserve">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আল্লাহু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আকবর</w:t>
      </w:r>
      <w:r w:rsidRPr="001B3D59">
        <w:rPr>
          <w:rFonts w:hint="eastAsia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বলল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বললেন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মহান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বিরাটত্ব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ঘোষণা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করছি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অতুলনীয়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মানুষের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বোধশক্তির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বাইরে।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কোন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কিছুই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থেকে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নয়।</w:t>
      </w:r>
      <w:r w:rsidRPr="001B3D59">
        <w:rPr>
          <w:rFonts w:hint="eastAsia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এরপর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মুয়াজ্জিন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যখন</w:t>
      </w:r>
      <w:r w:rsidRPr="001B3D59">
        <w:rPr>
          <w:cs/>
          <w:lang w:bidi="bn-IN"/>
        </w:rPr>
        <w:t xml:space="preserve">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আশহাদু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লা</w:t>
      </w:r>
      <w:r w:rsidRPr="001B3D59">
        <w:rPr>
          <w:cs/>
          <w:lang w:bidi="bn-IN"/>
        </w:rPr>
        <w:t>-</w:t>
      </w:r>
      <w:r w:rsidRPr="001B3D59">
        <w:rPr>
          <w:rFonts w:hint="cs"/>
          <w:cs/>
          <w:lang w:bidi="bn-IN"/>
        </w:rPr>
        <w:t>ইলাহা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ইল্লাল্লাহ</w:t>
      </w:r>
      <w:r w:rsidRPr="001B3D59">
        <w:rPr>
          <w:rFonts w:hint="eastAsia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বলল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বললেন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দেহের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লোম</w:t>
      </w:r>
      <w:r w:rsidRPr="001B3D59">
        <w:t xml:space="preserve">, </w:t>
      </w:r>
      <w:r w:rsidRPr="001B3D59">
        <w:rPr>
          <w:rFonts w:hint="cs"/>
          <w:cs/>
          <w:lang w:bidi="bn-IN"/>
        </w:rPr>
        <w:t>ত্বক</w:t>
      </w:r>
      <w:r w:rsidRPr="001B3D59">
        <w:t xml:space="preserve">, </w:t>
      </w:r>
      <w:r w:rsidRPr="001B3D59">
        <w:rPr>
          <w:rFonts w:hint="cs"/>
          <w:cs/>
          <w:lang w:bidi="bn-IN"/>
        </w:rPr>
        <w:t>রক্ত</w:t>
      </w:r>
      <w:r w:rsidRPr="001B3D59">
        <w:t xml:space="preserve">,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মাংস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মহান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আল্লাহর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তৌহিদ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lastRenderedPageBreak/>
        <w:t>অর্থাৎ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এক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অদ্বিতীয়ত্বের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সাক্ষ্য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দিচ্ছি।</w:t>
      </w:r>
      <w:r w:rsidRPr="001B3D59">
        <w:rPr>
          <w:rFonts w:hint="eastAsia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মুয়াজ্জিন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যখন</w:t>
      </w:r>
      <w:r w:rsidRPr="001B3D59">
        <w:rPr>
          <w:cs/>
          <w:lang w:bidi="bn-IN"/>
        </w:rPr>
        <w:t xml:space="preserve">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আশহাদু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আন্না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মুহাম্মাদার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রাসূলুল্লাহ</w:t>
      </w:r>
      <w:r w:rsidRPr="001B3D59">
        <w:rPr>
          <w:rFonts w:hint="eastAsia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বলল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ইয়াজিদের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মুখ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বললেন</w:t>
      </w:r>
      <w:r w:rsidRPr="001B3D59">
        <w:t xml:space="preserve">, </w:t>
      </w:r>
      <w:r w:rsidRPr="001B3D59">
        <w:rPr>
          <w:rStyle w:val="libEnChar"/>
        </w:rPr>
        <w:t>“</w:t>
      </w:r>
      <w:r w:rsidRPr="001B3D59">
        <w:rPr>
          <w:rFonts w:hint="cs"/>
          <w:cs/>
          <w:lang w:bidi="bn-IN"/>
        </w:rPr>
        <w:t>ইয়াজিদ</w:t>
      </w:r>
      <w:r w:rsidRPr="001B3D59">
        <w:t xml:space="preserve">, </w:t>
      </w:r>
      <w:r w:rsidRPr="001B3D59">
        <w:rPr>
          <w:rFonts w:hint="cs"/>
          <w:cs/>
          <w:lang w:bidi="bn-IN"/>
        </w:rPr>
        <w:t>এই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মুহাম্মদ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সা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কি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পিতামহ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তোমার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পিতামহ</w:t>
      </w:r>
      <w:r w:rsidRPr="001B3D59">
        <w:t xml:space="preserve">? </w:t>
      </w:r>
      <w:r w:rsidRPr="001B3D59">
        <w:rPr>
          <w:rFonts w:hint="cs"/>
          <w:cs/>
          <w:lang w:bidi="bn-IN"/>
        </w:rPr>
        <w:t>যদি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তুমি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t xml:space="preserve">, </w:t>
      </w:r>
      <w:r w:rsidRPr="001B3D59">
        <w:rPr>
          <w:rFonts w:hint="cs"/>
          <w:cs/>
          <w:lang w:bidi="bn-IN"/>
        </w:rPr>
        <w:t>তিনি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তোমার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পিতামহ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তাহলে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তুমি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মিথ্যা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বললে।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যদি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তিনি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পিতামহ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তাহলে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কেন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তুমি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বংশধরদেরকে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হত্যা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করলে</w:t>
      </w:r>
      <w:r w:rsidRPr="001B3D59">
        <w:t>?</w:t>
      </w:r>
      <w:r w:rsidRPr="001B3D59">
        <w:rPr>
          <w:rStyle w:val="libEnChar"/>
        </w:rPr>
        <w:t>”</w:t>
      </w:r>
      <w:r w:rsidRPr="001B3D59">
        <w:t xml:space="preserve"> </w:t>
      </w:r>
      <w:r w:rsidRPr="001B3D59">
        <w:rPr>
          <w:rFonts w:hint="cs"/>
          <w:cs/>
          <w:lang w:bidi="bn-IN"/>
        </w:rPr>
        <w:t>ইমাম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যয়নুল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আবেদীন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এর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জ্বালাময়ী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বক্তৃতা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সিরীয়বাসীদের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পাষাণ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অন্তরের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সুগভীর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প্রভাব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বিস্তার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করেছিলে।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বনী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উমাইয়া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গোত্র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মিথ্যা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পচারণা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বেড়াত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এবং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বলত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খরিজী</w:t>
      </w:r>
      <w:r w:rsidRPr="001B3D59">
        <w:rPr>
          <w:cs/>
          <w:lang w:bidi="bn-IN"/>
        </w:rPr>
        <w:t>-</w:t>
      </w:r>
      <w:r w:rsidRPr="001B3D59">
        <w:rPr>
          <w:rFonts w:hint="cs"/>
          <w:cs/>
          <w:lang w:bidi="bn-IN"/>
        </w:rPr>
        <w:t>ধর্মত্যাগী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নাউজুবিল্লাহ</w:t>
      </w:r>
      <w:r w:rsidRPr="001B3D59">
        <w:rPr>
          <w:cs/>
          <w:lang w:bidi="bn-IN"/>
        </w:rPr>
        <w:t>)</w:t>
      </w:r>
      <w:r w:rsidRPr="001B3D59">
        <w:rPr>
          <w:rFonts w:hint="cs"/>
          <w:cs/>
          <w:lang w:bidi="hi-IN"/>
        </w:rPr>
        <w:t>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ইমামের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ভাষণে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বনী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উমাইয়ার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সকল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মিথ্যাচার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অপরাধ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জনসমক্ষে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উন্মোচিত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যায়।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ফলে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ইয়াজিদ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নবী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পরিবারের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সাথে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কর্কশ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ব্যবহারের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পরিবর্তন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বাধ্য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হয়।</w:t>
      </w:r>
      <w:r w:rsidRPr="001B3D59">
        <w:rPr>
          <w:rFonts w:hint="eastAsia"/>
        </w:rPr>
        <w:t>–</w:t>
      </w:r>
      <w:r w:rsidRPr="001B3D59">
        <w:rPr>
          <w:rFonts w:hint="cs"/>
          <w:cs/>
          <w:lang w:bidi="bn-IN"/>
        </w:rPr>
        <w:t>অনুবাদক</w:t>
      </w:r>
    </w:p>
    <w:p w:rsidR="00B62A1D" w:rsidRDefault="007A06C1" w:rsidP="00384175">
      <w:pPr>
        <w:pStyle w:val="libFootnote"/>
      </w:pPr>
      <w:r>
        <w:rPr>
          <w:cs/>
          <w:lang w:bidi="bn-IN"/>
        </w:rPr>
        <w:t>৯</w:t>
      </w:r>
      <w:r>
        <w:t xml:space="preserve">. </w:t>
      </w:r>
      <w:r w:rsidRPr="001B3D59">
        <w:rPr>
          <w:rFonts w:hint="cs"/>
          <w:cs/>
          <w:lang w:bidi="bn-IN"/>
        </w:rPr>
        <w:t>হযরত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যয়নাবের</w:t>
      </w:r>
      <w:r w:rsidRPr="001B3D59">
        <w:rPr>
          <w:cs/>
          <w:lang w:bidi="bn-IN"/>
        </w:rPr>
        <w:t xml:space="preserve"> (</w:t>
      </w:r>
      <w:r w:rsidRPr="001B3D59">
        <w:rPr>
          <w:rFonts w:hint="cs"/>
          <w:cs/>
          <w:lang w:bidi="bn-IN"/>
        </w:rPr>
        <w:t>আ</w:t>
      </w:r>
      <w:r w:rsidRPr="001B3D59">
        <w:rPr>
          <w:cs/>
          <w:lang w:bidi="bn-IN"/>
        </w:rPr>
        <w:t xml:space="preserve">.) </w:t>
      </w:r>
      <w:r w:rsidRPr="001B3D59">
        <w:rPr>
          <w:rFonts w:hint="cs"/>
          <w:cs/>
          <w:lang w:bidi="bn-IN"/>
        </w:rPr>
        <w:t>অবস্থা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অনুভব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কবিতা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শোকগাথা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রচনা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কয়েকটি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এখানে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উদ্ধৃত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অসমীচীন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হবে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না।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যেমন</w:t>
      </w:r>
      <w:r w:rsidRPr="001B3D59">
        <w:rPr>
          <w:cs/>
          <w:lang w:bidi="bn-IN"/>
        </w:rPr>
        <w:t>-</w:t>
      </w:r>
      <w:r w:rsidRPr="001B3D59">
        <w:rPr>
          <w:rFonts w:hint="cs"/>
          <w:cs/>
          <w:lang w:bidi="bn-IN"/>
        </w:rPr>
        <w:t>হায়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ভ্রাতাঃ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তোমার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শাহাদাতের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দুঃখ</w:t>
      </w:r>
      <w:r w:rsidRPr="001B3D59">
        <w:rPr>
          <w:cs/>
          <w:lang w:bidi="bn-IN"/>
        </w:rPr>
        <w:t>-</w:t>
      </w:r>
      <w:r w:rsidRPr="001B3D59">
        <w:rPr>
          <w:rFonts w:hint="cs"/>
          <w:cs/>
          <w:lang w:bidi="bn-IN"/>
        </w:rPr>
        <w:t>কষ্ট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সইতে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সব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শহরে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কখনও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যাইনি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সেখানে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আমাদেরকে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নিয়ে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যাওয়া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হয়েছে</w:t>
      </w:r>
      <w:r w:rsidRPr="001B3D59">
        <w:t xml:space="preserve">, </w:t>
      </w:r>
      <w:r w:rsidRPr="001B3D59">
        <w:rPr>
          <w:rFonts w:hint="cs"/>
          <w:cs/>
          <w:lang w:bidi="bn-IN"/>
        </w:rPr>
        <w:t>কাটা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গুল্মের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উপর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দিয়ে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খালি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পায়ে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দৌড়ে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পথ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চলার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কারণে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এখনও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পায়ের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পাতায়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ফোস্কার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চিহ্ন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বিদ্যমান।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যখনই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হাত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বাধা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অবস্থায়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ইয়াজিদের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দরবারে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প্রবেশ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করেছি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তখন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আমি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খোদার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কাছে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হাজার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বার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আমার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মৃত্যু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কামনা</w:t>
      </w:r>
      <w:r w:rsidRPr="001B3D59">
        <w:rPr>
          <w:cs/>
          <w:lang w:bidi="bn-IN"/>
        </w:rPr>
        <w:t xml:space="preserve"> </w:t>
      </w:r>
      <w:r w:rsidRPr="001B3D59">
        <w:rPr>
          <w:rFonts w:hint="cs"/>
          <w:cs/>
          <w:lang w:bidi="bn-IN"/>
        </w:rPr>
        <w:t>করছি।</w:t>
      </w:r>
      <w:r w:rsidRPr="001B3D59">
        <w:rPr>
          <w:cs/>
          <w:lang w:bidi="bn-IN"/>
        </w:rPr>
        <w:t xml:space="preserve"> </w:t>
      </w:r>
    </w:p>
    <w:p w:rsidR="0083592A" w:rsidRPr="0083592A" w:rsidRDefault="0083592A" w:rsidP="0083592A">
      <w:r>
        <w:br w:type="page"/>
      </w:r>
    </w:p>
    <w:sdt>
      <w:sdtPr>
        <w:id w:val="162742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870868" w:rsidRDefault="00870868" w:rsidP="00870868">
          <w:pPr>
            <w:pStyle w:val="TOCHeading"/>
          </w:pPr>
          <w:r w:rsidRPr="00870868">
            <w:rPr>
              <w:rStyle w:val="Heading1Char"/>
              <w:rFonts w:eastAsiaTheme="majorEastAsia" w:hint="cs"/>
              <w:cs/>
            </w:rPr>
            <w:t>সূচীপত্রঃ</w:t>
          </w:r>
        </w:p>
        <w:p w:rsidR="00870868" w:rsidRPr="00870868" w:rsidRDefault="008708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 w:rsidRPr="00870868">
            <w:fldChar w:fldCharType="begin"/>
          </w:r>
          <w:r w:rsidRPr="00870868">
            <w:instrText xml:space="preserve"> TOC \o "1-3" \h \z \u </w:instrText>
          </w:r>
          <w:r w:rsidRPr="00870868">
            <w:fldChar w:fldCharType="separate"/>
          </w:r>
          <w:hyperlink w:anchor="_Toc501222448" w:history="1">
            <w:r w:rsidRPr="00870868">
              <w:rPr>
                <w:rStyle w:val="Hyperlink"/>
                <w:noProof/>
                <w:cs/>
                <w:lang w:bidi="bn-IN"/>
              </w:rPr>
              <w:t>প্রথম</w:t>
            </w:r>
            <w:r w:rsidRPr="0087086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70868">
              <w:rPr>
                <w:rStyle w:val="Hyperlink"/>
                <w:noProof/>
                <w:cs/>
                <w:lang w:bidi="bn-IN"/>
              </w:rPr>
              <w:t>অধ্যায়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_Toc501222448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49" w:history="1">
            <w:r w:rsidRPr="00870868">
              <w:rPr>
                <w:rStyle w:val="Hyperlink"/>
                <w:noProof/>
                <w:cs/>
                <w:lang w:bidi="bn-IN"/>
              </w:rPr>
              <w:t>পূর্বাভাষ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_Toc501222449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0" w:history="1">
            <w:r w:rsidRPr="00870868">
              <w:rPr>
                <w:rStyle w:val="Hyperlink"/>
                <w:noProof/>
                <w:cs/>
                <w:lang w:bidi="bn-IN"/>
              </w:rPr>
              <w:t>উম্মুল ফজলের স্বপ্ন ও তার ব্যাখ্যা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_Toc501222450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1" w:history="1">
            <w:r w:rsidRPr="00870868">
              <w:rPr>
                <w:rStyle w:val="Hyperlink"/>
                <w:noProof/>
                <w:cs/>
                <w:lang w:bidi="bn-IN"/>
              </w:rPr>
              <w:t>হোসাইন (আ.) এর শাহাদত সম্পর্কে জিব্রাইল (আ.) এর সংবাদ প্রদান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_Toc501222451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2" w:history="1">
            <w:r w:rsidRPr="00870868">
              <w:rPr>
                <w:rStyle w:val="Hyperlink"/>
                <w:noProof/>
                <w:cs/>
                <w:lang w:bidi="bn-IN"/>
              </w:rPr>
              <w:t>মুআবিয়ার মৃত্যু ও ইয়াজিদের চিঠি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_Toc501222452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3" w:history="1">
            <w:r w:rsidRPr="00870868">
              <w:rPr>
                <w:rStyle w:val="Hyperlink"/>
                <w:noProof/>
                <w:cs/>
                <w:lang w:bidi="bn-IN"/>
              </w:rPr>
              <w:t>শাহাদত বরণ সম্বন্ধে হোসাইন (আ.) অবহিত ছিলেন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_Toc501222453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4" w:history="1">
            <w:r w:rsidRPr="00870868">
              <w:rPr>
                <w:rStyle w:val="Hyperlink"/>
                <w:noProof/>
                <w:cs/>
                <w:lang w:bidi="bn-IN"/>
              </w:rPr>
              <w:t>মদীনা হতে ইমাম হোসাইনের (আ.) হিজরত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_Toc501222454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16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5" w:history="1">
            <w:r w:rsidRPr="00870868">
              <w:rPr>
                <w:rStyle w:val="Hyperlink"/>
                <w:noProof/>
                <w:cs/>
                <w:lang w:bidi="bn-IN"/>
              </w:rPr>
              <w:t>হোসাইন (আ.) এর প্রতি কুফাবাসীর দাওয়াত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_Toc501222455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16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6" w:history="1">
            <w:r w:rsidRPr="00870868">
              <w:rPr>
                <w:rStyle w:val="Hyperlink"/>
                <w:noProof/>
                <w:cs/>
                <w:lang w:bidi="bn-IN"/>
              </w:rPr>
              <w:t>মুসলিম ইবনে আকিলের কুফা গমন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_Toc501222456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7" w:history="1">
            <w:r w:rsidRPr="00870868">
              <w:rPr>
                <w:rStyle w:val="Hyperlink"/>
                <w:noProof/>
                <w:cs/>
                <w:lang w:bidi="bn-IN"/>
              </w:rPr>
              <w:t>ইবনে যিয়াদ কুফার গভর্ণর নিযুক্ত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_Toc501222457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20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8" w:history="1">
            <w:r w:rsidRPr="00870868">
              <w:rPr>
                <w:rStyle w:val="Hyperlink"/>
                <w:noProof/>
                <w:cs/>
                <w:lang w:bidi="bn-IN"/>
              </w:rPr>
              <w:t>মুসলিমের আত্মগোপন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_Toc501222458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24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59" w:history="1">
            <w:r w:rsidRPr="00870868">
              <w:rPr>
                <w:rStyle w:val="Hyperlink"/>
                <w:noProof/>
                <w:cs/>
                <w:lang w:bidi="bn-IN"/>
              </w:rPr>
              <w:t>মুসলিম ইবনে আকিলের সংগ্রাম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_Toc501222459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27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0" w:history="1">
            <w:r w:rsidRPr="00870868">
              <w:rPr>
                <w:rStyle w:val="Hyperlink"/>
                <w:noProof/>
                <w:cs/>
                <w:lang w:bidi="bn-IN"/>
              </w:rPr>
              <w:t>মুসলিম ও হানির শাহাদত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_Toc501222460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31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1" w:history="1">
            <w:r w:rsidRPr="00870868">
              <w:rPr>
                <w:rStyle w:val="Hyperlink"/>
                <w:noProof/>
                <w:cs/>
                <w:lang w:bidi="bn-IN"/>
              </w:rPr>
              <w:t>হযরত হোসাইনের ইরাক অভিমুখে যাত্রা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_Toc501222461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33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2" w:history="1">
            <w:r w:rsidRPr="00870868">
              <w:rPr>
                <w:rStyle w:val="Hyperlink"/>
                <w:noProof/>
                <w:cs/>
                <w:lang w:bidi="bn-IN"/>
              </w:rPr>
              <w:t>হযরত হোসাইনের কাফেলার মক্কা ত্যাগ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_Toc501222462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36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3" w:history="1">
            <w:r w:rsidRPr="00870868">
              <w:rPr>
                <w:rStyle w:val="Hyperlink"/>
                <w:noProof/>
                <w:cs/>
                <w:lang w:bidi="bn-IN"/>
              </w:rPr>
              <w:t>আবু হিররার সাথে হোসাইন (আ.)-এর সাক্ষাত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_Toc501222463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37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4" w:history="1">
            <w:r w:rsidRPr="00870868">
              <w:rPr>
                <w:rStyle w:val="Hyperlink"/>
                <w:noProof/>
                <w:cs/>
                <w:lang w:bidi="bn-IN"/>
              </w:rPr>
              <w:t>হযরত হোসাইনের (আ.) সান্নিধ্যে যুহাইর ইবনে ক্বীন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_Toc501222464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38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5" w:history="1">
            <w:r w:rsidRPr="00870868">
              <w:rPr>
                <w:rStyle w:val="Hyperlink"/>
                <w:noProof/>
                <w:cs/>
                <w:lang w:bidi="bn-IN"/>
              </w:rPr>
              <w:t>কায়েস ইবনে মাসহার এর শাহাদত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_Toc501222465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40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6" w:history="1">
            <w:r w:rsidRPr="00870868">
              <w:rPr>
                <w:rStyle w:val="Hyperlink"/>
                <w:noProof/>
                <w:cs/>
                <w:lang w:bidi="bn-IN"/>
              </w:rPr>
              <w:t>হযরত হোসাইনের (আ.) সামনে হোর ইবনে এযিদের প্রতিবন্ধকতা সৃষ্টি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_Toc501222466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7" w:history="1">
            <w:r w:rsidRPr="00870868">
              <w:rPr>
                <w:rStyle w:val="Hyperlink"/>
                <w:noProof/>
                <w:cs/>
                <w:lang w:bidi="bn-IN"/>
              </w:rPr>
              <w:t>হযরত হোসাইন (আ.) কারবালায়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_Toc501222467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44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68" w:history="1">
            <w:r w:rsidRPr="00870868">
              <w:rPr>
                <w:rStyle w:val="Hyperlink"/>
                <w:noProof/>
                <w:cs/>
                <w:lang w:bidi="bn-IN"/>
              </w:rPr>
              <w:t>যয়নবের অস্থিরতা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_Toc501222468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44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01222469" w:history="1">
            <w:r w:rsidRPr="00870868">
              <w:rPr>
                <w:rStyle w:val="Hyperlink"/>
                <w:noProof/>
                <w:cs/>
                <w:lang w:bidi="bn-IN"/>
              </w:rPr>
              <w:t>দ্বিতীয়</w:t>
            </w:r>
            <w:r w:rsidRPr="0087086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70868">
              <w:rPr>
                <w:rStyle w:val="Hyperlink"/>
                <w:noProof/>
                <w:cs/>
                <w:lang w:bidi="bn-IN"/>
              </w:rPr>
              <w:t>অধ্যায়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_Toc501222469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0" w:history="1">
            <w:r w:rsidRPr="00870868">
              <w:rPr>
                <w:rStyle w:val="Hyperlink"/>
                <w:noProof/>
                <w:cs/>
                <w:lang w:bidi="bn-IN"/>
              </w:rPr>
              <w:t>আশুরার ঘটনাবলী</w:t>
            </w:r>
            <w:r w:rsidRPr="00870868">
              <w:rPr>
                <w:rStyle w:val="Hyperlink"/>
                <w:noProof/>
              </w:rPr>
              <w:t xml:space="preserve">, </w:t>
            </w:r>
            <w:r w:rsidRPr="00870868">
              <w:rPr>
                <w:rStyle w:val="Hyperlink"/>
                <w:noProof/>
                <w:cs/>
                <w:lang w:bidi="bn-IN"/>
              </w:rPr>
              <w:t>শহীদানের শাহাদতের দৃশ্যপট ইমাম পরিবারের তাবু লুটপাট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_Toc501222470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1" w:history="1">
            <w:r w:rsidRPr="00870868">
              <w:rPr>
                <w:rStyle w:val="Hyperlink"/>
                <w:noProof/>
                <w:cs/>
                <w:lang w:bidi="bn-IN"/>
              </w:rPr>
              <w:t>কারবালায় ইমাম হোসাইন (আ.) এর প্রথম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_Toc501222471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47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2" w:history="1">
            <w:r w:rsidRPr="00870868">
              <w:rPr>
                <w:rStyle w:val="Hyperlink"/>
                <w:noProof/>
                <w:cs/>
                <w:lang w:bidi="bn-IN"/>
              </w:rPr>
              <w:t>আশুরার দিন ভোরে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_Toc501222472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55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3" w:history="1">
            <w:r w:rsidRPr="00870868">
              <w:rPr>
                <w:rStyle w:val="Hyperlink"/>
                <w:noProof/>
                <w:cs/>
                <w:lang w:bidi="bn-IN"/>
              </w:rPr>
              <w:t>ওমর সাদের মাধ্যমেই যুদ্ধ শুরু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_Toc501222473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59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4" w:history="1">
            <w:r w:rsidRPr="00870868">
              <w:rPr>
                <w:rStyle w:val="Hyperlink"/>
                <w:noProof/>
                <w:cs/>
                <w:lang w:bidi="bn-IN"/>
              </w:rPr>
              <w:t>ইমাম হোসাইন (আ.) এর দিকে হোর ইবনে ইয়াজিদের আগমন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_Toc501222474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60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5" w:history="1">
            <w:r w:rsidRPr="00870868">
              <w:rPr>
                <w:rStyle w:val="Hyperlink"/>
                <w:noProof/>
                <w:cs/>
                <w:lang w:bidi="bn-IN"/>
              </w:rPr>
              <w:t>এবার কালো দাস ময়দানে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_Toc501222475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64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6" w:history="1">
            <w:r w:rsidRPr="00870868">
              <w:rPr>
                <w:rStyle w:val="Hyperlink"/>
                <w:noProof/>
                <w:cs/>
                <w:lang w:bidi="bn-IN"/>
              </w:rPr>
              <w:t>আলী আকবর (আ.)-এর বীরত্ব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_Toc501222476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67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7" w:history="1">
            <w:r w:rsidRPr="00870868">
              <w:rPr>
                <w:rStyle w:val="Hyperlink"/>
                <w:noProof/>
                <w:cs/>
                <w:lang w:bidi="bn-IN"/>
              </w:rPr>
              <w:t>কাসেম বিন হাসান (আ.) ময়দানে আসলেন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_Toc501222477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69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8" w:history="1">
            <w:r w:rsidRPr="00870868">
              <w:rPr>
                <w:rStyle w:val="Hyperlink"/>
                <w:noProof/>
                <w:cs/>
                <w:lang w:bidi="bn-IN"/>
              </w:rPr>
              <w:t>দুধের শিশুর শাহাদাত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_Toc501222478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79" w:history="1">
            <w:r w:rsidRPr="00870868">
              <w:rPr>
                <w:rStyle w:val="Hyperlink"/>
                <w:noProof/>
                <w:cs/>
                <w:lang w:bidi="bn-IN"/>
              </w:rPr>
              <w:t>হযরত আবুল ফজল (আ.) এর ত্যাগ ও শাহাদত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_Toc501222479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0" w:history="1">
            <w:r w:rsidRPr="00870868">
              <w:rPr>
                <w:rStyle w:val="Hyperlink"/>
                <w:noProof/>
                <w:cs/>
                <w:lang w:bidi="bn-IN"/>
              </w:rPr>
              <w:t>যুদ্ধের ময়দানে শহীদগণের নেতা ইমাম হোসাইন (আ.)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_Toc501222480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75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1" w:history="1">
            <w:r w:rsidRPr="00870868">
              <w:rPr>
                <w:rStyle w:val="Hyperlink"/>
                <w:noProof/>
                <w:cs/>
                <w:lang w:bidi="bn-IN"/>
              </w:rPr>
              <w:t>আব্দুল্লাহ বিন হাসান (আ.)-এর শাহাদত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_Toc501222481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77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2" w:history="1">
            <w:r w:rsidRPr="00870868">
              <w:rPr>
                <w:rStyle w:val="Hyperlink"/>
                <w:noProof/>
                <w:cs/>
                <w:lang w:bidi="bn-IN"/>
              </w:rPr>
              <w:t>ইমাম হোসাইন (আ.)-এর অন্তিম মুহূর্ত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_Toc501222482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81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3" w:history="1">
            <w:r w:rsidRPr="00870868">
              <w:rPr>
                <w:rStyle w:val="Hyperlink"/>
                <w:noProof/>
                <w:cs/>
                <w:lang w:bidi="bn-IN"/>
              </w:rPr>
              <w:t>তাবু লুট ও অগ্নিসংযোগ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_Toc501222483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83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01222484" w:history="1">
            <w:r w:rsidRPr="00870868">
              <w:rPr>
                <w:rStyle w:val="Hyperlink"/>
                <w:noProof/>
                <w:cs/>
                <w:lang w:bidi="bn-IN"/>
              </w:rPr>
              <w:t>তৃতীয়</w:t>
            </w:r>
            <w:r w:rsidRPr="0087086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70868">
              <w:rPr>
                <w:rStyle w:val="Hyperlink"/>
                <w:noProof/>
                <w:cs/>
                <w:lang w:bidi="bn-IN"/>
              </w:rPr>
              <w:t>অধ্যায়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_Toc501222484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88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5" w:history="1">
            <w:r w:rsidRPr="00870868">
              <w:rPr>
                <w:rStyle w:val="Hyperlink"/>
                <w:noProof/>
                <w:cs/>
                <w:lang w:bidi="bn-IN"/>
              </w:rPr>
              <w:t>কুফা ও সিরিয়ার উদ্দেশ্যে নবী বংশের বন্দীদের যাত্রা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_Toc501222485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88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6" w:history="1">
            <w:r w:rsidRPr="00870868">
              <w:rPr>
                <w:rStyle w:val="Hyperlink"/>
                <w:noProof/>
                <w:cs/>
                <w:lang w:bidi="bn-IN"/>
              </w:rPr>
              <w:t>শহীদদের দাফন এবং কুফায় বন্দী আগমন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_Toc501222486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89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7" w:history="1">
            <w:r w:rsidRPr="00870868">
              <w:rPr>
                <w:rStyle w:val="Hyperlink"/>
                <w:noProof/>
                <w:cs/>
                <w:lang w:bidi="bn-IN"/>
              </w:rPr>
              <w:t>হযরত যয়নাবের (আ.)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_Toc501222487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90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8" w:history="1">
            <w:r w:rsidRPr="00870868">
              <w:rPr>
                <w:rStyle w:val="Hyperlink"/>
                <w:noProof/>
                <w:cs/>
                <w:lang w:bidi="bn-IN"/>
              </w:rPr>
              <w:t>ফাতেমা বিনতে হোসাইনের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_Toc501222488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92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89" w:history="1">
            <w:r w:rsidRPr="00870868">
              <w:rPr>
                <w:rStyle w:val="Hyperlink"/>
                <w:noProof/>
                <w:cs/>
                <w:lang w:bidi="bn-IN"/>
              </w:rPr>
              <w:t>হযরত উম্মে কুলসুমের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_Toc501222489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97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0" w:history="1">
            <w:r w:rsidRPr="00870868">
              <w:rPr>
                <w:rStyle w:val="Hyperlink"/>
                <w:noProof/>
                <w:cs/>
                <w:lang w:bidi="bn-IN"/>
              </w:rPr>
              <w:t>ইমাম আলী ইবনুল হোসাইন যয়নুল আবেদীনের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_Toc501222490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99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1" w:history="1">
            <w:r w:rsidRPr="00870868">
              <w:rPr>
                <w:rStyle w:val="Hyperlink"/>
                <w:noProof/>
                <w:cs/>
                <w:lang w:bidi="bn-IN"/>
              </w:rPr>
              <w:t>আবদুল্লাহ ইবনে আফীফের বীরত্ব ও শাহাদাত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_Toc501222491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105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2" w:history="1">
            <w:r w:rsidRPr="00870868">
              <w:rPr>
                <w:rStyle w:val="Hyperlink"/>
                <w:noProof/>
                <w:cs/>
                <w:lang w:bidi="bn-IN"/>
              </w:rPr>
              <w:t>ইবনে যিয়াদ কর্তৃক বন্দী ইমাম পরিবারকে সিরিয়ায় প্রেরণ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_Toc501222492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109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3" w:history="1">
            <w:r w:rsidRPr="00870868">
              <w:rPr>
                <w:rStyle w:val="Hyperlink"/>
                <w:noProof/>
                <w:cs/>
                <w:lang w:bidi="bn-IN"/>
              </w:rPr>
              <w:t>সিরিয়ায় আহলে বাইত (আ.)-এর করুণ অবস্থা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_Toc501222493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110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4" w:history="1">
            <w:r w:rsidRPr="00870868">
              <w:rPr>
                <w:rStyle w:val="Hyperlink"/>
                <w:noProof/>
                <w:cs/>
                <w:lang w:bidi="bn-IN"/>
              </w:rPr>
              <w:t>একজন সিরিয়াবাসী বৃদ্ধের কাহিনী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_Toc501222494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112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5" w:history="1">
            <w:r w:rsidRPr="00870868">
              <w:rPr>
                <w:rStyle w:val="Hyperlink"/>
                <w:noProof/>
                <w:cs/>
                <w:lang w:bidi="bn-IN"/>
              </w:rPr>
              <w:t>ইয়াজিদের সভায় বন্দী আহলে বাইতের প্রবেশ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_Toc501222495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113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6" w:history="1">
            <w:r w:rsidRPr="00870868">
              <w:rPr>
                <w:rStyle w:val="Hyperlink"/>
                <w:noProof/>
                <w:cs/>
                <w:lang w:bidi="bn-IN"/>
              </w:rPr>
              <w:t>হযরত যয়নাব (সা.আ.) এর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_Toc501222496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116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7" w:history="1">
            <w:r w:rsidRPr="00870868">
              <w:rPr>
                <w:rStyle w:val="Hyperlink"/>
                <w:noProof/>
                <w:cs/>
                <w:lang w:bidi="bn-IN"/>
              </w:rPr>
              <w:t>ইয়াজিদের রাজদরবারে একজন সিরীয় লোকের কাহিনী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_Toc501222497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121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8" w:history="1">
            <w:r w:rsidRPr="00870868">
              <w:rPr>
                <w:rStyle w:val="Hyperlink"/>
                <w:noProof/>
                <w:cs/>
                <w:lang w:bidi="bn-IN"/>
              </w:rPr>
              <w:t>হযরত সাকীনার (আ.) স্বপ্ন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_Toc501222498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122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499" w:history="1">
            <w:r w:rsidRPr="00870868">
              <w:rPr>
                <w:rStyle w:val="Hyperlink"/>
                <w:noProof/>
                <w:cs/>
                <w:lang w:bidi="bn-IN"/>
              </w:rPr>
              <w:t>রোম সম্রাটের দূতের কাহিনী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_Toc501222499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123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500" w:history="1">
            <w:r w:rsidRPr="00870868">
              <w:rPr>
                <w:rStyle w:val="Hyperlink"/>
                <w:noProof/>
                <w:cs/>
                <w:lang w:bidi="bn-IN"/>
              </w:rPr>
              <w:t>মিনহালের ঘটনা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_Toc501222500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125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501" w:history="1">
            <w:r w:rsidRPr="00870868">
              <w:rPr>
                <w:rStyle w:val="Hyperlink"/>
                <w:noProof/>
                <w:cs/>
                <w:lang w:bidi="bn-IN"/>
              </w:rPr>
              <w:t>নবী পরিবারের পুনরায় কারবালায় গমন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_Toc501222501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127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502" w:history="1">
            <w:r w:rsidRPr="00870868">
              <w:rPr>
                <w:rStyle w:val="Hyperlink"/>
                <w:noProof/>
                <w:cs/>
                <w:lang w:bidi="bn-IN"/>
              </w:rPr>
              <w:t>আহলে বাইত (আ.) যখন মদীনার নিকটবর্তী হলেন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_Toc501222502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128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503" w:history="1">
            <w:r w:rsidRPr="00870868">
              <w:rPr>
                <w:rStyle w:val="Hyperlink"/>
                <w:noProof/>
                <w:cs/>
                <w:lang w:bidi="bn-IN"/>
              </w:rPr>
              <w:t>মদীনার উপকন্ঠে ইমাম যয়নুল আবেদীনের (আ.) ভাষণ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_Toc501222503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131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504" w:history="1">
            <w:r w:rsidRPr="00870868">
              <w:rPr>
                <w:rStyle w:val="Hyperlink"/>
                <w:noProof/>
                <w:cs/>
                <w:lang w:bidi="bn-IN"/>
              </w:rPr>
              <w:t>মদীনার বাড়ীঘরের অবস্থা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_Toc501222504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133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1222505" w:history="1">
            <w:r w:rsidRPr="00870868">
              <w:rPr>
                <w:rStyle w:val="Hyperlink"/>
                <w:noProof/>
                <w:cs/>
                <w:lang w:bidi="bn-IN"/>
              </w:rPr>
              <w:t>ইমাম যয়নুল আবেদীনের (আ.) ক্রন্দন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_Toc501222505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137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70868" w:rsidRPr="00870868" w:rsidRDefault="0087086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01222506" w:history="1">
            <w:r w:rsidRPr="00870868">
              <w:rPr>
                <w:rStyle w:val="Hyperlink"/>
                <w:noProof/>
                <w:cs/>
                <w:lang w:bidi="bn-IN"/>
              </w:rPr>
              <w:t>তথ্যসূত্রঃ</w:t>
            </w:r>
            <w:r w:rsidRPr="00870868">
              <w:rPr>
                <w:noProof/>
                <w:webHidden/>
              </w:rPr>
              <w:tab/>
            </w:r>
            <w:r w:rsidRPr="00870868">
              <w:rPr>
                <w:noProof/>
                <w:webHidden/>
              </w:rPr>
              <w:fldChar w:fldCharType="begin"/>
            </w:r>
            <w:r w:rsidRPr="00870868">
              <w:rPr>
                <w:noProof/>
                <w:webHidden/>
              </w:rPr>
              <w:instrText xml:space="preserve"> PAGEREF _Toc501222506 \h </w:instrText>
            </w:r>
            <w:r w:rsidRPr="00870868">
              <w:rPr>
                <w:noProof/>
                <w:webHidden/>
              </w:rPr>
            </w:r>
            <w:r w:rsidRPr="00870868">
              <w:rPr>
                <w:noProof/>
                <w:webHidden/>
              </w:rPr>
              <w:fldChar w:fldCharType="separate"/>
            </w:r>
            <w:r w:rsidR="006811FA">
              <w:rPr>
                <w:noProof/>
                <w:webHidden/>
              </w:rPr>
              <w:t>139</w:t>
            </w:r>
            <w:r w:rsidRPr="00870868">
              <w:rPr>
                <w:noProof/>
                <w:webHidden/>
              </w:rPr>
              <w:fldChar w:fldCharType="end"/>
            </w:r>
          </w:hyperlink>
        </w:p>
        <w:p w:rsidR="0083592A" w:rsidRPr="00126435" w:rsidRDefault="00870868" w:rsidP="001B6655">
          <w:r w:rsidRPr="00870868">
            <w:rPr>
              <w:rFonts w:ascii="SolaimanLipi" w:hAnsi="SolaimanLipi" w:cs="SolaimanLipi"/>
            </w:rPr>
            <w:fldChar w:fldCharType="end"/>
          </w:r>
        </w:p>
      </w:sdtContent>
    </w:sdt>
    <w:sectPr w:rsidR="0083592A" w:rsidRPr="00126435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B3D" w:rsidRDefault="008B4B3D" w:rsidP="008B7801">
      <w:pPr>
        <w:spacing w:after="0" w:line="240" w:lineRule="auto"/>
      </w:pPr>
      <w:r>
        <w:separator/>
      </w:r>
    </w:p>
  </w:endnote>
  <w:endnote w:type="continuationSeparator" w:id="0">
    <w:p w:rsidR="008B4B3D" w:rsidRDefault="008B4B3D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384175" w:rsidRDefault="00C96E10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384175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6811FA">
          <w:rPr>
            <w:rFonts w:ascii="SutonnyMJ" w:hAnsi="SutonnyMJ" w:cs="SutonnyMJ"/>
            <w:noProof/>
          </w:rPr>
          <w:t>4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B3D" w:rsidRDefault="008B4B3D" w:rsidP="008B7801">
      <w:pPr>
        <w:spacing w:after="0" w:line="240" w:lineRule="auto"/>
      </w:pPr>
      <w:r>
        <w:separator/>
      </w:r>
    </w:p>
  </w:footnote>
  <w:footnote w:type="continuationSeparator" w:id="0">
    <w:p w:rsidR="008B4B3D" w:rsidRDefault="008B4B3D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grammar="clean"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76573"/>
    <w:rsid w:val="000052F5"/>
    <w:rsid w:val="00005ECF"/>
    <w:rsid w:val="00017698"/>
    <w:rsid w:val="00026914"/>
    <w:rsid w:val="00035789"/>
    <w:rsid w:val="00036558"/>
    <w:rsid w:val="00036F5D"/>
    <w:rsid w:val="000416CF"/>
    <w:rsid w:val="000451DA"/>
    <w:rsid w:val="00046AE4"/>
    <w:rsid w:val="00064BD1"/>
    <w:rsid w:val="00064D4E"/>
    <w:rsid w:val="00067176"/>
    <w:rsid w:val="000709D5"/>
    <w:rsid w:val="000753B9"/>
    <w:rsid w:val="00076573"/>
    <w:rsid w:val="000858AF"/>
    <w:rsid w:val="00090AD5"/>
    <w:rsid w:val="00097C82"/>
    <w:rsid w:val="000A16E2"/>
    <w:rsid w:val="000A3C87"/>
    <w:rsid w:val="000A4CBF"/>
    <w:rsid w:val="000B1475"/>
    <w:rsid w:val="000B52C9"/>
    <w:rsid w:val="000B6A4B"/>
    <w:rsid w:val="000C0B2A"/>
    <w:rsid w:val="000C4F54"/>
    <w:rsid w:val="000D0F19"/>
    <w:rsid w:val="000D0FC8"/>
    <w:rsid w:val="000D641E"/>
    <w:rsid w:val="000D7BE3"/>
    <w:rsid w:val="000E3D11"/>
    <w:rsid w:val="000F7C17"/>
    <w:rsid w:val="00101150"/>
    <w:rsid w:val="00103B9B"/>
    <w:rsid w:val="0010506E"/>
    <w:rsid w:val="0011039F"/>
    <w:rsid w:val="0011181F"/>
    <w:rsid w:val="0011328D"/>
    <w:rsid w:val="0012099B"/>
    <w:rsid w:val="0012362B"/>
    <w:rsid w:val="00123EB4"/>
    <w:rsid w:val="0012511E"/>
    <w:rsid w:val="00126435"/>
    <w:rsid w:val="001268D6"/>
    <w:rsid w:val="00136137"/>
    <w:rsid w:val="00142294"/>
    <w:rsid w:val="001650CE"/>
    <w:rsid w:val="00167139"/>
    <w:rsid w:val="001749BA"/>
    <w:rsid w:val="001761E3"/>
    <w:rsid w:val="00176F00"/>
    <w:rsid w:val="001779ED"/>
    <w:rsid w:val="00184DB8"/>
    <w:rsid w:val="001A3437"/>
    <w:rsid w:val="001A4AD2"/>
    <w:rsid w:val="001A68B3"/>
    <w:rsid w:val="001A71E8"/>
    <w:rsid w:val="001B2552"/>
    <w:rsid w:val="001B383C"/>
    <w:rsid w:val="001B6655"/>
    <w:rsid w:val="001C43A6"/>
    <w:rsid w:val="001C7B58"/>
    <w:rsid w:val="001D1762"/>
    <w:rsid w:val="001D3461"/>
    <w:rsid w:val="001D3A19"/>
    <w:rsid w:val="001E0D60"/>
    <w:rsid w:val="001E34D3"/>
    <w:rsid w:val="001E72E2"/>
    <w:rsid w:val="001F75FA"/>
    <w:rsid w:val="002029B8"/>
    <w:rsid w:val="00214110"/>
    <w:rsid w:val="00214A0A"/>
    <w:rsid w:val="0022370C"/>
    <w:rsid w:val="00235071"/>
    <w:rsid w:val="00242CD3"/>
    <w:rsid w:val="00244159"/>
    <w:rsid w:val="00244C94"/>
    <w:rsid w:val="0024762D"/>
    <w:rsid w:val="002525EC"/>
    <w:rsid w:val="0025608C"/>
    <w:rsid w:val="00257166"/>
    <w:rsid w:val="0026134F"/>
    <w:rsid w:val="00265709"/>
    <w:rsid w:val="00266F0B"/>
    <w:rsid w:val="00271B22"/>
    <w:rsid w:val="00275890"/>
    <w:rsid w:val="00276541"/>
    <w:rsid w:val="002811B7"/>
    <w:rsid w:val="0028274B"/>
    <w:rsid w:val="0028295E"/>
    <w:rsid w:val="0028663A"/>
    <w:rsid w:val="00286C01"/>
    <w:rsid w:val="00292BC3"/>
    <w:rsid w:val="00296130"/>
    <w:rsid w:val="002B709B"/>
    <w:rsid w:val="002B767B"/>
    <w:rsid w:val="002D0682"/>
    <w:rsid w:val="002D13B7"/>
    <w:rsid w:val="002D15B8"/>
    <w:rsid w:val="002D16D2"/>
    <w:rsid w:val="002D259D"/>
    <w:rsid w:val="002D2865"/>
    <w:rsid w:val="002D5979"/>
    <w:rsid w:val="002E040D"/>
    <w:rsid w:val="002E3FD3"/>
    <w:rsid w:val="002E4766"/>
    <w:rsid w:val="002E58A2"/>
    <w:rsid w:val="002E7FD0"/>
    <w:rsid w:val="002F11BE"/>
    <w:rsid w:val="002F3624"/>
    <w:rsid w:val="003019B5"/>
    <w:rsid w:val="00304CCF"/>
    <w:rsid w:val="003137DA"/>
    <w:rsid w:val="00313BE8"/>
    <w:rsid w:val="00313FD6"/>
    <w:rsid w:val="00317A77"/>
    <w:rsid w:val="003211F2"/>
    <w:rsid w:val="003237FA"/>
    <w:rsid w:val="003357C3"/>
    <w:rsid w:val="003359CB"/>
    <w:rsid w:val="00336A70"/>
    <w:rsid w:val="003446AD"/>
    <w:rsid w:val="00347059"/>
    <w:rsid w:val="00353EDF"/>
    <w:rsid w:val="003637C9"/>
    <w:rsid w:val="003640EF"/>
    <w:rsid w:val="00377C45"/>
    <w:rsid w:val="00382A05"/>
    <w:rsid w:val="0038315C"/>
    <w:rsid w:val="00384175"/>
    <w:rsid w:val="0038507D"/>
    <w:rsid w:val="00393AC5"/>
    <w:rsid w:val="00394EB9"/>
    <w:rsid w:val="003A1605"/>
    <w:rsid w:val="003A380C"/>
    <w:rsid w:val="003B34CB"/>
    <w:rsid w:val="003C5A32"/>
    <w:rsid w:val="003E0AB4"/>
    <w:rsid w:val="003E4BC2"/>
    <w:rsid w:val="003E4C89"/>
    <w:rsid w:val="003F3F47"/>
    <w:rsid w:val="003F77EC"/>
    <w:rsid w:val="004036E5"/>
    <w:rsid w:val="00406D51"/>
    <w:rsid w:val="004151F5"/>
    <w:rsid w:val="00416E01"/>
    <w:rsid w:val="004208E1"/>
    <w:rsid w:val="00421052"/>
    <w:rsid w:val="004219FE"/>
    <w:rsid w:val="004234A1"/>
    <w:rsid w:val="00427E70"/>
    <w:rsid w:val="00431DD4"/>
    <w:rsid w:val="004438CE"/>
    <w:rsid w:val="004451C6"/>
    <w:rsid w:val="00445982"/>
    <w:rsid w:val="004473CF"/>
    <w:rsid w:val="004517A4"/>
    <w:rsid w:val="00453A13"/>
    <w:rsid w:val="004546B7"/>
    <w:rsid w:val="00454795"/>
    <w:rsid w:val="00457262"/>
    <w:rsid w:val="0046364A"/>
    <w:rsid w:val="00463EDB"/>
    <w:rsid w:val="00463F84"/>
    <w:rsid w:val="00464136"/>
    <w:rsid w:val="004662BF"/>
    <w:rsid w:val="00470A29"/>
    <w:rsid w:val="004726A7"/>
    <w:rsid w:val="00480669"/>
    <w:rsid w:val="00482325"/>
    <w:rsid w:val="00483A81"/>
    <w:rsid w:val="004924CF"/>
    <w:rsid w:val="00492513"/>
    <w:rsid w:val="00494293"/>
    <w:rsid w:val="0049647C"/>
    <w:rsid w:val="004A1569"/>
    <w:rsid w:val="004A56BA"/>
    <w:rsid w:val="004B2105"/>
    <w:rsid w:val="004B5D66"/>
    <w:rsid w:val="004B73D3"/>
    <w:rsid w:val="004B74AC"/>
    <w:rsid w:val="004C1471"/>
    <w:rsid w:val="004C57A4"/>
    <w:rsid w:val="004C63C5"/>
    <w:rsid w:val="004F0EBA"/>
    <w:rsid w:val="004F68DD"/>
    <w:rsid w:val="00504703"/>
    <w:rsid w:val="005106C4"/>
    <w:rsid w:val="00517792"/>
    <w:rsid w:val="005238F5"/>
    <w:rsid w:val="005262B2"/>
    <w:rsid w:val="00540CD3"/>
    <w:rsid w:val="00541032"/>
    <w:rsid w:val="00541A8C"/>
    <w:rsid w:val="005423C6"/>
    <w:rsid w:val="00542F5D"/>
    <w:rsid w:val="005437D5"/>
    <w:rsid w:val="00544132"/>
    <w:rsid w:val="0054501D"/>
    <w:rsid w:val="0054568C"/>
    <w:rsid w:val="0055334B"/>
    <w:rsid w:val="00554FFC"/>
    <w:rsid w:val="00555871"/>
    <w:rsid w:val="00560460"/>
    <w:rsid w:val="0056237B"/>
    <w:rsid w:val="005626FD"/>
    <w:rsid w:val="0056456C"/>
    <w:rsid w:val="005656A1"/>
    <w:rsid w:val="005668A9"/>
    <w:rsid w:val="00567115"/>
    <w:rsid w:val="005726E1"/>
    <w:rsid w:val="00572B68"/>
    <w:rsid w:val="00584195"/>
    <w:rsid w:val="00586283"/>
    <w:rsid w:val="005862E0"/>
    <w:rsid w:val="00592B83"/>
    <w:rsid w:val="00593844"/>
    <w:rsid w:val="0059796A"/>
    <w:rsid w:val="005A0E2B"/>
    <w:rsid w:val="005A21F0"/>
    <w:rsid w:val="005A364A"/>
    <w:rsid w:val="005A3798"/>
    <w:rsid w:val="005A4A96"/>
    <w:rsid w:val="005B04A4"/>
    <w:rsid w:val="005B1ECA"/>
    <w:rsid w:val="005C5C7E"/>
    <w:rsid w:val="005C64EB"/>
    <w:rsid w:val="005C7052"/>
    <w:rsid w:val="005C74F7"/>
    <w:rsid w:val="005D1DC1"/>
    <w:rsid w:val="005D2D86"/>
    <w:rsid w:val="005D3333"/>
    <w:rsid w:val="005D6020"/>
    <w:rsid w:val="005E1B80"/>
    <w:rsid w:val="005E3682"/>
    <w:rsid w:val="005E4BD4"/>
    <w:rsid w:val="005F1B25"/>
    <w:rsid w:val="005F2D37"/>
    <w:rsid w:val="005F5ADE"/>
    <w:rsid w:val="005F77F5"/>
    <w:rsid w:val="00603FA1"/>
    <w:rsid w:val="00605ACC"/>
    <w:rsid w:val="00606FA3"/>
    <w:rsid w:val="0061174D"/>
    <w:rsid w:val="00612107"/>
    <w:rsid w:val="00613A48"/>
    <w:rsid w:val="006246D3"/>
    <w:rsid w:val="00624A09"/>
    <w:rsid w:val="00625F8B"/>
    <w:rsid w:val="00631FC0"/>
    <w:rsid w:val="00632C44"/>
    <w:rsid w:val="0063395D"/>
    <w:rsid w:val="00640AC4"/>
    <w:rsid w:val="00643B33"/>
    <w:rsid w:val="00643C1E"/>
    <w:rsid w:val="006533E6"/>
    <w:rsid w:val="006628C5"/>
    <w:rsid w:val="00665161"/>
    <w:rsid w:val="006662F8"/>
    <w:rsid w:val="0066667A"/>
    <w:rsid w:val="00666E34"/>
    <w:rsid w:val="006708D9"/>
    <w:rsid w:val="00671693"/>
    <w:rsid w:val="006746F0"/>
    <w:rsid w:val="006801C1"/>
    <w:rsid w:val="006811FA"/>
    <w:rsid w:val="00690232"/>
    <w:rsid w:val="006A02FE"/>
    <w:rsid w:val="006A335F"/>
    <w:rsid w:val="006A463C"/>
    <w:rsid w:val="006C775E"/>
    <w:rsid w:val="006D03E9"/>
    <w:rsid w:val="006D197A"/>
    <w:rsid w:val="006D1B58"/>
    <w:rsid w:val="006D3773"/>
    <w:rsid w:val="006D440E"/>
    <w:rsid w:val="006E09C7"/>
    <w:rsid w:val="006E3F16"/>
    <w:rsid w:val="006E7BCD"/>
    <w:rsid w:val="00702DFA"/>
    <w:rsid w:val="00703FD3"/>
    <w:rsid w:val="00707890"/>
    <w:rsid w:val="00713717"/>
    <w:rsid w:val="00713A8F"/>
    <w:rsid w:val="00714C8C"/>
    <w:rsid w:val="00717766"/>
    <w:rsid w:val="00721FCB"/>
    <w:rsid w:val="007269F6"/>
    <w:rsid w:val="00733E6E"/>
    <w:rsid w:val="00736945"/>
    <w:rsid w:val="00737D04"/>
    <w:rsid w:val="00741F32"/>
    <w:rsid w:val="0074697D"/>
    <w:rsid w:val="0075520E"/>
    <w:rsid w:val="00755E02"/>
    <w:rsid w:val="0076064C"/>
    <w:rsid w:val="007611D5"/>
    <w:rsid w:val="00765A26"/>
    <w:rsid w:val="007719FE"/>
    <w:rsid w:val="00774677"/>
    <w:rsid w:val="00776659"/>
    <w:rsid w:val="0078053F"/>
    <w:rsid w:val="00780C38"/>
    <w:rsid w:val="00787663"/>
    <w:rsid w:val="007959C0"/>
    <w:rsid w:val="007A06C1"/>
    <w:rsid w:val="007A1366"/>
    <w:rsid w:val="007A2D2C"/>
    <w:rsid w:val="007C26B4"/>
    <w:rsid w:val="007C636D"/>
    <w:rsid w:val="007D0C93"/>
    <w:rsid w:val="007D3565"/>
    <w:rsid w:val="007F38BE"/>
    <w:rsid w:val="007F622E"/>
    <w:rsid w:val="00807972"/>
    <w:rsid w:val="00810AD6"/>
    <w:rsid w:val="00812AE2"/>
    <w:rsid w:val="00813C73"/>
    <w:rsid w:val="008146D3"/>
    <w:rsid w:val="00815544"/>
    <w:rsid w:val="00817378"/>
    <w:rsid w:val="00821B24"/>
    <w:rsid w:val="008227CD"/>
    <w:rsid w:val="008230AE"/>
    <w:rsid w:val="00825862"/>
    <w:rsid w:val="00826493"/>
    <w:rsid w:val="008275E9"/>
    <w:rsid w:val="008302AE"/>
    <w:rsid w:val="0083592A"/>
    <w:rsid w:val="00835EBB"/>
    <w:rsid w:val="00837A7A"/>
    <w:rsid w:val="0084394B"/>
    <w:rsid w:val="00843C53"/>
    <w:rsid w:val="00852B2F"/>
    <w:rsid w:val="0085324D"/>
    <w:rsid w:val="00864E13"/>
    <w:rsid w:val="008703C6"/>
    <w:rsid w:val="00870868"/>
    <w:rsid w:val="008715EA"/>
    <w:rsid w:val="00872BD6"/>
    <w:rsid w:val="00873980"/>
    <w:rsid w:val="008754B1"/>
    <w:rsid w:val="00881A1C"/>
    <w:rsid w:val="00883EA9"/>
    <w:rsid w:val="00884A8B"/>
    <w:rsid w:val="00890FD9"/>
    <w:rsid w:val="00892445"/>
    <w:rsid w:val="00895198"/>
    <w:rsid w:val="008A11A7"/>
    <w:rsid w:val="008A4E3F"/>
    <w:rsid w:val="008A5A1E"/>
    <w:rsid w:val="008A6E9A"/>
    <w:rsid w:val="008B2482"/>
    <w:rsid w:val="008B258A"/>
    <w:rsid w:val="008B2D48"/>
    <w:rsid w:val="008B4B3D"/>
    <w:rsid w:val="008B6CE7"/>
    <w:rsid w:val="008B7801"/>
    <w:rsid w:val="008B7AD9"/>
    <w:rsid w:val="008C0BA8"/>
    <w:rsid w:val="008C23A5"/>
    <w:rsid w:val="008C285B"/>
    <w:rsid w:val="008C3D64"/>
    <w:rsid w:val="008C5E0F"/>
    <w:rsid w:val="008D1772"/>
    <w:rsid w:val="008D2BC5"/>
    <w:rsid w:val="008D3A01"/>
    <w:rsid w:val="008D4310"/>
    <w:rsid w:val="008D5302"/>
    <w:rsid w:val="008D6263"/>
    <w:rsid w:val="008D663A"/>
    <w:rsid w:val="008E1557"/>
    <w:rsid w:val="008E16D7"/>
    <w:rsid w:val="008E1B39"/>
    <w:rsid w:val="008E330F"/>
    <w:rsid w:val="008F0D7B"/>
    <w:rsid w:val="008F787A"/>
    <w:rsid w:val="00902D3C"/>
    <w:rsid w:val="00905FE7"/>
    <w:rsid w:val="009117EC"/>
    <w:rsid w:val="00912F88"/>
    <w:rsid w:val="00915079"/>
    <w:rsid w:val="00916F9A"/>
    <w:rsid w:val="00921503"/>
    <w:rsid w:val="009221B9"/>
    <w:rsid w:val="00927BB9"/>
    <w:rsid w:val="009314BF"/>
    <w:rsid w:val="00934323"/>
    <w:rsid w:val="00937772"/>
    <w:rsid w:val="00937B74"/>
    <w:rsid w:val="00941AEF"/>
    <w:rsid w:val="00944C14"/>
    <w:rsid w:val="009465C1"/>
    <w:rsid w:val="0094696C"/>
    <w:rsid w:val="00950DBB"/>
    <w:rsid w:val="00957C1E"/>
    <w:rsid w:val="00957CDC"/>
    <w:rsid w:val="00967533"/>
    <w:rsid w:val="00972611"/>
    <w:rsid w:val="009736E4"/>
    <w:rsid w:val="00974B47"/>
    <w:rsid w:val="00976CDC"/>
    <w:rsid w:val="00985CF1"/>
    <w:rsid w:val="00987BB6"/>
    <w:rsid w:val="00990FF6"/>
    <w:rsid w:val="0099357E"/>
    <w:rsid w:val="009A053A"/>
    <w:rsid w:val="009A39DC"/>
    <w:rsid w:val="009A3F21"/>
    <w:rsid w:val="009B1612"/>
    <w:rsid w:val="009B3480"/>
    <w:rsid w:val="009B48E5"/>
    <w:rsid w:val="009B52D9"/>
    <w:rsid w:val="009B6DD8"/>
    <w:rsid w:val="009C0768"/>
    <w:rsid w:val="009C0780"/>
    <w:rsid w:val="009C51FE"/>
    <w:rsid w:val="009D142D"/>
    <w:rsid w:val="009D19C6"/>
    <w:rsid w:val="009D20A7"/>
    <w:rsid w:val="009D2CA9"/>
    <w:rsid w:val="009D3FD2"/>
    <w:rsid w:val="009D5BFF"/>
    <w:rsid w:val="009D6522"/>
    <w:rsid w:val="009D759C"/>
    <w:rsid w:val="009D7A0F"/>
    <w:rsid w:val="009E0884"/>
    <w:rsid w:val="009F2D96"/>
    <w:rsid w:val="009F5560"/>
    <w:rsid w:val="00A00AE9"/>
    <w:rsid w:val="00A02BD0"/>
    <w:rsid w:val="00A04A66"/>
    <w:rsid w:val="00A06151"/>
    <w:rsid w:val="00A072CA"/>
    <w:rsid w:val="00A07514"/>
    <w:rsid w:val="00A1022F"/>
    <w:rsid w:val="00A1598F"/>
    <w:rsid w:val="00A25828"/>
    <w:rsid w:val="00A2744B"/>
    <w:rsid w:val="00A32710"/>
    <w:rsid w:val="00A35C21"/>
    <w:rsid w:val="00A41120"/>
    <w:rsid w:val="00A44DBB"/>
    <w:rsid w:val="00A455D0"/>
    <w:rsid w:val="00A4649B"/>
    <w:rsid w:val="00A560EA"/>
    <w:rsid w:val="00A565CE"/>
    <w:rsid w:val="00A578F7"/>
    <w:rsid w:val="00A65C07"/>
    <w:rsid w:val="00A66103"/>
    <w:rsid w:val="00A67363"/>
    <w:rsid w:val="00A74D8C"/>
    <w:rsid w:val="00A772D7"/>
    <w:rsid w:val="00A77675"/>
    <w:rsid w:val="00A8054A"/>
    <w:rsid w:val="00A826A7"/>
    <w:rsid w:val="00A831D9"/>
    <w:rsid w:val="00A86936"/>
    <w:rsid w:val="00A86C59"/>
    <w:rsid w:val="00A87D98"/>
    <w:rsid w:val="00AA08F1"/>
    <w:rsid w:val="00AA43BD"/>
    <w:rsid w:val="00AA7385"/>
    <w:rsid w:val="00AB18E8"/>
    <w:rsid w:val="00AB1E22"/>
    <w:rsid w:val="00AB2DB8"/>
    <w:rsid w:val="00AB6543"/>
    <w:rsid w:val="00AC253F"/>
    <w:rsid w:val="00AC3999"/>
    <w:rsid w:val="00AC3E47"/>
    <w:rsid w:val="00AD052B"/>
    <w:rsid w:val="00AD44A5"/>
    <w:rsid w:val="00AD6384"/>
    <w:rsid w:val="00AE4471"/>
    <w:rsid w:val="00AE454D"/>
    <w:rsid w:val="00AF2052"/>
    <w:rsid w:val="00AF59BA"/>
    <w:rsid w:val="00B122F8"/>
    <w:rsid w:val="00B141A4"/>
    <w:rsid w:val="00B265EB"/>
    <w:rsid w:val="00B26972"/>
    <w:rsid w:val="00B27FA0"/>
    <w:rsid w:val="00B31AC5"/>
    <w:rsid w:val="00B33BE6"/>
    <w:rsid w:val="00B34D90"/>
    <w:rsid w:val="00B36A5C"/>
    <w:rsid w:val="00B37215"/>
    <w:rsid w:val="00B476A4"/>
    <w:rsid w:val="00B50F2A"/>
    <w:rsid w:val="00B62251"/>
    <w:rsid w:val="00B62775"/>
    <w:rsid w:val="00B62A1D"/>
    <w:rsid w:val="00B63941"/>
    <w:rsid w:val="00B6472E"/>
    <w:rsid w:val="00B657DA"/>
    <w:rsid w:val="00B73BA5"/>
    <w:rsid w:val="00B74DAE"/>
    <w:rsid w:val="00B75560"/>
    <w:rsid w:val="00B76F31"/>
    <w:rsid w:val="00B811CF"/>
    <w:rsid w:val="00B83985"/>
    <w:rsid w:val="00B841C2"/>
    <w:rsid w:val="00B84558"/>
    <w:rsid w:val="00B854B9"/>
    <w:rsid w:val="00B85FF3"/>
    <w:rsid w:val="00B877D9"/>
    <w:rsid w:val="00B91799"/>
    <w:rsid w:val="00B91C4A"/>
    <w:rsid w:val="00B95151"/>
    <w:rsid w:val="00B96407"/>
    <w:rsid w:val="00BA3C1C"/>
    <w:rsid w:val="00BB2AC1"/>
    <w:rsid w:val="00BB2D79"/>
    <w:rsid w:val="00BC4431"/>
    <w:rsid w:val="00BD15E9"/>
    <w:rsid w:val="00BD38C5"/>
    <w:rsid w:val="00BE1409"/>
    <w:rsid w:val="00BE6A25"/>
    <w:rsid w:val="00C161E3"/>
    <w:rsid w:val="00C208CA"/>
    <w:rsid w:val="00C2470C"/>
    <w:rsid w:val="00C25C7E"/>
    <w:rsid w:val="00C303C9"/>
    <w:rsid w:val="00C313B1"/>
    <w:rsid w:val="00C34189"/>
    <w:rsid w:val="00C36628"/>
    <w:rsid w:val="00C36870"/>
    <w:rsid w:val="00C456D3"/>
    <w:rsid w:val="00C513F0"/>
    <w:rsid w:val="00C53098"/>
    <w:rsid w:val="00C53229"/>
    <w:rsid w:val="00C539D3"/>
    <w:rsid w:val="00C56AD4"/>
    <w:rsid w:val="00C70B64"/>
    <w:rsid w:val="00C7440B"/>
    <w:rsid w:val="00C80DBB"/>
    <w:rsid w:val="00C85777"/>
    <w:rsid w:val="00C8675F"/>
    <w:rsid w:val="00C90407"/>
    <w:rsid w:val="00C90717"/>
    <w:rsid w:val="00C924E6"/>
    <w:rsid w:val="00C94039"/>
    <w:rsid w:val="00C96E10"/>
    <w:rsid w:val="00CA1D76"/>
    <w:rsid w:val="00CA6C17"/>
    <w:rsid w:val="00CB01CB"/>
    <w:rsid w:val="00CB1489"/>
    <w:rsid w:val="00CB552C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2131"/>
    <w:rsid w:val="00CE4625"/>
    <w:rsid w:val="00CF0372"/>
    <w:rsid w:val="00CF3A69"/>
    <w:rsid w:val="00D00839"/>
    <w:rsid w:val="00D02065"/>
    <w:rsid w:val="00D04DB2"/>
    <w:rsid w:val="00D2360E"/>
    <w:rsid w:val="00D320D5"/>
    <w:rsid w:val="00D4000F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036D"/>
    <w:rsid w:val="00D557DE"/>
    <w:rsid w:val="00D56332"/>
    <w:rsid w:val="00D6090C"/>
    <w:rsid w:val="00D625CE"/>
    <w:rsid w:val="00D7533E"/>
    <w:rsid w:val="00D82D5F"/>
    <w:rsid w:val="00D82F64"/>
    <w:rsid w:val="00D8491B"/>
    <w:rsid w:val="00D86325"/>
    <w:rsid w:val="00D91596"/>
    <w:rsid w:val="00D91979"/>
    <w:rsid w:val="00D941C7"/>
    <w:rsid w:val="00D95DB7"/>
    <w:rsid w:val="00DA3E57"/>
    <w:rsid w:val="00DB313C"/>
    <w:rsid w:val="00DB5B31"/>
    <w:rsid w:val="00DB746C"/>
    <w:rsid w:val="00DC0B08"/>
    <w:rsid w:val="00DC1C18"/>
    <w:rsid w:val="00DC2F89"/>
    <w:rsid w:val="00DC6B7C"/>
    <w:rsid w:val="00DC782C"/>
    <w:rsid w:val="00DD005F"/>
    <w:rsid w:val="00DD1EA5"/>
    <w:rsid w:val="00DD5C1E"/>
    <w:rsid w:val="00DE5A1C"/>
    <w:rsid w:val="00DE66DD"/>
    <w:rsid w:val="00DE75FC"/>
    <w:rsid w:val="00DE7BF6"/>
    <w:rsid w:val="00DF0DAD"/>
    <w:rsid w:val="00DF4130"/>
    <w:rsid w:val="00DF45E8"/>
    <w:rsid w:val="00DF5F3D"/>
    <w:rsid w:val="00E02BA8"/>
    <w:rsid w:val="00E03474"/>
    <w:rsid w:val="00E10D9B"/>
    <w:rsid w:val="00E12627"/>
    <w:rsid w:val="00E12AD3"/>
    <w:rsid w:val="00E13A49"/>
    <w:rsid w:val="00E13B42"/>
    <w:rsid w:val="00E152B2"/>
    <w:rsid w:val="00E1613B"/>
    <w:rsid w:val="00E1733E"/>
    <w:rsid w:val="00E179DB"/>
    <w:rsid w:val="00E2326C"/>
    <w:rsid w:val="00E27091"/>
    <w:rsid w:val="00E30987"/>
    <w:rsid w:val="00E32589"/>
    <w:rsid w:val="00E33BDB"/>
    <w:rsid w:val="00E400A5"/>
    <w:rsid w:val="00E457C0"/>
    <w:rsid w:val="00E52113"/>
    <w:rsid w:val="00E5574C"/>
    <w:rsid w:val="00E65558"/>
    <w:rsid w:val="00E655C8"/>
    <w:rsid w:val="00E7150A"/>
    <w:rsid w:val="00E742B8"/>
    <w:rsid w:val="00E74E31"/>
    <w:rsid w:val="00E7560C"/>
    <w:rsid w:val="00E83EE1"/>
    <w:rsid w:val="00E84EB1"/>
    <w:rsid w:val="00E850CD"/>
    <w:rsid w:val="00E853CB"/>
    <w:rsid w:val="00E9343A"/>
    <w:rsid w:val="00EA2912"/>
    <w:rsid w:val="00EB103F"/>
    <w:rsid w:val="00EB1BF3"/>
    <w:rsid w:val="00EB3FDB"/>
    <w:rsid w:val="00EB64E8"/>
    <w:rsid w:val="00EB74F5"/>
    <w:rsid w:val="00EC3351"/>
    <w:rsid w:val="00EC4B61"/>
    <w:rsid w:val="00ED273C"/>
    <w:rsid w:val="00ED319B"/>
    <w:rsid w:val="00EF7ADF"/>
    <w:rsid w:val="00EF7C64"/>
    <w:rsid w:val="00F00A89"/>
    <w:rsid w:val="00F058D3"/>
    <w:rsid w:val="00F1024A"/>
    <w:rsid w:val="00F11A1C"/>
    <w:rsid w:val="00F160A7"/>
    <w:rsid w:val="00F16EE1"/>
    <w:rsid w:val="00F20557"/>
    <w:rsid w:val="00F4065E"/>
    <w:rsid w:val="00F42E53"/>
    <w:rsid w:val="00F43C5D"/>
    <w:rsid w:val="00F45DB8"/>
    <w:rsid w:val="00F45DDD"/>
    <w:rsid w:val="00F525D6"/>
    <w:rsid w:val="00F56439"/>
    <w:rsid w:val="00F60477"/>
    <w:rsid w:val="00F62D24"/>
    <w:rsid w:val="00F6323C"/>
    <w:rsid w:val="00F64920"/>
    <w:rsid w:val="00F66A17"/>
    <w:rsid w:val="00F75DA7"/>
    <w:rsid w:val="00F84511"/>
    <w:rsid w:val="00F85ECA"/>
    <w:rsid w:val="00F86D8D"/>
    <w:rsid w:val="00F87E84"/>
    <w:rsid w:val="00F91E16"/>
    <w:rsid w:val="00F9327C"/>
    <w:rsid w:val="00F94EBD"/>
    <w:rsid w:val="00F96A5E"/>
    <w:rsid w:val="00F96D78"/>
    <w:rsid w:val="00FA3794"/>
    <w:rsid w:val="00FA7291"/>
    <w:rsid w:val="00FB2C9D"/>
    <w:rsid w:val="00FC45C2"/>
    <w:rsid w:val="00FD19C5"/>
    <w:rsid w:val="00FD2508"/>
    <w:rsid w:val="00FD2E0A"/>
    <w:rsid w:val="00FD48E1"/>
    <w:rsid w:val="00FD64B2"/>
    <w:rsid w:val="00FD6799"/>
    <w:rsid w:val="00FE115C"/>
    <w:rsid w:val="00FE168D"/>
    <w:rsid w:val="00FE246C"/>
    <w:rsid w:val="00FE2D42"/>
    <w:rsid w:val="00FE7835"/>
    <w:rsid w:val="00FF0E50"/>
    <w:rsid w:val="00FF3570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  <w:style w:type="paragraph" w:customStyle="1" w:styleId="libtitr20">
    <w:name w:val="libtitr2"/>
    <w:basedOn w:val="Normal"/>
    <w:rsid w:val="00AC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link0">
    <w:name w:val="liblink"/>
    <w:basedOn w:val="Normal"/>
    <w:rsid w:val="00AC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b%20back%20up\faysal\FAYSAL\faysal\HASSANAIN%20BOOK\new%20template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4D704-478E-4EF5-8008-D033CE62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985</TotalTime>
  <Pages>148</Pages>
  <Words>32421</Words>
  <Characters>184804</Characters>
  <Application>Microsoft Office Word</Application>
  <DocSecurity>0</DocSecurity>
  <Lines>1540</Lines>
  <Paragraphs>433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77</cp:revision>
  <cp:lastPrinted>2017-12-16T15:23:00Z</cp:lastPrinted>
  <dcterms:created xsi:type="dcterms:W3CDTF">2017-12-13T03:38:00Z</dcterms:created>
  <dcterms:modified xsi:type="dcterms:W3CDTF">2017-12-16T15:24:00Z</dcterms:modified>
</cp:coreProperties>
</file>