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A11" w:rsidRDefault="00932A11" w:rsidP="004616D0">
      <w:pPr>
        <w:pStyle w:val="libCenterTitr"/>
      </w:pPr>
      <w:r w:rsidRPr="003F4DC8">
        <w:rPr>
          <w:cs/>
          <w:lang w:bidi="bn-IN"/>
        </w:rPr>
        <w:t>পবিত্র শাবান মাসের</w:t>
      </w:r>
      <w:r w:rsidRPr="003F4DC8">
        <w:t xml:space="preserve"> </w:t>
      </w:r>
      <w:r w:rsidRPr="003F4DC8">
        <w:rPr>
          <w:cs/>
          <w:lang w:bidi="bn-IN"/>
        </w:rPr>
        <w:t>ফজিলত ও আমল</w:t>
      </w:r>
      <w:r w:rsidR="004616D0">
        <w:t xml:space="preserve"> </w:t>
      </w:r>
    </w:p>
    <w:p w:rsidR="004616D0" w:rsidRDefault="004616D0" w:rsidP="004616D0">
      <w:pPr>
        <w:pStyle w:val="libNormal"/>
        <w:rPr>
          <w:lang w:bidi="bn-IN"/>
        </w:rPr>
      </w:pPr>
    </w:p>
    <w:p w:rsidR="004616D0" w:rsidRDefault="004616D0" w:rsidP="004616D0">
      <w:pPr>
        <w:pStyle w:val="libNormal"/>
        <w:rPr>
          <w:lang w:bidi="bn-IN"/>
        </w:rPr>
      </w:pPr>
    </w:p>
    <w:p w:rsidR="004616D0" w:rsidRDefault="004616D0" w:rsidP="004616D0">
      <w:pPr>
        <w:pStyle w:val="libNormal"/>
        <w:rPr>
          <w:lang w:bidi="bn-IN"/>
        </w:rPr>
      </w:pPr>
    </w:p>
    <w:p w:rsidR="004616D0" w:rsidRDefault="004616D0" w:rsidP="004616D0">
      <w:pPr>
        <w:pStyle w:val="libNormal"/>
        <w:rPr>
          <w:lang w:bidi="bn-IN"/>
        </w:rPr>
      </w:pPr>
    </w:p>
    <w:p w:rsidR="00932A11" w:rsidRDefault="00932A11" w:rsidP="004616D0">
      <w:pPr>
        <w:pStyle w:val="libCenterBold1"/>
      </w:pPr>
      <w:r w:rsidRPr="003F4DC8">
        <w:rPr>
          <w:cs/>
          <w:lang w:bidi="bn-IN"/>
        </w:rPr>
        <w:t>অনুবাদক: মুহম্মদ রিজওয়ানুস সালাম খান</w:t>
      </w:r>
      <w:r w:rsidRPr="003F4DC8">
        <w:t xml:space="preserve"> </w:t>
      </w:r>
    </w:p>
    <w:p w:rsidR="004616D0" w:rsidRPr="0003242B" w:rsidRDefault="004616D0" w:rsidP="0003242B">
      <w:pPr>
        <w:rPr>
          <w:cs/>
        </w:rPr>
      </w:pPr>
      <w:r>
        <w:rPr>
          <w:cs/>
          <w:lang w:bidi="bn-IN"/>
        </w:rPr>
        <w:br w:type="page"/>
      </w:r>
    </w:p>
    <w:p w:rsidR="00C6090A" w:rsidRPr="00C6090A" w:rsidRDefault="00C6090A" w:rsidP="00C6090A">
      <w:pPr>
        <w:pStyle w:val="libArCenter"/>
      </w:pPr>
      <w:r w:rsidRPr="00C6090A">
        <w:rPr>
          <w:rFonts w:hint="cs"/>
          <w:rtl/>
        </w:rPr>
        <w:lastRenderedPageBreak/>
        <w:t>بسم الله الرحمن الرحیم</w:t>
      </w:r>
    </w:p>
    <w:p w:rsidR="00C6090A" w:rsidRDefault="00C6090A" w:rsidP="004616D0">
      <w:pPr>
        <w:pStyle w:val="libNormal"/>
        <w:rPr>
          <w:lang w:bidi="bn-IN"/>
        </w:rPr>
      </w:pPr>
    </w:p>
    <w:p w:rsidR="004616D0" w:rsidRDefault="004616D0" w:rsidP="00A41DD9">
      <w:pPr>
        <w:pStyle w:val="libCenter"/>
        <w:rPr>
          <w:lang w:bidi="bn-IN"/>
        </w:rPr>
      </w:pPr>
      <w:r w:rsidRPr="003F4DC8">
        <w:rPr>
          <w:cs/>
          <w:lang w:bidi="bn-IN"/>
        </w:rPr>
        <w:t>শুরু করি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হর নামে যিনি পরম করুণাময় ও</w:t>
      </w:r>
      <w:r w:rsidRPr="003F4DC8">
        <w:t xml:space="preserve"> </w:t>
      </w:r>
      <w:r w:rsidRPr="003F4DC8">
        <w:rPr>
          <w:cs/>
          <w:lang w:bidi="bn-IN"/>
        </w:rPr>
        <w:t>দয়া</w:t>
      </w:r>
      <w:r>
        <w:rPr>
          <w:cs/>
          <w:lang w:bidi="bn-IN"/>
        </w:rPr>
        <w:t>লু</w:t>
      </w:r>
      <w:r w:rsidRPr="003F4DC8">
        <w:rPr>
          <w:cs/>
          <w:lang w:bidi="hi-IN"/>
        </w:rPr>
        <w:t>।</w:t>
      </w:r>
    </w:p>
    <w:p w:rsidR="00A41DD9" w:rsidRDefault="00A41DD9" w:rsidP="004616D0">
      <w:pPr>
        <w:pStyle w:val="libNormal"/>
      </w:pPr>
    </w:p>
    <w:p w:rsidR="00A41DD9" w:rsidRDefault="004616D0" w:rsidP="006366B4">
      <w:pPr>
        <w:pStyle w:val="libCenter"/>
      </w:pPr>
      <w:r w:rsidRPr="003F4DC8">
        <w:t xml:space="preserve">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শাবান মাস আমার মাস ॥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4616D0" w:rsidRDefault="004616D0" w:rsidP="006366B4">
      <w:pPr>
        <w:pStyle w:val="libRight"/>
      </w:pPr>
      <w:r w:rsidRPr="003F4DC8">
        <w:rPr>
          <w:cs/>
          <w:lang w:bidi="bn-IN"/>
        </w:rPr>
        <w:t>বি</w:t>
      </w:r>
      <w:r>
        <w:rPr>
          <w:cs/>
          <w:lang w:bidi="bn-IN"/>
        </w:rPr>
        <w:t>শ্ব</w:t>
      </w:r>
      <w:r w:rsidRPr="003F4DC8">
        <w:t xml:space="preserve"> </w:t>
      </w:r>
      <w:r w:rsidRPr="003F4DC8">
        <w:rPr>
          <w:cs/>
          <w:lang w:bidi="bn-IN"/>
        </w:rPr>
        <w:t>নবী (স.)॥</w:t>
      </w:r>
      <w:r w:rsidRPr="003F4DC8">
        <w:t xml:space="preserve"> </w:t>
      </w:r>
    </w:p>
    <w:p w:rsidR="004616D0" w:rsidRPr="0003242B" w:rsidRDefault="004616D0" w:rsidP="0003242B">
      <w:r>
        <w:rPr>
          <w:lang w:bidi="bn-IN"/>
        </w:rPr>
        <w:br w:type="page"/>
      </w:r>
    </w:p>
    <w:p w:rsidR="00932A11" w:rsidRDefault="004616D0" w:rsidP="004616D0">
      <w:pPr>
        <w:pStyle w:val="libCenterBold1"/>
      </w:pPr>
      <w:r w:rsidRPr="004616D0">
        <w:rPr>
          <w:rFonts w:hint="cs"/>
          <w:cs/>
          <w:lang w:bidi="bn-IN"/>
        </w:rPr>
        <w:lastRenderedPageBreak/>
        <w:t>পবিত্র</w:t>
      </w:r>
      <w:r w:rsidRPr="004616D0">
        <w:rPr>
          <w:cs/>
          <w:lang w:bidi="bn-IN"/>
        </w:rPr>
        <w:t xml:space="preserve"> </w:t>
      </w:r>
      <w:r w:rsidRPr="004616D0">
        <w:rPr>
          <w:rFonts w:hint="cs"/>
          <w:cs/>
          <w:lang w:bidi="bn-IN"/>
        </w:rPr>
        <w:t>শাবান</w:t>
      </w:r>
      <w:r w:rsidRPr="004616D0">
        <w:rPr>
          <w:cs/>
          <w:lang w:bidi="bn-IN"/>
        </w:rPr>
        <w:t xml:space="preserve"> </w:t>
      </w:r>
      <w:r w:rsidRPr="004616D0">
        <w:rPr>
          <w:rFonts w:hint="cs"/>
          <w:cs/>
          <w:lang w:bidi="bn-IN"/>
        </w:rPr>
        <w:t>মাসের</w:t>
      </w:r>
      <w:r w:rsidRPr="004616D0">
        <w:rPr>
          <w:cs/>
          <w:lang w:bidi="bn-IN"/>
        </w:rPr>
        <w:t xml:space="preserve"> </w:t>
      </w:r>
      <w:r w:rsidRPr="004616D0">
        <w:rPr>
          <w:rFonts w:hint="cs"/>
          <w:cs/>
          <w:lang w:bidi="bn-IN"/>
        </w:rPr>
        <w:t>ফজিলত</w:t>
      </w:r>
      <w:r w:rsidRPr="004616D0">
        <w:rPr>
          <w:cs/>
          <w:lang w:bidi="bn-IN"/>
        </w:rPr>
        <w:t xml:space="preserve"> </w:t>
      </w:r>
      <w:r w:rsidRPr="004616D0">
        <w:rPr>
          <w:rFonts w:hint="cs"/>
          <w:cs/>
          <w:lang w:bidi="bn-IN"/>
        </w:rPr>
        <w:t>ও</w:t>
      </w:r>
      <w:r w:rsidRPr="004616D0">
        <w:rPr>
          <w:cs/>
          <w:lang w:bidi="bn-IN"/>
        </w:rPr>
        <w:t xml:space="preserve"> </w:t>
      </w:r>
      <w:r w:rsidRPr="004616D0">
        <w:rPr>
          <w:rFonts w:hint="cs"/>
          <w:cs/>
          <w:lang w:bidi="bn-IN"/>
        </w:rPr>
        <w:t>আমল</w:t>
      </w:r>
      <w:r w:rsidRPr="004616D0">
        <w:rPr>
          <w:cs/>
          <w:lang w:bidi="bn-IN"/>
        </w:rPr>
        <w:t xml:space="preserve"> </w:t>
      </w:r>
    </w:p>
    <w:p w:rsidR="00932A11" w:rsidRDefault="00932A11" w:rsidP="004616D0">
      <w:pPr>
        <w:pStyle w:val="libNormal"/>
      </w:pPr>
      <w:r w:rsidRPr="004616D0">
        <w:rPr>
          <w:rStyle w:val="libBold1Char"/>
          <w:cs/>
          <w:lang w:bidi="bn-IN"/>
        </w:rPr>
        <w:t>অনুবাদ</w:t>
      </w:r>
      <w:r w:rsidRPr="004616D0">
        <w:rPr>
          <w:rStyle w:val="libBold1Char"/>
          <w:rtl/>
          <w:cs/>
        </w:rPr>
        <w:t>:</w:t>
      </w:r>
      <w:r w:rsidRPr="003F4DC8">
        <w:rPr>
          <w:cs/>
          <w:lang w:bidi="bn-IN"/>
        </w:rPr>
        <w:t xml:space="preserve"> মুহম্মদ রিজওয়ানুস সালাম খান (কুম</w:t>
      </w:r>
      <w:r w:rsidRPr="003F4DC8">
        <w:t xml:space="preserve">, </w:t>
      </w:r>
      <w:r w:rsidRPr="003F4DC8">
        <w:rPr>
          <w:cs/>
          <w:lang w:bidi="bn-IN"/>
        </w:rPr>
        <w:t>ইরান)</w:t>
      </w:r>
      <w:r w:rsidRPr="003F4DC8">
        <w:t xml:space="preserve"> </w:t>
      </w:r>
    </w:p>
    <w:p w:rsidR="00932A11" w:rsidRDefault="00932A11" w:rsidP="004616D0">
      <w:pPr>
        <w:pStyle w:val="libNormal"/>
      </w:pPr>
      <w:r w:rsidRPr="004616D0">
        <w:rPr>
          <w:rStyle w:val="libBold1Char"/>
          <w:cs/>
          <w:lang w:bidi="bn-IN"/>
        </w:rPr>
        <w:t>সম্পাদনা</w:t>
      </w:r>
      <w:r w:rsidRPr="004616D0">
        <w:rPr>
          <w:rStyle w:val="libBold1Char"/>
          <w:rtl/>
          <w:cs/>
        </w:rPr>
        <w:t>:</w:t>
      </w:r>
      <w:r w:rsidRPr="003F4DC8">
        <w:rPr>
          <w:cs/>
          <w:lang w:bidi="bn-IN"/>
        </w:rPr>
        <w:t xml:space="preserve"> জনাব মাওলানা আবুল কাসেম </w:t>
      </w:r>
      <w:r>
        <w:rPr>
          <w:cs/>
          <w:lang w:bidi="bn-IN"/>
        </w:rPr>
        <w:t>সাহেব</w:t>
      </w:r>
      <w:r w:rsidRPr="003F4DC8">
        <w:rPr>
          <w:cs/>
          <w:lang w:bidi="bn-IN"/>
        </w:rPr>
        <w:t xml:space="preserve"> (কুম</w:t>
      </w:r>
      <w:r w:rsidRPr="003F4DC8">
        <w:t xml:space="preserve">, </w:t>
      </w:r>
      <w:r w:rsidRPr="003F4DC8">
        <w:rPr>
          <w:cs/>
          <w:lang w:bidi="bn-IN"/>
        </w:rPr>
        <w:t>ইরান)</w:t>
      </w:r>
      <w:r w:rsidRPr="003F4DC8">
        <w:t xml:space="preserve"> </w:t>
      </w:r>
    </w:p>
    <w:p w:rsidR="00932A11" w:rsidRDefault="00932A11" w:rsidP="004616D0">
      <w:pPr>
        <w:pStyle w:val="libNormal"/>
      </w:pPr>
      <w:r w:rsidRPr="004616D0">
        <w:rPr>
          <w:rStyle w:val="libBold1Char"/>
          <w:cs/>
          <w:lang w:bidi="bn-IN"/>
        </w:rPr>
        <w:t>ব্যবস্থাপনায়</w:t>
      </w:r>
      <w:r w:rsidRPr="004616D0">
        <w:rPr>
          <w:rStyle w:val="libBold1Char"/>
          <w:rtl/>
          <w:cs/>
        </w:rPr>
        <w:t>:</w:t>
      </w:r>
      <w:r w:rsidRPr="003F4DC8">
        <w:rPr>
          <w:cs/>
          <w:lang w:bidi="bn-IN"/>
        </w:rPr>
        <w:t xml:space="preserve"> নূরুল </w:t>
      </w:r>
      <w:r>
        <w:rPr>
          <w:cs/>
          <w:lang w:bidi="bn-IN"/>
        </w:rPr>
        <w:t>ইসলাম</w:t>
      </w:r>
      <w:r w:rsidRPr="003F4DC8">
        <w:rPr>
          <w:cs/>
          <w:lang w:bidi="bn-IN"/>
        </w:rPr>
        <w:t xml:space="preserve"> একাডেমী</w:t>
      </w:r>
      <w:r w:rsidRPr="003F4DC8">
        <w:t xml:space="preserve">, </w:t>
      </w:r>
      <w:r w:rsidRPr="003F4DC8">
        <w:rPr>
          <w:cs/>
          <w:lang w:bidi="bn-IN"/>
        </w:rPr>
        <w:t>চণ্ডীপুর</w:t>
      </w:r>
      <w:r w:rsidRPr="003F4DC8">
        <w:t>, (</w:t>
      </w:r>
      <w:r w:rsidRPr="003F4DC8">
        <w:rPr>
          <w:cs/>
          <w:lang w:bidi="bn-IN"/>
        </w:rPr>
        <w:t>পঃ বঃ)</w:t>
      </w:r>
      <w:r w:rsidRPr="003F4DC8">
        <w:t xml:space="preserve">, </w:t>
      </w:r>
      <w:r w:rsidRPr="003F4DC8">
        <w:rPr>
          <w:cs/>
          <w:lang w:bidi="bn-IN"/>
        </w:rPr>
        <w:t>ভারত</w:t>
      </w:r>
      <w:r w:rsidRPr="003F4DC8">
        <w:t xml:space="preserve"> </w:t>
      </w:r>
    </w:p>
    <w:p w:rsidR="00932A11" w:rsidRDefault="00932A11" w:rsidP="004616D0">
      <w:pPr>
        <w:pStyle w:val="libNormal"/>
      </w:pPr>
      <w:r w:rsidRPr="004616D0">
        <w:rPr>
          <w:rStyle w:val="libBold1Char"/>
          <w:cs/>
          <w:lang w:bidi="bn-IN"/>
        </w:rPr>
        <w:t>কম্পোজ</w:t>
      </w:r>
      <w:r w:rsidRPr="004616D0">
        <w:rPr>
          <w:rStyle w:val="libBold1Char"/>
          <w:rtl/>
          <w:cs/>
        </w:rPr>
        <w:t>:</w:t>
      </w:r>
      <w:r w:rsidRPr="003F4DC8">
        <w:rPr>
          <w:cs/>
          <w:lang w:bidi="bn-IN"/>
        </w:rPr>
        <w:t xml:space="preserve"> আঞ্জুমান-এ-তাবেঈন-এ-</w:t>
      </w:r>
      <w:r>
        <w:rPr>
          <w:cs/>
          <w:lang w:bidi="bn-IN"/>
        </w:rPr>
        <w:t>আহলে বায়েত</w:t>
      </w:r>
      <w:r w:rsidRPr="003F4DC8">
        <w:rPr>
          <w:cs/>
          <w:lang w:bidi="bn-IN"/>
        </w:rPr>
        <w:t xml:space="preserve"> (আ.)</w:t>
      </w:r>
      <w:r w:rsidRPr="003F4DC8">
        <w:t>,</w:t>
      </w:r>
      <w:r w:rsidRPr="003F4DC8">
        <w:rPr>
          <w:cs/>
          <w:lang w:bidi="bn-IN"/>
        </w:rPr>
        <w:t>চণ্ডীপুর</w:t>
      </w:r>
      <w:r w:rsidRPr="003F4DC8">
        <w:t xml:space="preserve">, </w:t>
      </w:r>
    </w:p>
    <w:p w:rsidR="00932A11" w:rsidRDefault="00932A11" w:rsidP="004616D0">
      <w:pPr>
        <w:pStyle w:val="libNormal"/>
      </w:pPr>
      <w:r w:rsidRPr="004616D0">
        <w:rPr>
          <w:rStyle w:val="libBold1Char"/>
          <w:cs/>
          <w:lang w:bidi="bn-IN"/>
        </w:rPr>
        <w:t>প্রকাশকাল</w:t>
      </w:r>
      <w:r w:rsidRPr="004616D0">
        <w:rPr>
          <w:rStyle w:val="libBold1Char"/>
          <w:rtl/>
          <w:cs/>
        </w:rPr>
        <w:t>:</w:t>
      </w:r>
      <w:r w:rsidRPr="003F4DC8">
        <w:rPr>
          <w:cs/>
          <w:lang w:bidi="bn-IN"/>
        </w:rPr>
        <w:t xml:space="preserve"> মহর্রম ১৪৩০</w:t>
      </w:r>
      <w:r w:rsidRPr="003F4DC8">
        <w:t xml:space="preserve">, </w:t>
      </w:r>
      <w:r w:rsidRPr="003F4DC8">
        <w:rPr>
          <w:cs/>
          <w:lang w:bidi="bn-IN"/>
        </w:rPr>
        <w:t>মাঘ: ১৪১৫</w:t>
      </w:r>
      <w:r w:rsidRPr="003F4DC8">
        <w:t xml:space="preserve">, </w:t>
      </w:r>
      <w:r w:rsidRPr="003F4DC8">
        <w:rPr>
          <w:cs/>
          <w:lang w:bidi="bn-IN"/>
        </w:rPr>
        <w:t>জানুয়ারী: ২০০৯</w:t>
      </w:r>
      <w:r w:rsidRPr="003F4DC8">
        <w:t xml:space="preserve"> </w:t>
      </w:r>
    </w:p>
    <w:p w:rsidR="004616D0" w:rsidRDefault="00932A11" w:rsidP="004616D0">
      <w:pPr>
        <w:pStyle w:val="libNormal"/>
        <w:rPr>
          <w:lang w:bidi="bn-IN"/>
        </w:rPr>
      </w:pPr>
      <w:r w:rsidRPr="004616D0">
        <w:rPr>
          <w:rStyle w:val="libBold1Char"/>
          <w:cs/>
          <w:lang w:bidi="bn-IN"/>
        </w:rPr>
        <w:t>প্রকাশনায়</w:t>
      </w:r>
      <w:r w:rsidRPr="004616D0">
        <w:rPr>
          <w:rStyle w:val="libBold1Char"/>
          <w:rtl/>
          <w:cs/>
        </w:rPr>
        <w:t>:</w:t>
      </w:r>
      <w:r w:rsidRPr="003F4DC8">
        <w:rPr>
          <w:cs/>
          <w:lang w:bidi="bn-IN"/>
        </w:rPr>
        <w:t xml:space="preserve"> মাজমা-এ-যাখায়ের-এ-ই</w:t>
      </w:r>
      <w:r w:rsidR="004616D0">
        <w:rPr>
          <w:cs/>
          <w:lang w:bidi="bn-IN"/>
        </w:rPr>
        <w:t>সলা</w:t>
      </w:r>
      <w:r w:rsidRPr="003F4DC8">
        <w:rPr>
          <w:cs/>
          <w:lang w:bidi="bn-IN"/>
        </w:rPr>
        <w:t>মী</w:t>
      </w:r>
      <w:r w:rsidRPr="003F4DC8">
        <w:t xml:space="preserve">, </w:t>
      </w:r>
      <w:r w:rsidRPr="003F4DC8">
        <w:rPr>
          <w:cs/>
          <w:lang w:bidi="bn-IN"/>
        </w:rPr>
        <w:t>বাড়ি নং ১</w:t>
      </w:r>
      <w:r w:rsidRPr="003F4DC8">
        <w:t xml:space="preserve">, </w:t>
      </w:r>
      <w:r w:rsidRPr="003F4DC8">
        <w:rPr>
          <w:cs/>
          <w:lang w:bidi="bn-IN"/>
        </w:rPr>
        <w:t>গলি নং ২৩</w:t>
      </w:r>
      <w:r w:rsidRPr="003F4DC8">
        <w:t xml:space="preserve">, </w:t>
      </w:r>
      <w:r w:rsidRPr="003F4DC8">
        <w:rPr>
          <w:cs/>
          <w:lang w:bidi="bn-IN"/>
        </w:rPr>
        <w:t>আযার</w:t>
      </w:r>
      <w:r w:rsidRPr="003F4DC8">
        <w:t xml:space="preserve"> </w:t>
      </w:r>
      <w:r w:rsidRPr="003F4DC8">
        <w:rPr>
          <w:cs/>
          <w:lang w:bidi="bn-IN"/>
        </w:rPr>
        <w:t>স্ট্রীট</w:t>
      </w:r>
      <w:r w:rsidRPr="003F4DC8">
        <w:t xml:space="preserve">, </w:t>
      </w:r>
      <w:r w:rsidRPr="003F4DC8">
        <w:rPr>
          <w:cs/>
          <w:lang w:bidi="bn-IN"/>
        </w:rPr>
        <w:t>কুম</w:t>
      </w:r>
      <w:r w:rsidRPr="003F4DC8">
        <w:t xml:space="preserve">, </w:t>
      </w:r>
      <w:r w:rsidRPr="003F4DC8">
        <w:rPr>
          <w:cs/>
          <w:lang w:bidi="bn-IN"/>
        </w:rPr>
        <w:t>ই</w:t>
      </w:r>
      <w:r w:rsidR="004616D0">
        <w:rPr>
          <w:cs/>
          <w:lang w:bidi="bn-IN"/>
        </w:rPr>
        <w:t>সলা</w:t>
      </w:r>
      <w:r w:rsidRPr="003F4DC8">
        <w:rPr>
          <w:cs/>
          <w:lang w:bidi="bn-IN"/>
        </w:rPr>
        <w:t>মী প্রজাত</w:t>
      </w:r>
      <w:r w:rsidR="004616D0">
        <w:rPr>
          <w:cs/>
          <w:lang w:bidi="bn-IN"/>
        </w:rPr>
        <w:t>ন্ত্র</w:t>
      </w:r>
      <w:r w:rsidRPr="003F4DC8">
        <w:t xml:space="preserve"> </w:t>
      </w:r>
      <w:r w:rsidRPr="003F4DC8">
        <w:rPr>
          <w:cs/>
          <w:lang w:bidi="bn-IN"/>
        </w:rPr>
        <w:t>ইরান</w:t>
      </w:r>
      <w:r w:rsidR="004616D0">
        <w:rPr>
          <w:lang w:bidi="bn-IN"/>
        </w:rPr>
        <w:t xml:space="preserve"> </w:t>
      </w:r>
      <w:r w:rsidR="004616D0">
        <w:rPr>
          <w:cs/>
          <w:lang w:bidi="hi-IN"/>
        </w:rPr>
        <w:t>।</w:t>
      </w:r>
    </w:p>
    <w:p w:rsidR="00932A11" w:rsidRDefault="00932A11" w:rsidP="004616D0">
      <w:pPr>
        <w:pStyle w:val="libNormal"/>
      </w:pPr>
      <w:r w:rsidRPr="003F4DC8">
        <w:rPr>
          <w:cs/>
          <w:lang w:bidi="bn-IN"/>
        </w:rPr>
        <w:t>গ্রন্থস্ব</w:t>
      </w:r>
      <w:r>
        <w:rPr>
          <w:cs/>
          <w:lang w:bidi="bn-IN"/>
        </w:rPr>
        <w:t>ত্ব</w:t>
      </w:r>
      <w:r w:rsidRPr="003F4DC8">
        <w:t xml:space="preserve"> </w:t>
      </w:r>
      <w:r w:rsidRPr="003F4DC8">
        <w:rPr>
          <w:cs/>
          <w:lang w:bidi="bn-IN"/>
        </w:rPr>
        <w:t>প্রকাশকের জন্য সংরক্ষিত</w:t>
      </w:r>
      <w:r w:rsidRPr="003F4DC8">
        <w:t xml:space="preserve"> </w:t>
      </w:r>
    </w:p>
    <w:p w:rsidR="004616D0" w:rsidRPr="0003242B" w:rsidRDefault="004616D0" w:rsidP="0003242B">
      <w:r>
        <w:rPr>
          <w:lang w:bidi="bn-IN"/>
        </w:rPr>
        <w:br w:type="page"/>
      </w:r>
    </w:p>
    <w:p w:rsidR="004616D0" w:rsidRDefault="004616D0" w:rsidP="00FD3A1B">
      <w:pPr>
        <w:pStyle w:val="libAr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قال النبی صلی الله علیه و آله و سلم:</w:t>
      </w:r>
    </w:p>
    <w:p w:rsidR="004616D0" w:rsidRPr="004616D0" w:rsidRDefault="004616D0" w:rsidP="00FD3A1B">
      <w:pPr>
        <w:pStyle w:val="libAr"/>
        <w:rPr>
          <w:rtl/>
          <w:lang w:bidi="fa-IR"/>
        </w:rPr>
      </w:pPr>
      <w:r>
        <w:rPr>
          <w:rFonts w:hint="cs"/>
          <w:rtl/>
          <w:lang w:bidi="fa-IR"/>
        </w:rPr>
        <w:t>اوّلکم ور</w:t>
      </w:r>
      <w:r w:rsidR="00FD3A1B">
        <w:rPr>
          <w:rFonts w:hint="cs"/>
          <w:rtl/>
          <w:lang w:bidi="fa-IR"/>
        </w:rPr>
        <w:t>دوا فی الحوض اوّلکم اسلاما علی بن ابی طالب</w:t>
      </w:r>
    </w:p>
    <w:p w:rsidR="00932A11" w:rsidRDefault="00932A11" w:rsidP="004616D0">
      <w:pPr>
        <w:pStyle w:val="libNormal"/>
      </w:pPr>
      <w:r w:rsidRPr="003F4DC8">
        <w:rPr>
          <w:cs/>
          <w:lang w:bidi="bn-IN"/>
        </w:rPr>
        <w:t>হজরত মহানবী (স.) এরশাদ করেছেন:</w:t>
      </w:r>
      <w:r w:rsidRPr="003F4DC8">
        <w:t xml:space="preserve"> </w:t>
      </w:r>
    </w:p>
    <w:p w:rsidR="00932A11" w:rsidRDefault="00932A11" w:rsidP="004616D0">
      <w:pPr>
        <w:pStyle w:val="libNormal"/>
      </w:pPr>
      <w:r w:rsidRPr="003F4DC8">
        <w:rPr>
          <w:cs/>
          <w:lang w:bidi="bn-IN"/>
        </w:rPr>
        <w:t>তোমাদের মধ্যে সবার আগে হাউজে কাওসারে প্রবেশ</w:t>
      </w:r>
      <w:r w:rsidRPr="003F4DC8">
        <w:t xml:space="preserve"> </w:t>
      </w:r>
      <w:r w:rsidRPr="003F4DC8">
        <w:rPr>
          <w:cs/>
          <w:lang w:bidi="bn-IN"/>
        </w:rPr>
        <w:t>করবে সেই ব্যক্তি যে সবার আগে ইসলাম গ্রহণ করেছে</w:t>
      </w:r>
      <w:r w:rsidRPr="003F4DC8">
        <w:t xml:space="preserve">, </w:t>
      </w:r>
      <w:r w:rsidRPr="003F4DC8">
        <w:rPr>
          <w:cs/>
          <w:lang w:bidi="bn-IN"/>
        </w:rPr>
        <w:t>আর সে হল হজরত আলী ইবনে আবী তালিব (আ.)।</w:t>
      </w:r>
      <w:r w:rsidRPr="00FD3A1B">
        <w:rPr>
          <w:rStyle w:val="libFootnotenumChar"/>
          <w:cs/>
          <w:lang w:bidi="bn-IN"/>
        </w:rPr>
        <w:t>১</w:t>
      </w:r>
      <w:r w:rsidRPr="003F4DC8">
        <w:t xml:space="preserve"> </w:t>
      </w:r>
    </w:p>
    <w:p w:rsidR="00FD3A1B" w:rsidRPr="0003242B" w:rsidRDefault="00FD3A1B" w:rsidP="0003242B">
      <w:r>
        <w:br w:type="page"/>
      </w:r>
    </w:p>
    <w:p w:rsidR="00FD3A1B" w:rsidRPr="00FD3A1B" w:rsidRDefault="00FD3A1B" w:rsidP="00FD3A1B">
      <w:pPr>
        <w:pStyle w:val="libArCenter"/>
        <w:rPr>
          <w:rtl/>
          <w:cs/>
        </w:rPr>
      </w:pPr>
      <w:r>
        <w:rPr>
          <w:rFonts w:hint="cs"/>
          <w:rtl/>
          <w:lang w:bidi="ar-SA"/>
        </w:rPr>
        <w:lastRenderedPageBreak/>
        <w:t>بسم الله الرحمن الرحیم</w:t>
      </w:r>
    </w:p>
    <w:p w:rsidR="00FD3A1B" w:rsidRPr="0003242B" w:rsidRDefault="00FD3A1B" w:rsidP="0003242B">
      <w:pPr>
        <w:pStyle w:val="libNormal"/>
        <w:rPr>
          <w:rtl/>
        </w:rPr>
      </w:pPr>
    </w:p>
    <w:p w:rsidR="00FD3A1B" w:rsidRDefault="00932A11" w:rsidP="004616D0">
      <w:pPr>
        <w:pStyle w:val="libNormal"/>
        <w:rPr>
          <w:rtl/>
        </w:rPr>
      </w:pPr>
      <w:r w:rsidRPr="003F4DC8">
        <w:rPr>
          <w:cs/>
          <w:lang w:bidi="bn-IN"/>
        </w:rPr>
        <w:t>হজরত ইমাম মাহ</w:t>
      </w:r>
      <w:r w:rsidR="00FD3A1B">
        <w:rPr>
          <w:cs/>
          <w:lang w:bidi="bn-IN"/>
        </w:rPr>
        <w:t>দী</w:t>
      </w:r>
      <w:r w:rsidRPr="003F4DC8">
        <w:rPr>
          <w:cs/>
          <w:lang w:bidi="bn-IN"/>
        </w:rPr>
        <w:t xml:space="preserve"> (আ.)-এর সুস্থতা কামনার দোওয়া</w:t>
      </w:r>
    </w:p>
    <w:p w:rsidR="00FD3A1B" w:rsidRDefault="00FD3A1B" w:rsidP="00FD3A1B">
      <w:pPr>
        <w:pStyle w:val="libAr"/>
        <w:rPr>
          <w:rtl/>
        </w:rPr>
      </w:pPr>
      <w:r w:rsidRPr="00FD3A1B">
        <w:rPr>
          <w:rFonts w:hint="cs"/>
          <w:rtl/>
        </w:rPr>
        <w:t>اللَّهُمَّ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کُنْ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لِوَلِیِّکَ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الحُجَهِ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بنِ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الحَسَن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صَلَواتُکَ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علَیهِ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و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عَلی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آبائِهِ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فِی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هَذِهِ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السَّاعَهِ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وَ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فِی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کُلِّ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سَاعَهٍ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وَلِیّاً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وَ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حَافِظاً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وَ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قَائِداً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وَ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نَاصِراً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وَدَلِیلًا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وَ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عَیْناًحَتَّى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تُسْکِنَهُ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أَرْضَکَ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طَوْعاً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وَ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تُمَتعَهُ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فِیهَا</w:t>
      </w:r>
      <w:r w:rsidRPr="00FD3A1B">
        <w:rPr>
          <w:rtl/>
        </w:rPr>
        <w:t xml:space="preserve"> </w:t>
      </w:r>
      <w:r w:rsidRPr="00FD3A1B">
        <w:rPr>
          <w:rFonts w:hint="cs"/>
          <w:rtl/>
        </w:rPr>
        <w:t>طَوِیلا</w:t>
      </w:r>
      <w:r w:rsidRPr="00FD3A1B">
        <w:t>".</w:t>
      </w:r>
    </w:p>
    <w:p w:rsidR="00FD3A1B" w:rsidRDefault="00932A11" w:rsidP="00FD3A1B">
      <w:pPr>
        <w:pStyle w:val="libNormal"/>
      </w:pPr>
      <w:proofErr w:type="gramStart"/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হে খোদা!</w:t>
      </w:r>
      <w:proofErr w:type="gramEnd"/>
      <w:r w:rsidRPr="003F4DC8">
        <w:rPr>
          <w:cs/>
          <w:lang w:bidi="bn-IN"/>
        </w:rPr>
        <w:t xml:space="preserve"> তুমি স্বীয় প্রতিনিধি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হুজ্জ্বত ইবনুল হাসান</w:t>
      </w:r>
      <w:r w:rsidRPr="0003242B">
        <w:rPr>
          <w:rStyle w:val="libAlaemChar"/>
        </w:rPr>
        <w:t>”</w:t>
      </w:r>
      <w:r w:rsidRPr="003F4DC8">
        <w:t xml:space="preserve"> </w:t>
      </w:r>
      <w:r w:rsidRPr="003F4DC8">
        <w:rPr>
          <w:cs/>
          <w:lang w:bidi="bn-IN"/>
        </w:rPr>
        <w:t>এবং</w:t>
      </w:r>
      <w:r w:rsidRPr="003F4DC8">
        <w:t xml:space="preserve"> </w:t>
      </w:r>
      <w:r w:rsidRPr="003F4DC8">
        <w:rPr>
          <w:cs/>
          <w:lang w:bidi="bn-IN"/>
        </w:rPr>
        <w:t>তার পবিত্র পূ</w:t>
      </w:r>
      <w:r w:rsidR="00FD3A1B">
        <w:rPr>
          <w:cs/>
          <w:lang w:bidi="bn-IN"/>
        </w:rPr>
        <w:t>র্ব পুরুষ</w:t>
      </w:r>
      <w:r w:rsidRPr="003F4DC8">
        <w:rPr>
          <w:cs/>
          <w:lang w:bidi="bn-IN"/>
        </w:rPr>
        <w:t>গণের প্রতি অগণিত রহমত বষর্ণ করো এবং</w:t>
      </w:r>
      <w:r w:rsidRPr="003F4DC8">
        <w:t xml:space="preserve"> </w:t>
      </w:r>
      <w:r w:rsidRPr="003F4DC8">
        <w:rPr>
          <w:cs/>
          <w:lang w:bidi="bn-IN"/>
        </w:rPr>
        <w:t>এই মুহূ</w:t>
      </w:r>
      <w:r w:rsidR="00FD3A1B">
        <w:rPr>
          <w:cs/>
          <w:lang w:bidi="bn-IN"/>
        </w:rPr>
        <w:t xml:space="preserve">র্ত </w:t>
      </w:r>
      <w:r w:rsidRPr="003F4DC8">
        <w:rPr>
          <w:cs/>
          <w:lang w:bidi="bn-IN"/>
        </w:rPr>
        <w:t>হতে সর্বদা তুমি তাঁর সংরক্ষক</w:t>
      </w:r>
      <w:r w:rsidRPr="003F4DC8">
        <w:t xml:space="preserve">, </w:t>
      </w:r>
      <w:r w:rsidRPr="003F4DC8">
        <w:rPr>
          <w:cs/>
          <w:lang w:bidi="bn-IN"/>
        </w:rPr>
        <w:t>পৃষ্ঠপোষক</w:t>
      </w:r>
      <w:r w:rsidRPr="003F4DC8">
        <w:t xml:space="preserve">, </w:t>
      </w:r>
      <w:r w:rsidRPr="003F4DC8">
        <w:rPr>
          <w:cs/>
          <w:lang w:bidi="bn-IN"/>
        </w:rPr>
        <w:t>সহায়ক</w:t>
      </w:r>
      <w:r w:rsidRPr="003F4DC8">
        <w:t xml:space="preserve">, </w:t>
      </w:r>
      <w:r w:rsidRPr="003F4DC8">
        <w:rPr>
          <w:cs/>
          <w:lang w:bidi="bn-IN"/>
        </w:rPr>
        <w:t>রক্ষক</w:t>
      </w:r>
      <w:r w:rsidRPr="003F4DC8">
        <w:t xml:space="preserve">, </w:t>
      </w:r>
      <w:r w:rsidRPr="003F4DC8">
        <w:rPr>
          <w:cs/>
          <w:lang w:bidi="bn-IN"/>
        </w:rPr>
        <w:t>তথা পথ-প্রদর্শক থেকো এবং তোমার জগৎকে</w:t>
      </w:r>
      <w:r w:rsidRPr="003F4DC8">
        <w:t xml:space="preserve"> </w:t>
      </w:r>
      <w:r w:rsidRPr="003F4DC8">
        <w:rPr>
          <w:cs/>
          <w:lang w:bidi="bn-IN"/>
        </w:rPr>
        <w:t>সুদীর্ঘকাল পর্যন্ত অবশিষ্ট রেখো যাতে তোমার প্রতিনিধি তোমার</w:t>
      </w:r>
      <w:r w:rsidRPr="003F4DC8">
        <w:t xml:space="preserve"> </w:t>
      </w:r>
      <w:r w:rsidRPr="003F4DC8">
        <w:rPr>
          <w:cs/>
          <w:lang w:bidi="bn-IN"/>
        </w:rPr>
        <w:t xml:space="preserve">নেয়ামত সমূহ হতে </w:t>
      </w:r>
      <w:r w:rsidR="00FD3A1B" w:rsidRPr="00FD3A1B">
        <w:rPr>
          <w:rFonts w:hint="cs"/>
          <w:cs/>
          <w:lang w:bidi="bn-IN"/>
        </w:rPr>
        <w:t>পূর্ণ</w:t>
      </w:r>
      <w:r w:rsidRPr="003F4DC8">
        <w:rPr>
          <w:cs/>
          <w:lang w:bidi="bn-IN"/>
        </w:rPr>
        <w:t xml:space="preserve"> রূপে লাভবান হতে পারেন।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FD3A1B" w:rsidRPr="0003242B" w:rsidRDefault="00FD3A1B" w:rsidP="0003242B">
      <w:r>
        <w:br w:type="page"/>
      </w:r>
    </w:p>
    <w:p w:rsidR="00FD3A1B" w:rsidRDefault="00932A11" w:rsidP="006D3BD9">
      <w:pPr>
        <w:pStyle w:val="Heading1Center"/>
      </w:pPr>
      <w:bookmarkStart w:id="0" w:name="_Toc450736231"/>
      <w:r w:rsidRPr="003F4DC8">
        <w:rPr>
          <w:cs/>
          <w:lang w:bidi="bn-IN"/>
        </w:rPr>
        <w:lastRenderedPageBreak/>
        <w:t>শাবান মাসের ফজিলত ও মর্যাদা</w:t>
      </w:r>
      <w:bookmarkEnd w:id="0"/>
      <w:r w:rsidRPr="003F4DC8">
        <w:t xml:space="preserve"> </w:t>
      </w:r>
    </w:p>
    <w:p w:rsidR="007A4DD3" w:rsidRDefault="00932A11" w:rsidP="00FD3A1B">
      <w:pPr>
        <w:pStyle w:val="libNormal"/>
      </w:pPr>
      <w:r w:rsidRPr="003F4DC8">
        <w:rPr>
          <w:cs/>
          <w:lang w:bidi="bn-IN"/>
        </w:rPr>
        <w:t>শাবান মাস খুবই ফজিলত ও কল্যাণের মাস</w:t>
      </w:r>
      <w:r w:rsidRPr="003F4DC8">
        <w:t xml:space="preserve"> </w:t>
      </w:r>
      <w:r w:rsidRPr="003F4DC8">
        <w:rPr>
          <w:cs/>
          <w:lang w:bidi="bn-IN"/>
        </w:rPr>
        <w:t xml:space="preserve">নবী করিম (স.) বলেছেন: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শাবান মাস আমার মাস।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7A4DD3" w:rsidRDefault="00932A11" w:rsidP="00FD3A1B">
      <w:pPr>
        <w:pStyle w:val="libNormal"/>
      </w:pPr>
      <w:r w:rsidRPr="003F4DC8">
        <w:rPr>
          <w:cs/>
          <w:lang w:bidi="bn-IN"/>
        </w:rPr>
        <w:t>হজরত ইমাম মুহম্মদ বাকের (আ.) বলেছেন:</w:t>
      </w:r>
      <w:r w:rsidRPr="003F4DC8">
        <w:t xml:space="preserve">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রাত সমূহের মধ্যে ক</w:t>
      </w:r>
      <w:r w:rsidR="007A4DD3">
        <w:rPr>
          <w:cs/>
          <w:lang w:bidi="bn-IN"/>
        </w:rPr>
        <w:t>দ্ব</w:t>
      </w:r>
      <w:r w:rsidRPr="003F4DC8">
        <w:rPr>
          <w:cs/>
          <w:lang w:bidi="bn-IN"/>
        </w:rPr>
        <w:t>রের রাতের পর ১৫ই শাবানের</w:t>
      </w:r>
      <w:r w:rsidRPr="003F4DC8">
        <w:t xml:space="preserve"> </w:t>
      </w:r>
      <w:r w:rsidRPr="003F4DC8">
        <w:rPr>
          <w:cs/>
          <w:lang w:bidi="bn-IN"/>
        </w:rPr>
        <w:t>রাত হলো সর্বোত্তম রাত।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7A4DD3" w:rsidRDefault="00932A11" w:rsidP="007A4DD3">
      <w:pPr>
        <w:pStyle w:val="libNormal"/>
      </w:pPr>
      <w:r w:rsidRPr="003F4DC8">
        <w:rPr>
          <w:cs/>
          <w:lang w:bidi="bn-IN"/>
        </w:rPr>
        <w:t>এই মাসে এমন এক শিশু জন্ম নিয়েছেন যাঁর দ্বারা</w:t>
      </w:r>
      <w:r w:rsidRPr="003F4DC8">
        <w:t xml:space="preserve"> </w:t>
      </w: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 তাবারক ও তায়া</w:t>
      </w:r>
      <w:r w:rsidRPr="0003242B">
        <w:rPr>
          <w:rStyle w:val="libAlaemChar"/>
        </w:rPr>
        <w:t>’</w:t>
      </w:r>
      <w:r w:rsidRPr="003F4DC8">
        <w:rPr>
          <w:cs/>
          <w:lang w:bidi="bn-IN"/>
        </w:rPr>
        <w:t>লা সমস্ত অত্যাচারিতদের</w:t>
      </w:r>
      <w:r w:rsidRPr="003F4DC8">
        <w:t xml:space="preserve"> </w:t>
      </w:r>
      <w:r w:rsidRPr="003F4DC8">
        <w:rPr>
          <w:cs/>
          <w:lang w:bidi="bn-IN"/>
        </w:rPr>
        <w:t>সাহায্য করবেন এবং তার মাধ্যমে জমিনকে ইনসাফ ও</w:t>
      </w:r>
      <w:r w:rsidRPr="003F4DC8">
        <w:t xml:space="preserve"> </w:t>
      </w:r>
      <w:r w:rsidRPr="003F4DC8">
        <w:rPr>
          <w:cs/>
          <w:lang w:bidi="bn-IN"/>
        </w:rPr>
        <w:t>ন্যায় বিচা</w:t>
      </w:r>
      <w:r w:rsidR="007A4DD3">
        <w:rPr>
          <w:lang w:bidi="bn-IN"/>
        </w:rPr>
        <w:t>রে</w:t>
      </w:r>
      <w:r w:rsidRPr="003F4DC8">
        <w:rPr>
          <w:cs/>
          <w:lang w:bidi="bn-IN"/>
        </w:rPr>
        <w:t xml:space="preserve"> পরি</w:t>
      </w:r>
      <w:r w:rsidR="007A4DD3">
        <w:rPr>
          <w:cs/>
          <w:lang w:bidi="bn-IN"/>
        </w:rPr>
        <w:t>পূর্ণ</w:t>
      </w:r>
      <w:r w:rsidR="00FD3A1B">
        <w:rPr>
          <w:cs/>
          <w:lang w:bidi="bn-IN"/>
        </w:rPr>
        <w:t xml:space="preserve"> </w:t>
      </w:r>
      <w:r w:rsidRPr="003F4DC8">
        <w:rPr>
          <w:cs/>
          <w:lang w:bidi="bn-IN"/>
        </w:rPr>
        <w:t>করবেন এবং অন্যায় ও</w:t>
      </w:r>
      <w:r w:rsidRPr="003F4DC8">
        <w:t xml:space="preserve"> </w:t>
      </w:r>
      <w:r w:rsidRPr="003F4DC8">
        <w:rPr>
          <w:cs/>
          <w:lang w:bidi="bn-IN"/>
        </w:rPr>
        <w:t>অত্যাচারকে নিঃশেষ করবেন।</w:t>
      </w:r>
      <w:r w:rsidRPr="003F4DC8">
        <w:t xml:space="preserve"> </w:t>
      </w:r>
    </w:p>
    <w:p w:rsidR="007A4DD3" w:rsidRDefault="00932A11" w:rsidP="007A4DD3">
      <w:pPr>
        <w:pStyle w:val="libNormal"/>
      </w:pPr>
      <w:r w:rsidRPr="003F4DC8">
        <w:rPr>
          <w:cs/>
          <w:lang w:bidi="bn-IN"/>
        </w:rPr>
        <w:t>শাবান মাস রমজান মাসে প্রবেশ করার ভূমিকা</w:t>
      </w:r>
      <w:r w:rsidRPr="003F4DC8">
        <w:t xml:space="preserve">, </w:t>
      </w: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হর আতিথ্যে প্রবেশ করার পূ</w:t>
      </w:r>
      <w:r w:rsidR="007A4DD3">
        <w:rPr>
          <w:cs/>
          <w:lang w:bidi="bn-IN"/>
        </w:rPr>
        <w:t>র্বে</w:t>
      </w:r>
      <w:r w:rsidR="00FD3A1B">
        <w:rPr>
          <w:cs/>
          <w:lang w:bidi="bn-IN"/>
        </w:rPr>
        <w:t xml:space="preserve"> </w:t>
      </w:r>
      <w:r w:rsidR="007A4DD3">
        <w:rPr>
          <w:cs/>
          <w:lang w:bidi="bn-IN"/>
        </w:rPr>
        <w:t>মু</w:t>
      </w:r>
      <w:r w:rsidR="007A4DD3" w:rsidRPr="0003242B">
        <w:rPr>
          <w:rStyle w:val="libAlaemChar"/>
        </w:rPr>
        <w:t>’</w:t>
      </w:r>
      <w:r w:rsidRPr="003F4DC8">
        <w:rPr>
          <w:cs/>
          <w:lang w:bidi="bn-IN"/>
        </w:rPr>
        <w:t xml:space="preserve"> মিনদের এই</w:t>
      </w:r>
      <w:r w:rsidRPr="003F4DC8">
        <w:t xml:space="preserve"> </w:t>
      </w:r>
      <w:r w:rsidRPr="003F4DC8">
        <w:rPr>
          <w:cs/>
          <w:lang w:bidi="bn-IN"/>
        </w:rPr>
        <w:t>মাস থেকে প্রস্তুতি নেওয়া কর্তব্য।</w:t>
      </w:r>
      <w:r w:rsidRPr="003F4DC8">
        <w:t xml:space="preserve"> </w:t>
      </w:r>
    </w:p>
    <w:p w:rsidR="007A4DD3" w:rsidRDefault="00932A11" w:rsidP="007A4DD3">
      <w:pPr>
        <w:pStyle w:val="libNormal"/>
      </w:pPr>
      <w:r w:rsidRPr="003F4DC8">
        <w:rPr>
          <w:cs/>
          <w:lang w:bidi="bn-IN"/>
        </w:rPr>
        <w:t>অতএব আমাদের উচিৎ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হর সাহায্য</w:t>
      </w:r>
      <w:r w:rsidRPr="003F4DC8">
        <w:t xml:space="preserve"> </w:t>
      </w:r>
      <w:r w:rsidRPr="003F4DC8">
        <w:rPr>
          <w:cs/>
          <w:lang w:bidi="bn-IN"/>
        </w:rPr>
        <w:t>কামনার মাধ্যমে ঐক্যন্তিকতার সাথে তাঁর নৈকট্য অর্জন</w:t>
      </w:r>
      <w:r w:rsidRPr="003F4DC8">
        <w:t xml:space="preserve"> </w:t>
      </w:r>
      <w:r w:rsidRPr="003F4DC8">
        <w:rPr>
          <w:cs/>
          <w:lang w:bidi="bn-IN"/>
        </w:rPr>
        <w:t>করার জন্য পরি</w:t>
      </w:r>
      <w:r w:rsidR="007A4DD3">
        <w:rPr>
          <w:cs/>
          <w:lang w:bidi="bn-IN"/>
        </w:rPr>
        <w:t>পূর্ণ</w:t>
      </w:r>
      <w:r w:rsidR="00FD3A1B">
        <w:rPr>
          <w:cs/>
          <w:lang w:bidi="bn-IN"/>
        </w:rPr>
        <w:t xml:space="preserve"> </w:t>
      </w:r>
      <w:r w:rsidRPr="003F4DC8">
        <w:rPr>
          <w:cs/>
          <w:lang w:bidi="bn-IN"/>
        </w:rPr>
        <w:t>চেষ্টা করা।</w:t>
      </w:r>
      <w:r w:rsidRPr="003F4DC8">
        <w:t xml:space="preserve"> </w:t>
      </w:r>
    </w:p>
    <w:p w:rsidR="007A4DD3" w:rsidRPr="0003242B" w:rsidRDefault="007A4DD3" w:rsidP="0003242B">
      <w:pPr>
        <w:rPr>
          <w:cs/>
        </w:rPr>
      </w:pPr>
      <w:r>
        <w:rPr>
          <w:cs/>
          <w:lang w:bidi="bn-IN"/>
        </w:rPr>
        <w:br w:type="page"/>
      </w:r>
    </w:p>
    <w:p w:rsidR="007A4DD3" w:rsidRDefault="00932A11" w:rsidP="007A4DD3">
      <w:pPr>
        <w:pStyle w:val="Heading1Center"/>
      </w:pPr>
      <w:bookmarkStart w:id="1" w:name="_Toc450736232"/>
      <w:r w:rsidRPr="003F4DC8">
        <w:rPr>
          <w:cs/>
        </w:rPr>
        <w:lastRenderedPageBreak/>
        <w:t>শাবান মাসের আমল</w:t>
      </w:r>
      <w:bookmarkEnd w:id="1"/>
      <w:r w:rsidRPr="003F4DC8">
        <w:t xml:space="preserve"> </w:t>
      </w:r>
    </w:p>
    <w:p w:rsidR="007A4DD3" w:rsidRDefault="00932A11" w:rsidP="007A4DD3">
      <w:pPr>
        <w:pStyle w:val="libNormal"/>
      </w:pPr>
      <w:r w:rsidRPr="007A4DD3">
        <w:rPr>
          <w:rStyle w:val="libBold1Char"/>
          <w:cs/>
        </w:rPr>
        <w:t>১. রোজা:</w:t>
      </w:r>
      <w:r w:rsidRPr="003F4DC8">
        <w:t xml:space="preserve"> </w:t>
      </w:r>
    </w:p>
    <w:p w:rsidR="007A4DD3" w:rsidRDefault="00932A11" w:rsidP="007A4DD3">
      <w:pPr>
        <w:pStyle w:val="libNormal"/>
      </w:pPr>
      <w:r w:rsidRPr="003F4DC8">
        <w:rPr>
          <w:cs/>
          <w:lang w:bidi="bn-IN"/>
        </w:rPr>
        <w:t>রেওয়ায়েতে বর্ণনা হয়েছে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হর নবী (স.)</w:t>
      </w:r>
      <w:r w:rsidRPr="003F4DC8">
        <w:t xml:space="preserve"> </w:t>
      </w:r>
      <w:r w:rsidRPr="003F4DC8">
        <w:rPr>
          <w:cs/>
          <w:lang w:bidi="bn-IN"/>
        </w:rPr>
        <w:t>এই মাসে শুরু থেকে শেষ পর্যন্ত রোজা রাখতেন এবং</w:t>
      </w:r>
      <w:r w:rsidRPr="003F4DC8">
        <w:t xml:space="preserve"> </w:t>
      </w:r>
      <w:r w:rsidRPr="003F4DC8">
        <w:rPr>
          <w:cs/>
          <w:lang w:bidi="bn-IN"/>
        </w:rPr>
        <w:t>রমজানের রোজার সাথে নিজের রোজাকে মিলিয়ে</w:t>
      </w:r>
      <w:r w:rsidRPr="003F4DC8">
        <w:t xml:space="preserve"> </w:t>
      </w:r>
      <w:r w:rsidRPr="003F4DC8">
        <w:rPr>
          <w:cs/>
          <w:lang w:bidi="bn-IN"/>
        </w:rPr>
        <w:t>দিতেন।</w:t>
      </w:r>
      <w:r w:rsidRPr="003F4DC8">
        <w:t xml:space="preserve"> </w:t>
      </w:r>
    </w:p>
    <w:p w:rsidR="007A4DD3" w:rsidRDefault="00932A11" w:rsidP="007A4DD3">
      <w:pPr>
        <w:pStyle w:val="libNormal"/>
      </w:pPr>
      <w:r w:rsidRPr="003F4DC8">
        <w:rPr>
          <w:cs/>
          <w:lang w:bidi="bn-IN"/>
        </w:rPr>
        <w:t>হজরত নবী করিম (স.) বলেছেন: শাবান মাস আমার</w:t>
      </w:r>
      <w:r w:rsidRPr="003F4DC8">
        <w:t xml:space="preserve"> </w:t>
      </w:r>
      <w:r w:rsidRPr="003F4DC8">
        <w:rPr>
          <w:cs/>
          <w:lang w:bidi="bn-IN"/>
        </w:rPr>
        <w:t>মাস যে এই মাসে একটি রোজা রাখবে সে জা</w:t>
      </w:r>
      <w:r w:rsidR="007A4DD3">
        <w:rPr>
          <w:cs/>
          <w:lang w:bidi="bn-IN"/>
        </w:rPr>
        <w:t>ন্না</w:t>
      </w:r>
      <w:r w:rsidRPr="003F4DC8">
        <w:rPr>
          <w:cs/>
          <w:lang w:bidi="bn-IN"/>
        </w:rPr>
        <w:t>তে</w:t>
      </w:r>
      <w:r w:rsidRPr="003F4DC8">
        <w:t xml:space="preserve"> </w:t>
      </w:r>
      <w:r w:rsidRPr="003F4DC8">
        <w:rPr>
          <w:cs/>
          <w:lang w:bidi="bn-IN"/>
        </w:rPr>
        <w:t>প্রবেশ করবে।</w:t>
      </w:r>
      <w:r w:rsidRPr="003F4DC8">
        <w:t xml:space="preserve"> </w:t>
      </w:r>
    </w:p>
    <w:p w:rsidR="00D21AFC" w:rsidRDefault="00D21AFC" w:rsidP="007A4DD3">
      <w:pPr>
        <w:pStyle w:val="libNormal"/>
      </w:pPr>
      <w:r>
        <w:rPr>
          <w:cs/>
          <w:lang w:bidi="bn-IN"/>
        </w:rPr>
        <w:t>প্রথম</w:t>
      </w:r>
      <w:r w:rsidR="00932A11" w:rsidRPr="003F4DC8">
        <w:rPr>
          <w:cs/>
          <w:lang w:bidi="bn-IN"/>
        </w:rPr>
        <w:t xml:space="preserve"> ইমাম হজরত আলী (আ.) বলেছেন: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শাবান ও রমজান দুই মাসের রোজা রাখা হল আ</w:t>
      </w:r>
      <w:r w:rsidR="00932A11">
        <w:rPr>
          <w:cs/>
          <w:lang w:bidi="bn-IN"/>
        </w:rPr>
        <w:t>ল্লা</w:t>
      </w:r>
      <w:r w:rsidR="00932A11" w:rsidRPr="003F4DC8">
        <w:rPr>
          <w:cs/>
          <w:lang w:bidi="bn-IN"/>
        </w:rPr>
        <w:t>হর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নিকট তওবা করা (ক্ষমা প্রার্থনা ও পুনরায় গুণাহে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প্রত্যাবর্তন না করার শপথ করা ও মার্জনা চেয়ে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নেওয়ার শামিল।</w:t>
      </w:r>
      <w:r w:rsidR="00932A11" w:rsidRPr="003F4DC8">
        <w:t xml:space="preserve"> </w:t>
      </w:r>
    </w:p>
    <w:p w:rsidR="005C2952" w:rsidRDefault="00932A11" w:rsidP="007A4DD3">
      <w:pPr>
        <w:pStyle w:val="libNormal"/>
      </w:pPr>
      <w:r w:rsidRPr="003F4DC8">
        <w:rPr>
          <w:cs/>
          <w:lang w:bidi="bn-IN"/>
        </w:rPr>
        <w:t>ষষ্ঠ ইমাম হজরত জাফর সাদিক (আ.)</w:t>
      </w:r>
      <w:r w:rsidRPr="003F4DC8">
        <w:t xml:space="preserve"> </w:t>
      </w:r>
      <w:r w:rsidRPr="003F4DC8">
        <w:rPr>
          <w:cs/>
          <w:lang w:bidi="bn-IN"/>
        </w:rPr>
        <w:t>বলেছেন: যখন হজরত নবী করিম (স.) শাবান মাসের</w:t>
      </w:r>
      <w:r w:rsidRPr="003F4DC8">
        <w:t xml:space="preserve"> (</w:t>
      </w:r>
      <w:r w:rsidRPr="003F4DC8">
        <w:rPr>
          <w:cs/>
          <w:lang w:bidi="bn-IN"/>
        </w:rPr>
        <w:t>হেলাল) চাঁদ দেখতেন এক ব্যক্তিকে আদেশ দিয়ে</w:t>
      </w:r>
      <w:r w:rsidRPr="003F4DC8">
        <w:t xml:space="preserve"> </w:t>
      </w:r>
      <w:r w:rsidRPr="003F4DC8">
        <w:rPr>
          <w:cs/>
          <w:lang w:bidi="bn-IN"/>
        </w:rPr>
        <w:t xml:space="preserve">বলতেন যে মদীনা বাসিদের কানে এ </w:t>
      </w:r>
      <w:r w:rsidR="005C2952">
        <w:rPr>
          <w:cs/>
          <w:lang w:bidi="bn-IN"/>
        </w:rPr>
        <w:t>আহবান</w:t>
      </w:r>
      <w:r w:rsidRPr="003F4DC8">
        <w:rPr>
          <w:cs/>
          <w:lang w:bidi="bn-IN"/>
        </w:rPr>
        <w:t xml:space="preserve"> পৌঁছে</w:t>
      </w:r>
      <w:r w:rsidRPr="003F4DC8">
        <w:t xml:space="preserve"> </w:t>
      </w:r>
      <w:r w:rsidRPr="003F4DC8">
        <w:rPr>
          <w:cs/>
          <w:lang w:bidi="bn-IN"/>
        </w:rPr>
        <w:t>দাও যে</w:t>
      </w:r>
      <w:r w:rsidRPr="003F4DC8">
        <w:t xml:space="preserve">, </w:t>
      </w:r>
      <w:r w:rsidRPr="003F4DC8">
        <w:rPr>
          <w:cs/>
          <w:lang w:bidi="bn-IN"/>
        </w:rPr>
        <w:t>আমি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হর রসূল (স.)-এর তরফ থেকে</w:t>
      </w:r>
      <w:r w:rsidRPr="003F4DC8">
        <w:t xml:space="preserve"> </w:t>
      </w:r>
      <w:r w:rsidRPr="003F4DC8">
        <w:rPr>
          <w:cs/>
          <w:lang w:bidi="bn-IN"/>
        </w:rPr>
        <w:t>এসেছি শাবান মাসের চাঁদ উদয়ের খবর তোমাদের</w:t>
      </w:r>
      <w:r w:rsidRPr="003F4DC8">
        <w:t xml:space="preserve"> </w:t>
      </w:r>
      <w:r w:rsidRPr="003F4DC8">
        <w:rPr>
          <w:cs/>
          <w:lang w:bidi="bn-IN"/>
        </w:rPr>
        <w:t>নিকটে পৌঁছে দেওয়ার জন্য এবং নবী (স.)ও বার্তা</w:t>
      </w:r>
      <w:r w:rsidRPr="003F4DC8">
        <w:t xml:space="preserve"> </w:t>
      </w:r>
      <w:r w:rsidRPr="003F4DC8">
        <w:rPr>
          <w:cs/>
          <w:lang w:bidi="bn-IN"/>
        </w:rPr>
        <w:t>দিয়ে পাঠিয়েছেন: জেনে রাখ! শাবান মাস আমার মাস</w:t>
      </w:r>
      <w:r w:rsidRPr="003F4DC8">
        <w:t xml:space="preserve">, </w:t>
      </w: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 তার উপর রহমত বষর্ণ করুন যে এই মাসে</w:t>
      </w:r>
      <w:r w:rsidRPr="003F4DC8">
        <w:t xml:space="preserve"> </w:t>
      </w:r>
      <w:r w:rsidRPr="003F4DC8">
        <w:rPr>
          <w:cs/>
          <w:lang w:bidi="bn-IN"/>
        </w:rPr>
        <w:t>আমাকে সাহায্য করবে অর্থাৎ রোজা রাখবে।</w:t>
      </w:r>
      <w:r w:rsidRPr="003F4DC8">
        <w:t xml:space="preserve"> </w:t>
      </w:r>
    </w:p>
    <w:p w:rsidR="005C2952" w:rsidRDefault="00D21AFC" w:rsidP="005C2952">
      <w:pPr>
        <w:pStyle w:val="libNormal"/>
        <w:rPr>
          <w:lang w:bidi="bn-IN"/>
        </w:rPr>
      </w:pPr>
      <w:r>
        <w:rPr>
          <w:cs/>
          <w:lang w:bidi="bn-IN"/>
        </w:rPr>
        <w:t>প্রথম</w:t>
      </w:r>
      <w:r w:rsidR="00932A11" w:rsidRPr="003F4DC8">
        <w:rPr>
          <w:cs/>
          <w:lang w:bidi="bn-IN"/>
        </w:rPr>
        <w:t xml:space="preserve"> ইমাম হজরত আলী (আ.) বলেছেন:</w:t>
      </w:r>
      <w:r w:rsidR="00932A11" w:rsidRPr="003F4DC8">
        <w:t xml:space="preserve"> </w:t>
      </w:r>
      <w:r w:rsidR="00932A11" w:rsidRPr="003F4DC8">
        <w:rPr>
          <w:cs/>
          <w:lang w:bidi="bn-IN"/>
        </w:rPr>
        <w:t xml:space="preserve">যখন থেকে রসূল (স.)-এর </w:t>
      </w:r>
      <w:r w:rsidR="005C2952">
        <w:rPr>
          <w:cs/>
          <w:lang w:bidi="bn-IN"/>
        </w:rPr>
        <w:t>আহবান</w:t>
      </w:r>
      <w:r w:rsidR="00932A11" w:rsidRPr="003F4DC8">
        <w:rPr>
          <w:cs/>
          <w:lang w:bidi="bn-IN"/>
        </w:rPr>
        <w:t xml:space="preserve">কারীর এ </w:t>
      </w:r>
      <w:r w:rsidR="005C2952">
        <w:rPr>
          <w:cs/>
          <w:lang w:bidi="bn-IN"/>
        </w:rPr>
        <w:t>আহবান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শুনেছি যে</w:t>
      </w:r>
      <w:r w:rsidR="00932A11" w:rsidRPr="003F4DC8">
        <w:t xml:space="preserve">; </w:t>
      </w:r>
      <w:r w:rsidR="00932A11" w:rsidRPr="0003242B">
        <w:rPr>
          <w:rStyle w:val="libAlaemChar"/>
        </w:rPr>
        <w:t>“</w:t>
      </w:r>
      <w:r w:rsidR="00932A11" w:rsidRPr="003F4DC8">
        <w:rPr>
          <w:cs/>
          <w:lang w:bidi="bn-IN"/>
        </w:rPr>
        <w:t>শাবান মাস আমার মাস আ</w:t>
      </w:r>
      <w:r w:rsidR="00932A11">
        <w:rPr>
          <w:cs/>
          <w:lang w:bidi="bn-IN"/>
        </w:rPr>
        <w:t>ল্লা</w:t>
      </w:r>
      <w:r w:rsidR="00932A11" w:rsidRPr="003F4DC8">
        <w:rPr>
          <w:cs/>
          <w:lang w:bidi="bn-IN"/>
        </w:rPr>
        <w:t>হ তার উপর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রহমত বষর্ণ করুন যে এই মাসে আমাকে সাহায্য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করবে অর্থাৎ রোজা রাখবে।</w:t>
      </w:r>
      <w:r w:rsidR="00932A11" w:rsidRPr="0003242B">
        <w:rPr>
          <w:rStyle w:val="libAlaemChar"/>
        </w:rPr>
        <w:t>”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তখন থেকে জীবনের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শেষ পর্যন্ত কোন দিন এই রোজাগুলি ত্যাগ করেনি।</w:t>
      </w:r>
      <w:r w:rsidR="00932A11" w:rsidRPr="003F4DC8">
        <w:t xml:space="preserve"> </w:t>
      </w:r>
    </w:p>
    <w:p w:rsidR="003D47FC" w:rsidRDefault="00932A11" w:rsidP="005C2952">
      <w:pPr>
        <w:pStyle w:val="libNormal"/>
      </w:pPr>
      <w:r w:rsidRPr="003F4DC8">
        <w:rPr>
          <w:cs/>
          <w:lang w:bidi="bn-IN"/>
        </w:rPr>
        <w:t>ষষ্ঠ ইমাম হজরত জাফর সাদিক (আ.) থেকে</w:t>
      </w:r>
      <w:r w:rsidRPr="003F4DC8">
        <w:t xml:space="preserve"> </w:t>
      </w:r>
      <w:r w:rsidRPr="003F4DC8">
        <w:rPr>
          <w:cs/>
          <w:lang w:bidi="bn-IN"/>
        </w:rPr>
        <w:t xml:space="preserve">বর্ণিত হয়েছে তিনি বলেছেন: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যে ব্যক্তি শাবান মাসের</w:t>
      </w:r>
      <w:r w:rsidRPr="003F4DC8">
        <w:t xml:space="preserve"> </w:t>
      </w:r>
      <w:r w:rsidR="00D21AFC">
        <w:rPr>
          <w:cs/>
          <w:lang w:bidi="bn-IN"/>
        </w:rPr>
        <w:t>প্রথম</w:t>
      </w:r>
      <w:r w:rsidRPr="003F4DC8">
        <w:rPr>
          <w:cs/>
          <w:lang w:bidi="bn-IN"/>
        </w:rPr>
        <w:t xml:space="preserve"> দিনে রোজা রাখবে তার উপর জা</w:t>
      </w:r>
      <w:r w:rsidR="007A4DD3">
        <w:rPr>
          <w:cs/>
          <w:lang w:bidi="bn-IN"/>
        </w:rPr>
        <w:t>ন্না</w:t>
      </w:r>
      <w:r w:rsidRPr="003F4DC8">
        <w:rPr>
          <w:cs/>
          <w:lang w:bidi="bn-IN"/>
        </w:rPr>
        <w:t>ত ফরজ আর</w:t>
      </w:r>
      <w:r w:rsidRPr="003F4DC8">
        <w:t xml:space="preserve"> </w:t>
      </w:r>
      <w:r w:rsidRPr="003F4DC8">
        <w:rPr>
          <w:cs/>
          <w:lang w:bidi="bn-IN"/>
        </w:rPr>
        <w:t>যে দুদিন রোজা রাখবে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 তায়া</w:t>
      </w:r>
      <w:r w:rsidRPr="0003242B">
        <w:rPr>
          <w:rStyle w:val="libAlaemChar"/>
        </w:rPr>
        <w:t>’</w:t>
      </w:r>
      <w:r w:rsidRPr="003F4DC8">
        <w:rPr>
          <w:cs/>
          <w:lang w:bidi="bn-IN"/>
        </w:rPr>
        <w:t>লা দিবারাত্রি তার</w:t>
      </w:r>
      <w:r w:rsidRPr="003F4DC8">
        <w:t xml:space="preserve"> </w:t>
      </w:r>
      <w:r w:rsidRPr="003F4DC8">
        <w:rPr>
          <w:cs/>
          <w:lang w:bidi="bn-IN"/>
        </w:rPr>
        <w:t>প্রতি দৃষ্টি দান করেন আর এই দৃষ্টি জা</w:t>
      </w:r>
      <w:r w:rsidR="007A4DD3">
        <w:rPr>
          <w:cs/>
          <w:lang w:bidi="bn-IN"/>
        </w:rPr>
        <w:t>ন্না</w:t>
      </w:r>
      <w:r w:rsidRPr="003F4DC8">
        <w:rPr>
          <w:cs/>
          <w:lang w:bidi="bn-IN"/>
        </w:rPr>
        <w:t>তে যাওয়া</w:t>
      </w:r>
      <w:r w:rsidRPr="003F4DC8">
        <w:t xml:space="preserve"> </w:t>
      </w:r>
      <w:r w:rsidRPr="003F4DC8">
        <w:rPr>
          <w:cs/>
          <w:lang w:bidi="bn-IN"/>
        </w:rPr>
        <w:t xml:space="preserve">পর্যন্ত অব্যাহত </w:t>
      </w:r>
      <w:r w:rsidRPr="003F4DC8">
        <w:rPr>
          <w:cs/>
          <w:lang w:bidi="bn-IN"/>
        </w:rPr>
        <w:lastRenderedPageBreak/>
        <w:t>রাখবেন</w:t>
      </w:r>
      <w:r w:rsidRPr="003F4DC8">
        <w:t xml:space="preserve">; </w:t>
      </w:r>
      <w:r w:rsidRPr="003F4DC8">
        <w:rPr>
          <w:cs/>
          <w:lang w:bidi="bn-IN"/>
        </w:rPr>
        <w:t>যে তিন দিন রোজা রাখবে</w:t>
      </w:r>
      <w:r w:rsidRPr="003F4DC8">
        <w:t xml:space="preserve"> </w:t>
      </w: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 তাকে নিজের আরশের নিকট স্থান দেবেন ও</w:t>
      </w:r>
      <w:r w:rsidRPr="003F4DC8">
        <w:t xml:space="preserve"> </w:t>
      </w:r>
      <w:r w:rsidRPr="003F4DC8">
        <w:rPr>
          <w:cs/>
          <w:lang w:bidi="bn-IN"/>
        </w:rPr>
        <w:t>জা</w:t>
      </w:r>
      <w:r w:rsidR="007A4DD3">
        <w:rPr>
          <w:cs/>
          <w:lang w:bidi="bn-IN"/>
        </w:rPr>
        <w:t>ন্না</w:t>
      </w:r>
      <w:r w:rsidRPr="003F4DC8">
        <w:rPr>
          <w:cs/>
          <w:lang w:bidi="bn-IN"/>
        </w:rPr>
        <w:t>ত প্রদান করবেন।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3D47FC" w:rsidRDefault="00932A11" w:rsidP="003D47FC">
      <w:pPr>
        <w:pStyle w:val="libBold1"/>
      </w:pPr>
      <w:r w:rsidRPr="003F4DC8">
        <w:rPr>
          <w:cs/>
          <w:lang w:bidi="bn-IN"/>
        </w:rPr>
        <w:t>২. ইস্তেগফার:</w:t>
      </w:r>
      <w:r w:rsidRPr="003F4DC8">
        <w:t xml:space="preserve"> </w:t>
      </w:r>
    </w:p>
    <w:p w:rsidR="003D47FC" w:rsidRDefault="00932A11" w:rsidP="005C2952">
      <w:pPr>
        <w:pStyle w:val="libNormal"/>
      </w:pPr>
      <w:r w:rsidRPr="003F4DC8">
        <w:rPr>
          <w:cs/>
          <w:lang w:bidi="bn-IN"/>
        </w:rPr>
        <w:t>প্রতিদিন সত্তর বার এই দোওয়া পড়া:</w:t>
      </w:r>
      <w:r w:rsidR="00FD3A1B">
        <w:t xml:space="preserve"> </w:t>
      </w:r>
    </w:p>
    <w:p w:rsidR="008A2F69" w:rsidRDefault="008A2F69" w:rsidP="00B312DB">
      <w:pPr>
        <w:pStyle w:val="libArCenter"/>
        <w:rPr>
          <w:rFonts w:hint="cs"/>
          <w:rtl/>
        </w:rPr>
      </w:pPr>
      <w:r w:rsidRPr="008A2F69">
        <w:rPr>
          <w:rFonts w:hint="cs"/>
          <w:rtl/>
        </w:rPr>
        <w:t>اَسْتَغْفِرُ</w:t>
      </w:r>
      <w:r w:rsidRPr="008A2F69">
        <w:rPr>
          <w:rtl/>
        </w:rPr>
        <w:t xml:space="preserve"> </w:t>
      </w:r>
      <w:r w:rsidRPr="008A2F69">
        <w:rPr>
          <w:rFonts w:hint="cs"/>
          <w:rtl/>
        </w:rPr>
        <w:t>اللّهَ</w:t>
      </w:r>
      <w:r w:rsidRPr="008A2F69">
        <w:rPr>
          <w:rtl/>
        </w:rPr>
        <w:t xml:space="preserve"> </w:t>
      </w:r>
      <w:r w:rsidRPr="008A2F69">
        <w:rPr>
          <w:rFonts w:hint="cs"/>
          <w:rtl/>
        </w:rPr>
        <w:t>وَاَسْئَلُهُ</w:t>
      </w:r>
      <w:r w:rsidRPr="008A2F69">
        <w:rPr>
          <w:rtl/>
        </w:rPr>
        <w:t xml:space="preserve"> </w:t>
      </w:r>
      <w:r w:rsidRPr="008A2F69">
        <w:rPr>
          <w:rFonts w:hint="cs"/>
          <w:rtl/>
        </w:rPr>
        <w:t>التَّوْبَةَ</w:t>
      </w:r>
    </w:p>
    <w:p w:rsidR="00B312DB" w:rsidRDefault="00932A11" w:rsidP="00B312DB">
      <w:pPr>
        <w:pStyle w:val="libCenter"/>
      </w:pPr>
      <w:r w:rsidRPr="003F4DC8">
        <w:rPr>
          <w:cs/>
          <w:lang w:bidi="bn-IN"/>
        </w:rPr>
        <w:t xml:space="preserve">উচ্চারণ: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আস্তাগফিরু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হা ওয়া আস</w:t>
      </w:r>
      <w:r w:rsidR="00FD3A1B">
        <w:rPr>
          <w:cs/>
          <w:lang w:bidi="bn-IN"/>
        </w:rPr>
        <w:t xml:space="preserve"> </w:t>
      </w:r>
      <w:r w:rsidRPr="003F4DC8">
        <w:rPr>
          <w:cs/>
          <w:lang w:bidi="bn-IN"/>
        </w:rPr>
        <w:t>আ</w:t>
      </w:r>
      <w:r w:rsidR="00B312DB">
        <w:rPr>
          <w:lang w:bidi="bn-IN"/>
        </w:rPr>
        <w:t>লু</w:t>
      </w:r>
      <w:r w:rsidRPr="003F4DC8">
        <w:rPr>
          <w:cs/>
          <w:lang w:bidi="bn-IN"/>
        </w:rPr>
        <w:t>হু</w:t>
      </w:r>
      <w:r w:rsidR="00B312DB">
        <w:rPr>
          <w:lang w:bidi="bn-IN"/>
        </w:rPr>
        <w:t>ত-তাও</w:t>
      </w:r>
      <w:r w:rsidRPr="003F4DC8">
        <w:rPr>
          <w:cs/>
          <w:lang w:bidi="bn-IN"/>
        </w:rPr>
        <w:t>বা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B312DB" w:rsidRDefault="00B312DB" w:rsidP="00B312DB">
      <w:pPr>
        <w:pStyle w:val="libNormal"/>
        <w:rPr>
          <w:lang w:bidi="bn-IN"/>
        </w:rPr>
      </w:pPr>
    </w:p>
    <w:p w:rsidR="00B312DB" w:rsidRDefault="00932A11" w:rsidP="00B312DB">
      <w:pPr>
        <w:pStyle w:val="libNormal"/>
        <w:rPr>
          <w:lang w:bidi="bn-IN"/>
        </w:rPr>
      </w:pPr>
      <w:r w:rsidRPr="003F4DC8">
        <w:rPr>
          <w:cs/>
          <w:lang w:bidi="bn-IN"/>
        </w:rPr>
        <w:t>প্রতিদিন সত্তর বার এই দোওয়া পড়া:</w:t>
      </w:r>
      <w:r w:rsidRPr="003F4DC8">
        <w:t xml:space="preserve">  </w:t>
      </w:r>
    </w:p>
    <w:p w:rsidR="00B312DB" w:rsidRDefault="00B312DB" w:rsidP="00B312DB">
      <w:pPr>
        <w:pStyle w:val="libAr"/>
        <w:rPr>
          <w:lang w:bidi="bn-IN"/>
        </w:rPr>
      </w:pPr>
      <w:r w:rsidRPr="00B312DB">
        <w:rPr>
          <w:rFonts w:hint="cs"/>
          <w:rtl/>
        </w:rPr>
        <w:t>اَسْتَغْفِرُاللّهَ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الَّذى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لا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اِلهَ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اِلاّ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هُوَ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الرَّحْمنُ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الرَّحیمُ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الْحَىُّ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الْقَیّوُمُ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وَ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اَتُوبُ</w:t>
      </w:r>
      <w:r w:rsidRPr="00B312DB">
        <w:rPr>
          <w:rtl/>
        </w:rPr>
        <w:t xml:space="preserve"> </w:t>
      </w:r>
      <w:r w:rsidRPr="00B312DB">
        <w:rPr>
          <w:rFonts w:hint="cs"/>
          <w:rtl/>
        </w:rPr>
        <w:t>اِلَیْهِ</w:t>
      </w:r>
    </w:p>
    <w:p w:rsidR="00B312DB" w:rsidRDefault="00932A11" w:rsidP="00B312DB">
      <w:pPr>
        <w:pStyle w:val="libNormal"/>
      </w:pPr>
      <w:r w:rsidRPr="003F4DC8">
        <w:rPr>
          <w:cs/>
          <w:lang w:bidi="bn-IN"/>
        </w:rPr>
        <w:t>উচ্চারণ:</w:t>
      </w:r>
      <w:r w:rsidRPr="003F4DC8">
        <w:t xml:space="preserve">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আস্তাগফিরু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হাল লাযী লা ইলাহা ই</w:t>
      </w:r>
      <w:r>
        <w:rPr>
          <w:cs/>
          <w:lang w:bidi="bn-IN"/>
        </w:rPr>
        <w:t>ল্লা</w:t>
      </w:r>
      <w:r w:rsidRPr="003F4DC8">
        <w:t xml:space="preserve"> </w:t>
      </w:r>
      <w:r w:rsidRPr="003F4DC8">
        <w:rPr>
          <w:cs/>
          <w:lang w:bidi="bn-IN"/>
        </w:rPr>
        <w:t xml:space="preserve">হুয়ার </w:t>
      </w:r>
      <w:r w:rsidR="00B312DB">
        <w:rPr>
          <w:lang w:bidi="bn-IN"/>
        </w:rPr>
        <w:t>রা</w:t>
      </w:r>
      <w:r w:rsidRPr="003F4DC8">
        <w:rPr>
          <w:cs/>
          <w:lang w:bidi="bn-IN"/>
        </w:rPr>
        <w:t>হমানির রহীম আল হাইয়্যুল ক্বাইয়্যুম ওয়া</w:t>
      </w:r>
      <w:r w:rsidRPr="003F4DC8">
        <w:t xml:space="preserve"> </w:t>
      </w:r>
      <w:r w:rsidRPr="003F4DC8">
        <w:rPr>
          <w:cs/>
          <w:lang w:bidi="bn-IN"/>
        </w:rPr>
        <w:t>আতু</w:t>
      </w:r>
      <w:r w:rsidR="00B312DB">
        <w:rPr>
          <w:lang w:bidi="bn-IN"/>
        </w:rPr>
        <w:t>বু</w:t>
      </w:r>
      <w:r w:rsidRPr="003F4DC8">
        <w:rPr>
          <w:cs/>
          <w:lang w:bidi="bn-IN"/>
        </w:rPr>
        <w:t xml:space="preserve"> ইলাইহি।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550E60" w:rsidRDefault="00932A11" w:rsidP="00B312DB">
      <w:pPr>
        <w:pStyle w:val="libNormal"/>
      </w:pPr>
      <w:r w:rsidRPr="003F4DC8">
        <w:rPr>
          <w:cs/>
          <w:lang w:bidi="bn-IN"/>
        </w:rPr>
        <w:t xml:space="preserve">রেওয়ায়েতে বর্ণিত হয়েছে: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যে ব্যক্তি</w:t>
      </w:r>
      <w:r w:rsidRPr="003F4DC8">
        <w:t xml:space="preserve"> </w:t>
      </w:r>
      <w:r w:rsidRPr="003F4DC8">
        <w:rPr>
          <w:cs/>
          <w:lang w:bidi="bn-IN"/>
        </w:rPr>
        <w:t>প্রতিদিন এই মাসে সত্তর বার ইস্তিগফার করবে অন্য</w:t>
      </w:r>
      <w:r w:rsidRPr="003F4DC8">
        <w:t xml:space="preserve"> </w:t>
      </w:r>
      <w:r w:rsidRPr="003F4DC8">
        <w:rPr>
          <w:cs/>
          <w:lang w:bidi="bn-IN"/>
        </w:rPr>
        <w:t>মাসে সত্তর হাজার বার ইস্তিগফার করার সমতুল্য।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550E60" w:rsidRDefault="00932A11" w:rsidP="00550E60">
      <w:pPr>
        <w:pStyle w:val="libNormal"/>
      </w:pPr>
      <w:r w:rsidRPr="00550E60">
        <w:rPr>
          <w:rStyle w:val="libBold1Char"/>
          <w:cs/>
        </w:rPr>
        <w:t>তাওবা কি ভাবে করা উচিত:</w:t>
      </w:r>
      <w:r w:rsidRPr="003F4DC8">
        <w:t xml:space="preserve"> </w:t>
      </w:r>
    </w:p>
    <w:p w:rsidR="00550E60" w:rsidRDefault="00932A11" w:rsidP="00550E60">
      <w:pPr>
        <w:pStyle w:val="libNormal"/>
      </w:pPr>
      <w:r w:rsidRPr="003F4DC8">
        <w:rPr>
          <w:cs/>
          <w:lang w:bidi="bn-IN"/>
        </w:rPr>
        <w:t>রেওয়ায়েতে হজরত নবী করিম (স.) থেকে</w:t>
      </w:r>
      <w:r w:rsidRPr="003F4DC8">
        <w:t xml:space="preserve"> </w:t>
      </w:r>
      <w:r w:rsidRPr="003F4DC8">
        <w:rPr>
          <w:cs/>
          <w:lang w:bidi="bn-IN"/>
        </w:rPr>
        <w:t>বর্ণি</w:t>
      </w:r>
      <w:r w:rsidR="00550E60">
        <w:rPr>
          <w:lang w:bidi="bn-IN"/>
        </w:rPr>
        <w:t>ত</w:t>
      </w:r>
      <w:r w:rsidRPr="003F4DC8">
        <w:rPr>
          <w:cs/>
          <w:lang w:bidi="bn-IN"/>
        </w:rPr>
        <w:t xml:space="preserve"> হয়েছে যে</w:t>
      </w:r>
      <w:r w:rsidRPr="003F4DC8">
        <w:t xml:space="preserve">, </w:t>
      </w:r>
      <w:r w:rsidRPr="003F4DC8">
        <w:rPr>
          <w:cs/>
          <w:lang w:bidi="bn-IN"/>
        </w:rPr>
        <w:t>হজরত রসূল (স.) একদা</w:t>
      </w:r>
      <w:r w:rsidRPr="003F4DC8">
        <w:t xml:space="preserve"> </w:t>
      </w:r>
      <w:r w:rsidRPr="003F4DC8">
        <w:rPr>
          <w:cs/>
          <w:lang w:bidi="bn-IN"/>
        </w:rPr>
        <w:t>জ্বিলক্বাদা মাসের সোমবার নিজের গৃহ থেকে বের</w:t>
      </w:r>
      <w:r w:rsidRPr="003F4DC8">
        <w:t xml:space="preserve"> </w:t>
      </w:r>
      <w:r w:rsidRPr="003F4DC8">
        <w:rPr>
          <w:cs/>
          <w:lang w:bidi="bn-IN"/>
        </w:rPr>
        <w:t>হয়ে বললেন:</w:t>
      </w:r>
      <w:r w:rsidRPr="003F4DC8">
        <w:t xml:space="preserve"> </w:t>
      </w:r>
    </w:p>
    <w:p w:rsidR="006B2B9F" w:rsidRDefault="00932A11" w:rsidP="006B2B9F">
      <w:pPr>
        <w:pStyle w:val="libNormal"/>
        <w:rPr>
          <w:lang w:bidi="bn-IN"/>
        </w:rPr>
      </w:pPr>
      <w:r w:rsidRPr="003F4DC8">
        <w:rPr>
          <w:cs/>
          <w:lang w:bidi="bn-IN"/>
        </w:rPr>
        <w:t>হে জনগণ! তোমাদের মধ্যে কে তাওবা</w:t>
      </w:r>
      <w:r w:rsidRPr="003F4DC8">
        <w:t xml:space="preserve"> </w:t>
      </w:r>
      <w:r w:rsidRPr="003F4DC8">
        <w:rPr>
          <w:cs/>
          <w:lang w:bidi="bn-IN"/>
        </w:rPr>
        <w:t>করতে চায়</w:t>
      </w:r>
      <w:r w:rsidRPr="003F4DC8">
        <w:t xml:space="preserve">? </w:t>
      </w:r>
      <w:r w:rsidRPr="003F4DC8">
        <w:rPr>
          <w:cs/>
          <w:lang w:bidi="bn-IN"/>
        </w:rPr>
        <w:t>বর্ণনা কারী বলেন: আমরা সকলেই মিলে</w:t>
      </w:r>
      <w:r w:rsidRPr="003F4DC8">
        <w:t xml:space="preserve"> </w:t>
      </w:r>
      <w:r w:rsidRPr="003F4DC8">
        <w:rPr>
          <w:cs/>
          <w:lang w:bidi="bn-IN"/>
        </w:rPr>
        <w:t>ব</w:t>
      </w:r>
      <w:r w:rsidR="006B2B9F">
        <w:rPr>
          <w:lang w:bidi="bn-IN"/>
        </w:rPr>
        <w:t>ললা</w:t>
      </w:r>
      <w:r w:rsidRPr="003F4DC8">
        <w:rPr>
          <w:cs/>
          <w:lang w:bidi="bn-IN"/>
        </w:rPr>
        <w:t xml:space="preserve">ম আমরা সকলে তাওবা করতে চাই। </w:t>
      </w:r>
    </w:p>
    <w:p w:rsidR="006B2B9F" w:rsidRDefault="00932A11" w:rsidP="006B2B9F">
      <w:pPr>
        <w:pStyle w:val="libNormal"/>
      </w:pPr>
      <w:r w:rsidRPr="003F4DC8">
        <w:rPr>
          <w:cs/>
          <w:lang w:bidi="bn-IN"/>
        </w:rPr>
        <w:t>অতপর</w:t>
      </w:r>
      <w:r w:rsidRPr="003F4DC8">
        <w:t xml:space="preserve"> </w:t>
      </w:r>
      <w:r w:rsidRPr="003F4DC8">
        <w:rPr>
          <w:cs/>
          <w:lang w:bidi="bn-IN"/>
        </w:rPr>
        <w:t>হজরত নবী করিম (স.) বললেন: গোসল করবে</w:t>
      </w:r>
      <w:r w:rsidRPr="003F4DC8">
        <w:t xml:space="preserve">, </w:t>
      </w:r>
      <w:r w:rsidRPr="003F4DC8">
        <w:rPr>
          <w:cs/>
          <w:lang w:bidi="bn-IN"/>
        </w:rPr>
        <w:t>ও</w:t>
      </w:r>
      <w:r w:rsidR="006B2B9F">
        <w:rPr>
          <w:lang w:bidi="bn-IN"/>
        </w:rPr>
        <w:t>জু</w:t>
      </w:r>
      <w:r w:rsidRPr="003F4DC8">
        <w:rPr>
          <w:cs/>
          <w:lang w:bidi="bn-IN"/>
        </w:rPr>
        <w:t xml:space="preserve"> করবে</w:t>
      </w:r>
      <w:r w:rsidRPr="003F4DC8">
        <w:t xml:space="preserve">, </w:t>
      </w:r>
      <w:r w:rsidRPr="003F4DC8">
        <w:rPr>
          <w:cs/>
          <w:lang w:bidi="bn-IN"/>
        </w:rPr>
        <w:t>চার রাকআত (দুই দুই রাকআত</w:t>
      </w:r>
      <w:r w:rsidRPr="003F4DC8">
        <w:t xml:space="preserve"> </w:t>
      </w:r>
      <w:r w:rsidRPr="003F4DC8">
        <w:rPr>
          <w:cs/>
          <w:lang w:bidi="bn-IN"/>
        </w:rPr>
        <w:t>করে) নামাজ পড়বে</w:t>
      </w:r>
      <w:r w:rsidRPr="003F4DC8">
        <w:t xml:space="preserve">, </w:t>
      </w:r>
      <w:r w:rsidRPr="003F4DC8">
        <w:rPr>
          <w:cs/>
          <w:lang w:bidi="bn-IN"/>
        </w:rPr>
        <w:t>প্রতি রাকআতে একবার সূরা</w:t>
      </w:r>
      <w:r w:rsidRPr="003F4DC8">
        <w:t xml:space="preserve"> </w:t>
      </w:r>
      <w:r w:rsidRPr="003F4DC8">
        <w:rPr>
          <w:cs/>
          <w:lang w:bidi="bn-IN"/>
        </w:rPr>
        <w:t>আল-হা</w:t>
      </w:r>
      <w:r w:rsidR="006B2B9F">
        <w:rPr>
          <w:lang w:bidi="bn-IN"/>
        </w:rPr>
        <w:t>মদ</w:t>
      </w:r>
      <w:r w:rsidRPr="003F4DC8">
        <w:t xml:space="preserve">, </w:t>
      </w:r>
      <w:r w:rsidRPr="003F4DC8">
        <w:rPr>
          <w:cs/>
          <w:lang w:bidi="bn-IN"/>
        </w:rPr>
        <w:t>তিনবার সূরা তৌহীদ (কুলহু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হু)</w:t>
      </w:r>
      <w:r w:rsidRPr="003F4DC8">
        <w:t xml:space="preserve"> </w:t>
      </w:r>
      <w:r w:rsidRPr="003F4DC8">
        <w:rPr>
          <w:cs/>
          <w:lang w:bidi="bn-IN"/>
        </w:rPr>
        <w:t>এবং একবার একবার করে সূরা নাস (কূল আয়ূজোবি</w:t>
      </w:r>
      <w:r w:rsidRPr="003F4DC8">
        <w:t xml:space="preserve"> </w:t>
      </w:r>
      <w:r w:rsidRPr="003F4DC8">
        <w:rPr>
          <w:cs/>
          <w:lang w:bidi="bn-IN"/>
        </w:rPr>
        <w:t>রব্বি</w:t>
      </w:r>
      <w:r w:rsidR="007A4DD3">
        <w:rPr>
          <w:cs/>
          <w:lang w:bidi="bn-IN"/>
        </w:rPr>
        <w:t>ন্না</w:t>
      </w:r>
      <w:r w:rsidRPr="003F4DC8">
        <w:rPr>
          <w:cs/>
          <w:lang w:bidi="bn-IN"/>
        </w:rPr>
        <w:t>স) ও সূরা ফালাক্ব (কুল আয়ূজোবি রব্বিল</w:t>
      </w:r>
      <w:r w:rsidRPr="003F4DC8">
        <w:t xml:space="preserve"> </w:t>
      </w:r>
      <w:r w:rsidRPr="003F4DC8">
        <w:rPr>
          <w:cs/>
          <w:lang w:bidi="bn-IN"/>
        </w:rPr>
        <w:t>ফালা</w:t>
      </w:r>
      <w:r w:rsidR="006B2B9F">
        <w:rPr>
          <w:lang w:bidi="bn-IN"/>
        </w:rPr>
        <w:t>ক্ব</w:t>
      </w:r>
      <w:r w:rsidRPr="003F4DC8">
        <w:rPr>
          <w:cs/>
          <w:lang w:bidi="bn-IN"/>
        </w:rPr>
        <w:t>)</w:t>
      </w:r>
      <w:r w:rsidRPr="003F4DC8">
        <w:t xml:space="preserve"> </w:t>
      </w:r>
      <w:r w:rsidRPr="003F4DC8">
        <w:rPr>
          <w:cs/>
          <w:lang w:bidi="bn-IN"/>
        </w:rPr>
        <w:t>পড়বে অতপর সত্তর বার ইস্তিগফার করবে</w:t>
      </w:r>
      <w:r w:rsidRPr="003F4DC8">
        <w:t xml:space="preserve"> </w:t>
      </w:r>
      <w:r w:rsidRPr="003F4DC8">
        <w:rPr>
          <w:cs/>
          <w:lang w:bidi="bn-IN"/>
        </w:rPr>
        <w:t>এবং ইস্তিগফারের পর এই বাক্যকে মিলিয়ে পড়বে।</w:t>
      </w:r>
      <w:r w:rsidR="00FD3A1B">
        <w:t xml:space="preserve"> </w:t>
      </w:r>
    </w:p>
    <w:p w:rsidR="004E4EBE" w:rsidRPr="0003242B" w:rsidRDefault="006A2704" w:rsidP="006A2704">
      <w:pPr>
        <w:pStyle w:val="libAr"/>
        <w:rPr>
          <w:rFonts w:hint="cs"/>
          <w:rtl/>
        </w:rPr>
      </w:pPr>
      <w:r>
        <w:rPr>
          <w:rFonts w:hint="cs"/>
          <w:rtl/>
          <w:lang w:bidi="fa-IR"/>
        </w:rPr>
        <w:lastRenderedPageBreak/>
        <w:t>لا حول و لا قوّة الا بالله العلی العظیم</w:t>
      </w:r>
    </w:p>
    <w:p w:rsidR="006A2704" w:rsidRDefault="00932A11" w:rsidP="006A2704">
      <w:pPr>
        <w:pStyle w:val="libNormal"/>
      </w:pPr>
      <w:r w:rsidRPr="003F4DC8">
        <w:rPr>
          <w:cs/>
          <w:lang w:bidi="bn-IN"/>
        </w:rPr>
        <w:t>উচ্চরণ: লা হাওলা ওয়া</w:t>
      </w:r>
      <w:r w:rsidR="006A2704">
        <w:rPr>
          <w:lang w:bidi="bn-IN"/>
        </w:rPr>
        <w:t xml:space="preserve"> </w:t>
      </w:r>
      <w:r w:rsidRPr="003F4DC8">
        <w:rPr>
          <w:cs/>
          <w:lang w:bidi="bn-IN"/>
        </w:rPr>
        <w:t xml:space="preserve">লা </w:t>
      </w:r>
      <w:r w:rsidR="006A2704" w:rsidRPr="006A2704">
        <w:rPr>
          <w:rFonts w:hint="cs"/>
          <w:cs/>
          <w:lang w:bidi="bn-IN"/>
        </w:rPr>
        <w:t>কুওয়্যাতা</w:t>
      </w:r>
      <w:r w:rsidRPr="003F4DC8">
        <w:rPr>
          <w:cs/>
          <w:lang w:bidi="bn-IN"/>
        </w:rPr>
        <w:t xml:space="preserve"> ই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 xml:space="preserve"> বি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হিল</w:t>
      </w:r>
      <w:r w:rsidRPr="003F4DC8">
        <w:t xml:space="preserve"> </w:t>
      </w:r>
      <w:r w:rsidRPr="003F4DC8">
        <w:rPr>
          <w:cs/>
          <w:lang w:bidi="bn-IN"/>
        </w:rPr>
        <w:t>আলিয়িল আজিম।</w:t>
      </w:r>
      <w:r w:rsidRPr="003F4DC8">
        <w:t xml:space="preserve"> </w:t>
      </w:r>
    </w:p>
    <w:p w:rsidR="004E4EBE" w:rsidRDefault="00932A11" w:rsidP="006A2704">
      <w:pPr>
        <w:pStyle w:val="libNormal"/>
        <w:rPr>
          <w:rFonts w:hint="cs"/>
          <w:rtl/>
        </w:rPr>
      </w:pPr>
      <w:r w:rsidRPr="003F4DC8">
        <w:rPr>
          <w:cs/>
          <w:lang w:bidi="bn-IN"/>
        </w:rPr>
        <w:t>অতপর এই দোওয়া পড়বে:</w:t>
      </w:r>
      <w:r w:rsidR="00FD3A1B">
        <w:t xml:space="preserve"> </w:t>
      </w:r>
      <w:r w:rsidRPr="003F4DC8">
        <w:t xml:space="preserve"> . </w:t>
      </w:r>
    </w:p>
    <w:p w:rsidR="004E4EBE" w:rsidRDefault="004E4EBE" w:rsidP="006A2704">
      <w:pPr>
        <w:pStyle w:val="libAr"/>
        <w:rPr>
          <w:lang w:bidi="fa-IR"/>
        </w:rPr>
      </w:pPr>
      <w:r w:rsidRPr="00AA0D70">
        <w:rPr>
          <w:rFonts w:hint="cs"/>
          <w:rtl/>
          <w:lang w:bidi="fa-IR"/>
        </w:rPr>
        <w:t>یا</w:t>
      </w:r>
      <w:r w:rsidRPr="00AA0D70">
        <w:rPr>
          <w:rtl/>
          <w:lang w:bidi="fa-IR"/>
        </w:rPr>
        <w:t xml:space="preserve"> </w:t>
      </w:r>
      <w:r w:rsidRPr="00AA0D70">
        <w:rPr>
          <w:rFonts w:hint="cs"/>
          <w:rtl/>
          <w:lang w:bidi="fa-IR"/>
        </w:rPr>
        <w:t>عزیز</w:t>
      </w:r>
      <w:r w:rsidRPr="00AA0D70">
        <w:rPr>
          <w:rtl/>
          <w:lang w:bidi="fa-IR"/>
        </w:rPr>
        <w:t xml:space="preserve"> </w:t>
      </w:r>
      <w:r w:rsidRPr="00AA0D70">
        <w:rPr>
          <w:rFonts w:hint="cs"/>
          <w:rtl/>
          <w:lang w:bidi="fa-IR"/>
        </w:rPr>
        <w:t>یا</w:t>
      </w:r>
      <w:r w:rsidRPr="00AA0D70">
        <w:rPr>
          <w:rtl/>
          <w:lang w:bidi="fa-IR"/>
        </w:rPr>
        <w:t xml:space="preserve"> </w:t>
      </w:r>
      <w:r w:rsidRPr="00AA0D70">
        <w:rPr>
          <w:rFonts w:hint="cs"/>
          <w:rtl/>
          <w:lang w:bidi="fa-IR"/>
        </w:rPr>
        <w:t>غفار</w:t>
      </w:r>
      <w:r w:rsidRPr="00AA0D70">
        <w:rPr>
          <w:rtl/>
          <w:lang w:bidi="fa-IR"/>
        </w:rPr>
        <w:t xml:space="preserve"> </w:t>
      </w:r>
      <w:r w:rsidRPr="00AA0D70">
        <w:rPr>
          <w:rFonts w:hint="cs"/>
          <w:rtl/>
          <w:lang w:bidi="fa-IR"/>
        </w:rPr>
        <w:t>اغفرلی</w:t>
      </w:r>
      <w:r w:rsidRPr="00AA0D70">
        <w:rPr>
          <w:rtl/>
          <w:lang w:bidi="fa-IR"/>
        </w:rPr>
        <w:t xml:space="preserve"> </w:t>
      </w:r>
      <w:r w:rsidRPr="00AA0D70">
        <w:rPr>
          <w:rFonts w:hint="cs"/>
          <w:rtl/>
          <w:lang w:bidi="fa-IR"/>
        </w:rPr>
        <w:t>ذنوبی</w:t>
      </w:r>
      <w:r w:rsidRPr="00AA0D70">
        <w:rPr>
          <w:rtl/>
          <w:lang w:bidi="fa-IR"/>
        </w:rPr>
        <w:t xml:space="preserve"> </w:t>
      </w:r>
      <w:r w:rsidRPr="00AA0D70">
        <w:rPr>
          <w:rFonts w:hint="cs"/>
          <w:rtl/>
          <w:lang w:bidi="fa-IR"/>
        </w:rPr>
        <w:t>و</w:t>
      </w:r>
      <w:r w:rsidRPr="00AA0D70">
        <w:rPr>
          <w:rtl/>
          <w:lang w:bidi="fa-IR"/>
        </w:rPr>
        <w:t xml:space="preserve"> </w:t>
      </w:r>
      <w:r w:rsidRPr="00AA0D70">
        <w:rPr>
          <w:rFonts w:hint="cs"/>
          <w:rtl/>
          <w:lang w:bidi="fa-IR"/>
        </w:rPr>
        <w:t>ذنوب</w:t>
      </w:r>
      <w:r w:rsidRPr="00AA0D70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جمیع المؤمنین و المؤمنات فإنّه لایغفر الذّنوب الا انت.</w:t>
      </w:r>
    </w:p>
    <w:p w:rsidR="006A2704" w:rsidRPr="0003242B" w:rsidRDefault="006A2704" w:rsidP="0003242B">
      <w:pPr>
        <w:pStyle w:val="libAr"/>
        <w:rPr>
          <w:rFonts w:hint="cs"/>
          <w:rtl/>
          <w:lang w:bidi="fa-IR"/>
        </w:rPr>
      </w:pPr>
    </w:p>
    <w:p w:rsidR="006A2704" w:rsidRDefault="00932A11" w:rsidP="006A2704">
      <w:pPr>
        <w:pStyle w:val="libNormal"/>
        <w:rPr>
          <w:lang w:bidi="bn-IN"/>
        </w:rPr>
      </w:pPr>
      <w:r w:rsidRPr="003F4DC8">
        <w:rPr>
          <w:cs/>
          <w:lang w:bidi="bn-IN"/>
        </w:rPr>
        <w:t xml:space="preserve">উচ্চারণ: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ইয়া আজি</w:t>
      </w:r>
      <w:r w:rsidR="006A2704">
        <w:rPr>
          <w:lang w:bidi="bn-IN"/>
        </w:rPr>
        <w:t>জু</w:t>
      </w:r>
      <w:r w:rsidRPr="003F4DC8">
        <w:rPr>
          <w:cs/>
          <w:lang w:bidi="bn-IN"/>
        </w:rPr>
        <w:t xml:space="preserve"> ইয়া গাফ্ফারু ইগফিরলি</w:t>
      </w:r>
      <w:r w:rsidRPr="003F4DC8">
        <w:t xml:space="preserve"> </w:t>
      </w:r>
      <w:r w:rsidRPr="003F4DC8">
        <w:rPr>
          <w:cs/>
          <w:lang w:bidi="bn-IN"/>
        </w:rPr>
        <w:t>যুনুবি ওয়া জুনুবা জা</w:t>
      </w:r>
      <w:r w:rsidRPr="0003242B">
        <w:rPr>
          <w:rStyle w:val="libAlaemChar"/>
        </w:rPr>
        <w:t>’</w:t>
      </w:r>
      <w:r w:rsidRPr="003F4DC8">
        <w:rPr>
          <w:cs/>
          <w:lang w:bidi="bn-IN"/>
        </w:rPr>
        <w:t>মিয়ীল মো</w:t>
      </w:r>
      <w:r w:rsidRPr="003F4DC8">
        <w:t>'</w:t>
      </w:r>
      <w:r w:rsidRPr="003F4DC8">
        <w:rPr>
          <w:cs/>
          <w:lang w:bidi="bn-IN"/>
        </w:rPr>
        <w:t>মেনীন ওয়াল</w:t>
      </w:r>
      <w:r w:rsidRPr="003F4DC8">
        <w:t xml:space="preserve"> </w:t>
      </w:r>
      <w:r w:rsidRPr="003F4DC8">
        <w:rPr>
          <w:cs/>
          <w:lang w:bidi="bn-IN"/>
        </w:rPr>
        <w:t>মো</w:t>
      </w:r>
      <w:r w:rsidRPr="003F4DC8">
        <w:t>'</w:t>
      </w:r>
      <w:r w:rsidRPr="003F4DC8">
        <w:rPr>
          <w:cs/>
          <w:lang w:bidi="bn-IN"/>
        </w:rPr>
        <w:t>মেনাতি ফা</w:t>
      </w:r>
      <w:r w:rsidR="006A2704">
        <w:rPr>
          <w:lang w:bidi="bn-IN"/>
        </w:rPr>
        <w:t>-</w:t>
      </w:r>
      <w:r w:rsidRPr="003F4DC8">
        <w:rPr>
          <w:cs/>
          <w:lang w:bidi="bn-IN"/>
        </w:rPr>
        <w:t>ই</w:t>
      </w:r>
      <w:r w:rsidR="007A4DD3">
        <w:rPr>
          <w:cs/>
          <w:lang w:bidi="bn-IN"/>
        </w:rPr>
        <w:t>ন্না</w:t>
      </w:r>
      <w:r w:rsidRPr="003F4DC8">
        <w:rPr>
          <w:cs/>
          <w:lang w:bidi="bn-IN"/>
        </w:rPr>
        <w:t>হু লা</w:t>
      </w:r>
      <w:r w:rsidR="006A2704">
        <w:rPr>
          <w:lang w:bidi="bn-IN"/>
        </w:rPr>
        <w:t>-ইয়া</w:t>
      </w:r>
      <w:r w:rsidR="006A2704">
        <w:rPr>
          <w:cs/>
          <w:lang w:bidi="bn-IN"/>
        </w:rPr>
        <w:t>গ</w:t>
      </w:r>
      <w:r w:rsidRPr="003F4DC8">
        <w:rPr>
          <w:cs/>
          <w:lang w:bidi="bn-IN"/>
        </w:rPr>
        <w:t>ফেরুজ্জুনুবা ই</w:t>
      </w:r>
      <w:r>
        <w:rPr>
          <w:cs/>
          <w:lang w:bidi="bn-IN"/>
        </w:rPr>
        <w:t>ল্লা</w:t>
      </w:r>
      <w:r w:rsidRPr="003F4DC8">
        <w:t xml:space="preserve"> </w:t>
      </w:r>
      <w:r w:rsidRPr="003F4DC8">
        <w:rPr>
          <w:cs/>
          <w:lang w:bidi="bn-IN"/>
        </w:rPr>
        <w:t>আনতা।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243B15" w:rsidRDefault="00932A11" w:rsidP="00243B15">
      <w:pPr>
        <w:pStyle w:val="libNormal"/>
      </w:pPr>
      <w:r w:rsidRPr="003F4DC8">
        <w:rPr>
          <w:cs/>
          <w:lang w:bidi="bn-IN"/>
        </w:rPr>
        <w:t>অতপর বললেন: আমার উম্মতের এমন</w:t>
      </w:r>
      <w:r w:rsidRPr="003F4DC8">
        <w:t xml:space="preserve"> </w:t>
      </w:r>
      <w:r w:rsidRPr="003F4DC8">
        <w:rPr>
          <w:cs/>
          <w:lang w:bidi="bn-IN"/>
        </w:rPr>
        <w:t>কোন ব্যক্তি নেই যে এই আমল করবে কিন্তু তার জন্য</w:t>
      </w:r>
      <w:r w:rsidRPr="003F4DC8">
        <w:t xml:space="preserve"> </w:t>
      </w:r>
      <w:r w:rsidRPr="003F4DC8">
        <w:rPr>
          <w:cs/>
          <w:lang w:bidi="bn-IN"/>
        </w:rPr>
        <w:t xml:space="preserve">আসমান থেকে </w:t>
      </w:r>
      <w:r w:rsidR="006A2704" w:rsidRPr="006A2704">
        <w:rPr>
          <w:rFonts w:hint="cs"/>
          <w:cs/>
          <w:lang w:bidi="bn-IN"/>
        </w:rPr>
        <w:t>ধ্বনি</w:t>
      </w:r>
      <w:r w:rsidRPr="003F4DC8">
        <w:rPr>
          <w:cs/>
          <w:lang w:bidi="bn-IN"/>
        </w:rPr>
        <w:t xml:space="preserve"> আসবে না যে</w:t>
      </w:r>
      <w:r w:rsidRPr="003F4DC8">
        <w:t xml:space="preserve">, </w:t>
      </w:r>
      <w:r w:rsidRPr="003F4DC8">
        <w:rPr>
          <w:cs/>
          <w:lang w:bidi="bn-IN"/>
        </w:rPr>
        <w:t>হে আমার বান্দা!</w:t>
      </w:r>
      <w:r w:rsidRPr="003F4DC8">
        <w:t xml:space="preserve"> </w:t>
      </w:r>
      <w:r w:rsidRPr="003F4DC8">
        <w:rPr>
          <w:cs/>
          <w:lang w:bidi="bn-IN"/>
        </w:rPr>
        <w:t xml:space="preserve">তোমার নিজের আমল </w:t>
      </w:r>
      <w:r w:rsidR="00D21AFC">
        <w:rPr>
          <w:cs/>
          <w:lang w:bidi="bn-IN"/>
        </w:rPr>
        <w:t>প্রথম</w:t>
      </w:r>
      <w:r w:rsidRPr="003F4DC8">
        <w:rPr>
          <w:cs/>
          <w:lang w:bidi="bn-IN"/>
        </w:rPr>
        <w:t xml:space="preserve"> থেকে </w:t>
      </w:r>
      <w:r w:rsidR="00243B15" w:rsidRPr="00243B15">
        <w:rPr>
          <w:rFonts w:hint="cs"/>
          <w:cs/>
          <w:lang w:bidi="bn-IN"/>
        </w:rPr>
        <w:t>আরম্ভ</w:t>
      </w:r>
      <w:r w:rsidRPr="003F4DC8">
        <w:t xml:space="preserve"> </w:t>
      </w:r>
      <w:r w:rsidRPr="003F4DC8">
        <w:rPr>
          <w:cs/>
          <w:lang w:bidi="bn-IN"/>
        </w:rPr>
        <w:t>কর</w:t>
      </w:r>
      <w:r w:rsidRPr="003F4DC8">
        <w:t xml:space="preserve"> </w:t>
      </w:r>
      <w:r w:rsidRPr="003F4DC8">
        <w:rPr>
          <w:cs/>
          <w:lang w:bidi="bn-IN"/>
        </w:rPr>
        <w:t>তোমার তাওবা কবুল হয়ে গিয়েছে তোমার গুনাহ</w:t>
      </w:r>
      <w:r w:rsidRPr="003F4DC8">
        <w:t xml:space="preserve"> </w:t>
      </w:r>
      <w:r w:rsidRPr="003F4DC8">
        <w:rPr>
          <w:cs/>
          <w:lang w:bidi="bn-IN"/>
        </w:rPr>
        <w:t>ক্ষমা করে দেওয়া হয়েছে।</w:t>
      </w:r>
      <w:r w:rsidRPr="003F4DC8">
        <w:t xml:space="preserve"> </w:t>
      </w:r>
    </w:p>
    <w:p w:rsidR="00243B15" w:rsidRDefault="00932A11" w:rsidP="00243B15">
      <w:pPr>
        <w:pStyle w:val="libNormal"/>
      </w:pPr>
      <w:r w:rsidRPr="003F4DC8">
        <w:rPr>
          <w:cs/>
          <w:lang w:bidi="bn-IN"/>
        </w:rPr>
        <w:t>এক ব্যক্তি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হর রসূলের নিকটে প্র</w:t>
      </w:r>
      <w:r w:rsidR="00243B15">
        <w:rPr>
          <w:cs/>
          <w:lang w:bidi="bn-IN"/>
        </w:rPr>
        <w:t>শ্ন</w:t>
      </w:r>
      <w:r w:rsidRPr="003F4DC8">
        <w:t xml:space="preserve"> </w:t>
      </w:r>
      <w:r w:rsidRPr="003F4DC8">
        <w:rPr>
          <w:cs/>
          <w:lang w:bidi="bn-IN"/>
        </w:rPr>
        <w:t>করে: যদি কেউ এই মাস ছাড়া অন্য কোন মাসে</w:t>
      </w:r>
      <w:r w:rsidRPr="003F4DC8">
        <w:t xml:space="preserve"> (</w:t>
      </w:r>
      <w:r w:rsidRPr="003F4DC8">
        <w:rPr>
          <w:cs/>
          <w:lang w:bidi="bn-IN"/>
        </w:rPr>
        <w:t>সময়ে) এই আমল করে তার জন্য কি কোন উপহার</w:t>
      </w:r>
      <w:r w:rsidRPr="003F4DC8">
        <w:t xml:space="preserve"> </w:t>
      </w:r>
      <w:r w:rsidRPr="003F4DC8">
        <w:rPr>
          <w:cs/>
          <w:lang w:bidi="bn-IN"/>
        </w:rPr>
        <w:t>আছে</w:t>
      </w:r>
      <w:r w:rsidRPr="003F4DC8">
        <w:t xml:space="preserve">? </w:t>
      </w:r>
    </w:p>
    <w:p w:rsidR="00243B15" w:rsidRDefault="00932A11" w:rsidP="00243B15">
      <w:pPr>
        <w:pStyle w:val="libNormal"/>
      </w:pPr>
      <w:r w:rsidRPr="003F4DC8">
        <w:rPr>
          <w:cs/>
          <w:lang w:bidi="bn-IN"/>
        </w:rPr>
        <w:t>তিনি (স.) উত্তরে বললেন: অবশ্যই আছে</w:t>
      </w:r>
      <w:r w:rsidRPr="003F4DC8">
        <w:t xml:space="preserve">, </w:t>
      </w:r>
      <w:r w:rsidRPr="003F4DC8">
        <w:rPr>
          <w:cs/>
          <w:lang w:bidi="bn-IN"/>
        </w:rPr>
        <w:t>যা কি</w:t>
      </w:r>
      <w:r w:rsidR="00243B15">
        <w:rPr>
          <w:lang w:bidi="bn-IN"/>
        </w:rPr>
        <w:t>ছু</w:t>
      </w:r>
      <w:r w:rsidRPr="003F4DC8">
        <w:rPr>
          <w:cs/>
          <w:lang w:bidi="bn-IN"/>
        </w:rPr>
        <w:t xml:space="preserve"> বলেছি তাই তার জন্যও আছে।</w:t>
      </w:r>
      <w:r w:rsidRPr="00243B15">
        <w:rPr>
          <w:rStyle w:val="libFootnotenumChar"/>
          <w:cs/>
        </w:rPr>
        <w:t>২</w:t>
      </w:r>
      <w:r w:rsidRPr="003F4DC8">
        <w:t xml:space="preserve"> </w:t>
      </w:r>
    </w:p>
    <w:p w:rsidR="00243B15" w:rsidRDefault="00932A11" w:rsidP="00243B15">
      <w:pPr>
        <w:pStyle w:val="libNormal"/>
        <w:rPr>
          <w:rStyle w:val="libBold1Char"/>
        </w:rPr>
      </w:pPr>
      <w:r w:rsidRPr="00243B15">
        <w:rPr>
          <w:rStyle w:val="libBold1Char"/>
          <w:cs/>
        </w:rPr>
        <w:t>৩. শাবান মাসের মোনাযাত:</w:t>
      </w:r>
      <w:r w:rsidRPr="00243B15">
        <w:rPr>
          <w:rStyle w:val="libBold1Char"/>
        </w:rPr>
        <w:t xml:space="preserve"> </w:t>
      </w:r>
    </w:p>
    <w:p w:rsidR="000374B0" w:rsidRDefault="00932A11" w:rsidP="00243B15">
      <w:pPr>
        <w:pStyle w:val="libNormal"/>
      </w:pPr>
      <w:r w:rsidRPr="003F4DC8">
        <w:rPr>
          <w:cs/>
          <w:lang w:bidi="bn-IN"/>
        </w:rPr>
        <w:t>পবিত্র শাবান মাসে পড়ার জন্য শাবানের</w:t>
      </w:r>
      <w:r w:rsidRPr="003F4DC8">
        <w:t xml:space="preserve"> </w:t>
      </w:r>
      <w:r w:rsidRPr="003F4DC8">
        <w:rPr>
          <w:cs/>
          <w:lang w:bidi="bn-IN"/>
        </w:rPr>
        <w:t>মোনাযাত বিশেষ ভাবে বর্ণনা হয়েছে এই মোনাযাতে</w:t>
      </w:r>
      <w:r w:rsidRPr="003F4DC8">
        <w:t xml:space="preserve"> </w:t>
      </w: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 তায়ালার অতি মহত্ব</w:t>
      </w:r>
      <w:r w:rsidR="007A4DD3">
        <w:rPr>
          <w:cs/>
          <w:lang w:bidi="bn-IN"/>
        </w:rPr>
        <w:t>পূর্ণ</w:t>
      </w:r>
      <w:r w:rsidR="00FD3A1B">
        <w:rPr>
          <w:cs/>
          <w:lang w:bidi="bn-IN"/>
        </w:rPr>
        <w:t xml:space="preserve"> </w:t>
      </w:r>
      <w:r w:rsidRPr="003F4DC8">
        <w:rPr>
          <w:cs/>
          <w:lang w:bidi="bn-IN"/>
        </w:rPr>
        <w:t>গুণাবলী বর্ণনা করা</w:t>
      </w:r>
      <w:r w:rsidRPr="003F4DC8">
        <w:t xml:space="preserve"> </w:t>
      </w:r>
      <w:r w:rsidRPr="003F4DC8">
        <w:rPr>
          <w:cs/>
          <w:lang w:bidi="bn-IN"/>
        </w:rPr>
        <w:t>হয়েছে। এই মাস ছাড়া অন্য সময় পড়া ও অতি</w:t>
      </w:r>
      <w:r w:rsidRPr="003F4DC8">
        <w:t xml:space="preserve"> </w:t>
      </w:r>
      <w:r w:rsidR="00243B15" w:rsidRPr="00243B15">
        <w:rPr>
          <w:rFonts w:hint="cs"/>
          <w:cs/>
          <w:lang w:bidi="bn-IN"/>
        </w:rPr>
        <w:t>গুরুত্বপূর্ণ</w:t>
      </w:r>
      <w:r w:rsidRPr="003F4DC8">
        <w:t xml:space="preserve"> </w:t>
      </w:r>
    </w:p>
    <w:p w:rsidR="00BA65DB" w:rsidRDefault="00932A11" w:rsidP="00BA65DB">
      <w:pPr>
        <w:pStyle w:val="libNormal"/>
      </w:pPr>
      <w:r w:rsidRPr="003F4DC8">
        <w:rPr>
          <w:cs/>
          <w:lang w:bidi="bn-IN"/>
        </w:rPr>
        <w:t>আয়াতু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 খোমেনী (রহ.) বলেন:</w:t>
      </w:r>
      <w:r w:rsidRPr="003F4DC8">
        <w:t xml:space="preserve"> </w:t>
      </w:r>
      <w:r w:rsidRPr="003F4DC8">
        <w:rPr>
          <w:cs/>
          <w:lang w:bidi="bn-IN"/>
        </w:rPr>
        <w:t>আমরা গর্বিত এজন্য যে</w:t>
      </w:r>
      <w:r w:rsidRPr="003F4DC8">
        <w:t xml:space="preserve">, </w:t>
      </w:r>
      <w:r w:rsidRPr="003F4DC8">
        <w:rPr>
          <w:cs/>
          <w:lang w:bidi="bn-IN"/>
        </w:rPr>
        <w:t>জীবন দানকারী</w:t>
      </w:r>
      <w:r w:rsidRPr="003F4DC8">
        <w:t xml:space="preserve"> (</w:t>
      </w:r>
      <w:r w:rsidR="000374B0" w:rsidRPr="000374B0">
        <w:rPr>
          <w:rFonts w:hint="cs"/>
          <w:cs/>
          <w:lang w:bidi="bn-IN"/>
        </w:rPr>
        <w:t>প্রার্থনা</w:t>
      </w:r>
      <w:r w:rsidRPr="003F4DC8">
        <w:rPr>
          <w:cs/>
          <w:lang w:bidi="bn-IN"/>
        </w:rPr>
        <w:t>) দোওয়া যাকে কুরআনে সাঈদ (</w:t>
      </w:r>
      <w:r w:rsidR="000374B0" w:rsidRPr="000374B0">
        <w:rPr>
          <w:rStyle w:val="libArChar"/>
          <w:rFonts w:hint="cs"/>
          <w:rtl/>
        </w:rPr>
        <w:t>قرآن صاعد</w:t>
      </w:r>
      <w:r w:rsidR="000374B0">
        <w:rPr>
          <w:lang w:bidi="bn-IN"/>
        </w:rPr>
        <w:t>)</w:t>
      </w:r>
      <w:r w:rsidR="00FD3A1B">
        <w:t xml:space="preserve"> </w:t>
      </w:r>
      <w:r w:rsidRPr="003F4DC8">
        <w:rPr>
          <w:cs/>
          <w:lang w:bidi="bn-IN"/>
        </w:rPr>
        <w:t xml:space="preserve">অর্থাৎ: </w:t>
      </w:r>
      <w:r w:rsidRPr="0003242B">
        <w:rPr>
          <w:rStyle w:val="libAlaemChar"/>
        </w:rPr>
        <w:t>“</w:t>
      </w:r>
      <w:r w:rsidR="000374B0" w:rsidRPr="000374B0">
        <w:rPr>
          <w:rFonts w:hint="cs"/>
          <w:cs/>
          <w:lang w:bidi="bn-IN"/>
        </w:rPr>
        <w:t>উর্ধ্বগামী</w:t>
      </w:r>
      <w:r w:rsidRPr="003F4DC8">
        <w:rPr>
          <w:cs/>
          <w:lang w:bidi="bn-IN"/>
        </w:rPr>
        <w:t xml:space="preserve"> কুরআন</w:t>
      </w:r>
      <w:r w:rsidRPr="0003242B">
        <w:rPr>
          <w:rStyle w:val="libAlaemChar"/>
        </w:rPr>
        <w:t>”</w:t>
      </w:r>
      <w:r w:rsidRPr="003F4DC8">
        <w:t xml:space="preserve"> </w:t>
      </w:r>
      <w:r w:rsidRPr="003F4DC8">
        <w:rPr>
          <w:cs/>
          <w:lang w:bidi="bn-IN"/>
        </w:rPr>
        <w:t>বলা হয়েছে তা আমাদের</w:t>
      </w:r>
      <w:r w:rsidRPr="003F4DC8">
        <w:t xml:space="preserve"> </w:t>
      </w:r>
      <w:r w:rsidRPr="003F4DC8">
        <w:rPr>
          <w:cs/>
          <w:lang w:bidi="bn-IN"/>
        </w:rPr>
        <w:t>পবিত্র ইমামদের নিকট থেকে বর্ণিত হয়েছে।</w:t>
      </w:r>
      <w:r w:rsidRPr="003F4DC8">
        <w:t xml:space="preserve"> </w:t>
      </w:r>
      <w:r w:rsidRPr="003F4DC8">
        <w:rPr>
          <w:cs/>
          <w:lang w:bidi="bn-IN"/>
        </w:rPr>
        <w:t>আমাদের নিকটে ইমামদের মোনাযাতে শাবানিয়া</w:t>
      </w:r>
      <w:r w:rsidRPr="003F4DC8">
        <w:t xml:space="preserve">, </w:t>
      </w:r>
      <w:r w:rsidRPr="003F4DC8">
        <w:rPr>
          <w:cs/>
          <w:lang w:bidi="bn-IN"/>
        </w:rPr>
        <w:t>ইমাম হোসায়েন (আ.)-এর দোওয়া-এ-আরাফাত</w:t>
      </w:r>
      <w:r w:rsidRPr="003F4DC8">
        <w:t xml:space="preserve">, </w:t>
      </w:r>
      <w:r w:rsidR="000374B0">
        <w:rPr>
          <w:lang w:bidi="bn-IN"/>
        </w:rPr>
        <w:t>জা</w:t>
      </w:r>
      <w:r w:rsidRPr="003F4DC8">
        <w:rPr>
          <w:cs/>
          <w:lang w:bidi="bn-IN"/>
        </w:rPr>
        <w:t>বুরে আলে মুহম্মদ (স.) সহিফায়ে সাজ্জাদীয়া ও</w:t>
      </w:r>
      <w:r w:rsidRPr="003F4DC8">
        <w:t xml:space="preserve"> </w:t>
      </w:r>
      <w:r w:rsidRPr="003F4DC8">
        <w:rPr>
          <w:cs/>
          <w:lang w:bidi="bn-IN"/>
        </w:rPr>
        <w:t>সহিফায়ে মাতেমা (আ.) যে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হর তরফ হতে</w:t>
      </w:r>
      <w:r w:rsidRPr="003F4DC8">
        <w:t xml:space="preserve"> </w:t>
      </w:r>
      <w:r w:rsidRPr="003F4DC8">
        <w:rPr>
          <w:cs/>
          <w:lang w:bidi="bn-IN"/>
        </w:rPr>
        <w:t>হজরত জা</w:t>
      </w:r>
      <w:r w:rsidR="000374B0">
        <w:rPr>
          <w:lang w:bidi="bn-IN"/>
        </w:rPr>
        <w:t>হরা</w:t>
      </w:r>
      <w:r w:rsidRPr="003F4DC8">
        <w:rPr>
          <w:cs/>
          <w:lang w:bidi="bn-IN"/>
        </w:rPr>
        <w:t xml:space="preserve"> (আ.)-এর নিকটে ইলহাম হয়ে ছিল</w:t>
      </w:r>
      <w:r w:rsidRPr="003F4DC8">
        <w:t xml:space="preserve"> </w:t>
      </w:r>
      <w:r w:rsidRPr="003F4DC8">
        <w:rPr>
          <w:cs/>
          <w:lang w:bidi="bn-IN"/>
        </w:rPr>
        <w:t>আমাদের ইমামগণ (আ.)-এর নিকট হতে বর্ণনা</w:t>
      </w:r>
      <w:r w:rsidRPr="003F4DC8">
        <w:t xml:space="preserve"> </w:t>
      </w:r>
      <w:r w:rsidRPr="003F4DC8">
        <w:rPr>
          <w:cs/>
          <w:lang w:bidi="bn-IN"/>
        </w:rPr>
        <w:t>হয়েছে।</w:t>
      </w:r>
      <w:r w:rsidRPr="000374B0">
        <w:rPr>
          <w:rStyle w:val="libFootnotenumChar"/>
          <w:cs/>
        </w:rPr>
        <w:t>৩</w:t>
      </w:r>
      <w:r w:rsidRPr="003F4DC8">
        <w:t xml:space="preserve"> </w:t>
      </w:r>
      <w:r w:rsidRPr="003F4DC8">
        <w:rPr>
          <w:cs/>
          <w:lang w:bidi="bn-IN"/>
        </w:rPr>
        <w:lastRenderedPageBreak/>
        <w:t>মোনাযাতে শাবানীয়া এমন একটি মোনাযাত</w:t>
      </w:r>
      <w:r w:rsidRPr="003F4DC8">
        <w:t xml:space="preserve"> </w:t>
      </w:r>
      <w:r w:rsidRPr="003F4DC8">
        <w:rPr>
          <w:cs/>
          <w:lang w:bidi="bn-IN"/>
        </w:rPr>
        <w:t>যদি তা নিয়ে কেউ চিন্তা করে</w:t>
      </w:r>
      <w:r w:rsidRPr="003F4DC8">
        <w:t xml:space="preserve">, </w:t>
      </w:r>
      <w:r w:rsidRPr="003F4DC8">
        <w:rPr>
          <w:cs/>
          <w:lang w:bidi="bn-IN"/>
        </w:rPr>
        <w:t>তাহলে সে এক</w:t>
      </w:r>
      <w:r w:rsidRPr="003F4DC8">
        <w:t xml:space="preserve"> </w:t>
      </w:r>
      <w:r w:rsidRPr="003F4DC8">
        <w:rPr>
          <w:cs/>
          <w:lang w:bidi="bn-IN"/>
        </w:rPr>
        <w:t>উচ্চস্থানে পৌঁছাতে পারে।</w:t>
      </w:r>
      <w:r w:rsidRPr="003F4DC8">
        <w:t xml:space="preserve"> </w:t>
      </w:r>
      <w:r w:rsidRPr="003F4DC8">
        <w:rPr>
          <w:cs/>
          <w:lang w:bidi="bn-IN"/>
        </w:rPr>
        <w:t>যারা এই দোওয়া পড়তে চান মাফাতিহুল</w:t>
      </w:r>
      <w:r w:rsidRPr="003F4DC8">
        <w:t xml:space="preserve"> </w:t>
      </w:r>
      <w:r w:rsidRPr="003F4DC8">
        <w:rPr>
          <w:cs/>
          <w:lang w:bidi="bn-IN"/>
        </w:rPr>
        <w:t>জিনানে শাবান মাসের যৌথ আমাল অধ্যায় দেখতে</w:t>
      </w:r>
      <w:r w:rsidRPr="003F4DC8">
        <w:t xml:space="preserve"> </w:t>
      </w:r>
      <w:r w:rsidRPr="003F4DC8">
        <w:rPr>
          <w:cs/>
          <w:lang w:bidi="bn-IN"/>
        </w:rPr>
        <w:t>পারেন</w:t>
      </w:r>
      <w:r w:rsidRPr="003F4DC8">
        <w:t xml:space="preserve">, </w:t>
      </w:r>
      <w:r w:rsidRPr="003F4DC8">
        <w:rPr>
          <w:cs/>
          <w:lang w:bidi="bn-IN"/>
        </w:rPr>
        <w:t xml:space="preserve">দোওয়া এই বাক্যে </w:t>
      </w:r>
      <w:r w:rsidR="000374B0" w:rsidRPr="000374B0">
        <w:rPr>
          <w:rFonts w:hint="cs"/>
          <w:cs/>
          <w:lang w:bidi="bn-IN"/>
        </w:rPr>
        <w:t>আরম্ভ</w:t>
      </w:r>
      <w:r w:rsidRPr="003F4DC8">
        <w:t xml:space="preserve"> </w:t>
      </w:r>
      <w:r w:rsidRPr="003F4DC8">
        <w:rPr>
          <w:cs/>
          <w:lang w:bidi="bn-IN"/>
        </w:rPr>
        <w:t>হয়:</w:t>
      </w:r>
      <w:r w:rsidRPr="003F4DC8">
        <w:t xml:space="preserve"> </w:t>
      </w:r>
    </w:p>
    <w:p w:rsidR="00BA65DB" w:rsidRPr="00BA65DB" w:rsidRDefault="00BA65DB" w:rsidP="00DA5F39">
      <w:pPr>
        <w:pStyle w:val="libA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اللهم صلّ علی محمد و آل محمد و اسمع دعائی اذا دعوتک.....</w:t>
      </w:r>
    </w:p>
    <w:p w:rsidR="00B80782" w:rsidRDefault="00932A11" w:rsidP="00B80782">
      <w:pPr>
        <w:pStyle w:val="libNormal"/>
      </w:pPr>
      <w:r w:rsidRPr="003F4DC8">
        <w:rPr>
          <w:cs/>
          <w:lang w:bidi="bn-IN"/>
        </w:rPr>
        <w:t xml:space="preserve">উচ্চরণ: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হুম্মা স</w:t>
      </w:r>
      <w:r w:rsidR="00B80782">
        <w:rPr>
          <w:lang w:bidi="bn-IN"/>
        </w:rPr>
        <w:t>ল্লে</w:t>
      </w:r>
      <w:r w:rsidRPr="003F4DC8">
        <w:rPr>
          <w:cs/>
          <w:lang w:bidi="bn-IN"/>
        </w:rPr>
        <w:t>আলা মুহম্মাদীন</w:t>
      </w:r>
      <w:r w:rsidRPr="003F4DC8">
        <w:t xml:space="preserve"> </w:t>
      </w:r>
      <w:r w:rsidRPr="003F4DC8">
        <w:rPr>
          <w:cs/>
          <w:lang w:bidi="bn-IN"/>
        </w:rPr>
        <w:t>ওয়া</w:t>
      </w:r>
      <w:r w:rsidR="00B80782">
        <w:rPr>
          <w:lang w:bidi="bn-IN"/>
        </w:rPr>
        <w:t xml:space="preserve"> আ</w:t>
      </w:r>
      <w:r w:rsidRPr="003F4DC8">
        <w:rPr>
          <w:cs/>
          <w:lang w:bidi="bn-IN"/>
        </w:rPr>
        <w:t>লে মুহম্মাদীন ওয়া</w:t>
      </w:r>
      <w:r w:rsidR="00B80782">
        <w:rPr>
          <w:lang w:bidi="bn-IN"/>
        </w:rPr>
        <w:t>সমা</w:t>
      </w:r>
      <w:r w:rsidRPr="0003242B">
        <w:rPr>
          <w:rStyle w:val="libAlaemChar"/>
        </w:rPr>
        <w:t>’</w:t>
      </w:r>
      <w:r w:rsidRPr="003F4DC8">
        <w:t xml:space="preserve"> </w:t>
      </w:r>
      <w:r w:rsidRPr="003F4DC8">
        <w:rPr>
          <w:cs/>
          <w:lang w:bidi="bn-IN"/>
        </w:rPr>
        <w:t>দোওয়ায়ী ইযা</w:t>
      </w:r>
      <w:r w:rsidRPr="003F4DC8">
        <w:t xml:space="preserve"> </w:t>
      </w:r>
      <w:r w:rsidRPr="003F4DC8">
        <w:rPr>
          <w:cs/>
          <w:lang w:bidi="bn-IN"/>
        </w:rPr>
        <w:t>দাআওতোকা...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B80782" w:rsidRDefault="00932A11" w:rsidP="00B80782">
      <w:pPr>
        <w:pStyle w:val="libNormal"/>
      </w:pPr>
      <w:r w:rsidRPr="003F4DC8">
        <w:rPr>
          <w:cs/>
          <w:lang w:bidi="bn-IN"/>
        </w:rPr>
        <w:t xml:space="preserve">অর্থাৎ: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হে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হ! মুহম্মাদ ও তাঁর</w:t>
      </w:r>
      <w:r w:rsidRPr="003F4DC8">
        <w:t xml:space="preserve"> </w:t>
      </w:r>
      <w:r w:rsidRPr="003F4DC8">
        <w:rPr>
          <w:cs/>
          <w:lang w:bidi="bn-IN"/>
        </w:rPr>
        <w:t>বংশধরের উপর দরুদ বষর্ণ করুন</w:t>
      </w:r>
      <w:r w:rsidRPr="003F4DC8">
        <w:t xml:space="preserve">, </w:t>
      </w:r>
      <w:r w:rsidRPr="003F4DC8">
        <w:rPr>
          <w:cs/>
          <w:lang w:bidi="bn-IN"/>
        </w:rPr>
        <w:t>যখন আমি</w:t>
      </w:r>
      <w:r w:rsidRPr="003F4DC8">
        <w:t xml:space="preserve"> </w:t>
      </w:r>
      <w:r w:rsidRPr="003F4DC8">
        <w:rPr>
          <w:cs/>
          <w:lang w:bidi="bn-IN"/>
        </w:rPr>
        <w:t>দোওয়া করি আপনি আমার দোওয়া (প্রার্থনা)কে</w:t>
      </w:r>
      <w:r w:rsidRPr="003F4DC8">
        <w:t xml:space="preserve"> </w:t>
      </w:r>
      <w:r w:rsidRPr="003F4DC8">
        <w:rPr>
          <w:cs/>
          <w:lang w:bidi="bn-IN"/>
        </w:rPr>
        <w:t>শোনেন।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B80782" w:rsidRPr="00B80782" w:rsidRDefault="00932A11" w:rsidP="0003242B">
      <w:pPr>
        <w:pStyle w:val="libBold1"/>
      </w:pPr>
      <w:r w:rsidRPr="00B80782">
        <w:rPr>
          <w:cs/>
          <w:lang w:bidi="bn-IN"/>
        </w:rPr>
        <w:t>৪. হাজার বার জিকর করা:</w:t>
      </w:r>
      <w:r w:rsidRPr="00B80782">
        <w:t xml:space="preserve"> </w:t>
      </w:r>
    </w:p>
    <w:p w:rsidR="00B80782" w:rsidRDefault="00932A11" w:rsidP="00B80782">
      <w:pPr>
        <w:pStyle w:val="libNormal"/>
      </w:pPr>
      <w:r w:rsidRPr="003F4DC8">
        <w:rPr>
          <w:cs/>
          <w:lang w:bidi="bn-IN"/>
        </w:rPr>
        <w:t>এই মাসে এই জিকর এক হাজার বার পড়া:</w:t>
      </w:r>
      <w:r w:rsidR="00FD3A1B">
        <w:t xml:space="preserve"> </w:t>
      </w:r>
    </w:p>
    <w:p w:rsidR="00B80782" w:rsidRPr="00E6541B" w:rsidRDefault="00E6541B" w:rsidP="00E6541B">
      <w:pPr>
        <w:pStyle w:val="libA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لا اله الا الله و لا نعبد الا ایّاه مخلصین له الدین و لو کره المشرکین</w:t>
      </w:r>
    </w:p>
    <w:p w:rsidR="00E6541B" w:rsidRDefault="00932A11" w:rsidP="00E6541B">
      <w:pPr>
        <w:pStyle w:val="libNormal"/>
      </w:pPr>
      <w:r w:rsidRPr="003F4DC8">
        <w:rPr>
          <w:cs/>
          <w:lang w:bidi="bn-IN"/>
        </w:rPr>
        <w:t xml:space="preserve">উচ্চারণ: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লাইলাহা ই</w:t>
      </w:r>
      <w:r>
        <w:rPr>
          <w:cs/>
          <w:lang w:bidi="bn-IN"/>
        </w:rPr>
        <w:t>ল্লাল্লা</w:t>
      </w:r>
      <w:r w:rsidRPr="003F4DC8">
        <w:rPr>
          <w:cs/>
          <w:lang w:bidi="bn-IN"/>
        </w:rPr>
        <w:t>হু ওয়ালা না</w:t>
      </w:r>
      <w:r w:rsidRPr="0003242B">
        <w:rPr>
          <w:rStyle w:val="libAlaemChar"/>
        </w:rPr>
        <w:t>’</w:t>
      </w:r>
      <w:r w:rsidRPr="003F4DC8">
        <w:rPr>
          <w:cs/>
          <w:lang w:bidi="bn-IN"/>
        </w:rPr>
        <w:t>বু</w:t>
      </w:r>
      <w:r w:rsidR="00E6541B">
        <w:rPr>
          <w:lang w:bidi="bn-IN"/>
        </w:rPr>
        <w:t>দু</w:t>
      </w:r>
      <w:r w:rsidRPr="003F4DC8">
        <w:rPr>
          <w:cs/>
          <w:lang w:bidi="bn-IN"/>
        </w:rPr>
        <w:t xml:space="preserve"> ই</w:t>
      </w:r>
      <w:r>
        <w:rPr>
          <w:cs/>
          <w:lang w:bidi="bn-IN"/>
        </w:rPr>
        <w:t>ল্লা</w:t>
      </w:r>
      <w:r w:rsidRPr="003F4DC8">
        <w:t xml:space="preserve"> </w:t>
      </w:r>
      <w:r w:rsidRPr="003F4DC8">
        <w:rPr>
          <w:cs/>
          <w:lang w:bidi="bn-IN"/>
        </w:rPr>
        <w:t>ইয়্যাহু মুখলেসিনা লাহুদ্দীনা ওয়া লাও কারেহাল</w:t>
      </w:r>
      <w:r w:rsidRPr="003F4DC8">
        <w:t xml:space="preserve"> </w:t>
      </w:r>
      <w:r w:rsidR="00E6541B">
        <w:rPr>
          <w:cs/>
          <w:lang w:bidi="bn-IN"/>
        </w:rPr>
        <w:t>মুশরেকুন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E6541B" w:rsidRDefault="00932A11" w:rsidP="00E6541B">
      <w:pPr>
        <w:pStyle w:val="libNormal"/>
      </w:pPr>
      <w:r w:rsidRPr="003F4DC8">
        <w:rPr>
          <w:cs/>
          <w:lang w:bidi="bn-IN"/>
        </w:rPr>
        <w:t>এই জিকর পড়া অতি ছোয়াবের কাজ তার</w:t>
      </w:r>
      <w:r w:rsidRPr="003F4DC8">
        <w:t xml:space="preserve"> </w:t>
      </w:r>
      <w:r w:rsidRPr="003F4DC8">
        <w:rPr>
          <w:cs/>
          <w:lang w:bidi="bn-IN"/>
        </w:rPr>
        <w:t>মধ্যে হাজার বৎসরের ইবাদাতের ছোয়াব তার আমল</w:t>
      </w:r>
      <w:r w:rsidRPr="003F4DC8">
        <w:t xml:space="preserve"> </w:t>
      </w:r>
      <w:r w:rsidRPr="003F4DC8">
        <w:rPr>
          <w:cs/>
          <w:lang w:bidi="bn-IN"/>
        </w:rPr>
        <w:t>নামায় লেখা হবে।</w:t>
      </w:r>
      <w:r w:rsidRPr="003F4DC8">
        <w:t xml:space="preserve">  </w:t>
      </w:r>
    </w:p>
    <w:p w:rsidR="00E6541B" w:rsidRDefault="00932A11" w:rsidP="00E6541B">
      <w:pPr>
        <w:pStyle w:val="libBold1"/>
        <w:rPr>
          <w:lang w:bidi="bn-IN"/>
        </w:rPr>
      </w:pPr>
      <w:r w:rsidRPr="003F4DC8">
        <w:rPr>
          <w:cs/>
          <w:lang w:bidi="bn-IN"/>
        </w:rPr>
        <w:t>৫</w:t>
      </w:r>
      <w:r w:rsidR="00E6541B">
        <w:rPr>
          <w:lang w:bidi="bn-IN"/>
        </w:rPr>
        <w:t>.দরুদ পড়</w:t>
      </w:r>
      <w:proofErr w:type="gramStart"/>
      <w:r w:rsidR="00E6541B">
        <w:rPr>
          <w:lang w:bidi="bn-IN"/>
        </w:rPr>
        <w:t>া :</w:t>
      </w:r>
      <w:proofErr w:type="gramEnd"/>
      <w:r w:rsidRPr="003F4DC8">
        <w:rPr>
          <w:cs/>
          <w:lang w:bidi="bn-IN"/>
        </w:rPr>
        <w:t xml:space="preserve"> </w:t>
      </w:r>
    </w:p>
    <w:p w:rsidR="00401865" w:rsidRDefault="00932A11" w:rsidP="00E6541B">
      <w:pPr>
        <w:pStyle w:val="libNormal"/>
      </w:pPr>
      <w:r w:rsidRPr="003F4DC8">
        <w:rPr>
          <w:cs/>
          <w:lang w:bidi="bn-IN"/>
        </w:rPr>
        <w:t>এই মাসে ব্যপক ভাবে মুহম্মদ (স.)</w:t>
      </w:r>
      <w:r w:rsidRPr="003F4DC8">
        <w:t xml:space="preserve"> </w:t>
      </w:r>
      <w:r w:rsidRPr="003F4DC8">
        <w:rPr>
          <w:cs/>
          <w:lang w:bidi="bn-IN"/>
        </w:rPr>
        <w:t>ও তাঁর বংশধরের উপর দরুদ শরীফ পড়া:</w:t>
      </w:r>
      <w:r w:rsidR="00FD3A1B">
        <w:t xml:space="preserve"> </w:t>
      </w:r>
    </w:p>
    <w:p w:rsidR="00401865" w:rsidRDefault="00401865" w:rsidP="00401865">
      <w:pPr>
        <w:pStyle w:val="libAr"/>
      </w:pPr>
      <w:r>
        <w:rPr>
          <w:rFonts w:hint="cs"/>
          <w:rtl/>
          <w:lang w:bidi="fa-IR"/>
        </w:rPr>
        <w:t>اللهم صلّ علی محمد و آل محمد</w:t>
      </w:r>
    </w:p>
    <w:p w:rsidR="00401865" w:rsidRDefault="00932A11" w:rsidP="00401865">
      <w:pPr>
        <w:pStyle w:val="libNormal"/>
      </w:pPr>
      <w:r w:rsidRPr="003F4DC8">
        <w:rPr>
          <w:cs/>
          <w:lang w:bidi="bn-IN"/>
        </w:rPr>
        <w:t xml:space="preserve">উচ্চরণ: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 xml:space="preserve">হুম্মা </w:t>
      </w:r>
      <w:r w:rsidR="00401865">
        <w:rPr>
          <w:cs/>
          <w:lang w:bidi="bn-IN"/>
        </w:rPr>
        <w:t>সল্লে</w:t>
      </w:r>
      <w:r w:rsidRPr="003F4DC8">
        <w:rPr>
          <w:cs/>
          <w:lang w:bidi="bn-IN"/>
        </w:rPr>
        <w:t>আলা মুহম্মাদীন ও</w:t>
      </w:r>
      <w:r w:rsidR="00401865">
        <w:rPr>
          <w:lang w:bidi="bn-IN"/>
        </w:rPr>
        <w:t>য় আ</w:t>
      </w:r>
      <w:r w:rsidRPr="003F4DC8">
        <w:rPr>
          <w:cs/>
          <w:lang w:bidi="bn-IN"/>
        </w:rPr>
        <w:t>লে</w:t>
      </w:r>
      <w:r w:rsidRPr="003F4DC8">
        <w:t xml:space="preserve"> </w:t>
      </w:r>
      <w:r w:rsidRPr="003F4DC8">
        <w:rPr>
          <w:cs/>
          <w:lang w:bidi="bn-IN"/>
        </w:rPr>
        <w:t>মুহম্মাদ</w:t>
      </w:r>
      <w:r w:rsidRPr="0003242B">
        <w:rPr>
          <w:rStyle w:val="libAlaemChar"/>
        </w:rPr>
        <w:t>”</w:t>
      </w:r>
      <w:r w:rsidRPr="003F4DC8">
        <w:t xml:space="preserve"> </w:t>
      </w:r>
      <w:r w:rsidRPr="003F4DC8">
        <w:rPr>
          <w:cs/>
          <w:lang w:bidi="bn-IN"/>
        </w:rPr>
        <w:t xml:space="preserve">অর্থাৎ: </w:t>
      </w: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হে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হ! মুহম্মাদ (স.) ও তাঁর বংশধরের</w:t>
      </w:r>
      <w:r w:rsidRPr="003F4DC8">
        <w:t xml:space="preserve"> </w:t>
      </w:r>
      <w:r w:rsidRPr="003F4DC8">
        <w:rPr>
          <w:cs/>
          <w:lang w:bidi="bn-IN"/>
        </w:rPr>
        <w:t>উপর দরুদ বষর্ণ করুন।</w:t>
      </w:r>
      <w:r w:rsidRPr="003F4DC8">
        <w:t xml:space="preserve"> </w:t>
      </w:r>
    </w:p>
    <w:p w:rsidR="00401865" w:rsidRDefault="00401865" w:rsidP="00401865">
      <w:pPr>
        <w:pStyle w:val="libBold1"/>
      </w:pPr>
      <w:r>
        <w:rPr>
          <w:lang w:bidi="bn-IN"/>
        </w:rPr>
        <w:t>৬</w:t>
      </w:r>
      <w:r w:rsidR="00932A11" w:rsidRPr="003F4DC8">
        <w:rPr>
          <w:cs/>
          <w:lang w:bidi="bn-IN"/>
        </w:rPr>
        <w:t>. এই মাসের প্রতি বৃহস্পতিবার দুই রাকআত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নামাজ পড়া:</w:t>
      </w:r>
      <w:r w:rsidR="00932A11" w:rsidRPr="003F4DC8">
        <w:t xml:space="preserve"> </w:t>
      </w:r>
    </w:p>
    <w:p w:rsidR="00401865" w:rsidRDefault="00932A11" w:rsidP="00401865">
      <w:pPr>
        <w:pStyle w:val="libNormal"/>
      </w:pPr>
      <w:r w:rsidRPr="003F4DC8">
        <w:rPr>
          <w:cs/>
          <w:lang w:bidi="bn-IN"/>
        </w:rPr>
        <w:lastRenderedPageBreak/>
        <w:t>নামাজ পড়ার নিয়ম: প্রতি র</w:t>
      </w:r>
      <w:r w:rsidR="00401865">
        <w:rPr>
          <w:lang w:bidi="bn-IN"/>
        </w:rPr>
        <w:t>কা</w:t>
      </w:r>
      <w:r w:rsidRPr="003F4DC8">
        <w:rPr>
          <w:cs/>
          <w:lang w:bidi="bn-IN"/>
        </w:rPr>
        <w:t>তে আল</w:t>
      </w:r>
      <w:r w:rsidR="00401865">
        <w:rPr>
          <w:lang w:bidi="bn-IN"/>
        </w:rPr>
        <w:t xml:space="preserve"> </w:t>
      </w:r>
      <w:r w:rsidRPr="003F4DC8">
        <w:rPr>
          <w:cs/>
          <w:lang w:bidi="bn-IN"/>
        </w:rPr>
        <w:t>হামদের পরে একশত বার কুলহু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 আহাদ</w:t>
      </w:r>
      <w:r w:rsidRPr="003F4DC8">
        <w:t xml:space="preserve"> </w:t>
      </w:r>
      <w:r w:rsidRPr="003F4DC8">
        <w:rPr>
          <w:cs/>
          <w:lang w:bidi="bn-IN"/>
        </w:rPr>
        <w:t>পড়তে হবে</w:t>
      </w:r>
      <w:r w:rsidRPr="003F4DC8">
        <w:t xml:space="preserve">, </w:t>
      </w:r>
      <w:r w:rsidRPr="003F4DC8">
        <w:rPr>
          <w:cs/>
          <w:lang w:bidi="bn-IN"/>
        </w:rPr>
        <w:t>নামাজের পর দরুদ পাঠ করতে হবে</w:t>
      </w:r>
      <w:r w:rsidRPr="003F4DC8">
        <w:t xml:space="preserve"> </w:t>
      </w:r>
      <w:r w:rsidRPr="003F4DC8">
        <w:rPr>
          <w:cs/>
          <w:lang w:bidi="bn-IN"/>
        </w:rPr>
        <w:t xml:space="preserve">কেন না দোওয়া কবুল হওয়ার </w:t>
      </w:r>
      <w:r w:rsidR="00401865" w:rsidRPr="00401865">
        <w:rPr>
          <w:rFonts w:hint="cs"/>
          <w:cs/>
          <w:lang w:bidi="bn-IN"/>
        </w:rPr>
        <w:t>জন্য</w:t>
      </w:r>
      <w:r w:rsidR="00401865" w:rsidRPr="00401865">
        <w:rPr>
          <w:cs/>
          <w:lang w:bidi="bn-IN"/>
        </w:rPr>
        <w:t xml:space="preserve"> </w:t>
      </w:r>
      <w:r w:rsidR="00401865" w:rsidRPr="00401865">
        <w:rPr>
          <w:rFonts w:hint="cs"/>
          <w:cs/>
          <w:lang w:bidi="bn-IN"/>
        </w:rPr>
        <w:t>দরুদ</w:t>
      </w:r>
      <w:r w:rsidR="00401865" w:rsidRPr="00401865">
        <w:rPr>
          <w:cs/>
          <w:lang w:bidi="bn-IN"/>
        </w:rPr>
        <w:t xml:space="preserve"> </w:t>
      </w:r>
      <w:r w:rsidR="00401865" w:rsidRPr="00401865">
        <w:rPr>
          <w:rFonts w:hint="cs"/>
          <w:cs/>
          <w:lang w:bidi="bn-IN"/>
        </w:rPr>
        <w:t>শরীফ</w:t>
      </w:r>
      <w:r w:rsidR="00401865" w:rsidRPr="00401865">
        <w:rPr>
          <w:cs/>
          <w:lang w:bidi="bn-IN"/>
        </w:rPr>
        <w:t xml:space="preserve"> </w:t>
      </w:r>
      <w:r w:rsidR="00401865" w:rsidRPr="00401865">
        <w:rPr>
          <w:rFonts w:hint="cs"/>
          <w:cs/>
          <w:lang w:bidi="bn-IN"/>
        </w:rPr>
        <w:t>অত্যন্ত</w:t>
      </w:r>
      <w:r w:rsidR="00401865" w:rsidRPr="00401865">
        <w:rPr>
          <w:cs/>
          <w:lang w:bidi="bn-IN"/>
        </w:rPr>
        <w:t xml:space="preserve"> </w:t>
      </w:r>
      <w:r w:rsidR="00401865" w:rsidRPr="00401865">
        <w:rPr>
          <w:rFonts w:hint="cs"/>
          <w:cs/>
          <w:lang w:bidi="bn-IN"/>
        </w:rPr>
        <w:t>কার্যকর</w:t>
      </w:r>
      <w:r w:rsidR="00401865" w:rsidRPr="00401865">
        <w:rPr>
          <w:cs/>
          <w:lang w:bidi="bn-IN"/>
        </w:rPr>
        <w:t xml:space="preserve"> </w:t>
      </w:r>
      <w:r w:rsidR="00401865" w:rsidRPr="00401865">
        <w:rPr>
          <w:rFonts w:hint="cs"/>
          <w:cs/>
          <w:lang w:bidi="bn-IN"/>
        </w:rPr>
        <w:t>ভূমিকা</w:t>
      </w:r>
      <w:r w:rsidR="00401865" w:rsidRPr="00401865">
        <w:rPr>
          <w:cs/>
          <w:lang w:bidi="bn-IN"/>
        </w:rPr>
        <w:t xml:space="preserve"> </w:t>
      </w:r>
      <w:r w:rsidR="00401865" w:rsidRPr="00401865">
        <w:rPr>
          <w:rFonts w:hint="cs"/>
          <w:cs/>
          <w:lang w:bidi="bn-IN"/>
        </w:rPr>
        <w:t>রাখে</w:t>
      </w:r>
      <w:r w:rsidRPr="003F4DC8">
        <w:rPr>
          <w:cs/>
          <w:lang w:bidi="bn-IN"/>
        </w:rPr>
        <w:t>।</w:t>
      </w:r>
      <w:r w:rsidRPr="003F4DC8">
        <w:t xml:space="preserve"> </w:t>
      </w:r>
    </w:p>
    <w:p w:rsidR="003B77DE" w:rsidRDefault="003B77DE" w:rsidP="003B77DE">
      <w:pPr>
        <w:pStyle w:val="libNormal"/>
        <w:rPr>
          <w:lang w:bidi="bn-IN"/>
        </w:rPr>
      </w:pPr>
      <w:r>
        <w:rPr>
          <w:cs/>
          <w:lang w:bidi="bn-IN"/>
        </w:rPr>
        <w:t>উল্লেখ্য</w:t>
      </w:r>
      <w:r w:rsidR="00932A11" w:rsidRPr="003F4DC8">
        <w:rPr>
          <w:cs/>
          <w:lang w:bidi="bn-IN"/>
        </w:rPr>
        <w:t xml:space="preserve"> য যে</w:t>
      </w:r>
      <w:r w:rsidR="00932A11" w:rsidRPr="003F4DC8">
        <w:t xml:space="preserve">, </w:t>
      </w:r>
      <w:r w:rsidR="00932A11" w:rsidRPr="003F4DC8">
        <w:rPr>
          <w:cs/>
          <w:lang w:bidi="bn-IN"/>
        </w:rPr>
        <w:t xml:space="preserve">এই মাসের </w:t>
      </w:r>
      <w:r w:rsidR="00D21AFC">
        <w:rPr>
          <w:cs/>
          <w:lang w:bidi="bn-IN"/>
        </w:rPr>
        <w:t>প্রথম</w:t>
      </w:r>
      <w:r w:rsidR="00932A11" w:rsidRPr="003F4DC8">
        <w:t xml:space="preserve">, </w:t>
      </w:r>
      <w:r w:rsidR="00932A11" w:rsidRPr="003F4DC8">
        <w:rPr>
          <w:cs/>
          <w:lang w:bidi="bn-IN"/>
        </w:rPr>
        <w:t>তৃতীয় ও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পনের তারিখের জন্য বিশেষ আমল বর্ণিত হয়েছে।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বিশেষ করে পনের তারিখের রাত্রে</w:t>
      </w:r>
      <w:r w:rsidR="00932A11" w:rsidRPr="003F4DC8">
        <w:t xml:space="preserve">, </w:t>
      </w:r>
      <w:r w:rsidR="00932A11" w:rsidRPr="003F4DC8">
        <w:rPr>
          <w:cs/>
          <w:lang w:bidi="bn-IN"/>
        </w:rPr>
        <w:t>এই রাত দ্বাদশ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ইমাম হজরত মাহ্দী (আ.)-এর জন্মের রাত তাই</w:t>
      </w:r>
      <w:r w:rsidR="00932A11" w:rsidRPr="003F4DC8">
        <w:t xml:space="preserve"> </w:t>
      </w:r>
      <w:r w:rsidR="00932A11" w:rsidRPr="003F4DC8">
        <w:rPr>
          <w:cs/>
          <w:lang w:bidi="bn-IN"/>
        </w:rPr>
        <w:t>খুবই কল্যাণকর ও মুবারক রাত।</w:t>
      </w:r>
      <w:r w:rsidR="00932A11" w:rsidRPr="003F4DC8">
        <w:t xml:space="preserve"> </w:t>
      </w:r>
    </w:p>
    <w:p w:rsidR="003B77DE" w:rsidRDefault="00932A11" w:rsidP="003B77DE">
      <w:pPr>
        <w:pStyle w:val="libNormal"/>
      </w:pPr>
      <w:r w:rsidRPr="003F4DC8">
        <w:rPr>
          <w:cs/>
          <w:lang w:bidi="bn-IN"/>
        </w:rPr>
        <w:t>পঞ্চম ইমাম হজরত মুহম্মদ বাকের ইবনে</w:t>
      </w:r>
      <w:r w:rsidRPr="003F4DC8">
        <w:t xml:space="preserve"> </w:t>
      </w:r>
      <w:r w:rsidRPr="003F4DC8">
        <w:rPr>
          <w:cs/>
          <w:lang w:bidi="bn-IN"/>
        </w:rPr>
        <w:t>জয়নুল আবেদীন (আ.)-কে পনের শাবানের ফজিলত</w:t>
      </w:r>
      <w:r w:rsidRPr="003F4DC8">
        <w:t xml:space="preserve"> </w:t>
      </w:r>
      <w:r w:rsidRPr="003F4DC8">
        <w:rPr>
          <w:cs/>
          <w:lang w:bidi="bn-IN"/>
        </w:rPr>
        <w:t>সম্প</w:t>
      </w:r>
      <w:r w:rsidR="003B77DE">
        <w:rPr>
          <w:cs/>
          <w:lang w:bidi="bn-IN"/>
        </w:rPr>
        <w:t>র্কে</w:t>
      </w:r>
      <w:r w:rsidR="00FD3A1B">
        <w:rPr>
          <w:cs/>
          <w:lang w:bidi="bn-IN"/>
        </w:rPr>
        <w:t xml:space="preserve"> </w:t>
      </w:r>
      <w:r w:rsidRPr="003F4DC8">
        <w:rPr>
          <w:cs/>
          <w:lang w:bidi="bn-IN"/>
        </w:rPr>
        <w:t>জিজ্ঞাসা করলে</w:t>
      </w:r>
      <w:r w:rsidRPr="003F4DC8">
        <w:t xml:space="preserve">; </w:t>
      </w:r>
      <w:r w:rsidRPr="003F4DC8">
        <w:rPr>
          <w:cs/>
          <w:lang w:bidi="bn-IN"/>
        </w:rPr>
        <w:t>তিনি (আ.) উত্তরে বলেন:</w:t>
      </w:r>
      <w:r w:rsidRPr="003F4DC8">
        <w:t xml:space="preserve"> </w:t>
      </w:r>
      <w:r w:rsidRPr="003F4DC8">
        <w:rPr>
          <w:cs/>
          <w:lang w:bidi="bn-IN"/>
        </w:rPr>
        <w:t>এই রাত ক্বদরের রাতের পরে সর্বোত্তম রাত এই</w:t>
      </w:r>
      <w:r w:rsidRPr="003F4DC8">
        <w:t xml:space="preserve"> </w:t>
      </w:r>
      <w:r w:rsidRPr="003F4DC8">
        <w:rPr>
          <w:cs/>
          <w:lang w:bidi="bn-IN"/>
        </w:rPr>
        <w:t>রাতে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 তায়া</w:t>
      </w:r>
      <w:r w:rsidRPr="0003242B">
        <w:rPr>
          <w:rStyle w:val="libAlaemChar"/>
        </w:rPr>
        <w:t>’</w:t>
      </w:r>
      <w:r w:rsidRPr="003F4DC8">
        <w:rPr>
          <w:cs/>
          <w:lang w:bidi="bn-IN"/>
        </w:rPr>
        <w:t>লা নিজের বান্দাদেরকে কল্যান</w:t>
      </w:r>
      <w:r w:rsidRPr="003F4DC8">
        <w:t xml:space="preserve"> </w:t>
      </w:r>
      <w:r w:rsidRPr="003F4DC8">
        <w:rPr>
          <w:cs/>
          <w:lang w:bidi="bn-IN"/>
        </w:rPr>
        <w:t>দান করেন এবং নিজের অনুগ্রহে তাদের পাপ সমূহকে</w:t>
      </w:r>
      <w:r w:rsidRPr="003F4DC8">
        <w:t xml:space="preserve"> </w:t>
      </w:r>
      <w:r w:rsidRPr="003F4DC8">
        <w:rPr>
          <w:cs/>
          <w:lang w:bidi="bn-IN"/>
        </w:rPr>
        <w:t>মার্জনা করেন।</w:t>
      </w:r>
      <w:r w:rsidRPr="003F4DC8">
        <w:t xml:space="preserve"> </w:t>
      </w:r>
    </w:p>
    <w:p w:rsidR="003B77DE" w:rsidRDefault="00932A11" w:rsidP="003B77DE">
      <w:pPr>
        <w:pStyle w:val="libNormal"/>
        <w:rPr>
          <w:rStyle w:val="libBold1Char"/>
        </w:rPr>
      </w:pPr>
      <w:r w:rsidRPr="003B77DE">
        <w:rPr>
          <w:rStyle w:val="libBold1Char"/>
          <w:cs/>
        </w:rPr>
        <w:t>৬. সাদকা দেওয়া:</w:t>
      </w:r>
      <w:r w:rsidRPr="003B77DE">
        <w:rPr>
          <w:rStyle w:val="libBold1Char"/>
        </w:rPr>
        <w:t xml:space="preserve"> </w:t>
      </w:r>
    </w:p>
    <w:p w:rsidR="003B77DE" w:rsidRDefault="00932A11" w:rsidP="003B77DE">
      <w:pPr>
        <w:pStyle w:val="libNormal"/>
      </w:pPr>
      <w:r w:rsidRPr="003F4DC8">
        <w:rPr>
          <w:cs/>
          <w:lang w:bidi="bn-IN"/>
        </w:rPr>
        <w:t>এই মাসে সাদকা দেওয়া</w:t>
      </w:r>
      <w:r w:rsidRPr="003F4DC8">
        <w:t xml:space="preserve">, </w:t>
      </w:r>
      <w:r w:rsidRPr="003F4DC8">
        <w:rPr>
          <w:cs/>
          <w:lang w:bidi="bn-IN"/>
        </w:rPr>
        <w:t>যদিও তার</w:t>
      </w:r>
      <w:r w:rsidRPr="003F4DC8">
        <w:t xml:space="preserve"> </w:t>
      </w:r>
      <w:r w:rsidRPr="003F4DC8">
        <w:rPr>
          <w:cs/>
          <w:lang w:bidi="bn-IN"/>
        </w:rPr>
        <w:t>পরিমান কম হোক না কেন</w:t>
      </w:r>
      <w:r w:rsidRPr="003F4DC8">
        <w:t xml:space="preserve">, </w:t>
      </w:r>
      <w:r w:rsidRPr="003F4DC8">
        <w:rPr>
          <w:cs/>
          <w:lang w:bidi="bn-IN"/>
        </w:rPr>
        <w:t>এতে জাহা</w:t>
      </w:r>
      <w:r w:rsidR="007A4DD3">
        <w:rPr>
          <w:cs/>
          <w:lang w:bidi="bn-IN"/>
        </w:rPr>
        <w:t>ন্না</w:t>
      </w:r>
      <w:r w:rsidRPr="003F4DC8">
        <w:rPr>
          <w:cs/>
          <w:lang w:bidi="bn-IN"/>
        </w:rPr>
        <w:t>মের আগুন</w:t>
      </w:r>
      <w:r w:rsidRPr="003F4DC8">
        <w:t xml:space="preserve"> </w:t>
      </w:r>
      <w:r w:rsidRPr="003F4DC8">
        <w:rPr>
          <w:cs/>
          <w:lang w:bidi="bn-IN"/>
        </w:rPr>
        <w:t>তার থেকে দূরে সরে যায়।</w:t>
      </w:r>
      <w:r w:rsidRPr="003F4DC8">
        <w:t xml:space="preserve"> </w:t>
      </w:r>
    </w:p>
    <w:p w:rsidR="003B77DE" w:rsidRDefault="00932A11" w:rsidP="003B77DE">
      <w:pPr>
        <w:pStyle w:val="libNormal"/>
      </w:pPr>
      <w:r w:rsidRPr="003F4DC8">
        <w:rPr>
          <w:cs/>
          <w:lang w:bidi="bn-IN"/>
        </w:rPr>
        <w:t xml:space="preserve">ষষ্ঠ ইমাম হজরত জাফর সাদিক </w:t>
      </w:r>
      <w:r w:rsidR="00366992">
        <w:rPr>
          <w:cs/>
          <w:lang w:bidi="bn-IN"/>
        </w:rPr>
        <w:t>ইবনে</w:t>
      </w:r>
      <w:r w:rsidRPr="003F4DC8">
        <w:t xml:space="preserve"> </w:t>
      </w:r>
      <w:r w:rsidRPr="003F4DC8">
        <w:rPr>
          <w:cs/>
          <w:lang w:bidi="bn-IN"/>
        </w:rPr>
        <w:t>মুহাম্মদ বাকের (আ.) কে জিজ্ঞাসা করা হলো যে এই</w:t>
      </w:r>
      <w:r w:rsidRPr="003F4DC8">
        <w:t xml:space="preserve"> </w:t>
      </w:r>
      <w:r w:rsidRPr="003F4DC8">
        <w:rPr>
          <w:cs/>
          <w:lang w:bidi="bn-IN"/>
        </w:rPr>
        <w:t>মাসে সর্বোত্তম আমল কি</w:t>
      </w:r>
      <w:r w:rsidRPr="003F4DC8">
        <w:t xml:space="preserve">? </w:t>
      </w:r>
    </w:p>
    <w:p w:rsidR="003B77DE" w:rsidRDefault="00932A11" w:rsidP="003B77DE">
      <w:pPr>
        <w:pStyle w:val="libNormal"/>
      </w:pPr>
      <w:r w:rsidRPr="003F4DC8">
        <w:t>-</w:t>
      </w:r>
      <w:r w:rsidRPr="003F4DC8">
        <w:rPr>
          <w:cs/>
          <w:lang w:bidi="bn-IN"/>
        </w:rPr>
        <w:t>উত্তরে তিনি (আ.) বললেন: সাদকা দেওয়া</w:t>
      </w:r>
      <w:r w:rsidRPr="003F4DC8">
        <w:t xml:space="preserve"> </w:t>
      </w:r>
      <w:r w:rsidRPr="003F4DC8">
        <w:rPr>
          <w:cs/>
          <w:lang w:bidi="bn-IN"/>
        </w:rPr>
        <w:t>ও ইস্তেগফার করা।</w:t>
      </w:r>
      <w:r w:rsidRPr="003F4DC8">
        <w:t xml:space="preserve"> </w:t>
      </w:r>
    </w:p>
    <w:p w:rsidR="009D4327" w:rsidRPr="0003242B" w:rsidRDefault="009D4327" w:rsidP="0003242B">
      <w:pPr>
        <w:rPr>
          <w:cs/>
        </w:rPr>
      </w:pPr>
      <w:r>
        <w:rPr>
          <w:cs/>
          <w:lang w:bidi="bn-IN"/>
        </w:rPr>
        <w:br w:type="page"/>
      </w:r>
    </w:p>
    <w:p w:rsidR="009D4327" w:rsidRDefault="00932A11" w:rsidP="009D4327">
      <w:pPr>
        <w:pStyle w:val="Heading1Center"/>
      </w:pPr>
      <w:bookmarkStart w:id="2" w:name="_Toc450736233"/>
      <w:r w:rsidRPr="003F4DC8">
        <w:rPr>
          <w:cs/>
        </w:rPr>
        <w:lastRenderedPageBreak/>
        <w:t>পবিত্র শাবান মাসের দোওয়া</w:t>
      </w:r>
      <w:bookmarkEnd w:id="2"/>
      <w:r w:rsidRPr="003F4DC8">
        <w:t xml:space="preserve"> </w:t>
      </w:r>
    </w:p>
    <w:p w:rsidR="009D4327" w:rsidRDefault="009D4327" w:rsidP="003B77DE">
      <w:pPr>
        <w:pStyle w:val="libNormal"/>
        <w:rPr>
          <w:lang w:bidi="bn-IN"/>
        </w:rPr>
      </w:pPr>
    </w:p>
    <w:p w:rsidR="00C011C7" w:rsidRPr="0003242B" w:rsidRDefault="00C011C7" w:rsidP="00C011C7">
      <w:pPr>
        <w:pStyle w:val="libAr"/>
        <w:rPr>
          <w:rFonts w:hint="cs"/>
          <w:rtl/>
        </w:rPr>
      </w:pPr>
      <w:r w:rsidRPr="00C011C7">
        <w:rPr>
          <w:rFonts w:hint="cs"/>
          <w:rtl/>
          <w:lang w:bidi="fa-IR"/>
        </w:rPr>
        <w:t>اللَّهُمَّ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صَلِّ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عَلَى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آلِ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شَجَرَةِ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النُّبُوَّةِ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مَوْضِعِ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الرِّسَالَةِ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مُخْتَلَفِ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الْمَلَائِكَةِ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مَعْدِنِ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الْعِلْمِ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أَهْلِ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بَيْتِ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الْوَحْيِ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اللَّهُمَّ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صَلِّ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عَلَى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آلِ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الْفُلْكِ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الْجَارِيَةِ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فِي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اللُّجَجِ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الْغَامِرَةِ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يَأْمَنُ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مَنْ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رَكِبَهَا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يَغْرَقُ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مَنْ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تَرَكَهَا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الْمُتَقَدِّمُ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لَهُمْ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مَارِقٌ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الْمُتَأَخِّرُ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عَنْهُمْ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زَاهِقٌ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اللَّازِمُ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لَهُمْ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لَاحِقٌ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اللَّهُمَّ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صَلِّ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عَلَى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آلِ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الْكَهْفِ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الْحَصِينِ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غِيَاثِ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الْمُضْطَرِّ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الْمُسْتَكِينِ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مَلْجَإِ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الْهَارِبِينَ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عِصْمَةِ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الْمُعْتَصِمِينَ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اللَّهُمَّ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صَلِّ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عَلَى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آلِ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صَلَاةً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كَثِيرَةً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تَكُونُ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لَهُمْ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رِضًى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لِحَقِّ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آلِ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أَدَاءً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قَضَاءً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بِحَوْلٍ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مِنْكَ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قُوَّةٍ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يَا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رَبَّ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الْعَالَمِينَ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اللَّهُمَّ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صَلِّ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عَلَى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آلِ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الطَّيِّبِينَ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الْأَبْرَارِ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الْأَخْيَارِ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الَّذِينَ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أَوْجَبْتَ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حُقُوقَهُمْ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فَرَضْتَ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طَاعَتَهُمْ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وِلَايَتَهُمْ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اللَّهُمَّ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صَلِّ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عَلَى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آلِ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مُحَمَّدٍ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اعْمُرْ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قَلْبِي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بِطَاعَتِكَ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لَا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تُخْزِنِي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بِمَعْصِيَتِكَ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ارْزُقْنِي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مُوَاسَاةَ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مَنْ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قَتَّرْتَ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عَلَيْهِ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مِنْ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رِزْقِكَ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بِمَا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وَسَّعْتَ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عَلَيَّ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مِنْ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فَضْلِكَ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نَشَرْتَ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عَلَيَّ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مِنْ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عَدْلِكَ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أَحْيَيْتَنِي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تَحْتَ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ظِلِّكَ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هَذَا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شَهْرُ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نَبِيِّكَ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سَيِّدِ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رُسُلِكَ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شَعْبَانُ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الَّذِي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حَفَفْتَهُ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مِنْكَ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بِالرَّحْمَةِ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الرِّضْوَانِ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الَّذِي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كَانَ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رَسُولُ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اللَّهِ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صَلَّى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اللَّهُ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عَلَيْهِ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آلِهِ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[</w:t>
      </w:r>
      <w:r w:rsidRPr="00C011C7">
        <w:rPr>
          <w:rFonts w:hint="cs"/>
          <w:rtl/>
          <w:lang w:bidi="fa-IR"/>
        </w:rPr>
        <w:t>سَلَّمَ‏</w:t>
      </w:r>
      <w:r w:rsidRPr="00C011C7">
        <w:rPr>
          <w:rtl/>
          <w:lang w:bidi="fa-IR"/>
        </w:rPr>
        <w:t xml:space="preserve">] </w:t>
      </w:r>
      <w:r w:rsidRPr="00C011C7">
        <w:rPr>
          <w:rFonts w:hint="cs"/>
          <w:rtl/>
          <w:lang w:bidi="fa-IR"/>
        </w:rPr>
        <w:t>يَدْأَبُ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فِي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صِيَامِهِ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قِيَامِهِ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فِي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لَيَالِيهِ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أَيَّامِهِ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بُخُوعاً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لَكَ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فِي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إِكْرَامِهِ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إِعْظَامِهِ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إِلَى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مَحَلِّ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حِمَامِهِ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اللَّهُمَّ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فَأَعِنَّا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عَلَى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الِاسْتِنَانِ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بِسُنَّتِهِ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فِيهِ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نَيْلِ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الشَّفَاعَةِ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لَدَيْهِ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اللَّهُمَّ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اجْعَلْهُ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شَفِيعاً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مُشَفَّعاً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طَرِيقاً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إِلَيْكَ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مَهْيَعاً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اجْعَلْنِي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لَهُ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مُتَّبِعاً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حَتَّى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أَلْقَاكَ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يَوْمَ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الْقِيَامَةِ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عَنِّي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رَاضِياً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عَنْ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ذُنُوبِي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غَاضِياً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قَدْ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أَوْجَبْتَ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لِي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مِنْكَ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الرَّحْمَةَ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الرِّضْوَانَ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أَنْزَلْتَنِي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دَارَ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الْقَرَارِ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وَ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مَحَلَّ</w:t>
      </w:r>
      <w:r w:rsidRPr="00C011C7">
        <w:rPr>
          <w:rtl/>
          <w:lang w:bidi="fa-IR"/>
        </w:rPr>
        <w:t xml:space="preserve"> </w:t>
      </w:r>
      <w:r w:rsidRPr="00C011C7">
        <w:rPr>
          <w:rFonts w:hint="cs"/>
          <w:rtl/>
          <w:lang w:bidi="fa-IR"/>
        </w:rPr>
        <w:t>الْأَخْيَارِ</w:t>
      </w:r>
    </w:p>
    <w:p w:rsidR="00B84C53" w:rsidRPr="0003242B" w:rsidRDefault="00B84C53" w:rsidP="0003242B">
      <w:pPr>
        <w:pStyle w:val="libNormal"/>
      </w:pPr>
    </w:p>
    <w:p w:rsidR="009A0363" w:rsidRDefault="00932A11" w:rsidP="00B84C53">
      <w:pPr>
        <w:pStyle w:val="libNormal"/>
      </w:pP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হুম্মা স</w:t>
      </w:r>
      <w:r w:rsidR="00B84C53">
        <w:rPr>
          <w:lang w:bidi="bn-IN"/>
        </w:rPr>
        <w:t>ল্লে</w:t>
      </w:r>
      <w:r w:rsidRPr="003F4DC8">
        <w:rPr>
          <w:cs/>
          <w:lang w:bidi="bn-IN"/>
        </w:rPr>
        <w:t xml:space="preserve"> আলা মুহম্মাদিন ও</w:t>
      </w:r>
      <w:r w:rsidR="00B84C53">
        <w:rPr>
          <w:lang w:bidi="bn-IN"/>
        </w:rPr>
        <w:t>য়া আ</w:t>
      </w:r>
      <w:r w:rsidRPr="003F4DC8">
        <w:rPr>
          <w:cs/>
          <w:lang w:bidi="bn-IN"/>
        </w:rPr>
        <w:t>লে</w:t>
      </w:r>
      <w:r w:rsidRPr="003F4DC8">
        <w:t xml:space="preserve"> </w:t>
      </w:r>
      <w:r w:rsidR="00B84C53">
        <w:rPr>
          <w:lang w:bidi="bn-IN"/>
        </w:rPr>
        <w:t>মু</w:t>
      </w:r>
      <w:r w:rsidRPr="003F4DC8">
        <w:rPr>
          <w:cs/>
          <w:lang w:bidi="bn-IN"/>
        </w:rPr>
        <w:t>হম্মদিন শাজারাতিন নুবুওয়্যাতে ওয়া মওযেয়ীর</w:t>
      </w:r>
      <w:r w:rsidRPr="003F4DC8">
        <w:t xml:space="preserve"> </w:t>
      </w:r>
      <w:r w:rsidRPr="003F4DC8">
        <w:rPr>
          <w:cs/>
          <w:lang w:bidi="bn-IN"/>
        </w:rPr>
        <w:t xml:space="preserve">রেসালাতে ওয়া </w:t>
      </w:r>
      <w:r w:rsidR="00B84C53">
        <w:rPr>
          <w:lang w:bidi="bn-IN"/>
        </w:rPr>
        <w:t>মুখ</w:t>
      </w:r>
      <w:r w:rsidRPr="003F4DC8">
        <w:rPr>
          <w:cs/>
          <w:lang w:bidi="bn-IN"/>
        </w:rPr>
        <w:t xml:space="preserve"> তালাফিল মালায়েকাতে ওয়া</w:t>
      </w:r>
      <w:r w:rsidRPr="003F4DC8">
        <w:t xml:space="preserve"> </w:t>
      </w:r>
      <w:r w:rsidRPr="003F4DC8">
        <w:rPr>
          <w:cs/>
          <w:lang w:bidi="bn-IN"/>
        </w:rPr>
        <w:t>মা</w:t>
      </w:r>
      <w:r w:rsidRPr="0003242B">
        <w:rPr>
          <w:rStyle w:val="libAlaemChar"/>
        </w:rPr>
        <w:t>’</w:t>
      </w:r>
      <w:r w:rsidRPr="003F4DC8">
        <w:rPr>
          <w:cs/>
          <w:lang w:bidi="bn-IN"/>
        </w:rPr>
        <w:t>য়াদেনিল ইলমে ওয়া আহলে বায়তিল ওহীয়ে</w:t>
      </w:r>
      <w:r w:rsidRPr="003F4DC8">
        <w:t xml:space="preserve"> </w:t>
      </w: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হুম্মা স</w:t>
      </w:r>
      <w:r w:rsidR="009A0363">
        <w:rPr>
          <w:cs/>
          <w:lang w:bidi="bn-IN"/>
        </w:rPr>
        <w:t>ল্লে</w:t>
      </w:r>
      <w:r w:rsidRPr="003F4DC8">
        <w:rPr>
          <w:cs/>
          <w:lang w:bidi="bn-IN"/>
        </w:rPr>
        <w:t xml:space="preserve"> আলা মুহম্মদিন ওয়া আলে মুহম্মদিল</w:t>
      </w:r>
      <w:r w:rsidRPr="003F4DC8">
        <w:t xml:space="preserve"> </w:t>
      </w:r>
      <w:r w:rsidRPr="003F4DC8">
        <w:rPr>
          <w:cs/>
          <w:lang w:bidi="bn-IN"/>
        </w:rPr>
        <w:t>ফুলকিল জারিয়াতে ফি লুজাজিল গামেরাতে ইয়ামানো</w:t>
      </w:r>
      <w:r w:rsidRPr="003F4DC8">
        <w:t xml:space="preserve"> </w:t>
      </w:r>
      <w:r w:rsidRPr="003F4DC8">
        <w:rPr>
          <w:cs/>
          <w:lang w:bidi="bn-IN"/>
        </w:rPr>
        <w:t>মান রাকেবাহা ওয়া য়্যাগরাকো মান তারাকাহা</w:t>
      </w:r>
      <w:r w:rsidRPr="003F4DC8">
        <w:t xml:space="preserve">, </w:t>
      </w:r>
      <w:r w:rsidRPr="003F4DC8">
        <w:rPr>
          <w:cs/>
          <w:lang w:bidi="bn-IN"/>
        </w:rPr>
        <w:t>আল</w:t>
      </w:r>
      <w:r w:rsidRPr="003F4DC8">
        <w:t xml:space="preserve"> </w:t>
      </w:r>
      <w:r w:rsidRPr="003F4DC8">
        <w:rPr>
          <w:cs/>
          <w:lang w:bidi="bn-IN"/>
        </w:rPr>
        <w:t>মুক্বাদ্দেমো লাহুম মারেকুন ওয়াল মুতায়াক্ষেরো</w:t>
      </w:r>
      <w:r w:rsidRPr="003F4DC8">
        <w:t xml:space="preserve"> </w:t>
      </w:r>
      <w:r w:rsidRPr="003F4DC8">
        <w:rPr>
          <w:cs/>
          <w:lang w:bidi="bn-IN"/>
        </w:rPr>
        <w:t>আনহুম জাহেকুন ওয়া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যেমো লাহুম লাহেকুন</w:t>
      </w:r>
      <w:r w:rsidRPr="003F4DC8">
        <w:t xml:space="preserve">, </w:t>
      </w: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হুম্মা স</w:t>
      </w:r>
      <w:r w:rsidR="009A0363">
        <w:rPr>
          <w:cs/>
          <w:lang w:bidi="bn-IN"/>
        </w:rPr>
        <w:t>ল্লে</w:t>
      </w:r>
      <w:r w:rsidRPr="003F4DC8">
        <w:rPr>
          <w:cs/>
          <w:lang w:bidi="bn-IN"/>
        </w:rPr>
        <w:t xml:space="preserve"> আলা মুহম্মাদিন ওয়ালে মুহম্মদিল</w:t>
      </w:r>
      <w:r w:rsidRPr="003F4DC8">
        <w:t xml:space="preserve"> </w:t>
      </w:r>
      <w:r w:rsidRPr="003F4DC8">
        <w:rPr>
          <w:cs/>
          <w:lang w:bidi="bn-IN"/>
        </w:rPr>
        <w:t>কাহফিল হাসিনে ওয়া গেয়াছিল মুজতাররিল মুস্তাকিনে</w:t>
      </w:r>
      <w:r w:rsidRPr="003F4DC8">
        <w:t xml:space="preserve"> </w:t>
      </w:r>
      <w:r w:rsidRPr="003F4DC8">
        <w:rPr>
          <w:cs/>
          <w:lang w:bidi="bn-IN"/>
        </w:rPr>
        <w:t>ওয়া মালজাইল হারেবিনা ওয়া ইসমাতিল</w:t>
      </w:r>
      <w:r w:rsidRPr="003F4DC8">
        <w:t xml:space="preserve"> </w:t>
      </w:r>
      <w:r w:rsidRPr="003F4DC8">
        <w:rPr>
          <w:cs/>
          <w:lang w:bidi="bn-IN"/>
        </w:rPr>
        <w:t>মো</w:t>
      </w:r>
      <w:r w:rsidRPr="0003242B">
        <w:rPr>
          <w:rStyle w:val="libAlaemChar"/>
        </w:rPr>
        <w:t>’</w:t>
      </w:r>
      <w:r w:rsidRPr="003F4DC8">
        <w:rPr>
          <w:cs/>
          <w:lang w:bidi="bn-IN"/>
        </w:rPr>
        <w:t>তাসেমীনা।</w:t>
      </w:r>
      <w:r w:rsidRPr="003F4DC8">
        <w:t xml:space="preserve"> </w:t>
      </w:r>
    </w:p>
    <w:p w:rsidR="009A0363" w:rsidRDefault="00932A11" w:rsidP="009A0363">
      <w:pPr>
        <w:pStyle w:val="libNormal"/>
      </w:pPr>
      <w:r w:rsidRPr="003F4DC8">
        <w:rPr>
          <w:cs/>
          <w:lang w:bidi="bn-IN"/>
        </w:rPr>
        <w:lastRenderedPageBreak/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হুম্মা স</w:t>
      </w:r>
      <w:r w:rsidR="009A0363">
        <w:rPr>
          <w:cs/>
          <w:lang w:bidi="bn-IN"/>
        </w:rPr>
        <w:t>ল্লে</w:t>
      </w:r>
      <w:r w:rsidRPr="003F4DC8">
        <w:rPr>
          <w:cs/>
          <w:lang w:bidi="bn-IN"/>
        </w:rPr>
        <w:t xml:space="preserve"> আলা মুহম্মদিন ওয়ালে</w:t>
      </w:r>
      <w:r w:rsidRPr="003F4DC8">
        <w:t xml:space="preserve"> </w:t>
      </w:r>
      <w:r w:rsidRPr="003F4DC8">
        <w:rPr>
          <w:cs/>
          <w:lang w:bidi="bn-IN"/>
        </w:rPr>
        <w:t>মুহম্মদিন সালাতান কাছিরাতান তাকুনু লাহুম রেজান</w:t>
      </w:r>
      <w:r w:rsidRPr="003F4DC8">
        <w:t xml:space="preserve"> </w:t>
      </w:r>
      <w:r w:rsidRPr="003F4DC8">
        <w:rPr>
          <w:cs/>
          <w:lang w:bidi="bn-IN"/>
        </w:rPr>
        <w:t>ওয়ালে হক্কে মুহম্মদিন ওয়ালে মুহম্মদিন আদায়ান</w:t>
      </w:r>
      <w:r w:rsidRPr="003F4DC8">
        <w:t xml:space="preserve"> </w:t>
      </w:r>
      <w:r w:rsidRPr="003F4DC8">
        <w:rPr>
          <w:cs/>
          <w:lang w:bidi="bn-IN"/>
        </w:rPr>
        <w:t>ওয়া ক্বযায়ান বেহাওলিন মিনকা ওয়াকওুয়্যাতিন</w:t>
      </w:r>
      <w:r w:rsidRPr="003F4DC8">
        <w:t xml:space="preserve"> </w:t>
      </w:r>
      <w:r w:rsidRPr="003F4DC8">
        <w:rPr>
          <w:cs/>
          <w:lang w:bidi="bn-IN"/>
        </w:rPr>
        <w:t>ইয়া</w:t>
      </w:r>
      <w:r w:rsidR="009A0363">
        <w:rPr>
          <w:lang w:bidi="bn-IN"/>
        </w:rPr>
        <w:t xml:space="preserve"> </w:t>
      </w:r>
      <w:r w:rsidRPr="003F4DC8">
        <w:rPr>
          <w:cs/>
          <w:lang w:bidi="bn-IN"/>
        </w:rPr>
        <w:t>রব্বাল আ</w:t>
      </w:r>
      <w:r w:rsidRPr="0003242B">
        <w:rPr>
          <w:rStyle w:val="libAlaemChar"/>
        </w:rPr>
        <w:t>’</w:t>
      </w:r>
      <w:r w:rsidRPr="003F4DC8">
        <w:rPr>
          <w:cs/>
          <w:lang w:bidi="bn-IN"/>
        </w:rPr>
        <w:t>লামীনা।</w:t>
      </w:r>
      <w:r w:rsidRPr="003F4DC8">
        <w:t xml:space="preserve"> </w:t>
      </w:r>
    </w:p>
    <w:p w:rsidR="00462A09" w:rsidRDefault="00932A11" w:rsidP="00462A09">
      <w:pPr>
        <w:pStyle w:val="libNormal"/>
      </w:pP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হুম্মা স</w:t>
      </w:r>
      <w:r w:rsidR="009A0363">
        <w:rPr>
          <w:cs/>
          <w:lang w:bidi="bn-IN"/>
        </w:rPr>
        <w:t>ল্লে</w:t>
      </w:r>
      <w:r w:rsidRPr="003F4DC8">
        <w:rPr>
          <w:cs/>
          <w:lang w:bidi="bn-IN"/>
        </w:rPr>
        <w:t xml:space="preserve"> আলা মুহম্মদিন ওয়ালে</w:t>
      </w:r>
      <w:r w:rsidRPr="003F4DC8">
        <w:t xml:space="preserve"> </w:t>
      </w:r>
      <w:r w:rsidRPr="003F4DC8">
        <w:rPr>
          <w:cs/>
          <w:lang w:bidi="bn-IN"/>
        </w:rPr>
        <w:t>মুহম্মদিন আত্তায়্যেবিনাল আবরারিল</w:t>
      </w:r>
      <w:r w:rsidRPr="003F4DC8">
        <w:t xml:space="preserve"> </w:t>
      </w:r>
      <w:r w:rsidRPr="003F4DC8">
        <w:rPr>
          <w:cs/>
          <w:lang w:bidi="bn-IN"/>
        </w:rPr>
        <w:t>আখইয়ারি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জিনা আওজাবতা হুকুক্বাহুম ওয়া</w:t>
      </w:r>
      <w:r w:rsidRPr="003F4DC8">
        <w:t xml:space="preserve"> </w:t>
      </w:r>
      <w:r w:rsidRPr="003F4DC8">
        <w:rPr>
          <w:cs/>
          <w:lang w:bidi="bn-IN"/>
        </w:rPr>
        <w:t>ফারাজতা তায়াতাহুম ওয়া বিলায়াতাহুম।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হুম্মা</w:t>
      </w:r>
      <w:r w:rsidRPr="003F4DC8">
        <w:t xml:space="preserve"> </w:t>
      </w:r>
      <w:r w:rsidRPr="003F4DC8">
        <w:rPr>
          <w:cs/>
          <w:lang w:bidi="bn-IN"/>
        </w:rPr>
        <w:t>স</w:t>
      </w:r>
      <w:r w:rsidR="009A0363">
        <w:rPr>
          <w:cs/>
          <w:lang w:bidi="bn-IN"/>
        </w:rPr>
        <w:t>ল্লে</w:t>
      </w:r>
      <w:r w:rsidRPr="003F4DC8">
        <w:rPr>
          <w:cs/>
          <w:lang w:bidi="bn-IN"/>
        </w:rPr>
        <w:t xml:space="preserve"> আলা মুহম্মদিন ওয়া আলে মুহম্মদিন ওয়া মুর</w:t>
      </w:r>
      <w:r w:rsidR="009A0363">
        <w:rPr>
          <w:lang w:bidi="bn-IN"/>
        </w:rPr>
        <w:t xml:space="preserve"> </w:t>
      </w:r>
      <w:r w:rsidRPr="003F4DC8">
        <w:rPr>
          <w:cs/>
          <w:lang w:bidi="bn-IN"/>
        </w:rPr>
        <w:t xml:space="preserve">ক্বাল্বী বেতায়াতিকা ওয়ালা </w:t>
      </w:r>
      <w:r w:rsidR="009A0363">
        <w:rPr>
          <w:lang w:bidi="bn-IN"/>
        </w:rPr>
        <w:t>তুখ</w:t>
      </w:r>
      <w:r w:rsidRPr="003F4DC8">
        <w:rPr>
          <w:cs/>
          <w:lang w:bidi="bn-IN"/>
        </w:rPr>
        <w:t xml:space="preserve"> জিনি বে মা</w:t>
      </w:r>
      <w:r w:rsidRPr="0003242B">
        <w:rPr>
          <w:rStyle w:val="libAlaemChar"/>
        </w:rPr>
        <w:t>’</w:t>
      </w:r>
      <w:r w:rsidRPr="003F4DC8">
        <w:rPr>
          <w:cs/>
          <w:lang w:bidi="bn-IN"/>
        </w:rPr>
        <w:t>সিয়াতিকা</w:t>
      </w:r>
      <w:r w:rsidRPr="003F4DC8">
        <w:t xml:space="preserve"> </w:t>
      </w:r>
      <w:r w:rsidRPr="003F4DC8">
        <w:rPr>
          <w:cs/>
          <w:lang w:bidi="bn-IN"/>
        </w:rPr>
        <w:t>ওয়ারযুকনি মুয়াসাতা মান ফাত্তারতা আলাইহে মিন</w:t>
      </w:r>
      <w:r w:rsidRPr="003F4DC8">
        <w:t xml:space="preserve"> </w:t>
      </w:r>
      <w:r w:rsidRPr="003F4DC8">
        <w:rPr>
          <w:cs/>
          <w:lang w:bidi="bn-IN"/>
        </w:rPr>
        <w:t>রিজক্বেকা বিমা ওয়াস্সা</w:t>
      </w:r>
      <w:r w:rsidRPr="0003242B">
        <w:rPr>
          <w:rStyle w:val="libAlaemChar"/>
        </w:rPr>
        <w:t>’</w:t>
      </w:r>
      <w:r w:rsidRPr="003F4DC8">
        <w:rPr>
          <w:cs/>
          <w:lang w:bidi="bn-IN"/>
        </w:rPr>
        <w:t>তা আলাইয়া মিন ফাজলেকা</w:t>
      </w:r>
      <w:r w:rsidRPr="003F4DC8">
        <w:t xml:space="preserve">, </w:t>
      </w:r>
      <w:r w:rsidRPr="003F4DC8">
        <w:rPr>
          <w:cs/>
          <w:lang w:bidi="bn-IN"/>
        </w:rPr>
        <w:t>ওয়া নাশারতা আলাইয়া মিন আদলেকা</w:t>
      </w:r>
      <w:r w:rsidRPr="003F4DC8">
        <w:t xml:space="preserve">, </w:t>
      </w:r>
      <w:r w:rsidRPr="003F4DC8">
        <w:rPr>
          <w:cs/>
          <w:lang w:bidi="bn-IN"/>
        </w:rPr>
        <w:t>ওয়া</w:t>
      </w:r>
      <w:r w:rsidRPr="003F4DC8">
        <w:t xml:space="preserve"> </w:t>
      </w:r>
      <w:r w:rsidRPr="003F4DC8">
        <w:rPr>
          <w:cs/>
          <w:lang w:bidi="bn-IN"/>
        </w:rPr>
        <w:t>আহয়ায়তানি তাহতা জি</w:t>
      </w:r>
      <w:r w:rsidR="00462A09">
        <w:rPr>
          <w:lang w:bidi="bn-IN"/>
        </w:rPr>
        <w:t>ল্লে</w:t>
      </w:r>
      <w:r w:rsidRPr="003F4DC8">
        <w:rPr>
          <w:cs/>
          <w:lang w:bidi="bn-IN"/>
        </w:rPr>
        <w:t>কা ওয়া হাজা শাহরে</w:t>
      </w:r>
      <w:r w:rsidRPr="003F4DC8">
        <w:t xml:space="preserve"> </w:t>
      </w:r>
      <w:r w:rsidRPr="003F4DC8">
        <w:rPr>
          <w:cs/>
          <w:lang w:bidi="bn-IN"/>
        </w:rPr>
        <w:t>নাবিয়্যেকা সাইয়্যেদে রোসোলেকা শা</w:t>
      </w:r>
      <w:r w:rsidRPr="0003242B">
        <w:rPr>
          <w:rStyle w:val="libAlaemChar"/>
        </w:rPr>
        <w:t>’</w:t>
      </w:r>
      <w:r w:rsidRPr="003F4DC8">
        <w:rPr>
          <w:cs/>
          <w:lang w:bidi="bn-IN"/>
        </w:rPr>
        <w:t>বানুল লাজি</w:t>
      </w:r>
      <w:r w:rsidRPr="003F4DC8">
        <w:t xml:space="preserve"> </w:t>
      </w:r>
      <w:r w:rsidRPr="003F4DC8">
        <w:rPr>
          <w:cs/>
          <w:lang w:bidi="bn-IN"/>
        </w:rPr>
        <w:t>হাফাফতাহু মিনকা বিররহমাতে ওয়ার রিজওয়ানি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জি</w:t>
      </w:r>
      <w:r w:rsidRPr="003F4DC8">
        <w:t xml:space="preserve"> </w:t>
      </w:r>
      <w:r w:rsidRPr="003F4DC8">
        <w:rPr>
          <w:cs/>
          <w:lang w:bidi="bn-IN"/>
        </w:rPr>
        <w:t>কানা রাসূলু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হে (স.) য়্যাদআবো ফি সেয়ামেহি ওয়া</w:t>
      </w:r>
      <w:r w:rsidRPr="003F4DC8">
        <w:t xml:space="preserve"> </w:t>
      </w:r>
      <w:r w:rsidRPr="003F4DC8">
        <w:rPr>
          <w:cs/>
          <w:lang w:bidi="bn-IN"/>
        </w:rPr>
        <w:t>ক্বেয়ামেহি ফিলায়ালেহি ওয়া আইয়ামেহি বুখুয়ান লাকা</w:t>
      </w:r>
      <w:r w:rsidRPr="003F4DC8">
        <w:t xml:space="preserve"> </w:t>
      </w:r>
      <w:r w:rsidRPr="003F4DC8">
        <w:rPr>
          <w:cs/>
          <w:lang w:bidi="bn-IN"/>
        </w:rPr>
        <w:t>ফি ইকরামেহি ওয়া ইজামেহি ইলা মাহা</w:t>
      </w:r>
      <w:r w:rsidR="009A0363">
        <w:rPr>
          <w:cs/>
          <w:lang w:bidi="bn-IN"/>
        </w:rPr>
        <w:t>ল্লে</w:t>
      </w:r>
      <w:r w:rsidRPr="003F4DC8">
        <w:t xml:space="preserve"> </w:t>
      </w:r>
      <w:r w:rsidRPr="003F4DC8">
        <w:rPr>
          <w:cs/>
          <w:lang w:bidi="bn-IN"/>
        </w:rPr>
        <w:t>হেমামেহি</w:t>
      </w:r>
      <w:r w:rsidRPr="003F4DC8">
        <w:t xml:space="preserve">, </w:t>
      </w: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হুম্মা ফায়ায়ি</w:t>
      </w:r>
      <w:r w:rsidR="007A4DD3">
        <w:rPr>
          <w:cs/>
          <w:lang w:bidi="bn-IN"/>
        </w:rPr>
        <w:t>ন্না</w:t>
      </w:r>
      <w:r w:rsidRPr="003F4DC8">
        <w:rPr>
          <w:cs/>
          <w:lang w:bidi="bn-IN"/>
        </w:rPr>
        <w:t xml:space="preserve"> আলাল ইসতেনানে</w:t>
      </w:r>
      <w:r w:rsidRPr="003F4DC8">
        <w:t xml:space="preserve"> </w:t>
      </w:r>
      <w:r w:rsidRPr="003F4DC8">
        <w:rPr>
          <w:cs/>
          <w:lang w:bidi="bn-IN"/>
        </w:rPr>
        <w:t>বেসু</w:t>
      </w:r>
      <w:r w:rsidR="007A4DD3">
        <w:rPr>
          <w:cs/>
          <w:lang w:bidi="bn-IN"/>
        </w:rPr>
        <w:t>ন্না</w:t>
      </w:r>
      <w:r w:rsidRPr="003F4DC8">
        <w:rPr>
          <w:cs/>
          <w:lang w:bidi="bn-IN"/>
        </w:rPr>
        <w:t>তেহি ফিহে ওয়া নায়লিশ শাফায়াতে লাদায়হি।</w:t>
      </w:r>
      <w:r w:rsidRPr="003F4DC8">
        <w:t xml:space="preserve"> </w:t>
      </w:r>
    </w:p>
    <w:p w:rsidR="005704B8" w:rsidRDefault="00932A11" w:rsidP="005704B8">
      <w:pPr>
        <w:pStyle w:val="libNormal"/>
      </w:pPr>
      <w:r w:rsidRPr="003F4DC8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হুম্মা ওয়াজয়ালহু লি শাফিয়ান</w:t>
      </w:r>
      <w:r w:rsidRPr="003F4DC8">
        <w:t xml:space="preserve"> </w:t>
      </w:r>
      <w:r w:rsidRPr="003F4DC8">
        <w:rPr>
          <w:cs/>
          <w:lang w:bidi="bn-IN"/>
        </w:rPr>
        <w:t>মোশাফ্ফেআন ওয়া তারিকান ইলাইকা মহিয়ান</w:t>
      </w:r>
      <w:r w:rsidRPr="003F4DC8">
        <w:t xml:space="preserve"> </w:t>
      </w:r>
      <w:r w:rsidRPr="003F4DC8">
        <w:rPr>
          <w:cs/>
          <w:lang w:bidi="bn-IN"/>
        </w:rPr>
        <w:t>ওয়াজআলনি লাহু মুত্তাবেআন হাত্তা আলক্বকা</w:t>
      </w:r>
      <w:r w:rsidRPr="003F4DC8">
        <w:t xml:space="preserve"> </w:t>
      </w:r>
      <w:r w:rsidRPr="003F4DC8">
        <w:rPr>
          <w:cs/>
          <w:lang w:bidi="bn-IN"/>
        </w:rPr>
        <w:t>য়্যাওমাল ক্বেয়ামাতে আ</w:t>
      </w:r>
      <w:r w:rsidRPr="0003242B">
        <w:rPr>
          <w:rStyle w:val="libAlaemChar"/>
        </w:rPr>
        <w:t>’</w:t>
      </w:r>
      <w:r w:rsidR="005704B8">
        <w:rPr>
          <w:lang w:bidi="bn-IN"/>
        </w:rPr>
        <w:t>ন্নি</w:t>
      </w:r>
      <w:r w:rsidRPr="003F4DC8">
        <w:rPr>
          <w:cs/>
          <w:lang w:bidi="bn-IN"/>
        </w:rPr>
        <w:t xml:space="preserve"> রাজিয়ান ওয়া আন জুনুবি</w:t>
      </w:r>
      <w:r w:rsidRPr="003F4DC8">
        <w:t xml:space="preserve"> </w:t>
      </w:r>
      <w:r w:rsidRPr="003F4DC8">
        <w:rPr>
          <w:cs/>
          <w:lang w:bidi="bn-IN"/>
        </w:rPr>
        <w:t>গাজিয়ান ক্বাদ আওজাবতালি মিনকার রহমাতা ওয়ার</w:t>
      </w:r>
      <w:r w:rsidRPr="003F4DC8">
        <w:t xml:space="preserve"> </w:t>
      </w:r>
      <w:r w:rsidRPr="003F4DC8">
        <w:rPr>
          <w:cs/>
          <w:lang w:bidi="bn-IN"/>
        </w:rPr>
        <w:t>রিজওয়ানা ওয়া আঞ্জালতানি দারাল ক্বারারে ওয়া</w:t>
      </w:r>
      <w:r w:rsidRPr="003F4DC8">
        <w:t xml:space="preserve"> </w:t>
      </w:r>
      <w:r w:rsidRPr="003F4DC8">
        <w:rPr>
          <w:cs/>
          <w:lang w:bidi="bn-IN"/>
        </w:rPr>
        <w:t>মাহা</w:t>
      </w:r>
      <w:r w:rsidR="005704B8">
        <w:rPr>
          <w:lang w:bidi="bn-IN"/>
        </w:rPr>
        <w:t>ল্লি</w:t>
      </w:r>
      <w:r w:rsidRPr="003F4DC8">
        <w:rPr>
          <w:cs/>
          <w:lang w:bidi="bn-IN"/>
        </w:rPr>
        <w:t>ল আখইয়ারে।</w:t>
      </w:r>
      <w:r w:rsidRPr="003F4DC8">
        <w:t xml:space="preserve"> </w:t>
      </w:r>
    </w:p>
    <w:p w:rsidR="00597553" w:rsidRDefault="00932A11" w:rsidP="005704B8">
      <w:pPr>
        <w:pStyle w:val="libNormal"/>
        <w:rPr>
          <w:lang w:bidi="bn-IN"/>
        </w:rPr>
      </w:pPr>
      <w:r w:rsidRPr="003F4DC8">
        <w:rPr>
          <w:cs/>
          <w:lang w:bidi="bn-IN"/>
        </w:rPr>
        <w:t>হে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 xml:space="preserve">হ! তুমি </w:t>
      </w:r>
      <w:r w:rsidR="005704B8">
        <w:rPr>
          <w:lang w:bidi="bn-IN"/>
        </w:rPr>
        <w:t>তোমার</w:t>
      </w:r>
      <w:r w:rsidRPr="003F4DC8">
        <w:rPr>
          <w:cs/>
          <w:lang w:bidi="bn-IN"/>
        </w:rPr>
        <w:t xml:space="preserve"> নবী ও তাঁর পবিত্র</w:t>
      </w:r>
      <w:r w:rsidRPr="003F4DC8">
        <w:t xml:space="preserve"> </w:t>
      </w:r>
      <w:r w:rsidRPr="003F4DC8">
        <w:rPr>
          <w:cs/>
          <w:lang w:bidi="bn-IN"/>
        </w:rPr>
        <w:t>বংশধরের উপর অগণিত দরুদ ও সালাম বষর্ণ ক</w:t>
      </w:r>
      <w:r w:rsidR="005704B8">
        <w:rPr>
          <w:lang w:bidi="bn-IN"/>
        </w:rPr>
        <w:t>রো</w:t>
      </w:r>
      <w:r w:rsidRPr="003F4DC8">
        <w:t xml:space="preserve"> </w:t>
      </w:r>
      <w:r w:rsidRPr="003F4DC8">
        <w:rPr>
          <w:cs/>
          <w:lang w:bidi="bn-IN"/>
        </w:rPr>
        <w:t>এবং শেষ ইমাম হজরত মাহদী (আ.)-কে</w:t>
      </w:r>
      <w:r w:rsidR="005704B8">
        <w:rPr>
          <w:lang w:bidi="bn-IN"/>
        </w:rPr>
        <w:t xml:space="preserve"> </w:t>
      </w:r>
      <w:r w:rsidR="005704B8" w:rsidRPr="005704B8">
        <w:rPr>
          <w:rFonts w:hint="cs"/>
          <w:cs/>
          <w:lang w:bidi="bn-IN"/>
        </w:rPr>
        <w:t>শীঘ্র</w:t>
      </w:r>
      <w:r w:rsidRPr="003F4DC8">
        <w:t xml:space="preserve"> </w:t>
      </w:r>
      <w:r w:rsidRPr="003F4DC8">
        <w:rPr>
          <w:cs/>
          <w:lang w:bidi="bn-IN"/>
        </w:rPr>
        <w:t>আবির্ভাব করুন</w:t>
      </w:r>
      <w:r w:rsidRPr="003F4DC8">
        <w:t xml:space="preserve">, </w:t>
      </w:r>
      <w:r w:rsidRPr="003F4DC8">
        <w:rPr>
          <w:cs/>
          <w:lang w:bidi="bn-IN"/>
        </w:rPr>
        <w:t>আমাদের সকলকে তাঁর খাস</w:t>
      </w:r>
      <w:r w:rsidRPr="003F4DC8">
        <w:t xml:space="preserve"> </w:t>
      </w:r>
      <w:r w:rsidRPr="003F4DC8">
        <w:rPr>
          <w:cs/>
          <w:lang w:bidi="bn-IN"/>
        </w:rPr>
        <w:t>সৈন্যদের মধ্যে</w:t>
      </w:r>
      <w:r w:rsidR="005704B8">
        <w:rPr>
          <w:lang w:bidi="bn-IN"/>
        </w:rPr>
        <w:t xml:space="preserve"> </w:t>
      </w:r>
      <w:r w:rsidRPr="003F4DC8">
        <w:rPr>
          <w:cs/>
          <w:lang w:bidi="bn-IN"/>
        </w:rPr>
        <w:t>অন্তর</w:t>
      </w:r>
      <w:r w:rsidRPr="003F4DC8">
        <w:t xml:space="preserve"> </w:t>
      </w:r>
      <w:r w:rsidRPr="003F4DC8">
        <w:rPr>
          <w:cs/>
          <w:lang w:bidi="bn-IN"/>
        </w:rPr>
        <w:t>ভুক্ত করুন।</w:t>
      </w:r>
    </w:p>
    <w:p w:rsidR="008D1F3B" w:rsidRDefault="00932A11" w:rsidP="00167DA0">
      <w:pPr>
        <w:pStyle w:val="libBold1"/>
      </w:pPr>
      <w:r w:rsidRPr="003F4DC8">
        <w:rPr>
          <w:cs/>
          <w:lang w:bidi="bn-IN"/>
        </w:rPr>
        <w:t xml:space="preserve">দোওয়া </w:t>
      </w:r>
      <w:r w:rsidR="008D1F3B">
        <w:rPr>
          <w:cs/>
          <w:lang w:bidi="bn-IN"/>
        </w:rPr>
        <w:t>প্রার্থি</w:t>
      </w:r>
      <w:r w:rsidRPr="003F4DC8">
        <w:rPr>
          <w:cs/>
          <w:lang w:bidi="bn-IN"/>
        </w:rPr>
        <w:t>:</w:t>
      </w:r>
      <w:r w:rsidRPr="003F4DC8">
        <w:t xml:space="preserve"> </w:t>
      </w:r>
    </w:p>
    <w:p w:rsidR="00366992" w:rsidRDefault="00932A11" w:rsidP="00167DA0">
      <w:pPr>
        <w:pStyle w:val="libNormal"/>
      </w:pPr>
      <w:r w:rsidRPr="0003242B">
        <w:rPr>
          <w:rStyle w:val="libAlaemChar"/>
        </w:rPr>
        <w:t>“</w:t>
      </w:r>
      <w:r w:rsidRPr="003F4DC8">
        <w:rPr>
          <w:cs/>
          <w:lang w:bidi="bn-IN"/>
        </w:rPr>
        <w:t>একবার সুরা ফাতেহা তিনবার কুলহু আ</w:t>
      </w:r>
      <w:r>
        <w:rPr>
          <w:cs/>
          <w:lang w:bidi="bn-IN"/>
        </w:rPr>
        <w:t>ল্লা</w:t>
      </w:r>
      <w:r w:rsidRPr="003F4DC8">
        <w:rPr>
          <w:cs/>
          <w:lang w:bidi="bn-IN"/>
        </w:rPr>
        <w:t>হু আহাদ পড়ে</w:t>
      </w:r>
      <w:r w:rsidRPr="003F4DC8">
        <w:t xml:space="preserve"> </w:t>
      </w:r>
      <w:r w:rsidRPr="003F4DC8">
        <w:rPr>
          <w:cs/>
          <w:lang w:bidi="bn-IN"/>
        </w:rPr>
        <w:t>সকল মুমিন ও মোমেনাতের রুহে বখ্শে দিন।</w:t>
      </w:r>
      <w:r w:rsidRPr="0003242B">
        <w:rPr>
          <w:rStyle w:val="libAlaemChar"/>
        </w:rPr>
        <w:t>”</w:t>
      </w:r>
      <w:r w:rsidRPr="003F4DC8">
        <w:t xml:space="preserve"> </w:t>
      </w:r>
    </w:p>
    <w:p w:rsidR="00167DA0" w:rsidRPr="0003242B" w:rsidRDefault="00366992" w:rsidP="0003242B">
      <w:r>
        <w:lastRenderedPageBreak/>
        <w:br w:type="page"/>
      </w:r>
    </w:p>
    <w:p w:rsidR="00167DA0" w:rsidRDefault="00932A11" w:rsidP="00167DA0">
      <w:pPr>
        <w:pStyle w:val="libNormal"/>
      </w:pPr>
      <w:r w:rsidRPr="003F4DC8">
        <w:rPr>
          <w:cs/>
          <w:lang w:bidi="bn-IN"/>
        </w:rPr>
        <w:lastRenderedPageBreak/>
        <w:t xml:space="preserve">নূরুল </w:t>
      </w:r>
      <w:r>
        <w:rPr>
          <w:cs/>
          <w:lang w:bidi="bn-IN"/>
        </w:rPr>
        <w:t>ইসলাম</w:t>
      </w:r>
      <w:r w:rsidRPr="003F4DC8">
        <w:rPr>
          <w:cs/>
          <w:lang w:bidi="bn-IN"/>
        </w:rPr>
        <w:t xml:space="preserve"> একাডেমী ও মাজমা-এ-যাখায়ের-এ-ই</w:t>
      </w:r>
      <w:r w:rsidR="004616D0">
        <w:rPr>
          <w:cs/>
          <w:lang w:bidi="bn-IN"/>
        </w:rPr>
        <w:t>সলা</w:t>
      </w:r>
      <w:r w:rsidRPr="003F4DC8">
        <w:rPr>
          <w:cs/>
          <w:lang w:bidi="bn-IN"/>
        </w:rPr>
        <w:t>মী</w:t>
      </w:r>
      <w:r w:rsidRPr="003F4DC8">
        <w:t xml:space="preserve"> </w:t>
      </w:r>
      <w:r w:rsidRPr="003F4DC8">
        <w:rPr>
          <w:cs/>
          <w:lang w:bidi="bn-IN"/>
        </w:rPr>
        <w:t>কর্তৃক যে সমস্ত পুস্তক প্রকাশ করছে:</w:t>
      </w:r>
      <w:r w:rsidRPr="003F4DC8">
        <w:t xml:space="preserve"> </w:t>
      </w:r>
    </w:p>
    <w:p w:rsidR="00366992" w:rsidRDefault="00932A11" w:rsidP="00167DA0">
      <w:pPr>
        <w:pStyle w:val="libNormal"/>
      </w:pPr>
      <w:r w:rsidRPr="003F4DC8">
        <w:rPr>
          <w:cs/>
          <w:lang w:bidi="bn-IN"/>
        </w:rPr>
        <w:t>১. খিলাফত বনাম ইমামত</w:t>
      </w:r>
      <w:r w:rsidRPr="003F4DC8">
        <w:t xml:space="preserve">, </w:t>
      </w:r>
      <w:r w:rsidRPr="003F4DC8">
        <w:rPr>
          <w:cs/>
          <w:lang w:bidi="bn-IN"/>
        </w:rPr>
        <w:t>লেখক: গবেষক মরহুম মুহম্মদ</w:t>
      </w:r>
      <w:r w:rsidRPr="003F4DC8">
        <w:t xml:space="preserve"> </w:t>
      </w:r>
      <w:r w:rsidRPr="003F4DC8">
        <w:rPr>
          <w:cs/>
          <w:lang w:bidi="bn-IN"/>
        </w:rPr>
        <w:t xml:space="preserve">নূরুল </w:t>
      </w:r>
      <w:r>
        <w:rPr>
          <w:cs/>
          <w:lang w:bidi="bn-IN"/>
        </w:rPr>
        <w:t>ইসলাম</w:t>
      </w:r>
      <w:r w:rsidRPr="003F4DC8">
        <w:rPr>
          <w:cs/>
          <w:lang w:bidi="bn-IN"/>
        </w:rPr>
        <w:t xml:space="preserve"> </w:t>
      </w:r>
      <w:r w:rsidR="00366992">
        <w:rPr>
          <w:cs/>
          <w:lang w:bidi="bn-IN"/>
        </w:rPr>
        <w:t>ইবনে</w:t>
      </w:r>
      <w:r w:rsidRPr="003F4DC8">
        <w:rPr>
          <w:cs/>
          <w:lang w:bidi="bn-IN"/>
        </w:rPr>
        <w:t xml:space="preserve"> মুহম্মদ নজিবোল </w:t>
      </w:r>
      <w:r>
        <w:rPr>
          <w:cs/>
          <w:lang w:bidi="bn-IN"/>
        </w:rPr>
        <w:t>ইসলাম</w:t>
      </w:r>
      <w:r w:rsidRPr="003F4DC8">
        <w:rPr>
          <w:cs/>
          <w:lang w:bidi="bn-IN"/>
        </w:rPr>
        <w:t xml:space="preserve"> খান (রহ.)</w:t>
      </w:r>
      <w:r w:rsidRPr="003F4DC8">
        <w:t xml:space="preserve"> </w:t>
      </w:r>
    </w:p>
    <w:p w:rsidR="00366992" w:rsidRDefault="00932A11" w:rsidP="00366992">
      <w:pPr>
        <w:pStyle w:val="libNormal"/>
      </w:pPr>
      <w:r w:rsidRPr="003F4DC8">
        <w:rPr>
          <w:cs/>
          <w:lang w:bidi="bn-IN"/>
        </w:rPr>
        <w:t>২. চৌদ্দ মাসুম (আলাইহিমু</w:t>
      </w:r>
      <w:r w:rsidR="00366992">
        <w:rPr>
          <w:lang w:bidi="bn-IN"/>
        </w:rPr>
        <w:t>স সা</w:t>
      </w:r>
      <w:r w:rsidRPr="003F4DC8">
        <w:rPr>
          <w:cs/>
          <w:lang w:bidi="bn-IN"/>
        </w:rPr>
        <w:t>লাম)-এর সংক্ষিপ্ত জীবনী</w:t>
      </w:r>
      <w:r w:rsidRPr="003F4DC8">
        <w:t xml:space="preserve"> (</w:t>
      </w:r>
      <w:r w:rsidRPr="003F4DC8">
        <w:rPr>
          <w:cs/>
          <w:lang w:bidi="bn-IN"/>
        </w:rPr>
        <w:t>হজরত রসূল (স.) হতে হজরত মাহ্দী (আ.) পর্যন্ত</w:t>
      </w:r>
      <w:r w:rsidRPr="003F4DC8">
        <w:t xml:space="preserve">, </w:t>
      </w:r>
      <w:r w:rsidRPr="003F4DC8">
        <w:rPr>
          <w:cs/>
          <w:lang w:bidi="bn-IN"/>
        </w:rPr>
        <w:t>১৪ টী পুস্তিকা)</w:t>
      </w:r>
      <w:r w:rsidRPr="003F4DC8">
        <w:t xml:space="preserve"> </w:t>
      </w:r>
    </w:p>
    <w:p w:rsidR="00366992" w:rsidRDefault="00932A11" w:rsidP="00366992">
      <w:pPr>
        <w:pStyle w:val="libNormal"/>
      </w:pPr>
      <w:r w:rsidRPr="003F4DC8">
        <w:rPr>
          <w:cs/>
          <w:lang w:bidi="bn-IN"/>
        </w:rPr>
        <w:t xml:space="preserve">৩. ওহি-গৃহে </w:t>
      </w:r>
      <w:r w:rsidR="00366992" w:rsidRPr="00366992">
        <w:rPr>
          <w:rFonts w:hint="cs"/>
          <w:cs/>
          <w:lang w:bidi="bn-IN"/>
        </w:rPr>
        <w:t>আক্রমণ</w:t>
      </w:r>
      <w:r w:rsidRPr="003F4DC8">
        <w:t xml:space="preserve"> </w:t>
      </w:r>
    </w:p>
    <w:p w:rsidR="00366992" w:rsidRDefault="00932A11" w:rsidP="00366992">
      <w:pPr>
        <w:pStyle w:val="libNormal"/>
      </w:pPr>
      <w:r w:rsidRPr="003F4DC8">
        <w:rPr>
          <w:cs/>
          <w:lang w:bidi="bn-IN"/>
        </w:rPr>
        <w:t>৪. সফলতার একটাই পথ</w:t>
      </w:r>
      <w:r w:rsidRPr="003F4DC8">
        <w:t xml:space="preserve"> </w:t>
      </w:r>
    </w:p>
    <w:p w:rsidR="00366992" w:rsidRDefault="00932A11" w:rsidP="00366992">
      <w:pPr>
        <w:pStyle w:val="libNormal"/>
      </w:pPr>
      <w:r w:rsidRPr="003F4DC8">
        <w:rPr>
          <w:cs/>
          <w:lang w:bidi="bn-IN"/>
        </w:rPr>
        <w:t>৫. দোওয়া-এ-তাওয়া</w:t>
      </w:r>
      <w:r w:rsidR="00366992">
        <w:rPr>
          <w:lang w:bidi="bn-IN"/>
        </w:rPr>
        <w:t>সসু</w:t>
      </w:r>
      <w:r w:rsidRPr="003F4DC8">
        <w:rPr>
          <w:cs/>
          <w:lang w:bidi="bn-IN"/>
        </w:rPr>
        <w:t>ল (সাথে উচ্চারণ ও অনুবাদ)</w:t>
      </w:r>
      <w:r w:rsidRPr="003F4DC8">
        <w:t xml:space="preserve"> </w:t>
      </w:r>
    </w:p>
    <w:p w:rsidR="00366992" w:rsidRDefault="00932A11" w:rsidP="00366992">
      <w:pPr>
        <w:pStyle w:val="libNormal"/>
      </w:pPr>
      <w:r w:rsidRPr="003F4DC8">
        <w:rPr>
          <w:cs/>
          <w:lang w:bidi="bn-IN"/>
        </w:rPr>
        <w:t>৬. পবিত্র রজব মাস মহান আলাহর মাস</w:t>
      </w:r>
      <w:r w:rsidRPr="003F4DC8">
        <w:t xml:space="preserve"> </w:t>
      </w:r>
    </w:p>
    <w:p w:rsidR="00366992" w:rsidRDefault="00932A11" w:rsidP="00366992">
      <w:pPr>
        <w:pStyle w:val="libNormal"/>
      </w:pPr>
      <w:r w:rsidRPr="003F4DC8">
        <w:rPr>
          <w:cs/>
          <w:lang w:bidi="bn-IN"/>
        </w:rPr>
        <w:t>৭. পবিত্র শাবান মাসের খোৎবার বঙ্গানুবাদ</w:t>
      </w:r>
      <w:r w:rsidRPr="003F4DC8">
        <w:t xml:space="preserve"> </w:t>
      </w:r>
    </w:p>
    <w:p w:rsidR="00366992" w:rsidRDefault="00932A11" w:rsidP="00366992">
      <w:pPr>
        <w:pStyle w:val="libNormal"/>
      </w:pPr>
      <w:r w:rsidRPr="003F4DC8">
        <w:rPr>
          <w:cs/>
          <w:lang w:bidi="bn-IN"/>
        </w:rPr>
        <w:t>৮. শিয়াদের প্রতি অশোভন অভিযোগ</w:t>
      </w:r>
      <w:r w:rsidRPr="003F4DC8">
        <w:t xml:space="preserve"> </w:t>
      </w:r>
    </w:p>
    <w:p w:rsidR="00366992" w:rsidRDefault="00932A11" w:rsidP="00366992">
      <w:pPr>
        <w:pStyle w:val="libNormal"/>
      </w:pPr>
      <w:r w:rsidRPr="003F4DC8">
        <w:rPr>
          <w:cs/>
          <w:lang w:bidi="bn-IN"/>
        </w:rPr>
        <w:t>৯. প্রবিত্র রমজান মাসের ফজিলত ও আমল</w:t>
      </w:r>
      <w:r w:rsidRPr="003F4DC8">
        <w:t xml:space="preserve"> </w:t>
      </w:r>
    </w:p>
    <w:p w:rsidR="00366992" w:rsidRDefault="00932A11" w:rsidP="00366992">
      <w:pPr>
        <w:pStyle w:val="libNormal"/>
      </w:pPr>
      <w:r w:rsidRPr="003F4DC8">
        <w:rPr>
          <w:cs/>
          <w:lang w:bidi="bn-IN"/>
        </w:rPr>
        <w:t>১০.</w:t>
      </w:r>
      <w:r w:rsidRPr="003F4DC8">
        <w:t xml:space="preserve"> </w:t>
      </w:r>
      <w:r w:rsidR="00366992" w:rsidRPr="003F4DC8">
        <w:rPr>
          <w:cs/>
          <w:lang w:bidi="bn-IN"/>
        </w:rPr>
        <w:t xml:space="preserve">প্রবিত্র </w:t>
      </w:r>
      <w:r w:rsidR="00366992">
        <w:rPr>
          <w:lang w:bidi="bn-IN"/>
        </w:rPr>
        <w:t>শাবা</w:t>
      </w:r>
      <w:r w:rsidR="00366992" w:rsidRPr="003F4DC8">
        <w:rPr>
          <w:cs/>
          <w:lang w:bidi="bn-IN"/>
        </w:rPr>
        <w:t>ন মাসের ফজিলত ও আমল</w:t>
      </w:r>
    </w:p>
    <w:p w:rsidR="006366B4" w:rsidRDefault="00366992" w:rsidP="006366B4">
      <w:pPr>
        <w:rPr>
          <w:lang w:bidi="bn-IN"/>
        </w:rPr>
      </w:pPr>
      <w:r>
        <w:rPr>
          <w:cs/>
          <w:lang w:bidi="bn-IN"/>
        </w:rPr>
        <w:br w:type="page"/>
      </w:r>
    </w:p>
    <w:p w:rsidR="006366B4" w:rsidRDefault="006366B4" w:rsidP="006366B4">
      <w:pPr>
        <w:pStyle w:val="Heading2"/>
        <w:rPr>
          <w:lang w:bidi="bn-IN"/>
        </w:rPr>
      </w:pPr>
      <w:bookmarkStart w:id="3" w:name="_Toc450736234"/>
      <w:r w:rsidRPr="00424E44">
        <w:rPr>
          <w:rFonts w:hint="cs"/>
          <w:cs/>
          <w:lang w:bidi="bn-IN"/>
        </w:rPr>
        <w:lastRenderedPageBreak/>
        <w:t>তথ্যসূত্র</w:t>
      </w:r>
      <w:r w:rsidRPr="00424E44">
        <w:rPr>
          <w:cs/>
          <w:lang w:bidi="bn-IN"/>
        </w:rPr>
        <w:t>:</w:t>
      </w:r>
      <w:bookmarkEnd w:id="3"/>
    </w:p>
    <w:p w:rsidR="006366B4" w:rsidRPr="00424E44" w:rsidRDefault="006366B4" w:rsidP="006366B4">
      <w:pPr>
        <w:pStyle w:val="libFootnote"/>
      </w:pPr>
      <w:r w:rsidRPr="003F4DC8">
        <w:rPr>
          <w:rFonts w:hint="cs"/>
          <w:cs/>
          <w:lang w:bidi="bn-IN"/>
        </w:rPr>
        <w:t>১</w:t>
      </w:r>
      <w:r w:rsidRPr="00424E44">
        <w:rPr>
          <w:rFonts w:hint="cs"/>
          <w:cs/>
        </w:rPr>
        <w:t xml:space="preserve"> </w:t>
      </w:r>
      <w:r w:rsidRPr="003F4DC8">
        <w:t xml:space="preserve">, </w:t>
      </w:r>
      <w:r w:rsidRPr="003F4DC8">
        <w:rPr>
          <w:rFonts w:hint="cs"/>
          <w:cs/>
          <w:lang w:bidi="bn-IN"/>
        </w:rPr>
        <w:t>আল</w:t>
      </w:r>
      <w:r w:rsidRPr="00424E44">
        <w:rPr>
          <w:rFonts w:hint="cs"/>
          <w:cs/>
        </w:rPr>
        <w:t xml:space="preserve"> </w:t>
      </w:r>
      <w:r w:rsidRPr="003F4DC8">
        <w:rPr>
          <w:rFonts w:hint="cs"/>
          <w:cs/>
          <w:lang w:bidi="bn-IN"/>
        </w:rPr>
        <w:t>মুস্তাদরাক</w:t>
      </w:r>
      <w:r w:rsidRPr="00424E44">
        <w:rPr>
          <w:rFonts w:hint="cs"/>
          <w:cs/>
        </w:rPr>
        <w:t xml:space="preserve">- </w:t>
      </w:r>
      <w:r w:rsidRPr="003F4DC8">
        <w:rPr>
          <w:rFonts w:hint="cs"/>
          <w:cs/>
          <w:lang w:bidi="bn-IN"/>
        </w:rPr>
        <w:t>আল</w:t>
      </w:r>
      <w:r w:rsidRPr="00424E44">
        <w:rPr>
          <w:rFonts w:hint="cs"/>
          <w:cs/>
        </w:rPr>
        <w:t xml:space="preserve"> </w:t>
      </w:r>
      <w:r w:rsidRPr="003F4DC8">
        <w:rPr>
          <w:rFonts w:hint="cs"/>
          <w:cs/>
          <w:lang w:bidi="bn-IN"/>
        </w:rPr>
        <w:t>হাকেম</w:t>
      </w:r>
      <w:r w:rsidRPr="00424E44">
        <w:rPr>
          <w:rFonts w:hint="cs"/>
          <w:cs/>
        </w:rPr>
        <w:t xml:space="preserve">: </w:t>
      </w:r>
      <w:r w:rsidRPr="003F4DC8">
        <w:rPr>
          <w:rFonts w:hint="cs"/>
          <w:cs/>
          <w:lang w:bidi="bn-IN"/>
        </w:rPr>
        <w:t>৩</w:t>
      </w:r>
      <w:r w:rsidRPr="00424E44">
        <w:rPr>
          <w:rFonts w:hint="cs"/>
          <w:cs/>
        </w:rPr>
        <w:t xml:space="preserve">: </w:t>
      </w:r>
      <w:r w:rsidRPr="003F4DC8">
        <w:rPr>
          <w:rFonts w:hint="cs"/>
          <w:cs/>
          <w:lang w:bidi="bn-IN"/>
        </w:rPr>
        <w:t>১৩৬।</w:t>
      </w:r>
      <w:r w:rsidRPr="00424E44">
        <w:rPr>
          <w:rFonts w:hint="cs"/>
          <w:cs/>
        </w:rPr>
        <w:t xml:space="preserve"> </w:t>
      </w:r>
      <w:r w:rsidRPr="003F4DC8">
        <w:rPr>
          <w:rFonts w:hint="cs"/>
          <w:cs/>
          <w:lang w:bidi="bn-IN"/>
        </w:rPr>
        <w:t>আল</w:t>
      </w:r>
      <w:r w:rsidRPr="00424E44">
        <w:rPr>
          <w:rFonts w:hint="cs"/>
          <w:cs/>
        </w:rPr>
        <w:t>-</w:t>
      </w:r>
      <w:r w:rsidRPr="003F4DC8">
        <w:rPr>
          <w:rFonts w:hint="cs"/>
          <w:cs/>
          <w:lang w:bidi="bn-IN"/>
        </w:rPr>
        <w:t>ইস্তিয়াব</w:t>
      </w:r>
      <w:r w:rsidRPr="00424E44">
        <w:rPr>
          <w:rFonts w:hint="cs"/>
          <w:cs/>
        </w:rPr>
        <w:t xml:space="preserve"> : </w:t>
      </w:r>
      <w:r w:rsidRPr="003F4DC8">
        <w:rPr>
          <w:rFonts w:hint="cs"/>
          <w:cs/>
          <w:lang w:bidi="bn-IN"/>
        </w:rPr>
        <w:t>৩</w:t>
      </w:r>
      <w:r w:rsidRPr="00424E44">
        <w:rPr>
          <w:rFonts w:hint="cs"/>
          <w:cs/>
        </w:rPr>
        <w:t xml:space="preserve">: </w:t>
      </w:r>
      <w:r w:rsidRPr="003F4DC8">
        <w:rPr>
          <w:rFonts w:hint="cs"/>
          <w:cs/>
          <w:lang w:bidi="bn-IN"/>
        </w:rPr>
        <w:t>২৭</w:t>
      </w:r>
      <w:r w:rsidRPr="003F4DC8">
        <w:t xml:space="preserve">, </w:t>
      </w:r>
      <w:r w:rsidRPr="003F4DC8">
        <w:rPr>
          <w:rFonts w:hint="cs"/>
          <w:cs/>
          <w:lang w:bidi="bn-IN"/>
        </w:rPr>
        <w:t>২৮।</w:t>
      </w:r>
      <w:r w:rsidRPr="003F4DC8">
        <w:t xml:space="preserve"> </w:t>
      </w:r>
      <w:r w:rsidRPr="003F4DC8">
        <w:rPr>
          <w:rFonts w:hint="cs"/>
          <w:cs/>
          <w:lang w:bidi="bn-IN"/>
        </w:rPr>
        <w:t>উ</w:t>
      </w:r>
      <w:r>
        <w:rPr>
          <w:lang w:bidi="bn-IN"/>
        </w:rPr>
        <w:t>সদু</w:t>
      </w:r>
      <w:r w:rsidRPr="003F4DC8">
        <w:rPr>
          <w:rFonts w:hint="cs"/>
          <w:cs/>
          <w:lang w:bidi="bn-IN"/>
        </w:rPr>
        <w:t>ল</w:t>
      </w:r>
      <w:r w:rsidRPr="003F4DC8">
        <w:rPr>
          <w:cs/>
          <w:lang w:bidi="bn-IN"/>
        </w:rPr>
        <w:t xml:space="preserve"> </w:t>
      </w:r>
      <w:r w:rsidRPr="003F4DC8">
        <w:rPr>
          <w:rFonts w:hint="cs"/>
          <w:cs/>
          <w:lang w:bidi="bn-IN"/>
        </w:rPr>
        <w:t>গাবাহ</w:t>
      </w:r>
      <w:r w:rsidRPr="00424E44">
        <w:rPr>
          <w:rFonts w:hint="cs"/>
          <w:cs/>
        </w:rPr>
        <w:t xml:space="preserve"> : </w:t>
      </w:r>
      <w:r w:rsidRPr="003F4DC8">
        <w:rPr>
          <w:rFonts w:hint="cs"/>
          <w:cs/>
          <w:lang w:bidi="bn-IN"/>
        </w:rPr>
        <w:t>৪</w:t>
      </w:r>
      <w:r w:rsidRPr="00424E44">
        <w:rPr>
          <w:rFonts w:hint="cs"/>
          <w:cs/>
        </w:rPr>
        <w:t xml:space="preserve">: </w:t>
      </w:r>
      <w:r w:rsidRPr="003F4DC8">
        <w:rPr>
          <w:rFonts w:hint="cs"/>
          <w:cs/>
          <w:lang w:bidi="bn-IN"/>
        </w:rPr>
        <w:t>১৮।</w:t>
      </w:r>
      <w:r w:rsidRPr="00424E44">
        <w:rPr>
          <w:rFonts w:hint="cs"/>
          <w:cs/>
        </w:rPr>
        <w:t xml:space="preserve"> </w:t>
      </w:r>
      <w:r w:rsidRPr="003F4DC8">
        <w:rPr>
          <w:rFonts w:hint="cs"/>
          <w:cs/>
          <w:lang w:bidi="bn-IN"/>
        </w:rPr>
        <w:t>তারিখে</w:t>
      </w:r>
      <w:r w:rsidRPr="00424E44">
        <w:rPr>
          <w:rFonts w:hint="cs"/>
          <w:cs/>
        </w:rPr>
        <w:t xml:space="preserve"> </w:t>
      </w:r>
      <w:r w:rsidRPr="003F4DC8">
        <w:rPr>
          <w:rFonts w:hint="cs"/>
          <w:cs/>
          <w:lang w:bidi="bn-IN"/>
        </w:rPr>
        <w:t>বাগদাদ</w:t>
      </w:r>
      <w:r w:rsidRPr="00424E44">
        <w:rPr>
          <w:rFonts w:hint="cs"/>
          <w:cs/>
        </w:rPr>
        <w:t xml:space="preserve">: </w:t>
      </w:r>
      <w:r w:rsidRPr="003F4DC8">
        <w:rPr>
          <w:rFonts w:hint="cs"/>
          <w:cs/>
          <w:lang w:bidi="bn-IN"/>
        </w:rPr>
        <w:t>২</w:t>
      </w:r>
      <w:r w:rsidRPr="00424E44">
        <w:rPr>
          <w:rFonts w:hint="cs"/>
          <w:cs/>
        </w:rPr>
        <w:t xml:space="preserve">: </w:t>
      </w:r>
      <w:r w:rsidRPr="003F4DC8">
        <w:rPr>
          <w:rFonts w:hint="cs"/>
          <w:cs/>
          <w:lang w:bidi="bn-IN"/>
        </w:rPr>
        <w:t>৮১</w:t>
      </w:r>
      <w:r w:rsidRPr="00424E44">
        <w:rPr>
          <w:rFonts w:hint="cs"/>
          <w:cs/>
        </w:rPr>
        <w:t>।</w:t>
      </w:r>
    </w:p>
    <w:p w:rsidR="006366B4" w:rsidRPr="00424E44" w:rsidRDefault="006366B4" w:rsidP="006366B4">
      <w:pPr>
        <w:pStyle w:val="libFootnote"/>
      </w:pPr>
      <w:r w:rsidRPr="003F4DC8">
        <w:rPr>
          <w:rFonts w:hint="cs"/>
          <w:cs/>
          <w:lang w:bidi="bn-IN"/>
        </w:rPr>
        <w:t>২</w:t>
      </w:r>
      <w:r w:rsidRPr="00424E44">
        <w:rPr>
          <w:rFonts w:hint="cs"/>
          <w:cs/>
        </w:rPr>
        <w:t xml:space="preserve"> . </w:t>
      </w:r>
      <w:r w:rsidRPr="003F4DC8">
        <w:rPr>
          <w:rFonts w:hint="cs"/>
          <w:cs/>
          <w:lang w:bidi="bn-IN"/>
        </w:rPr>
        <w:t>আল</w:t>
      </w:r>
      <w:r w:rsidRPr="00424E44">
        <w:rPr>
          <w:rFonts w:hint="cs"/>
          <w:cs/>
        </w:rPr>
        <w:t>-</w:t>
      </w:r>
      <w:r w:rsidRPr="003F4DC8">
        <w:rPr>
          <w:rFonts w:hint="cs"/>
          <w:cs/>
          <w:lang w:bidi="bn-IN"/>
        </w:rPr>
        <w:t>মোরাক্বেবাত</w:t>
      </w:r>
      <w:r w:rsidRPr="00424E44">
        <w:rPr>
          <w:rFonts w:hint="cs"/>
          <w:cs/>
        </w:rPr>
        <w:t xml:space="preserve">/ </w:t>
      </w:r>
      <w:r w:rsidRPr="003F4DC8">
        <w:rPr>
          <w:rFonts w:hint="cs"/>
          <w:cs/>
          <w:lang w:bidi="bn-IN"/>
        </w:rPr>
        <w:t>২য়</w:t>
      </w:r>
      <w:r w:rsidRPr="00424E44">
        <w:rPr>
          <w:rFonts w:hint="cs"/>
          <w:cs/>
        </w:rPr>
        <w:t xml:space="preserve"> </w:t>
      </w:r>
      <w:r w:rsidRPr="003F4DC8">
        <w:rPr>
          <w:rFonts w:hint="cs"/>
          <w:cs/>
          <w:lang w:bidi="bn-IN"/>
        </w:rPr>
        <w:t>খণ্ড</w:t>
      </w:r>
      <w:r w:rsidRPr="003F4DC8">
        <w:t xml:space="preserve">, </w:t>
      </w:r>
      <w:r w:rsidRPr="003F4DC8">
        <w:rPr>
          <w:rFonts w:hint="cs"/>
          <w:cs/>
          <w:lang w:bidi="bn-IN"/>
        </w:rPr>
        <w:t>১৭৮</w:t>
      </w:r>
      <w:r w:rsidRPr="00424E44">
        <w:rPr>
          <w:rFonts w:hint="cs"/>
          <w:cs/>
        </w:rPr>
        <w:t xml:space="preserve"> </w:t>
      </w:r>
      <w:r w:rsidRPr="003F4DC8">
        <w:rPr>
          <w:rFonts w:hint="cs"/>
          <w:cs/>
          <w:lang w:bidi="bn-IN"/>
        </w:rPr>
        <w:t>পৃষ্ঠা</w:t>
      </w:r>
      <w:r w:rsidRPr="00424E44">
        <w:rPr>
          <w:rFonts w:hint="cs"/>
          <w:cs/>
        </w:rPr>
        <w:t>।</w:t>
      </w:r>
      <w:r w:rsidRPr="003F4DC8">
        <w:rPr>
          <w:rFonts w:hint="cs"/>
          <w:cs/>
          <w:lang w:bidi="bn-IN"/>
        </w:rPr>
        <w:t>২</w:t>
      </w:r>
      <w:r w:rsidRPr="00424E44">
        <w:rPr>
          <w:rFonts w:hint="cs"/>
          <w:cs/>
        </w:rPr>
        <w:t xml:space="preserve"> . </w:t>
      </w:r>
      <w:r w:rsidRPr="003F4DC8">
        <w:rPr>
          <w:rFonts w:hint="cs"/>
          <w:cs/>
          <w:lang w:bidi="bn-IN"/>
        </w:rPr>
        <w:t>আল</w:t>
      </w:r>
      <w:r w:rsidRPr="00424E44">
        <w:rPr>
          <w:rFonts w:hint="cs"/>
          <w:cs/>
        </w:rPr>
        <w:t>-</w:t>
      </w:r>
      <w:r w:rsidRPr="003F4DC8">
        <w:rPr>
          <w:rFonts w:hint="cs"/>
          <w:cs/>
          <w:lang w:bidi="bn-IN"/>
        </w:rPr>
        <w:t>মোরাক্বেবাত</w:t>
      </w:r>
      <w:r w:rsidRPr="00424E44">
        <w:rPr>
          <w:rFonts w:hint="cs"/>
          <w:cs/>
        </w:rPr>
        <w:t xml:space="preserve">/ </w:t>
      </w:r>
      <w:r w:rsidRPr="003F4DC8">
        <w:rPr>
          <w:rFonts w:hint="cs"/>
          <w:cs/>
          <w:lang w:bidi="bn-IN"/>
        </w:rPr>
        <w:t>২য়</w:t>
      </w:r>
      <w:r w:rsidRPr="00424E44">
        <w:rPr>
          <w:rFonts w:hint="cs"/>
          <w:cs/>
        </w:rPr>
        <w:t xml:space="preserve"> </w:t>
      </w:r>
      <w:r w:rsidRPr="003F4DC8">
        <w:rPr>
          <w:rFonts w:hint="cs"/>
          <w:cs/>
          <w:lang w:bidi="bn-IN"/>
        </w:rPr>
        <w:t>খণ্ড</w:t>
      </w:r>
      <w:r w:rsidRPr="003F4DC8">
        <w:t xml:space="preserve">, </w:t>
      </w:r>
      <w:r w:rsidRPr="003F4DC8">
        <w:rPr>
          <w:rFonts w:hint="cs"/>
          <w:cs/>
          <w:lang w:bidi="bn-IN"/>
        </w:rPr>
        <w:t>১৭৮</w:t>
      </w:r>
      <w:r w:rsidRPr="00424E44">
        <w:rPr>
          <w:rFonts w:hint="cs"/>
          <w:cs/>
        </w:rPr>
        <w:t xml:space="preserve"> </w:t>
      </w:r>
      <w:r w:rsidRPr="003F4DC8">
        <w:rPr>
          <w:rFonts w:hint="cs"/>
          <w:cs/>
          <w:lang w:bidi="bn-IN"/>
        </w:rPr>
        <w:t>পৃষ্ঠা</w:t>
      </w:r>
      <w:r w:rsidRPr="00424E44">
        <w:rPr>
          <w:rFonts w:hint="cs"/>
          <w:cs/>
        </w:rPr>
        <w:t>।</w:t>
      </w:r>
    </w:p>
    <w:p w:rsidR="006366B4" w:rsidRDefault="006366B4" w:rsidP="006366B4">
      <w:pPr>
        <w:pStyle w:val="libFootnote"/>
      </w:pPr>
      <w:r w:rsidRPr="003F4DC8">
        <w:rPr>
          <w:rFonts w:hint="cs"/>
          <w:cs/>
          <w:lang w:bidi="bn-IN"/>
        </w:rPr>
        <w:t>৩</w:t>
      </w:r>
      <w:r w:rsidRPr="00424E44">
        <w:rPr>
          <w:rFonts w:hint="cs"/>
          <w:cs/>
        </w:rPr>
        <w:t xml:space="preserve"> . </w:t>
      </w:r>
      <w:r w:rsidRPr="003F4DC8">
        <w:rPr>
          <w:rFonts w:hint="cs"/>
          <w:cs/>
          <w:lang w:bidi="bn-IN"/>
        </w:rPr>
        <w:t>অসিয়তনামা</w:t>
      </w:r>
      <w:r w:rsidRPr="00424E44">
        <w:rPr>
          <w:rFonts w:hint="cs"/>
          <w:cs/>
        </w:rPr>
        <w:t xml:space="preserve"> </w:t>
      </w:r>
      <w:r w:rsidRPr="003F4DC8">
        <w:rPr>
          <w:rFonts w:hint="cs"/>
          <w:cs/>
          <w:lang w:bidi="bn-IN"/>
        </w:rPr>
        <w:t>ইমাম</w:t>
      </w:r>
      <w:r w:rsidRPr="00424E44">
        <w:rPr>
          <w:rFonts w:hint="cs"/>
          <w:cs/>
        </w:rPr>
        <w:t xml:space="preserve"> </w:t>
      </w:r>
      <w:r w:rsidRPr="003F4DC8">
        <w:rPr>
          <w:rFonts w:hint="cs"/>
          <w:cs/>
          <w:lang w:bidi="bn-IN"/>
        </w:rPr>
        <w:t>খোমেনী</w:t>
      </w:r>
      <w:r w:rsidRPr="00424E44">
        <w:rPr>
          <w:rFonts w:hint="cs"/>
          <w:cs/>
        </w:rPr>
        <w:t xml:space="preserve"> (</w:t>
      </w:r>
      <w:r w:rsidRPr="003F4DC8">
        <w:rPr>
          <w:rFonts w:hint="cs"/>
          <w:cs/>
          <w:lang w:bidi="bn-IN"/>
        </w:rPr>
        <w:t>রহ</w:t>
      </w:r>
      <w:r w:rsidRPr="00424E44">
        <w:rPr>
          <w:rFonts w:hint="cs"/>
          <w:cs/>
        </w:rPr>
        <w:t>.)</w:t>
      </w:r>
    </w:p>
    <w:p w:rsidR="006366B4" w:rsidRPr="006366B4" w:rsidRDefault="006366B4" w:rsidP="006366B4">
      <w:pPr>
        <w:rPr>
          <w:cs/>
        </w:rPr>
      </w:pPr>
      <w:r w:rsidRPr="006366B4">
        <w:rPr>
          <w:cs/>
        </w:rPr>
        <w:br w:type="page"/>
      </w:r>
    </w:p>
    <w:p w:rsidR="00366992" w:rsidRPr="0003242B" w:rsidRDefault="00366992" w:rsidP="0003242B">
      <w:pPr>
        <w:rPr>
          <w:cs/>
        </w:rPr>
      </w:pPr>
    </w:p>
    <w:sdt>
      <w:sdtPr>
        <w:id w:val="87996467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6366B4" w:rsidRDefault="006366B4" w:rsidP="006366B4">
          <w:pPr>
            <w:pStyle w:val="TOCHeading"/>
          </w:pPr>
          <w:r w:rsidRPr="006366B4">
            <w:rPr>
              <w:rStyle w:val="Heading1CenterChar"/>
              <w:rFonts w:eastAsiaTheme="majorEastAsia" w:hint="cs"/>
              <w:cs/>
              <w:lang w:bidi="bn-IN"/>
            </w:rPr>
            <w:t>সূচীপত্র</w:t>
          </w:r>
          <w:r w:rsidRPr="006366B4">
            <w:rPr>
              <w:rStyle w:val="Heading1CenterChar"/>
              <w:rFonts w:eastAsiaTheme="majorEastAsia"/>
              <w:cs/>
              <w:lang w:bidi="bn-IN"/>
            </w:rPr>
            <w:t>:</w:t>
          </w:r>
        </w:p>
        <w:p w:rsidR="006366B4" w:rsidRDefault="006366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0736231" w:history="1"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শাবান</w:t>
            </w:r>
            <w:r w:rsidRPr="003B5BF2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মাসের</w:t>
            </w:r>
            <w:r w:rsidRPr="003B5BF2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ফজিলত</w:t>
            </w:r>
            <w:r w:rsidRPr="003B5BF2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3B5BF2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মর্যাদা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_Toc450736231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66B4" w:rsidRDefault="006366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736232" w:history="1"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শাবান</w:t>
            </w:r>
            <w:r w:rsidRPr="003B5BF2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মাসের</w:t>
            </w:r>
            <w:r w:rsidRPr="003B5BF2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আমল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_Toc450736232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66B4" w:rsidRDefault="006366B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736233" w:history="1"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পবিত্র</w:t>
            </w:r>
            <w:r w:rsidRPr="003B5BF2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শাবান</w:t>
            </w:r>
            <w:r w:rsidRPr="003B5BF2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মাসের</w:t>
            </w:r>
            <w:r w:rsidRPr="003B5BF2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দোওয়া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_Toc450736233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66B4" w:rsidRDefault="006366B4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0736234" w:history="1">
            <w:r w:rsidRPr="003B5BF2">
              <w:rPr>
                <w:rStyle w:val="Hyperlink"/>
                <w:rFonts w:cs="Vrinda" w:hint="cs"/>
                <w:noProof/>
                <w:cs/>
                <w:lang w:bidi="bn-IN"/>
              </w:rPr>
              <w:t>তথ্যসূত্র</w:t>
            </w:r>
            <w:r w:rsidRPr="003B5BF2">
              <w:rPr>
                <w:rStyle w:val="Hyperlink"/>
                <w:rFonts w:cs="Vrinda"/>
                <w:noProof/>
                <w:cs/>
                <w:lang w:bidi="bn-IN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_Toc450736234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66B4" w:rsidRDefault="006366B4">
          <w:r>
            <w:fldChar w:fldCharType="end"/>
          </w:r>
        </w:p>
      </w:sdtContent>
    </w:sdt>
    <w:p w:rsidR="000C0B2A" w:rsidRPr="00F16EE1" w:rsidRDefault="000C0B2A" w:rsidP="004616D0">
      <w:pPr>
        <w:pStyle w:val="libNormal"/>
        <w:rPr>
          <w:rtl/>
          <w:cs/>
        </w:rPr>
      </w:pPr>
    </w:p>
    <w:sectPr w:rsidR="000C0B2A" w:rsidRPr="00F16EE1" w:rsidSect="0023507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A11" w:rsidRDefault="00932A11" w:rsidP="008B7801">
      <w:pPr>
        <w:spacing w:after="0" w:line="240" w:lineRule="auto"/>
      </w:pPr>
      <w:r>
        <w:separator/>
      </w:r>
    </w:p>
  </w:endnote>
  <w:endnote w:type="continuationSeparator" w:id="0">
    <w:p w:rsidR="00932A11" w:rsidRDefault="00932A11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0858AF" w:rsidRDefault="007A5D51">
        <w:pPr>
          <w:pStyle w:val="Footer"/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="000858AF"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05710E">
          <w:rPr>
            <w:rFonts w:ascii="SutonnyMJ" w:hAnsi="SutonnyMJ" w:cs="SutonnyMJ"/>
            <w:noProof/>
          </w:rPr>
          <w:t>3</w:t>
        </w:r>
        <w:r w:rsidRPr="00AA7385">
          <w:rPr>
            <w:rFonts w:ascii="SutonnyMJ" w:hAnsi="SutonnyMJ" w:cs="SutonnyMJ"/>
          </w:rPr>
          <w:fldChar w:fldCharType="end"/>
        </w:r>
      </w:p>
    </w:sdtContent>
  </w:sdt>
  <w:p w:rsidR="000858AF" w:rsidRDefault="000858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A11" w:rsidRDefault="00932A11" w:rsidP="008B7801">
      <w:pPr>
        <w:spacing w:after="0" w:line="240" w:lineRule="auto"/>
      </w:pPr>
      <w:r>
        <w:separator/>
      </w:r>
    </w:p>
  </w:footnote>
  <w:footnote w:type="continuationSeparator" w:id="0">
    <w:p w:rsidR="00932A11" w:rsidRDefault="00932A11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dirty" w:grammar="clean"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E15DEF"/>
    <w:rsid w:val="00026914"/>
    <w:rsid w:val="0003242B"/>
    <w:rsid w:val="00036558"/>
    <w:rsid w:val="00036F5D"/>
    <w:rsid w:val="000374B0"/>
    <w:rsid w:val="000416CF"/>
    <w:rsid w:val="000451DA"/>
    <w:rsid w:val="0005710E"/>
    <w:rsid w:val="00064BD1"/>
    <w:rsid w:val="00067176"/>
    <w:rsid w:val="000753B9"/>
    <w:rsid w:val="000858AF"/>
    <w:rsid w:val="000A16E2"/>
    <w:rsid w:val="000A3C87"/>
    <w:rsid w:val="000B6A4B"/>
    <w:rsid w:val="000C0B2A"/>
    <w:rsid w:val="000C4F54"/>
    <w:rsid w:val="000D0FC8"/>
    <w:rsid w:val="000D641E"/>
    <w:rsid w:val="0010506E"/>
    <w:rsid w:val="0011328D"/>
    <w:rsid w:val="00136137"/>
    <w:rsid w:val="00167DA0"/>
    <w:rsid w:val="001A3437"/>
    <w:rsid w:val="001A68B3"/>
    <w:rsid w:val="001B2552"/>
    <w:rsid w:val="001D1762"/>
    <w:rsid w:val="001E0D60"/>
    <w:rsid w:val="0022370C"/>
    <w:rsid w:val="00235071"/>
    <w:rsid w:val="00243B15"/>
    <w:rsid w:val="0024762D"/>
    <w:rsid w:val="0026134F"/>
    <w:rsid w:val="00275890"/>
    <w:rsid w:val="0028663A"/>
    <w:rsid w:val="00292BC3"/>
    <w:rsid w:val="00296130"/>
    <w:rsid w:val="002B709B"/>
    <w:rsid w:val="002D15B8"/>
    <w:rsid w:val="002D2865"/>
    <w:rsid w:val="002E4766"/>
    <w:rsid w:val="002E7FD0"/>
    <w:rsid w:val="002F11BE"/>
    <w:rsid w:val="00304CCF"/>
    <w:rsid w:val="003137DA"/>
    <w:rsid w:val="003237FA"/>
    <w:rsid w:val="00336A70"/>
    <w:rsid w:val="003446AD"/>
    <w:rsid w:val="00366992"/>
    <w:rsid w:val="003A1605"/>
    <w:rsid w:val="003A380C"/>
    <w:rsid w:val="003B34CB"/>
    <w:rsid w:val="003B77DE"/>
    <w:rsid w:val="003C5A32"/>
    <w:rsid w:val="003D47FC"/>
    <w:rsid w:val="003E4BC2"/>
    <w:rsid w:val="003F77EC"/>
    <w:rsid w:val="00401865"/>
    <w:rsid w:val="004036E5"/>
    <w:rsid w:val="00406D51"/>
    <w:rsid w:val="004151F5"/>
    <w:rsid w:val="004219FE"/>
    <w:rsid w:val="004234A1"/>
    <w:rsid w:val="004438CE"/>
    <w:rsid w:val="004546B7"/>
    <w:rsid w:val="004616D0"/>
    <w:rsid w:val="00462A09"/>
    <w:rsid w:val="00463EDB"/>
    <w:rsid w:val="00463F84"/>
    <w:rsid w:val="00482325"/>
    <w:rsid w:val="00483A81"/>
    <w:rsid w:val="004924CF"/>
    <w:rsid w:val="00494293"/>
    <w:rsid w:val="004A56BA"/>
    <w:rsid w:val="004B74AC"/>
    <w:rsid w:val="004C1471"/>
    <w:rsid w:val="004C57A4"/>
    <w:rsid w:val="004E4EBE"/>
    <w:rsid w:val="004F68DD"/>
    <w:rsid w:val="005106C4"/>
    <w:rsid w:val="00536F20"/>
    <w:rsid w:val="00540CD3"/>
    <w:rsid w:val="00544132"/>
    <w:rsid w:val="00550E60"/>
    <w:rsid w:val="005656A1"/>
    <w:rsid w:val="005704B8"/>
    <w:rsid w:val="005726E1"/>
    <w:rsid w:val="00584195"/>
    <w:rsid w:val="005862E0"/>
    <w:rsid w:val="00593844"/>
    <w:rsid w:val="00597553"/>
    <w:rsid w:val="0059796A"/>
    <w:rsid w:val="005A0E2B"/>
    <w:rsid w:val="005A21F0"/>
    <w:rsid w:val="005C2952"/>
    <w:rsid w:val="005C64EB"/>
    <w:rsid w:val="005D2D86"/>
    <w:rsid w:val="005D3333"/>
    <w:rsid w:val="005F2D37"/>
    <w:rsid w:val="00603FA1"/>
    <w:rsid w:val="00606FA3"/>
    <w:rsid w:val="0061174D"/>
    <w:rsid w:val="006366B4"/>
    <w:rsid w:val="00640AC4"/>
    <w:rsid w:val="006628C5"/>
    <w:rsid w:val="006662F8"/>
    <w:rsid w:val="006746F0"/>
    <w:rsid w:val="00690232"/>
    <w:rsid w:val="006A02FE"/>
    <w:rsid w:val="006A2704"/>
    <w:rsid w:val="006B2B9F"/>
    <w:rsid w:val="006C775E"/>
    <w:rsid w:val="006D197A"/>
    <w:rsid w:val="006D1B58"/>
    <w:rsid w:val="006D3BD9"/>
    <w:rsid w:val="006D440E"/>
    <w:rsid w:val="006E09C7"/>
    <w:rsid w:val="00707890"/>
    <w:rsid w:val="00713A8F"/>
    <w:rsid w:val="00733E6E"/>
    <w:rsid w:val="00736945"/>
    <w:rsid w:val="0075520E"/>
    <w:rsid w:val="00755E02"/>
    <w:rsid w:val="007719FE"/>
    <w:rsid w:val="00776659"/>
    <w:rsid w:val="007959C0"/>
    <w:rsid w:val="007A4DD3"/>
    <w:rsid w:val="007A5D51"/>
    <w:rsid w:val="007D0C93"/>
    <w:rsid w:val="007D3565"/>
    <w:rsid w:val="007F38BE"/>
    <w:rsid w:val="00813C73"/>
    <w:rsid w:val="008227CD"/>
    <w:rsid w:val="008230AE"/>
    <w:rsid w:val="00826493"/>
    <w:rsid w:val="008302AE"/>
    <w:rsid w:val="008715EA"/>
    <w:rsid w:val="00883EA9"/>
    <w:rsid w:val="008A2F69"/>
    <w:rsid w:val="008A5A1E"/>
    <w:rsid w:val="008B7801"/>
    <w:rsid w:val="008B7AD9"/>
    <w:rsid w:val="008D1772"/>
    <w:rsid w:val="008D1F3B"/>
    <w:rsid w:val="008D2BC5"/>
    <w:rsid w:val="008D4310"/>
    <w:rsid w:val="008D6263"/>
    <w:rsid w:val="008E1557"/>
    <w:rsid w:val="008E16D7"/>
    <w:rsid w:val="008F0D7B"/>
    <w:rsid w:val="008F787A"/>
    <w:rsid w:val="00902D3C"/>
    <w:rsid w:val="009117EC"/>
    <w:rsid w:val="00921503"/>
    <w:rsid w:val="009221B9"/>
    <w:rsid w:val="00932A11"/>
    <w:rsid w:val="00934323"/>
    <w:rsid w:val="00937B74"/>
    <w:rsid w:val="00941AEF"/>
    <w:rsid w:val="00944C14"/>
    <w:rsid w:val="0094696C"/>
    <w:rsid w:val="00957CDC"/>
    <w:rsid w:val="00974B47"/>
    <w:rsid w:val="00976CDC"/>
    <w:rsid w:val="00990FF6"/>
    <w:rsid w:val="009A0363"/>
    <w:rsid w:val="009A053A"/>
    <w:rsid w:val="009D142D"/>
    <w:rsid w:val="009D3FD2"/>
    <w:rsid w:val="009D4327"/>
    <w:rsid w:val="009D5BFF"/>
    <w:rsid w:val="009D759C"/>
    <w:rsid w:val="009D7A0F"/>
    <w:rsid w:val="009F5560"/>
    <w:rsid w:val="00A02BD0"/>
    <w:rsid w:val="00A04A66"/>
    <w:rsid w:val="00A07514"/>
    <w:rsid w:val="00A1022F"/>
    <w:rsid w:val="00A2744B"/>
    <w:rsid w:val="00A35C21"/>
    <w:rsid w:val="00A41DD9"/>
    <w:rsid w:val="00A455D0"/>
    <w:rsid w:val="00A560EA"/>
    <w:rsid w:val="00A578F7"/>
    <w:rsid w:val="00A65C07"/>
    <w:rsid w:val="00A77675"/>
    <w:rsid w:val="00A826A7"/>
    <w:rsid w:val="00AA08F1"/>
    <w:rsid w:val="00AA0D70"/>
    <w:rsid w:val="00AA7385"/>
    <w:rsid w:val="00AB18E8"/>
    <w:rsid w:val="00AB6543"/>
    <w:rsid w:val="00AC3E47"/>
    <w:rsid w:val="00AE4471"/>
    <w:rsid w:val="00AE454D"/>
    <w:rsid w:val="00B26972"/>
    <w:rsid w:val="00B312DB"/>
    <w:rsid w:val="00B476A4"/>
    <w:rsid w:val="00B50F2A"/>
    <w:rsid w:val="00B6472E"/>
    <w:rsid w:val="00B80782"/>
    <w:rsid w:val="00B811CF"/>
    <w:rsid w:val="00B84C53"/>
    <w:rsid w:val="00B854B9"/>
    <w:rsid w:val="00B91799"/>
    <w:rsid w:val="00BA65DB"/>
    <w:rsid w:val="00BD15E9"/>
    <w:rsid w:val="00BE1409"/>
    <w:rsid w:val="00C011C7"/>
    <w:rsid w:val="00C208CA"/>
    <w:rsid w:val="00C2470C"/>
    <w:rsid w:val="00C303C9"/>
    <w:rsid w:val="00C313B1"/>
    <w:rsid w:val="00C34189"/>
    <w:rsid w:val="00C36628"/>
    <w:rsid w:val="00C53098"/>
    <w:rsid w:val="00C539D3"/>
    <w:rsid w:val="00C6090A"/>
    <w:rsid w:val="00C924E6"/>
    <w:rsid w:val="00CC48FE"/>
    <w:rsid w:val="00CD6057"/>
    <w:rsid w:val="00CD6645"/>
    <w:rsid w:val="00CE088A"/>
    <w:rsid w:val="00CE09E4"/>
    <w:rsid w:val="00CE1847"/>
    <w:rsid w:val="00CE4625"/>
    <w:rsid w:val="00D02065"/>
    <w:rsid w:val="00D21AFC"/>
    <w:rsid w:val="00D4000F"/>
    <w:rsid w:val="00D430A5"/>
    <w:rsid w:val="00D44DB1"/>
    <w:rsid w:val="00D450D2"/>
    <w:rsid w:val="00D454B5"/>
    <w:rsid w:val="00D457C0"/>
    <w:rsid w:val="00D46570"/>
    <w:rsid w:val="00D4723B"/>
    <w:rsid w:val="00D7533E"/>
    <w:rsid w:val="00D86325"/>
    <w:rsid w:val="00D941C7"/>
    <w:rsid w:val="00DA5F39"/>
    <w:rsid w:val="00DC1C18"/>
    <w:rsid w:val="00DC6B7C"/>
    <w:rsid w:val="00DD5C1E"/>
    <w:rsid w:val="00DF0DAD"/>
    <w:rsid w:val="00DF45E8"/>
    <w:rsid w:val="00DF5F3D"/>
    <w:rsid w:val="00E02BA8"/>
    <w:rsid w:val="00E03474"/>
    <w:rsid w:val="00E152B2"/>
    <w:rsid w:val="00E15DEF"/>
    <w:rsid w:val="00E27091"/>
    <w:rsid w:val="00E30987"/>
    <w:rsid w:val="00E32589"/>
    <w:rsid w:val="00E400A5"/>
    <w:rsid w:val="00E52113"/>
    <w:rsid w:val="00E6541B"/>
    <w:rsid w:val="00E84EB1"/>
    <w:rsid w:val="00E9343A"/>
    <w:rsid w:val="00EB1BF3"/>
    <w:rsid w:val="00EC4B61"/>
    <w:rsid w:val="00EF7ADF"/>
    <w:rsid w:val="00EF7C64"/>
    <w:rsid w:val="00F11A1C"/>
    <w:rsid w:val="00F16EE1"/>
    <w:rsid w:val="00F20557"/>
    <w:rsid w:val="00F525D6"/>
    <w:rsid w:val="00F60477"/>
    <w:rsid w:val="00F66A17"/>
    <w:rsid w:val="00F86D8D"/>
    <w:rsid w:val="00F87E84"/>
    <w:rsid w:val="00F91E16"/>
    <w:rsid w:val="00F9327C"/>
    <w:rsid w:val="00FB2C9D"/>
    <w:rsid w:val="00FD2E0A"/>
    <w:rsid w:val="00FD3A1B"/>
    <w:rsid w:val="00FE115C"/>
    <w:rsid w:val="00FE168D"/>
    <w:rsid w:val="00FE7835"/>
    <w:rsid w:val="00FF0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A1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ie">
    <w:name w:val="libFootnoteAie"/>
    <w:basedOn w:val="libFootnote"/>
    <w:link w:val="libFootnoteAieChar"/>
    <w:rsid w:val="00A455D0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A455D0"/>
    <w:rPr>
      <w:color w:val="008000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937B74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937B74"/>
    <w:rPr>
      <w:rFonts w:ascii="Rafed Alaem" w:eastAsia="Rafed Alaem" w:hAnsi="Rafed Alaem" w:cs="Rafed Alaem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ascii="SolaimanLipi" w:eastAsia="SolaimanLipi" w:hAnsi="SolaimanLipi" w:cs="Arial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ascii="SolaimanLipi" w:eastAsia="SolaimanLipi" w:hAnsi="SolaimanLipi" w:cs="Arial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customStyle="1" w:styleId="libEn">
    <w:name w:val="libEn"/>
    <w:basedOn w:val="libNormal"/>
    <w:qFormat/>
    <w:rsid w:val="00336A70"/>
    <w:rPr>
      <w:rFonts w:asciiTheme="minorBidi" w:hAnsiTheme="minorBidi"/>
      <w:sz w:val="24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/>
      <w:ind w:left="660"/>
    </w:pPr>
    <w:rPr>
      <w:rFonts w:ascii="SolaimanLipi" w:eastAsiaTheme="minorEastAsia" w:hAnsi="SolaimanLipi" w:cs="SolaimanLipi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/>
      <w:ind w:left="880"/>
    </w:pPr>
    <w:rPr>
      <w:rFonts w:ascii="SolaimanLipi" w:eastAsiaTheme="minorEastAsia" w:hAnsi="SolaimanLipi" w:cs="SolaimanLipi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/>
      <w:ind w:left="1100"/>
    </w:pPr>
    <w:rPr>
      <w:rFonts w:ascii="SolaimanLipi" w:eastAsiaTheme="minorEastAsia" w:hAnsi="SolaimanLipi" w:cs="SolaimanLipi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/>
      <w:ind w:left="1320"/>
    </w:pPr>
    <w:rPr>
      <w:rFonts w:ascii="SolaimanLipi" w:eastAsiaTheme="minorEastAsia" w:hAnsi="SolaimanLipi" w:cs="SolaimanLipi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/>
      <w:ind w:left="1540"/>
    </w:pPr>
    <w:rPr>
      <w:rFonts w:ascii="SolaimanLipi" w:eastAsiaTheme="minorEastAsia" w:hAnsi="SolaimanLipi" w:cs="SolaimanLipi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/>
      <w:ind w:left="1760"/>
    </w:pPr>
    <w:rPr>
      <w:rFonts w:ascii="SolaimanLipi" w:eastAsiaTheme="minorEastAsia" w:hAnsi="SolaimanLipi" w:cs="SolaimanLipi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faysal\usb%20back\faysal\HASSANAIN%20BOOK\Template\Template%20Bangal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907AF-2B05-4FD5-BC41-2B7A8A01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Bangala</Template>
  <TotalTime>140</TotalTime>
  <Pages>17</Pages>
  <Words>1999</Words>
  <Characters>11398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Feysal</cp:lastModifiedBy>
  <cp:revision>31</cp:revision>
  <cp:lastPrinted>2014-03-16T09:29:00Z</cp:lastPrinted>
  <dcterms:created xsi:type="dcterms:W3CDTF">2016-05-06T07:39:00Z</dcterms:created>
  <dcterms:modified xsi:type="dcterms:W3CDTF">2016-05-11T08:59:00Z</dcterms:modified>
</cp:coreProperties>
</file>