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E" w:rsidRDefault="006C1BAE" w:rsidP="006C1BAE">
      <w:pPr>
        <w:pStyle w:val="libTitr1"/>
        <w:rPr>
          <w:lang w:bidi="bn-IN"/>
        </w:rPr>
      </w:pPr>
    </w:p>
    <w:p w:rsidR="006C1BAE" w:rsidRDefault="006C1BAE" w:rsidP="006C1BAE">
      <w:pPr>
        <w:pStyle w:val="libTitr1"/>
        <w:rPr>
          <w:lang w:bidi="bn-IN"/>
        </w:rPr>
      </w:pPr>
    </w:p>
    <w:p w:rsidR="004F10E3" w:rsidRPr="004F10E3" w:rsidRDefault="004F10E3" w:rsidP="006C1BAE">
      <w:pPr>
        <w:pStyle w:val="libTitr1"/>
      </w:pPr>
      <w:r w:rsidRPr="004F10E3">
        <w:rPr>
          <w:rFonts w:hint="cs"/>
          <w:cs/>
          <w:lang w:bidi="bn-IN"/>
        </w:rPr>
        <w:t>পালানোর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</w:t>
      </w:r>
      <w:r w:rsidRPr="004F10E3">
        <w:rPr>
          <w:cs/>
          <w:lang w:bidi="bn-IN"/>
        </w:rPr>
        <w:t xml:space="preserve"> </w:t>
      </w: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6C1BAE" w:rsidRDefault="006C1BAE" w:rsidP="004F10E3">
      <w:pPr>
        <w:pStyle w:val="libNormal"/>
        <w:rPr>
          <w:lang w:bidi="bn-IN"/>
        </w:rPr>
      </w:pPr>
    </w:p>
    <w:p w:rsidR="004F10E3" w:rsidRPr="004F10E3" w:rsidRDefault="004F10E3" w:rsidP="006C1BAE">
      <w:pPr>
        <w:pStyle w:val="libTitr2"/>
      </w:pP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নূরে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আলম</w:t>
      </w:r>
      <w:r w:rsidRPr="004F10E3">
        <w:rPr>
          <w:cs/>
          <w:lang w:bidi="bn-IN"/>
        </w:rPr>
        <w:t xml:space="preserve"> </w:t>
      </w:r>
    </w:p>
    <w:p w:rsidR="006C1BAE" w:rsidRDefault="006C1BAE" w:rsidP="004F10E3">
      <w:pPr>
        <w:pStyle w:val="libNormal"/>
        <w:rPr>
          <w:lang w:bidi="bn-IN"/>
        </w:rPr>
      </w:pPr>
    </w:p>
    <w:p w:rsidR="006C1BAE" w:rsidRPr="00C73930" w:rsidRDefault="006C1BAE" w:rsidP="00C73930">
      <w:r>
        <w:rPr>
          <w:lang w:bidi="bn-IN"/>
        </w:rPr>
        <w:br w:type="page"/>
      </w:r>
    </w:p>
    <w:p w:rsidR="004F10E3" w:rsidRPr="004F10E3" w:rsidRDefault="004F10E3" w:rsidP="006C1BAE">
      <w:pPr>
        <w:pStyle w:val="libCenterBold1"/>
      </w:pPr>
      <w:r w:rsidRPr="004F10E3">
        <w:rPr>
          <w:rFonts w:hint="cs"/>
          <w:cs/>
          <w:lang w:bidi="bn-IN"/>
        </w:rPr>
        <w:lastRenderedPageBreak/>
        <w:t>উৎসর্গঃ</w:t>
      </w:r>
      <w:r w:rsidRPr="004F10E3">
        <w:rPr>
          <w:cs/>
          <w:lang w:bidi="bn-IN"/>
        </w:rPr>
        <w:t xml:space="preserve"> </w:t>
      </w:r>
    </w:p>
    <w:p w:rsidR="006C1BAE" w:rsidRDefault="004F10E3" w:rsidP="004F10E3">
      <w:pPr>
        <w:pStyle w:val="libNormal"/>
        <w:rPr>
          <w:cs/>
          <w:lang w:bidi="bn-IN"/>
        </w:rPr>
      </w:pPr>
      <w:r w:rsidRPr="004F10E3">
        <w:rPr>
          <w:rFonts w:hint="cs"/>
          <w:cs/>
          <w:lang w:bidi="bn-IN"/>
        </w:rPr>
        <w:t>নির্লোভ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দুনিয়াত্যাগী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মানবপ্রেমী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চরণে।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শায়িত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রাসূলের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অষ্টম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রিযার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সমাধিতে।</w:t>
      </w:r>
      <w:r w:rsidRPr="004F10E3">
        <w:rPr>
          <w:cs/>
          <w:lang w:bidi="bn-IN"/>
        </w:rPr>
        <w:t xml:space="preserve"> </w:t>
      </w:r>
    </w:p>
    <w:p w:rsidR="004F10E3" w:rsidRPr="00C73930" w:rsidRDefault="006C1BAE" w:rsidP="00C73930">
      <w:r>
        <w:rPr>
          <w:cs/>
          <w:lang w:bidi="bn-IN"/>
        </w:rPr>
        <w:br w:type="page"/>
      </w:r>
    </w:p>
    <w:p w:rsidR="004F10E3" w:rsidRPr="004F10E3" w:rsidRDefault="004F10E3" w:rsidP="00E02111">
      <w:pPr>
        <w:pStyle w:val="Heading1Center"/>
        <w:rPr>
          <w:lang w:bidi="bn-BD"/>
        </w:rPr>
      </w:pPr>
      <w:bookmarkStart w:id="0" w:name="_Toc493152397"/>
      <w:r w:rsidRPr="004F10E3">
        <w:rPr>
          <w:cs/>
          <w:lang w:bidi="bn-BD"/>
        </w:rPr>
        <w:lastRenderedPageBreak/>
        <w:t>অবতরণিকা</w:t>
      </w:r>
      <w:bookmarkEnd w:id="0"/>
    </w:p>
    <w:p w:rsidR="00E02111" w:rsidRDefault="004F10E3" w:rsidP="006C1BAE">
      <w:pPr>
        <w:pStyle w:val="libEn"/>
        <w:rPr>
          <w:lang w:bidi="bn-IN"/>
        </w:rPr>
      </w:pPr>
      <w:r w:rsidRPr="004F10E3">
        <w:rPr>
          <w:rFonts w:hint="eastAsia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দুয়ারে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আসবে</w:t>
      </w:r>
      <w:r w:rsidRPr="004F10E3">
        <w:rPr>
          <w:cs/>
          <w:lang w:bidi="bn-IN"/>
        </w:rPr>
        <w:t xml:space="preserve"> </w:t>
      </w:r>
      <w:r w:rsidRPr="006C1BAE">
        <w:t>”-</w:t>
      </w:r>
      <w:r w:rsidRPr="004F10E3">
        <w:rPr>
          <w:rFonts w:hint="cs"/>
          <w:cs/>
          <w:lang w:bidi="bn-IN"/>
        </w:rPr>
        <w:t>এটি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ফারসী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প্রবাদবাক্য।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পেছনে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ঐতিহাসিক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লুকায়িত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ইসলামের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জন্মস্থান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মক্কা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ইয়াসরেব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মদিনায়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মদিনার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অতিথি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প্রতিযোগীতায়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উপনীত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মহানবী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বিশ্রাম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মেহমান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কেন্দ্র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ফারসী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ওঠেছে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বাক্যটি।</w:t>
      </w:r>
      <w:r w:rsidRPr="004F10E3">
        <w:rPr>
          <w:cs/>
          <w:lang w:bidi="bn-IN"/>
        </w:rPr>
        <w:t xml:space="preserve"> </w:t>
      </w:r>
    </w:p>
    <w:p w:rsidR="007E20CA" w:rsidRDefault="004F10E3" w:rsidP="006C1BAE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প্রবাদটিতে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গভীর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ব্যাখ্যা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বিরাজমান।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ফারসী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অবধারিত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ধারনা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বাক্যটি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নির্দ্দিষ্ট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সময়সীমা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স্বভাবতঃ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আয়ুষ্কাল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সীমিত।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জমাতেই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প্রতিনিয়ত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পারস্যে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অবধারিত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বোঝাতে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বাক্যটি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দুয়ারে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পৌছবে।</w:t>
      </w:r>
      <w:r w:rsidRPr="004F10E3">
        <w:rPr>
          <w:cs/>
          <w:lang w:bidi="bn-IN"/>
        </w:rPr>
        <w:t xml:space="preserve"> </w:t>
      </w:r>
    </w:p>
    <w:p w:rsidR="00C4321A" w:rsidRDefault="004F10E3" w:rsidP="00C4321A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স্মৃতি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দুয়ারে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দেবেই।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আপাততঃ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ফাঁকি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ফাঁকি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</w:p>
    <w:p w:rsidR="00FF5032" w:rsidRDefault="004F10E3" w:rsidP="00C4321A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পরকালের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দায়িত্বানুভূতি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জাগ্রত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গঠনমূলক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অনুপ্রেরণা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যোগায়।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অবিচার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পাপাচার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বিদ্যমান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মুলৎপাটনও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ঘটাতে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মহাপুরুষদের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নির্বাচিত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উপদেশবাণী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সম্বলিত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পুস্তক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রচনা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উন্নয়নমূলক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বিষয়টিও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নির্বাচনে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সাহায্য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পাঠক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মহোদয়রা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গঠনমূলক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গল্পে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বোল্ড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পরিশ্রমেই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গল্পের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পাঠকের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সামান্যতম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গঠনমূলক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সংশোধনে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cs/>
          <w:lang w:bidi="bn-IN"/>
        </w:rPr>
        <w:t xml:space="preserve"> </w:t>
      </w:r>
    </w:p>
    <w:p w:rsidR="00FF5032" w:rsidRDefault="004F10E3" w:rsidP="00C4321A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নূরে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আলম</w:t>
      </w:r>
      <w:r w:rsidRPr="004F10E3">
        <w:rPr>
          <w:cs/>
          <w:lang w:bidi="bn-IN"/>
        </w:rPr>
        <w:t>-</w:t>
      </w:r>
    </w:p>
    <w:p w:rsidR="00684D2D" w:rsidRDefault="00684D2D" w:rsidP="00684D2D">
      <w:pPr>
        <w:pStyle w:val="libNormal"/>
        <w:rPr>
          <w:lang w:bidi="bn-BD"/>
        </w:rPr>
      </w:pPr>
    </w:p>
    <w:p w:rsidR="00FF5032" w:rsidRDefault="004F10E3" w:rsidP="00FF5032">
      <w:pPr>
        <w:pStyle w:val="Heading1Center"/>
        <w:rPr>
          <w:lang w:bidi="bn-BD"/>
        </w:rPr>
      </w:pPr>
      <w:bookmarkStart w:id="1" w:name="_Toc493152398"/>
      <w:r w:rsidRPr="004F10E3">
        <w:rPr>
          <w:cs/>
          <w:lang w:bidi="bn-BD"/>
        </w:rPr>
        <w:t>শেখ</w:t>
      </w:r>
      <w:r w:rsidRPr="004F10E3">
        <w:rPr>
          <w:rtl/>
          <w:cs/>
          <w:lang w:bidi="bn-BD"/>
        </w:rPr>
        <w:t xml:space="preserve"> </w:t>
      </w:r>
      <w:r w:rsidR="00E13B95">
        <w:rPr>
          <w:cs/>
          <w:lang w:bidi="bn-BD"/>
        </w:rPr>
        <w:t>সা</w:t>
      </w:r>
      <w:r w:rsidR="002B4E6C" w:rsidRPr="00C73930">
        <w:rPr>
          <w:rStyle w:val="Heading4CenterChar"/>
          <w:lang w:bidi="bn-BD"/>
        </w:rPr>
        <w:t>’</w:t>
      </w:r>
      <w:r w:rsidRPr="004F10E3">
        <w:rPr>
          <w:cs/>
          <w:lang w:bidi="bn-BD"/>
        </w:rPr>
        <w:t>দির</w:t>
      </w:r>
      <w:r w:rsidRPr="004F10E3">
        <w:rPr>
          <w:rtl/>
          <w:cs/>
          <w:lang w:bidi="bn-BD"/>
        </w:rPr>
        <w:t xml:space="preserve"> </w:t>
      </w:r>
      <w:r w:rsidRPr="004F10E3">
        <w:rPr>
          <w:cs/>
          <w:lang w:bidi="bn-BD"/>
        </w:rPr>
        <w:t>বাণী</w:t>
      </w:r>
      <w:bookmarkEnd w:id="1"/>
      <w:r w:rsidRPr="004F10E3">
        <w:rPr>
          <w:rtl/>
          <w:cs/>
          <w:lang w:bidi="bn-BD"/>
        </w:rPr>
        <w:t xml:space="preserve"> </w:t>
      </w:r>
    </w:p>
    <w:p w:rsidR="00E13B95" w:rsidRDefault="004F10E3" w:rsidP="00C4321A">
      <w:pPr>
        <w:pStyle w:val="libEn"/>
      </w:pPr>
      <w:r w:rsidRPr="004F10E3">
        <w:rPr>
          <w:rFonts w:hint="cs"/>
          <w:cs/>
          <w:lang w:bidi="bn-IN"/>
        </w:rPr>
        <w:t>পারস্যের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সা</w:t>
      </w:r>
      <w:r w:rsidR="002B4E6C">
        <w:rPr>
          <w:rFonts w:hint="cs"/>
          <w:lang w:bidi="bn-IN"/>
        </w:rPr>
        <w:t>’</w:t>
      </w:r>
      <w:r w:rsidRPr="004F10E3">
        <w:rPr>
          <w:rFonts w:hint="cs"/>
          <w:cs/>
          <w:lang w:bidi="bn-IN"/>
        </w:rPr>
        <w:t>দি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বিখ্যাত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গ্রন্থ</w:t>
      </w:r>
      <w:r w:rsidRPr="004F10E3">
        <w:rPr>
          <w:cs/>
          <w:lang w:bidi="bn-IN"/>
        </w:rPr>
        <w:t xml:space="preserve"> </w:t>
      </w:r>
      <w:r w:rsidRPr="006C1BAE">
        <w:t>‘</w:t>
      </w:r>
      <w:r w:rsidRPr="004F10E3">
        <w:rPr>
          <w:rFonts w:hint="cs"/>
          <w:cs/>
          <w:lang w:bidi="bn-IN"/>
        </w:rPr>
        <w:t>গুলিস্তান</w:t>
      </w:r>
      <w:r w:rsidR="002B4E6C">
        <w:rPr>
          <w:rFonts w:hint="eastAsia"/>
        </w:rPr>
        <w:t>’</w:t>
      </w:r>
      <w:r w:rsidRPr="004F10E3">
        <w:t>-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লিখেছেন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অনর্থক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স্বীকার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চালায়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বস্তুসম্পদ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সঞ্চয়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অনুযায়ী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rFonts w:hint="eastAsia"/>
        </w:rPr>
        <w:t>”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আমলবিহীন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আলেমের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জ্ঞানী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তুলনা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t xml:space="preserve">?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মধুবিহীন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মৌমাছির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মৃগনাভী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কস্তুরী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সুগন্ধি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বিমোহিত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সুগন্ধি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মৃগনাভী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কস্তুরী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সুগন্ধি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সংরক্ষিত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কাঠের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নিশ্চুপ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প্রদর্শনমুখী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ঢোলের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শূন্য।</w:t>
      </w:r>
      <w:r w:rsidRPr="004F10E3">
        <w:rPr>
          <w:rFonts w:hint="eastAsia"/>
        </w:rPr>
        <w:t>”</w:t>
      </w:r>
    </w:p>
    <w:p w:rsidR="00E13B95" w:rsidRDefault="00E13B95" w:rsidP="00C73930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E13B95" w:rsidRDefault="004F10E3" w:rsidP="00E13B95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০১</w:t>
      </w:r>
      <w:r w:rsidRPr="004F10E3">
        <w:rPr>
          <w:cs/>
          <w:lang w:bidi="bn-IN"/>
        </w:rPr>
        <w:t xml:space="preserve">) </w:t>
      </w:r>
    </w:p>
    <w:p w:rsidR="00E13B95" w:rsidRDefault="004F10E3" w:rsidP="00E13B95">
      <w:pPr>
        <w:pStyle w:val="Heading1Center"/>
        <w:rPr>
          <w:lang w:bidi="bn-BD"/>
        </w:rPr>
      </w:pPr>
      <w:bookmarkStart w:id="2" w:name="_Toc493152399"/>
      <w:r w:rsidRPr="004F10E3">
        <w:rPr>
          <w:cs/>
          <w:lang w:bidi="bn-BD"/>
        </w:rPr>
        <w:t>লজ্জা</w:t>
      </w:r>
      <w:bookmarkEnd w:id="2"/>
      <w:r w:rsidRPr="004F10E3">
        <w:rPr>
          <w:rtl/>
          <w:cs/>
          <w:lang w:bidi="bn-BD"/>
        </w:rPr>
        <w:t xml:space="preserve"> </w:t>
      </w:r>
    </w:p>
    <w:p w:rsidR="00E13B95" w:rsidRDefault="004F10E3" w:rsidP="00C4321A">
      <w:pPr>
        <w:pStyle w:val="libEn"/>
      </w:pPr>
      <w:r w:rsidRPr="006C1BAE">
        <w:t>“</w:t>
      </w:r>
      <w:r w:rsidRPr="004F10E3">
        <w:rPr>
          <w:rFonts w:hint="cs"/>
          <w:cs/>
          <w:lang w:bidi="bn-IN"/>
        </w:rPr>
        <w:t>হাবসা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ইথিওপিয়া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অধিবাসী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খোদা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>.)-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রাসূলাল্লাহ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t>?</w:t>
      </w:r>
      <w:r w:rsidRPr="006C1BAE">
        <w:t xml:space="preserve">” </w:t>
      </w:r>
    </w:p>
    <w:p w:rsidR="00E13B95" w:rsidRDefault="004F10E3" w:rsidP="00E13B95">
      <w:pPr>
        <w:pStyle w:val="libEn"/>
      </w:pPr>
      <w:r w:rsidRPr="004F10E3">
        <w:rPr>
          <w:rFonts w:hint="cs"/>
          <w:cs/>
          <w:lang w:bidi="bn-IN"/>
        </w:rPr>
        <w:t>দয়াল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তাওবার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খোলা।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E13B95" w:rsidRDefault="004F10E3" w:rsidP="00E13B95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হাবসী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চিত্তে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রাসূলে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</w:p>
    <w:p w:rsidR="00E13B95" w:rsidRDefault="004F10E3" w:rsidP="00E13B95">
      <w:pPr>
        <w:pStyle w:val="libEn"/>
      </w:pPr>
      <w:r w:rsidRPr="004F10E3">
        <w:rPr>
          <w:rFonts w:hint="cs"/>
          <w:cs/>
          <w:lang w:bidi="bn-IN"/>
        </w:rPr>
        <w:t>কিছুদিন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পুনরায়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নবীকে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রাসুলালাহ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গুনাহ্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দেখতেন</w:t>
      </w:r>
      <w:r w:rsidRPr="004F10E3">
        <w:t>?</w:t>
      </w:r>
      <w:r w:rsidRPr="006C1BAE">
        <w:t xml:space="preserve">” </w:t>
      </w:r>
    </w:p>
    <w:p w:rsidR="00E13B95" w:rsidRDefault="00E13B95" w:rsidP="00E13B95">
      <w:pPr>
        <w:pStyle w:val="libEn"/>
      </w:pP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নবী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সা</w:t>
      </w:r>
      <w:r w:rsidR="004F10E3" w:rsidRPr="004F10E3">
        <w:rPr>
          <w:cs/>
          <w:lang w:bidi="bn-IN"/>
        </w:rPr>
        <w:t xml:space="preserve">.) </w:t>
      </w:r>
      <w:r w:rsidR="004F10E3" w:rsidRPr="004F10E3">
        <w:rPr>
          <w:rFonts w:hint="cs"/>
          <w:cs/>
          <w:lang w:bidi="bn-IN"/>
        </w:rPr>
        <w:t>উত্তরে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বলেন</w:t>
      </w:r>
      <w:r w:rsidR="004F10E3" w:rsidRPr="004F10E3">
        <w:rPr>
          <w:cs/>
          <w:lang w:bidi="bn-IN"/>
        </w:rPr>
        <w:t xml:space="preserve"> : </w:t>
      </w:r>
      <w:r w:rsidR="004F10E3" w:rsidRPr="006C1BAE">
        <w:t>“</w:t>
      </w:r>
      <w:r w:rsidR="004F10E3" w:rsidRPr="004F10E3">
        <w:rPr>
          <w:rFonts w:hint="cs"/>
          <w:cs/>
          <w:lang w:bidi="bn-IN"/>
        </w:rPr>
        <w:t>জি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হ্যাঁ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দেখতেন।</w:t>
      </w:r>
      <w:r w:rsidR="004F10E3" w:rsidRPr="004F10E3">
        <w:rPr>
          <w:rFonts w:hint="eastAsia"/>
        </w:rPr>
        <w:t>”</w:t>
      </w:r>
      <w:r w:rsidR="004F10E3" w:rsidRPr="004F10E3">
        <w:t xml:space="preserve"> </w:t>
      </w:r>
    </w:p>
    <w:p w:rsidR="00D3764E" w:rsidRDefault="004F10E3" w:rsidP="00E13B95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হাবসী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শীতল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তাওবা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অপরাধ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মোচন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গুনা</w:t>
      </w:r>
      <w:r w:rsidR="00E13B95">
        <w:rPr>
          <w:rFonts w:hint="cs"/>
          <w:cs/>
          <w:lang w:bidi="bn-IN"/>
        </w:rPr>
        <w:t>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t>?</w:t>
      </w:r>
      <w:r w:rsidRPr="006C1BAE">
        <w:t>”</w:t>
      </w:r>
      <w:r w:rsidRPr="00D3764E">
        <w:rPr>
          <w:rStyle w:val="libFootnotenumChar"/>
          <w:cs/>
          <w:lang w:bidi="bn-BD"/>
        </w:rPr>
        <w:t>১</w:t>
      </w:r>
      <w:r w:rsidRPr="004F10E3">
        <w:rPr>
          <w:cs/>
          <w:lang w:bidi="bn-IN"/>
        </w:rPr>
        <w:t xml:space="preserve"> </w:t>
      </w:r>
    </w:p>
    <w:p w:rsidR="00D3764E" w:rsidRDefault="00D3764E" w:rsidP="00E13B95">
      <w:pPr>
        <w:pStyle w:val="libEn"/>
        <w:rPr>
          <w:lang w:bidi="bn-IN"/>
        </w:rPr>
      </w:pPr>
    </w:p>
    <w:p w:rsidR="00D3764E" w:rsidRDefault="004F10E3" w:rsidP="00D3764E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০২</w:t>
      </w:r>
      <w:r w:rsidRPr="004F10E3">
        <w:rPr>
          <w:cs/>
          <w:lang w:bidi="bn-IN"/>
        </w:rPr>
        <w:t xml:space="preserve">) </w:t>
      </w:r>
    </w:p>
    <w:p w:rsidR="00D3764E" w:rsidRDefault="004F10E3" w:rsidP="00D3764E">
      <w:pPr>
        <w:pStyle w:val="Heading1Center"/>
        <w:rPr>
          <w:lang w:bidi="bn-BD"/>
        </w:rPr>
      </w:pPr>
      <w:bookmarkStart w:id="3" w:name="_Toc493152400"/>
      <w:r w:rsidRPr="004F10E3">
        <w:rPr>
          <w:cs/>
          <w:lang w:bidi="bn-BD"/>
        </w:rPr>
        <w:t>জাহান্নামী</w:t>
      </w:r>
      <w:r w:rsidRPr="004F10E3">
        <w:rPr>
          <w:rtl/>
          <w:cs/>
          <w:lang w:bidi="bn-BD"/>
        </w:rPr>
        <w:t xml:space="preserve"> </w:t>
      </w:r>
      <w:r w:rsidRPr="004F10E3">
        <w:rPr>
          <w:cs/>
          <w:lang w:bidi="bn-BD"/>
        </w:rPr>
        <w:t>কে</w:t>
      </w:r>
      <w:r w:rsidRPr="004F10E3">
        <w:rPr>
          <w:lang w:bidi="bn-BD"/>
        </w:rPr>
        <w:t>?</w:t>
      </w:r>
      <w:bookmarkEnd w:id="3"/>
      <w:r w:rsidRPr="004F10E3">
        <w:rPr>
          <w:lang w:bidi="bn-BD"/>
        </w:rPr>
        <w:t xml:space="preserve"> </w:t>
      </w:r>
    </w:p>
    <w:p w:rsidR="00D3764E" w:rsidRDefault="00D3764E" w:rsidP="00E13B95">
      <w:pPr>
        <w:pStyle w:val="libEn"/>
      </w:pPr>
    </w:p>
    <w:p w:rsidR="005A26CC" w:rsidRPr="00C55FDE" w:rsidRDefault="004F10E3" w:rsidP="00C55FDE">
      <w:pPr>
        <w:pStyle w:val="libNormal"/>
      </w:pPr>
      <w:r w:rsidRPr="00C55FDE">
        <w:t>[</w:t>
      </w:r>
      <w:r w:rsidRPr="00C55FDE">
        <w:rPr>
          <w:rFonts w:hint="cs"/>
          <w:cs/>
        </w:rPr>
        <w:t>হযরত</w:t>
      </w:r>
      <w:r w:rsidRPr="00C55FDE">
        <w:rPr>
          <w:cs/>
        </w:rPr>
        <w:t xml:space="preserve"> </w:t>
      </w:r>
      <w:r w:rsidR="000C3463" w:rsidRPr="00C55FDE">
        <w:rPr>
          <w:rFonts w:hint="cs"/>
          <w:cs/>
        </w:rPr>
        <w:t>জা</w:t>
      </w:r>
      <w:r w:rsidR="002B4E6C" w:rsidRPr="00C73930">
        <w:rPr>
          <w:rStyle w:val="libEnChar"/>
        </w:rPr>
        <w:t>’</w:t>
      </w:r>
      <w:r w:rsidRPr="00C55FDE">
        <w:rPr>
          <w:rFonts w:hint="cs"/>
          <w:cs/>
        </w:rPr>
        <w:t>ফর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ইবনে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ইউনুস</w:t>
      </w:r>
      <w:r w:rsidRPr="00C55FDE">
        <w:rPr>
          <w:cs/>
        </w:rPr>
        <w:t xml:space="preserve"> (</w:t>
      </w:r>
      <w:r w:rsidRPr="00C55FDE">
        <w:rPr>
          <w:rFonts w:hint="cs"/>
          <w:cs/>
        </w:rPr>
        <w:t>রহ</w:t>
      </w:r>
      <w:r w:rsidRPr="00C55FDE">
        <w:rPr>
          <w:cs/>
        </w:rPr>
        <w:t xml:space="preserve">:) </w:t>
      </w:r>
      <w:r w:rsidRPr="00C55FDE">
        <w:rPr>
          <w:rFonts w:hint="cs"/>
          <w:cs/>
        </w:rPr>
        <w:t>শিবলী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নামে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ছিলেন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সুপরিচিত।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তিনি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২৪৭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হিজরীতে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জন্মগ্রহন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আর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৩৫৫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হিজরীতে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চিরস্থায়ী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আবাস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পানে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গমন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করেন।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হিজরী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তৃতীয়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ও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চতু</w:t>
      </w:r>
      <w:r w:rsidR="00C55FDE" w:rsidRPr="00C55FDE">
        <w:t xml:space="preserve">র্থ </w:t>
      </w:r>
      <w:r w:rsidRPr="00C55FDE">
        <w:rPr>
          <w:rFonts w:hint="cs"/>
          <w:cs/>
        </w:rPr>
        <w:t>শতাব্দিতে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এ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বিখ্যাত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অধ্যাত্মিক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সাধক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ছিলেন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বহুল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আলোচিত।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তিনি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ছিলেন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আধ্যা</w:t>
      </w:r>
      <w:r w:rsidR="00C55FDE" w:rsidRPr="00C55FDE">
        <w:t>ত্মি</w:t>
      </w:r>
      <w:r w:rsidRPr="00C55FDE">
        <w:rPr>
          <w:rFonts w:hint="cs"/>
          <w:cs/>
        </w:rPr>
        <w:t>ক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lastRenderedPageBreak/>
        <w:t>জগতের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মহাসাধক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হযরত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জুনাইদে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বাগদাদী</w:t>
      </w:r>
      <w:r w:rsidRPr="00C55FDE">
        <w:rPr>
          <w:cs/>
        </w:rPr>
        <w:t xml:space="preserve"> (</w:t>
      </w:r>
      <w:r w:rsidRPr="00C55FDE">
        <w:rPr>
          <w:rFonts w:hint="cs"/>
          <w:cs/>
        </w:rPr>
        <w:t>রহ</w:t>
      </w:r>
      <w:r w:rsidRPr="00C55FDE">
        <w:rPr>
          <w:cs/>
        </w:rPr>
        <w:t>:)-</w:t>
      </w:r>
      <w:r w:rsidRPr="00C55FDE">
        <w:rPr>
          <w:rFonts w:hint="cs"/>
          <w:cs/>
        </w:rPr>
        <w:t>এর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শিষ্য।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তাঁর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পরবর্তী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সময়ে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নামকরা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বহু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সাধকের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গুরু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ও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ওস্তাদও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ছিলেন</w:t>
      </w:r>
      <w:r w:rsidRPr="00C55FDE">
        <w:rPr>
          <w:cs/>
        </w:rPr>
        <w:t xml:space="preserve"> </w:t>
      </w:r>
      <w:r w:rsidRPr="00C55FDE">
        <w:rPr>
          <w:rFonts w:hint="cs"/>
          <w:cs/>
        </w:rPr>
        <w:t>তিনি।</w:t>
      </w:r>
      <w:r w:rsidRPr="00C55FDE">
        <w:rPr>
          <w:cs/>
        </w:rPr>
        <w:t>]-</w:t>
      </w:r>
    </w:p>
    <w:p w:rsidR="00B06148" w:rsidRDefault="004F10E3" w:rsidP="00B06148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</w:t>
      </w:r>
      <w:r w:rsidRPr="004F10E3">
        <w:rPr>
          <w:cs/>
          <w:lang w:bidi="bn-IN"/>
        </w:rPr>
        <w:t xml:space="preserve">:)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সমর্থক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বিরোধী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প্রচন্ডভাবে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নিষ্ঠুরতার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বহিস্কারেরও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অসংখ্য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তৈরীকারকও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মাত্র।</w:t>
      </w:r>
      <w:r w:rsidRPr="004F10E3">
        <w:rPr>
          <w:cs/>
          <w:lang w:bidi="bn-IN"/>
        </w:rPr>
        <w:t xml:space="preserve"> </w:t>
      </w:r>
    </w:p>
    <w:p w:rsidR="00B06148" w:rsidRDefault="004F10E3" w:rsidP="00B06148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প্রস্তুতকারক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দোকানের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ক্ষুধার্ত।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ক্ষুধার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জ্বালায়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উপায়ন্তর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টুকরো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আবেদন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>)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আবেদন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অচেনা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ক্ষুধার্ত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</w:p>
    <w:p w:rsidR="00C55FDE" w:rsidRDefault="004F10E3" w:rsidP="00B06148">
      <w:pPr>
        <w:pStyle w:val="libEn"/>
      </w:pP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দোকানে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তামাশা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t>?</w:t>
      </w:r>
      <w:r w:rsidRPr="006C1BAE">
        <w:t xml:space="preserve">”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করতাম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>
        <w:rPr>
          <w:rFonts w:hint="cs"/>
          <w:lang w:bidi="bn-IN"/>
        </w:rPr>
        <w:t>’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দিতাম।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B06148" w:rsidRDefault="004F10E3" w:rsidP="00B06148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টুকরো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বঞ্চিত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অমনি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আফসোস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আফসোস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সঙ্কুচিত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জ্বালিয়ে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পেরেশান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বিচলিতভাবে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সন্ধানে।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খোজাখোজির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প্রস্তুতকারক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জড়িয়ে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বিনীত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t xml:space="preserve">, </w:t>
      </w:r>
      <w:r w:rsidRPr="006C1BAE">
        <w:t>‘</w:t>
      </w:r>
      <w:r w:rsidRPr="004F10E3">
        <w:rPr>
          <w:rFonts w:hint="cs"/>
          <w:cs/>
          <w:lang w:bidi="bn-IN"/>
        </w:rPr>
        <w:t>হুজুর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আসুন।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আসুন।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হুজুর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নিশ্চুপ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t xml:space="preserve">, </w:t>
      </w:r>
      <w:r w:rsidRPr="006C1BAE">
        <w:t>‘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একরাত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গরীবখানায়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থাকুন।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গৌরবময়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তৌফিকের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শোকরগুজারস্বরূপ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নিমন্ত্রণ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অনুগ্রহ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আকুতি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প্রত্যাখ্যান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আকুতি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মিনতি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রুটিওয়ালার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দাওয়াত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</w:p>
    <w:p w:rsidR="00B06148" w:rsidRDefault="004F10E3" w:rsidP="00B06148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রুটিওয়ালার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গৃহে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আয়োজন।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দস্তরখানার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জমায়েত।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মেহমানদারিতে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খরচ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</w:p>
    <w:p w:rsidR="002B4E6C" w:rsidRDefault="004F10E3" w:rsidP="00B06148">
      <w:pPr>
        <w:pStyle w:val="libEn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নৈশভোজে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ব্যস্ত।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অতিথিদের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দোযখবাসী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বেহেস্তবাসীর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t>?</w:t>
      </w:r>
      <w:r w:rsidRPr="006C1BAE">
        <w:t xml:space="preserve">” </w:t>
      </w:r>
    </w:p>
    <w:p w:rsidR="002B4E6C" w:rsidRDefault="004F10E3" w:rsidP="00B06148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জবাবে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জাহান্নামী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অপারগ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খরচ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দ্বিধাবোধ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জান্নাতীরা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rFonts w:hint="eastAsia"/>
        </w:rPr>
        <w:t>”</w:t>
      </w:r>
      <w:r w:rsidRPr="002B4E6C">
        <w:rPr>
          <w:rStyle w:val="libFootnotenumChar"/>
          <w:cs/>
          <w:lang w:bidi="bn-BD"/>
        </w:rPr>
        <w:t>২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684D2D" w:rsidRDefault="00684D2D" w:rsidP="003E25A4">
      <w:pPr>
        <w:pStyle w:val="libNormal"/>
        <w:rPr>
          <w:lang w:bidi="bn-IN"/>
        </w:rPr>
      </w:pPr>
    </w:p>
    <w:p w:rsidR="002B4E6C" w:rsidRDefault="004F10E3" w:rsidP="002B4E6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</w:t>
      </w:r>
      <w:r w:rsidRPr="004F10E3">
        <w:rPr>
          <w:cs/>
          <w:lang w:bidi="bn-IN"/>
        </w:rPr>
        <w:t xml:space="preserve">) </w:t>
      </w:r>
    </w:p>
    <w:p w:rsidR="002B4E6C" w:rsidRDefault="004F10E3" w:rsidP="002B4E6C">
      <w:pPr>
        <w:pStyle w:val="Heading1Center"/>
        <w:rPr>
          <w:lang w:bidi="bn-BD"/>
        </w:rPr>
      </w:pPr>
      <w:bookmarkStart w:id="4" w:name="_Toc493152401"/>
      <w:r w:rsidRPr="004F10E3">
        <w:rPr>
          <w:cs/>
          <w:lang w:bidi="bn-BD"/>
        </w:rPr>
        <w:t>উপকারী কাজ</w:t>
      </w:r>
      <w:bookmarkEnd w:id="4"/>
      <w:r w:rsidRPr="004F10E3">
        <w:rPr>
          <w:cs/>
          <w:lang w:bidi="bn-BD"/>
        </w:rPr>
        <w:t xml:space="preserve"> </w:t>
      </w:r>
    </w:p>
    <w:p w:rsidR="002B4E6C" w:rsidRDefault="004F10E3" w:rsidP="002B4E6C">
      <w:pPr>
        <w:pStyle w:val="libEn"/>
      </w:pPr>
      <w:r w:rsidRPr="004F10E3">
        <w:rPr>
          <w:rFonts w:hint="cs"/>
          <w:cs/>
          <w:lang w:bidi="bn-IN"/>
        </w:rPr>
        <w:t>পীর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আঞ্জাম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</w:t>
      </w:r>
      <w:r w:rsidRPr="004F10E3">
        <w:t xml:space="preserve">? </w:t>
      </w:r>
      <w:r w:rsidRPr="006C1BAE"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বাদশাহ্।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ভিক্ষুক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সাহায্যের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আংটি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সিংহাসনে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ধরলাম।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B4E6C" w:rsidRDefault="004F10E3" w:rsidP="002B4E6C">
      <w:pPr>
        <w:pStyle w:val="libEn"/>
      </w:pP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অতিক্রম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আটক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চুড়ান্ত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উৎসর্গ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B4E6C" w:rsidRDefault="004F10E3" w:rsidP="002B4E6C">
      <w:pPr>
        <w:pStyle w:val="libEn"/>
        <w:rPr>
          <w:lang w:bidi="bn-IN"/>
        </w:rPr>
      </w:pPr>
      <w:r w:rsidRPr="004F10E3">
        <w:rPr>
          <w:rFonts w:hint="cs"/>
          <w:cs/>
          <w:lang w:bidi="bn-IN"/>
        </w:rPr>
        <w:t>এতক্ষন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নিশ্চুপ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মনোযোগ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সহকারে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6C1BAE">
        <w:t>“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নির্দিষ্ট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>
        <w:rPr>
          <w:rFonts w:hint="cs"/>
          <w:lang w:bidi="bn-IN"/>
        </w:rPr>
        <w:t>’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করেছো।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মু</w:t>
      </w:r>
      <w:r w:rsidR="002B4E6C">
        <w:rPr>
          <w:rFonts w:hint="cs"/>
          <w:lang w:bidi="bn-IN"/>
        </w:rPr>
        <w:t>’</w:t>
      </w:r>
      <w:r w:rsidRPr="004F10E3">
        <w:rPr>
          <w:rFonts w:hint="cs"/>
          <w:cs/>
          <w:lang w:bidi="bn-IN"/>
        </w:rPr>
        <w:t>মিন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সূর্য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সূর্যের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তাপের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-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বঞ্চিত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পৌছেছে</w:t>
      </w:r>
      <w:r w:rsidRPr="004F10E3">
        <w:t>?</w:t>
      </w:r>
      <w:r w:rsidRPr="006C1BAE">
        <w:t xml:space="preserve">” </w:t>
      </w:r>
      <w:r w:rsidRPr="004F10E3">
        <w:rPr>
          <w:rFonts w:hint="cs"/>
          <w:cs/>
          <w:lang w:bidi="bn-IN"/>
        </w:rPr>
        <w:t>মুরীদরা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রইলো।</w:t>
      </w:r>
      <w:r w:rsidRPr="002B4E6C">
        <w:rPr>
          <w:rStyle w:val="libFootnotenumChar"/>
          <w:cs/>
          <w:lang w:bidi="bn-BD"/>
        </w:rPr>
        <w:t>৩</w:t>
      </w:r>
      <w:r w:rsidRPr="004F10E3">
        <w:rPr>
          <w:cs/>
          <w:lang w:bidi="bn-IN"/>
        </w:rPr>
        <w:t xml:space="preserve"> </w:t>
      </w:r>
    </w:p>
    <w:p w:rsidR="002B4E6C" w:rsidRPr="007051EA" w:rsidRDefault="003E25A4" w:rsidP="007051EA">
      <w:r>
        <w:rPr>
          <w:lang w:bidi="bn-IN"/>
        </w:rPr>
        <w:br w:type="page"/>
      </w:r>
    </w:p>
    <w:p w:rsidR="002B4E6C" w:rsidRDefault="004F10E3" w:rsidP="002B4E6C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০৪</w:t>
      </w:r>
      <w:r w:rsidRPr="004F10E3">
        <w:rPr>
          <w:cs/>
          <w:lang w:bidi="bn-IN"/>
        </w:rPr>
        <w:t xml:space="preserve">) </w:t>
      </w:r>
    </w:p>
    <w:p w:rsidR="002B4E6C" w:rsidRDefault="004F10E3" w:rsidP="00466FB4">
      <w:pPr>
        <w:pStyle w:val="Heading1Center"/>
        <w:rPr>
          <w:lang w:bidi="bn-BD"/>
        </w:rPr>
      </w:pPr>
      <w:bookmarkStart w:id="5" w:name="_Toc493152402"/>
      <w:r w:rsidRPr="004F10E3">
        <w:rPr>
          <w:cs/>
          <w:lang w:bidi="bn-BD"/>
        </w:rPr>
        <w:t>ভিতরে আসতে বাধা</w:t>
      </w:r>
      <w:bookmarkEnd w:id="5"/>
      <w:r w:rsidRPr="004F10E3">
        <w:rPr>
          <w:cs/>
          <w:lang w:bidi="bn-BD"/>
        </w:rPr>
        <w:t xml:space="preserve"> </w:t>
      </w:r>
    </w:p>
    <w:p w:rsidR="00C97A36" w:rsidRDefault="004F10E3" w:rsidP="00C97A3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ধর্মে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প্রত্যয়শীল।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ধর্মের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</w:p>
    <w:p w:rsidR="00C97A36" w:rsidRDefault="004F10E3" w:rsidP="00C97A3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গোসল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সরঞ্জাম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গোসল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হাম্মামের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রওয়ানা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rFonts w:hint="eastAsia"/>
        </w:rPr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যাত্রা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পেলো।</w:t>
      </w:r>
      <w:r w:rsidRPr="004F10E3">
        <w:rPr>
          <w:cs/>
          <w:lang w:bidi="bn-IN"/>
        </w:rPr>
        <w:t xml:space="preserve"> </w:t>
      </w:r>
    </w:p>
    <w:p w:rsidR="00C97A36" w:rsidRDefault="004F10E3" w:rsidP="00C97A36">
      <w:pPr>
        <w:pStyle w:val="libNormal"/>
      </w:pP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মহাশয়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অনুমতি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আসি।</w:t>
      </w:r>
      <w:r w:rsidRPr="00C73930">
        <w:rPr>
          <w:rStyle w:val="libEnChar"/>
        </w:rPr>
        <w:t>”</w:t>
      </w:r>
    </w:p>
    <w:p w:rsidR="00C97A36" w:rsidRDefault="004F10E3" w:rsidP="00C97A36">
      <w:pPr>
        <w:pStyle w:val="libNormal"/>
      </w:pP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যাও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তাড়াতাড়ী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দাঁড়িয়ে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রইলাম।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অপেক্ষা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rFonts w:hint="eastAsia"/>
        </w:rPr>
        <w:t>”</w:t>
      </w:r>
    </w:p>
    <w:p w:rsidR="00C97A36" w:rsidRDefault="004F10E3" w:rsidP="00C97A36">
      <w:pPr>
        <w:pStyle w:val="libNormal"/>
      </w:pPr>
      <w:r w:rsidRPr="004F10E3">
        <w:rPr>
          <w:rFonts w:hint="cs"/>
          <w:cs/>
          <w:lang w:bidi="bn-IN"/>
        </w:rPr>
        <w:t>মসজিদে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</w:t>
      </w:r>
      <w:r w:rsidR="00C97A36" w:rsidRPr="00C73930">
        <w:t>ল্লি</w:t>
      </w:r>
      <w:r w:rsidRPr="004F10E3">
        <w:rPr>
          <w:rFonts w:hint="cs"/>
          <w:cs/>
          <w:lang w:bidi="bn-IN"/>
        </w:rPr>
        <w:t>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</w:t>
      </w:r>
      <w:r w:rsidR="00C97A36" w:rsidRPr="00C73930">
        <w:t>ল্লি</w:t>
      </w:r>
      <w:r w:rsidRPr="004F10E3">
        <w:rPr>
          <w:rFonts w:hint="cs"/>
          <w:cs/>
          <w:lang w:bidi="bn-IN"/>
        </w:rPr>
        <w:t>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ধৈর্যধারণ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ধৈর্য্যচ্যুতি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চিৎকার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বাহিরে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C97A36" w:rsidRDefault="004F10E3" w:rsidP="00C97A36">
      <w:pPr>
        <w:pStyle w:val="libNormal"/>
      </w:pP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481D2A" w:rsidRDefault="004F10E3" w:rsidP="00C97A36">
      <w:pPr>
        <w:pStyle w:val="libNormal"/>
      </w:pP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নিকটবর্তি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উঁ</w:t>
      </w:r>
      <w:r w:rsidR="00C97A36">
        <w:rPr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জোড়া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নজরে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চিৎকার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C97A36" w:rsidRDefault="004F10E3" w:rsidP="00C97A3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ম</w:t>
      </w:r>
      <w:r w:rsidR="00C97A36">
        <w:rPr>
          <w:lang w:bidi="bn-IN"/>
        </w:rPr>
        <w:t>সজি</w:t>
      </w:r>
      <w:r w:rsidRPr="004F10E3">
        <w:rPr>
          <w:rFonts w:hint="cs"/>
          <w:cs/>
          <w:lang w:bidi="bn-IN"/>
        </w:rPr>
        <w:t>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দিচ্ছে।</w:t>
      </w:r>
      <w:r w:rsidRPr="004F10E3">
        <w:rPr>
          <w:rFonts w:hint="eastAsia"/>
        </w:rPr>
        <w:t>”</w:t>
      </w:r>
      <w:r w:rsidRPr="00C97A36">
        <w:rPr>
          <w:rStyle w:val="libFootnotenumChar"/>
          <w:cs/>
          <w:lang w:bidi="bn-BD"/>
        </w:rPr>
        <w:t>৪</w:t>
      </w:r>
      <w:r w:rsidRPr="004F10E3">
        <w:rPr>
          <w:cs/>
          <w:lang w:bidi="bn-IN"/>
        </w:rPr>
        <w:t xml:space="preserve"> </w:t>
      </w:r>
    </w:p>
    <w:p w:rsidR="00C97A36" w:rsidRPr="007051EA" w:rsidRDefault="003E25A4" w:rsidP="007051EA">
      <w:r>
        <w:rPr>
          <w:lang w:bidi="bn-IN"/>
        </w:rPr>
        <w:br w:type="page"/>
      </w:r>
    </w:p>
    <w:p w:rsidR="00C97A36" w:rsidRDefault="004F10E3" w:rsidP="00C97A36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০৫</w:t>
      </w:r>
      <w:r w:rsidRPr="004F10E3">
        <w:rPr>
          <w:cs/>
          <w:lang w:bidi="bn-IN"/>
        </w:rPr>
        <w:t>)</w:t>
      </w:r>
    </w:p>
    <w:p w:rsidR="00481D2A" w:rsidRDefault="004F10E3" w:rsidP="00481D2A">
      <w:pPr>
        <w:pStyle w:val="Heading1Center"/>
        <w:rPr>
          <w:lang w:bidi="bn-BD"/>
        </w:rPr>
      </w:pPr>
      <w:bookmarkStart w:id="6" w:name="_Toc493152403"/>
      <w:r w:rsidRPr="004F10E3">
        <w:rPr>
          <w:cs/>
          <w:lang w:bidi="bn-BD"/>
        </w:rPr>
        <w:t>হুকুমের ব্যাপারে খেয়াল</w:t>
      </w:r>
      <w:bookmarkEnd w:id="6"/>
      <w:r w:rsidRPr="004F10E3">
        <w:rPr>
          <w:cs/>
          <w:lang w:bidi="bn-BD"/>
        </w:rPr>
        <w:t xml:space="preserve"> </w:t>
      </w:r>
    </w:p>
    <w:p w:rsidR="00F93378" w:rsidRDefault="004F10E3" w:rsidP="00CF69B6">
      <w:pPr>
        <w:pStyle w:val="libItalic"/>
        <w:rPr>
          <w:lang w:bidi="bn-IN"/>
        </w:rPr>
      </w:pPr>
      <w:r w:rsidRPr="004F10E3">
        <w:rPr>
          <w:cs/>
          <w:lang w:bidi="bn-IN"/>
        </w:rPr>
        <w:t>[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="00481D2A">
        <w:rPr>
          <w:rFonts w:hint="cs"/>
          <w:cs/>
          <w:lang w:bidi="bn-IN"/>
        </w:rPr>
        <w:t>আব্দুল্লাহ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খাফিফ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সিরাজী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সুপরিচিত।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চতুর্থ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শতাব্দির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অন্যতম।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দীর্ঘায়ু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বক্তৃতামালা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আলোচনা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কথোপকথন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আসছে</w:t>
      </w:r>
      <w:r w:rsidRPr="004F10E3">
        <w:rPr>
          <w:rFonts w:hint="cs"/>
          <w:cs/>
          <w:lang w:bidi="bn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পারস্যের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ফারস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প্রদেশে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৩৭১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১৪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পরলোকগমন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সিরাজ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ময়দানে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অবস্থিত।</w:t>
      </w:r>
      <w:r w:rsidRPr="004F10E3">
        <w:rPr>
          <w:cs/>
          <w:lang w:bidi="bn-IN"/>
        </w:rPr>
        <w:t xml:space="preserve">] </w:t>
      </w:r>
    </w:p>
    <w:p w:rsidR="00CF69B6" w:rsidRDefault="004F10E3" w:rsidP="00C97A3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জনশ্রুতি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যাদের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জনেরই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আহমাদ</w:t>
      </w:r>
      <w:r w:rsidR="002B4E6C">
        <w:rPr>
          <w:rFonts w:hint="eastAsia"/>
        </w:rPr>
        <w:t>’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ডাকতেন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অপরজনকে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ডাকতেন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বলে।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="00CF69B6">
        <w:rPr>
          <w:rFonts w:hint="cs"/>
          <w:cs/>
          <w:lang w:bidi="bn-IN"/>
        </w:rPr>
        <w:t>আহমাদে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মহব্বত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</w:t>
      </w:r>
      <w:r w:rsidRPr="004F10E3">
        <w:rPr>
          <w:cs/>
          <w:lang w:bidi="bn-IN"/>
        </w:rPr>
        <w:t xml:space="preserve"> </w:t>
      </w:r>
      <w:r w:rsidR="00CF69B6">
        <w:rPr>
          <w:rFonts w:hint="cs"/>
          <w:cs/>
          <w:lang w:bidi="bn-IN"/>
        </w:rPr>
        <w:t>স্নে</w:t>
      </w:r>
      <w:r w:rsidRPr="004F10E3">
        <w:rPr>
          <w:rFonts w:hint="cs"/>
          <w:cs/>
          <w:lang w:bidi="bn-IN"/>
        </w:rPr>
        <w:t>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বৈষম্য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ব্যবহারে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</w:p>
    <w:p w:rsidR="00CF69B6" w:rsidRDefault="004F10E3" w:rsidP="00C97A36">
      <w:pPr>
        <w:pStyle w:val="libNormal"/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পীরের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হুজুর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কঠোর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কৃচ্ছসাধনা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পরিভ্রমনে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অতিক্রম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="00CF69B6">
        <w:rPr>
          <w:rFonts w:hint="cs"/>
          <w:cs/>
          <w:lang w:bidi="bn-IN"/>
        </w:rPr>
        <w:t>আহমাদে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CF69B6" w:rsidRDefault="004F10E3" w:rsidP="00CF69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সেদিন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এতটুকুই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ওদের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পরীক্ষা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উভয়ের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মর্যাদা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পরিস্কার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পীরের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জানালো।</w:t>
      </w:r>
      <w:r w:rsidRPr="004F10E3">
        <w:rPr>
          <w:cs/>
          <w:lang w:bidi="bn-IN"/>
        </w:rPr>
        <w:t xml:space="preserve"> </w:t>
      </w:r>
    </w:p>
    <w:p w:rsidR="00CF69B6" w:rsidRDefault="004F10E3" w:rsidP="00CF69B6">
      <w:pPr>
        <w:pStyle w:val="libNormal"/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CF69B6" w:rsidRDefault="004F10E3" w:rsidP="00CF69B6">
      <w:pPr>
        <w:pStyle w:val="libNormal"/>
      </w:pP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উটকে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সম্ভব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CF69B6" w:rsidRDefault="004F10E3" w:rsidP="00CF69B6">
      <w:pPr>
        <w:pStyle w:val="libNormal"/>
      </w:pPr>
      <w:r w:rsidRPr="004F10E3">
        <w:rPr>
          <w:rFonts w:hint="cs"/>
          <w:cs/>
          <w:lang w:bidi="bn-IN"/>
        </w:rPr>
        <w:lastRenderedPageBreak/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t>,</w:t>
      </w:r>
      <w:r w:rsidRPr="004F10E3">
        <w:rPr>
          <w:rFonts w:hint="cs"/>
          <w:cs/>
          <w:lang w:bidi="bn-IN"/>
        </w:rPr>
        <w:t>ওটাকে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CF69B6" w:rsidRDefault="004F10E3" w:rsidP="00CF69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তৎক্ষনাৎ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কোমরে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বাঁধলো।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আস্তিন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ব্যর্থতায়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পর্যবসিত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করতে।</w:t>
      </w:r>
      <w:r w:rsidRPr="004F10E3">
        <w:rPr>
          <w:cs/>
          <w:lang w:bidi="bn-IN"/>
        </w:rPr>
        <w:t xml:space="preserve"> </w:t>
      </w:r>
    </w:p>
    <w:p w:rsidR="00CF69B6" w:rsidRDefault="004F10E3" w:rsidP="00CF69B6">
      <w:pPr>
        <w:pStyle w:val="libNormal"/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মুরিদদের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সম্বোধন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পরিষ্কার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গেছে।</w:t>
      </w:r>
      <w:r w:rsidR="003E25A4" w:rsidRPr="007051EA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মুরিদান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পরিষ্কার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অস্পষ্ট।</w:t>
      </w:r>
      <w:r w:rsidR="003E25A4" w:rsidRPr="007051EA">
        <w:rPr>
          <w:rStyle w:val="libEnChar"/>
        </w:rPr>
        <w:t>”</w:t>
      </w:r>
      <w:r w:rsidRPr="004F10E3">
        <w:t xml:space="preserve"> </w:t>
      </w:r>
    </w:p>
    <w:p w:rsidR="00CF69B6" w:rsidRDefault="004F10E3" w:rsidP="00CF69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ওদের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সামর্থের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সামর্থের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</w:p>
    <w:p w:rsidR="00CF69B6" w:rsidRDefault="004F10E3" w:rsidP="00CF69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অবশ্যই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কর্তব্যের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উচিৎ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সম্পাদন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আত্মনিয়োগ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দায়িত্ব।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অসুবিধার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অনুচিত।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ক্ষেত্রে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দ্বিধাহীন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চিত্তে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আঞ্জাম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দায়িত্ব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মনোনিবেশ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t xml:space="preserve">, </w:t>
      </w:r>
      <w:r w:rsidRPr="004F10E3">
        <w:rPr>
          <w:rFonts w:hint="cs"/>
          <w:cs/>
          <w:lang w:bidi="bn-IN"/>
        </w:rPr>
        <w:t>যদিও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সম্পাদন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অপারগ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</w:p>
    <w:p w:rsidR="00CF69B6" w:rsidRDefault="004F10E3" w:rsidP="00CF69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অসম্ভব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CF69B6">
        <w:rPr>
          <w:rStyle w:val="libFootnotenumChar"/>
          <w:cs/>
          <w:lang w:bidi="bn-BD"/>
        </w:rPr>
        <w:t>৫</w:t>
      </w:r>
      <w:r w:rsidRPr="004F10E3">
        <w:rPr>
          <w:cs/>
          <w:lang w:bidi="bn-IN"/>
        </w:rPr>
        <w:t xml:space="preserve"> </w:t>
      </w:r>
    </w:p>
    <w:p w:rsidR="00CF69B6" w:rsidRPr="007051EA" w:rsidRDefault="003E25A4" w:rsidP="007051EA">
      <w:r>
        <w:rPr>
          <w:lang w:bidi="bn-IN"/>
        </w:rPr>
        <w:br w:type="page"/>
      </w:r>
    </w:p>
    <w:p w:rsidR="00CF69B6" w:rsidRDefault="004F10E3" w:rsidP="00CF69B6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০৬</w:t>
      </w:r>
      <w:r w:rsidRPr="004F10E3">
        <w:rPr>
          <w:cs/>
          <w:lang w:bidi="bn-IN"/>
        </w:rPr>
        <w:t>)</w:t>
      </w:r>
    </w:p>
    <w:p w:rsidR="00CF69B6" w:rsidRDefault="004F10E3" w:rsidP="00CF69B6">
      <w:pPr>
        <w:pStyle w:val="Heading1Center"/>
        <w:rPr>
          <w:lang w:bidi="bn-BD"/>
        </w:rPr>
      </w:pPr>
      <w:bookmarkStart w:id="7" w:name="_Toc493152404"/>
      <w:r w:rsidRPr="004F10E3">
        <w:rPr>
          <w:cs/>
          <w:lang w:bidi="bn-BD"/>
        </w:rPr>
        <w:t>ধীশক্তির পরিচয়</w:t>
      </w:r>
      <w:bookmarkEnd w:id="7"/>
      <w:r w:rsidRPr="004F10E3">
        <w:rPr>
          <w:cs/>
          <w:lang w:bidi="bn-BD"/>
        </w:rPr>
        <w:t xml:space="preserve"> </w:t>
      </w:r>
    </w:p>
    <w:p w:rsidR="000B1B7B" w:rsidRDefault="00CF69B6" w:rsidP="000B1B7B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কাসেম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জুনাইদ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জুনাইদ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উপাধি</w:t>
      </w:r>
      <w:r w:rsidR="004F10E3" w:rsidRPr="004F10E3">
        <w:rPr>
          <w:cs/>
          <w:lang w:bidi="bn-IN"/>
        </w:rPr>
        <w:t xml:space="preserve"> : </w:t>
      </w:r>
      <w:r w:rsidR="004F10E3" w:rsidRPr="004F10E3">
        <w:rPr>
          <w:rFonts w:hint="cs"/>
          <w:cs/>
          <w:lang w:bidi="bn-IN"/>
        </w:rPr>
        <w:t>সাইয়্যেদুত্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তায়িফাহ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ইরফান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আধ্যাত্মিক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সাধনার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উজ্জল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নক্ষত্র।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শ্রেষ্ঠ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বহুল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পরিচিত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সাধকদের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অন্যতম।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আসলে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নেহাভান্দের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অধিবাসী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কিন্তু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বসবাস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করতেন।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সারি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সাক্কত্বির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ভাগ্নে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ত্রিশ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পদভ্রজে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হজ্বব্রত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পালন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তরিকা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আধ্যাত্মিক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সাধনার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মূল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ভিত্তি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ছিলো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সাহু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সতর্কতা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সজীবতা।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বিপরীতে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বায়েজিদ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বোস্তামির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অনুসারীরা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সুক্র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অসর্তকতা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নির্জিবতাকে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তরিকার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মূল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ভিত্তি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হিসেবে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নির্দ্ধারন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করেছেন।</w:t>
      </w:r>
      <w:r w:rsidR="004F10E3" w:rsidRPr="004F10E3">
        <w:rPr>
          <w:cs/>
          <w:lang w:bidi="bn-IN"/>
        </w:rPr>
        <w:t xml:space="preserve"> </w:t>
      </w:r>
    </w:p>
    <w:p w:rsidR="000B1B7B" w:rsidRDefault="004F10E3" w:rsidP="000B1B7B">
      <w:pPr>
        <w:pStyle w:val="libItalic"/>
        <w:rPr>
          <w:lang w:bidi="bn-IN"/>
        </w:rPr>
      </w:pPr>
      <w:r w:rsidRPr="004F10E3">
        <w:rPr>
          <w:rFonts w:hint="cs"/>
          <w:cs/>
          <w:lang w:bidi="bn-IN"/>
        </w:rPr>
        <w:t>সাইয়্যেদুত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তায়িফাহ্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তরিকায়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শরিয়াতের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পাবন্দির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জোড়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অধিকাংশ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তরিকার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সিলসিলা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৩৯৭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ধরণি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বুদের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</w:t>
      </w:r>
      <w:r w:rsidR="000B1B7B">
        <w:rPr>
          <w:rFonts w:hint="cs"/>
          <w:cs/>
          <w:lang w:bidi="bn-IN"/>
        </w:rPr>
        <w:t>ন্নি</w:t>
      </w:r>
      <w:r w:rsidRPr="004F10E3">
        <w:rPr>
          <w:rFonts w:hint="cs"/>
          <w:cs/>
          <w:lang w:bidi="bn-IN"/>
        </w:rPr>
        <w:t>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যান।</w:t>
      </w:r>
      <w:r w:rsidR="005571D3">
        <w:rPr>
          <w:cs/>
          <w:lang w:bidi="bn-IN"/>
        </w:rPr>
        <w:t>]</w:t>
      </w:r>
      <w:r w:rsidRPr="004F10E3">
        <w:rPr>
          <w:cs/>
          <w:lang w:bidi="bn-IN"/>
        </w:rPr>
        <w:t xml:space="preserve"> </w:t>
      </w:r>
    </w:p>
    <w:p w:rsidR="000B1B7B" w:rsidRDefault="004F10E3" w:rsidP="000B1B7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জুনাইদের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t xml:space="preserve">, </w:t>
      </w:r>
      <w:r w:rsidRPr="004F10E3">
        <w:rPr>
          <w:rFonts w:hint="cs"/>
          <w:cs/>
          <w:lang w:bidi="bn-IN"/>
        </w:rPr>
        <w:t>যাকে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হিংসার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দাড়িয়েছিল।</w:t>
      </w:r>
      <w:r w:rsidRPr="004F10E3">
        <w:rPr>
          <w:cs/>
          <w:lang w:bidi="bn-IN"/>
        </w:rPr>
        <w:t xml:space="preserve"> </w:t>
      </w:r>
    </w:p>
    <w:p w:rsidR="000B1B7B" w:rsidRDefault="004F10E3" w:rsidP="000B1B7B">
      <w:pPr>
        <w:pStyle w:val="libNormal"/>
      </w:pP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আঁচ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ভদ্রতা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বোধশক্তি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পরীক্ষা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যাক্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স্পষ্ট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0B1B7B" w:rsidRPr="00C73930">
        <w:rPr>
          <w:rStyle w:val="libEnChar"/>
        </w:rPr>
        <w:t>”</w:t>
      </w:r>
      <w:r w:rsidRPr="004F10E3">
        <w:t xml:space="preserve"> </w:t>
      </w:r>
    </w:p>
    <w:p w:rsidR="001E426B" w:rsidRDefault="004F10E3" w:rsidP="001E426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আনতে।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যাও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বিশজন</w:t>
      </w:r>
      <w:r w:rsidRPr="004F10E3">
        <w:rPr>
          <w:cs/>
          <w:lang w:bidi="bn-IN"/>
        </w:rPr>
        <w:t xml:space="preserve"> </w:t>
      </w:r>
      <w:r w:rsidR="001E426B">
        <w:rPr>
          <w:lang w:bidi="bn-IN"/>
        </w:rPr>
        <w:t>মুরী</w:t>
      </w:r>
      <w:r w:rsidRPr="004F10E3">
        <w:rPr>
          <w:rFonts w:hint="cs"/>
          <w:cs/>
          <w:lang w:bidi="bn-IN"/>
        </w:rPr>
        <w:t>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</w:p>
    <w:p w:rsidR="001E426B" w:rsidRDefault="004F10E3" w:rsidP="001E426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</w:t>
      </w:r>
      <w:r w:rsidRPr="004F10E3">
        <w:rPr>
          <w:cs/>
          <w:lang w:bidi="bn-IN"/>
        </w:rPr>
        <w:t xml:space="preserve"> </w:t>
      </w:r>
      <w:r w:rsidR="00CF69B6">
        <w:rPr>
          <w:rFonts w:hint="cs"/>
          <w:cs/>
          <w:lang w:bidi="bn-IN"/>
        </w:rPr>
        <w:t>স্নে</w:t>
      </w:r>
      <w:r w:rsidRPr="004F10E3">
        <w:rPr>
          <w:rFonts w:hint="cs"/>
          <w:cs/>
          <w:lang w:bidi="bn-IN"/>
        </w:rPr>
        <w:t>হভাজন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জিবন্ত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মুরগীটিই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আসলো।</w:t>
      </w:r>
      <w:r w:rsidRPr="004F10E3">
        <w:rPr>
          <w:cs/>
          <w:lang w:bidi="bn-IN"/>
        </w:rPr>
        <w:t xml:space="preserve"> </w:t>
      </w:r>
    </w:p>
    <w:p w:rsidR="001E426B" w:rsidRDefault="004F10E3" w:rsidP="001E426B">
      <w:pPr>
        <w:pStyle w:val="libNormal"/>
      </w:pP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করনি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মুরীদ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মুরগীকে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পাইনি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1E426B" w:rsidRDefault="004F10E3" w:rsidP="001E426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সম্মোধন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ধীশক্তি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বুদ্ধিমত্তার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মর্যাদাকে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শ্রদ্ধাজ্ঞান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লাগলো।</w:t>
      </w:r>
      <w:r w:rsidRPr="001E426B">
        <w:rPr>
          <w:rStyle w:val="libFootnotenumChar"/>
          <w:cs/>
          <w:lang w:bidi="bn-BD"/>
        </w:rPr>
        <w:t>৬</w:t>
      </w:r>
      <w:r w:rsidRPr="004F10E3">
        <w:rPr>
          <w:cs/>
          <w:lang w:bidi="bn-IN"/>
        </w:rPr>
        <w:t xml:space="preserve"> </w:t>
      </w:r>
    </w:p>
    <w:p w:rsidR="001E426B" w:rsidRDefault="001E426B" w:rsidP="001E426B">
      <w:pPr>
        <w:pStyle w:val="libNormal"/>
        <w:rPr>
          <w:lang w:bidi="bn-IN"/>
        </w:rPr>
      </w:pPr>
    </w:p>
    <w:p w:rsidR="001E426B" w:rsidRDefault="004F10E3" w:rsidP="001E426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০৭</w:t>
      </w:r>
      <w:r w:rsidRPr="004F10E3">
        <w:rPr>
          <w:cs/>
          <w:lang w:bidi="bn-IN"/>
        </w:rPr>
        <w:t>)</w:t>
      </w:r>
    </w:p>
    <w:p w:rsidR="001E426B" w:rsidRDefault="004F10E3" w:rsidP="001E426B">
      <w:pPr>
        <w:pStyle w:val="Heading1Center"/>
        <w:rPr>
          <w:lang w:bidi="bn-BD"/>
        </w:rPr>
      </w:pPr>
      <w:bookmarkStart w:id="8" w:name="_Toc493152405"/>
      <w:r w:rsidRPr="004F10E3">
        <w:rPr>
          <w:cs/>
          <w:lang w:bidi="bn-BD"/>
        </w:rPr>
        <w:t>প্রেমের খেলা</w:t>
      </w:r>
      <w:bookmarkEnd w:id="8"/>
    </w:p>
    <w:p w:rsidR="00C17240" w:rsidRDefault="006F32AD" w:rsidP="001E426B">
      <w:pPr>
        <w:pStyle w:val="libNormal"/>
      </w:pPr>
      <w:r>
        <w:rPr>
          <w:lang w:bidi="bn-IN"/>
        </w:rPr>
        <w:t xml:space="preserve">হযরত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</w:t>
      </w:r>
      <w:r>
        <w:rPr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দুম্বাগুলোর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ঘাস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খাওয়া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দেখছিলেন।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দুম্বা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পাহাড়ী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এলাকার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দৃশ্যকে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মনোরম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তুলছিলো।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আশে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পাশে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ছোট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বড়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পাহাড়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টিলা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পাহাড়ী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জঙ্গল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সারিবদ্ধভাবে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দন্ডায়মান।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ইব্রাহিম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আঃ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কি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চিন্তা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করছিলেন</w:t>
      </w:r>
      <w:r w:rsidR="004F10E3" w:rsidRPr="004F10E3">
        <w:t xml:space="preserve">?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দুম্বার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সংখ্যা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গণনা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করছিলেন</w:t>
      </w:r>
      <w:r w:rsidR="004F10E3" w:rsidRPr="004F10E3">
        <w:t xml:space="preserve">? </w:t>
      </w:r>
      <w:r w:rsidR="004F10E3" w:rsidRPr="004F10E3">
        <w:rPr>
          <w:rFonts w:hint="cs"/>
          <w:cs/>
          <w:lang w:bidi="bn-IN"/>
        </w:rPr>
        <w:t>নাকি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সৃষ্টিকর্তার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বিস্ময়কর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সৃষ্টি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ধ্যানম</w:t>
      </w:r>
      <w:r w:rsidR="00C17240">
        <w:rPr>
          <w:rFonts w:hint="cs"/>
          <w:cs/>
          <w:lang w:bidi="bn-IN"/>
        </w:rPr>
        <w:t>গ্ন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t>?</w:t>
      </w:r>
    </w:p>
    <w:p w:rsidR="00C17240" w:rsidRDefault="004F10E3" w:rsidP="00C1724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চতুর্দিকে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রশ্মিই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প্রতিফলিত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উদ্ঘাটন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ধাঁধার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সূর্য</w:t>
      </w:r>
      <w:r w:rsidRPr="004F10E3">
        <w:t xml:space="preserve">, </w:t>
      </w:r>
      <w:r w:rsidRPr="004F10E3">
        <w:rPr>
          <w:rFonts w:hint="cs"/>
          <w:cs/>
          <w:lang w:bidi="bn-IN"/>
        </w:rPr>
        <w:t>চন্দ্র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গ্রহ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তাঁরা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হৃদয়ে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প্রনয়সিক্ত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নিয়েছিলেন।</w:t>
      </w:r>
      <w:r w:rsidRPr="004F10E3">
        <w:rPr>
          <w:cs/>
          <w:lang w:bidi="bn-IN"/>
        </w:rPr>
        <w:t xml:space="preserve"> </w:t>
      </w:r>
    </w:p>
    <w:p w:rsidR="00C17240" w:rsidRDefault="004F10E3" w:rsidP="00C1724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দুম্বাগুলো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পদচারণা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তবুও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বুদ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পরওয়ারদেগারের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আসেননি।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শব্দ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কর্ণকুহরে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হানলো।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শব্দ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বছরের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আকাঙ্খা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পূঁজা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শব্দটি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কর্ণকুহরে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শব্দটি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বাতাসের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স্পন্দে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ইব্রাহিমের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নামটিই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করছে।</w:t>
      </w:r>
      <w:r w:rsidRPr="004F10E3">
        <w:rPr>
          <w:cs/>
          <w:lang w:bidi="bn-IN"/>
        </w:rPr>
        <w:t xml:space="preserve"> </w:t>
      </w:r>
    </w:p>
    <w:p w:rsidR="00C17240" w:rsidRDefault="004F10E3" w:rsidP="00C1724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)! 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</w:t>
      </w:r>
      <w:r w:rsidRPr="004F10E3">
        <w:rPr>
          <w:cs/>
          <w:lang w:bidi="bn-IN"/>
        </w:rPr>
        <w:t xml:space="preserve">! </w:t>
      </w:r>
    </w:p>
    <w:p w:rsidR="00C17240" w:rsidRDefault="004F10E3" w:rsidP="00C1724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আত্মহারা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হৃদয়স্পশী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মর্মভেদী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মগজকে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এমনভাবে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আপ্লুত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আছেন।</w:t>
      </w:r>
      <w:r w:rsidRPr="004F10E3">
        <w:rPr>
          <w:cs/>
          <w:lang w:bidi="bn-IN"/>
        </w:rPr>
        <w:t xml:space="preserve"> </w:t>
      </w:r>
    </w:p>
    <w:p w:rsidR="00C17240" w:rsidRDefault="004F10E3" w:rsidP="00C1724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আরেকবার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একাংশ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তৎক্ষনাৎ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কুদ্দুসের</w:t>
      </w:r>
      <w:r w:rsidR="00C17240" w:rsidRPr="00C73930">
        <w:rPr>
          <w:rStyle w:val="libEnChar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ধ্বনিপ্রতিধ্বনি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আকাশ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বাতাস</w:t>
      </w:r>
      <w:r w:rsidRPr="004F10E3">
        <w:rPr>
          <w:cs/>
          <w:lang w:bidi="bn-IN"/>
        </w:rPr>
        <w:t xml:space="preserve"> </w:t>
      </w:r>
      <w:r w:rsidR="00C17240">
        <w:rPr>
          <w:lang w:bidi="bn-IN"/>
        </w:rPr>
        <w:t>মু</w:t>
      </w:r>
      <w:r w:rsidR="00C17240">
        <w:rPr>
          <w:rFonts w:hint="cs"/>
          <w:cs/>
          <w:lang w:bidi="bn-IN"/>
        </w:rPr>
        <w:t>খ</w:t>
      </w:r>
      <w:r w:rsidRPr="004F10E3">
        <w:rPr>
          <w:rFonts w:hint="cs"/>
          <w:cs/>
          <w:lang w:bidi="bn-IN"/>
        </w:rPr>
        <w:t>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</w:t>
      </w:r>
      <w:r w:rsidRPr="004F10E3">
        <w:t xml:space="preserve">, 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কুদ্দুস।</w:t>
      </w:r>
      <w:r w:rsidRPr="004F10E3">
        <w:rPr>
          <w:cs/>
          <w:lang w:bidi="bn-IN"/>
        </w:rPr>
        <w:t xml:space="preserve"> </w:t>
      </w:r>
    </w:p>
    <w:p w:rsidR="003A5C0F" w:rsidRDefault="004F10E3" w:rsidP="00C17240">
      <w:pPr>
        <w:pStyle w:val="libNormal"/>
      </w:pP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সীমাহীন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স্বাদের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সাগরে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অস্তিত্বে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দ্বিতীয়বার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তৃতীয়বার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মস্তিষ্কে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অংশ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বল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</w:t>
      </w:r>
      <w:r w:rsidRPr="004F10E3">
        <w:rPr>
          <w:cs/>
          <w:lang w:bidi="bn-IN"/>
        </w:rPr>
        <w:t>!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</w:t>
      </w:r>
      <w:r w:rsidRPr="004F10E3">
        <w:rPr>
          <w:cs/>
          <w:lang w:bidi="bn-IN"/>
        </w:rPr>
        <w:t>!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তবুও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ওঠে।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ক্রমেই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তৃপ্তি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কুকুর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ঝুলানো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সোনালী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অচেনা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সম্বলটুকুও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কুদ্দুস</w:t>
      </w:r>
      <w:r w:rsidRPr="004F10E3">
        <w:rPr>
          <w:cs/>
          <w:lang w:bidi="bn-IN"/>
        </w:rPr>
        <w:t>!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পাহাড়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পর্বত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প্রতিধ্বনিত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পুনরায়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উদ্বেলিত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আকষ্মিকভাবে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সম্বলের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আরেকবার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উৎসর্গ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16689F" w:rsidRDefault="004F10E3" w:rsidP="0016689F">
      <w:pPr>
        <w:pStyle w:val="libNormal"/>
      </w:pPr>
      <w:r w:rsidRPr="004F10E3">
        <w:rPr>
          <w:rFonts w:hint="cs"/>
          <w:cs/>
          <w:lang w:bidi="bn-IN"/>
        </w:rPr>
        <w:t>অচিন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মুচকি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ফুটে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উদ্গ্রীব।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‘‘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জিব্রাঈল</w:t>
      </w:r>
      <w:r w:rsidRPr="004F10E3">
        <w:rPr>
          <w:cs/>
          <w:lang w:bidi="bn-IN"/>
        </w:rPr>
        <w:t xml:space="preserve">! </w:t>
      </w:r>
      <w:r w:rsidR="003A5C0F">
        <w:rPr>
          <w:rFonts w:hint="cs"/>
          <w:cs/>
          <w:lang w:bidi="bn-IN"/>
        </w:rPr>
        <w:t>আল্লাহ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ফেরেস্তা।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অবতারণা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করেছিলাম</w:t>
      </w:r>
      <w:r w:rsidRPr="004F10E3">
        <w:t xml:space="preserve">,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ইলাহ্</w:t>
      </w:r>
      <w:r w:rsidRPr="004F10E3">
        <w:t xml:space="preserve">, </w:t>
      </w:r>
      <w:r w:rsidRPr="004F10E3">
        <w:rPr>
          <w:rFonts w:hint="cs"/>
          <w:cs/>
          <w:lang w:bidi="bn-IN"/>
        </w:rPr>
        <w:t>মৃত্তিকার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তৈরী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খলিলু</w:t>
      </w:r>
      <w:r w:rsidR="0016689F">
        <w:rPr>
          <w:lang w:bidi="bn-IN"/>
        </w:rPr>
        <w:t>ল্লা</w:t>
      </w:r>
      <w:r w:rsidRPr="004F10E3">
        <w:rPr>
          <w:rFonts w:hint="cs"/>
          <w:cs/>
          <w:lang w:bidi="bn-IN"/>
        </w:rPr>
        <w:t>হ্</w:t>
      </w:r>
      <w:r w:rsidRPr="004F10E3">
        <w:rPr>
          <w:cs/>
          <w:lang w:bidi="bn-IN"/>
        </w:rPr>
        <w:t xml:space="preserve"> </w:t>
      </w:r>
      <w:r w:rsidR="002B4E6C" w:rsidRPr="00C73930">
        <w:rPr>
          <w:rStyle w:val="libEnChar"/>
        </w:rPr>
        <w:t>‘</w:t>
      </w:r>
      <w:r w:rsidRPr="006C1BAE">
        <w:t>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পৌছুলো</w:t>
      </w:r>
      <w:r w:rsidRPr="004F10E3">
        <w:t xml:space="preserve">?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পরীক্ষা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স্পষ্ট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আশেক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পূর্ণতার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শিখরে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গেলাম।</w:t>
      </w:r>
      <w:r w:rsidR="0016689F" w:rsidRPr="00C73930">
        <w:rPr>
          <w:rStyle w:val="libEnChar"/>
        </w:rPr>
        <w:t>”</w:t>
      </w:r>
      <w:r w:rsidRPr="004F10E3">
        <w:t xml:space="preserve"> </w:t>
      </w:r>
    </w:p>
    <w:p w:rsidR="0016689F" w:rsidRDefault="004F10E3" w:rsidP="003E25A4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পুনরায়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মহত্বের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নীতি</w:t>
      </w:r>
      <w:r w:rsidR="0016689F">
        <w:rPr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আদর্শ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জিব্রাইল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যমিনের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খুশি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বিচরণ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কিয়ামত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</w:t>
      </w:r>
      <w:r w:rsidR="0016689F">
        <w:rPr>
          <w:lang w:bidi="bn-IN"/>
        </w:rPr>
        <w:t>হমা</w:t>
      </w:r>
      <w:r w:rsidRPr="004F10E3">
        <w:rPr>
          <w:rFonts w:hint="cs"/>
          <w:cs/>
          <w:lang w:bidi="bn-IN"/>
        </w:rPr>
        <w:t>ন।</w:t>
      </w:r>
      <w:r w:rsidR="0016689F" w:rsidRPr="00C73930">
        <w:rPr>
          <w:rStyle w:val="libEnChar"/>
        </w:rPr>
        <w:t>”</w:t>
      </w:r>
      <w:r w:rsidRPr="0016689F">
        <w:rPr>
          <w:rStyle w:val="libFootnotenumChar"/>
          <w:cs/>
          <w:lang w:bidi="bn-BD"/>
        </w:rPr>
        <w:t>৭</w:t>
      </w:r>
      <w:r w:rsidRPr="004F10E3">
        <w:rPr>
          <w:cs/>
          <w:lang w:bidi="bn-IN"/>
        </w:rPr>
        <w:t xml:space="preserve"> </w:t>
      </w:r>
    </w:p>
    <w:p w:rsidR="0016689F" w:rsidRDefault="004F10E3" w:rsidP="0016689F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০৮</w:t>
      </w:r>
      <w:r w:rsidRPr="004F10E3">
        <w:rPr>
          <w:cs/>
          <w:lang w:bidi="bn-IN"/>
        </w:rPr>
        <w:t>)</w:t>
      </w:r>
    </w:p>
    <w:p w:rsidR="0016689F" w:rsidRDefault="004F10E3" w:rsidP="0016689F">
      <w:pPr>
        <w:pStyle w:val="Heading1Center"/>
        <w:rPr>
          <w:lang w:bidi="bn-BD"/>
        </w:rPr>
      </w:pPr>
      <w:bookmarkStart w:id="9" w:name="_Toc493152406"/>
      <w:r w:rsidRPr="004F10E3">
        <w:rPr>
          <w:cs/>
          <w:lang w:bidi="bn-BD"/>
        </w:rPr>
        <w:t>অনুগত দুই দাস</w:t>
      </w:r>
      <w:bookmarkEnd w:id="9"/>
    </w:p>
    <w:p w:rsidR="007E6604" w:rsidRDefault="004F10E3" w:rsidP="007E6604">
      <w:pPr>
        <w:pStyle w:val="libNormal"/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ইস্কান্দার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মাকদুনী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আলেকজান্ডার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বাক্যালাপের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দিভ্জান্স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দিভ্জান্স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নির্জনবাসী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ইস্কান্দার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আশানুরূপ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ক্রোধান্বিত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ক্রোধের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t xml:space="preserve">?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প্রয়োজন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="007E6604" w:rsidRPr="00C73930">
        <w:rPr>
          <w:rStyle w:val="libEnChar"/>
        </w:rPr>
        <w:t>”</w:t>
      </w:r>
      <w:r w:rsidRPr="004F10E3">
        <w:t xml:space="preserve"> </w:t>
      </w:r>
    </w:p>
    <w:p w:rsidR="007E6604" w:rsidRDefault="004F10E3" w:rsidP="007E6604">
      <w:pPr>
        <w:pStyle w:val="libNormal"/>
      </w:pP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প্রয়োজন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মুখোপেক্ষী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E6604" w:rsidRDefault="004F10E3" w:rsidP="007E6604">
      <w:pPr>
        <w:pStyle w:val="libNormal"/>
      </w:pP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অনুগত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সেহেতু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দাসদেরও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95DBE" w:rsidRDefault="004F10E3" w:rsidP="007E6604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ক্রোধ।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টোকে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অধীনে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দাসত্বের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শৃংখল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কর্তৃত্ব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="00595DBE" w:rsidRPr="00C73930">
        <w:rPr>
          <w:rStyle w:val="libEnChar"/>
        </w:rPr>
        <w:t>”</w:t>
      </w:r>
      <w:r w:rsidR="00595DBE" w:rsidRPr="00595DBE">
        <w:rPr>
          <w:rStyle w:val="libFootnotenumChar"/>
          <w:lang w:bidi="bn-BD"/>
        </w:rPr>
        <w:t>৮</w:t>
      </w:r>
      <w:r w:rsidRPr="004F10E3">
        <w:rPr>
          <w:cs/>
          <w:lang w:bidi="bn-IN"/>
        </w:rPr>
        <w:t xml:space="preserve"> </w:t>
      </w:r>
    </w:p>
    <w:p w:rsidR="00595DBE" w:rsidRDefault="00595DBE" w:rsidP="007E6604">
      <w:pPr>
        <w:pStyle w:val="libNormal"/>
        <w:rPr>
          <w:lang w:bidi="bn-IN"/>
        </w:rPr>
      </w:pPr>
    </w:p>
    <w:p w:rsidR="00595DBE" w:rsidRDefault="004F10E3" w:rsidP="00595DBE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০৯</w:t>
      </w:r>
      <w:r w:rsidRPr="004F10E3">
        <w:rPr>
          <w:cs/>
          <w:lang w:bidi="bn-IN"/>
        </w:rPr>
        <w:t>)</w:t>
      </w:r>
    </w:p>
    <w:p w:rsidR="00595DBE" w:rsidRDefault="004F10E3" w:rsidP="00595DBE">
      <w:pPr>
        <w:pStyle w:val="Heading1Center"/>
        <w:rPr>
          <w:lang w:bidi="bn-BD"/>
        </w:rPr>
      </w:pPr>
      <w:bookmarkStart w:id="10" w:name="_Toc493152407"/>
      <w:r w:rsidRPr="004F10E3">
        <w:rPr>
          <w:cs/>
          <w:lang w:bidi="bn-BD"/>
        </w:rPr>
        <w:t>শূন্য দরগাহ্</w:t>
      </w:r>
      <w:bookmarkEnd w:id="10"/>
    </w:p>
    <w:p w:rsidR="00595DBE" w:rsidRDefault="00595DBE" w:rsidP="00595DBE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বায়োজিদ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বোস্তামী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অবশ্যই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গুনা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কয়েকজন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অত্যন্ত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প্রভাবশালী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সাধকদের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গণ্য।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হকওয়ালার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রাহে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মহাপুরুষদের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অবিশ্বাষ্য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প্রভাবের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বিভিন্ন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কাহিনী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বক্তব্য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অন্যান্য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সকল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অলীদের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lastRenderedPageBreak/>
        <w:t>বর্ণিত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বিভিন্ন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গ্রন্থাদিতে।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ফরিদউদ্দিন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আত্তার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নিশাপুরী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তায্কিরাতুল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আওলিয়া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কিতাবে</w:t>
      </w:r>
      <w:r w:rsidR="004F10E3" w:rsidRPr="004F10E3">
        <w:rPr>
          <w:cs/>
          <w:lang w:bidi="bn-IN"/>
        </w:rPr>
        <w:t xml:space="preserve"> -</w:t>
      </w:r>
      <w:r w:rsidR="004F10E3" w:rsidRPr="004F10E3">
        <w:rPr>
          <w:rFonts w:hint="cs"/>
          <w:cs/>
          <w:lang w:bidi="bn-IN"/>
        </w:rPr>
        <w:t>যাতে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অলীদের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মাক্বাম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মর্যাদা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অবস্থার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রয়েছে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সেখানে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সবচেয়ে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বায়োজিদ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বোস্তামীর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কথা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করেছেন।</w:t>
      </w:r>
      <w:r w:rsidR="004F10E3" w:rsidRPr="004F10E3">
        <w:rPr>
          <w:cs/>
          <w:lang w:bidi="bn-IN"/>
        </w:rPr>
        <w:t xml:space="preserve"> </w:t>
      </w:r>
    </w:p>
    <w:p w:rsidR="00595DBE" w:rsidRDefault="004F10E3" w:rsidP="00595DBE">
      <w:pPr>
        <w:pStyle w:val="libItalic"/>
        <w:rPr>
          <w:lang w:bidi="bn-IN"/>
        </w:rPr>
      </w:pPr>
      <w:r w:rsidRPr="004F10E3">
        <w:rPr>
          <w:rFonts w:hint="cs"/>
          <w:cs/>
          <w:lang w:bidi="bn-IN"/>
        </w:rPr>
        <w:t>দ্বিতীয়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শেষাংশে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বোস্তাম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শাহরুদ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কাছাকাছি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অবস্থিত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জন্ম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একষট্টি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ইহলোক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শরীফ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শিষ্য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ভক্তবৃন্দের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মিলন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কেন্দ্র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পরিগণিত।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সংক্ষিপ্ত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পরিচয়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এতটুকুই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ইসলামী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ইরফান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ইসলামী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আধ্যাত্ববাদের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মডেল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পরিগণিত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রেফতপন্থি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খ্যাতি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অতুলনীয়।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মাওলানা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রুমী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বিখ্যাত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গ্রন্থ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মসনাভীয়ে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নাভী</w:t>
      </w:r>
      <w:r w:rsidR="002B4E6C">
        <w:rPr>
          <w:rFonts w:hint="eastAsia"/>
        </w:rPr>
        <w:t>’</w:t>
      </w:r>
      <w:r w:rsidRPr="004F10E3">
        <w:t xml:space="preserve"> (</w:t>
      </w:r>
      <w:r w:rsidRPr="004F10E3">
        <w:rPr>
          <w:rFonts w:hint="cs"/>
          <w:cs/>
          <w:lang w:bidi="bn-IN"/>
        </w:rPr>
        <w:t>মাসনভী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শরীফ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হাকিকত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মহত্ত্বের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মডেল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Pr="004F10E3">
        <w:rPr>
          <w:cs/>
          <w:lang w:bidi="bn-IN"/>
        </w:rPr>
        <w:t xml:space="preserve">] </w:t>
      </w:r>
    </w:p>
    <w:p w:rsidR="00595DBE" w:rsidRDefault="004F10E3" w:rsidP="00595DBE">
      <w:pPr>
        <w:pStyle w:val="libNormal"/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বায়োজিদ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বোস্তামীকে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কয়েকটি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পৌছেছেন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95DBE" w:rsidRDefault="004F10E3" w:rsidP="00595DBE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="00595DBE">
        <w:rPr>
          <w:lang w:bidi="bn-IN"/>
        </w:rPr>
        <w:t>বায়ে</w:t>
      </w:r>
      <w:r w:rsidRPr="004F10E3">
        <w:rPr>
          <w:rFonts w:hint="cs"/>
          <w:cs/>
          <w:lang w:bidi="bn-IN"/>
        </w:rPr>
        <w:t>জিদ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শৈশবে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বোস্তাম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চন্দ্র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বিতরণ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ঘুমন্ত।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আঠারো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বিন্দুর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সমতুল্য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অন্তর্জ্বালা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পীড়িত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সাংঘাতিকভাবে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মানসিক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পরিবর্তন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পৌছুতে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সক্ষম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হয়েছি।</w:t>
      </w:r>
      <w:r w:rsidRPr="004F10E3">
        <w:rPr>
          <w:cs/>
          <w:lang w:bidi="bn-IN"/>
        </w:rPr>
        <w:t xml:space="preserve"> </w:t>
      </w:r>
    </w:p>
    <w:p w:rsidR="00595DBE" w:rsidRDefault="004F10E3" w:rsidP="00595DBE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প্রভূ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বিরাট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শূন্যতা</w:t>
      </w:r>
      <w:r w:rsidRPr="004F10E3">
        <w:rPr>
          <w:cs/>
          <w:lang w:bidi="bn-IN"/>
        </w:rPr>
        <w:t xml:space="preserve">!!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ব্যবস্থাপনা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>!!!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অদৃশ্য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ধ্বনি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দরগাহর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শূন্যতার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বস্তুতঃপক্ষে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অনুপযুক্ত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আসুক।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দরগাহর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উপযুক্ত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="00595DBE" w:rsidRPr="00C73930">
        <w:rPr>
          <w:rStyle w:val="libEnChar"/>
        </w:rPr>
        <w:t>”</w:t>
      </w:r>
      <w:r w:rsidR="00595DBE" w:rsidRPr="00595DBE">
        <w:rPr>
          <w:rStyle w:val="libFootnotenumChar"/>
          <w:lang w:bidi="bn-BD"/>
        </w:rPr>
        <w:t>৯</w:t>
      </w:r>
      <w:r w:rsidRPr="004F10E3">
        <w:rPr>
          <w:cs/>
          <w:lang w:bidi="bn-IN"/>
        </w:rPr>
        <w:t xml:space="preserve"> </w:t>
      </w:r>
    </w:p>
    <w:p w:rsidR="00595DBE" w:rsidRDefault="00595DBE" w:rsidP="00595DBE">
      <w:pPr>
        <w:pStyle w:val="libNormal"/>
        <w:rPr>
          <w:lang w:bidi="bn-IN"/>
        </w:rPr>
      </w:pPr>
    </w:p>
    <w:p w:rsidR="00595DBE" w:rsidRDefault="004F10E3" w:rsidP="00595DBE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১০</w:t>
      </w:r>
      <w:r w:rsidRPr="004F10E3">
        <w:rPr>
          <w:cs/>
          <w:lang w:bidi="bn-IN"/>
        </w:rPr>
        <w:t>)</w:t>
      </w:r>
    </w:p>
    <w:p w:rsidR="00595DBE" w:rsidRDefault="00E13B95" w:rsidP="00595DBE">
      <w:pPr>
        <w:pStyle w:val="Heading1Center"/>
        <w:rPr>
          <w:lang w:bidi="bn-BD"/>
        </w:rPr>
      </w:pPr>
      <w:bookmarkStart w:id="11" w:name="_Toc493152408"/>
      <w:r>
        <w:rPr>
          <w:cs/>
          <w:lang w:bidi="bn-BD"/>
        </w:rPr>
        <w:t>আল্লাহর</w:t>
      </w:r>
      <w:r w:rsidR="004F10E3" w:rsidRPr="004F10E3">
        <w:rPr>
          <w:cs/>
          <w:lang w:bidi="bn-BD"/>
        </w:rPr>
        <w:t xml:space="preserve"> আতিথেয়তা</w:t>
      </w:r>
      <w:bookmarkEnd w:id="11"/>
      <w:r w:rsidR="004F10E3" w:rsidRPr="004F10E3">
        <w:rPr>
          <w:cs/>
          <w:lang w:bidi="bn-BD"/>
        </w:rPr>
        <w:t xml:space="preserve"> </w:t>
      </w:r>
    </w:p>
    <w:p w:rsidR="007C6FBD" w:rsidRDefault="004F10E3" w:rsidP="0043703A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)-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আবেদন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মেহমান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পক্ষ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)-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</w:t>
      </w:r>
      <w:r w:rsidRPr="004F10E3">
        <w:rPr>
          <w:cs/>
          <w:lang w:bidi="bn-IN"/>
        </w:rPr>
        <w:t xml:space="preserve"> : </w:t>
      </w:r>
    </w:p>
    <w:p w:rsidR="007C6FBD" w:rsidRDefault="004F10E3" w:rsidP="0043703A">
      <w:pPr>
        <w:pStyle w:val="libNormal"/>
      </w:pP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সত্তুর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বছর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C6FBD" w:rsidRDefault="004F10E3" w:rsidP="0043703A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অহির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সন্ধানে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ইব্রাহিমকে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এসেছো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আদ্যপ্রান্ত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ইব্রাহিমকে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দয়ালু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ধর্ম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পারি।</w:t>
      </w:r>
      <w:r w:rsidR="007C6FBD" w:rsidRPr="00C73930">
        <w:rPr>
          <w:rStyle w:val="libEnChar"/>
        </w:rPr>
        <w:t>”</w:t>
      </w:r>
      <w:r w:rsidRPr="007C6FBD">
        <w:rPr>
          <w:rStyle w:val="libFootnotenumChar"/>
          <w:cs/>
          <w:lang w:bidi="bn-BD"/>
        </w:rPr>
        <w:t>১০</w:t>
      </w:r>
      <w:r w:rsidRPr="004F10E3">
        <w:rPr>
          <w:cs/>
          <w:lang w:bidi="bn-IN"/>
        </w:rPr>
        <w:t xml:space="preserve"> </w:t>
      </w:r>
    </w:p>
    <w:p w:rsidR="007C6FBD" w:rsidRDefault="004F10E3" w:rsidP="007C6FBD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১১</w:t>
      </w:r>
      <w:r w:rsidRPr="004F10E3">
        <w:rPr>
          <w:cs/>
          <w:lang w:bidi="bn-IN"/>
        </w:rPr>
        <w:t xml:space="preserve">) </w:t>
      </w:r>
    </w:p>
    <w:p w:rsidR="007C6FBD" w:rsidRDefault="004F10E3" w:rsidP="007C6FBD">
      <w:pPr>
        <w:pStyle w:val="Heading1Center"/>
        <w:rPr>
          <w:lang w:bidi="bn-BD"/>
        </w:rPr>
      </w:pPr>
      <w:bookmarkStart w:id="12" w:name="_Toc493152409"/>
      <w:r w:rsidRPr="004F10E3">
        <w:rPr>
          <w:cs/>
          <w:lang w:bidi="bn-BD"/>
        </w:rPr>
        <w:t>শত্রুর সাথে যাত্রা</w:t>
      </w:r>
      <w:bookmarkEnd w:id="12"/>
    </w:p>
    <w:p w:rsidR="007C6FBD" w:rsidRDefault="004F10E3" w:rsidP="003E25A4">
      <w:pPr>
        <w:pStyle w:val="libItalic"/>
        <w:rPr>
          <w:lang w:bidi="bn-IN"/>
        </w:rPr>
      </w:pPr>
      <w:r w:rsidRPr="004F10E3">
        <w:rPr>
          <w:cs/>
          <w:lang w:bidi="bn-IN"/>
        </w:rPr>
        <w:t>[</w:t>
      </w:r>
      <w:r w:rsidRPr="004F10E3">
        <w:rPr>
          <w:rFonts w:hint="cs"/>
          <w:cs/>
          <w:lang w:bidi="bn-IN"/>
        </w:rPr>
        <w:t>জনাব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ইলিয়াস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সেনাপতি।</w:t>
      </w:r>
      <w:r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চতুর্থ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শতাব্দিতে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বৃহত্তম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পরিগণিত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সেকালে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সেনাপতির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সম্মানজনক।</w:t>
      </w:r>
      <w:r w:rsidRPr="004F10E3">
        <w:rPr>
          <w:cs/>
          <w:lang w:bidi="bn-IN"/>
        </w:rPr>
        <w:t xml:space="preserve">] </w:t>
      </w:r>
    </w:p>
    <w:p w:rsidR="007C6FBD" w:rsidRDefault="004F10E3" w:rsidP="007C6FBD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ইলিয়াস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দাক্কাক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স্বদেশী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প্রদর্শন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দাক্কাকের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নসিহত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ইলিয়াসের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</w:p>
    <w:p w:rsidR="007C6FBD" w:rsidRDefault="004F10E3" w:rsidP="007C6FBD">
      <w:pPr>
        <w:pStyle w:val="libNormal"/>
      </w:pP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C6FBD" w:rsidRDefault="004F10E3" w:rsidP="007C6FBD">
      <w:pPr>
        <w:pStyle w:val="libNormal"/>
      </w:pPr>
      <w:r w:rsidRPr="004F10E3">
        <w:rPr>
          <w:rFonts w:hint="cs"/>
          <w:cs/>
          <w:lang w:bidi="bn-IN"/>
        </w:rPr>
        <w:t>সেনাপতি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দাক্কান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ইলিয়াসের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দৌলতকে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শত্রুকে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C6FBD" w:rsidRDefault="004F10E3" w:rsidP="007C6FBD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সেনাপতি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ইলিয়াস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বিস্ময়াভিভূত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চুপ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ধন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দৌলতকে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করি।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পছন্দনীয়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জিনিষকে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দরবেশের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সেনাপতির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টনক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নড়লো।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চক্ষুযুগল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অশ্রুতে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অতিবাহিত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স্বম্বিত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</w:p>
    <w:p w:rsidR="007C6FBD" w:rsidRDefault="004F10E3" w:rsidP="007C6FBD">
      <w:pPr>
        <w:pStyle w:val="libNormal"/>
        <w:rPr>
          <w:lang w:bidi="bn-IN"/>
        </w:rPr>
      </w:pPr>
      <w:r w:rsidRPr="00C73930">
        <w:rPr>
          <w:rStyle w:val="libEnChar"/>
        </w:rPr>
        <w:lastRenderedPageBreak/>
        <w:t>“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তন্দ্রা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জাগ্রত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পুরস্কার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হেদায়েতের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দেখালেন।</w:t>
      </w:r>
      <w:r w:rsidR="007C6FBD" w:rsidRPr="00C73930">
        <w:rPr>
          <w:rStyle w:val="libEnChar"/>
        </w:rPr>
        <w:t>”</w:t>
      </w:r>
      <w:r w:rsidRPr="007C6FBD">
        <w:rPr>
          <w:rStyle w:val="libFootnotenumChar"/>
          <w:cs/>
          <w:lang w:bidi="bn-BD"/>
        </w:rPr>
        <w:t>১১</w:t>
      </w:r>
      <w:r w:rsidRPr="004F10E3">
        <w:rPr>
          <w:cs/>
          <w:lang w:bidi="bn-IN"/>
        </w:rPr>
        <w:t xml:space="preserve"> </w:t>
      </w:r>
    </w:p>
    <w:p w:rsidR="007C6FBD" w:rsidRDefault="007C6FBD" w:rsidP="007C6FBD">
      <w:pPr>
        <w:pStyle w:val="libNormal"/>
        <w:rPr>
          <w:lang w:bidi="bn-IN"/>
        </w:rPr>
      </w:pPr>
    </w:p>
    <w:p w:rsidR="007C6FBD" w:rsidRDefault="004F10E3" w:rsidP="008677B3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১২</w:t>
      </w:r>
      <w:r w:rsidRPr="004F10E3">
        <w:rPr>
          <w:cs/>
          <w:lang w:bidi="bn-IN"/>
        </w:rPr>
        <w:t>)</w:t>
      </w:r>
    </w:p>
    <w:p w:rsidR="008677B3" w:rsidRDefault="004F10E3" w:rsidP="008677B3">
      <w:pPr>
        <w:pStyle w:val="Heading1Center"/>
        <w:rPr>
          <w:lang w:bidi="bn-BD"/>
        </w:rPr>
      </w:pPr>
      <w:bookmarkStart w:id="13" w:name="_Toc493152410"/>
      <w:r w:rsidRPr="004F10E3">
        <w:rPr>
          <w:cs/>
          <w:lang w:bidi="bn-BD"/>
        </w:rPr>
        <w:t>কোথাও খুজে পাবেনা আমাকে</w:t>
      </w:r>
      <w:bookmarkEnd w:id="13"/>
    </w:p>
    <w:p w:rsidR="008677B3" w:rsidRDefault="004F10E3" w:rsidP="008677B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গ্রীসের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প্রাচীন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সক্রেটিসের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মৃত্যুদন্ডের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ঘোষনা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পথযাত্রী।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মৃত্যুদন্ড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কার্যকরী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সময়গুলোতে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ভক্তবৃন্দরা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চতুষ্পা</w:t>
      </w:r>
      <w:r w:rsidR="008677B3">
        <w:rPr>
          <w:rFonts w:hint="cs"/>
          <w:cs/>
          <w:lang w:bidi="bn-IN"/>
        </w:rPr>
        <w:t>র্শ্বে</w:t>
      </w:r>
      <w:r w:rsidRPr="004F10E3">
        <w:t xml:space="preserve"> </w:t>
      </w:r>
      <w:r w:rsidRPr="004F10E3">
        <w:rPr>
          <w:rFonts w:hint="cs"/>
          <w:cs/>
          <w:lang w:bidi="bn-IN"/>
        </w:rPr>
        <w:t>জমায়েত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হয়েছেন।</w:t>
      </w:r>
      <w:r w:rsidRPr="004F10E3">
        <w:rPr>
          <w:cs/>
          <w:lang w:bidi="bn-IN"/>
        </w:rPr>
        <w:t xml:space="preserve"> </w:t>
      </w:r>
    </w:p>
    <w:p w:rsidR="008677B3" w:rsidRDefault="004F10E3" w:rsidP="008677B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অনেকে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আসুন।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আদালত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মৃত্যুদন্ডের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কার্যকর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ফাঁসি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বিরুদ্ধে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ফাঁসির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বাতিল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যাবেন।</w:t>
      </w:r>
      <w:r w:rsidR="008677B3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অনড়</w:t>
      </w:r>
      <w:r w:rsidRPr="004F10E3">
        <w:t xml:space="preserve">, </w:t>
      </w:r>
      <w:r w:rsidRPr="004F10E3">
        <w:rPr>
          <w:rFonts w:hint="cs"/>
          <w:cs/>
          <w:lang w:bidi="bn-IN"/>
        </w:rPr>
        <w:t>অবিচল।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হটতে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নন।</w:t>
      </w:r>
      <w:r w:rsidRPr="004F10E3">
        <w:rPr>
          <w:cs/>
          <w:lang w:bidi="bn-IN"/>
        </w:rPr>
        <w:t xml:space="preserve"> </w:t>
      </w:r>
    </w:p>
    <w:p w:rsidR="008677B3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‘‘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মিথ্যার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আশ্রয়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8677B3" w:rsidRPr="00C73930">
        <w:rPr>
          <w:rStyle w:val="libEnChar"/>
        </w:rPr>
        <w:t>”</w:t>
      </w:r>
      <w:r w:rsidRPr="004F10E3">
        <w:t xml:space="preserve"> </w:t>
      </w:r>
    </w:p>
    <w:p w:rsidR="008677B3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মৃত্যুদন্ড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বাঁচানো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অশ্রুভেজা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যেহেতু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ফাঁসি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রেহাই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সেহেতু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8677B3" w:rsidRDefault="004F10E3" w:rsidP="008677B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ভক্তদের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সক্রেটিস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নাগাল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শিক্ষার্থীরা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ওস্তাদ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মুহুর্তেও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তাদেরকে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রেফাত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উপলব্ধি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অবশিষ্ঠ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হাড্ডি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মাংশ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মরদেহ</w:t>
      </w:r>
      <w:r w:rsidRPr="004F10E3">
        <w:rPr>
          <w:cs/>
          <w:lang w:bidi="bn-IN"/>
        </w:rPr>
        <w:t xml:space="preserve"> -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দ্রুত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দাফন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দূগর্ন্ধ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ছড়াতে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</w:p>
    <w:p w:rsidR="005B2912" w:rsidRDefault="004F10E3" w:rsidP="008677B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সক্রেটিস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পৌঁছুতে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শুধুমাত্র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মরদেহ।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মৃত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শিক্ষার্থীদের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নাগালে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খুশি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নাগাল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8677B3" w:rsidRPr="00C73930">
        <w:rPr>
          <w:rStyle w:val="libEnChar"/>
        </w:rPr>
        <w:t>”</w:t>
      </w:r>
      <w:r w:rsidRPr="005B2912">
        <w:rPr>
          <w:rStyle w:val="libFootnotenumChar"/>
          <w:cs/>
          <w:lang w:bidi="bn-BD"/>
        </w:rPr>
        <w:t>১২</w:t>
      </w:r>
      <w:r w:rsidRPr="004F10E3">
        <w:rPr>
          <w:cs/>
          <w:lang w:bidi="bn-IN"/>
        </w:rPr>
        <w:t xml:space="preserve"> </w:t>
      </w:r>
    </w:p>
    <w:p w:rsidR="005B2912" w:rsidRDefault="005B2912" w:rsidP="008677B3">
      <w:pPr>
        <w:pStyle w:val="libNormal"/>
        <w:rPr>
          <w:lang w:bidi="bn-IN"/>
        </w:rPr>
      </w:pPr>
    </w:p>
    <w:p w:rsidR="005B2912" w:rsidRDefault="004F10E3" w:rsidP="005B2912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১৩</w:t>
      </w:r>
      <w:r w:rsidRPr="004F10E3">
        <w:rPr>
          <w:cs/>
          <w:lang w:bidi="bn-IN"/>
        </w:rPr>
        <w:t xml:space="preserve">) </w:t>
      </w:r>
    </w:p>
    <w:p w:rsidR="005B2912" w:rsidRDefault="004F10E3" w:rsidP="005B2912">
      <w:pPr>
        <w:pStyle w:val="Heading1Center"/>
        <w:rPr>
          <w:lang w:bidi="bn-BD"/>
        </w:rPr>
      </w:pPr>
      <w:bookmarkStart w:id="14" w:name="_Toc493152411"/>
      <w:r w:rsidRPr="004F10E3">
        <w:rPr>
          <w:cs/>
          <w:lang w:bidi="bn-BD"/>
        </w:rPr>
        <w:t>বাদশাহীর মূল্য</w:t>
      </w:r>
      <w:bookmarkEnd w:id="14"/>
      <w:r w:rsidRPr="004F10E3">
        <w:rPr>
          <w:cs/>
          <w:lang w:bidi="bn-BD"/>
        </w:rPr>
        <w:t xml:space="preserve"> </w:t>
      </w:r>
    </w:p>
    <w:p w:rsidR="005B2912" w:rsidRDefault="005B2912" w:rsidP="005B2912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শাক্বিক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বালখী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দ্বিতীয়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আব্বাসীয়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শাষক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হারুন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রাশীদের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সমসাময়িক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কালের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স্বনামধন্য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সুফী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শিষ্যদের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সবচে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গুরুত্বপূর্ণ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শিক্ষা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তাওয়াক্কুল</w:t>
      </w:r>
      <w:r w:rsidR="004F10E3" w:rsidRPr="004F10E3">
        <w:rPr>
          <w:cs/>
          <w:lang w:bidi="bn-IN"/>
        </w:rPr>
        <w:t xml:space="preserve"> (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ভরসা</w:t>
      </w:r>
      <w:r w:rsidR="004F10E3" w:rsidRPr="004F10E3">
        <w:rPr>
          <w:cs/>
          <w:lang w:bidi="bn-IN"/>
        </w:rPr>
        <w:t>)</w:t>
      </w:r>
      <w:r w:rsidR="004F10E3" w:rsidRPr="004F10E3">
        <w:rPr>
          <w:rFonts w:hint="cs"/>
          <w:cs/>
          <w:lang w:bidi="hi-IN"/>
        </w:rPr>
        <w:t>।</w:t>
      </w:r>
      <w:r w:rsidR="004F10E3" w:rsidRPr="004F10E3">
        <w:rPr>
          <w:cs/>
          <w:lang w:bidi="bn-IN"/>
        </w:rPr>
        <w:t xml:space="preserve">]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কথিত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শাক্বিক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হজ্বব্রত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যাত্রা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বাগদাদে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যাত্রবিরতি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হারুন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রাশিদ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শাক্বিক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বালখী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পৌঁছালেন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হারুন</w:t>
      </w:r>
      <w:r w:rsidRPr="004F10E3">
        <w:rPr>
          <w:cs/>
          <w:lang w:bidi="bn-IN"/>
        </w:rPr>
        <w:t xml:space="preserve">-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রাশিদ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তুমিই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শাক্বিক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দুনিয়াত্যাগী</w:t>
      </w:r>
      <w:r w:rsidRPr="004F10E3">
        <w:rPr>
          <w:cs/>
          <w:lang w:bidi="bn-IN"/>
        </w:rPr>
        <w:t>)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শাক্বিক।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lastRenderedPageBreak/>
        <w:t>দরবেশ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পিপাসার্ত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পাঞ্জা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লড়তে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t xml:space="preserve">,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বিক্রেতা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অর্ধেক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B2912" w:rsidRDefault="004F10E3" w:rsidP="008677B3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বাদশাহীর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অর্ধাংশ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তাতেও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তৃষ্ণা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নিবারণ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t>?</w:t>
      </w:r>
      <w:r w:rsidRPr="00C73930">
        <w:rPr>
          <w:rStyle w:val="libEnChar"/>
        </w:rPr>
        <w:t>”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করাবো।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তাতেও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t xml:space="preserve">? </w:t>
      </w:r>
      <w:r w:rsidRPr="004F10E3">
        <w:rPr>
          <w:rFonts w:hint="cs"/>
          <w:cs/>
          <w:lang w:bidi="bn-IN"/>
        </w:rPr>
        <w:t>শুধুমাত্র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আরোগ্য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ইচ্ছুক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পরিত্রানের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বাবদ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আছি।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B2912" w:rsidRDefault="004F10E3" w:rsidP="005B2912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হারুন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কিসের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বড়াই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-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পুনরায়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একথা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হারুন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রাশিদ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রইলেন।</w:t>
      </w:r>
      <w:r w:rsidRPr="005B2912">
        <w:rPr>
          <w:rStyle w:val="libFootnotenumChar"/>
          <w:cs/>
          <w:lang w:bidi="bn-BD"/>
        </w:rPr>
        <w:t>১৩</w:t>
      </w:r>
      <w:r w:rsidRPr="004F10E3">
        <w:rPr>
          <w:cs/>
          <w:lang w:bidi="bn-IN"/>
        </w:rPr>
        <w:t xml:space="preserve"> </w:t>
      </w:r>
    </w:p>
    <w:p w:rsidR="005B2912" w:rsidRDefault="005B2912" w:rsidP="005B2912">
      <w:pPr>
        <w:pStyle w:val="libNormal"/>
        <w:rPr>
          <w:lang w:bidi="bn-IN"/>
        </w:rPr>
      </w:pPr>
    </w:p>
    <w:p w:rsidR="005B2912" w:rsidRDefault="004F10E3" w:rsidP="005B2912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১৪</w:t>
      </w:r>
      <w:r w:rsidRPr="004F10E3">
        <w:rPr>
          <w:cs/>
          <w:lang w:bidi="bn-IN"/>
        </w:rPr>
        <w:t xml:space="preserve">) </w:t>
      </w:r>
    </w:p>
    <w:p w:rsidR="005B2912" w:rsidRDefault="004F10E3" w:rsidP="005B2912">
      <w:pPr>
        <w:pStyle w:val="Heading1Center"/>
        <w:rPr>
          <w:lang w:bidi="bn-BD"/>
        </w:rPr>
      </w:pPr>
      <w:bookmarkStart w:id="15" w:name="_Toc493152412"/>
      <w:r w:rsidRPr="004F10E3">
        <w:rPr>
          <w:cs/>
          <w:lang w:bidi="bn-BD"/>
        </w:rPr>
        <w:t>উট বাড়ীর ছাদে</w:t>
      </w:r>
      <w:bookmarkEnd w:id="15"/>
      <w:r w:rsidRPr="004F10E3">
        <w:rPr>
          <w:cs/>
          <w:lang w:bidi="bn-BD"/>
        </w:rPr>
        <w:t xml:space="preserve"> </w:t>
      </w:r>
    </w:p>
    <w:p w:rsidR="005B2912" w:rsidRDefault="005B2912" w:rsidP="005B2912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দ্বিতীয়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খ্যাতনামা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দরবেশ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ইব্রাহিম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আদহাম।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সমন্ধে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লেখা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যৌবনকালে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বলখ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রাজ্যের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শাসনকর্তা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শান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শওকত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মর্যাদার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কোন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কমতি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কিন্তু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অল্প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কিছুদিনের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সকল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ছেড়ে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দরবেশের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পথ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যোহ্দ্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lastRenderedPageBreak/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রাজ্যে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বিচরণের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শুরুতেই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দুনিয়ার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সকল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ত্যাগ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পরিবর্তনের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সঠিক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সুষ্পষ্ট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অবধি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কেউ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অবগত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পারেনি।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ফরিদউদ্দিন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আত্তারে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নিশাবুরী</w:t>
      </w:r>
      <w:r w:rsidR="002B4E6C">
        <w:rPr>
          <w:rFonts w:hint="eastAsia"/>
        </w:rPr>
        <w:t>’</w:t>
      </w:r>
      <w:r w:rsidR="004F10E3" w:rsidRPr="004F10E3">
        <w:t>-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স্বনামধন্য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ইরানী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দরবেশ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তাজিরাতুল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আউলিয়া</w:t>
      </w:r>
      <w:r w:rsidR="002B4E6C">
        <w:rPr>
          <w:rFonts w:hint="eastAsia"/>
        </w:rPr>
        <w:t>’</w:t>
      </w:r>
      <w:r w:rsidR="004F10E3" w:rsidRPr="004F10E3">
        <w:t xml:space="preserve"> -</w:t>
      </w:r>
      <w:r w:rsidR="004F10E3" w:rsidRPr="004F10E3">
        <w:rPr>
          <w:rFonts w:hint="cs"/>
          <w:cs/>
          <w:lang w:bidi="bn-IN"/>
        </w:rPr>
        <w:t>কিতাবে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ইব্রাহিম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আদহামের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ব্যাপারে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যার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টিই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পৃ</w:t>
      </w:r>
      <w:r>
        <w:rPr>
          <w:lang w:bidi="bn-IN"/>
        </w:rPr>
        <w:t>থ</w:t>
      </w:r>
      <w:r w:rsidR="004F10E3" w:rsidRPr="004F10E3">
        <w:rPr>
          <w:rFonts w:hint="cs"/>
          <w:cs/>
          <w:lang w:bidi="bn-IN"/>
        </w:rPr>
        <w:t>কভাবে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মানসিক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রুহানী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অবস্থার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পরিবর্তনের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হিসাবে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উলেখ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পারে।</w:t>
      </w:r>
      <w:r w:rsidR="004F10E3" w:rsidRPr="004F10E3">
        <w:rPr>
          <w:cs/>
          <w:lang w:bidi="bn-IN"/>
        </w:rPr>
        <w:t xml:space="preserve">] </w:t>
      </w:r>
    </w:p>
    <w:p w:rsidR="005B2912" w:rsidRDefault="004F10E3" w:rsidP="005B2912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বাদশাহীর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পালংঙ্ক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বিছিয়ে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বিশ্রাম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নিচ্ছেন।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প্রাসাদের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শব্দ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দ্রুত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বিছানা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প্রাসাদের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সিধে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মধ্যবয়সী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পায়চারী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করছে।</w:t>
      </w:r>
      <w:r w:rsidRPr="004F10E3">
        <w:rPr>
          <w:cs/>
          <w:lang w:bidi="bn-IN"/>
        </w:rPr>
        <w:t xml:space="preserve"> 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জাহাঁপনা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খুজছি।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নির্বোধ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নাকি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উটের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থাকবে</w:t>
      </w:r>
      <w:r w:rsidRPr="004F10E3">
        <w:t xml:space="preserve">? </w:t>
      </w:r>
      <w:r w:rsidRPr="004F10E3">
        <w:rPr>
          <w:rFonts w:hint="cs"/>
          <w:cs/>
          <w:lang w:bidi="bn-IN"/>
        </w:rPr>
        <w:t>উট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5B2912" w:rsidRDefault="004F10E3" w:rsidP="005B2912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সাদা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মাটা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জাহাঁপনা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আশ্চর্য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সোনালী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সিংহাসনে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চকচকে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রেশমী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আদহামের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</w:p>
    <w:p w:rsidR="005B2912" w:rsidRDefault="004F10E3" w:rsidP="005B2912">
      <w:pPr>
        <w:pStyle w:val="libNormal"/>
      </w:pP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ইব্রাহীমের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</w:t>
      </w:r>
      <w:r w:rsidR="005B2912">
        <w:rPr>
          <w:rFonts w:hint="cs"/>
          <w:cs/>
          <w:lang w:bidi="bn-IN"/>
        </w:rPr>
        <w:t>স্তা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তৎক্ষনাৎ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সম্পদ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যাত্রা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দেখাশুনা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সুন্দর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মহামূল্যবান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নিরুদ্দেশ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যান।</w:t>
      </w:r>
      <w:r w:rsidRPr="005B2912">
        <w:rPr>
          <w:rStyle w:val="libFootnotenumChar"/>
          <w:cs/>
          <w:lang w:bidi="bn-BD"/>
        </w:rPr>
        <w:t>১৪</w:t>
      </w:r>
      <w:r w:rsidRPr="004F10E3">
        <w:rPr>
          <w:cs/>
          <w:lang w:bidi="bn-IN"/>
        </w:rPr>
        <w:t xml:space="preserve"> </w:t>
      </w:r>
    </w:p>
    <w:p w:rsidR="005B2912" w:rsidRDefault="004F10E3" w:rsidP="005B2912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১৫</w:t>
      </w:r>
      <w:r w:rsidRPr="004F10E3">
        <w:rPr>
          <w:cs/>
          <w:lang w:bidi="bn-IN"/>
        </w:rPr>
        <w:t xml:space="preserve">) </w:t>
      </w:r>
    </w:p>
    <w:p w:rsidR="005B2912" w:rsidRDefault="004F10E3" w:rsidP="005B2912">
      <w:pPr>
        <w:pStyle w:val="Heading1Center"/>
        <w:rPr>
          <w:lang w:bidi="bn-BD"/>
        </w:rPr>
      </w:pPr>
      <w:bookmarkStart w:id="16" w:name="_Toc493152413"/>
      <w:r w:rsidRPr="004F10E3">
        <w:rPr>
          <w:cs/>
          <w:lang w:bidi="bn-BD"/>
        </w:rPr>
        <w:t>সরাইখানা</w:t>
      </w:r>
      <w:bookmarkEnd w:id="16"/>
      <w:r w:rsidRPr="004F10E3">
        <w:rPr>
          <w:cs/>
          <w:lang w:bidi="bn-BD"/>
        </w:rPr>
        <w:t xml:space="preserve"> </w:t>
      </w:r>
    </w:p>
    <w:p w:rsidR="00FB4E87" w:rsidRDefault="004F10E3" w:rsidP="00FB4E8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গণ্যমান্য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মন্ত্রিবর্গ</w:t>
      </w:r>
      <w:r w:rsidRPr="004F10E3">
        <w:t xml:space="preserve">, </w:t>
      </w:r>
      <w:r w:rsidRPr="004F10E3">
        <w:rPr>
          <w:rFonts w:hint="cs"/>
          <w:cs/>
          <w:lang w:bidi="bn-IN"/>
        </w:rPr>
        <w:t>উপদেষ্টা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পরিষদ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পাইকপিয়াদাকে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রাজদরবারে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আহ্বান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সারিবদ্ধভাবে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অতিথিবৃন্দ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মহামান্য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অবনত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মস্তকে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দন্ডায়মান।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অপরিচিত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অনুমতি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গম্ভিরতা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</w:t>
      </w:r>
      <w:r w:rsidRPr="004F10E3">
        <w:rPr>
          <w:cs/>
          <w:lang w:bidi="bn-IN"/>
        </w:rPr>
        <w:t xml:space="preserve"> </w:t>
      </w:r>
      <w:r w:rsidR="00FB4E87">
        <w:rPr>
          <w:rFonts w:hint="cs"/>
          <w:cs/>
          <w:lang w:bidi="bn-IN"/>
        </w:rPr>
        <w:t>হ</w:t>
      </w:r>
      <w:r w:rsidR="00FB4E87">
        <w:rPr>
          <w:lang w:bidi="bn-IN"/>
        </w:rPr>
        <w:t>য়</w:t>
      </w:r>
      <w:r w:rsidRPr="004F10E3">
        <w:rPr>
          <w:rFonts w:hint="cs"/>
          <w:cs/>
          <w:lang w:bidi="bn-IN"/>
        </w:rPr>
        <w:t>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t xml:space="preserve">?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t>?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উপস্থিত।</w:t>
      </w:r>
      <w:r w:rsidRPr="004F10E3">
        <w:rPr>
          <w:cs/>
          <w:lang w:bidi="bn-IN"/>
        </w:rPr>
        <w:t xml:space="preserve"> </w:t>
      </w:r>
    </w:p>
    <w:p w:rsidR="00FB4E87" w:rsidRDefault="004F10E3" w:rsidP="00FB4E87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চিৎকার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আগন্তুক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সরাইখানা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মুসাফির।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সরাইখানা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মুসাফিরদের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বিশ্রামের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বিশ্রাম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B4E87" w:rsidRDefault="004F10E3" w:rsidP="00FB4E87">
      <w:pPr>
        <w:pStyle w:val="libNormal"/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অগ্নিশর্মা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সরাইখানা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রাজপ্রাসাদ।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বাসস্থান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অমুক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...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আগন্তুক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অমুক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বাবা।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আগন্তুক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কোথায়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হস্তগত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আগন্তুক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বাসস্থান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-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সরাইখানা।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প্রতিটি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বাসস্থান।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B4E87" w:rsidRDefault="004F10E3" w:rsidP="00FB4E8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ইব্রাহীম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প্রতিপালক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অবশ্যই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আখেরাতের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বাসস্থানের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উচিত</w:t>
      </w:r>
      <w:r w:rsidRPr="004F10E3">
        <w:t xml:space="preserve">,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চিরস্থায়ী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আবাসস্থল।</w:t>
      </w:r>
      <w:r w:rsidRPr="00FB4E87">
        <w:rPr>
          <w:rStyle w:val="libFootnotenumChar"/>
          <w:cs/>
          <w:lang w:bidi="bn-BD"/>
        </w:rPr>
        <w:t>১৫</w:t>
      </w:r>
      <w:r w:rsidRPr="004F10E3">
        <w:rPr>
          <w:cs/>
          <w:lang w:bidi="bn-IN"/>
        </w:rPr>
        <w:t xml:space="preserve"> </w:t>
      </w:r>
    </w:p>
    <w:p w:rsidR="00FB4E87" w:rsidRDefault="00FB4E87" w:rsidP="00FB4E87">
      <w:pPr>
        <w:pStyle w:val="libNormal"/>
        <w:rPr>
          <w:lang w:bidi="bn-IN"/>
        </w:rPr>
      </w:pPr>
    </w:p>
    <w:p w:rsidR="00FB4E87" w:rsidRDefault="004F10E3" w:rsidP="00FB4E8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১৬</w:t>
      </w:r>
      <w:r w:rsidRPr="004F10E3">
        <w:rPr>
          <w:cs/>
          <w:lang w:bidi="bn-IN"/>
        </w:rPr>
        <w:t>)</w:t>
      </w:r>
    </w:p>
    <w:p w:rsidR="00FB4E87" w:rsidRDefault="004F10E3" w:rsidP="00FB4E87">
      <w:pPr>
        <w:pStyle w:val="Heading1Center"/>
        <w:rPr>
          <w:lang w:bidi="bn-BD"/>
        </w:rPr>
      </w:pPr>
      <w:bookmarkStart w:id="17" w:name="_Toc493152414"/>
      <w:r w:rsidRPr="004F10E3">
        <w:rPr>
          <w:cs/>
          <w:lang w:bidi="bn-BD"/>
        </w:rPr>
        <w:t>নামাজে ঘোড়াকে জলপান</w:t>
      </w:r>
      <w:bookmarkEnd w:id="17"/>
      <w:r w:rsidRPr="004F10E3">
        <w:rPr>
          <w:cs/>
          <w:lang w:bidi="bn-BD"/>
        </w:rPr>
        <w:t xml:space="preserve"> </w:t>
      </w:r>
    </w:p>
    <w:p w:rsidR="00FB4E87" w:rsidRDefault="005B2912" w:rsidP="00FB4E87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হামিদ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গাজ্জালী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পঞ্চম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ষষ্ঠ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চিন্তাবিদ।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৪৫০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তুস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নগরীতে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জন্মগ্রহণ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৫৫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বছরে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একচ্ছত্র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সুখ্যাতি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অর্জন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পঞ্চান্ন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বৎসর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বয়সে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ইন্তেকাল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ইমাম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গাজ্জালীর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জীবন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ঘিরে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বহুল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অলোচিত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বিভিন্ন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ঘটনাবলী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ভ্রমন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জ্ঞানগর্ভ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বিতর্ক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আলোচনার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বাহার।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যিনি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আধ্যাত্মিকতার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সুনাম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অর্জন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শহর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বন্দর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গ্রাম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গঞ্জে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ঘুরে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বেড়াতেন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জনগণকে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আখেরাতের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বার্তা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শোনাতেন।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আহমাদ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অর্থাৎ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আহমাদ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গাজ্জালী।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বয়সে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ইমাম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গাজ্জালীর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কয়েক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বছর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ছোট।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আহমাদ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উভয়েই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সাধনার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অনেক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উচ্চ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পর্যায়ে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পৌছে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জ্ঞানের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সর্বাগ্রে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আহমাদ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আধ্যাত্মিকতায়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উপরে।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ইমাম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গাজ্জালী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জ্ঞান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দক্ষতার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তৎকালীন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সালজুক্বী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রাজবংশের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বাদশাহর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যোগ্য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মন্ত্রী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নিজামিয়্যা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বিশ্ববিদ্যালয়সমূহের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প্রতিষ্ঠাতা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খাজা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নিজামুল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মুলক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তুসীর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পক্ষ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বিশ্বের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সর্ববৃহৎ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বিশ্ববিদ্যালয়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তথা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নিজামিয়ার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চ্যান্সেলার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পদে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নিযুক্ত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বিশ্ববিদ্যালয়ের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প্রাঙ্গনে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জামায়েতের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নামাজ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ইক্বামা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করতেন।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জামায়েতে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অংশগ্রহণ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করতেন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দূর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দূরান্ত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আগত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বহু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আলেম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দরবেশ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জ্ঞানী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গুনী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ছাত্র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শিক্ষক।</w:t>
      </w:r>
      <w:r w:rsidR="004F10E3" w:rsidRPr="004F10E3">
        <w:rPr>
          <w:cs/>
          <w:lang w:bidi="bn-IN"/>
        </w:rPr>
        <w:t xml:space="preserve">] </w:t>
      </w:r>
    </w:p>
    <w:p w:rsidR="00FB4E87" w:rsidRDefault="004F10E3" w:rsidP="00FB4E87">
      <w:pPr>
        <w:pStyle w:val="libNormal"/>
      </w:pPr>
      <w:r w:rsidRPr="004F10E3">
        <w:rPr>
          <w:rFonts w:hint="cs"/>
          <w:cs/>
          <w:lang w:bidi="bn-IN"/>
        </w:rPr>
        <w:lastRenderedPageBreak/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সহোদর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এতসব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জ্ঞানী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গুনী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বিদ্বান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ইমামতিতে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শরীক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অংশগ্রহণ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বয়োজ্যেষ্ঠ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t xml:space="preserve">, 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অংশগ্রহণ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B4E87" w:rsidRDefault="004F10E3" w:rsidP="00FB4E87">
      <w:pPr>
        <w:pStyle w:val="libNormal"/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মুয়াজ্জিনের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ঘোষনা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তৎকালীন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ইসলামী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সর্বশ্রেষ্ঠ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বিদ্বান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ধ্বনি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দন্ডায়মান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শরীক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অর্ধেক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এমতাবস্থায়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সংক্ষিপ্ত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জামায়েতের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রূপান্তরিত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রাগান্বিত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কন্ঠে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শরিয়তের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দ্বীনি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আরম্ভ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ইক্বতিদা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ততক্ষণ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অব্যাহত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যতক্ষণ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গিয়েছিলাম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মধ্যভাগে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ব্যস্ত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কিন্ত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ছিলাম।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ঘোড়াকে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ব্যস্ত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করি।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</w:t>
      </w:r>
      <w:r w:rsidR="00FB4E87">
        <w:rPr>
          <w:lang w:bidi="bn-IN"/>
        </w:rPr>
        <w:t>ল্লী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ইক্বতেদা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উচিৎ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মশগুল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B4E87" w:rsidRDefault="004F10E3" w:rsidP="00FB4E8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মস্তক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অবনত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অবগত।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আশপাশের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ঘোড়াকে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গিয়েছি।</w:t>
      </w:r>
      <w:r w:rsidR="00FB4E87" w:rsidRPr="00C73930">
        <w:rPr>
          <w:rStyle w:val="libEnChar"/>
        </w:rPr>
        <w:t>”</w:t>
      </w:r>
      <w:r w:rsidRPr="00FB4E87">
        <w:rPr>
          <w:rStyle w:val="libFootnotenumChar"/>
          <w:cs/>
          <w:lang w:bidi="bn-BD"/>
        </w:rPr>
        <w:t>১৬</w:t>
      </w:r>
    </w:p>
    <w:p w:rsidR="00FB4E87" w:rsidRDefault="00FB4E87" w:rsidP="00FB4E87">
      <w:pPr>
        <w:pStyle w:val="libNormal"/>
        <w:rPr>
          <w:lang w:bidi="bn-IN"/>
        </w:rPr>
      </w:pPr>
    </w:p>
    <w:p w:rsidR="00FB4E87" w:rsidRDefault="004F10E3" w:rsidP="00FB4E8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১৭</w:t>
      </w:r>
      <w:r w:rsidRPr="004F10E3">
        <w:rPr>
          <w:cs/>
          <w:lang w:bidi="bn-IN"/>
        </w:rPr>
        <w:t>)</w:t>
      </w:r>
    </w:p>
    <w:p w:rsidR="00FB4E87" w:rsidRDefault="004F10E3" w:rsidP="00FB4E87">
      <w:pPr>
        <w:pStyle w:val="Heading1Center"/>
        <w:rPr>
          <w:lang w:bidi="bn-BD"/>
        </w:rPr>
      </w:pPr>
      <w:bookmarkStart w:id="18" w:name="_Toc493152415"/>
      <w:r w:rsidRPr="004F10E3">
        <w:rPr>
          <w:cs/>
          <w:lang w:bidi="bn-BD"/>
        </w:rPr>
        <w:t>দুনিয়ার প্রেম বনাম আসমানী প্রেম</w:t>
      </w:r>
      <w:bookmarkEnd w:id="18"/>
    </w:p>
    <w:p w:rsidR="005571D3" w:rsidRDefault="005B2912" w:rsidP="005571D3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বিশর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হারিস</w:t>
      </w:r>
      <w:r w:rsidR="004F10E3" w:rsidRPr="004F10E3">
        <w:rPr>
          <w:cs/>
          <w:lang w:bidi="bn-IN"/>
        </w:rPr>
        <w:t xml:space="preserve"> -</w:t>
      </w:r>
      <w:r w:rsidR="004F10E3" w:rsidRPr="004F10E3">
        <w:rPr>
          <w:rFonts w:hint="cs"/>
          <w:cs/>
          <w:lang w:bidi="bn-IN"/>
        </w:rPr>
        <w:t>যিনি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বিশর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হাফি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নামে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-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দ্বিতীয়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খ্যাতনাম্য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পারস্যের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মারভ্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শহরের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অধিবাসী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আজকে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তুরকামানিস্থানে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অবস্থিত।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জীবনের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অধিকাংশ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কাটিয়েছেন।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অতঃপর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সমাহিত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কথিত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জীবনের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</w:t>
      </w:r>
      <w:r w:rsidR="00FB4E87">
        <w:rPr>
          <w:lang w:bidi="bn-IN"/>
        </w:rPr>
        <w:t>থ</w:t>
      </w:r>
      <w:r w:rsidR="004F10E3" w:rsidRPr="004F10E3">
        <w:rPr>
          <w:rFonts w:hint="cs"/>
          <w:cs/>
          <w:lang w:bidi="bn-IN"/>
        </w:rPr>
        <w:t>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ভাগে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পাপ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আরাম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আয়েশে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অতিবাহিত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অকস্মাৎ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যোহ্দ্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পারহেজগারীতা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অধ্যাত্মিকতায়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মনোনিবেশ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তাকে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হাফি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বলা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সর্বদা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</w:t>
      </w:r>
      <w:r w:rsidR="00C17240">
        <w:rPr>
          <w:rFonts w:hint="cs"/>
          <w:cs/>
          <w:lang w:bidi="bn-IN"/>
        </w:rPr>
        <w:t>গ্ন</w:t>
      </w:r>
      <w:r w:rsidR="004F10E3" w:rsidRPr="004F10E3">
        <w:rPr>
          <w:rFonts w:hint="cs"/>
          <w:cs/>
          <w:lang w:bidi="bn-IN"/>
        </w:rPr>
        <w:t>পায়ে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ঘুরে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বেড়াতেন।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কাছ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অনেক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</w:t>
      </w:r>
      <w:r w:rsidR="005571D3">
        <w:rPr>
          <w:rFonts w:hint="cs"/>
          <w:cs/>
          <w:lang w:bidi="bn-IN"/>
        </w:rPr>
        <w:t>ম্নো</w:t>
      </w:r>
      <w:r w:rsidR="004F10E3" w:rsidRPr="004F10E3">
        <w:rPr>
          <w:rFonts w:hint="cs"/>
          <w:cs/>
          <w:lang w:bidi="bn-IN"/>
        </w:rPr>
        <w:t>ক্ত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বর্ণনাটি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সেগুলোর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একটি।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5571D3" w:rsidRDefault="004F10E3" w:rsidP="00FB4E8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হাফী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বাগদাদের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বেড়াচ্ছিলাম।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ঘটনাক্রমে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বেত্রাঘাত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বেত্রাঘাত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আর্তনাদ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ফরিয়াদ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চাবুকের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কারাগারের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উৎসুক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চিত্তে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আঘাতপ্রাপ্ত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আপরাধে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চাবুকের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প্রহার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t>?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প্রেমের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এরকমই।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বল্লাম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ক্রন্দন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করোনি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ক্রন্দন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আর্তনাদ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বেত্রাঘাতের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পরিত্রান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সম্ভাবনা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নিবন্ধ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ক্রন্দন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আর্তনাদের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ব</w:t>
      </w:r>
      <w:r w:rsidR="005571D3">
        <w:rPr>
          <w:lang w:bidi="bn-IN"/>
        </w:rPr>
        <w:t>ল</w:t>
      </w:r>
      <w:r w:rsidRPr="004F10E3">
        <w:rPr>
          <w:rFonts w:hint="cs"/>
          <w:cs/>
          <w:lang w:bidi="bn-IN"/>
        </w:rPr>
        <w:t>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চক্ষু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উন্মোচন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আসমানী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হতো</w:t>
      </w:r>
      <w:r w:rsidRPr="004F10E3">
        <w:t>?</w:t>
      </w:r>
      <w:r w:rsidR="002B4E6C" w:rsidRPr="00C73930">
        <w:rPr>
          <w:rStyle w:val="libEnChar"/>
        </w:rPr>
        <w:t>’</w:t>
      </w:r>
      <w:r w:rsidRPr="006C1BAE">
        <w:t xml:space="preserve"> </w:t>
      </w:r>
      <w:r w:rsidRPr="004F10E3">
        <w:rPr>
          <w:rFonts w:hint="cs"/>
          <w:cs/>
          <w:lang w:bidi="bn-IN"/>
        </w:rPr>
        <w:t>আহত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অন্তর্নিহিত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উপলব্ধি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চিৎকার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5571D3">
        <w:rPr>
          <w:rStyle w:val="libFootnotenumChar"/>
          <w:cs/>
          <w:lang w:bidi="bn-BD"/>
        </w:rPr>
        <w:t>১৭</w:t>
      </w:r>
      <w:r w:rsidRPr="004F10E3">
        <w:rPr>
          <w:cs/>
          <w:lang w:bidi="bn-IN"/>
        </w:rPr>
        <w:t xml:space="preserve"> </w:t>
      </w:r>
    </w:p>
    <w:p w:rsidR="005571D3" w:rsidRDefault="005571D3" w:rsidP="00FB4E87">
      <w:pPr>
        <w:pStyle w:val="libNormal"/>
        <w:rPr>
          <w:lang w:bidi="bn-IN"/>
        </w:rPr>
      </w:pPr>
    </w:p>
    <w:p w:rsidR="005571D3" w:rsidRDefault="004F10E3" w:rsidP="005571D3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১৮</w:t>
      </w:r>
      <w:r w:rsidRPr="004F10E3">
        <w:rPr>
          <w:cs/>
          <w:lang w:bidi="bn-IN"/>
        </w:rPr>
        <w:t>)</w:t>
      </w:r>
    </w:p>
    <w:p w:rsidR="005571D3" w:rsidRDefault="004F10E3" w:rsidP="005571D3">
      <w:pPr>
        <w:pStyle w:val="Heading1Center"/>
        <w:rPr>
          <w:lang w:bidi="bn-BD"/>
        </w:rPr>
      </w:pPr>
      <w:bookmarkStart w:id="19" w:name="_Toc493152416"/>
      <w:r w:rsidRPr="004F10E3">
        <w:rPr>
          <w:cs/>
          <w:lang w:bidi="bn-BD"/>
        </w:rPr>
        <w:t>হালুয়ার কত মূল্য</w:t>
      </w:r>
      <w:r w:rsidRPr="004F10E3">
        <w:rPr>
          <w:lang w:bidi="bn-BD"/>
        </w:rPr>
        <w:t>?</w:t>
      </w:r>
      <w:bookmarkEnd w:id="19"/>
      <w:r w:rsidRPr="004F10E3">
        <w:rPr>
          <w:lang w:bidi="bn-BD"/>
        </w:rPr>
        <w:t xml:space="preserve"> </w:t>
      </w:r>
    </w:p>
    <w:p w:rsidR="008C46B6" w:rsidRDefault="004F10E3" w:rsidP="008C46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ক্লান্ত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পরিশ্রান্ত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বিশ্রাম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</w:t>
      </w:r>
      <w:r w:rsidR="005571D3">
        <w:rPr>
          <w:lang w:bidi="bn-IN"/>
        </w:rPr>
        <w:t>স</w:t>
      </w:r>
      <w:r w:rsidRPr="004F10E3">
        <w:rPr>
          <w:rFonts w:hint="cs"/>
          <w:cs/>
          <w:lang w:bidi="bn-IN"/>
        </w:rPr>
        <w:t>জিদে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রাকাত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হেলান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ক্লান্তির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চক্ষু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অভ্যন্তরে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সদ্য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ছাত্রদের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দৌড়া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দৌড়ি।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ক্লাশ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টিফিনের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কাটাচ্ছে।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উন্মুক্ত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পরিচ্ছদে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পরিচ্ছন্ন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পরিপাটি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স্পষ্ট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শুকনো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তাকালো।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গিললো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সামলাতে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ফেললোঃ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শুকনো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দিবো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না।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শুকনো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>!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দেই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কুকুর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জী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হ্যাঁ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পোষ্য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কুকুর।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কুকুরের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শব্দ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>?</w:t>
      </w:r>
      <w:r w:rsidRPr="00C73930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বেচারা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নিরুপায়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কুকুরের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</w:p>
    <w:p w:rsidR="008C46B6" w:rsidRDefault="004F10E3" w:rsidP="008C46B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এতক্ষন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লক্ষ্য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ভক্তবৃন্দরা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কান্নার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দেখ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লোভ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সর্বনাশা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শুকনো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হালুয়ার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কুকুরের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8C46B6" w:rsidRPr="00C73930">
        <w:rPr>
          <w:rStyle w:val="libEnChar"/>
        </w:rPr>
        <w:t>”</w:t>
      </w:r>
      <w:r w:rsidRPr="008C46B6">
        <w:rPr>
          <w:rStyle w:val="libFootnotenumChar"/>
          <w:cs/>
          <w:lang w:bidi="bn-BD"/>
        </w:rPr>
        <w:t>১৮</w:t>
      </w:r>
      <w:r w:rsidRPr="004F10E3">
        <w:rPr>
          <w:cs/>
          <w:lang w:bidi="bn-IN"/>
        </w:rPr>
        <w:t xml:space="preserve"> </w:t>
      </w:r>
    </w:p>
    <w:p w:rsidR="003E25A4" w:rsidRDefault="003E25A4" w:rsidP="008C46B6">
      <w:pPr>
        <w:pStyle w:val="libNormal"/>
        <w:rPr>
          <w:lang w:bidi="bn-IN"/>
        </w:rPr>
      </w:pPr>
    </w:p>
    <w:p w:rsidR="008C46B6" w:rsidRDefault="004F10E3" w:rsidP="008C46B6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১৯</w:t>
      </w:r>
      <w:r w:rsidRPr="004F10E3">
        <w:rPr>
          <w:cs/>
          <w:lang w:bidi="bn-IN"/>
        </w:rPr>
        <w:t>)</w:t>
      </w:r>
    </w:p>
    <w:p w:rsidR="008C46B6" w:rsidRDefault="004F10E3" w:rsidP="008C46B6">
      <w:pPr>
        <w:pStyle w:val="Heading1Center"/>
        <w:rPr>
          <w:lang w:bidi="bn-BD"/>
        </w:rPr>
      </w:pPr>
      <w:bookmarkStart w:id="20" w:name="_Toc493152417"/>
      <w:r w:rsidRPr="004F10E3">
        <w:rPr>
          <w:cs/>
          <w:lang w:bidi="bn-BD"/>
        </w:rPr>
        <w:t>একটি লুঙ্গি ও একটি বা</w:t>
      </w:r>
      <w:r w:rsidR="008C46B6">
        <w:rPr>
          <w:lang w:bidi="bn-BD"/>
        </w:rPr>
        <w:t>লতি</w:t>
      </w:r>
      <w:bookmarkEnd w:id="20"/>
      <w:r w:rsidRPr="004F10E3">
        <w:rPr>
          <w:cs/>
          <w:lang w:bidi="bn-BD"/>
        </w:rPr>
        <w:t xml:space="preserve"> </w:t>
      </w:r>
    </w:p>
    <w:p w:rsidR="00AC55C8" w:rsidRDefault="005B2912" w:rsidP="00AC55C8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খাইর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চতুর্থ</w:t>
      </w:r>
      <w:r w:rsidR="008C46B6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পঞ্চম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স্বনামধন্য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সর্বময়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৩৫৭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মাইহানাহ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স্থানে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গ্রহণ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দৃশ্যত</w:t>
      </w:r>
      <w:r w:rsidR="004F10E3" w:rsidRPr="004F10E3">
        <w:rPr>
          <w:cs/>
          <w:lang w:bidi="bn-IN"/>
        </w:rPr>
        <w:t xml:space="preserve">: </w:t>
      </w:r>
      <w:r w:rsidR="004F10E3" w:rsidRPr="004F10E3">
        <w:rPr>
          <w:rFonts w:hint="cs"/>
          <w:cs/>
          <w:lang w:bidi="bn-IN"/>
        </w:rPr>
        <w:t>সর্বপ্র</w:t>
      </w:r>
      <w:r w:rsidR="008C46B6">
        <w:rPr>
          <w:lang w:bidi="bn-IN"/>
        </w:rPr>
        <w:t>থ</w:t>
      </w:r>
      <w:r w:rsidR="004F10E3" w:rsidRPr="004F10E3">
        <w:rPr>
          <w:rFonts w:hint="cs"/>
          <w:cs/>
          <w:lang w:bidi="bn-IN"/>
        </w:rPr>
        <w:t>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চিন্তাধারাকে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কাব্যের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পোশাক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পরিধান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করিয়েছেন।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দৌহিত্র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মুনওয়ার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ষষ্ঠ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হিজরীতে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আসরারুত্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তাওহীদ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নামক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গ্রন্থ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রচনা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উক্ত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গ্রন্থটিতে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খাইর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>)-</w:t>
      </w:r>
      <w:r w:rsidR="004F10E3" w:rsidRPr="004F10E3">
        <w:rPr>
          <w:rFonts w:hint="cs"/>
          <w:cs/>
          <w:lang w:bidi="bn-IN"/>
        </w:rPr>
        <w:t>এর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আধ্যাত্মিক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অবস্থান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মাক্বমাতের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পাওয়া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যায়।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ক্ষুদ্র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ছোট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বাক্য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সুন্দর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সুন্দর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ঘটনাবলী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সুপ্রসিদ্ধ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আছে।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</w:t>
      </w:r>
      <w:r w:rsidR="008C46B6">
        <w:rPr>
          <w:rFonts w:hint="cs"/>
          <w:cs/>
          <w:lang w:bidi="bn-IN"/>
        </w:rPr>
        <w:t>ম্নে</w:t>
      </w:r>
      <w:r w:rsidR="004F10E3" w:rsidRPr="004F10E3">
        <w:rPr>
          <w:rFonts w:hint="cs"/>
          <w:cs/>
          <w:lang w:bidi="bn-IN"/>
        </w:rPr>
        <w:t>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ঘটনাটি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প্রসঙ্গে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বর্ণিত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হয়েছে।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1000AA" w:rsidRDefault="004F10E3" w:rsidP="001000AA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জুভাইনী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দীর্ঘকালীন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হাম্মামখানাতে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গণ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গোসলখানা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গিয়েছেন।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জুভাইনী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হাম্মামের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হাম্মামের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="00AC55C8">
        <w:rPr>
          <w:lang w:bidi="bn-IN"/>
        </w:rPr>
        <w:t>দু</w:t>
      </w:r>
      <w:r w:rsidR="00AC55C8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আলাপ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আলোচনা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</w:p>
    <w:p w:rsidR="001000AA" w:rsidRDefault="004F10E3" w:rsidP="001000AA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জুভাইনীকে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হাম্মামখানা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পছন্দনীয়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হ্যাঁ।</w:t>
      </w:r>
      <w:r w:rsidR="001000AA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জায়গা।</w:t>
      </w:r>
      <w:r w:rsidR="001000AA" w:rsidRPr="00C73930">
        <w:rPr>
          <w:rStyle w:val="libEnChar"/>
        </w:rPr>
        <w:t>”</w:t>
      </w:r>
      <w:r w:rsidRPr="004F10E3"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আনো।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হাম্মামখানার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পছন্দনীয়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লুঙ্গি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বাল্তি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টোও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আমানত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হয়েছে।</w:t>
      </w:r>
      <w:r w:rsidR="001000AA" w:rsidRPr="00C73930">
        <w:rPr>
          <w:rStyle w:val="libEnChar"/>
        </w:rPr>
        <w:t>”</w:t>
      </w:r>
      <w:r w:rsidRPr="001000AA">
        <w:rPr>
          <w:rStyle w:val="libFootnotenumChar"/>
          <w:cs/>
          <w:lang w:bidi="bn-BD"/>
        </w:rPr>
        <w:t>১৯</w:t>
      </w:r>
      <w:r w:rsidRPr="004F10E3">
        <w:rPr>
          <w:cs/>
          <w:lang w:bidi="bn-IN"/>
        </w:rPr>
        <w:t xml:space="preserve"> </w:t>
      </w:r>
    </w:p>
    <w:p w:rsidR="00433A69" w:rsidRDefault="00433A69" w:rsidP="001000AA">
      <w:pPr>
        <w:pStyle w:val="libNormal"/>
        <w:rPr>
          <w:lang w:bidi="bn-IN"/>
        </w:rPr>
      </w:pPr>
    </w:p>
    <w:p w:rsidR="00433A69" w:rsidRDefault="004F10E3" w:rsidP="00433A69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২০</w:t>
      </w:r>
      <w:r w:rsidRPr="004F10E3">
        <w:rPr>
          <w:cs/>
          <w:lang w:bidi="bn-IN"/>
        </w:rPr>
        <w:t>)</w:t>
      </w:r>
    </w:p>
    <w:p w:rsidR="00433A69" w:rsidRDefault="004F10E3" w:rsidP="00433A69">
      <w:pPr>
        <w:pStyle w:val="Heading1Center"/>
        <w:rPr>
          <w:lang w:bidi="bn-BD"/>
        </w:rPr>
      </w:pPr>
      <w:bookmarkStart w:id="21" w:name="_Toc493152418"/>
      <w:r w:rsidRPr="004F10E3">
        <w:rPr>
          <w:cs/>
          <w:lang w:bidi="bn-BD"/>
        </w:rPr>
        <w:t>হাক্বিক্বাতের মূল্য</w:t>
      </w:r>
      <w:bookmarkEnd w:id="21"/>
      <w:r w:rsidRPr="004F10E3">
        <w:rPr>
          <w:cs/>
          <w:lang w:bidi="bn-BD"/>
        </w:rPr>
        <w:t xml:space="preserve"> </w:t>
      </w:r>
    </w:p>
    <w:p w:rsidR="005E00EE" w:rsidRDefault="004F10E3" w:rsidP="001000AA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যুনাঈদ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বাগদাদী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হাক্বিক্বাতের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</w:t>
      </w:r>
      <w:r w:rsidR="005E00EE">
        <w:rPr>
          <w:rFonts w:hint="cs"/>
          <w:cs/>
          <w:lang w:bidi="bn-IN"/>
        </w:rPr>
        <w:t>ত্ন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ওটাকে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নতুবা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E00EE" w:rsidRDefault="004F10E3" w:rsidP="005E00EE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যুনাঈদ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পরিশোধ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ওটাকে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পারবে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খরিদ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সস্তায়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</w:t>
      </w:r>
      <w:r w:rsidR="005E00EE">
        <w:rPr>
          <w:rFonts w:hint="cs"/>
          <w:cs/>
          <w:lang w:bidi="bn-IN"/>
        </w:rPr>
        <w:t>ত্ন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টুকরো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বদলে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E00EE" w:rsidRDefault="004F10E3" w:rsidP="005E00EE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শিবলী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ধৈর্য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প্রতিক্ষার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তৈরী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যোগ্যতা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মহামূল্যবান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</w:t>
      </w:r>
      <w:r w:rsidR="005E00EE">
        <w:rPr>
          <w:rFonts w:hint="cs"/>
          <w:cs/>
          <w:lang w:bidi="bn-IN"/>
        </w:rPr>
        <w:t>ত্ন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যোগ্য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সত্যবাদী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প্রতীক্ষমাণ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অন্তরক্লিষ্ট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ব্যতীত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="005E00EE"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যুনাঈদ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বাগদাদী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>)</w:t>
      </w:r>
      <w:r w:rsidRPr="004F10E3">
        <w:rPr>
          <w:rFonts w:hint="cs"/>
          <w:cs/>
          <w:lang w:bidi="hi-IN"/>
        </w:rPr>
        <w:t>।</w:t>
      </w:r>
      <w:r w:rsidRPr="005E00EE">
        <w:rPr>
          <w:rStyle w:val="libFootnotenumChar"/>
          <w:cs/>
          <w:lang w:bidi="bn-BD"/>
        </w:rPr>
        <w:t>২০</w:t>
      </w:r>
      <w:r w:rsidRPr="004F10E3">
        <w:rPr>
          <w:cs/>
          <w:lang w:bidi="bn-IN"/>
        </w:rPr>
        <w:t xml:space="preserve"> </w:t>
      </w:r>
    </w:p>
    <w:p w:rsidR="005E00EE" w:rsidRDefault="005E00EE" w:rsidP="005E00EE">
      <w:pPr>
        <w:pStyle w:val="libNormal"/>
        <w:rPr>
          <w:lang w:bidi="bn-IN"/>
        </w:rPr>
      </w:pPr>
    </w:p>
    <w:p w:rsidR="005E00EE" w:rsidRDefault="004F10E3" w:rsidP="005E00EE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২১</w:t>
      </w:r>
      <w:r w:rsidRPr="004F10E3">
        <w:rPr>
          <w:cs/>
          <w:lang w:bidi="bn-IN"/>
        </w:rPr>
        <w:t>)</w:t>
      </w:r>
    </w:p>
    <w:p w:rsidR="005E00EE" w:rsidRDefault="004F10E3" w:rsidP="005E00EE">
      <w:pPr>
        <w:pStyle w:val="Heading1Center"/>
        <w:rPr>
          <w:lang w:bidi="bn-BD"/>
        </w:rPr>
      </w:pPr>
      <w:bookmarkStart w:id="22" w:name="_Toc493152419"/>
      <w:r w:rsidRPr="004F10E3">
        <w:rPr>
          <w:cs/>
          <w:lang w:bidi="bn-BD"/>
        </w:rPr>
        <w:t>বৃদ্ধ বাদক</w:t>
      </w:r>
      <w:bookmarkEnd w:id="22"/>
    </w:p>
    <w:p w:rsidR="005E00EE" w:rsidRDefault="004F10E3" w:rsidP="005E00EE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মিম্বার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ধীরে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ধীরে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সভা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উদ্দীপনা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t xml:space="preserve">?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মুগ্ধতায়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উদ্দীপনার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চারাগাছ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</w:p>
    <w:p w:rsidR="005E00EE" w:rsidRDefault="004F10E3" w:rsidP="005E00EE">
      <w:pPr>
        <w:pStyle w:val="libNormal"/>
      </w:pP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পরিশোধের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বোঝা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পরিশোধ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সাহায্য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দাঁড়িয়ে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অকস্মাৎ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ইশারা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অভিপ্রায়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একশত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বিতরণ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গোরস্থানে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বলবে</w:t>
      </w:r>
      <w:r w:rsidRPr="004F10E3">
        <w:rPr>
          <w:cs/>
          <w:lang w:bidi="bn-IN"/>
        </w:rPr>
        <w:t xml:space="preserve"> -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</w:t>
      </w:r>
      <w:r w:rsidR="005E00EE">
        <w:rPr>
          <w:lang w:bidi="bn-IN"/>
        </w:rPr>
        <w:t>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rFonts w:hint="eastAsia"/>
        </w:rPr>
        <w:t>”</w:t>
      </w:r>
    </w:p>
    <w:p w:rsidR="00F729D7" w:rsidRDefault="004F10E3" w:rsidP="00F729D7">
      <w:pPr>
        <w:pStyle w:val="libNormal"/>
      </w:pP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কবরস্থানে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প্রয়োজনের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মেটানোর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প্রচেষ্টাও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কবরস্থানের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পৌছালাম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বাদ্যযন্ত্র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সালামও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পৌছালাম।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প্রচন্ডভাবে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ভীত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সন্ত্রস্থ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অক্টোপাশের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চাচ্ছিলেন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পরিচয়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পয়গাম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পৌছালাম।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ভীতসন্ত্রস্থ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</w:t>
      </w:r>
      <w:r w:rsidR="00F729D7">
        <w:rPr>
          <w:lang w:bidi="bn-IN"/>
        </w:rPr>
        <w:t>থ</w:t>
      </w:r>
      <w:r w:rsidRPr="004F10E3">
        <w:rPr>
          <w:rFonts w:hint="cs"/>
          <w:cs/>
          <w:lang w:bidi="bn-IN"/>
        </w:rPr>
        <w:t>মতঃ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</w:t>
      </w:r>
      <w:r w:rsidR="00F729D7">
        <w:rPr>
          <w:rFonts w:hint="cs"/>
          <w:cs/>
          <w:lang w:bidi="bn-IN"/>
        </w:rPr>
        <w:t>প্ন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</w:t>
      </w:r>
      <w:r w:rsidR="00F729D7">
        <w:rPr>
          <w:rFonts w:hint="cs"/>
          <w:cs/>
          <w:lang w:bidi="bn-IN"/>
        </w:rPr>
        <w:t>প্ন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বিশ্বাসযোগ্য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বাস্তাবতা।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তাকালো।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729D7" w:rsidRDefault="004F10E3" w:rsidP="00F729D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বল্লাম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চল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যাই।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যাত্রা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মানসিকভাবে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অস্থির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পরিচয়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গোরস্থানে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F729D7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ফকির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বিতাড়িত।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যন্ত্র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বাজানো।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সভা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সমাবেশে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</w:t>
      </w:r>
      <w:r w:rsidR="00F729D7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বাজনা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ভীষণ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কদর।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কন্ঠস্বর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কাঁপে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বাদ্যযন্ত্র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আওয়াজও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সভায়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অপারগ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অলি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গলিতে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নিঃসঙ্গ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পদচারণা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যাপনের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নিরুপায়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গোরস্থানে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আশ্রয়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বেদনা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ভরপুর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মোনাজাত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করলাম।</w:t>
      </w:r>
      <w:r w:rsidRPr="004F10E3">
        <w:rPr>
          <w:cs/>
          <w:lang w:bidi="bn-IN"/>
        </w:rPr>
        <w:t xml:space="preserve"> </w:t>
      </w:r>
    </w:p>
    <w:p w:rsidR="00F729D7" w:rsidRDefault="004F10E3" w:rsidP="00F729D7">
      <w:pPr>
        <w:pStyle w:val="libNormal"/>
      </w:pPr>
      <w:r w:rsidRPr="004F10E3">
        <w:rPr>
          <w:rFonts w:hint="cs"/>
          <w:cs/>
          <w:lang w:bidi="bn-IN"/>
        </w:rPr>
        <w:t>বল্লাম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প্রতিপালক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যৌবন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সহায়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সম্বল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একটুখানি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গেয়েছি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বাদ্য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বাজিয়েছি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আসরগুলো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জমিয়ে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পরিণতি।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বাজনা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বাদ্যসহ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সভায়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গাচ্ছিলাম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ক্রন্দন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পড়লাম।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729D7" w:rsidRDefault="004F10E3" w:rsidP="00F729D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এতক্ষনে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গৃহের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কাছাকাছি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কিছইু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গৃহে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তৎক্ষনাত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আছাড়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কর্মের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</w:p>
    <w:p w:rsidR="00F729D7" w:rsidRDefault="004F10E3" w:rsidP="00F729D7">
      <w:pPr>
        <w:pStyle w:val="libNormal"/>
      </w:pP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সাহসী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শ্রমকে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খবর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আশ্রয়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F729D7" w:rsidRDefault="004F10E3" w:rsidP="00F729D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অতিবাহিত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মজলিস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মিম্বার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সাহেবকে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এসো।</w:t>
      </w:r>
      <w:r w:rsidR="003E25A4" w:rsidRPr="007051EA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পাওনাদারদের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="00F729D7" w:rsidRPr="00C73930">
        <w:rPr>
          <w:rStyle w:val="libEnChar"/>
        </w:rPr>
        <w:t>”</w:t>
      </w:r>
      <w:r w:rsidRPr="00F729D7">
        <w:rPr>
          <w:rStyle w:val="libFootnotenumChar"/>
          <w:cs/>
          <w:lang w:bidi="bn-BD"/>
        </w:rPr>
        <w:t>২১</w:t>
      </w:r>
    </w:p>
    <w:p w:rsidR="00F729D7" w:rsidRDefault="00F729D7" w:rsidP="00F729D7">
      <w:pPr>
        <w:pStyle w:val="libNormal"/>
        <w:rPr>
          <w:lang w:bidi="bn-IN"/>
        </w:rPr>
      </w:pPr>
    </w:p>
    <w:p w:rsidR="00F729D7" w:rsidRDefault="004F10E3" w:rsidP="00F729D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২২</w:t>
      </w:r>
      <w:r w:rsidRPr="004F10E3">
        <w:rPr>
          <w:cs/>
          <w:lang w:bidi="bn-IN"/>
        </w:rPr>
        <w:t>)</w:t>
      </w:r>
    </w:p>
    <w:p w:rsidR="00F729D7" w:rsidRDefault="004F10E3" w:rsidP="00F729D7">
      <w:pPr>
        <w:pStyle w:val="Heading1Center"/>
        <w:rPr>
          <w:lang w:bidi="bn-BD"/>
        </w:rPr>
      </w:pPr>
      <w:bookmarkStart w:id="23" w:name="_Toc493152420"/>
      <w:r w:rsidRPr="004F10E3">
        <w:rPr>
          <w:cs/>
          <w:lang w:bidi="bn-BD"/>
        </w:rPr>
        <w:t>এমন হয়ো না</w:t>
      </w:r>
      <w:bookmarkEnd w:id="23"/>
    </w:p>
    <w:p w:rsidR="00F729D7" w:rsidRDefault="004F10E3" w:rsidP="00F729D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খাজা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আব্দুল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খাদেম।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রক্ষার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ব্যস্ত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ডাকছেন</w:t>
      </w:r>
      <w:r w:rsidRPr="004F10E3">
        <w:rPr>
          <w:rFonts w:hint="eastAsia"/>
        </w:rPr>
        <w:t>”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মনোনিবেশ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করেছিলাম।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আব্দুল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করিম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="00F729D7" w:rsidRPr="00C73930">
        <w:rPr>
          <w:rStyle w:val="libEnChar"/>
        </w:rPr>
        <w:t>”</w:t>
      </w:r>
      <w:r w:rsidRPr="00F729D7">
        <w:rPr>
          <w:rStyle w:val="libFootnotenumChar"/>
          <w:cs/>
          <w:lang w:bidi="bn-BD"/>
        </w:rPr>
        <w:t>২২</w:t>
      </w:r>
      <w:r w:rsidRPr="004F10E3">
        <w:rPr>
          <w:cs/>
          <w:lang w:bidi="bn-IN"/>
        </w:rPr>
        <w:t xml:space="preserve"> </w:t>
      </w:r>
    </w:p>
    <w:p w:rsidR="00F729D7" w:rsidRDefault="00F729D7" w:rsidP="00F729D7">
      <w:pPr>
        <w:pStyle w:val="libNormal"/>
        <w:rPr>
          <w:lang w:bidi="bn-IN"/>
        </w:rPr>
      </w:pPr>
    </w:p>
    <w:p w:rsidR="00F729D7" w:rsidRDefault="004F10E3" w:rsidP="00F729D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২৩</w:t>
      </w:r>
      <w:r w:rsidRPr="004F10E3">
        <w:rPr>
          <w:cs/>
          <w:lang w:bidi="bn-IN"/>
        </w:rPr>
        <w:t>)</w:t>
      </w:r>
    </w:p>
    <w:p w:rsidR="00B302E3" w:rsidRDefault="00E13B95" w:rsidP="00B302E3">
      <w:pPr>
        <w:pStyle w:val="Heading1Center"/>
        <w:rPr>
          <w:lang w:bidi="bn-BD"/>
        </w:rPr>
      </w:pPr>
      <w:bookmarkStart w:id="24" w:name="_Toc493152421"/>
      <w:r>
        <w:rPr>
          <w:cs/>
          <w:lang w:bidi="bn-BD"/>
        </w:rPr>
        <w:t>আল্লাহর</w:t>
      </w:r>
      <w:r w:rsidR="004F10E3" w:rsidRPr="004F10E3">
        <w:rPr>
          <w:cs/>
          <w:lang w:bidi="bn-BD"/>
        </w:rPr>
        <w:t xml:space="preserve"> গোপন রহস্য</w:t>
      </w:r>
      <w:bookmarkEnd w:id="24"/>
      <w:r w:rsidR="004F10E3" w:rsidRPr="004F10E3">
        <w:rPr>
          <w:cs/>
          <w:lang w:bidi="bn-BD"/>
        </w:rPr>
        <w:t xml:space="preserve"> </w:t>
      </w:r>
    </w:p>
    <w:p w:rsidR="00B302E3" w:rsidRDefault="004F10E3" w:rsidP="00B302E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)-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হাক্ব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তায়ালার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রহস্য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এসেছি।</w:t>
      </w:r>
      <w:r w:rsidR="003E25A4" w:rsidRPr="007051EA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আগামীকাল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এসো।</w:t>
      </w:r>
      <w:r w:rsidR="003E25A4" w:rsidRPr="007051EA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সেদিনই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বেঁধে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রাখতে।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উপস্থিত।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গতকাল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="003E25A4" w:rsidRPr="007051EA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B302E3">
        <w:rPr>
          <w:lang w:bidi="bn-IN"/>
        </w:rPr>
        <w:t>লল</w:t>
      </w:r>
      <w:r w:rsidRPr="004F10E3">
        <w:rPr>
          <w:rFonts w:hint="cs"/>
          <w:cs/>
          <w:lang w:bidi="bn-IN"/>
        </w:rPr>
        <w:t>।</w:t>
      </w:r>
    </w:p>
    <w:p w:rsidR="001D7853" w:rsidRDefault="004F10E3" w:rsidP="00B302E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B302E3">
        <w:rPr>
          <w:lang w:bidi="bn-IN"/>
        </w:rPr>
        <w:t>ল্লে</w:t>
      </w:r>
      <w:r w:rsidRPr="004F10E3">
        <w:rPr>
          <w:rFonts w:hint="cs"/>
          <w:cs/>
          <w:lang w:bidi="bn-IN"/>
        </w:rPr>
        <w:t>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কিন্তু।</w:t>
      </w:r>
      <w:r w:rsidR="003E25A4" w:rsidRPr="007051EA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অধৈর্য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রহস্য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লুকায়িত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যতই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চেষ্টা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কৌতূহল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সামলাতে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দৌড়ে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রহস্য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বলবো</w:t>
      </w:r>
      <w:r w:rsidRPr="004F10E3">
        <w:t>?</w:t>
      </w:r>
      <w:r w:rsidRPr="00C73930">
        <w:rPr>
          <w:rStyle w:val="libEnChar"/>
        </w:rPr>
        <w:t>”</w:t>
      </w:r>
      <w:r w:rsidRPr="001D7853">
        <w:rPr>
          <w:rStyle w:val="libFootnotenumChar"/>
          <w:cs/>
          <w:lang w:bidi="bn-BD"/>
        </w:rPr>
        <w:t>২৩</w:t>
      </w:r>
      <w:r w:rsidRPr="004F10E3">
        <w:rPr>
          <w:cs/>
          <w:lang w:bidi="bn-IN"/>
        </w:rPr>
        <w:t xml:space="preserve"> </w:t>
      </w:r>
    </w:p>
    <w:p w:rsidR="001D7853" w:rsidRDefault="001D7853" w:rsidP="00B302E3">
      <w:pPr>
        <w:pStyle w:val="libNormal"/>
        <w:rPr>
          <w:lang w:bidi="bn-IN"/>
        </w:rPr>
      </w:pPr>
    </w:p>
    <w:p w:rsidR="001D7853" w:rsidRDefault="004F10E3" w:rsidP="001D7853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২৪</w:t>
      </w:r>
      <w:r w:rsidRPr="004F10E3">
        <w:rPr>
          <w:cs/>
          <w:lang w:bidi="bn-IN"/>
        </w:rPr>
        <w:t>)</w:t>
      </w:r>
    </w:p>
    <w:p w:rsidR="001D7853" w:rsidRDefault="004F10E3" w:rsidP="001D7853">
      <w:pPr>
        <w:pStyle w:val="Heading1Center"/>
        <w:rPr>
          <w:lang w:bidi="bn-BD"/>
        </w:rPr>
      </w:pPr>
      <w:bookmarkStart w:id="25" w:name="_Toc493152422"/>
      <w:r w:rsidRPr="004F10E3">
        <w:rPr>
          <w:cs/>
          <w:lang w:bidi="bn-BD"/>
        </w:rPr>
        <w:t>উপযুক্ত ব্যক্তি</w:t>
      </w:r>
      <w:bookmarkEnd w:id="25"/>
    </w:p>
    <w:p w:rsidR="001D7853" w:rsidRDefault="004F10E3" w:rsidP="00B302E3">
      <w:pPr>
        <w:pStyle w:val="libNormal"/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1D7853">
        <w:rPr>
          <w:lang w:bidi="bn-IN"/>
        </w:rPr>
        <w:t>ল</w:t>
      </w:r>
      <w:r w:rsidR="001D7853">
        <w:rPr>
          <w:rFonts w:hint="cs"/>
          <w:cs/>
          <w:lang w:bidi="bn-IN"/>
        </w:rPr>
        <w:t>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পদচারণা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পারেন।</w:t>
      </w:r>
      <w:r w:rsidR="001D7853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কঠিন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নাকি</w:t>
      </w:r>
      <w:r w:rsidRPr="004F10E3">
        <w:t xml:space="preserve">?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পাখি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হাটা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চলা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1D7853" w:rsidRDefault="004F10E3" w:rsidP="00B302E3">
      <w:pPr>
        <w:pStyle w:val="libNormal"/>
      </w:pP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1D7853">
        <w:rPr>
          <w:lang w:bidi="bn-IN"/>
        </w:rPr>
        <w:t>ল</w:t>
      </w:r>
      <w:r w:rsidR="001D7853">
        <w:rPr>
          <w:rFonts w:hint="cs"/>
          <w:cs/>
          <w:lang w:bidi="bn-IN"/>
        </w:rPr>
        <w:t>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বাতাসে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বেড়ান।</w:t>
      </w:r>
      <w:r w:rsidR="001D7853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মাছিও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বাতাসে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উড়ে।</w:t>
      </w:r>
      <w:r w:rsidR="001D7853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পারেন।</w:t>
      </w:r>
      <w:r w:rsidR="001D7853" w:rsidRPr="00C73930">
        <w:rPr>
          <w:rStyle w:val="libEnChar"/>
        </w:rPr>
        <w:t>”</w:t>
      </w:r>
      <w:r w:rsidRPr="004F10E3">
        <w:t xml:space="preserve"> </w:t>
      </w:r>
    </w:p>
    <w:p w:rsidR="001D7853" w:rsidRDefault="004F10E3" w:rsidP="001D785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lastRenderedPageBreak/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ভাবগম্ভীর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শয়তানও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নিমিষে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প্রান্তে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উপযুক্ত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যাপন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উঠা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ফেরা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মেলা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মেশা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মুহূর্তের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1D7853" w:rsidRPr="00C73930">
        <w:rPr>
          <w:rStyle w:val="libEnChar"/>
        </w:rPr>
        <w:t>”</w:t>
      </w:r>
      <w:r w:rsidRPr="001D7853">
        <w:rPr>
          <w:rStyle w:val="libFootnotenumChar"/>
          <w:cs/>
          <w:lang w:bidi="bn-BD"/>
        </w:rPr>
        <w:t>২৪</w:t>
      </w:r>
      <w:r w:rsidRPr="004F10E3">
        <w:rPr>
          <w:cs/>
          <w:lang w:bidi="bn-IN"/>
        </w:rPr>
        <w:t xml:space="preserve"> </w:t>
      </w:r>
    </w:p>
    <w:p w:rsidR="001D7853" w:rsidRDefault="001D7853" w:rsidP="001D7853">
      <w:pPr>
        <w:pStyle w:val="libNormal"/>
        <w:rPr>
          <w:lang w:bidi="bn-IN"/>
        </w:rPr>
      </w:pPr>
    </w:p>
    <w:p w:rsidR="000F39EB" w:rsidRDefault="004F10E3" w:rsidP="000F39E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২৫</w:t>
      </w:r>
      <w:r w:rsidRPr="004F10E3">
        <w:rPr>
          <w:cs/>
          <w:lang w:bidi="bn-IN"/>
        </w:rPr>
        <w:t>)</w:t>
      </w:r>
    </w:p>
    <w:p w:rsidR="000F39EB" w:rsidRDefault="004F10E3" w:rsidP="000F39EB">
      <w:pPr>
        <w:pStyle w:val="Heading1Center"/>
        <w:rPr>
          <w:lang w:bidi="bn-BD"/>
        </w:rPr>
      </w:pPr>
      <w:bookmarkStart w:id="26" w:name="_Toc493152423"/>
      <w:r w:rsidRPr="004F10E3">
        <w:rPr>
          <w:cs/>
          <w:lang w:bidi="bn-BD"/>
        </w:rPr>
        <w:t>এক কদম সামনে</w:t>
      </w:r>
      <w:bookmarkEnd w:id="26"/>
    </w:p>
    <w:p w:rsidR="000F39EB" w:rsidRDefault="004F10E3" w:rsidP="000F39EB">
      <w:pPr>
        <w:pStyle w:val="libNormal"/>
      </w:pP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</w:t>
      </w:r>
      <w:r w:rsidR="000F39EB">
        <w:rPr>
          <w:lang w:bidi="bn-IN"/>
        </w:rPr>
        <w:t>সলে</w:t>
      </w:r>
      <w:r w:rsidRPr="004F10E3">
        <w:rPr>
          <w:rFonts w:hint="cs"/>
          <w:cs/>
          <w:lang w:bidi="bn-IN"/>
        </w:rPr>
        <w:t>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প্রকাশ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উল্লাসের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জাকজমকপূর্ণ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বক্তৃতার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দূরান্ত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লোকারণ্য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অলংকৃত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কোরআন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তিলাওয়াতের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সভা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আরম্ভ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সমাবেশের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তবুও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ঠেলে</w:t>
      </w:r>
      <w:r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আসছে</w:t>
      </w:r>
      <w:r w:rsidRPr="004F10E3">
        <w:rPr>
          <w:rFonts w:hint="cs"/>
          <w:cs/>
          <w:lang w:bidi="bn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উপবিষ্ট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বক্তৃতার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দাঁড়িয়ে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চিৎকার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0F39EB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দাঁড়িয়ে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কদম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আসেন।</w:t>
      </w:r>
      <w:r w:rsidR="000F39EB" w:rsidRPr="00C73930">
        <w:rPr>
          <w:rStyle w:val="libEnChar"/>
        </w:rPr>
        <w:t>”</w:t>
      </w:r>
      <w:r w:rsidRPr="004F10E3">
        <w:t xml:space="preserve"> </w:t>
      </w:r>
    </w:p>
    <w:p w:rsidR="000F39EB" w:rsidRDefault="004F10E3" w:rsidP="000F39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</w:t>
      </w:r>
      <w:r w:rsidR="000F39EB">
        <w:rPr>
          <w:lang w:bidi="bn-IN"/>
        </w:rPr>
        <w:t>ল্লাল্লা</w:t>
      </w:r>
      <w:r w:rsidRPr="004F10E3">
        <w:rPr>
          <w:rFonts w:hint="cs"/>
          <w:cs/>
          <w:lang w:bidi="bn-IN"/>
        </w:rPr>
        <w:t>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আলিহি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আজমায়িন</w:t>
      </w:r>
      <w:r w:rsidRPr="004F10E3">
        <w:rPr>
          <w:cs/>
          <w:lang w:bidi="bn-IN"/>
        </w:rPr>
        <w:t xml:space="preserve"> (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দুরুদ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বংশধরদের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বর্ষিত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হোক</w:t>
      </w:r>
      <w:r w:rsidRPr="004F10E3">
        <w:rPr>
          <w:cs/>
          <w:lang w:bidi="bn-IN"/>
        </w:rPr>
        <w:t>)</w:t>
      </w:r>
      <w:r w:rsidRPr="004F10E3">
        <w:rPr>
          <w:rFonts w:hint="cs"/>
          <w:cs/>
          <w:lang w:bidi="hi-IN"/>
        </w:rPr>
        <w:t>।</w:t>
      </w:r>
      <w:r w:rsidR="000F39EB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ব</w:t>
      </w:r>
      <w:r w:rsidR="000F39EB">
        <w:rPr>
          <w:lang w:bidi="bn-IN"/>
        </w:rPr>
        <w:t>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দূরান্ত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জমায়েত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করছেন</w:t>
      </w:r>
      <w:r w:rsidRPr="004F10E3">
        <w:rPr>
          <w:cs/>
          <w:lang w:bidi="bn-IN"/>
        </w:rPr>
        <w:t xml:space="preserve"> </w:t>
      </w:r>
      <w:r w:rsidRPr="004F10E3">
        <w:t>?!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রসুলেরা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সবটুকু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দিয়েছেন।</w:t>
      </w:r>
    </w:p>
    <w:p w:rsidR="000F39EB" w:rsidRDefault="004F10E3" w:rsidP="000F39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কিতাব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অলীদের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ওয়াজ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নসিহতে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ব্যতীত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চেয়েছেন</w:t>
      </w:r>
      <w:r w:rsidR="000F39EB">
        <w:t>,</w:t>
      </w:r>
      <w:r w:rsidRPr="004F10E3"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কদম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এসো</w:t>
      </w:r>
      <w:r w:rsidR="000F39EB" w:rsidRPr="00C73930">
        <w:rPr>
          <w:rStyle w:val="libEnChar"/>
        </w:rPr>
        <w:t>’</w:t>
      </w:r>
      <w:r w:rsidRPr="004F10E3">
        <w:rPr>
          <w:rFonts w:hint="cs"/>
          <w:cs/>
          <w:lang w:bidi="hi-IN"/>
        </w:rPr>
        <w:t>।</w:t>
      </w:r>
      <w:r w:rsidR="000F39EB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সেদিন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নি।</w:t>
      </w:r>
      <w:r w:rsidRPr="000F39EB">
        <w:rPr>
          <w:rStyle w:val="libFootnotenumChar"/>
          <w:cs/>
          <w:lang w:bidi="bn-BD"/>
        </w:rPr>
        <w:t>২৫</w:t>
      </w:r>
      <w:r w:rsidRPr="004F10E3">
        <w:rPr>
          <w:cs/>
          <w:lang w:bidi="bn-IN"/>
        </w:rPr>
        <w:t xml:space="preserve"> </w:t>
      </w:r>
    </w:p>
    <w:p w:rsidR="000F39EB" w:rsidRDefault="000F39EB" w:rsidP="000F39EB">
      <w:pPr>
        <w:pStyle w:val="libNormal"/>
        <w:rPr>
          <w:lang w:bidi="bn-IN"/>
        </w:rPr>
      </w:pPr>
    </w:p>
    <w:p w:rsidR="000F39EB" w:rsidRDefault="004F10E3" w:rsidP="000F39E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২৬</w:t>
      </w:r>
      <w:r w:rsidRPr="004F10E3">
        <w:rPr>
          <w:cs/>
          <w:lang w:bidi="bn-IN"/>
        </w:rPr>
        <w:t xml:space="preserve">) </w:t>
      </w:r>
    </w:p>
    <w:p w:rsidR="000F39EB" w:rsidRDefault="004F10E3" w:rsidP="005D28B4">
      <w:pPr>
        <w:pStyle w:val="Heading1Center"/>
        <w:rPr>
          <w:lang w:bidi="bn-BD"/>
        </w:rPr>
      </w:pPr>
      <w:bookmarkStart w:id="27" w:name="_Toc493152424"/>
      <w:r w:rsidRPr="004F10E3">
        <w:rPr>
          <w:cs/>
          <w:lang w:bidi="bn-BD"/>
        </w:rPr>
        <w:t>মানুষের ব</w:t>
      </w:r>
      <w:r w:rsidR="005D28B4">
        <w:rPr>
          <w:lang w:bidi="bn-BD"/>
        </w:rPr>
        <w:t>র্জ্যের</w:t>
      </w:r>
      <w:r w:rsidRPr="004F10E3">
        <w:rPr>
          <w:cs/>
          <w:lang w:bidi="bn-BD"/>
        </w:rPr>
        <w:t xml:space="preserve"> অভিযোগ</w:t>
      </w:r>
      <w:bookmarkEnd w:id="27"/>
    </w:p>
    <w:p w:rsidR="005D28B4" w:rsidRDefault="004F10E3" w:rsidP="000F39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সাঈদ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মুরিদদের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অতিক্রম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শৌচাগারের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পরিস্কার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পরিস্কারকারী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শ্রমিকরা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ময়লাগুলো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পার্শ্বে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স্তুপ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ছাত্ররা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কাপড়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গুটিয়ে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সাবধানে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দ্রুত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গতিতে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দাড়াও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তোমাদেরকে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বর্জ্য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বস্তুগুলো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বলছে।</w:t>
      </w:r>
      <w:r w:rsidRPr="004F10E3">
        <w:rPr>
          <w:cs/>
          <w:lang w:bidi="bn-IN"/>
        </w:rPr>
        <w:t xml:space="preserve"> </w:t>
      </w:r>
    </w:p>
    <w:p w:rsidR="005D28B4" w:rsidRDefault="004F10E3" w:rsidP="003E25A4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বলছে</w:t>
      </w:r>
      <w:r w:rsidRPr="004F10E3">
        <w:t xml:space="preserve">,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গতকালের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সুঘ্রান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খাদ্যসামগ্রী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স্বীকার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সুঘ্রান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পালাচ্ছেন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আমাদেরই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উচিৎ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পালানো।</w:t>
      </w:r>
      <w:r w:rsidR="005D28B4" w:rsidRPr="00C73930">
        <w:rPr>
          <w:rStyle w:val="libEnChar"/>
        </w:rPr>
        <w:t>”</w:t>
      </w:r>
      <w:r w:rsidRPr="005D28B4">
        <w:rPr>
          <w:rStyle w:val="libFootnotenumChar"/>
          <w:cs/>
          <w:lang w:bidi="bn-BD"/>
        </w:rPr>
        <w:t>২৬</w:t>
      </w:r>
      <w:r w:rsidRPr="004F10E3">
        <w:rPr>
          <w:cs/>
          <w:lang w:bidi="bn-IN"/>
        </w:rPr>
        <w:t xml:space="preserve"> </w:t>
      </w:r>
    </w:p>
    <w:p w:rsidR="005D28B4" w:rsidRDefault="004F10E3" w:rsidP="003E25A4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২৭</w:t>
      </w:r>
      <w:r w:rsidRPr="004F10E3">
        <w:rPr>
          <w:cs/>
          <w:lang w:bidi="bn-IN"/>
        </w:rPr>
        <w:t>)</w:t>
      </w:r>
    </w:p>
    <w:p w:rsidR="005D28B4" w:rsidRDefault="004F10E3" w:rsidP="005D28B4">
      <w:pPr>
        <w:pStyle w:val="Heading1Center"/>
        <w:rPr>
          <w:lang w:bidi="bn-BD"/>
        </w:rPr>
      </w:pPr>
      <w:bookmarkStart w:id="28" w:name="_Toc493152425"/>
      <w:r w:rsidRPr="004F10E3">
        <w:rPr>
          <w:cs/>
          <w:lang w:bidi="bn-BD"/>
        </w:rPr>
        <w:t>চোরের পুরস্কার</w:t>
      </w:r>
      <w:bookmarkEnd w:id="28"/>
    </w:p>
    <w:p w:rsidR="005D28B4" w:rsidRDefault="004F10E3" w:rsidP="005D28B4">
      <w:pPr>
        <w:pStyle w:val="libNormal"/>
      </w:pP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খাজরাবীর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গৃহে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খুজির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চুরি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জিনিষ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দৃষ্টিগোচর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খাজরাবী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বালতিটা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খালি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মোটেও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5D28B4" w:rsidRDefault="004F10E3" w:rsidP="005D28B4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উদ্ভাসিত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="00CF69B6">
        <w:rPr>
          <w:rFonts w:hint="cs"/>
          <w:cs/>
          <w:lang w:bidi="bn-IN"/>
        </w:rPr>
        <w:t>আহমাদে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নাড়লো।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পঞ্চাশ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হাদীয়া।</w:t>
      </w:r>
      <w:r w:rsidR="005D28B4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দিনারগুলো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পুরস্কার।</w:t>
      </w:r>
      <w:r w:rsidR="005D28B4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চোরের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মানসিক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পরিবর্তন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কম্পন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ধ্যানে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দিন।</w:t>
      </w:r>
      <w:r w:rsidR="005D28B4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চোর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স্বর্ণমূদ্রার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একনিষ্ঠ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মুরিদদের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5D28B4">
        <w:rPr>
          <w:rStyle w:val="libFootnotenumChar"/>
          <w:cs/>
          <w:lang w:bidi="bn-BD"/>
        </w:rPr>
        <w:t>২৭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5D28B4" w:rsidRDefault="004F10E3" w:rsidP="005D28B4">
      <w:pPr>
        <w:pStyle w:val="libCenterBold1"/>
        <w:rPr>
          <w:lang w:bidi="bn-IN"/>
        </w:rPr>
      </w:pPr>
      <w:r w:rsidRPr="004F10E3">
        <w:rPr>
          <w:cs/>
          <w:lang w:bidi="bn-IN"/>
        </w:rPr>
        <w:lastRenderedPageBreak/>
        <w:t>(</w:t>
      </w:r>
      <w:r w:rsidRPr="004F10E3">
        <w:rPr>
          <w:rFonts w:hint="cs"/>
          <w:cs/>
          <w:lang w:bidi="bn-IN"/>
        </w:rPr>
        <w:t>২৮</w:t>
      </w:r>
      <w:r w:rsidRPr="004F10E3">
        <w:rPr>
          <w:cs/>
          <w:lang w:bidi="bn-IN"/>
        </w:rPr>
        <w:t>)</w:t>
      </w:r>
    </w:p>
    <w:p w:rsidR="005D28B4" w:rsidRDefault="004F10E3" w:rsidP="005D28B4">
      <w:pPr>
        <w:pStyle w:val="Heading1Center"/>
        <w:rPr>
          <w:lang w:bidi="bn-BD"/>
        </w:rPr>
      </w:pPr>
      <w:bookmarkStart w:id="29" w:name="_Toc493152426"/>
      <w:r w:rsidRPr="004F10E3">
        <w:rPr>
          <w:cs/>
          <w:lang w:bidi="bn-BD"/>
        </w:rPr>
        <w:t>কঠিন আযাব</w:t>
      </w:r>
      <w:bookmarkEnd w:id="29"/>
    </w:p>
    <w:p w:rsidR="005D28B4" w:rsidRDefault="004F10E3" w:rsidP="005D28B4">
      <w:pPr>
        <w:pStyle w:val="libNormal"/>
      </w:pPr>
      <w:r w:rsidRPr="004F10E3">
        <w:rPr>
          <w:rFonts w:hint="cs"/>
          <w:cs/>
          <w:lang w:bidi="bn-IN"/>
        </w:rPr>
        <w:t>কথিত</w:t>
      </w:r>
      <w:r w:rsidR="005D28B4">
        <w:rPr>
          <w:lang w:bidi="bn-IN"/>
        </w:rPr>
        <w:t xml:space="preserve"> 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নাফরমানী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বদলে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ক্ষতিও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শাস্তিও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গুনাহর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পরিণতিতে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নির্ধারিত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নাযিল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>?</w:t>
      </w:r>
      <w:r w:rsidRPr="00C73930">
        <w:rPr>
          <w:rStyle w:val="libEnChar"/>
        </w:rPr>
        <w:t>”</w:t>
      </w:r>
    </w:p>
    <w:p w:rsidR="005D28B4" w:rsidRDefault="004F10E3" w:rsidP="005D28B4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ইসরাইলের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বল্লেন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তায়ালা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আযাব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বঞ্চিত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মুনাজাতের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দিইনি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আখেরাতের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বেহেস্তের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করিনি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ভয়ংকর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আযাব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চাও</w:t>
      </w:r>
      <w:r w:rsidRPr="004F10E3">
        <w:t>?</w:t>
      </w:r>
      <w:r w:rsidRPr="00C73930">
        <w:rPr>
          <w:rStyle w:val="libEnChar"/>
        </w:rPr>
        <w:t>”</w:t>
      </w:r>
      <w:r w:rsidRPr="005D28B4">
        <w:rPr>
          <w:rStyle w:val="libFootnotenumChar"/>
          <w:cs/>
          <w:lang w:bidi="bn-BD"/>
        </w:rPr>
        <w:t>২৮</w:t>
      </w:r>
      <w:r w:rsidRPr="004F10E3">
        <w:rPr>
          <w:cs/>
          <w:lang w:bidi="bn-IN"/>
        </w:rPr>
        <w:t xml:space="preserve"> </w:t>
      </w:r>
    </w:p>
    <w:p w:rsidR="005D28B4" w:rsidRDefault="005D28B4" w:rsidP="005D28B4">
      <w:pPr>
        <w:pStyle w:val="libNormal"/>
        <w:rPr>
          <w:lang w:bidi="bn-IN"/>
        </w:rPr>
      </w:pPr>
    </w:p>
    <w:p w:rsidR="005D28B4" w:rsidRDefault="004F10E3" w:rsidP="005D28B4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২৯</w:t>
      </w:r>
      <w:r w:rsidRPr="004F10E3">
        <w:rPr>
          <w:cs/>
          <w:lang w:bidi="bn-IN"/>
        </w:rPr>
        <w:t>)</w:t>
      </w:r>
    </w:p>
    <w:p w:rsidR="005D28B4" w:rsidRDefault="004F10E3" w:rsidP="005D28B4">
      <w:pPr>
        <w:pStyle w:val="Heading1Center"/>
        <w:rPr>
          <w:lang w:bidi="bn-BD"/>
        </w:rPr>
      </w:pPr>
      <w:bookmarkStart w:id="30" w:name="_Toc493152427"/>
      <w:r w:rsidRPr="004F10E3">
        <w:rPr>
          <w:cs/>
          <w:lang w:bidi="bn-BD"/>
        </w:rPr>
        <w:t>ইরফানী দোয়া</w:t>
      </w:r>
      <w:bookmarkEnd w:id="30"/>
    </w:p>
    <w:p w:rsidR="005D28B4" w:rsidRDefault="005B2912" w:rsidP="005D28B4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রুফ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ফিরুয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কারখী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রুফ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কারখী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বহুল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পরিচিত।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দ্বিতীয়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শতকের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শেষাংশে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সবচে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আলোচিত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ব্যক্তি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যাহেদ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সুফি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দরবেশদের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অন্যতম।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নগরীর</w:t>
      </w:r>
      <w:r w:rsidR="004F10E3" w:rsidRPr="004F10E3">
        <w:rPr>
          <w:cs/>
          <w:lang w:bidi="bn-IN"/>
        </w:rPr>
        <w:t xml:space="preserve"> </w:t>
      </w:r>
      <w:r w:rsidR="005D28B4">
        <w:rPr>
          <w:lang w:bidi="bn-IN"/>
        </w:rPr>
        <w:t>কারখ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এলাকায়।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আহলে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বাইতের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অষ্টম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ইমাম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ইমাম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রিযা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আঃ</w:t>
      </w:r>
      <w:r w:rsidR="004F10E3" w:rsidRPr="004F10E3">
        <w:rPr>
          <w:cs/>
          <w:lang w:bidi="bn-IN"/>
        </w:rPr>
        <w:t>)-</w:t>
      </w:r>
      <w:r w:rsidR="004F10E3" w:rsidRPr="004F10E3">
        <w:rPr>
          <w:rFonts w:hint="cs"/>
          <w:cs/>
          <w:lang w:bidi="bn-IN"/>
        </w:rPr>
        <w:t>এর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তাওবা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উচ্চ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মাক্বামে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অধিষ্টিত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পরোপকারিতা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মানব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সেবায়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প্রসিদ্ধি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লাভ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অবশেষে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পরলোকগমন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5D28B4" w:rsidRDefault="004F10E3" w:rsidP="005D28B4">
      <w:pPr>
        <w:pStyle w:val="libNormal"/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কয়েকজন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ফাসেদ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দুঃশ্চরিত্র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দজলা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নদীর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তীরে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lastRenderedPageBreak/>
        <w:t>পৌছুলেন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সাথীরা</w:t>
      </w:r>
      <w:r w:rsidRPr="004F10E3">
        <w:rPr>
          <w:cs/>
          <w:lang w:bidi="bn-IN"/>
        </w:rPr>
        <w:t xml:space="preserve"> </w:t>
      </w:r>
      <w:r w:rsidR="005D28B4">
        <w:rPr>
          <w:rFonts w:hint="cs"/>
          <w:cs/>
          <w:lang w:bidi="bn-IN"/>
        </w:rPr>
        <w:t>বল</w:t>
      </w:r>
      <w:r w:rsidR="005D28B4">
        <w:rPr>
          <w:lang w:bidi="bn-IN"/>
        </w:rPr>
        <w:t>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অসামাজিক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কার্যকলাপে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নদীতে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ভাসিয়ে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অত্যাচার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শহরবাসীরা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রেহাই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পাবে।</w:t>
      </w:r>
      <w:r w:rsidRPr="004F10E3">
        <w:rPr>
          <w:rFonts w:hint="eastAsia"/>
        </w:rPr>
        <w:t>”</w:t>
      </w:r>
    </w:p>
    <w:p w:rsidR="005D28B4" w:rsidRDefault="00C17240" w:rsidP="005D28B4">
      <w:pPr>
        <w:pStyle w:val="libNormal"/>
        <w:rPr>
          <w:lang w:bidi="bn-IN"/>
        </w:rPr>
      </w:pPr>
      <w:r>
        <w:rPr>
          <w:rFonts w:hint="cs"/>
          <w:cs/>
          <w:lang w:bidi="bn-IN"/>
        </w:rPr>
        <w:t>মা</w:t>
      </w:r>
      <w:r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রুফ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কারখী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তাদেরকে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তোমরা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উচু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দোয়া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করবো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তোমরা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বলবে।</w:t>
      </w:r>
      <w:r w:rsidR="005D28B4" w:rsidRPr="00C73930">
        <w:rPr>
          <w:rStyle w:val="libEnChar"/>
        </w:rPr>
        <w:t>”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শেইখের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সাথীরা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তুললো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অসৎ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চরিত্রসম্পন্ন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যুবকদের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ধ্বংসের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শেইখের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দোয়াতে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বলতে।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শেইখ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বল্লেন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হে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পারওয়ারদেগার</w:t>
      </w:r>
      <w:r w:rsidR="004F10E3" w:rsidRPr="004F10E3">
        <w:rPr>
          <w:cs/>
          <w:lang w:bidi="bn-IN"/>
        </w:rPr>
        <w:t xml:space="preserve">! </w:t>
      </w:r>
      <w:r w:rsidR="004F10E3" w:rsidRPr="004F10E3">
        <w:rPr>
          <w:rFonts w:hint="cs"/>
          <w:cs/>
          <w:lang w:bidi="bn-IN"/>
        </w:rPr>
        <w:t>যেমনি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যুবকদের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আনন্দ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উল্লাসে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মত্ত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রেখেছো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তেমনি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পরজগতেও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তাদেরকে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আনন্দ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উল্লাসের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অংশীদারী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করো।</w:t>
      </w:r>
      <w:r w:rsidR="005D28B4" w:rsidRPr="00C73930">
        <w:rPr>
          <w:rStyle w:val="libEnChar"/>
        </w:rPr>
        <w:t>”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শেইখের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সাথীরা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আচমকা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বিস্ময়াভূত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গেলো।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অবাক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কন্ঠে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সাহেবকে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প্রশ্ন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হে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পীর</w:t>
      </w:r>
      <w:r w:rsidR="004F10E3" w:rsidRPr="004F10E3">
        <w:rPr>
          <w:cs/>
          <w:lang w:bidi="bn-IN"/>
        </w:rPr>
        <w:t xml:space="preserve">! </w:t>
      </w:r>
      <w:r w:rsidR="004F10E3" w:rsidRPr="004F10E3">
        <w:rPr>
          <w:rFonts w:hint="cs"/>
          <w:cs/>
          <w:lang w:bidi="bn-IN"/>
        </w:rPr>
        <w:t>এটা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কেমন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দোয়া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আপনি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রহস্য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বুঝতে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পারলাম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না।</w:t>
      </w:r>
      <w:r w:rsidR="005D28B4" w:rsidRPr="00C73930">
        <w:rPr>
          <w:rStyle w:val="libEnChar"/>
        </w:rPr>
        <w:t>”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ঘটনাক্রমে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পথ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অতিক্রম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করছিলো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যুবকরা।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কিছুক্ষন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যুবকরা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সাধকের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সাক্ষাৎ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লাভ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ভাবান্তরের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উদ্রেক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সকলে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পাত্রগুলো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মাটিতে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ফেলে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কান্নায়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ভেঙ্গে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পড়লো।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শেইখের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পা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জড়িয়ে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চাইতে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লাগলো।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শেইখ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সাথীদের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বল্লেন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তাদের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ব্যাপারে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দোয়া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কবুল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যদি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তাওবার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হালতে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তাহলে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পরকালের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আনন্দ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উ</w:t>
      </w:r>
      <w:r w:rsidR="005D28B4">
        <w:rPr>
          <w:lang w:bidi="bn-IN"/>
        </w:rPr>
        <w:t>ল্লা</w:t>
      </w:r>
      <w:r w:rsidR="004F10E3" w:rsidRPr="004F10E3">
        <w:rPr>
          <w:rFonts w:hint="cs"/>
          <w:cs/>
          <w:lang w:bidi="bn-IN"/>
        </w:rPr>
        <w:t>সও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উপভোগ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করবে।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তোমাদের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অনুরোধের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প্রার্থনার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উত্তম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</w:t>
      </w:r>
      <w:r w:rsidR="004F10E3" w:rsidRPr="004F10E3">
        <w:t>?</w:t>
      </w:r>
      <w:r w:rsidR="004F10E3" w:rsidRPr="00C73930">
        <w:rPr>
          <w:rStyle w:val="libEnChar"/>
        </w:rPr>
        <w:t>”</w:t>
      </w:r>
      <w:r w:rsidR="004F10E3" w:rsidRPr="005D28B4">
        <w:rPr>
          <w:rStyle w:val="libFootnotenumChar"/>
          <w:cs/>
          <w:lang w:bidi="bn-BD"/>
        </w:rPr>
        <w:t>২৯</w:t>
      </w:r>
      <w:r w:rsidR="004F10E3" w:rsidRPr="004F10E3">
        <w:rPr>
          <w:cs/>
          <w:lang w:bidi="bn-IN"/>
        </w:rPr>
        <w:t xml:space="preserve"> </w:t>
      </w:r>
    </w:p>
    <w:p w:rsidR="005D28B4" w:rsidRDefault="005D28B4" w:rsidP="005D28B4">
      <w:pPr>
        <w:pStyle w:val="libNormal"/>
        <w:rPr>
          <w:lang w:bidi="bn-IN"/>
        </w:rPr>
      </w:pPr>
    </w:p>
    <w:p w:rsidR="005D28B4" w:rsidRDefault="004F10E3" w:rsidP="005D28B4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৩০</w:t>
      </w:r>
      <w:r w:rsidRPr="004F10E3">
        <w:rPr>
          <w:cs/>
          <w:lang w:bidi="bn-IN"/>
        </w:rPr>
        <w:t xml:space="preserve">) </w:t>
      </w:r>
    </w:p>
    <w:p w:rsidR="005D28B4" w:rsidRDefault="004F10E3" w:rsidP="00E5261B">
      <w:pPr>
        <w:pStyle w:val="Heading1Center"/>
        <w:rPr>
          <w:lang w:bidi="bn-BD"/>
        </w:rPr>
      </w:pPr>
      <w:bookmarkStart w:id="31" w:name="_Toc493152428"/>
      <w:r w:rsidRPr="004F10E3">
        <w:rPr>
          <w:cs/>
          <w:lang w:bidi="bn-BD"/>
        </w:rPr>
        <w:t>তিরস্কারের ফল</w:t>
      </w:r>
      <w:bookmarkEnd w:id="31"/>
      <w:r w:rsidRPr="004F10E3">
        <w:rPr>
          <w:cs/>
          <w:lang w:bidi="bn-BD"/>
        </w:rPr>
        <w:t xml:space="preserve"> </w:t>
      </w:r>
    </w:p>
    <w:p w:rsidR="00E5261B" w:rsidRDefault="005B2912" w:rsidP="00E5261B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সেররি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সাক্তি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শহরের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সুফি।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পৃথিবীতে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আটানব্বই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বৎসর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জীবিত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একান্ন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ইহলোক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ত্যাগ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তরিকায়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মহব্বত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উদ্দিপনা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অত্যন্ত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গুরুত্বপূর্ণ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বিষয়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হিসেবে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পরিগনিত।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জুনাইদ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বাগদাদী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যিনি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খ্যাতনামা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</w:t>
      </w:r>
      <w:r w:rsidR="00E5261B">
        <w:rPr>
          <w:lang w:bidi="bn-IN"/>
        </w:rPr>
        <w:t>গ্নে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অন্তিম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ইচ্ছা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প্রকাশ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সেররি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সাক্তি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কবরের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পার্শ্বে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সমাহিত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CE6E7C" w:rsidRDefault="004F10E3" w:rsidP="00CE6E7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ইয়াকুবকে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উদ্বেল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আবেগের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ঝড়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তুলেছেন</w:t>
      </w:r>
      <w:r w:rsidRPr="004F10E3">
        <w:t xml:space="preserve">?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মহব্বত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ফেলেন।</w:t>
      </w:r>
      <w:r w:rsidR="00CE6E7C" w:rsidRPr="00C73930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</w:p>
    <w:p w:rsidR="00CE6E7C" w:rsidRDefault="004F10E3" w:rsidP="00CE6E7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সেররি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গভীরে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বলছে</w:t>
      </w:r>
      <w:r w:rsidRPr="004F10E3">
        <w:t xml:space="preserve">,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নাও</w:t>
      </w:r>
      <w:r w:rsidRPr="004F10E3">
        <w:rPr>
          <w:cs/>
          <w:lang w:bidi="bn-IN"/>
        </w:rPr>
        <w:t>!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সৌন্দর্য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রূপবান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চেহারা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ভয়ানক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চিৎকার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বেহুশ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শূন্য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প্রেমিকদের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তিরস্কারের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ফল।</w:t>
      </w:r>
      <w:r w:rsidR="00CE6E7C" w:rsidRPr="00C73930">
        <w:rPr>
          <w:rStyle w:val="libEnChar"/>
        </w:rPr>
        <w:t>”</w:t>
      </w:r>
      <w:r w:rsidRPr="00CE6E7C">
        <w:rPr>
          <w:rStyle w:val="libFootnotenumChar"/>
          <w:cs/>
          <w:lang w:bidi="bn-BD"/>
        </w:rPr>
        <w:t>৩০</w:t>
      </w:r>
      <w:r w:rsidRPr="004F10E3">
        <w:rPr>
          <w:cs/>
          <w:lang w:bidi="bn-IN"/>
        </w:rPr>
        <w:t xml:space="preserve"> </w:t>
      </w:r>
    </w:p>
    <w:p w:rsidR="00CE6E7C" w:rsidRDefault="00CE6E7C" w:rsidP="00CE6E7C">
      <w:pPr>
        <w:pStyle w:val="libNormal"/>
        <w:rPr>
          <w:lang w:bidi="bn-IN"/>
        </w:rPr>
      </w:pPr>
    </w:p>
    <w:p w:rsidR="00CE6E7C" w:rsidRDefault="004F10E3" w:rsidP="00CE6E7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৩১</w:t>
      </w:r>
      <w:r w:rsidRPr="004F10E3">
        <w:rPr>
          <w:cs/>
          <w:lang w:bidi="bn-IN"/>
        </w:rPr>
        <w:t>)</w:t>
      </w:r>
    </w:p>
    <w:p w:rsidR="00CE6E7C" w:rsidRDefault="00CE6E7C" w:rsidP="00CE6E7C">
      <w:pPr>
        <w:pStyle w:val="Heading1Center"/>
        <w:rPr>
          <w:lang w:bidi="bn-BD"/>
        </w:rPr>
      </w:pPr>
      <w:bookmarkStart w:id="32" w:name="_Toc493152429"/>
      <w:r>
        <w:rPr>
          <w:cs/>
          <w:lang w:bidi="bn-BD"/>
        </w:rPr>
        <w:t>অনুপ</w:t>
      </w:r>
      <w:r>
        <w:rPr>
          <w:lang w:bidi="bn-BD"/>
        </w:rPr>
        <w:t>যু</w:t>
      </w:r>
      <w:r>
        <w:rPr>
          <w:cs/>
          <w:lang w:bidi="bn-BD"/>
        </w:rPr>
        <w:t>ক্ত</w:t>
      </w:r>
      <w:r w:rsidR="004F10E3" w:rsidRPr="004F10E3">
        <w:rPr>
          <w:cs/>
          <w:lang w:bidi="bn-BD"/>
        </w:rPr>
        <w:t xml:space="preserve"> শোকর</w:t>
      </w:r>
      <w:bookmarkEnd w:id="32"/>
    </w:p>
    <w:p w:rsidR="00CE6E7C" w:rsidRDefault="00E13B95" w:rsidP="00CE6E7C">
      <w:pPr>
        <w:pStyle w:val="libNormal"/>
        <w:rPr>
          <w:lang w:bidi="bn-IN"/>
        </w:rPr>
      </w:pP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একটিবার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শুধু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হামদুলি</w:t>
      </w:r>
      <w:r w:rsidR="00CE6E7C">
        <w:rPr>
          <w:lang w:bidi="bn-IN"/>
        </w:rPr>
        <w:t>ল্লা</w:t>
      </w:r>
      <w:r w:rsidR="004F10E3" w:rsidRPr="004F10E3">
        <w:rPr>
          <w:rFonts w:hint="cs"/>
          <w:cs/>
          <w:lang w:bidi="bn-IN"/>
        </w:rPr>
        <w:t>হ্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সমস্ত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প্রশংসা</w:t>
      </w:r>
      <w:r w:rsidR="004F10E3" w:rsidRPr="004F10E3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জন্যে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বলার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ত্রিশ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বৎসর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যাবৎ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ইস্তিগফার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ক্ষমা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প্রার্থনা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যাচ্ছি।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জিজ্ঞেস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একদিন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সংবাদ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দেয়া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বাজারে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অগ্নি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সংযোগের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দোকন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পাট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পুড়ে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ভস্মীভূত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গেছে।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কিন্তু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দোকানের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হয়নি।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উঠলাম</w:t>
      </w:r>
      <w:r w:rsidR="004F10E3" w:rsidRPr="004F10E3">
        <w:t xml:space="preserve">,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আল্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হামদুলি</w:t>
      </w:r>
      <w:r w:rsidR="00CE6E7C">
        <w:rPr>
          <w:lang w:bidi="bn-IN"/>
        </w:rPr>
        <w:t>ল্লা</w:t>
      </w:r>
      <w:r w:rsidR="004F10E3" w:rsidRPr="004F10E3">
        <w:rPr>
          <w:rFonts w:hint="cs"/>
          <w:cs/>
          <w:lang w:bidi="bn-IN"/>
        </w:rPr>
        <w:t>হ</w:t>
      </w:r>
      <w:r w:rsidR="00CE6E7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hi-IN"/>
        </w:rPr>
        <w:t>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পরক্ষনেই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আত্মসম্বিত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ফিরে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পেলাম।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খুব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লজ্জিত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হচ্ছিল।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মুসলমান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ভাইদের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উত্তম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করলাম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বিয়োগ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বেদনাকে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তোয়াক্কা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করলাম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</w:t>
      </w:r>
      <w:r w:rsidR="004F10E3" w:rsidRPr="004F10E3">
        <w:rPr>
          <w:cs/>
          <w:lang w:bidi="bn-IN"/>
        </w:rPr>
        <w:t>!</w:t>
      </w:r>
      <w:r w:rsidR="004F10E3" w:rsidRPr="004F10E3">
        <w:t xml:space="preserve">? </w:t>
      </w:r>
      <w:r w:rsidR="004F10E3" w:rsidRPr="004F10E3">
        <w:rPr>
          <w:rFonts w:hint="cs"/>
          <w:cs/>
          <w:lang w:bidi="bn-IN"/>
        </w:rPr>
        <w:t>এর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অর্থ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হচ্ছে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অন্যান্য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মুসলমান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ভাইদের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ব্যাপারে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কোন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দায়িত্ব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অনুভব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করিনি।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সুতরাং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অনুপযোগী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আল্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হামদুলি</w:t>
      </w:r>
      <w:r w:rsidR="00CE6E7C">
        <w:rPr>
          <w:lang w:bidi="bn-IN"/>
        </w:rPr>
        <w:t>ল্লা</w:t>
      </w:r>
      <w:r w:rsidR="004F10E3" w:rsidRPr="004F10E3">
        <w:rPr>
          <w:rFonts w:hint="cs"/>
          <w:cs/>
          <w:lang w:bidi="bn-IN"/>
        </w:rPr>
        <w:t>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ত্রিশ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বৎসর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ক্ষমা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প্রার্থনা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করছি।</w:t>
      </w:r>
      <w:r w:rsidR="00CE6E7C" w:rsidRPr="00C73930">
        <w:rPr>
          <w:rStyle w:val="libEnChar"/>
        </w:rPr>
        <w:t>”</w:t>
      </w:r>
      <w:r w:rsidR="004F10E3" w:rsidRPr="00CE6E7C">
        <w:rPr>
          <w:rStyle w:val="libFootnotenumChar"/>
          <w:cs/>
          <w:lang w:bidi="bn-BD"/>
        </w:rPr>
        <w:t>৩১</w:t>
      </w:r>
    </w:p>
    <w:p w:rsidR="00CE6E7C" w:rsidRDefault="00CE6E7C" w:rsidP="00CE6E7C">
      <w:pPr>
        <w:pStyle w:val="libNormal"/>
        <w:rPr>
          <w:lang w:bidi="bn-IN"/>
        </w:rPr>
      </w:pPr>
    </w:p>
    <w:p w:rsidR="00CE6E7C" w:rsidRDefault="004F10E3" w:rsidP="00CE6E7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৩২</w:t>
      </w:r>
      <w:r w:rsidRPr="004F10E3">
        <w:rPr>
          <w:cs/>
          <w:lang w:bidi="bn-IN"/>
        </w:rPr>
        <w:t>)</w:t>
      </w:r>
    </w:p>
    <w:p w:rsidR="00CE6E7C" w:rsidRDefault="004F10E3" w:rsidP="00CE6E7C">
      <w:pPr>
        <w:pStyle w:val="Heading1Center"/>
        <w:rPr>
          <w:lang w:bidi="bn-BD"/>
        </w:rPr>
      </w:pPr>
      <w:bookmarkStart w:id="33" w:name="_Toc493152430"/>
      <w:r w:rsidRPr="004F10E3">
        <w:rPr>
          <w:cs/>
          <w:lang w:bidi="bn-BD"/>
        </w:rPr>
        <w:t>ভাইয়ের আশা</w:t>
      </w:r>
      <w:bookmarkEnd w:id="33"/>
    </w:p>
    <w:p w:rsidR="00CE6E7C" w:rsidRDefault="005B2912" w:rsidP="00CE6E7C">
      <w:pPr>
        <w:pStyle w:val="libItalic"/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যাকারিয়া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ইয়াহ্হিয়া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ইব্নে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মুয়াজ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</w:t>
      </w:r>
      <w:r w:rsidR="00CE6E7C">
        <w:rPr>
          <w:lang w:bidi="bn-IN"/>
        </w:rPr>
        <w:t>লখ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নগরীর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জনপ্রিয়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ওয়ায়েজ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দুনিয়াবিমুখ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যাহেদ।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নিশাপুর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এলাকায়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আটান্ন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ইন্তেকাল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তরিকার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চর্চা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আতংকের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প্রত্যাশার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উপর।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অত্যন্ত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সুমধুর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প্রভাবপূর্ণ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কন্ঠে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ওয়াজ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করতেন।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ওয়াজের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অনেক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মানুষ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সত্যপথ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গ্রহণ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ইয়াহ্হিয়া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নবীদের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অন্যজন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থেকে।</w:t>
      </w:r>
      <w:r w:rsidR="00CE6E7C" w:rsidRPr="00C73930">
        <w:rPr>
          <w:rStyle w:val="libEnChar"/>
        </w:rPr>
        <w:t>”</w:t>
      </w:r>
      <w:r w:rsidR="005571D3">
        <w:t>]</w:t>
      </w:r>
    </w:p>
    <w:p w:rsidR="00CE6E7C" w:rsidRDefault="004F10E3" w:rsidP="00CE6E7C">
      <w:pPr>
        <w:pStyle w:val="libNormal"/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ইয়াহ্হিয়ার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কনিষ্ঠ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ভ্রাতা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বন্দেগী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ইতেক্বাফের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মক্কা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মক্কা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ইয়াহ্হিয়াকে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চিঠি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চিঠিটি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</w:t>
      </w:r>
      <w:r w:rsidR="00CE6E7C">
        <w:rPr>
          <w:lang w:bidi="bn-IN"/>
        </w:rPr>
        <w:t>ম্ন</w:t>
      </w:r>
      <w:r w:rsidRPr="004F10E3">
        <w:rPr>
          <w:rFonts w:hint="cs"/>
          <w:cs/>
          <w:lang w:bidi="bn-IN"/>
        </w:rPr>
        <w:t>রূপ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ভাইজান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আ</w:t>
      </w:r>
      <w:r w:rsidR="00CE6E7C">
        <w:rPr>
          <w:lang w:bidi="bn-IN"/>
        </w:rPr>
        <w:t>সসা</w:t>
      </w:r>
      <w:r w:rsidRPr="004F10E3">
        <w:rPr>
          <w:rFonts w:hint="cs"/>
          <w:cs/>
          <w:lang w:bidi="bn-IN"/>
        </w:rPr>
        <w:t>লামু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আলাইকুম।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আরজু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আকাঙ্খা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: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প্রার্থনা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নির্ধারন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মক্কাতে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অবধি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: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উপযুক্ত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ক্রীতদাসী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সরঞ্জাম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যোগাড়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সহযোগীতা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কামনাটি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="00CE6E7C">
        <w:t xml:space="preserve">, </w:t>
      </w:r>
      <w:r w:rsidRPr="004F10E3">
        <w:rPr>
          <w:rFonts w:hint="cs"/>
          <w:cs/>
          <w:lang w:bidi="bn-IN"/>
        </w:rPr>
        <w:t>মুত্যুর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আকাঙ্খাও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ওয়াস্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সালাম।</w:t>
      </w:r>
      <w:r w:rsidR="00CE6E7C" w:rsidRPr="00C73930">
        <w:rPr>
          <w:rStyle w:val="libEnChar"/>
        </w:rPr>
        <w:t>”</w:t>
      </w:r>
      <w:r w:rsidRPr="004F10E3">
        <w:t xml:space="preserve"> </w:t>
      </w:r>
    </w:p>
    <w:p w:rsidR="00CE6E7C" w:rsidRDefault="004F10E3" w:rsidP="00CE6E7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ইয়াহ্হিয়া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লিখেছিলে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হক্বের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দাওয়াতে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লাব্বাইক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হাজির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সর্বোত্তম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স্বাগতম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স্থানের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ইচ্ছার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খাদেমা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হাক্বতায়ালার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খাদেমকে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হাক্বতায়ালার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বঞ্চিত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আকাঙ্খা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অন্যের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বন্দেগী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কর্তৃত্ব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ইরফানের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)-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কতলগাহ্</w:t>
      </w:r>
      <w:r w:rsidR="00CE6E7C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জবেহ্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t xml:space="preserve">?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</w:t>
      </w:r>
      <w:r w:rsidR="000B1B7B">
        <w:rPr>
          <w:rFonts w:hint="cs"/>
          <w:cs/>
          <w:lang w:bidi="bn-IN"/>
        </w:rPr>
        <w:t>ন্নি</w:t>
      </w:r>
      <w:r w:rsidRPr="004F10E3">
        <w:rPr>
          <w:rFonts w:hint="cs"/>
          <w:cs/>
          <w:lang w:bidi="bn-IN"/>
        </w:rPr>
        <w:t>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আসবো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পারো</w:t>
      </w:r>
      <w:r w:rsidRPr="004F10E3">
        <w:t>?</w:t>
      </w:r>
      <w:r w:rsidRPr="00C73930">
        <w:rPr>
          <w:rStyle w:val="libEnChar"/>
        </w:rPr>
        <w:t>”</w:t>
      </w:r>
      <w:r w:rsidRPr="00CE6E7C">
        <w:rPr>
          <w:rStyle w:val="libFootnotenumChar"/>
          <w:cs/>
          <w:lang w:bidi="bn-BD"/>
        </w:rPr>
        <w:t>৩২</w:t>
      </w:r>
      <w:r w:rsidRPr="004F10E3">
        <w:rPr>
          <w:cs/>
          <w:lang w:bidi="bn-IN"/>
        </w:rPr>
        <w:t xml:space="preserve"> </w:t>
      </w:r>
    </w:p>
    <w:p w:rsidR="00CE6E7C" w:rsidRDefault="00CE6E7C" w:rsidP="00CE6E7C">
      <w:pPr>
        <w:pStyle w:val="libNormal"/>
        <w:rPr>
          <w:lang w:bidi="bn-IN"/>
        </w:rPr>
      </w:pPr>
    </w:p>
    <w:p w:rsidR="00CE6E7C" w:rsidRDefault="004F10E3" w:rsidP="00CE6E7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৩৩</w:t>
      </w:r>
      <w:r w:rsidRPr="004F10E3">
        <w:rPr>
          <w:cs/>
          <w:lang w:bidi="bn-IN"/>
        </w:rPr>
        <w:t>)</w:t>
      </w:r>
    </w:p>
    <w:p w:rsidR="00CE6E7C" w:rsidRDefault="004F10E3" w:rsidP="00CE6E7C">
      <w:pPr>
        <w:pStyle w:val="Heading1Center"/>
        <w:rPr>
          <w:lang w:bidi="bn-BD"/>
        </w:rPr>
      </w:pPr>
      <w:bookmarkStart w:id="34" w:name="_Toc493152431"/>
      <w:r w:rsidRPr="004F10E3">
        <w:rPr>
          <w:cs/>
          <w:lang w:bidi="bn-BD"/>
        </w:rPr>
        <w:t>আলেমের পদস্খলন</w:t>
      </w:r>
      <w:bookmarkEnd w:id="34"/>
    </w:p>
    <w:p w:rsidR="005B40C3" w:rsidRDefault="005B2912" w:rsidP="005B40C3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হানিফা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আহলে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সুন্নাত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ওয়াল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জামায়েতের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বিশিষ্ট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খ্যাতনামা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আলেম।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</w:t>
      </w:r>
      <w:r w:rsidR="000B1B7B">
        <w:rPr>
          <w:rFonts w:hint="cs"/>
          <w:cs/>
          <w:lang w:bidi="bn-IN"/>
        </w:rPr>
        <w:t>ন্নি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ফেকাহ্গত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মাযহাবের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একটির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ইমাম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অনুসারে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মাযহাবের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নামকরণ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আশি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পৃথিবীতে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আগমন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সত্তর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বৎসর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অর্থাৎ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পঞ্চাশ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আব্বাসীয়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খলিফা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মনসুরের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নির্দেশে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কারারুদ্ধ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অবস্থায়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পরলোকগমন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5B40C3" w:rsidRDefault="004F10E3" w:rsidP="00CE6E7C">
      <w:pPr>
        <w:pStyle w:val="libNormal"/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হানিফা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থমকে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কাঁদামাটির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ঢুকিয়ে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সাবধান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থেকো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কাঁদার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5B40C3" w:rsidRPr="00C73930">
        <w:rPr>
          <w:rStyle w:val="libEnChar"/>
        </w:rPr>
        <w:t>”</w:t>
      </w:r>
      <w:r w:rsidRPr="004F10E3">
        <w:t xml:space="preserve"> </w:t>
      </w:r>
    </w:p>
    <w:p w:rsidR="005B40C3" w:rsidRDefault="004F10E3" w:rsidP="00CE6E7C">
      <w:pPr>
        <w:pStyle w:val="libNormal"/>
      </w:pPr>
      <w:r w:rsidRPr="004F10E3">
        <w:rPr>
          <w:rFonts w:hint="cs"/>
          <w:cs/>
          <w:lang w:bidi="bn-IN"/>
        </w:rPr>
        <w:t>শিশুটি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যাই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শুধুমাত্র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কর্দমাক্ত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ময়লা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হ্যাঁ</w:t>
      </w:r>
      <w:r w:rsidR="005B40C3" w:rsidRPr="00C73930">
        <w:rPr>
          <w:rStyle w:val="libEnChar"/>
        </w:rPr>
        <w:t xml:space="preserve">,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করুণ।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পদস্খলন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বিচ্যুতি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গুনাহর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হবেন।</w:t>
      </w:r>
      <w:r w:rsidR="005B40C3" w:rsidRPr="00C73930">
        <w:rPr>
          <w:rStyle w:val="libEnChar"/>
        </w:rPr>
        <w:t>”</w:t>
      </w:r>
      <w:r w:rsidRPr="004F10E3">
        <w:t xml:space="preserve"> </w:t>
      </w:r>
    </w:p>
    <w:p w:rsidR="005B40C3" w:rsidRDefault="004F10E3" w:rsidP="00CE6E7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হানিফা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চমকপ্রদ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রইলেন।</w:t>
      </w:r>
      <w:r w:rsidRPr="005B40C3">
        <w:rPr>
          <w:rStyle w:val="libFootnotenumChar"/>
          <w:cs/>
          <w:lang w:bidi="bn-BD"/>
        </w:rPr>
        <w:t>৩৩</w:t>
      </w:r>
      <w:r w:rsidRPr="004F10E3">
        <w:rPr>
          <w:cs/>
          <w:lang w:bidi="bn-IN"/>
        </w:rPr>
        <w:t xml:space="preserve"> </w:t>
      </w:r>
    </w:p>
    <w:p w:rsidR="005B40C3" w:rsidRDefault="005B40C3" w:rsidP="00CE6E7C">
      <w:pPr>
        <w:pStyle w:val="libNormal"/>
        <w:rPr>
          <w:lang w:bidi="bn-IN"/>
        </w:rPr>
      </w:pPr>
    </w:p>
    <w:p w:rsidR="005B40C3" w:rsidRDefault="004F10E3" w:rsidP="005B40C3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৩৪</w:t>
      </w:r>
      <w:r w:rsidRPr="004F10E3">
        <w:rPr>
          <w:cs/>
          <w:lang w:bidi="bn-IN"/>
        </w:rPr>
        <w:t xml:space="preserve">) </w:t>
      </w:r>
    </w:p>
    <w:p w:rsidR="005B40C3" w:rsidRDefault="004F10E3" w:rsidP="005B40C3">
      <w:pPr>
        <w:pStyle w:val="Heading1Center"/>
        <w:rPr>
          <w:lang w:bidi="bn-BD"/>
        </w:rPr>
      </w:pPr>
      <w:bookmarkStart w:id="35" w:name="_Toc493152432"/>
      <w:r w:rsidRPr="004F10E3">
        <w:rPr>
          <w:cs/>
          <w:lang w:bidi="bn-BD"/>
        </w:rPr>
        <w:t>মৃত্যুর প্রস্তুতি</w:t>
      </w:r>
      <w:bookmarkEnd w:id="35"/>
    </w:p>
    <w:p w:rsidR="005B40C3" w:rsidRDefault="004F10E3" w:rsidP="005B40C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অচেনা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তারপরও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মসজিদের</w:t>
      </w:r>
      <w:r w:rsidRPr="004F10E3">
        <w:rPr>
          <w:cs/>
          <w:lang w:bidi="bn-IN"/>
        </w:rPr>
        <w:t xml:space="preserve"> </w:t>
      </w:r>
      <w:r w:rsidR="005B40C3">
        <w:rPr>
          <w:rFonts w:hint="cs"/>
          <w:cs/>
          <w:lang w:bidi="bn-IN"/>
        </w:rPr>
        <w:t>মুসল্লিরা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করজোড়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সালাতান্তে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মেম্বারে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="005B40C3">
        <w:rPr>
          <w:rFonts w:hint="cs"/>
          <w:cs/>
          <w:lang w:bidi="bn-IN"/>
        </w:rPr>
        <w:t>মুসল্লিদের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উপদেশমূলক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কেন্দ্রীভূত।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মেম্বারের</w:t>
      </w:r>
      <w:r w:rsidRPr="004F10E3">
        <w:rPr>
          <w:cs/>
          <w:lang w:bidi="bn-IN"/>
        </w:rPr>
        <w:t xml:space="preserve"> </w:t>
      </w:r>
      <w:r w:rsidR="005B40C3">
        <w:rPr>
          <w:rFonts w:hint="cs"/>
          <w:cs/>
          <w:lang w:bidi="bn-IN"/>
        </w:rPr>
        <w:t>প্রথম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সিঁড়িতে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বসলেন।</w:t>
      </w:r>
      <w:r w:rsidRPr="004F10E3">
        <w:rPr>
          <w:cs/>
          <w:lang w:bidi="bn-IN"/>
        </w:rPr>
        <w:t xml:space="preserve"> </w:t>
      </w:r>
    </w:p>
    <w:p w:rsidR="008F46BB" w:rsidRDefault="004F10E3" w:rsidP="005B40C3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বিসমি</w:t>
      </w:r>
      <w:r w:rsidR="005B40C3">
        <w:rPr>
          <w:lang w:bidi="bn-IN"/>
        </w:rPr>
        <w:t>ল্লা</w:t>
      </w:r>
      <w:r w:rsidRPr="004F10E3">
        <w:rPr>
          <w:rFonts w:hint="cs"/>
          <w:cs/>
          <w:lang w:bidi="bn-IN"/>
        </w:rPr>
        <w:t>হির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রাহমানির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পবিত্র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ভাইয়েরা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বেঁচে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দাড়ায়।</w:t>
      </w:r>
      <w:r w:rsidR="008F46BB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দাড়ায়</w:t>
      </w:r>
      <w:r w:rsidRPr="004F10E3">
        <w:rPr>
          <w:cs/>
          <w:lang w:bidi="bn-IN"/>
        </w:rPr>
        <w:t>!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এবারো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বেঁচে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পাচ্ছো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নও।</w:t>
      </w:r>
      <w:r w:rsidR="008F46BB" w:rsidRPr="00C73930">
        <w:rPr>
          <w:rStyle w:val="libEnChar"/>
        </w:rPr>
        <w:t>”</w:t>
      </w:r>
      <w:r w:rsidRPr="008F46BB">
        <w:rPr>
          <w:rStyle w:val="libFootnotenumChar"/>
          <w:cs/>
          <w:lang w:bidi="bn-BD"/>
        </w:rPr>
        <w:t>৩৪</w:t>
      </w:r>
      <w:r w:rsidRPr="004F10E3">
        <w:rPr>
          <w:cs/>
          <w:lang w:bidi="bn-IN"/>
        </w:rPr>
        <w:t xml:space="preserve"> </w:t>
      </w:r>
    </w:p>
    <w:p w:rsidR="008F46BB" w:rsidRDefault="008F46BB" w:rsidP="005B40C3">
      <w:pPr>
        <w:pStyle w:val="libNormal"/>
        <w:rPr>
          <w:lang w:bidi="bn-IN"/>
        </w:rPr>
      </w:pPr>
    </w:p>
    <w:p w:rsidR="008F46BB" w:rsidRDefault="004F10E3" w:rsidP="008F46B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৩৫</w:t>
      </w:r>
      <w:r w:rsidRPr="004F10E3">
        <w:rPr>
          <w:cs/>
          <w:lang w:bidi="bn-IN"/>
        </w:rPr>
        <w:t>)</w:t>
      </w:r>
    </w:p>
    <w:p w:rsidR="008F46BB" w:rsidRDefault="004F10E3" w:rsidP="008F46BB">
      <w:pPr>
        <w:pStyle w:val="Heading1Center"/>
        <w:rPr>
          <w:lang w:bidi="bn-BD"/>
        </w:rPr>
      </w:pPr>
      <w:bookmarkStart w:id="36" w:name="_Toc493152433"/>
      <w:r w:rsidRPr="004F10E3">
        <w:rPr>
          <w:cs/>
          <w:lang w:bidi="bn-BD"/>
        </w:rPr>
        <w:t>ইহকালের পণ্য সামগ্রী সামান্য</w:t>
      </w:r>
      <w:bookmarkEnd w:id="36"/>
    </w:p>
    <w:p w:rsidR="008F46BB" w:rsidRDefault="005B2912" w:rsidP="008F46BB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তৃতীয়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খোরাসানের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যাহেদ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হাতেম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আসাম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>)</w:t>
      </w:r>
      <w:r w:rsidR="004F10E3" w:rsidRPr="004F10E3">
        <w:rPr>
          <w:rFonts w:hint="cs"/>
          <w:cs/>
          <w:lang w:bidi="hi-IN"/>
        </w:rPr>
        <w:t>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মূল্যহীন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দুনিয়া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প্রজ্ঞা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সম্পর্কিত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মূল্যবান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হৃদয়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উদ্দীপক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বক্তব্য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খোরাসানীদের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অত্যন্ত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প্রিয়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জনগণকে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কোরআন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পাঠ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উৎসাহ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দিতেন।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কোরআন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তিলাওয়াত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অলীদের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কাহিনী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পাঠকে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</w:t>
      </w:r>
      <w:r w:rsidR="008F46BB">
        <w:rPr>
          <w:lang w:bidi="bn-IN"/>
        </w:rPr>
        <w:t>ফসে</w:t>
      </w:r>
      <w:r w:rsidR="004F10E3" w:rsidRPr="004F10E3">
        <w:rPr>
          <w:rFonts w:hint="cs"/>
          <w:cs/>
          <w:lang w:bidi="bn-IN"/>
        </w:rPr>
        <w:t>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পরিশুদ্ধতায়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অত্যন্ত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কার্যকর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করতেন।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8F46BB" w:rsidRDefault="004F10E3" w:rsidP="008F46BB">
      <w:pPr>
        <w:pStyle w:val="libNormal"/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="008F46BB" w:rsidRPr="00C73930">
        <w:rPr>
          <w:rStyle w:val="libEnChar"/>
        </w:rPr>
        <w:t>,</w:t>
      </w:r>
      <w:r w:rsidRPr="004F10E3">
        <w:t xml:space="preserve"> </w:t>
      </w: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বাগদাদ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খলিফাকে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খোরাসানের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রাজদরবারে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আহ্বানে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সিংহাসনে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উপবিষ্ট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খলিফাকে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সম্বোধন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অল্পতুষ্ট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>) !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8F46BB" w:rsidRDefault="004F10E3" w:rsidP="008F46BB">
      <w:pPr>
        <w:pStyle w:val="libNormal"/>
      </w:pPr>
      <w:r w:rsidRPr="004F10E3">
        <w:rPr>
          <w:rFonts w:hint="cs"/>
          <w:cs/>
          <w:lang w:bidi="bn-IN"/>
        </w:rPr>
        <w:t>মহামান্য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খলিফা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সমগ্র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ফরমানের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তাবেদার।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অল্পতে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দৌলত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সঞ্চয়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নি।</w:t>
      </w:r>
      <w:r w:rsidR="008F46BB" w:rsidRPr="00C73930">
        <w:rPr>
          <w:rStyle w:val="libEnChar"/>
        </w:rPr>
        <w:t>”</w:t>
      </w:r>
      <w:r w:rsidRPr="004F10E3">
        <w:t xml:space="preserve"> </w:t>
      </w:r>
    </w:p>
    <w:p w:rsidR="008F46BB" w:rsidRDefault="004F10E3" w:rsidP="008F46B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হাতেম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খলিফা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বরং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সর্বাপেক্ষা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</w:t>
      </w:r>
      <w:r w:rsidR="008F46BB">
        <w:rPr>
          <w:rFonts w:hint="cs"/>
          <w:cs/>
          <w:lang w:bidi="bn-IN"/>
        </w:rPr>
        <w:t>ম্ন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সামগ্রী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কিতাব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কোরআন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দুনিয়ার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সামগ্রী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সামান্য</w:t>
      </w:r>
      <w:r w:rsidR="002B4E6C">
        <w:rPr>
          <w:rFonts w:hint="eastAsia"/>
        </w:rPr>
        <w:t>’</w:t>
      </w:r>
      <w:r w:rsidRPr="004F10E3">
        <w:t xml:space="preserve">?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ভাগ্যে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পণ্যের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যাহেদ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অল্পতুষ্ট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নই।</w:t>
      </w:r>
      <w:r w:rsidR="008F46BB" w:rsidRPr="00C73930">
        <w:rPr>
          <w:rStyle w:val="libEnChar"/>
        </w:rPr>
        <w:t>”</w:t>
      </w:r>
      <w:r w:rsidRPr="008F46BB">
        <w:rPr>
          <w:rStyle w:val="libFootnotenumChar"/>
          <w:cs/>
          <w:lang w:bidi="bn-BD"/>
        </w:rPr>
        <w:t>৩৫</w:t>
      </w:r>
      <w:r w:rsidRPr="004F10E3">
        <w:rPr>
          <w:cs/>
          <w:lang w:bidi="bn-IN"/>
        </w:rPr>
        <w:t xml:space="preserve"> </w:t>
      </w:r>
    </w:p>
    <w:p w:rsidR="003E25A4" w:rsidRDefault="003E25A4" w:rsidP="008F46BB">
      <w:pPr>
        <w:pStyle w:val="libCenterBold1"/>
        <w:rPr>
          <w:lang w:bidi="bn-IN"/>
        </w:rPr>
      </w:pPr>
    </w:p>
    <w:p w:rsidR="008F46BB" w:rsidRDefault="004F10E3" w:rsidP="008F46B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৩৬</w:t>
      </w:r>
      <w:r w:rsidRPr="004F10E3">
        <w:rPr>
          <w:cs/>
          <w:lang w:bidi="bn-IN"/>
        </w:rPr>
        <w:t>)</w:t>
      </w:r>
    </w:p>
    <w:p w:rsidR="008F46BB" w:rsidRDefault="004F10E3" w:rsidP="008F46BB">
      <w:pPr>
        <w:pStyle w:val="Heading1Center"/>
        <w:rPr>
          <w:lang w:bidi="bn-BD"/>
        </w:rPr>
      </w:pPr>
      <w:bookmarkStart w:id="37" w:name="_Toc493152434"/>
      <w:r w:rsidRPr="004F10E3">
        <w:rPr>
          <w:cs/>
          <w:lang w:bidi="bn-BD"/>
        </w:rPr>
        <w:t>কুশলাদি বিনিময়</w:t>
      </w:r>
      <w:bookmarkEnd w:id="37"/>
    </w:p>
    <w:p w:rsidR="008F46BB" w:rsidRDefault="005B2912" w:rsidP="008F46BB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ইব্নে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সিরিন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ইবনে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সিরিন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5B40C3">
        <w:rPr>
          <w:rFonts w:hint="cs"/>
          <w:cs/>
          <w:lang w:bidi="bn-IN"/>
        </w:rPr>
        <w:t>প্রথম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দ্বিতীয়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ফকিহ্</w:t>
      </w:r>
      <w:r w:rsidR="004F10E3" w:rsidRPr="004F10E3">
        <w:rPr>
          <w:cs/>
          <w:lang w:bidi="bn-IN"/>
        </w:rPr>
        <w:t xml:space="preserve"> 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মুহাদ্দিস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স্ব</w:t>
      </w:r>
      <w:r w:rsidR="00F729D7">
        <w:rPr>
          <w:rFonts w:hint="cs"/>
          <w:cs/>
          <w:lang w:bidi="bn-IN"/>
        </w:rPr>
        <w:t>প্ন</w:t>
      </w:r>
      <w:r w:rsidR="004F10E3" w:rsidRPr="004F10E3">
        <w:rPr>
          <w:rFonts w:hint="cs"/>
          <w:cs/>
          <w:lang w:bidi="bn-IN"/>
        </w:rPr>
        <w:t>তাত্বিক।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বসরা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নগরীতে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শহরেই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ইন্তেকাল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হয়েছিল।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স্বপ্নের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তাবিরে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বিশ্বখ্যাতি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অর্জন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</w:t>
      </w:r>
      <w:r w:rsidR="004F10E3" w:rsidRPr="004F10E3">
        <w:rPr>
          <w:cs/>
          <w:lang w:bidi="bn-IN"/>
        </w:rPr>
        <w:t xml:space="preserve"> </w:t>
      </w:r>
      <w:r w:rsidR="005B40C3">
        <w:rPr>
          <w:rFonts w:hint="cs"/>
          <w:cs/>
          <w:lang w:bidi="bn-IN"/>
        </w:rPr>
        <w:t>প্রথম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খলিফার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দাসী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8F46BB" w:rsidRDefault="004F10E3" w:rsidP="008F46B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সিরিন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পাঁচশত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বিলম্ব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সিরিন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পাঁচশত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পাওনাদারকে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</w:t>
      </w:r>
      <w:r w:rsidR="008F46BB">
        <w:t>,</w:t>
      </w:r>
      <w:r w:rsidRPr="004F10E3">
        <w:t xml:space="preserve"> </w:t>
      </w:r>
      <w:r w:rsidRPr="004F10E3">
        <w:rPr>
          <w:rFonts w:hint="cs"/>
          <w:cs/>
          <w:lang w:bidi="bn-IN"/>
        </w:rPr>
        <w:t>বাকী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পাঁচশত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সংসারের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খরচ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মিটাও।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লানত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বর্ষিত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হোক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এরপর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কুশল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rPr>
          <w:cs/>
          <w:lang w:bidi="bn-IN"/>
        </w:rPr>
        <w:t>!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বলা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পরিশোধের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খরচ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মেটানোর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rPr>
          <w:cs/>
          <w:lang w:bidi="bn-IN"/>
        </w:rPr>
        <w:t xml:space="preserve"> </w:t>
      </w:r>
    </w:p>
    <w:p w:rsidR="008F46BB" w:rsidRDefault="004F10E3" w:rsidP="008F46B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কুশল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বিপদ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কুশলাদি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মুনাফিকি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করলে।</w:t>
      </w:r>
      <w:r w:rsidR="008F46BB" w:rsidRPr="00C73930">
        <w:rPr>
          <w:rStyle w:val="libEnChar"/>
        </w:rPr>
        <w:t>”</w:t>
      </w:r>
      <w:r w:rsidRPr="008F46BB">
        <w:rPr>
          <w:rStyle w:val="libFootnotenumChar"/>
          <w:cs/>
          <w:lang w:bidi="bn-BD"/>
        </w:rPr>
        <w:t>৩৬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8F46BB" w:rsidRDefault="004F10E3" w:rsidP="008F46B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৩৭</w:t>
      </w:r>
      <w:r w:rsidRPr="004F10E3">
        <w:rPr>
          <w:cs/>
          <w:lang w:bidi="bn-IN"/>
        </w:rPr>
        <w:t>)</w:t>
      </w:r>
    </w:p>
    <w:p w:rsidR="00660A5F" w:rsidRDefault="004F10E3" w:rsidP="00660A5F">
      <w:pPr>
        <w:pStyle w:val="Heading1Center"/>
        <w:rPr>
          <w:lang w:bidi="bn-BD"/>
        </w:rPr>
      </w:pPr>
      <w:bookmarkStart w:id="38" w:name="_Toc493152435"/>
      <w:r w:rsidRPr="004F10E3">
        <w:rPr>
          <w:cs/>
          <w:lang w:bidi="bn-BD"/>
        </w:rPr>
        <w:t>অভ্যন্তরীণ শত্রু</w:t>
      </w:r>
      <w:bookmarkEnd w:id="38"/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ছটফট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পিপাসায়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কলিজা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শুকিয়ে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কাফেলা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নিকটবর্তী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60A5F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মশকগুলোও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শূন্য।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আসুন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কিছুক্ষনের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জনবসতির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মরুভূমির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আসবাবপত্রের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পাচ্ছি।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ওটাও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খালি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কাফেলার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ওটা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ভর্তি।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মিশ্রিত।</w:t>
      </w:r>
      <w:r w:rsidR="00660A5F" w:rsidRPr="00C73930">
        <w:rPr>
          <w:rStyle w:val="libEnChar"/>
        </w:rPr>
        <w:t>”</w:t>
      </w:r>
      <w:r w:rsidRPr="004F10E3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60A5F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60A5F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শাসনকর্তার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তলোয়ার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তলোয়ার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60A5F" w:rsidRDefault="004F10E3" w:rsidP="00660A5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পথিক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ওটা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আমারও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তলোয়ারের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ধরাশয়ী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অভ্যন্তরে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দুশমনের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কার্যকরী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rFonts w:hint="eastAsia"/>
        </w:rPr>
        <w:t>”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পাত্রটি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উদ্যত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ফোটাই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যথেষ্ট।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সৈন্য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বাহিনীকে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সম্ভব।</w:t>
      </w:r>
      <w:r w:rsidRPr="004F10E3">
        <w:rPr>
          <w:rFonts w:hint="eastAsia"/>
        </w:rPr>
        <w:t>”</w:t>
      </w:r>
    </w:p>
    <w:p w:rsidR="00660A5F" w:rsidRDefault="004F10E3" w:rsidP="00660A5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পথিক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ঘটনাক্রমে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দুশমন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সৈন্য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বাহিনীর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ঝরিয়েছে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সম্মানহানী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নিহত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ইয়ত্তা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="00660A5F" w:rsidRPr="00C73930">
        <w:rPr>
          <w:rStyle w:val="libEnChar"/>
        </w:rPr>
        <w:t>”</w:t>
      </w:r>
      <w:r w:rsidRPr="00660A5F">
        <w:rPr>
          <w:rStyle w:val="libFootnotenumChar"/>
          <w:cs/>
          <w:lang w:bidi="bn-BD"/>
        </w:rPr>
        <w:t>৩৭</w:t>
      </w:r>
      <w:r w:rsidRPr="004F10E3">
        <w:rPr>
          <w:cs/>
          <w:lang w:bidi="bn-IN"/>
        </w:rPr>
        <w:t xml:space="preserve"> </w:t>
      </w:r>
    </w:p>
    <w:p w:rsidR="00660A5F" w:rsidRDefault="004F10E3" w:rsidP="00660A5F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৩৮</w:t>
      </w:r>
      <w:r w:rsidRPr="004F10E3">
        <w:rPr>
          <w:cs/>
          <w:lang w:bidi="bn-IN"/>
        </w:rPr>
        <w:t>)</w:t>
      </w:r>
    </w:p>
    <w:p w:rsidR="00660A5F" w:rsidRDefault="004F10E3" w:rsidP="00660A5F">
      <w:pPr>
        <w:pStyle w:val="Heading1Center"/>
        <w:rPr>
          <w:lang w:bidi="bn-BD"/>
        </w:rPr>
      </w:pPr>
      <w:bookmarkStart w:id="39" w:name="_Toc493152436"/>
      <w:r w:rsidRPr="004F10E3">
        <w:rPr>
          <w:cs/>
          <w:lang w:bidi="bn-BD"/>
        </w:rPr>
        <w:t xml:space="preserve">আগুনের </w:t>
      </w:r>
      <w:r w:rsidR="00660A5F">
        <w:rPr>
          <w:cs/>
          <w:lang w:bidi="bn-BD"/>
        </w:rPr>
        <w:t>উপযুক্ত</w:t>
      </w:r>
      <w:bookmarkEnd w:id="39"/>
    </w:p>
    <w:p w:rsidR="00660A5F" w:rsidRDefault="005B2912" w:rsidP="00660A5F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তৃতীয়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শতাব্দির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নিশাপুরের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হিরার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অধিবাসী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ওসমান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হিরী।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কেরামতের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কাহিনী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লোকের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মুখে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মুখে।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বিত্তশালী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ধনী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পরিবারে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জন্মগ্রহণ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কিন্তু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দুনিয়ার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ভোগবিলাস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ধন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দৌলতের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ইসলামী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আধ্যাত্মবাদের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চর্চায়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আত্মনিয়োগ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করেছিলেন।</w:t>
      </w:r>
      <w:r w:rsidR="005571D3">
        <w:rPr>
          <w:cs/>
          <w:lang w:bidi="bn-IN"/>
        </w:rPr>
        <w:t>]</w:t>
      </w:r>
    </w:p>
    <w:p w:rsidR="00660A5F" w:rsidRDefault="004F10E3" w:rsidP="00660A5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অকস্মাৎ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গামলা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পরিদর্শনে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বেগুনে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শায়েস্তা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নিমিত্তে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ওসমান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ভাইয়েরা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থামো</w:t>
      </w:r>
      <w:r w:rsidR="00660A5F">
        <w:t>,</w:t>
      </w:r>
      <w:r w:rsidRPr="004F10E3">
        <w:t xml:space="preserve"> </w:t>
      </w:r>
      <w:r w:rsidRPr="004F10E3">
        <w:rPr>
          <w:rFonts w:hint="cs"/>
          <w:cs/>
          <w:lang w:bidi="bn-IN"/>
        </w:rPr>
        <w:t>শান্ত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সহস্র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ছাইভস্ম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জাহান্নামের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আগুনেরই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উপযুক্ত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অগ্নিশিখার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যোগ্য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="00660A5F" w:rsidRPr="00C73930">
        <w:rPr>
          <w:rStyle w:val="libEnChar"/>
        </w:rPr>
        <w:t>”</w:t>
      </w:r>
      <w:r w:rsidRPr="00660A5F">
        <w:rPr>
          <w:rStyle w:val="libFootnotenumChar"/>
          <w:cs/>
          <w:lang w:bidi="bn-BD"/>
        </w:rPr>
        <w:t>৩৮</w:t>
      </w:r>
      <w:r w:rsidRPr="004F10E3">
        <w:rPr>
          <w:cs/>
          <w:lang w:bidi="bn-IN"/>
        </w:rPr>
        <w:t xml:space="preserve"> </w:t>
      </w:r>
    </w:p>
    <w:p w:rsidR="00660A5F" w:rsidRDefault="00660A5F" w:rsidP="00660A5F">
      <w:pPr>
        <w:pStyle w:val="libNormal"/>
        <w:rPr>
          <w:lang w:bidi="bn-IN"/>
        </w:rPr>
      </w:pPr>
    </w:p>
    <w:p w:rsidR="00660A5F" w:rsidRDefault="004F10E3" w:rsidP="00660A5F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৩৯</w:t>
      </w:r>
      <w:r w:rsidRPr="004F10E3">
        <w:rPr>
          <w:cs/>
          <w:lang w:bidi="bn-IN"/>
        </w:rPr>
        <w:t>)</w:t>
      </w:r>
    </w:p>
    <w:p w:rsidR="00660A5F" w:rsidRDefault="004F10E3" w:rsidP="00660A5F">
      <w:pPr>
        <w:pStyle w:val="Heading1Center"/>
        <w:rPr>
          <w:lang w:bidi="bn-BD"/>
        </w:rPr>
      </w:pPr>
      <w:bookmarkStart w:id="40" w:name="_Toc493152437"/>
      <w:r w:rsidRPr="004F10E3">
        <w:rPr>
          <w:cs/>
          <w:lang w:bidi="bn-BD"/>
        </w:rPr>
        <w:t>অসহায়ের দোয়া</w:t>
      </w:r>
      <w:bookmarkEnd w:id="40"/>
    </w:p>
    <w:p w:rsidR="00660A5F" w:rsidRDefault="005B2912" w:rsidP="00660A5F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আবুল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হাসান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বুশা</w:t>
      </w:r>
      <w:r w:rsidR="00660A5F">
        <w:rPr>
          <w:lang w:bidi="bn-IN"/>
        </w:rPr>
        <w:t>নজী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খোরাসানের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আলেম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আবেদ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কিছুকাল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বিতাড়িত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হয়েছিল।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অবশেষে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নিশাপুরে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আসেন।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</w:t>
      </w:r>
      <w:r w:rsidR="00660A5F">
        <w:rPr>
          <w:lang w:bidi="bn-IN"/>
        </w:rPr>
        <w:t>ল্লি</w:t>
      </w:r>
      <w:r w:rsidR="004F10E3" w:rsidRPr="004F10E3">
        <w:rPr>
          <w:rFonts w:hint="cs"/>
          <w:cs/>
          <w:lang w:bidi="bn-IN"/>
        </w:rPr>
        <w:t>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পৃথিবী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চিরবিদায়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গ্রহণ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করেন।</w:t>
      </w:r>
      <w:r w:rsidR="005571D3">
        <w:rPr>
          <w:cs/>
          <w:lang w:bidi="bn-IN"/>
        </w:rPr>
        <w:t>]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কিতাবে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খোজা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খোজি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নিরুপায়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নিশাপুরের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60A5F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হাসান।</w:t>
      </w:r>
      <w:r w:rsidR="00660A5F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দৌড়ে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60A5F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বাবা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660A5F" w:rsidRPr="00C73930">
        <w:rPr>
          <w:rStyle w:val="libEnChar"/>
        </w:rPr>
        <w:t>”</w:t>
      </w:r>
      <w:r w:rsidRPr="004F10E3">
        <w:t xml:space="preserve"> </w:t>
      </w:r>
    </w:p>
    <w:p w:rsidR="00660A5F" w:rsidRDefault="004F10E3" w:rsidP="00660A5F">
      <w:pPr>
        <w:pStyle w:val="libNormal"/>
      </w:pPr>
      <w:r w:rsidRPr="004F10E3">
        <w:rPr>
          <w:rFonts w:hint="cs"/>
          <w:cs/>
          <w:lang w:bidi="bn-IN"/>
        </w:rPr>
        <w:t>গ্রাম্য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দেন</w:t>
      </w:r>
      <w:r w:rsidRPr="004F10E3">
        <w:rPr>
          <w:cs/>
          <w:lang w:bidi="bn-IN"/>
        </w:rPr>
        <w:t xml:space="preserve"> </w:t>
      </w:r>
      <w:r w:rsidR="008677B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চেচিয়ে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দেবো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660A5F" w:rsidRDefault="00E13B95" w:rsidP="00660A5F">
      <w:pPr>
        <w:pStyle w:val="libNormal"/>
      </w:pP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হাসান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নিতান্তই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অসহায়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বোধ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চরম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অসহায়ত্বের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হালতে</w:t>
      </w:r>
      <w:r w:rsidR="004F10E3" w:rsidRPr="004F10E3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দরবারে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তুলে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হে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রব</w:t>
      </w:r>
      <w:r w:rsidR="004F10E3" w:rsidRPr="004F10E3">
        <w:rPr>
          <w:cs/>
          <w:lang w:bidi="bn-IN"/>
        </w:rPr>
        <w:t xml:space="preserve">! </w:t>
      </w:r>
      <w:r w:rsidR="004F10E3" w:rsidRPr="004F10E3">
        <w:rPr>
          <w:rFonts w:hint="cs"/>
          <w:cs/>
          <w:lang w:bidi="bn-IN"/>
        </w:rPr>
        <w:t>আমাকে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গ্রাম্য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লোকটির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মুক্তি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দাও।</w:t>
      </w:r>
      <w:r w:rsidR="004F10E3" w:rsidRPr="004F10E3">
        <w:rPr>
          <w:rFonts w:hint="eastAsia"/>
        </w:rPr>
        <w:t>”</w:t>
      </w:r>
      <w:r w:rsidR="004F10E3" w:rsidRPr="004F10E3">
        <w:t xml:space="preserve"> </w:t>
      </w:r>
    </w:p>
    <w:p w:rsidR="00DC37CA" w:rsidRDefault="004F10E3" w:rsidP="00DC37CA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সাধকের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মুনাজাত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অকস্মাৎ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গ্রাম্য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আয়ত্বে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60A5F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="005B40C3">
        <w:rPr>
          <w:rFonts w:hint="cs"/>
          <w:cs/>
          <w:lang w:bidi="bn-IN"/>
        </w:rPr>
        <w:t>প্রথম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নেননি।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</w:t>
      </w:r>
      <w:r w:rsidR="00DC37CA">
        <w:rPr>
          <w:lang w:bidi="bn-IN"/>
        </w:rPr>
        <w:t>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মঙ্গল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করুন।</w:t>
      </w:r>
      <w:r w:rsidR="00DC37CA" w:rsidRPr="00C73930">
        <w:rPr>
          <w:rStyle w:val="libEnChar"/>
        </w:rPr>
        <w:t>”</w:t>
      </w:r>
      <w:r w:rsidRPr="00DC37CA">
        <w:rPr>
          <w:rStyle w:val="libFootnotenumChar"/>
          <w:cs/>
          <w:lang w:bidi="bn-BD"/>
        </w:rPr>
        <w:t>৩৯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DC37CA" w:rsidRDefault="004F10E3" w:rsidP="00DC37CA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৪০</w:t>
      </w:r>
      <w:r w:rsidRPr="004F10E3">
        <w:rPr>
          <w:cs/>
          <w:lang w:bidi="bn-IN"/>
        </w:rPr>
        <w:t>)</w:t>
      </w:r>
    </w:p>
    <w:p w:rsidR="00672A09" w:rsidRDefault="004F10E3" w:rsidP="00672A09">
      <w:pPr>
        <w:pStyle w:val="Heading1Center"/>
        <w:rPr>
          <w:lang w:bidi="bn-BD"/>
        </w:rPr>
      </w:pPr>
      <w:bookmarkStart w:id="41" w:name="_Toc493152438"/>
      <w:r w:rsidRPr="004F10E3">
        <w:rPr>
          <w:cs/>
          <w:lang w:bidi="bn-BD"/>
        </w:rPr>
        <w:t>নেক নিয়ত</w:t>
      </w:r>
      <w:bookmarkEnd w:id="41"/>
    </w:p>
    <w:p w:rsidR="00672A09" w:rsidRDefault="004F10E3" w:rsidP="00672A09">
      <w:pPr>
        <w:pStyle w:val="libNormal"/>
      </w:pPr>
      <w:r w:rsidRPr="004F10E3">
        <w:rPr>
          <w:rFonts w:hint="cs"/>
          <w:cs/>
          <w:lang w:bidi="bn-IN"/>
        </w:rPr>
        <w:t>নুতন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মনন্থ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প্রয়োজন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</w:t>
      </w:r>
      <w:r w:rsidR="00672A09">
        <w:rPr>
          <w:lang w:bidi="bn-IN"/>
        </w:rPr>
        <w:t>থ</w:t>
      </w:r>
      <w:r w:rsidRPr="004F10E3">
        <w:rPr>
          <w:rFonts w:hint="cs"/>
          <w:cs/>
          <w:lang w:bidi="bn-IN"/>
        </w:rPr>
        <w:t>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শৌচাগারে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নতুন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সদ্কা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তৎক্ষনাত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শৌচাগারের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দরজায়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ঝুলিয়ে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সাথীদের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72A09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72A09" w:rsidRDefault="004F10E3" w:rsidP="00672A09">
      <w:pPr>
        <w:pStyle w:val="libNormal"/>
      </w:pPr>
      <w:r w:rsidRPr="004F10E3">
        <w:rPr>
          <w:rFonts w:hint="cs"/>
          <w:cs/>
          <w:lang w:bidi="bn-IN"/>
        </w:rPr>
        <w:t>শৌচাগারের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ঝুলিয়ে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মুখোপেক্ষী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="00672A09" w:rsidRPr="00C73930">
        <w:rPr>
          <w:rStyle w:val="libEnChar"/>
        </w:rPr>
        <w:t>”</w:t>
      </w:r>
      <w:r w:rsidRPr="004F10E3">
        <w:t xml:space="preserve"> </w:t>
      </w:r>
    </w:p>
    <w:p w:rsidR="00672A09" w:rsidRDefault="004F10E3" w:rsidP="00672A09">
      <w:pPr>
        <w:pStyle w:val="libNormal"/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72A09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অপেক্ষা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ওখান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সদ্কা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72A09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72A09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শয়তান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শয়তানের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হস্তক্ষেপ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অনুতপ্ত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="00672A09" w:rsidRPr="00C73930">
        <w:rPr>
          <w:rStyle w:val="libEnChar"/>
        </w:rPr>
        <w:t>”</w:t>
      </w:r>
      <w:r w:rsidRPr="00672A09">
        <w:rPr>
          <w:rStyle w:val="libFootnotenumChar"/>
          <w:cs/>
          <w:lang w:bidi="bn-BD"/>
        </w:rPr>
        <w:t>৪০</w:t>
      </w:r>
      <w:r w:rsidRPr="004F10E3">
        <w:rPr>
          <w:cs/>
          <w:lang w:bidi="bn-IN"/>
        </w:rPr>
        <w:t xml:space="preserve"> </w:t>
      </w:r>
    </w:p>
    <w:p w:rsidR="00672A09" w:rsidRDefault="00672A09" w:rsidP="00672A09">
      <w:pPr>
        <w:pStyle w:val="libNormal"/>
        <w:rPr>
          <w:lang w:bidi="bn-IN"/>
        </w:rPr>
      </w:pPr>
    </w:p>
    <w:p w:rsidR="00672A09" w:rsidRDefault="004F10E3" w:rsidP="00672A09">
      <w:pPr>
        <w:pStyle w:val="libCenterBold1"/>
      </w:pPr>
      <w:r w:rsidRPr="004F10E3">
        <w:rPr>
          <w:cs/>
        </w:rPr>
        <w:t>(</w:t>
      </w:r>
      <w:r w:rsidRPr="004F10E3">
        <w:rPr>
          <w:rFonts w:hint="cs"/>
          <w:cs/>
        </w:rPr>
        <w:t>৪১</w:t>
      </w:r>
      <w:r w:rsidRPr="004F10E3">
        <w:rPr>
          <w:cs/>
        </w:rPr>
        <w:t>)</w:t>
      </w:r>
    </w:p>
    <w:p w:rsidR="00672A09" w:rsidRDefault="004F10E3" w:rsidP="00672A09">
      <w:pPr>
        <w:pStyle w:val="Heading1Center"/>
        <w:rPr>
          <w:lang w:bidi="bn-BD"/>
        </w:rPr>
      </w:pPr>
      <w:bookmarkStart w:id="42" w:name="_Toc493152439"/>
      <w:r w:rsidRPr="004F10E3">
        <w:rPr>
          <w:cs/>
          <w:lang w:bidi="bn-BD"/>
        </w:rPr>
        <w:t>আত্মনির্ভরশীলতা</w:t>
      </w:r>
      <w:bookmarkEnd w:id="42"/>
    </w:p>
    <w:p w:rsidR="00672A09" w:rsidRDefault="005B2912" w:rsidP="00672A09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আবু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আবদুল্লাহ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মাগরিবি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বিশিষ্ট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অলী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মুরিদদের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প্রশিক্ষণে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যথেষ্ট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দক্ষ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তরিকায়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তাওয়াক্কুল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ভরসা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রিয়াযাত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কৃচ্ছ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সাধন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অসামান্য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গুরুত্বের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অধিকারী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বছর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বেঁচে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শত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উনানব্বই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হিজরীতে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পরজগতে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="004F10E3" w:rsidRPr="004F10E3">
        <w:rPr>
          <w:rFonts w:hint="cs"/>
          <w:cs/>
          <w:lang w:bidi="bn-IN"/>
        </w:rPr>
        <w:t>বুদের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</w:t>
      </w:r>
      <w:r w:rsidR="000B1B7B">
        <w:rPr>
          <w:rFonts w:hint="cs"/>
          <w:cs/>
          <w:lang w:bidi="bn-IN"/>
        </w:rPr>
        <w:t>ন্নি</w:t>
      </w:r>
      <w:r w:rsidR="004F10E3" w:rsidRPr="004F10E3">
        <w:rPr>
          <w:rFonts w:hint="cs"/>
          <w:cs/>
          <w:lang w:bidi="bn-IN"/>
        </w:rPr>
        <w:t>ধ্যে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যান।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672A09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আব্দুলাহ্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মাগরিবির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চারজন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প্রত্যেককে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পেশায়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প্রশিক্ষন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মুরিদরা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প্রয়োজন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যতদিন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ততদিন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মুরিদেরা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ভরণ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পোষন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করবে।</w:t>
      </w:r>
      <w:r w:rsidR="00672A09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আবদুল্লাহ্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করুন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রকমটি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প্রত্যেককে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পেশায়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নিয়োজিত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প্রিয়পাত্র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ভাঙ্গিয়ে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চলে।</w:t>
      </w:r>
      <w:r w:rsidRPr="004F10E3">
        <w:rPr>
          <w:cs/>
          <w:lang w:bidi="bn-IN"/>
        </w:rPr>
        <w:t xml:space="preserve"> </w:t>
      </w:r>
    </w:p>
    <w:p w:rsidR="00672A09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যখনি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প্রয়োজন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শেপাগত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যোগ্যতা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="00672A09" w:rsidRPr="00C73930">
        <w:rPr>
          <w:rStyle w:val="libEnChar"/>
        </w:rPr>
        <w:t>”</w:t>
      </w:r>
      <w:r w:rsidRPr="00672A09">
        <w:rPr>
          <w:rStyle w:val="libFootnotenumChar"/>
          <w:cs/>
          <w:lang w:bidi="bn-BD"/>
        </w:rPr>
        <w:t>৪১</w:t>
      </w:r>
      <w:r w:rsidRPr="004F10E3">
        <w:rPr>
          <w:cs/>
          <w:lang w:bidi="bn-IN"/>
        </w:rPr>
        <w:t xml:space="preserve"> </w:t>
      </w:r>
    </w:p>
    <w:p w:rsidR="00672A09" w:rsidRDefault="00672A09" w:rsidP="00672A09">
      <w:pPr>
        <w:pStyle w:val="libNormal"/>
        <w:rPr>
          <w:lang w:bidi="bn-IN"/>
        </w:rPr>
      </w:pPr>
    </w:p>
    <w:p w:rsidR="00672A09" w:rsidRDefault="004F10E3" w:rsidP="00672A09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৪২</w:t>
      </w:r>
      <w:r w:rsidRPr="004F10E3">
        <w:rPr>
          <w:cs/>
          <w:lang w:bidi="bn-IN"/>
        </w:rPr>
        <w:t>)</w:t>
      </w:r>
    </w:p>
    <w:p w:rsidR="00672A09" w:rsidRDefault="004F10E3" w:rsidP="00672A09">
      <w:pPr>
        <w:pStyle w:val="Heading1Center"/>
        <w:rPr>
          <w:lang w:bidi="bn-BD"/>
        </w:rPr>
      </w:pPr>
      <w:bookmarkStart w:id="43" w:name="_Toc493152440"/>
      <w:r w:rsidRPr="004F10E3">
        <w:rPr>
          <w:cs/>
          <w:lang w:bidi="bn-BD"/>
        </w:rPr>
        <w:t>মায়ের দোয়া</w:t>
      </w:r>
      <w:bookmarkEnd w:id="43"/>
    </w:p>
    <w:p w:rsidR="00672A09" w:rsidRDefault="005B2912" w:rsidP="00672A09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মুহাম্মাদ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ইব্নে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তারমাযি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আল্লাহ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ওয়ালা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আলেম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এবং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স্বনামধন্য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তরিকায়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জ্ঞানার্জন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ইরফান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চর্চার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বিশেষ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গুরুত্ব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দিয়েছেন।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তাঁকে</w:t>
      </w:r>
      <w:r w:rsidR="004F10E3" w:rsidRPr="004F10E3">
        <w:rPr>
          <w:cs/>
          <w:lang w:bidi="bn-IN"/>
        </w:rPr>
        <w:t xml:space="preserve"> </w:t>
      </w:r>
      <w:r w:rsidR="004F10E3" w:rsidRPr="00C73930">
        <w:rPr>
          <w:rStyle w:val="libEnChar"/>
        </w:rPr>
        <w:t>‘</w:t>
      </w:r>
      <w:r w:rsidR="004F10E3" w:rsidRPr="004F10E3">
        <w:rPr>
          <w:rFonts w:hint="cs"/>
          <w:cs/>
          <w:lang w:bidi="bn-IN"/>
        </w:rPr>
        <w:t>হাকিমুল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আওলিয়া</w:t>
      </w:r>
      <w:r w:rsidR="002B4E6C">
        <w:rPr>
          <w:rFonts w:hint="eastAsia"/>
        </w:rPr>
        <w:t>’</w:t>
      </w:r>
      <w:r w:rsidR="004F10E3" w:rsidRPr="004F10E3">
        <w:t xml:space="preserve"> </w:t>
      </w:r>
      <w:r w:rsidR="004F10E3" w:rsidRPr="004F10E3">
        <w:rPr>
          <w:rFonts w:hint="cs"/>
          <w:cs/>
          <w:lang w:bidi="bn-IN"/>
        </w:rPr>
        <w:t>বলা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থাকে।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672A09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যৌবনকালে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বন্ধুসহ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ভাবনা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জমজমাট।</w:t>
      </w:r>
      <w:r w:rsidRPr="004F10E3">
        <w:rPr>
          <w:cs/>
          <w:lang w:bidi="bn-IN"/>
        </w:rPr>
        <w:t xml:space="preserve"> </w:t>
      </w:r>
    </w:p>
    <w:p w:rsidR="00672A09" w:rsidRDefault="004F10E3" w:rsidP="00672A09">
      <w:pPr>
        <w:pStyle w:val="libNormal"/>
      </w:pP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তারমাযিকে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দূর্বল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সহায়হীন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সাহায্যকারী।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72A09" w:rsidRDefault="004F10E3" w:rsidP="00672A09">
      <w:pPr>
        <w:pStyle w:val="libNormal"/>
      </w:pPr>
      <w:r w:rsidRPr="004F10E3">
        <w:rPr>
          <w:rFonts w:hint="cs"/>
          <w:cs/>
          <w:lang w:bidi="bn-IN"/>
        </w:rPr>
        <w:t>মায়ের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লক্ষ্যে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তারমাযি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অনুতাপ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গোরস্থানে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বলছিলেন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জাহেল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অজ্ঞ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অজ্ঞ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জাহেল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যাবো।</w:t>
      </w:r>
      <w:r w:rsidR="00672A09" w:rsidRPr="00C73930">
        <w:rPr>
          <w:rStyle w:val="libEnChar"/>
        </w:rPr>
        <w:t>”</w:t>
      </w:r>
      <w:r w:rsidRPr="004F10E3">
        <w:t xml:space="preserve"> </w:t>
      </w:r>
    </w:p>
    <w:p w:rsidR="00672A09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উজ্জ্বল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চেহারাসম্পন্ন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72A09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কাঁদছো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</w:p>
    <w:p w:rsidR="00672A09" w:rsidRDefault="004F10E3" w:rsidP="00672A09">
      <w:pPr>
        <w:pStyle w:val="libNormal"/>
      </w:pP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72A09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শিক্ষা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শিগগির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76AA2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চাই।</w:t>
      </w:r>
      <w:r w:rsidR="00672A09" w:rsidRPr="00C73930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বছর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খিজির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</w:p>
    <w:p w:rsidR="00776AA2" w:rsidRDefault="004F10E3" w:rsidP="00672A09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মর্যাদা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হয়েছিলেন।</w:t>
      </w:r>
      <w:r w:rsidRPr="00776AA2">
        <w:rPr>
          <w:rStyle w:val="libFootnotenumChar"/>
          <w:cs/>
          <w:lang w:bidi="bn-BD"/>
        </w:rPr>
        <w:t>৪২</w:t>
      </w:r>
      <w:r w:rsidRPr="004F10E3">
        <w:rPr>
          <w:cs/>
          <w:lang w:bidi="bn-IN"/>
        </w:rPr>
        <w:t xml:space="preserve"> </w:t>
      </w:r>
    </w:p>
    <w:p w:rsidR="00776AA2" w:rsidRDefault="00776AA2" w:rsidP="00672A09">
      <w:pPr>
        <w:pStyle w:val="libNormal"/>
        <w:rPr>
          <w:lang w:bidi="bn-IN"/>
        </w:rPr>
      </w:pPr>
    </w:p>
    <w:p w:rsidR="00776AA2" w:rsidRDefault="004F10E3" w:rsidP="00776AA2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৪৩</w:t>
      </w:r>
      <w:r w:rsidRPr="004F10E3">
        <w:rPr>
          <w:cs/>
          <w:lang w:bidi="bn-IN"/>
        </w:rPr>
        <w:t>)</w:t>
      </w:r>
    </w:p>
    <w:p w:rsidR="00776AA2" w:rsidRDefault="004F10E3" w:rsidP="00776AA2">
      <w:pPr>
        <w:pStyle w:val="Heading1Center"/>
        <w:rPr>
          <w:lang w:bidi="bn-BD"/>
        </w:rPr>
      </w:pPr>
      <w:bookmarkStart w:id="44" w:name="_Toc493152441"/>
      <w:r w:rsidRPr="004F10E3">
        <w:rPr>
          <w:cs/>
          <w:lang w:bidi="bn-BD"/>
        </w:rPr>
        <w:t>ইবলিসের বন্ধু এবং শত্রু</w:t>
      </w:r>
      <w:bookmarkEnd w:id="44"/>
    </w:p>
    <w:p w:rsidR="00776AA2" w:rsidRDefault="00E13B95" w:rsidP="00776AA2">
      <w:pPr>
        <w:pStyle w:val="libNormal"/>
        <w:rPr>
          <w:lang w:bidi="bn-IN"/>
        </w:rPr>
      </w:pP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নবী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যাকারিয়ার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পুত্র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ইয়াহ্হিয়া</w:t>
      </w:r>
      <w:r w:rsidR="004F10E3" w:rsidRPr="004F10E3">
        <w:rPr>
          <w:cs/>
          <w:lang w:bidi="bn-IN"/>
        </w:rPr>
        <w:t xml:space="preserve"> (</w:t>
      </w:r>
      <w:r w:rsidR="004F10E3" w:rsidRPr="004F10E3">
        <w:rPr>
          <w:rFonts w:hint="cs"/>
          <w:cs/>
          <w:lang w:bidi="bn-IN"/>
        </w:rPr>
        <w:t>আঃ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একদিন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ইবলি</w:t>
      </w:r>
      <w:r w:rsidR="00776AA2">
        <w:rPr>
          <w:lang w:bidi="bn-IN"/>
        </w:rPr>
        <w:t>সকে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দেখে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</w:t>
      </w:r>
      <w:r w:rsidR="00776AA2">
        <w:rPr>
          <w:lang w:bidi="bn-IN"/>
        </w:rPr>
        <w:t>ল</w:t>
      </w:r>
      <w:r w:rsidR="004F10E3" w:rsidRPr="004F10E3">
        <w:rPr>
          <w:rFonts w:hint="cs"/>
          <w:cs/>
          <w:lang w:bidi="bn-IN"/>
        </w:rPr>
        <w:t>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হে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ইবলিস</w:t>
      </w:r>
      <w:r w:rsidR="004F10E3" w:rsidRPr="004F10E3">
        <w:rPr>
          <w:cs/>
          <w:lang w:bidi="bn-IN"/>
        </w:rPr>
        <w:t xml:space="preserve">! </w:t>
      </w:r>
      <w:r w:rsidR="004F10E3" w:rsidRPr="004F10E3">
        <w:rPr>
          <w:rFonts w:hint="cs"/>
          <w:cs/>
          <w:lang w:bidi="bn-IN"/>
        </w:rPr>
        <w:t>তুমি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সবচেয়ে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দুশমন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বেশী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ভালবাস</w:t>
      </w:r>
      <w:r w:rsidR="004F10E3" w:rsidRPr="004F10E3">
        <w:rPr>
          <w:cs/>
          <w:lang w:bidi="bn-IN"/>
        </w:rPr>
        <w:t xml:space="preserve"> </w:t>
      </w:r>
      <w:r w:rsidR="004F10E3" w:rsidRPr="004F10E3">
        <w:t>?</w:t>
      </w:r>
      <w:r w:rsidR="004F10E3" w:rsidRPr="00C73930">
        <w:rPr>
          <w:rStyle w:val="libEnChar"/>
        </w:rPr>
        <w:t>”</w:t>
      </w:r>
      <w:r w:rsidR="004F10E3" w:rsidRPr="004F10E3">
        <w:rPr>
          <w:cs/>
          <w:lang w:bidi="bn-IN"/>
        </w:rPr>
        <w:t xml:space="preserve"> </w:t>
      </w:r>
    </w:p>
    <w:p w:rsidR="00776AA2" w:rsidRDefault="004F10E3" w:rsidP="00776AA2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ইবলিস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776AA2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সৎ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ধর্মপ্রাণ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প্রাণপণে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কৃপনতা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বন্দেগীকে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পাপাচারী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শত্রু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যাপন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অন্যেকেও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কৃপনতা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="00776AA2">
        <w:t>,</w:t>
      </w:r>
      <w:r w:rsidRPr="004F10E3"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রহমতের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তৌফিক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="00776AA2" w:rsidRPr="00C73930">
        <w:rPr>
          <w:rStyle w:val="libEnChar"/>
        </w:rPr>
        <w:t>”</w:t>
      </w:r>
      <w:r w:rsidRPr="00776AA2">
        <w:rPr>
          <w:rStyle w:val="libFootnotenumChar"/>
          <w:cs/>
          <w:lang w:bidi="bn-BD"/>
        </w:rPr>
        <w:t>৪৩</w:t>
      </w:r>
      <w:r w:rsidRPr="004F10E3">
        <w:rPr>
          <w:cs/>
          <w:lang w:bidi="bn-IN"/>
        </w:rPr>
        <w:t xml:space="preserve"> </w:t>
      </w:r>
    </w:p>
    <w:p w:rsidR="00776AA2" w:rsidRDefault="00776AA2" w:rsidP="00776AA2">
      <w:pPr>
        <w:pStyle w:val="libNormal"/>
        <w:rPr>
          <w:lang w:bidi="bn-IN"/>
        </w:rPr>
      </w:pPr>
    </w:p>
    <w:p w:rsidR="00776AA2" w:rsidRDefault="004F10E3" w:rsidP="00776AA2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৪৪</w:t>
      </w:r>
      <w:r w:rsidRPr="004F10E3">
        <w:rPr>
          <w:cs/>
          <w:lang w:bidi="bn-IN"/>
        </w:rPr>
        <w:t>)</w:t>
      </w:r>
    </w:p>
    <w:p w:rsidR="00776AA2" w:rsidRDefault="004F10E3" w:rsidP="00776AA2">
      <w:pPr>
        <w:pStyle w:val="Heading1Center"/>
        <w:rPr>
          <w:lang w:bidi="bn-BD"/>
        </w:rPr>
      </w:pPr>
      <w:bookmarkStart w:id="45" w:name="_Toc493152442"/>
      <w:r w:rsidRPr="004F10E3">
        <w:rPr>
          <w:cs/>
          <w:lang w:bidi="bn-BD"/>
        </w:rPr>
        <w:t>পরনিন্দা ভাল নয়</w:t>
      </w:r>
      <w:bookmarkEnd w:id="45"/>
    </w:p>
    <w:p w:rsidR="00776AA2" w:rsidRDefault="004F10E3" w:rsidP="00776AA2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ইসরাঈল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গোত্রে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দুর্ভিক্ষ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শুকিয়ে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চৌচির।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শষ্যক্ষেতে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ফসল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নিরুপায়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আশ্রয়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মিলে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বৃষ্টির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প্রার্থনা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বৃষ্টির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মেঘের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চিহ্ন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</w:p>
    <w:p w:rsidR="00776AA2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রাব্বুল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আলামিনের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পরক্ষনে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পরনিন্দাকারী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যতক্ষণ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পরনিন্দাকারী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ততক্ষণ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776AA2" w:rsidRPr="00C73930">
        <w:rPr>
          <w:rStyle w:val="libEnChar"/>
        </w:rPr>
        <w:t>”</w:t>
      </w:r>
      <w:r w:rsidRPr="004F10E3">
        <w:t xml:space="preserve"> </w:t>
      </w:r>
    </w:p>
    <w:p w:rsidR="00776AA2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ঘোষণা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চর্চাকারী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="00776AA2" w:rsidRPr="00C73930">
        <w:rPr>
          <w:rStyle w:val="libEnChar"/>
        </w:rPr>
        <w:t>”</w:t>
      </w:r>
      <w:r w:rsidRPr="004F10E3">
        <w:t xml:space="preserve"> </w:t>
      </w:r>
    </w:p>
    <w:p w:rsidR="00776AA2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সমাধানের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ইলাহী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পরিচয়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বিতাড়িত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পারি।</w:t>
      </w:r>
      <w:r w:rsidRPr="004F10E3">
        <w:rPr>
          <w:rFonts w:hint="eastAsia"/>
        </w:rPr>
        <w:t>”</w:t>
      </w:r>
    </w:p>
    <w:p w:rsidR="00776AA2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পরচর্চাকারীর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দুশমন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স্বয়ং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পরচর্চা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বলি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চিন্তার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রেখা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চেহারাতে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রব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করণীয়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76AA2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পুনরায়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তওবা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প্রার্থনা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পরনিন্দুক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থাকে।</w:t>
      </w:r>
      <w:r w:rsidR="00776AA2" w:rsidRPr="00C73930">
        <w:rPr>
          <w:rStyle w:val="libEnChar"/>
        </w:rPr>
        <w:t>”</w:t>
      </w:r>
      <w:r w:rsidRPr="004F10E3">
        <w:t xml:space="preserve"> </w:t>
      </w:r>
    </w:p>
    <w:p w:rsidR="00776AA2" w:rsidRDefault="004F10E3" w:rsidP="00776AA2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রহমতের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বর্ষিত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776AA2">
        <w:rPr>
          <w:rStyle w:val="libFootnotenumChar"/>
          <w:cs/>
          <w:lang w:bidi="bn-BD"/>
        </w:rPr>
        <w:t>৪৪</w:t>
      </w:r>
      <w:r w:rsidRPr="004F10E3">
        <w:rPr>
          <w:cs/>
          <w:lang w:bidi="bn-IN"/>
        </w:rPr>
        <w:t xml:space="preserve"> </w:t>
      </w:r>
    </w:p>
    <w:p w:rsidR="00776AA2" w:rsidRDefault="00776AA2" w:rsidP="00776AA2">
      <w:pPr>
        <w:pStyle w:val="libNormal"/>
        <w:rPr>
          <w:lang w:bidi="bn-IN"/>
        </w:rPr>
      </w:pPr>
    </w:p>
    <w:p w:rsidR="00776AA2" w:rsidRDefault="004F10E3" w:rsidP="00776AA2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৪৫</w:t>
      </w:r>
      <w:r w:rsidRPr="004F10E3">
        <w:rPr>
          <w:cs/>
          <w:lang w:bidi="bn-IN"/>
        </w:rPr>
        <w:t>)</w:t>
      </w:r>
    </w:p>
    <w:p w:rsidR="00776AA2" w:rsidRDefault="004F10E3" w:rsidP="00776AA2">
      <w:pPr>
        <w:pStyle w:val="Heading1Center"/>
        <w:rPr>
          <w:lang w:bidi="bn-BD"/>
        </w:rPr>
      </w:pPr>
      <w:bookmarkStart w:id="46" w:name="_Toc493152443"/>
      <w:r w:rsidRPr="004F10E3">
        <w:rPr>
          <w:cs/>
          <w:lang w:bidi="bn-BD"/>
        </w:rPr>
        <w:t>ইবলিসের রাগ</w:t>
      </w:r>
      <w:bookmarkEnd w:id="46"/>
    </w:p>
    <w:p w:rsidR="00EF7F65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রাসূলে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খোদার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আহলে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সদস্য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হুসাইন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যয়নুল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আবেদীন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ক্রীতদাসকে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তৃতীয়বার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পাওনি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EF7F65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জি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শুনেছিলাম।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EF7F65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EF7F65" w:rsidRDefault="004F10E3" w:rsidP="00776AA2">
      <w:pPr>
        <w:pStyle w:val="libNormal"/>
      </w:pP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আচরণের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নিরাপত্তাহীনতা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অত্যাচার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EF7F65" w:rsidRDefault="004F10E3" w:rsidP="00EF7F65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শোকর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নিরাপদ।</w:t>
      </w:r>
      <w:r w:rsidRPr="004F10E3">
        <w:rPr>
          <w:rFonts w:hint="eastAsia"/>
        </w:rPr>
        <w:t>”</w:t>
      </w:r>
      <w:r w:rsidRPr="004F10E3">
        <w:rPr>
          <w:cs/>
          <w:lang w:bidi="bn-IN"/>
        </w:rPr>
        <w:t xml:space="preserve"> </w:t>
      </w:r>
    </w:p>
    <w:p w:rsidR="00214E18" w:rsidRDefault="004F10E3" w:rsidP="00EF7F65">
      <w:pPr>
        <w:pStyle w:val="libNormal"/>
      </w:pPr>
      <w:r w:rsidRPr="004F10E3">
        <w:rPr>
          <w:rFonts w:hint="cs"/>
          <w:cs/>
          <w:lang w:bidi="bn-IN"/>
        </w:rPr>
        <w:t>ইমামের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আচ্ছা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214E18" w:rsidRDefault="004F10E3" w:rsidP="00EF7F65">
      <w:pPr>
        <w:pStyle w:val="libNormal"/>
      </w:pP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ইচ্ছা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রাগান্বিত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14E18" w:rsidRDefault="004F10E3" w:rsidP="00EF7F65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ইবলিস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শিখিয়েছে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রাগান্বিত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="00214E18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নিশ্চুপ।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বিলম্ব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বিনামূল্যে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214E18">
        <w:rPr>
          <w:rStyle w:val="libFootnotenumChar"/>
          <w:cs/>
          <w:lang w:bidi="bn-BD"/>
        </w:rPr>
        <w:t>৪৫</w:t>
      </w:r>
      <w:r w:rsidRPr="004F10E3">
        <w:rPr>
          <w:cs/>
          <w:lang w:bidi="bn-IN"/>
        </w:rPr>
        <w:t xml:space="preserve"> </w:t>
      </w:r>
    </w:p>
    <w:p w:rsidR="00214E18" w:rsidRDefault="004F10E3" w:rsidP="00214E18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৪৬</w:t>
      </w:r>
      <w:r w:rsidRPr="004F10E3">
        <w:rPr>
          <w:cs/>
          <w:lang w:bidi="bn-IN"/>
        </w:rPr>
        <w:t>)</w:t>
      </w:r>
    </w:p>
    <w:p w:rsidR="00214E18" w:rsidRDefault="004F10E3" w:rsidP="00214E18">
      <w:pPr>
        <w:pStyle w:val="Heading1Center"/>
        <w:rPr>
          <w:lang w:bidi="bn-BD"/>
        </w:rPr>
      </w:pPr>
      <w:bookmarkStart w:id="47" w:name="_Toc493152444"/>
      <w:r w:rsidRPr="004F10E3">
        <w:rPr>
          <w:cs/>
          <w:lang w:bidi="bn-BD"/>
        </w:rPr>
        <w:t>সিংহ পুরুষ</w:t>
      </w:r>
      <w:bookmarkEnd w:id="47"/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খোদা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>.)-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214E18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‘‘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শক্তিশালী।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লেকেরা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t xml:space="preserve">,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কুস্তি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ভূ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পাতিত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পরাজিত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বিজয়ের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নেয়।</w:t>
      </w:r>
      <w:r w:rsidR="00214E18" w:rsidRPr="00684D2D">
        <w:rPr>
          <w:rStyle w:val="libEnChar"/>
        </w:rPr>
        <w:t>”</w:t>
      </w:r>
      <w:r w:rsidRPr="004F10E3">
        <w:t xml:space="preserve"> </w:t>
      </w:r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জবাবে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খোদা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ব</w:t>
      </w:r>
      <w:r w:rsidR="00214E18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শক্তিশালী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পৌরুষ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রাগের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বিজয়ী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t xml:space="preserve">,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মাটিতে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14E18" w:rsidRDefault="004F10E3" w:rsidP="00214E1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কবির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ভাষায়</w:t>
      </w:r>
      <w:r w:rsidRPr="004F10E3">
        <w:rPr>
          <w:cs/>
          <w:lang w:bidi="bn-IN"/>
        </w:rPr>
        <w:t xml:space="preserve"> : </w:t>
      </w:r>
    </w:p>
    <w:p w:rsidR="00214E18" w:rsidRDefault="004F10E3" w:rsidP="00214E18">
      <w:pPr>
        <w:pStyle w:val="libNormal"/>
        <w:rPr>
          <w:lang w:bidi="bn-IN"/>
        </w:rPr>
      </w:pPr>
      <w:r w:rsidRPr="00C73930">
        <w:rPr>
          <w:rStyle w:val="libEnChar"/>
        </w:rPr>
        <w:t>‘‘</w:t>
      </w:r>
      <w:r w:rsidRPr="004F10E3">
        <w:rPr>
          <w:rFonts w:hint="cs"/>
          <w:cs/>
          <w:lang w:bidi="bn-IN"/>
        </w:rPr>
        <w:t>সারিবদ্ধ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ভূপাতিত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সিংহ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সিংহসম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নফ</w:t>
      </w:r>
      <w:r w:rsidR="00214E18">
        <w:rPr>
          <w:lang w:bidi="bn-IN"/>
        </w:rPr>
        <w:t>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পরাজিত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hi-IN"/>
        </w:rPr>
        <w:t>।</w:t>
      </w:r>
      <w:r w:rsidR="00214E18" w:rsidRPr="00684D2D">
        <w:rPr>
          <w:rStyle w:val="libEnChar"/>
        </w:rPr>
        <w:t>”</w:t>
      </w:r>
      <w:r w:rsidRPr="00214E18">
        <w:rPr>
          <w:rStyle w:val="libFootnotenumChar"/>
          <w:cs/>
          <w:lang w:bidi="bn-BD"/>
        </w:rPr>
        <w:t>৪৬</w:t>
      </w:r>
      <w:r w:rsidRPr="004F10E3">
        <w:rPr>
          <w:cs/>
          <w:lang w:bidi="bn-IN"/>
        </w:rPr>
        <w:t xml:space="preserve"> </w:t>
      </w:r>
    </w:p>
    <w:p w:rsidR="00214E18" w:rsidRDefault="00214E18" w:rsidP="00214E18">
      <w:pPr>
        <w:pStyle w:val="libNormal"/>
        <w:rPr>
          <w:lang w:bidi="bn-IN"/>
        </w:rPr>
      </w:pPr>
    </w:p>
    <w:p w:rsidR="00214E18" w:rsidRDefault="004F10E3" w:rsidP="00214E18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৪৭</w:t>
      </w:r>
      <w:r w:rsidRPr="004F10E3">
        <w:rPr>
          <w:cs/>
          <w:lang w:bidi="bn-IN"/>
        </w:rPr>
        <w:t>)</w:t>
      </w:r>
    </w:p>
    <w:p w:rsidR="00214E18" w:rsidRDefault="004F10E3" w:rsidP="00214E18">
      <w:pPr>
        <w:pStyle w:val="Heading1Center"/>
        <w:rPr>
          <w:lang w:bidi="bn-BD"/>
        </w:rPr>
      </w:pPr>
      <w:bookmarkStart w:id="48" w:name="_Toc493152445"/>
      <w:r w:rsidRPr="004F10E3">
        <w:rPr>
          <w:cs/>
          <w:lang w:bidi="bn-BD"/>
        </w:rPr>
        <w:t>নেয়ামতের শোকরগুজারী</w:t>
      </w:r>
      <w:bookmarkEnd w:id="48"/>
    </w:p>
    <w:p w:rsidR="00214E18" w:rsidRDefault="004F10E3" w:rsidP="00214E1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বুযুর্গ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দশ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চক্ষুযুগল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214E18">
        <w:rPr>
          <w:lang w:bidi="bn-IN"/>
        </w:rPr>
        <w:t>লল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6C1BAE"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চোখ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বুযুর্গঃ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বুদ্ধিবৃত্তি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অভাবী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জী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বুযুর্গ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t xml:space="preserve">, </w:t>
      </w:r>
      <w:r w:rsidRPr="004F10E3">
        <w:rPr>
          <w:rFonts w:hint="cs"/>
          <w:cs/>
          <w:lang w:bidi="bn-IN"/>
        </w:rPr>
        <w:t>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214E18" w:rsidRDefault="004F10E3" w:rsidP="00214E18">
      <w:pPr>
        <w:pStyle w:val="libNormal"/>
      </w:pPr>
      <w:r w:rsidRPr="004F10E3">
        <w:rPr>
          <w:rFonts w:hint="cs"/>
          <w:cs/>
          <w:lang w:bidi="bn-IN"/>
        </w:rPr>
        <w:t>অভাবী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কক্ষনো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214E18" w:rsidRDefault="004F10E3" w:rsidP="00214E1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বুযুর্গ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সহস্র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অভিযোগ।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শোচনীয়।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সুতরাং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নেয়ামতের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শোকরগুজার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নেয়ামতের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rPr>
          <w:cs/>
          <w:lang w:bidi="bn-IN"/>
        </w:rPr>
        <w:t xml:space="preserve"> </w:t>
      </w:r>
      <w:r w:rsidRPr="004F10E3">
        <w:t>?!</w:t>
      </w:r>
      <w:r w:rsidRPr="00C73930">
        <w:rPr>
          <w:rStyle w:val="libEnChar"/>
        </w:rPr>
        <w:t>”</w:t>
      </w:r>
      <w:r w:rsidRPr="00214E18">
        <w:rPr>
          <w:rStyle w:val="libFootnotenumChar"/>
          <w:cs/>
          <w:lang w:bidi="bn-BD"/>
        </w:rPr>
        <w:t>৪৭</w:t>
      </w:r>
      <w:r w:rsidRPr="004F10E3">
        <w:rPr>
          <w:cs/>
          <w:lang w:bidi="bn-IN"/>
        </w:rPr>
        <w:t xml:space="preserve"> </w:t>
      </w:r>
    </w:p>
    <w:p w:rsidR="00214E18" w:rsidRDefault="00214E18" w:rsidP="00214E18">
      <w:pPr>
        <w:pStyle w:val="libNormal"/>
        <w:rPr>
          <w:lang w:bidi="bn-IN"/>
        </w:rPr>
      </w:pPr>
    </w:p>
    <w:p w:rsidR="00214E18" w:rsidRDefault="004F10E3" w:rsidP="006644E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৪৮</w:t>
      </w:r>
      <w:r w:rsidRPr="004F10E3">
        <w:rPr>
          <w:cs/>
          <w:lang w:bidi="bn-IN"/>
        </w:rPr>
        <w:t>)</w:t>
      </w:r>
    </w:p>
    <w:p w:rsidR="00214E18" w:rsidRDefault="004F10E3" w:rsidP="006644EB">
      <w:pPr>
        <w:pStyle w:val="Heading1Center"/>
        <w:rPr>
          <w:lang w:bidi="bn-BD"/>
        </w:rPr>
      </w:pPr>
      <w:bookmarkStart w:id="49" w:name="_Toc493152446"/>
      <w:r w:rsidRPr="004F10E3">
        <w:rPr>
          <w:cs/>
          <w:lang w:bidi="bn-BD"/>
        </w:rPr>
        <w:t>অভাবীর আর্তনাদ</w:t>
      </w:r>
      <w:bookmarkEnd w:id="49"/>
    </w:p>
    <w:p w:rsidR="006644EB" w:rsidRDefault="004F10E3" w:rsidP="00214E1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সন্ততি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উপায়ান্তর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দুরাবস্থার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বরকতে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সংসারের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যাবে।</w:t>
      </w:r>
      <w:r w:rsidRPr="004F10E3">
        <w:rPr>
          <w:cs/>
          <w:lang w:bidi="bn-IN"/>
        </w:rPr>
        <w:t xml:space="preserve"> </w:t>
      </w:r>
    </w:p>
    <w:p w:rsidR="006644EB" w:rsidRDefault="004F10E3" w:rsidP="006644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পরিশেষে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এলাকার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স্বনামধন্য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হাফীর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হাফীকে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</w:p>
    <w:p w:rsidR="006644EB" w:rsidRDefault="004F10E3" w:rsidP="006644EB">
      <w:pPr>
        <w:pStyle w:val="libNormal"/>
      </w:pP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প্রিয়জন।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কাটাচ্ছি।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6644EB" w:rsidRDefault="004F10E3" w:rsidP="006644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প্রতিত্তোরে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="006644EB">
        <w:rPr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</w:t>
      </w:r>
      <w:r w:rsidR="006644EB">
        <w:rPr>
          <w:lang w:bidi="bn-IN"/>
        </w:rPr>
        <w:t>চ্ছদ</w:t>
      </w:r>
      <w:r w:rsidR="006644EB" w:rsidRPr="00684D2D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অপারগতা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করো</w:t>
      </w:r>
      <w:r w:rsidR="006644EB">
        <w:t xml:space="preserve">,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="006644EB">
        <w:rPr>
          <w:lang w:bidi="bn-IN"/>
        </w:rPr>
        <w:t>তো</w:t>
      </w:r>
      <w:r w:rsidRPr="004F10E3">
        <w:rPr>
          <w:rFonts w:hint="cs"/>
          <w:cs/>
          <w:lang w:bidi="bn-IN"/>
        </w:rPr>
        <w:t>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দ্রুততর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গ্রহণযোগ্যতা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করবে।</w:t>
      </w:r>
      <w:r w:rsidRPr="004F10E3">
        <w:rPr>
          <w:cs/>
          <w:lang w:bidi="bn-IN"/>
        </w:rPr>
        <w:t xml:space="preserve"> </w:t>
      </w:r>
    </w:p>
    <w:p w:rsidR="006644EB" w:rsidRDefault="004F10E3" w:rsidP="006644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জেনে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রেখো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নৌকা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দুশ্চিন্তা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সাগরে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হাবুডুবু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এহেন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উপযুক্ত।</w:t>
      </w:r>
      <w:r w:rsidR="006644EB" w:rsidRPr="00684D2D">
        <w:rPr>
          <w:rStyle w:val="libEnChar"/>
        </w:rPr>
        <w:t>”</w:t>
      </w:r>
      <w:r w:rsidRPr="006644EB">
        <w:rPr>
          <w:rStyle w:val="libFootnotenumChar"/>
          <w:cs/>
          <w:lang w:bidi="bn-BD"/>
        </w:rPr>
        <w:t>৪৮</w:t>
      </w:r>
      <w:r w:rsidRPr="004F10E3">
        <w:rPr>
          <w:cs/>
          <w:lang w:bidi="bn-IN"/>
        </w:rPr>
        <w:t xml:space="preserve"> </w:t>
      </w:r>
    </w:p>
    <w:p w:rsidR="006644EB" w:rsidRDefault="006644EB" w:rsidP="006644EB">
      <w:pPr>
        <w:pStyle w:val="libNormal"/>
        <w:rPr>
          <w:lang w:bidi="bn-IN"/>
        </w:rPr>
      </w:pPr>
    </w:p>
    <w:p w:rsidR="006644EB" w:rsidRDefault="004F10E3" w:rsidP="006644E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৪৯</w:t>
      </w:r>
      <w:r w:rsidRPr="004F10E3">
        <w:rPr>
          <w:cs/>
          <w:lang w:bidi="bn-IN"/>
        </w:rPr>
        <w:t>)</w:t>
      </w:r>
    </w:p>
    <w:p w:rsidR="006644EB" w:rsidRDefault="004F10E3" w:rsidP="006644EB">
      <w:pPr>
        <w:pStyle w:val="Heading1Center"/>
        <w:rPr>
          <w:lang w:bidi="bn-BD"/>
        </w:rPr>
      </w:pPr>
      <w:bookmarkStart w:id="50" w:name="_Toc493152447"/>
      <w:r w:rsidRPr="004F10E3">
        <w:rPr>
          <w:cs/>
          <w:lang w:bidi="bn-BD"/>
        </w:rPr>
        <w:t>হতাশার বাণী</w:t>
      </w:r>
      <w:bookmarkEnd w:id="50"/>
    </w:p>
    <w:p w:rsidR="006644EB" w:rsidRDefault="004F10E3" w:rsidP="006644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ইসরাইলের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লোকদেরকে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কঠিন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বলতেন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আযাবের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অপেক্ষায়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আযাবের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অপেক্ষায়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থাকো</w:t>
      </w:r>
      <w:r w:rsidRPr="004F10E3">
        <w:rPr>
          <w:rFonts w:hint="cs"/>
          <w:cs/>
          <w:lang w:bidi="hi-IN"/>
        </w:rPr>
        <w:t>।</w:t>
      </w:r>
      <w:r w:rsidR="006644EB" w:rsidRPr="00684D2D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পেলো।</w:t>
      </w:r>
      <w:r w:rsidRPr="004F10E3">
        <w:rPr>
          <w:cs/>
          <w:lang w:bidi="bn-IN"/>
        </w:rPr>
        <w:t xml:space="preserve"> </w:t>
      </w:r>
    </w:p>
    <w:p w:rsidR="006644EB" w:rsidRDefault="004F10E3" w:rsidP="006644EB">
      <w:pPr>
        <w:pStyle w:val="libNormal"/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644EB" w:rsidRDefault="004F10E3" w:rsidP="006644E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শব্দ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বঞ্চিত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করেছো।</w:t>
      </w:r>
      <w:r w:rsidR="006644EB" w:rsidRPr="00684D2D">
        <w:rPr>
          <w:rStyle w:val="libEnChar"/>
        </w:rPr>
        <w:t>”</w:t>
      </w:r>
      <w:r w:rsidRPr="006644EB">
        <w:rPr>
          <w:rStyle w:val="libFootnotenumChar"/>
          <w:cs/>
          <w:lang w:bidi="bn-BD"/>
        </w:rPr>
        <w:t>৪৯</w:t>
      </w:r>
    </w:p>
    <w:p w:rsidR="006644EB" w:rsidRDefault="006644EB" w:rsidP="006644EB">
      <w:pPr>
        <w:pStyle w:val="libNormal"/>
        <w:rPr>
          <w:lang w:bidi="bn-IN"/>
        </w:rPr>
      </w:pPr>
    </w:p>
    <w:p w:rsidR="006644EB" w:rsidRDefault="004F10E3" w:rsidP="006644E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৫০</w:t>
      </w:r>
      <w:r w:rsidRPr="004F10E3">
        <w:rPr>
          <w:cs/>
          <w:lang w:bidi="bn-IN"/>
        </w:rPr>
        <w:t>)</w:t>
      </w:r>
    </w:p>
    <w:p w:rsidR="006644EB" w:rsidRDefault="004F10E3" w:rsidP="006644EB">
      <w:pPr>
        <w:pStyle w:val="Heading1Center"/>
        <w:rPr>
          <w:lang w:bidi="bn-BD"/>
        </w:rPr>
      </w:pPr>
      <w:bookmarkStart w:id="51" w:name="_Toc493152448"/>
      <w:r w:rsidRPr="004F10E3">
        <w:rPr>
          <w:cs/>
          <w:lang w:bidi="bn-BD"/>
        </w:rPr>
        <w:t>ধর্মজ্ঞানী বেদুঈন</w:t>
      </w:r>
      <w:bookmarkEnd w:id="51"/>
    </w:p>
    <w:p w:rsidR="00AC5817" w:rsidRDefault="004F10E3" w:rsidP="006644EB">
      <w:pPr>
        <w:pStyle w:val="libNormal"/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বেদুঈন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রাসূলকে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রাসূলু</w:t>
      </w:r>
      <w:r w:rsidR="006644EB">
        <w:rPr>
          <w:lang w:bidi="bn-IN"/>
        </w:rPr>
        <w:t>ল্লা</w:t>
      </w:r>
      <w:r w:rsidRPr="004F10E3">
        <w:rPr>
          <w:rFonts w:hint="cs"/>
          <w:cs/>
          <w:lang w:bidi="bn-IN"/>
        </w:rPr>
        <w:t>হ্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ক্বিয়ামতের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নেবে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AC5817" w:rsidRDefault="00E13B95" w:rsidP="006644EB">
      <w:pPr>
        <w:pStyle w:val="libNormal"/>
      </w:pPr>
      <w:r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হাবীব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আল্লাহ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তায়ালা।</w:t>
      </w:r>
      <w:r w:rsidR="004F10E3" w:rsidRPr="004F10E3">
        <w:rPr>
          <w:rFonts w:hint="eastAsia"/>
        </w:rPr>
        <w:t>”</w:t>
      </w:r>
      <w:r w:rsidR="004F10E3" w:rsidRPr="004F10E3">
        <w:t xml:space="preserve"> </w:t>
      </w:r>
    </w:p>
    <w:p w:rsidR="00AC5817" w:rsidRDefault="004F10E3" w:rsidP="006644EB">
      <w:pPr>
        <w:pStyle w:val="libNormal"/>
      </w:pP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স্বয়ং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দায়িত্ব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ন্যস্ত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AC5817" w:rsidRDefault="004F10E3" w:rsidP="00AC5817">
      <w:pPr>
        <w:pStyle w:val="libNormal"/>
      </w:pPr>
      <w:r w:rsidRPr="004F10E3">
        <w:rPr>
          <w:rFonts w:hint="cs"/>
          <w:cs/>
          <w:lang w:bidi="bn-IN"/>
        </w:rPr>
        <w:t>রাসূল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স</w:t>
      </w:r>
      <w:r w:rsidRPr="004F10E3">
        <w:rPr>
          <w:cs/>
          <w:lang w:bidi="bn-IN"/>
        </w:rPr>
        <w:t xml:space="preserve">.)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স্বয়ং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আল্লাহ।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বেদুঈন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জানতে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চাইলেন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>.)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</w:p>
    <w:p w:rsidR="00AC5817" w:rsidRDefault="004F10E3" w:rsidP="006644EB">
      <w:pPr>
        <w:pStyle w:val="libNormal"/>
      </w:pPr>
      <w:r w:rsidRPr="004F10E3">
        <w:rPr>
          <w:rFonts w:hint="cs"/>
          <w:cs/>
          <w:lang w:bidi="bn-IN"/>
        </w:rPr>
        <w:t>বেদুঈন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6C1BAE">
        <w:t xml:space="preserve"> 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মহাদয়াবান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কাউকে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নাগালে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কঠিন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AC5817" w:rsidRDefault="004F10E3" w:rsidP="00AC5817">
      <w:pPr>
        <w:pStyle w:val="libNormal"/>
      </w:pPr>
      <w:r w:rsidRPr="004F10E3">
        <w:rPr>
          <w:rFonts w:hint="cs"/>
          <w:cs/>
          <w:lang w:bidi="bn-IN"/>
        </w:rPr>
        <w:t>রাসূল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সত্য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দয়াবানই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দয়াপরবশ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rFonts w:hint="eastAsia"/>
        </w:rPr>
        <w:t>”</w:t>
      </w:r>
    </w:p>
    <w:p w:rsidR="00AC5817" w:rsidRDefault="004F10E3" w:rsidP="00AC581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বেদুঈন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ধর্মজ্ঞানী।</w:t>
      </w:r>
      <w:r w:rsidR="00AC5817" w:rsidRPr="00684D2D">
        <w:rPr>
          <w:rStyle w:val="libEnChar"/>
        </w:rPr>
        <w:t>”</w:t>
      </w:r>
      <w:r w:rsidRPr="00AC5817">
        <w:rPr>
          <w:rStyle w:val="libFootnotenumChar"/>
          <w:cs/>
          <w:lang w:bidi="bn-BD"/>
        </w:rPr>
        <w:t>৫০</w:t>
      </w:r>
      <w:r w:rsidRPr="004F10E3">
        <w:rPr>
          <w:cs/>
          <w:lang w:bidi="bn-IN"/>
        </w:rPr>
        <w:t xml:space="preserve"> </w:t>
      </w:r>
    </w:p>
    <w:p w:rsidR="00AC5817" w:rsidRDefault="00AC5817" w:rsidP="00AC5817">
      <w:pPr>
        <w:pStyle w:val="libNormal"/>
        <w:rPr>
          <w:lang w:bidi="bn-IN"/>
        </w:rPr>
      </w:pPr>
    </w:p>
    <w:p w:rsidR="00AC5817" w:rsidRDefault="004F10E3" w:rsidP="00AC581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৫১</w:t>
      </w:r>
      <w:r w:rsidRPr="004F10E3">
        <w:rPr>
          <w:cs/>
          <w:lang w:bidi="bn-IN"/>
        </w:rPr>
        <w:t>)</w:t>
      </w:r>
    </w:p>
    <w:p w:rsidR="00FC4484" w:rsidRDefault="004F10E3" w:rsidP="00FC4484">
      <w:pPr>
        <w:pStyle w:val="Heading1Center"/>
        <w:rPr>
          <w:lang w:bidi="bn-BD"/>
        </w:rPr>
      </w:pPr>
      <w:bookmarkStart w:id="52" w:name="_Toc493152449"/>
      <w:r w:rsidRPr="004F10E3">
        <w:rPr>
          <w:cs/>
          <w:lang w:bidi="bn-BD"/>
        </w:rPr>
        <w:t>অন্যায় পথে উপার্জিত অর্থ ন্যায় পথে ব্যয় হয় না</w:t>
      </w:r>
      <w:bookmarkEnd w:id="52"/>
    </w:p>
    <w:p w:rsidR="00123041" w:rsidRDefault="004F10E3" w:rsidP="00AC5817">
      <w:pPr>
        <w:pStyle w:val="libNormal"/>
        <w:rPr>
          <w:rStyle w:val="libEnChar"/>
        </w:rPr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হাফীর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পরামর্শ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দেরহাম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হজ্বে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t>?</w:t>
      </w:r>
      <w:r w:rsidRPr="00C73930">
        <w:rPr>
          <w:rStyle w:val="libEnChar"/>
        </w:rPr>
        <w:t>”</w:t>
      </w:r>
    </w:p>
    <w:p w:rsidR="00123041" w:rsidRDefault="004F10E3" w:rsidP="00AC5817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হজ্বে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বন্দর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তামাশা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নাকি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123041" w:rsidRDefault="004F10E3" w:rsidP="00123041">
      <w:pPr>
        <w:pStyle w:val="libNormal"/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সন্তুষ্টি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চাই।</w:t>
      </w:r>
      <w:r w:rsidRPr="004F10E3">
        <w:rPr>
          <w:rFonts w:hint="eastAsia"/>
        </w:rPr>
        <w:t>”</w:t>
      </w:r>
    </w:p>
    <w:p w:rsidR="00123041" w:rsidRDefault="004F10E3" w:rsidP="00123041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হজ্ব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ফরজ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গরীব</w:t>
      </w:r>
      <w:r w:rsidRPr="004F10E3">
        <w:t xml:space="preserve">, </w:t>
      </w:r>
      <w:r w:rsidRPr="004F10E3">
        <w:rPr>
          <w:rFonts w:hint="cs"/>
          <w:cs/>
          <w:lang w:bidi="bn-IN"/>
        </w:rPr>
        <w:t>মিসকিন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ইয়াতিম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ঋণগ্রস্থ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পরিবারগুলোর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123041" w:rsidRDefault="004F10E3" w:rsidP="00123041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123041">
        <w:rPr>
          <w:lang w:bidi="bn-IN"/>
        </w:rPr>
        <w:t>লল</w:t>
      </w:r>
      <w:r w:rsidRPr="004F10E3">
        <w:t xml:space="preserve">, </w:t>
      </w:r>
      <w:r w:rsidRPr="004F10E3">
        <w:rPr>
          <w:rFonts w:hint="cs"/>
          <w:cs/>
          <w:lang w:bidi="bn-IN"/>
        </w:rPr>
        <w:t>হজ্বে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দিচ্ছে।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পরিস্কার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খরচ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</w:t>
      </w:r>
      <w:r w:rsidRPr="004F10E3">
        <w:t xml:space="preserve">,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123041" w:rsidRPr="00684D2D">
        <w:rPr>
          <w:rStyle w:val="libEnChar"/>
        </w:rPr>
        <w:t>”</w:t>
      </w:r>
      <w:r w:rsidRPr="00123041">
        <w:rPr>
          <w:rStyle w:val="libFootnotenumChar"/>
          <w:cs/>
          <w:lang w:bidi="bn-BD"/>
        </w:rPr>
        <w:t>৫১</w:t>
      </w:r>
      <w:r w:rsidRPr="004F10E3">
        <w:rPr>
          <w:cs/>
          <w:lang w:bidi="bn-IN"/>
        </w:rPr>
        <w:t xml:space="preserve"> </w:t>
      </w:r>
    </w:p>
    <w:p w:rsidR="00123041" w:rsidRPr="00123041" w:rsidRDefault="00123041" w:rsidP="00123041">
      <w:r>
        <w:rPr>
          <w:lang w:bidi="bn-IN"/>
        </w:rPr>
        <w:br w:type="page"/>
      </w:r>
    </w:p>
    <w:p w:rsidR="00123041" w:rsidRDefault="004F10E3" w:rsidP="003E25A4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৫২</w:t>
      </w:r>
      <w:r w:rsidRPr="004F10E3">
        <w:rPr>
          <w:cs/>
          <w:lang w:bidi="bn-IN"/>
        </w:rPr>
        <w:t>)</w:t>
      </w:r>
    </w:p>
    <w:p w:rsidR="00123041" w:rsidRDefault="00123041" w:rsidP="00123041">
      <w:pPr>
        <w:pStyle w:val="Heading1Center"/>
        <w:rPr>
          <w:lang w:bidi="bn-BD"/>
        </w:rPr>
      </w:pPr>
      <w:bookmarkStart w:id="53" w:name="_Toc493152450"/>
      <w:r>
        <w:rPr>
          <w:cs/>
          <w:lang w:bidi="bn-BD"/>
        </w:rPr>
        <w:t>অহংক</w:t>
      </w:r>
      <w:r w:rsidR="004F10E3" w:rsidRPr="004F10E3">
        <w:rPr>
          <w:cs/>
          <w:lang w:bidi="bn-BD"/>
        </w:rPr>
        <w:t>র পতনের মূল</w:t>
      </w:r>
      <w:bookmarkEnd w:id="53"/>
    </w:p>
    <w:p w:rsidR="00123041" w:rsidRDefault="004F10E3" w:rsidP="00123041">
      <w:pPr>
        <w:pStyle w:val="libNormal"/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মানসূর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লক্ষ্য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আফসোস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আফসোস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সেজদা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রুকুর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এহেন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ধ্যানম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বিষ্ময়াভূত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rPr>
          <w:cs/>
          <w:lang w:bidi="bn-IN"/>
        </w:rPr>
        <w:t xml:space="preserve"> </w:t>
      </w:r>
      <w:r w:rsidRPr="004F10E3">
        <w:t xml:space="preserve">,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সাব্বাস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কাজ।</w:t>
      </w:r>
      <w:r w:rsidR="00123041" w:rsidRPr="00684D2D">
        <w:rPr>
          <w:rStyle w:val="libEnChar"/>
        </w:rPr>
        <w:t>”</w:t>
      </w:r>
      <w:r w:rsidRPr="004F10E3">
        <w:t xml:space="preserve"> </w:t>
      </w:r>
    </w:p>
    <w:p w:rsidR="00123041" w:rsidRDefault="004F10E3" w:rsidP="00123041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সমাপ্ত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বিস্মিত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ফেরেস্তারা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পেছনে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কাতারবদ্ধ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জাহান্নামীরা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ঘৃনা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t xml:space="preserve">?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ইবলিস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বুযুর্গ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সারারাত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সকালে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কম্পিত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রাত্রিভর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বন্দেগীর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অহংকার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আত্মতুষ্টির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</w:t>
      </w:r>
      <w:r w:rsidR="005B40C3">
        <w:rPr>
          <w:rFonts w:hint="cs"/>
          <w:cs/>
          <w:lang w:bidi="bn-IN"/>
        </w:rPr>
        <w:t>প্রথম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প্রকাশিত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শয়তানের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অহংকার।</w:t>
      </w:r>
      <w:r w:rsidR="00123041" w:rsidRPr="00684D2D">
        <w:rPr>
          <w:rStyle w:val="libEnChar"/>
        </w:rPr>
        <w:t>”</w:t>
      </w:r>
      <w:r w:rsidRPr="00123041">
        <w:rPr>
          <w:rStyle w:val="libFootnotenumChar"/>
          <w:cs/>
          <w:lang w:bidi="bn-BD"/>
        </w:rPr>
        <w:t>৫২</w:t>
      </w:r>
      <w:r w:rsidRPr="004F10E3">
        <w:rPr>
          <w:cs/>
          <w:lang w:bidi="bn-IN"/>
        </w:rPr>
        <w:t xml:space="preserve"> </w:t>
      </w:r>
    </w:p>
    <w:p w:rsidR="00123041" w:rsidRDefault="00123041" w:rsidP="00123041">
      <w:pPr>
        <w:pStyle w:val="libNormal"/>
        <w:rPr>
          <w:lang w:bidi="bn-IN"/>
        </w:rPr>
      </w:pPr>
    </w:p>
    <w:p w:rsidR="00123041" w:rsidRDefault="004F10E3" w:rsidP="00123041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৫৩</w:t>
      </w:r>
      <w:r w:rsidRPr="004F10E3">
        <w:rPr>
          <w:cs/>
          <w:lang w:bidi="bn-IN"/>
        </w:rPr>
        <w:t>)</w:t>
      </w:r>
    </w:p>
    <w:p w:rsidR="00123041" w:rsidRDefault="00E13B95" w:rsidP="00123041">
      <w:pPr>
        <w:pStyle w:val="Heading1Center"/>
        <w:rPr>
          <w:lang w:bidi="bn-BD"/>
        </w:rPr>
      </w:pPr>
      <w:bookmarkStart w:id="54" w:name="_Toc493152451"/>
      <w:r>
        <w:rPr>
          <w:cs/>
          <w:lang w:bidi="bn-BD"/>
        </w:rPr>
        <w:t>আল্লাহর</w:t>
      </w:r>
      <w:r w:rsidR="004F10E3" w:rsidRPr="004F10E3">
        <w:rPr>
          <w:cs/>
          <w:lang w:bidi="bn-BD"/>
        </w:rPr>
        <w:t xml:space="preserve"> প্রতি সম্মানের প্রতিদান</w:t>
      </w:r>
      <w:bookmarkEnd w:id="54"/>
    </w:p>
    <w:p w:rsidR="00123041" w:rsidRDefault="005B2912" w:rsidP="00123041">
      <w:pPr>
        <w:pStyle w:val="libItalic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বিশর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ইবনে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হারেস</w:t>
      </w:r>
      <w:r w:rsidR="004F10E3" w:rsidRPr="004F10E3">
        <w:rPr>
          <w:cs/>
          <w:lang w:bidi="bn-IN"/>
        </w:rPr>
        <w:t>(</w:t>
      </w:r>
      <w:r w:rsidR="004F10E3" w:rsidRPr="004F10E3">
        <w:rPr>
          <w:rFonts w:hint="cs"/>
          <w:cs/>
          <w:lang w:bidi="bn-IN"/>
        </w:rPr>
        <w:t>রহঃ</w:t>
      </w:r>
      <w:r w:rsidR="004F10E3" w:rsidRPr="004F10E3">
        <w:rPr>
          <w:cs/>
          <w:lang w:bidi="bn-IN"/>
        </w:rPr>
        <w:t xml:space="preserve">) </w:t>
      </w:r>
      <w:r w:rsidR="004F10E3" w:rsidRPr="004F10E3">
        <w:rPr>
          <w:rFonts w:hint="cs"/>
          <w:cs/>
          <w:lang w:bidi="bn-IN"/>
        </w:rPr>
        <w:t>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মারভের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অধিবাসী।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জীবনের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শুরু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মৃত্যু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অবধি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বাগদাদেই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অতিবাহিত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ঘটনাটি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নিচে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</w:t>
      </w:r>
      <w:r w:rsidR="00123041">
        <w:rPr>
          <w:lang w:bidi="bn-IN"/>
        </w:rPr>
        <w:t>ল্লে</w:t>
      </w:r>
      <w:r w:rsidR="004F10E3" w:rsidRPr="004F10E3">
        <w:rPr>
          <w:rFonts w:hint="cs"/>
          <w:cs/>
          <w:lang w:bidi="bn-IN"/>
        </w:rPr>
        <w:t>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করবো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ছিলো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তওবার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তওবা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বিশ্বখ্যাত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আরেফদের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মধ্যে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গণ্য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পেরেছিলেন।</w:t>
      </w:r>
      <w:r w:rsidR="004F10E3" w:rsidRPr="004F10E3">
        <w:rPr>
          <w:cs/>
          <w:lang w:bidi="bn-IN"/>
        </w:rPr>
        <w:t>]</w:t>
      </w:r>
    </w:p>
    <w:p w:rsidR="00123041" w:rsidRDefault="004F10E3" w:rsidP="00123041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হারেস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টুকরো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কাগজ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বিসমি</w:t>
      </w:r>
      <w:r w:rsidR="00123041">
        <w:rPr>
          <w:lang w:bidi="bn-IN"/>
        </w:rPr>
        <w:t>ল্লা</w:t>
      </w:r>
      <w:r w:rsidRPr="004F10E3">
        <w:rPr>
          <w:rFonts w:hint="cs"/>
          <w:cs/>
          <w:lang w:bidi="bn-IN"/>
        </w:rPr>
        <w:t>হির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</w:t>
      </w:r>
      <w:r w:rsidR="00123041">
        <w:rPr>
          <w:lang w:bidi="bn-IN"/>
        </w:rPr>
        <w:t>হমা</w:t>
      </w:r>
      <w:r w:rsidRPr="004F10E3">
        <w:rPr>
          <w:rFonts w:hint="cs"/>
          <w:cs/>
          <w:lang w:bidi="bn-IN"/>
        </w:rPr>
        <w:t>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রাহিম</w:t>
      </w:r>
      <w:r w:rsidRPr="004F10E3">
        <w:rPr>
          <w:rFonts w:hint="eastAsia"/>
        </w:rPr>
        <w:t>”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কাগজটি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</w:t>
      </w:r>
      <w:r w:rsidR="00123041">
        <w:rPr>
          <w:lang w:bidi="bn-IN"/>
        </w:rPr>
        <w:t>ত্নে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ভালোভাবে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চুমু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দোকান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কাগজটিকে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গুঁ</w:t>
      </w:r>
      <w:r w:rsidR="00123041">
        <w:rPr>
          <w:lang w:bidi="bn-IN"/>
        </w:rPr>
        <w:t>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পথচলা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অব্যাহত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গন্তব্য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বিশ্রাম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হাতছানি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ডাকছে।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আওয়াজের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</w:p>
    <w:p w:rsidR="00123041" w:rsidRDefault="004F10E3" w:rsidP="00123041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অদৃশ্য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সুগন্ধযুক্ত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আখেরাতে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করবো।</w:t>
      </w:r>
      <w:r w:rsidR="00123041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সিঁড়িপথ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ইরফানের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পৌছুতে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পেরেছিলেন।</w:t>
      </w:r>
      <w:r w:rsidRPr="00123041">
        <w:rPr>
          <w:rStyle w:val="libFootnotenumChar"/>
          <w:cs/>
          <w:lang w:bidi="bn-BD"/>
        </w:rPr>
        <w:t>৫৩</w:t>
      </w:r>
      <w:r w:rsidRPr="004F10E3">
        <w:rPr>
          <w:cs/>
          <w:lang w:bidi="bn-IN"/>
        </w:rPr>
        <w:t xml:space="preserve"> </w:t>
      </w:r>
    </w:p>
    <w:p w:rsidR="00123041" w:rsidRDefault="00123041" w:rsidP="00123041">
      <w:pPr>
        <w:pStyle w:val="libNormal"/>
        <w:rPr>
          <w:lang w:bidi="bn-IN"/>
        </w:rPr>
      </w:pPr>
    </w:p>
    <w:p w:rsidR="00123041" w:rsidRDefault="004F10E3" w:rsidP="00123041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৫৪</w:t>
      </w:r>
      <w:r w:rsidRPr="004F10E3">
        <w:rPr>
          <w:cs/>
          <w:lang w:bidi="bn-IN"/>
        </w:rPr>
        <w:t>)</w:t>
      </w:r>
    </w:p>
    <w:p w:rsidR="00123041" w:rsidRDefault="004F10E3" w:rsidP="00123041">
      <w:pPr>
        <w:pStyle w:val="Heading1Center"/>
        <w:rPr>
          <w:lang w:bidi="bn-BD"/>
        </w:rPr>
      </w:pPr>
      <w:bookmarkStart w:id="55" w:name="_Toc493152452"/>
      <w:r w:rsidRPr="004F10E3">
        <w:rPr>
          <w:cs/>
          <w:lang w:bidi="bn-BD"/>
        </w:rPr>
        <w:t>বিন্দু বিন্দু জল</w:t>
      </w:r>
      <w:bookmarkEnd w:id="55"/>
    </w:p>
    <w:p w:rsidR="00123041" w:rsidRDefault="004F10E3" w:rsidP="00123041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দুম্বার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কয়েক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চড়ানোর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চড়ানো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দোহানের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কাজটিও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নিষ্ঠার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দুধের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মিশিয়ে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বাজারে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ন্যায়পরায়ণ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সত্যবাদী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গুরুজনদের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উপদেশবাণী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কর্ণপাত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</w:p>
    <w:p w:rsidR="00990C95" w:rsidRDefault="004F10E3" w:rsidP="00990C95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চড়াতে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দুপুর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পশুগুলোর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তদারকি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বেড়াচ্ছিল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</w:t>
      </w:r>
      <w:r w:rsidRPr="004F10E3">
        <w:rPr>
          <w:cs/>
          <w:lang w:bidi="bn-IN"/>
        </w:rPr>
        <w:t xml:space="preserve"> ... </w:t>
      </w:r>
      <w:r w:rsidRPr="004F10E3">
        <w:rPr>
          <w:rFonts w:hint="cs"/>
          <w:cs/>
          <w:lang w:bidi="bn-IN"/>
        </w:rPr>
        <w:t>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বাতাস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বিকেল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আকস্মিকভাবে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গর্জন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মেঘে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আচ্ছন্ন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তাড়াতাড়িই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অন্ধকার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বর্ষণ।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ভাসিয়ে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কিংকর্তব্যবিমুঢ়।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মেঘে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বজ্রপাত।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খালি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>?</w:t>
      </w:r>
      <w:r w:rsidRPr="00C73930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</w:p>
    <w:p w:rsidR="00990C95" w:rsidRDefault="004F10E3" w:rsidP="00990C95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মেশাবেন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ভ্রুক্ষেপও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প্রতারণা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মেশানো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জলবিন্দুসমূহ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একত্রিত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="00990C95">
        <w:rPr>
          <w:lang w:bidi="bn-IN"/>
        </w:rPr>
        <w:t>প্লাবনে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ধারন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="00990C95">
        <w:rPr>
          <w:lang w:bidi="bn-IN"/>
        </w:rPr>
        <w:t>প্লাবনে</w:t>
      </w:r>
      <w:r w:rsidRPr="004F10E3">
        <w:rPr>
          <w:rFonts w:hint="cs"/>
          <w:cs/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দুম্বাগুলোকে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ভাসিয়ে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গেছে।</w:t>
      </w:r>
      <w:r w:rsidR="00990C95" w:rsidRPr="00684D2D">
        <w:rPr>
          <w:rStyle w:val="libEnChar"/>
        </w:rPr>
        <w:t>”</w:t>
      </w:r>
      <w:r w:rsidRPr="00990C95">
        <w:rPr>
          <w:rStyle w:val="libFootnotenumChar"/>
          <w:cs/>
          <w:lang w:bidi="bn-BD"/>
        </w:rPr>
        <w:t>৫৪</w:t>
      </w:r>
      <w:r w:rsidRPr="004F10E3">
        <w:rPr>
          <w:cs/>
          <w:lang w:bidi="bn-IN"/>
        </w:rPr>
        <w:t xml:space="preserve"> </w:t>
      </w:r>
    </w:p>
    <w:p w:rsidR="00990C95" w:rsidRDefault="004F10E3" w:rsidP="00990C95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কবির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ভাষায়</w:t>
      </w:r>
      <w:r w:rsidRPr="004F10E3">
        <w:rPr>
          <w:cs/>
          <w:lang w:bidi="bn-IN"/>
        </w:rPr>
        <w:t xml:space="preserve"> : </w:t>
      </w:r>
    </w:p>
    <w:p w:rsidR="00990C95" w:rsidRDefault="004F10E3" w:rsidP="00990C95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ক্ষুদ্র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ক্ষুদ্র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বালুকণা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বিন্দু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বিন্দু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সাগর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অতল।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990C95" w:rsidRDefault="004F10E3" w:rsidP="00990C95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৫৫</w:t>
      </w:r>
      <w:r w:rsidRPr="004F10E3">
        <w:rPr>
          <w:cs/>
          <w:lang w:bidi="bn-IN"/>
        </w:rPr>
        <w:t>)</w:t>
      </w:r>
    </w:p>
    <w:p w:rsidR="00990C95" w:rsidRDefault="004F10E3" w:rsidP="00990C95">
      <w:pPr>
        <w:pStyle w:val="Heading1Center"/>
        <w:rPr>
          <w:lang w:bidi="bn-BD"/>
        </w:rPr>
      </w:pPr>
      <w:bookmarkStart w:id="56" w:name="_Toc493152453"/>
      <w:r w:rsidRPr="004F10E3">
        <w:rPr>
          <w:cs/>
          <w:lang w:bidi="bn-BD"/>
        </w:rPr>
        <w:t>স্বপ্নের প্রেমিক</w:t>
      </w:r>
      <w:bookmarkEnd w:id="56"/>
    </w:p>
    <w:p w:rsidR="00990C95" w:rsidRDefault="004F10E3" w:rsidP="00990C95">
      <w:pPr>
        <w:pStyle w:val="libItalic"/>
        <w:rPr>
          <w:lang w:bidi="bn-IN"/>
        </w:rPr>
      </w:pPr>
      <w:r w:rsidRPr="004F10E3">
        <w:rPr>
          <w:cs/>
          <w:lang w:bidi="bn-IN"/>
        </w:rPr>
        <w:t>[</w:t>
      </w:r>
      <w:r w:rsidRPr="004F10E3">
        <w:rPr>
          <w:rFonts w:hint="cs"/>
          <w:cs/>
          <w:lang w:bidi="bn-IN"/>
        </w:rPr>
        <w:t>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সোজাহ্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কেরমানী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শতাব্দির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খ্যাতনামা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আরেফ।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পারস্যের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কেরমান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সত্তুর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নশ্বর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চিরস্থায়ী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পদার্পন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] </w:t>
      </w:r>
    </w:p>
    <w:p w:rsidR="002B7BD0" w:rsidRDefault="004F10E3" w:rsidP="002B7BD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</w:t>
      </w:r>
      <w:r w:rsidR="00990C95">
        <w:rPr>
          <w:lang w:bidi="bn-IN"/>
        </w:rPr>
        <w:t>ল্লি</w:t>
      </w:r>
      <w:r w:rsidRPr="004F10E3">
        <w:rPr>
          <w:rFonts w:hint="cs"/>
          <w:cs/>
          <w:lang w:bidi="bn-IN"/>
        </w:rPr>
        <w:t>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বৎসর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অনিদ্রায়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কাটিয়েছিলেন।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নিদ্রায়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অবলোকন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খুশীতে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বাগ।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="002B7BD0">
        <w:rPr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</w:p>
    <w:p w:rsidR="002B7BD0" w:rsidRDefault="004F10E3" w:rsidP="002B7BD0">
      <w:pPr>
        <w:pStyle w:val="libNormal"/>
      </w:pP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প্রতিপালক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জাগ্রত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খুজেছি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নিদ্রাবস্থায়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</w:t>
      </w:r>
      <w:r w:rsidRPr="004F10E3">
        <w:rPr>
          <w:cs/>
          <w:lang w:bidi="bn-IN"/>
        </w:rPr>
        <w:t xml:space="preserve"> !!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2B7BD0" w:rsidRDefault="004F10E3" w:rsidP="002B7BD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প্রতিত্তোরে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দয়াবান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2B7BD0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জাগ্রতবস্থার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অনিদ্রা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</w:t>
      </w:r>
      <w:r w:rsidR="00F729D7">
        <w:rPr>
          <w:rFonts w:hint="cs"/>
          <w:cs/>
          <w:lang w:bidi="bn-IN"/>
        </w:rPr>
        <w:t>প্ন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2B7BD0" w:rsidRPr="00684D2D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রাত্রিতে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কথপোকথন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মাশুকের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মিলনের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আকাঙ্খায়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আত্মহারা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বালিশ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কালবিলম্ব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বালিশের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ওরকম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</w:t>
      </w:r>
      <w:r w:rsidR="00F729D7">
        <w:rPr>
          <w:rFonts w:hint="cs"/>
          <w:cs/>
          <w:lang w:bidi="bn-IN"/>
        </w:rPr>
        <w:t>প্ন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দেখতাম</w:t>
      </w:r>
      <w:r w:rsidRPr="004F10E3">
        <w:rPr>
          <w:cs/>
          <w:lang w:bidi="bn-IN"/>
        </w:rPr>
        <w:t xml:space="preserve"> !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স্বপ্নের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বিশ্বব্যাপি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অনিদ্রার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</w:t>
      </w:r>
      <w:r w:rsidR="00F729D7">
        <w:rPr>
          <w:rFonts w:hint="cs"/>
          <w:cs/>
          <w:lang w:bidi="bn-IN"/>
        </w:rPr>
        <w:t>প্ন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প্রস্তুত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নই।</w:t>
      </w:r>
      <w:r w:rsidR="002B7BD0" w:rsidRPr="00684D2D">
        <w:rPr>
          <w:rStyle w:val="libEnChar"/>
        </w:rPr>
        <w:t>”</w:t>
      </w:r>
      <w:r w:rsidRPr="002B7BD0">
        <w:rPr>
          <w:rStyle w:val="libFootnotenumChar"/>
          <w:cs/>
          <w:lang w:bidi="bn-BD"/>
        </w:rPr>
        <w:t>৫৫</w:t>
      </w:r>
      <w:r w:rsidRPr="004F10E3">
        <w:rPr>
          <w:cs/>
          <w:lang w:bidi="bn-IN"/>
        </w:rPr>
        <w:t xml:space="preserve"> </w:t>
      </w:r>
    </w:p>
    <w:p w:rsidR="002B7BD0" w:rsidRPr="006F20A8" w:rsidRDefault="002B7BD0" w:rsidP="006F20A8">
      <w:r>
        <w:rPr>
          <w:lang w:bidi="bn-IN"/>
        </w:rPr>
        <w:br w:type="page"/>
      </w:r>
    </w:p>
    <w:p w:rsidR="002B7BD0" w:rsidRDefault="004F10E3" w:rsidP="002B7BD0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৫৬</w:t>
      </w:r>
      <w:r w:rsidRPr="004F10E3">
        <w:rPr>
          <w:cs/>
          <w:lang w:bidi="bn-IN"/>
        </w:rPr>
        <w:t>)</w:t>
      </w:r>
    </w:p>
    <w:p w:rsidR="002B7BD0" w:rsidRDefault="004F10E3" w:rsidP="002B7BD0">
      <w:pPr>
        <w:pStyle w:val="Heading1Center"/>
        <w:rPr>
          <w:lang w:bidi="bn-BD"/>
        </w:rPr>
      </w:pPr>
      <w:bookmarkStart w:id="57" w:name="_Toc493152454"/>
      <w:r w:rsidRPr="004F10E3">
        <w:rPr>
          <w:cs/>
          <w:lang w:bidi="bn-BD"/>
        </w:rPr>
        <w:t>পুণ্যবানের দোয়া</w:t>
      </w:r>
      <w:bookmarkEnd w:id="57"/>
    </w:p>
    <w:p w:rsidR="002B7BD0" w:rsidRDefault="004F10E3" w:rsidP="002B7BD0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ইব্রাহিম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আদহামের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মহাকাশের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নক্ষত্র।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খ্যাতি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অসাধারণ।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নিন্দুক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পাথর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ফাটিয়ে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কালবিলম্ব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পাথর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নিক্ষেপকারীর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সফর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হুজুরের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হতবাক</w:t>
      </w:r>
      <w:r w:rsidRPr="004F10E3">
        <w:rPr>
          <w:cs/>
          <w:lang w:bidi="bn-IN"/>
        </w:rPr>
        <w:t xml:space="preserve"> ! </w:t>
      </w:r>
    </w:p>
    <w:p w:rsidR="006F20A8" w:rsidRDefault="004F10E3" w:rsidP="002B7BD0">
      <w:pPr>
        <w:pStyle w:val="libNormal"/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বুযুর্গ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!</w:t>
      </w:r>
      <w:r w:rsidRPr="004F10E3">
        <w:t xml:space="preserve">? </w:t>
      </w:r>
    </w:p>
    <w:p w:rsidR="006F20A8" w:rsidRDefault="004F10E3" w:rsidP="002B7BD0">
      <w:pPr>
        <w:pStyle w:val="libNormal"/>
        <w:rPr>
          <w:rStyle w:val="libFootnotenumChar"/>
          <w:lang w:bidi="bn-BD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আদহাম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জুলুম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পুণ্যের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ভাগ্যবান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ক্ষতিই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নেকির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সওয়াবের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হিসেবে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F20A8">
        <w:rPr>
          <w:rStyle w:val="libFootnotenumChar"/>
          <w:cs/>
          <w:lang w:bidi="bn-BD"/>
        </w:rPr>
        <w:t>৫৬</w:t>
      </w:r>
    </w:p>
    <w:p w:rsidR="006F20A8" w:rsidRDefault="006F20A8" w:rsidP="002B7BD0">
      <w:pPr>
        <w:pStyle w:val="libNormal"/>
        <w:rPr>
          <w:lang w:bidi="bn-IN"/>
        </w:rPr>
      </w:pPr>
    </w:p>
    <w:p w:rsidR="006F20A8" w:rsidRDefault="004F10E3" w:rsidP="006F20A8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৫৭</w:t>
      </w:r>
      <w:r w:rsidRPr="004F10E3">
        <w:rPr>
          <w:cs/>
          <w:lang w:bidi="bn-IN"/>
        </w:rPr>
        <w:t>)</w:t>
      </w:r>
    </w:p>
    <w:p w:rsidR="006F20A8" w:rsidRDefault="004F10E3" w:rsidP="006F20A8">
      <w:pPr>
        <w:pStyle w:val="Heading1Center"/>
        <w:rPr>
          <w:lang w:bidi="bn-BD"/>
        </w:rPr>
      </w:pPr>
      <w:bookmarkStart w:id="58" w:name="_Toc493152455"/>
      <w:r w:rsidRPr="004F10E3">
        <w:rPr>
          <w:cs/>
          <w:lang w:bidi="bn-BD"/>
        </w:rPr>
        <w:t>শ্রেষ্ঠ আমানতদার</w:t>
      </w:r>
      <w:bookmarkEnd w:id="58"/>
    </w:p>
    <w:p w:rsidR="006F20A8" w:rsidRDefault="004F10E3" w:rsidP="002B7BD0">
      <w:pPr>
        <w:pStyle w:val="libNormal"/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জনৈক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খলিফা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ওমর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খাত্তাবের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রাঃ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পাশ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অতিক্রম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খলিফা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বাচ্চা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পথিক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আকৃতিতে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অবিকল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মতো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F20A8" w:rsidRDefault="004F10E3" w:rsidP="002B7BD0">
      <w:pPr>
        <w:pStyle w:val="libNormal"/>
      </w:pPr>
      <w:r w:rsidRPr="004F10E3">
        <w:rPr>
          <w:rFonts w:hint="cs"/>
          <w:cs/>
          <w:lang w:bidi="bn-IN"/>
        </w:rPr>
        <w:t>পথিক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খলীফা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>!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F20A8" w:rsidRDefault="004F10E3" w:rsidP="002B7BD0">
      <w:pPr>
        <w:pStyle w:val="libNormal"/>
      </w:pPr>
      <w:r w:rsidRPr="004F10E3">
        <w:rPr>
          <w:rFonts w:hint="cs"/>
          <w:cs/>
          <w:lang w:bidi="bn-IN"/>
        </w:rPr>
        <w:t>খলিফা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কাহিনী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শোনাও।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6F20A8" w:rsidRDefault="004F10E3" w:rsidP="002B7BD0">
      <w:pPr>
        <w:pStyle w:val="libNormal"/>
      </w:pPr>
      <w:r w:rsidRPr="004F10E3">
        <w:rPr>
          <w:rFonts w:hint="cs"/>
          <w:cs/>
          <w:lang w:bidi="bn-IN"/>
        </w:rPr>
        <w:t>পথিক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অন্তঃসত্ত্বা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সফরে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স্বামী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t xml:space="preserve">? </w:t>
      </w:r>
    </w:p>
    <w:p w:rsidR="006F20A8" w:rsidRDefault="004F10E3" w:rsidP="002B7BD0">
      <w:pPr>
        <w:pStyle w:val="libNormal"/>
      </w:pP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প্রতিত্তোরে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বলেছিলাম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গর্ভের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সোপর্দ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মৃত্যুবরণ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আফসোস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কয়েকদিন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ভীষণ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খারাপ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বান্ধবদের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আগুনের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লেলিহান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ব্যাপার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F20A8" w:rsidRDefault="004F10E3" w:rsidP="006F20A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6F20A8">
        <w:rPr>
          <w:lang w:bidi="bn-IN"/>
        </w:rPr>
        <w:t>লল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অগ্নি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সমাধিস্থল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কন্ঠে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বলাম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বন্দেগীতে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করেনি।</w:t>
      </w:r>
      <w:r w:rsidRPr="004F10E3">
        <w:rPr>
          <w:cs/>
          <w:lang w:bidi="bn-IN"/>
        </w:rPr>
        <w:t xml:space="preserve"> </w:t>
      </w:r>
      <w:r w:rsidR="006F20A8">
        <w:rPr>
          <w:rFonts w:hint="cs"/>
          <w:cs/>
          <w:lang w:bidi="bn-IN"/>
        </w:rPr>
        <w:t>মা</w:t>
      </w:r>
      <w:r w:rsidR="006F20A8">
        <w:rPr>
          <w:lang w:bidi="bn-IN"/>
        </w:rPr>
        <w:t>নু</w:t>
      </w:r>
      <w:r w:rsidRPr="004F10E3">
        <w:rPr>
          <w:rFonts w:hint="cs"/>
          <w:cs/>
          <w:lang w:bidi="bn-IN"/>
        </w:rPr>
        <w:t>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বেপর্দা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তরক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সন্তোষজনক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</w:p>
    <w:p w:rsidR="006F20A8" w:rsidRDefault="004F10E3" w:rsidP="006F20A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এমনিভাবে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কয়েকদিন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অনবরত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আগুনের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জিজ্ঞাসা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তোললো।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আশ্চর্য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দৃশ্য।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জ্বলছে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আলোতে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খেলছে।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মাত্রই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গায়েবী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সোপর্দ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দিতাম।</w:t>
      </w:r>
      <w:r w:rsidR="006F20A8" w:rsidRPr="00684D2D">
        <w:rPr>
          <w:rStyle w:val="libEnChar"/>
        </w:rPr>
        <w:t>”</w:t>
      </w:r>
      <w:r w:rsidRPr="006F20A8">
        <w:rPr>
          <w:rStyle w:val="libFootnotenumChar"/>
          <w:cs/>
          <w:lang w:bidi="bn-BD"/>
        </w:rPr>
        <w:t>৫৭</w:t>
      </w:r>
      <w:r w:rsidRPr="004F10E3">
        <w:rPr>
          <w:cs/>
          <w:lang w:bidi="bn-IN"/>
        </w:rPr>
        <w:t xml:space="preserve"> </w:t>
      </w:r>
    </w:p>
    <w:p w:rsidR="006F20A8" w:rsidRDefault="004F10E3" w:rsidP="006F20A8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৫৮</w:t>
      </w:r>
      <w:r w:rsidRPr="004F10E3">
        <w:rPr>
          <w:cs/>
          <w:lang w:bidi="bn-IN"/>
        </w:rPr>
        <w:t>)</w:t>
      </w:r>
    </w:p>
    <w:p w:rsidR="006F20A8" w:rsidRDefault="004F10E3" w:rsidP="006F20A8">
      <w:pPr>
        <w:pStyle w:val="Heading1Center"/>
        <w:rPr>
          <w:lang w:bidi="bn-BD"/>
        </w:rPr>
      </w:pPr>
      <w:bookmarkStart w:id="59" w:name="_Toc493152456"/>
      <w:r w:rsidRPr="004F10E3">
        <w:rPr>
          <w:cs/>
          <w:lang w:bidi="bn-BD"/>
        </w:rPr>
        <w:t>নেকড়ে বাঘের ভয়</w:t>
      </w:r>
      <w:bookmarkEnd w:id="59"/>
    </w:p>
    <w:p w:rsidR="006F20A8" w:rsidRDefault="004F10E3" w:rsidP="006F20A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বছর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সন্তান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কেদেছিলেন।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কাঁদতে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চড়াই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উৎরাইয়ের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দৃষ্টিশক্তি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পেলেন।</w:t>
      </w:r>
      <w:r w:rsidRPr="004F10E3">
        <w:rPr>
          <w:cs/>
          <w:lang w:bidi="bn-IN"/>
        </w:rPr>
        <w:t xml:space="preserve"> </w:t>
      </w:r>
    </w:p>
    <w:p w:rsidR="006F20A8" w:rsidRDefault="004F10E3" w:rsidP="006F20A8">
      <w:pPr>
        <w:pStyle w:val="libNormal"/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মহাক্ষমতাবান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প্রত্যাদেশের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কথোপকথন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বছর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রেখেছিলাম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6F20A8" w:rsidRDefault="004F10E3" w:rsidP="006F20A8">
      <w:pPr>
        <w:pStyle w:val="libNormal"/>
      </w:pP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প্রতিপালক।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6F20A8" w:rsidRDefault="004F10E3" w:rsidP="006F20A8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নেকড়ে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বাঘ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ইয়াকুব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নেকড়ে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বাঘের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ভরসা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করনি</w:t>
      </w:r>
      <w:r w:rsidRPr="004F10E3">
        <w:t xml:space="preserve">?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বেখেয়ালীর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হেফাজতের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করনি</w:t>
      </w:r>
      <w:r w:rsidRPr="004F10E3">
        <w:rPr>
          <w:cs/>
          <w:lang w:bidi="bn-IN"/>
        </w:rPr>
        <w:t xml:space="preserve"> ! </w:t>
      </w:r>
      <w:r w:rsidRPr="004F10E3">
        <w:t>?</w:t>
      </w:r>
      <w:r w:rsidRPr="00C73930">
        <w:rPr>
          <w:rStyle w:val="libEnChar"/>
        </w:rPr>
        <w:t>”</w:t>
      </w:r>
      <w:r w:rsidRPr="006F20A8">
        <w:rPr>
          <w:rStyle w:val="libFootnotenumChar"/>
          <w:cs/>
          <w:lang w:bidi="bn-BD"/>
        </w:rPr>
        <w:t>৫৮</w:t>
      </w:r>
      <w:r w:rsidRPr="004F10E3">
        <w:rPr>
          <w:cs/>
          <w:lang w:bidi="bn-IN"/>
        </w:rPr>
        <w:t xml:space="preserve"> </w:t>
      </w:r>
    </w:p>
    <w:p w:rsidR="006F20A8" w:rsidRDefault="006F20A8" w:rsidP="006F20A8">
      <w:pPr>
        <w:pStyle w:val="libNormal"/>
        <w:rPr>
          <w:lang w:bidi="bn-IN"/>
        </w:rPr>
      </w:pPr>
    </w:p>
    <w:p w:rsidR="006F20A8" w:rsidRDefault="004F10E3" w:rsidP="006F20A8">
      <w:pPr>
        <w:pStyle w:val="libCenterBold1"/>
        <w:rPr>
          <w:lang w:bidi="bn-BD"/>
        </w:rPr>
      </w:pPr>
      <w:r w:rsidRPr="004F10E3">
        <w:rPr>
          <w:cs/>
          <w:lang w:bidi="bn-BD"/>
        </w:rPr>
        <w:t>(</w:t>
      </w:r>
      <w:r w:rsidRPr="006F20A8">
        <w:rPr>
          <w:cs/>
          <w:lang w:bidi="bn-BD"/>
        </w:rPr>
        <w:t>৫৯</w:t>
      </w:r>
      <w:r w:rsidRPr="004F10E3">
        <w:rPr>
          <w:cs/>
          <w:lang w:bidi="bn-BD"/>
        </w:rPr>
        <w:t>)</w:t>
      </w:r>
    </w:p>
    <w:p w:rsidR="007F7BBF" w:rsidRDefault="004F10E3" w:rsidP="007F7BBF">
      <w:pPr>
        <w:pStyle w:val="Heading1Center"/>
        <w:rPr>
          <w:lang w:bidi="bn-BD"/>
        </w:rPr>
      </w:pPr>
      <w:bookmarkStart w:id="60" w:name="_Toc493152457"/>
      <w:r w:rsidRPr="004F10E3">
        <w:rPr>
          <w:cs/>
          <w:lang w:bidi="bn-BD"/>
        </w:rPr>
        <w:t>প্রেমময় সৃষ্টিকর্তার ভালবাসা</w:t>
      </w:r>
      <w:bookmarkEnd w:id="60"/>
    </w:p>
    <w:p w:rsidR="007F7BBF" w:rsidRDefault="004F10E3" w:rsidP="007F7BB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মুশরিকদের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রাসূলে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পাকের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যুদ্ধে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</w:t>
      </w:r>
      <w:r w:rsidR="007F7BBF">
        <w:rPr>
          <w:lang w:bidi="bn-IN"/>
        </w:rPr>
        <w:t>থ</w:t>
      </w:r>
      <w:r w:rsidRPr="004F10E3">
        <w:rPr>
          <w:rFonts w:hint="cs"/>
          <w:cs/>
          <w:lang w:bidi="bn-IN"/>
        </w:rPr>
        <w:t>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সংরক্ষিত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রাসূলে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খোদার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সিদ্ধান্তই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চুড়ান্ত।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শিশুবন্দি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স্থানে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ছাউনি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গ্রীষ্মকাল।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প্রচন্ড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উত্তাপ।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গরমে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ভীষণ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অত্যধিক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অস্থিরতার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অকস্মাৎ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প্রচন্ড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দৌড়াতে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মিশিয়ে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বন্দিসহ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রাসূলের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সাহাবীরা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কেঁদে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কেঁদে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বলছেঃ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আদুরে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বাচ্চা</w:t>
      </w:r>
      <w:r w:rsidRPr="004F10E3">
        <w:rPr>
          <w:cs/>
          <w:lang w:bidi="bn-IN"/>
        </w:rPr>
        <w:t xml:space="preserve"> ...</w:t>
      </w:r>
      <w:r w:rsidRPr="00C73930">
        <w:rPr>
          <w:rStyle w:val="libEnChar"/>
        </w:rPr>
        <w:t>”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মাতৃত্ববোধ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="00CF69B6">
        <w:rPr>
          <w:rFonts w:hint="cs"/>
          <w:cs/>
          <w:lang w:bidi="bn-IN"/>
        </w:rPr>
        <w:t>স্নে</w:t>
      </w:r>
      <w:r w:rsidRPr="004F10E3">
        <w:rPr>
          <w:rFonts w:hint="cs"/>
          <w:cs/>
          <w:lang w:bidi="bn-IN"/>
        </w:rPr>
        <w:t>হসুলভ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বন্দিরাসহ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সাহাবীরা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অভিভূত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আবেগ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আপ্লুত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নয়ন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অশ্রু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ঝড়াচ্ছিলো।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গিয়েছিলো।</w:t>
      </w:r>
      <w:r w:rsidRPr="004F10E3">
        <w:rPr>
          <w:cs/>
          <w:lang w:bidi="bn-IN"/>
        </w:rPr>
        <w:t xml:space="preserve"> </w:t>
      </w:r>
    </w:p>
    <w:p w:rsidR="007F7BBF" w:rsidRDefault="004F10E3" w:rsidP="007F7BBF">
      <w:pPr>
        <w:pStyle w:val="libNormal"/>
      </w:pPr>
      <w:r w:rsidRPr="004F10E3">
        <w:rPr>
          <w:rFonts w:hint="cs"/>
          <w:cs/>
          <w:lang w:bidi="bn-IN"/>
        </w:rPr>
        <w:t>সন্তানের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বিস্ময়াভূত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ক্রন্দনের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মহিলার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মাতৃসুলভ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হয়েছো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F7BBF" w:rsidRDefault="004F10E3" w:rsidP="007F7BBF">
      <w:pPr>
        <w:pStyle w:val="libNormal"/>
      </w:pP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6C1BAE">
        <w:t xml:space="preserve"> </w:t>
      </w:r>
      <w:r w:rsidRPr="004F10E3">
        <w:rPr>
          <w:rFonts w:hint="cs"/>
          <w:cs/>
          <w:lang w:bidi="bn-IN"/>
        </w:rPr>
        <w:t>জী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রাসুলালাহ্</w:t>
      </w:r>
      <w:r w:rsidRPr="004F10E3">
        <w:rPr>
          <w:cs/>
          <w:lang w:bidi="bn-IN"/>
        </w:rPr>
        <w:t xml:space="preserve">! 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F7BBF" w:rsidRDefault="004F10E3" w:rsidP="007F7BB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কালক্ষেপন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মহানবী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সা</w:t>
      </w:r>
      <w:r w:rsidRPr="004F10E3">
        <w:rPr>
          <w:cs/>
          <w:lang w:bidi="bn-IN"/>
        </w:rPr>
        <w:t xml:space="preserve">.)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তায়ালা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শিশুটির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নে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ভালবাসেন।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সেদিনের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মুসলমানরা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উপভোগ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করেনি।</w:t>
      </w:r>
      <w:r w:rsidRPr="007F7BBF">
        <w:rPr>
          <w:rStyle w:val="libFootnotenumChar"/>
          <w:cs/>
          <w:lang w:bidi="bn-BD"/>
        </w:rPr>
        <w:t>৫৯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7F7BBF" w:rsidRDefault="004F10E3" w:rsidP="007F7BBF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৬০</w:t>
      </w:r>
      <w:r w:rsidRPr="004F10E3">
        <w:rPr>
          <w:cs/>
          <w:lang w:bidi="bn-IN"/>
        </w:rPr>
        <w:t>)</w:t>
      </w:r>
    </w:p>
    <w:p w:rsidR="007F7BBF" w:rsidRDefault="004F10E3" w:rsidP="007F7BBF">
      <w:pPr>
        <w:pStyle w:val="Heading1Center"/>
        <w:rPr>
          <w:lang w:bidi="bn-BD"/>
        </w:rPr>
      </w:pPr>
      <w:bookmarkStart w:id="61" w:name="_Toc493152458"/>
      <w:r w:rsidRPr="004F10E3">
        <w:rPr>
          <w:cs/>
          <w:lang w:bidi="bn-BD"/>
        </w:rPr>
        <w:t>মূর্তির লজ্জা</w:t>
      </w:r>
      <w:bookmarkEnd w:id="61"/>
    </w:p>
    <w:p w:rsidR="007F7BBF" w:rsidRDefault="004F10E3" w:rsidP="007F7BB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যৌবনকালে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মিসরের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সৌন্দর্য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চতুর্দিকে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আযিযে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মিসরের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সুন্দরী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জুলাইখাও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দর্শনে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মুগ্ধ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প্রেমাসক্ত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পড়েন।</w:t>
      </w:r>
      <w:r w:rsidRPr="004F10E3">
        <w:rPr>
          <w:cs/>
          <w:lang w:bidi="bn-IN"/>
        </w:rPr>
        <w:t xml:space="preserve"> </w:t>
      </w:r>
    </w:p>
    <w:p w:rsidR="007F7BBF" w:rsidRDefault="004F10E3" w:rsidP="007F7BB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জেলখানা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কক্ষে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স্ত্রীর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মতলব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খারাপ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মোটেই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নেশায়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জুলাইখা।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জুলাইখা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অবৈধ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যৌনচর্চার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আহ্বান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জানানোর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কক্ষে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সংরক্ষিত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মূর্তিটির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কাপড়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অবৈধ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পরিদর্শনে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ইউসুফ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জুলাইখার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উদ্দেশ্যে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জুলাইখা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পাথরের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তৈরী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পাচ্ছো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প্রতিপালক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জমিনের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t xml:space="preserve">?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দেখেন</w:t>
      </w:r>
      <w:r w:rsidRPr="004F10E3">
        <w:rPr>
          <w:cs/>
          <w:lang w:bidi="bn-IN"/>
        </w:rPr>
        <w:t xml:space="preserve"> !</w:t>
      </w:r>
      <w:r w:rsidRPr="00C73930">
        <w:rPr>
          <w:rStyle w:val="libEnChar"/>
        </w:rPr>
        <w:t>”</w:t>
      </w:r>
      <w:r w:rsidRPr="007F7BBF">
        <w:rPr>
          <w:rStyle w:val="libFootnotenumChar"/>
          <w:cs/>
          <w:lang w:bidi="bn-BD"/>
        </w:rPr>
        <w:t>৬০</w:t>
      </w:r>
      <w:r w:rsidRPr="004F10E3">
        <w:rPr>
          <w:cs/>
          <w:lang w:bidi="bn-IN"/>
        </w:rPr>
        <w:t xml:space="preserve"> </w:t>
      </w:r>
    </w:p>
    <w:p w:rsidR="007F7BBF" w:rsidRDefault="007F7BBF" w:rsidP="007F7BBF">
      <w:pPr>
        <w:pStyle w:val="libNormal"/>
        <w:rPr>
          <w:lang w:bidi="bn-IN"/>
        </w:rPr>
      </w:pPr>
    </w:p>
    <w:p w:rsidR="007F7BBF" w:rsidRDefault="004F10E3" w:rsidP="007F7BBF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৬১</w:t>
      </w:r>
      <w:r w:rsidRPr="004F10E3">
        <w:rPr>
          <w:cs/>
          <w:lang w:bidi="bn-IN"/>
        </w:rPr>
        <w:t>)</w:t>
      </w:r>
    </w:p>
    <w:p w:rsidR="007F7BBF" w:rsidRDefault="004F10E3" w:rsidP="007F7BBF">
      <w:pPr>
        <w:pStyle w:val="Heading1Center"/>
        <w:rPr>
          <w:lang w:bidi="bn-BD"/>
        </w:rPr>
      </w:pPr>
      <w:bookmarkStart w:id="62" w:name="_Toc493152459"/>
      <w:r w:rsidRPr="004F10E3">
        <w:rPr>
          <w:cs/>
          <w:lang w:bidi="bn-BD"/>
        </w:rPr>
        <w:t>নিয়তের ফলাফল</w:t>
      </w:r>
      <w:bookmarkEnd w:id="62"/>
    </w:p>
    <w:p w:rsidR="007F7BBF" w:rsidRDefault="004F10E3" w:rsidP="007F7BB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দূর্ভিক্ষ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সর্বস্তরের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অপরিমিত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ফসল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টুকরো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সন্ধানে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হণ্যে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ইসরাইলের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প্রান্তে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পাদদেশে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হাজির।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অসংখ্য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ছোট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পাথর।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rPr>
          <w:cs/>
          <w:lang w:bidi="bn-IN"/>
        </w:rPr>
        <w:t xml:space="preserve"> : </w:t>
      </w:r>
    </w:p>
    <w:p w:rsidR="007F7BBF" w:rsidRDefault="004F10E3" w:rsidP="007F7BBF">
      <w:pPr>
        <w:pStyle w:val="libNormal"/>
      </w:pP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হায়রে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কপাল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পাথর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ক্ষুধা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নিবারন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পারতাম।</w:t>
      </w:r>
      <w:r w:rsidR="007F7BBF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পুনরায়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ইসরাইলের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গোত্রে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সহস্র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তৎকালীন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ভাই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চাইলেন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F7BBF" w:rsidRDefault="004F10E3" w:rsidP="007F7BBF">
      <w:pPr>
        <w:pStyle w:val="libNormal"/>
      </w:pP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অসংখ্য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নুড়ি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পাথর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ভেবেছিলাম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নুড়িপাথর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ক্ষুধা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নিবারন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পারতাম।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F7BBF" w:rsidRDefault="004F10E3" w:rsidP="007F7BBF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ইসরাইলের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7F7BBF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4F10E3">
        <w:rPr>
          <w:rFonts w:hint="eastAsia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সুসংবাদ।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কিছূক্ষন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ফেরেস্তা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তায়ালা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="007F7BBF">
        <w:rPr>
          <w:lang w:bidi="bn-IN"/>
        </w:rPr>
        <w:t>দোয়া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পাহাড়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সমতুল্য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করেছেন।</w:t>
      </w:r>
      <w:r w:rsidR="007F7BBF" w:rsidRPr="00684D2D">
        <w:rPr>
          <w:rStyle w:val="libEnChar"/>
        </w:rPr>
        <w:t>”</w:t>
      </w:r>
      <w:r w:rsidRPr="007F7BBF">
        <w:rPr>
          <w:rStyle w:val="libFootnotenumChar"/>
          <w:cs/>
          <w:lang w:bidi="bn-BD"/>
        </w:rPr>
        <w:t>৬১</w:t>
      </w:r>
      <w:r w:rsidRPr="004F10E3">
        <w:rPr>
          <w:cs/>
          <w:lang w:bidi="bn-IN"/>
        </w:rPr>
        <w:t xml:space="preserve"> </w:t>
      </w:r>
    </w:p>
    <w:p w:rsidR="007F7BBF" w:rsidRDefault="007F7BBF" w:rsidP="007F7BBF">
      <w:pPr>
        <w:pStyle w:val="libNormal"/>
        <w:rPr>
          <w:lang w:bidi="bn-IN"/>
        </w:rPr>
      </w:pPr>
    </w:p>
    <w:p w:rsidR="007F7BBF" w:rsidRDefault="004F10E3" w:rsidP="007F7BBF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৬২</w:t>
      </w:r>
      <w:r w:rsidRPr="004F10E3">
        <w:rPr>
          <w:cs/>
          <w:lang w:bidi="bn-IN"/>
        </w:rPr>
        <w:t>)</w:t>
      </w:r>
    </w:p>
    <w:p w:rsidR="007F7BBF" w:rsidRDefault="004F10E3" w:rsidP="007F7BBF">
      <w:pPr>
        <w:pStyle w:val="Heading1Center"/>
        <w:rPr>
          <w:lang w:bidi="bn-BD"/>
        </w:rPr>
      </w:pPr>
      <w:bookmarkStart w:id="63" w:name="_Toc493152460"/>
      <w:r w:rsidRPr="004F10E3">
        <w:rPr>
          <w:cs/>
          <w:lang w:bidi="bn-BD"/>
        </w:rPr>
        <w:t>সুস্থ কে</w:t>
      </w:r>
      <w:bookmarkEnd w:id="63"/>
    </w:p>
    <w:p w:rsidR="00721B86" w:rsidRDefault="004F10E3" w:rsidP="00721B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অতিক্রমকালে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আক্রান্ত।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হাটতেও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কুষ্ঠ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জরাকীর্ণ।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রাস্তার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অসাঢ়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দেখছিলেন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</w:p>
    <w:p w:rsidR="00721B86" w:rsidRDefault="004F10E3" w:rsidP="00721B86">
      <w:pPr>
        <w:pStyle w:val="libNormal"/>
      </w:pP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যাচ্ছিলোঃ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প্রভু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অসংখ্য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ধন্যবাদ।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রেখেছো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রোগমুক্ত।</w:t>
      </w:r>
      <w:r w:rsidR="007F7BBF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বান্দা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ধরেনি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21B86" w:rsidRDefault="004F10E3" w:rsidP="00721B86">
      <w:pPr>
        <w:pStyle w:val="libNormal"/>
      </w:pPr>
      <w:r w:rsidRPr="004F10E3">
        <w:rPr>
          <w:rFonts w:hint="cs"/>
          <w:cs/>
          <w:lang w:bidi="bn-IN"/>
        </w:rPr>
        <w:t>রু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জেনে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সুস্থতা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হাক্বতায়ালার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t>'</w:t>
      </w:r>
      <w:r w:rsidRPr="004F10E3">
        <w:rPr>
          <w:rFonts w:hint="cs"/>
          <w:cs/>
          <w:lang w:bidi="bn-IN"/>
        </w:rPr>
        <w:t>রেফাত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21B86" w:rsidRDefault="004F10E3" w:rsidP="00721B86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ইসা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বলেছো।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21B86" w:rsidRDefault="004F10E3" w:rsidP="00721B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রহমতে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ইতিহাসে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সুস্থভাবে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বেঁ</w:t>
      </w:r>
      <w:r w:rsidR="00721B86">
        <w:rPr>
          <w:lang w:bidi="bn-IN"/>
        </w:rPr>
        <w:t>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অবধি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ইবাদত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বন্দেগীতে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দিয়েছিলেন।</w:t>
      </w:r>
      <w:r w:rsidRPr="00721B86">
        <w:rPr>
          <w:rStyle w:val="libFootnotenumChar"/>
          <w:cs/>
          <w:lang w:bidi="bn-BD"/>
        </w:rPr>
        <w:t>৬২</w:t>
      </w:r>
      <w:r w:rsidRPr="004F10E3">
        <w:rPr>
          <w:cs/>
          <w:lang w:bidi="bn-IN"/>
        </w:rPr>
        <w:t xml:space="preserve"> </w:t>
      </w:r>
    </w:p>
    <w:p w:rsidR="00721B86" w:rsidRDefault="005B2912" w:rsidP="00721B86">
      <w:pPr>
        <w:pStyle w:val="libNormal"/>
        <w:rPr>
          <w:lang w:bidi="bn-IN"/>
        </w:rPr>
      </w:pPr>
      <w:r>
        <w:rPr>
          <w:cs/>
          <w:lang w:bidi="bn-IN"/>
        </w:rPr>
        <w:t>[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অন্তরে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স্মরণ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রু</w:t>
      </w:r>
      <w:r w:rsidR="00C17240">
        <w:rPr>
          <w:rFonts w:hint="cs"/>
          <w:cs/>
          <w:lang w:bidi="bn-IN"/>
        </w:rPr>
        <w:t>গ্ন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অন্তর।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রু</w:t>
      </w:r>
      <w:r w:rsidR="00C17240">
        <w:rPr>
          <w:rFonts w:hint="cs"/>
          <w:cs/>
          <w:lang w:bidi="bn-IN"/>
        </w:rPr>
        <w:t>গ্ন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অন্তরের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মানুষ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দৈহিকভাবে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সুস্থ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থাকলেও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প্রকৃতপক্ষে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রোগী।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উচিত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আরোগ্য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কামনা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করা।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পক্ষে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অন্তরে</w:t>
      </w:r>
      <w:r w:rsidR="004F10E3"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পরিচয়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মারেফাত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বিদ্যমান</w:t>
      </w:r>
      <w:r w:rsidR="004F10E3" w:rsidRPr="004F10E3">
        <w:t xml:space="preserve">, </w:t>
      </w:r>
      <w:r w:rsidR="00E13B95">
        <w:rPr>
          <w:rFonts w:hint="cs"/>
          <w:cs/>
          <w:lang w:bidi="bn-IN"/>
        </w:rPr>
        <w:t>আল্লাহর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স্মরণে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অন্তর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সিক্ত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দেহ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কঠিন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রোগে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আক্রান্ত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হলেও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প্রকৃতপক্ষে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</w:t>
      </w:r>
      <w:r w:rsidR="004F10E3" w:rsidRPr="004F10E3">
        <w:rPr>
          <w:cs/>
          <w:lang w:bidi="bn-IN"/>
        </w:rPr>
        <w:t>-</w:t>
      </w:r>
      <w:r w:rsidR="004F10E3" w:rsidRPr="004F10E3">
        <w:rPr>
          <w:rFonts w:hint="cs"/>
          <w:cs/>
          <w:lang w:bidi="bn-IN"/>
        </w:rPr>
        <w:t>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সুস্থ।</w:t>
      </w:r>
      <w:r w:rsidR="005571D3">
        <w:rPr>
          <w:cs/>
          <w:lang w:bidi="bn-IN"/>
        </w:rPr>
        <w:t>]</w:t>
      </w:r>
      <w:r w:rsidR="004F10E3" w:rsidRPr="004F10E3">
        <w:rPr>
          <w:cs/>
          <w:lang w:bidi="bn-IN"/>
        </w:rPr>
        <w:t xml:space="preserve"> </w:t>
      </w:r>
    </w:p>
    <w:p w:rsidR="00721B86" w:rsidRDefault="00721B86" w:rsidP="00721B86">
      <w:pPr>
        <w:pStyle w:val="libNormal"/>
        <w:rPr>
          <w:lang w:bidi="bn-IN"/>
        </w:rPr>
      </w:pPr>
    </w:p>
    <w:p w:rsidR="00721B86" w:rsidRDefault="004F10E3" w:rsidP="00721B86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৬৩</w:t>
      </w:r>
      <w:r w:rsidRPr="004F10E3">
        <w:rPr>
          <w:cs/>
          <w:lang w:bidi="bn-IN"/>
        </w:rPr>
        <w:t>)</w:t>
      </w:r>
    </w:p>
    <w:p w:rsidR="003E25A4" w:rsidRDefault="004F10E3" w:rsidP="003E25A4">
      <w:pPr>
        <w:pStyle w:val="Heading1Center"/>
        <w:rPr>
          <w:lang w:bidi="bn-BD"/>
        </w:rPr>
      </w:pPr>
      <w:bookmarkStart w:id="64" w:name="_Toc493152461"/>
      <w:r w:rsidRPr="004F10E3">
        <w:rPr>
          <w:cs/>
          <w:lang w:bidi="bn-BD"/>
        </w:rPr>
        <w:t>জ্ঞানীর দুঃখ</w:t>
      </w:r>
      <w:bookmarkEnd w:id="64"/>
    </w:p>
    <w:p w:rsidR="00721B86" w:rsidRDefault="004F10E3" w:rsidP="00721B86">
      <w:pPr>
        <w:pStyle w:val="libNormal"/>
        <w:rPr>
          <w:lang w:bidi="bn-IN"/>
        </w:rPr>
      </w:pP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="00721B86">
        <w:rPr>
          <w:lang w:bidi="bn-IN"/>
        </w:rPr>
        <w:t>প্লেটো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ভাবছিলেন।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721B86">
        <w:rPr>
          <w:lang w:bidi="bn-IN"/>
        </w:rPr>
        <w:t>ল</w:t>
      </w:r>
      <w:r w:rsidRPr="004F10E3">
        <w:rPr>
          <w:rFonts w:hint="cs"/>
          <w:cs/>
          <w:lang w:bidi="bn-IN"/>
        </w:rPr>
        <w:t>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</w:p>
    <w:p w:rsidR="00721B86" w:rsidRDefault="004F10E3" w:rsidP="00721B86">
      <w:pPr>
        <w:pStyle w:val="libNormal"/>
      </w:pP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="00721B86">
        <w:rPr>
          <w:rFonts w:hint="cs"/>
          <w:cs/>
          <w:lang w:bidi="bn-IN"/>
        </w:rPr>
        <w:t>প্লেটো</w:t>
      </w:r>
      <w:r w:rsidRPr="004F10E3">
        <w:rPr>
          <w:rFonts w:hint="cs"/>
          <w:cs/>
          <w:lang w:bidi="bn-IN"/>
        </w:rPr>
        <w:t>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প্রজ্ঞাবান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দোয়াই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পঞ্চমুখ।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বলছিলো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জনাব</w:t>
      </w:r>
      <w:r w:rsidRPr="004F10E3">
        <w:rPr>
          <w:cs/>
          <w:lang w:bidi="bn-IN"/>
        </w:rPr>
        <w:t xml:space="preserve"> </w:t>
      </w:r>
      <w:r w:rsidR="00721B86">
        <w:rPr>
          <w:rFonts w:hint="cs"/>
          <w:cs/>
          <w:lang w:bidi="bn-IN"/>
        </w:rPr>
        <w:t>প্লেটো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জন্মায়নি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জন্মাবেও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বাণী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এসেছি।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721B86" w:rsidRDefault="00721B86" w:rsidP="00721B86">
      <w:pPr>
        <w:pStyle w:val="libNormal"/>
      </w:pPr>
      <w:r>
        <w:rPr>
          <w:rFonts w:hint="cs"/>
          <w:cs/>
          <w:lang w:bidi="bn-IN"/>
        </w:rPr>
        <w:t>প্লেটো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তাঁর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সম্পর্কে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ধরনের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প্রশংসার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কথা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শুনে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অসন্তুষ্ট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মাথা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অবনত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ভাব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গম্ভীরভাবে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কাঁদতে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লাগলেন।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দার্শনিকের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কান্না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দেখে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উপস্থিত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লোকটি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থতমত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গেলো।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অবশেষে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অনেক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কষ্টে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বুকে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সাহস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বিনয়ের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সাথে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জনাব</w:t>
      </w:r>
      <w:r w:rsidR="004F10E3" w:rsidRPr="004F10E3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প্লেটো</w:t>
      </w:r>
      <w:r w:rsidR="004F10E3" w:rsidRPr="004F10E3">
        <w:rPr>
          <w:rFonts w:hint="cs"/>
          <w:cs/>
          <w:lang w:bidi="bn-IN"/>
        </w:rPr>
        <w:t>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জিজ্ঞেস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হে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মহোদয়</w:t>
      </w:r>
      <w:r w:rsidR="004F10E3" w:rsidRPr="004F10E3">
        <w:rPr>
          <w:cs/>
          <w:lang w:bidi="bn-IN"/>
        </w:rPr>
        <w:t xml:space="preserve"> ! </w:t>
      </w:r>
      <w:r w:rsidR="004F10E3" w:rsidRPr="004F10E3">
        <w:rPr>
          <w:rFonts w:hint="cs"/>
          <w:cs/>
          <w:lang w:bidi="bn-IN"/>
        </w:rPr>
        <w:t>আমার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কাছ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থেকে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বেয়াদবী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হয়েছে</w:t>
      </w:r>
      <w:r w:rsidR="004F10E3" w:rsidRPr="004F10E3">
        <w:t xml:space="preserve">,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কারণে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আপনি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এমন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দুঃখ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পেয়েছেন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t>?</w:t>
      </w:r>
      <w:r w:rsidR="004F10E3" w:rsidRPr="00C73930">
        <w:rPr>
          <w:rStyle w:val="libEnChar"/>
        </w:rPr>
        <w:t>”</w:t>
      </w:r>
      <w:r w:rsidR="004F10E3" w:rsidRPr="006C1BAE">
        <w:t xml:space="preserve"> </w:t>
      </w:r>
    </w:p>
    <w:p w:rsidR="00721B86" w:rsidRDefault="004F10E3" w:rsidP="00721B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="00721B86">
        <w:rPr>
          <w:rFonts w:hint="cs"/>
          <w:cs/>
          <w:lang w:bidi="bn-IN"/>
        </w:rPr>
        <w:t>প্লেটো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721B86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মুসিবত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পছন্দনীয়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rPr>
          <w:cs/>
          <w:lang w:bidi="bn-IN"/>
        </w:rPr>
        <w:t xml:space="preserve"> </w:t>
      </w:r>
      <w:r w:rsidRPr="004F10E3">
        <w:t xml:space="preserve">? </w:t>
      </w:r>
      <w:r w:rsidRPr="004F10E3">
        <w:rPr>
          <w:rFonts w:hint="cs"/>
          <w:cs/>
          <w:lang w:bidi="bn-IN"/>
        </w:rPr>
        <w:t>জানি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অজ্ঞ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লেগেছে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</w:t>
      </w:r>
      <w:r w:rsidRPr="004F10E3">
        <w:rPr>
          <w:cs/>
          <w:lang w:bidi="bn-IN"/>
        </w:rPr>
        <w:t xml:space="preserve"> </w:t>
      </w:r>
      <w:r w:rsidRPr="004F10E3">
        <w:t xml:space="preserve">?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মূর্খ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অজ্ঞ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জাহেলের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প্রশংসা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জাহেলই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থাকে।</w:t>
      </w:r>
      <w:r w:rsidRPr="00C73930">
        <w:rPr>
          <w:rStyle w:val="libEnChar"/>
        </w:rPr>
        <w:t>”</w:t>
      </w:r>
      <w:r w:rsidRPr="00721B86">
        <w:rPr>
          <w:rStyle w:val="libFootnotenumChar"/>
          <w:cs/>
          <w:lang w:bidi="bn-BD"/>
        </w:rPr>
        <w:t>৬৩</w:t>
      </w:r>
      <w:r w:rsidRPr="004F10E3">
        <w:rPr>
          <w:cs/>
          <w:lang w:bidi="bn-IN"/>
        </w:rPr>
        <w:t xml:space="preserve"> </w:t>
      </w:r>
    </w:p>
    <w:p w:rsidR="00721B86" w:rsidRDefault="00721B86" w:rsidP="00721B86">
      <w:pPr>
        <w:pStyle w:val="libNormal"/>
        <w:rPr>
          <w:lang w:bidi="bn-IN"/>
        </w:rPr>
      </w:pPr>
    </w:p>
    <w:p w:rsidR="00721B86" w:rsidRDefault="004F10E3" w:rsidP="00721B86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৬৪</w:t>
      </w:r>
      <w:r w:rsidRPr="004F10E3">
        <w:rPr>
          <w:cs/>
          <w:lang w:bidi="bn-IN"/>
        </w:rPr>
        <w:t>)</w:t>
      </w:r>
    </w:p>
    <w:p w:rsidR="003E25A4" w:rsidRDefault="004F10E3" w:rsidP="003E25A4">
      <w:pPr>
        <w:pStyle w:val="Heading1Center"/>
        <w:rPr>
          <w:lang w:bidi="bn-BD"/>
        </w:rPr>
      </w:pPr>
      <w:bookmarkStart w:id="65" w:name="_Toc493152462"/>
      <w:r w:rsidRPr="004F10E3">
        <w:rPr>
          <w:cs/>
          <w:lang w:bidi="bn-BD"/>
        </w:rPr>
        <w:t>জানা আর দেখা সমান নয়</w:t>
      </w:r>
      <w:bookmarkEnd w:id="65"/>
    </w:p>
    <w:p w:rsidR="0013773B" w:rsidRDefault="004F10E3" w:rsidP="0013773B">
      <w:pPr>
        <w:pStyle w:val="libNormal"/>
        <w:rPr>
          <w:lang w:bidi="bn-IN"/>
        </w:rPr>
      </w:pP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নিশাপুরের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মাহ্ফিল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গৃহের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রওয়ানা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তৎকালীন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খ্যাতনামা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বিজ্ঞ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চিকিৎসাবিদ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পরস্পরকে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স্বচক্ষে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দেখেননি।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বিনিময়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গৃহে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আমন্ত্রন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নিমন্ত্রন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ম্বাগতম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বহু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আয়োজনও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নিরিবিলি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আলোচনা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জনগণ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মসজিদে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জামায়েতের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কোথাও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নিমিত্তে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গৃহ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ছাত্ররা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ধরলো।</w:t>
      </w:r>
      <w:r w:rsidRPr="004F10E3">
        <w:rPr>
          <w:cs/>
          <w:lang w:bidi="bn-IN"/>
        </w:rPr>
        <w:t xml:space="preserve"> </w:t>
      </w:r>
    </w:p>
    <w:p w:rsidR="0013773B" w:rsidRDefault="004F10E3" w:rsidP="0013773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দেখলেন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="0013773B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দিব্য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দেখেন।</w:t>
      </w:r>
      <w:r w:rsidRPr="004F10E3">
        <w:rPr>
          <w:rFonts w:hint="eastAsia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অপরদিকে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জানেন।</w:t>
      </w:r>
      <w:r w:rsidR="0013773B" w:rsidRPr="00684D2D">
        <w:rPr>
          <w:rStyle w:val="libEnChar"/>
        </w:rPr>
        <w:t>”</w:t>
      </w:r>
      <w:r w:rsidRPr="0013773B">
        <w:rPr>
          <w:rStyle w:val="libFootnotenumChar"/>
          <w:cs/>
          <w:lang w:bidi="bn-BD"/>
        </w:rPr>
        <w:t>৬৪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জানা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তফাৎ।</w:t>
      </w:r>
      <w:r w:rsidRPr="004F10E3">
        <w:rPr>
          <w:cs/>
          <w:lang w:bidi="bn-IN"/>
        </w:rPr>
        <w:t xml:space="preserve"> </w:t>
      </w:r>
    </w:p>
    <w:p w:rsidR="0013773B" w:rsidRDefault="0013773B" w:rsidP="0013773B">
      <w:pPr>
        <w:pStyle w:val="libNormal"/>
        <w:rPr>
          <w:lang w:bidi="bn-IN"/>
        </w:rPr>
      </w:pPr>
    </w:p>
    <w:p w:rsidR="0013773B" w:rsidRDefault="004F10E3" w:rsidP="0013773B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৬৫</w:t>
      </w:r>
      <w:r w:rsidRPr="004F10E3">
        <w:rPr>
          <w:cs/>
          <w:lang w:bidi="bn-IN"/>
        </w:rPr>
        <w:t>)</w:t>
      </w:r>
    </w:p>
    <w:p w:rsidR="0013773B" w:rsidRDefault="004F10E3" w:rsidP="0013773B">
      <w:pPr>
        <w:pStyle w:val="Heading1Center"/>
        <w:rPr>
          <w:lang w:bidi="bn-BD"/>
        </w:rPr>
      </w:pPr>
      <w:bookmarkStart w:id="66" w:name="_Toc493152463"/>
      <w:r w:rsidRPr="004F10E3">
        <w:rPr>
          <w:cs/>
          <w:lang w:bidi="bn-BD"/>
        </w:rPr>
        <w:t>বন্ধুর পরিচয়</w:t>
      </w:r>
      <w:bookmarkEnd w:id="66"/>
    </w:p>
    <w:p w:rsidR="0013773B" w:rsidRDefault="004F10E3" w:rsidP="0013773B">
      <w:pPr>
        <w:pStyle w:val="libItalic"/>
        <w:rPr>
          <w:lang w:bidi="bn-IN"/>
        </w:rPr>
      </w:pPr>
      <w:r w:rsidRPr="004F10E3">
        <w:rPr>
          <w:cs/>
          <w:lang w:bidi="bn-IN"/>
        </w:rPr>
        <w:t>[</w:t>
      </w:r>
      <w:r w:rsidRPr="004F10E3">
        <w:rPr>
          <w:rFonts w:hint="cs"/>
          <w:cs/>
          <w:lang w:bidi="bn-IN"/>
        </w:rPr>
        <w:t>যুন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মিসরী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ইসলামী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ইরফানের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অগ্রদূত।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আব্বাসীয়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জালিম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খলীফা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মুতাওয়াক্কিল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কুফরী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বেদ্বীনির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অভিযোগে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কারাবন্দি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ইরফানি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কথাবার্তা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নুন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পয়তা</w:t>
      </w:r>
      <w:r w:rsidR="0013773B">
        <w:rPr>
          <w:lang w:bidi="bn-IN"/>
        </w:rPr>
        <w:t>ল্লি</w:t>
      </w:r>
      <w:r w:rsidRPr="004F10E3">
        <w:rPr>
          <w:rFonts w:hint="cs"/>
          <w:cs/>
          <w:lang w:bidi="bn-IN"/>
        </w:rPr>
        <w:t>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পরলোকগমন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] </w:t>
      </w:r>
    </w:p>
    <w:p w:rsidR="00797686" w:rsidRDefault="004F10E3" w:rsidP="0013773B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মস্তিষ্ক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বিকৃতি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বেদ্বীনির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অভিযোগে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কারাবন্দি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ভক্তবৃন্দ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কারাগারে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নুন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জিজ্ঞেস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কন্ঠে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শুভাকাঙ্খী।</w:t>
      </w:r>
      <w:r w:rsidRPr="004F10E3">
        <w:rPr>
          <w:cs/>
          <w:lang w:bidi="bn-IN"/>
        </w:rPr>
        <w:t xml:space="preserve"> </w:t>
      </w:r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বকাবকি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মেরেছেন।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এহেন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পরিদর্শনে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মুরীদরা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পালালো।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মধ্যেই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লোকশূণ্য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কোলাহল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দীর্ঘ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নিঃশ্বাস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তোমাদের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লজ্জা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797686">
        <w:rPr>
          <w:lang w:bidi="bn-IN"/>
        </w:rPr>
        <w:t>লছো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সত্যিকার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প্রেমিক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পক্ষ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আরোপিত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ধৈর্যধারণ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বন্ধুর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পক্ষ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আরোপিত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নেয়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ত্যাগ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797686" w:rsidRPr="00684D2D">
        <w:rPr>
          <w:rStyle w:val="libEnChar"/>
        </w:rPr>
        <w:t>”</w:t>
      </w:r>
      <w:r w:rsidRPr="00797686">
        <w:rPr>
          <w:rStyle w:val="libFootnotenumChar"/>
          <w:cs/>
          <w:lang w:bidi="bn-BD"/>
        </w:rPr>
        <w:t>৬৫</w:t>
      </w:r>
      <w:r w:rsidRPr="004F10E3">
        <w:rPr>
          <w:cs/>
          <w:lang w:bidi="bn-IN"/>
        </w:rPr>
        <w:t xml:space="preserve"> </w:t>
      </w:r>
    </w:p>
    <w:p w:rsidR="00797686" w:rsidRDefault="00797686" w:rsidP="00797686">
      <w:pPr>
        <w:pStyle w:val="libNormal"/>
        <w:rPr>
          <w:lang w:bidi="bn-IN"/>
        </w:rPr>
      </w:pPr>
    </w:p>
    <w:p w:rsidR="00797686" w:rsidRDefault="004F10E3" w:rsidP="00797686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৬৬</w:t>
      </w:r>
      <w:r w:rsidRPr="004F10E3">
        <w:rPr>
          <w:cs/>
          <w:lang w:bidi="bn-IN"/>
        </w:rPr>
        <w:t>)</w:t>
      </w:r>
    </w:p>
    <w:p w:rsidR="00797686" w:rsidRDefault="004F10E3" w:rsidP="00797686">
      <w:pPr>
        <w:pStyle w:val="Heading1Center"/>
        <w:rPr>
          <w:lang w:bidi="bn-BD"/>
        </w:rPr>
      </w:pPr>
      <w:bookmarkStart w:id="67" w:name="_Toc493152464"/>
      <w:r w:rsidRPr="004F10E3">
        <w:rPr>
          <w:cs/>
          <w:lang w:bidi="bn-BD"/>
        </w:rPr>
        <w:t>গোলামের কৃতজ্ঞতা</w:t>
      </w:r>
      <w:bookmarkEnd w:id="67"/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তৃপ্তভরে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গোলামের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ভাবতে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তৃপ্তির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নিশ্চয়ই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তৃপ্তির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চাই।</w:t>
      </w:r>
      <w:r w:rsidR="00797686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দাস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মোতাবেক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অর্ধেক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</w:p>
    <w:p w:rsidR="00797686" w:rsidRDefault="004F10E3" w:rsidP="00797686">
      <w:pPr>
        <w:pStyle w:val="libNormal"/>
      </w:pP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কামড়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পুড়েছে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অমনি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বিভৎস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চেহারার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তিতো।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ধমক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তৃপ্তির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খাচ্ছিলে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মনিব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খেয়েছি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ইয়ত্তা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বিরক্তের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প্রত্যাখ্যান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</w:t>
      </w:r>
      <w:r w:rsidRPr="004F10E3">
        <w:t>?</w:t>
      </w:r>
      <w:r w:rsidR="00797686"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সৎসাহস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দাসত্বের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বরখেলাফ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তিক্ততার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ধৈর্যধারণ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পক্ষ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অসংখ্য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সুখকর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সুস্বাদু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কৃতজ্ঞতারই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শামিল।</w:t>
      </w:r>
      <w:r w:rsidR="00797686" w:rsidRPr="00684D2D">
        <w:rPr>
          <w:rStyle w:val="libEnChar"/>
        </w:rPr>
        <w:t>”</w:t>
      </w:r>
      <w:r w:rsidRPr="00797686">
        <w:rPr>
          <w:rStyle w:val="libFootnotenumChar"/>
          <w:cs/>
          <w:lang w:bidi="bn-BD"/>
        </w:rPr>
        <w:t>৬৬</w:t>
      </w:r>
      <w:r w:rsidRPr="004F10E3">
        <w:rPr>
          <w:cs/>
          <w:lang w:bidi="bn-IN"/>
        </w:rPr>
        <w:t xml:space="preserve"> </w:t>
      </w:r>
    </w:p>
    <w:p w:rsidR="00797686" w:rsidRDefault="00797686" w:rsidP="00797686">
      <w:pPr>
        <w:pStyle w:val="libNormal"/>
        <w:rPr>
          <w:lang w:bidi="bn-IN"/>
        </w:rPr>
      </w:pPr>
    </w:p>
    <w:p w:rsidR="00797686" w:rsidRDefault="004F10E3" w:rsidP="00797686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৬৭</w:t>
      </w:r>
      <w:r w:rsidRPr="004F10E3">
        <w:rPr>
          <w:cs/>
          <w:lang w:bidi="bn-IN"/>
        </w:rPr>
        <w:t>)</w:t>
      </w:r>
    </w:p>
    <w:p w:rsidR="00797686" w:rsidRDefault="004F10E3" w:rsidP="00797686">
      <w:pPr>
        <w:pStyle w:val="Heading1Center"/>
        <w:rPr>
          <w:lang w:bidi="bn-BD"/>
        </w:rPr>
      </w:pPr>
      <w:bookmarkStart w:id="68" w:name="_Toc493152465"/>
      <w:r w:rsidRPr="004F10E3">
        <w:rPr>
          <w:cs/>
          <w:lang w:bidi="bn-BD"/>
        </w:rPr>
        <w:t>মঙ্গলময় আঘাত</w:t>
      </w:r>
      <w:bookmarkEnd w:id="68"/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পথিমধ্যে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গাছের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ছায়ায়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নিদ্রারত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আকর্ষন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মনযোগ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বিষাক্ত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দ্রুত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চললেন।কিন্তু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পৌছার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সাপটি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সাধক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মুহুর্তে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সাপের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সংবাদ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বিকল্প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লাঠি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জাগ্রত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আধমরা।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পিটুনি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বাক্য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চলছেন।</w:t>
      </w:r>
      <w:r w:rsidRPr="004F10E3">
        <w:rPr>
          <w:cs/>
          <w:lang w:bidi="bn-IN"/>
        </w:rPr>
        <w:t xml:space="preserve"> </w:t>
      </w:r>
    </w:p>
    <w:p w:rsidR="00797686" w:rsidRDefault="004F10E3" w:rsidP="00797686">
      <w:pPr>
        <w:pStyle w:val="libNormal"/>
      </w:pP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নির্দ্বিধায়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গাছের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পচাঁ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নিরূপায়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আতংকে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পচাঁ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দুর্গন্ধময়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খাচ্ছিলো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গালিগালাজ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পচাঁ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বলছিলো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পালায়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ভেঙ্গে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নির্যাতন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চালাচ্ছো।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বিচার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করুক।</w:t>
      </w:r>
      <w:r w:rsidR="003E25A4" w:rsidRPr="007051EA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ভ্রুক্ষেপ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লাঠি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পচাঁ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যাচ্ছিল।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পচাঁ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গলা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খাওয়া।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ভীষণ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বমির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উদ্রেক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টনক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বিষাক্ত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বিষধর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স্বম্বিত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আঘাত</w:t>
      </w:r>
      <w:r w:rsidRPr="004F10E3">
        <w:t xml:space="preserve">,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t xml:space="preserve">? </w:t>
      </w:r>
    </w:p>
    <w:p w:rsidR="00797686" w:rsidRDefault="004F10E3" w:rsidP="0079768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কপাল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বিদ্বান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মঙ্গলকামী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পড়েছিলাম।</w:t>
      </w:r>
      <w:r w:rsidR="00797686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সবশেষে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যুবক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জড়িয়ে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পৃথিবীতে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দুঃখ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সুখকর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অভ্যন্তরীণ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বিষাক্ত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সাপকে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সুবর্ণ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সুযোগ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797686">
        <w:rPr>
          <w:rStyle w:val="libFootnotenumChar"/>
          <w:cs/>
          <w:lang w:bidi="bn-BD"/>
        </w:rPr>
        <w:t>৬৭</w:t>
      </w:r>
      <w:r w:rsidRPr="004F10E3">
        <w:rPr>
          <w:cs/>
          <w:lang w:bidi="bn-IN"/>
        </w:rPr>
        <w:t xml:space="preserve"> </w:t>
      </w:r>
    </w:p>
    <w:p w:rsidR="00797686" w:rsidRDefault="00797686" w:rsidP="00797686">
      <w:pPr>
        <w:pStyle w:val="libNormal"/>
        <w:rPr>
          <w:lang w:bidi="bn-IN"/>
        </w:rPr>
      </w:pPr>
    </w:p>
    <w:p w:rsidR="00797686" w:rsidRDefault="004F10E3" w:rsidP="00F47EA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৬৮</w:t>
      </w:r>
      <w:r w:rsidRPr="004F10E3">
        <w:rPr>
          <w:cs/>
          <w:lang w:bidi="bn-IN"/>
        </w:rPr>
        <w:t>)</w:t>
      </w:r>
    </w:p>
    <w:p w:rsidR="00F47EA7" w:rsidRDefault="004F10E3" w:rsidP="00F47EA7">
      <w:pPr>
        <w:pStyle w:val="Heading1Center"/>
        <w:rPr>
          <w:lang w:bidi="bn-BD"/>
        </w:rPr>
      </w:pPr>
      <w:bookmarkStart w:id="69" w:name="_Toc493152466"/>
      <w:r w:rsidRPr="004F10E3">
        <w:rPr>
          <w:cs/>
          <w:lang w:bidi="bn-BD"/>
        </w:rPr>
        <w:t>ষ্টেশন</w:t>
      </w:r>
      <w:r w:rsidRPr="004F10E3">
        <w:rPr>
          <w:lang w:bidi="bn-BD"/>
        </w:rPr>
        <w:t xml:space="preserve">, </w:t>
      </w:r>
      <w:r w:rsidRPr="004F10E3">
        <w:rPr>
          <w:cs/>
          <w:lang w:bidi="bn-BD"/>
        </w:rPr>
        <w:t>গন্তব্যস্থল নয়</w:t>
      </w:r>
      <w:bookmarkEnd w:id="69"/>
    </w:p>
    <w:p w:rsidR="00F47EA7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ইয়াহ্হিয়া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ধ্যানে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</w:t>
      </w:r>
      <w:r w:rsidR="00C17240">
        <w:rPr>
          <w:rFonts w:hint="cs"/>
          <w:cs/>
          <w:lang w:bidi="bn-IN"/>
        </w:rPr>
        <w:t>গ্ন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তারই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ধ্যান</w:t>
      </w:r>
      <w:r w:rsidR="00F47EA7">
        <w:rPr>
          <w:lang w:bidi="bn-IN"/>
        </w:rPr>
        <w:t>চ্যুতি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পরস্পর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বিষয়ে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ধৈর্য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অপরজনকে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যেহেতু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ওতপ্রতভাবে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জড়িত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কড়িও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নেই।</w:t>
      </w:r>
      <w:r w:rsidR="00F47EA7" w:rsidRPr="00684D2D">
        <w:rPr>
          <w:rStyle w:val="libEnChar"/>
        </w:rPr>
        <w:t>”</w:t>
      </w:r>
      <w:r w:rsidRPr="004F10E3">
        <w:rPr>
          <w:cs/>
          <w:lang w:bidi="bn-IN"/>
        </w:rPr>
        <w:t xml:space="preserve"> </w:t>
      </w:r>
    </w:p>
    <w:p w:rsidR="00F47EA7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খুবই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থাকতো।</w:t>
      </w:r>
      <w:r w:rsidR="00F47EA7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কথোপকথন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পর্যায়ে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উপনীত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খুললেন।</w:t>
      </w:r>
      <w:r w:rsidRPr="004F10E3">
        <w:rPr>
          <w:cs/>
          <w:lang w:bidi="bn-IN"/>
        </w:rPr>
        <w:t xml:space="preserve"> </w:t>
      </w:r>
    </w:p>
    <w:p w:rsidR="00F47EA7" w:rsidRDefault="004F10E3" w:rsidP="00F47EA7">
      <w:pPr>
        <w:pStyle w:val="libNormal"/>
      </w:pP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</w:t>
      </w:r>
      <w:r w:rsidR="00F47EA7">
        <w:rPr>
          <w:lang w:bidi="bn-IN"/>
        </w:rPr>
        <w:t>ল</w:t>
      </w:r>
      <w:r w:rsidRPr="004F10E3">
        <w:rPr>
          <w:rFonts w:hint="cs"/>
          <w:cs/>
          <w:lang w:bidi="bn-IN"/>
        </w:rPr>
        <w:t>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বন্ধুরা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তোমরা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মূল্যই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F47EA7" w:rsidRPr="00684D2D">
        <w:rPr>
          <w:rStyle w:val="libEnChar"/>
        </w:rPr>
        <w:t>”</w:t>
      </w:r>
      <w:r w:rsidRPr="004F10E3">
        <w:t xml:space="preserve"> </w:t>
      </w:r>
    </w:p>
    <w:p w:rsidR="00F47EA7" w:rsidRDefault="004F10E3" w:rsidP="00F47EA7">
      <w:pPr>
        <w:pStyle w:val="libNormal"/>
      </w:pP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বিস্ময়ের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উঠলেন</w:t>
      </w:r>
      <w:r w:rsidRPr="004F10E3">
        <w:t xml:space="preserve">,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মহান</w:t>
      </w:r>
      <w:r w:rsidRPr="004F10E3">
        <w:rPr>
          <w:cs/>
          <w:lang w:bidi="bn-IN"/>
        </w:rPr>
        <w:t>!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F47EA7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আজীবন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শুকের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</w:t>
      </w:r>
      <w:r w:rsidR="000B1B7B">
        <w:rPr>
          <w:rFonts w:hint="cs"/>
          <w:cs/>
          <w:lang w:bidi="bn-IN"/>
        </w:rPr>
        <w:t>ন্নি</w:t>
      </w:r>
      <w:r w:rsidRPr="004F10E3">
        <w:rPr>
          <w:rFonts w:hint="cs"/>
          <w:cs/>
          <w:lang w:bidi="bn-IN"/>
        </w:rPr>
        <w:t>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বঞ্চিত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হোক</w:t>
      </w:r>
      <w:r w:rsidRPr="004F10E3">
        <w:rPr>
          <w:cs/>
          <w:lang w:bidi="bn-IN"/>
        </w:rPr>
        <w:t xml:space="preserve"> </w:t>
      </w:r>
      <w:r w:rsidRPr="004F10E3">
        <w:t xml:space="preserve">? </w:t>
      </w:r>
      <w:r w:rsidRPr="004F10E3">
        <w:rPr>
          <w:rFonts w:hint="cs"/>
          <w:cs/>
          <w:lang w:bidi="bn-IN"/>
        </w:rPr>
        <w:t>মৃত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অনুতাপ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মৃত্যুবরণ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অনুতাপ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হচ্ছে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রসদ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এসেছে</w:t>
      </w:r>
      <w:r w:rsidRPr="004F10E3">
        <w:rPr>
          <w:cs/>
          <w:lang w:bidi="bn-IN"/>
        </w:rPr>
        <w:t xml:space="preserve"> </w:t>
      </w:r>
      <w:r w:rsidRPr="004F10E3">
        <w:t xml:space="preserve">?!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</w:t>
      </w:r>
      <w:r w:rsidR="00F47EA7">
        <w:t>ন্মুক্ত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ছুঁড়ে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খাঁচা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</w:t>
      </w:r>
      <w:r w:rsidR="00F47EA7">
        <w:rPr>
          <w:lang w:bidi="bn-IN"/>
        </w:rPr>
        <w:t>ক্তি</w:t>
      </w:r>
      <w:r w:rsidRPr="004F10E3">
        <w:rPr>
          <w:rFonts w:hint="cs"/>
          <w:cs/>
          <w:lang w:bidi="bn-IN"/>
        </w:rPr>
        <w:t>।</w:t>
      </w:r>
      <w:r w:rsidRPr="004F10E3">
        <w:rPr>
          <w:cs/>
          <w:lang w:bidi="bn-IN"/>
        </w:rPr>
        <w:t xml:space="preserve"> </w:t>
      </w:r>
    </w:p>
    <w:p w:rsidR="00F47EA7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যাত্রাপথের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</w:t>
      </w:r>
      <w:r w:rsidRPr="004F10E3">
        <w:t xml:space="preserve">,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প্রভাত</w:t>
      </w:r>
      <w:r w:rsidRPr="004F10E3">
        <w:t>,</w:t>
      </w:r>
      <w:r w:rsidRPr="004F10E3">
        <w:rPr>
          <w:rFonts w:hint="cs"/>
          <w:cs/>
          <w:lang w:bidi="bn-IN"/>
        </w:rPr>
        <w:t>সন্ধ্যা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ষ্টেশন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গন্তব্যস্থল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="00F47EA7" w:rsidRPr="00684D2D">
        <w:rPr>
          <w:rStyle w:val="libEnChar"/>
        </w:rPr>
        <w:t>”</w:t>
      </w:r>
      <w:r w:rsidRPr="00F47EA7">
        <w:rPr>
          <w:rStyle w:val="libFootnotenumChar"/>
          <w:cs/>
          <w:lang w:bidi="bn-BD"/>
        </w:rPr>
        <w:t>৬৮</w:t>
      </w:r>
      <w:r w:rsidRPr="004F10E3">
        <w:rPr>
          <w:cs/>
          <w:lang w:bidi="bn-IN"/>
        </w:rPr>
        <w:t xml:space="preserve"> </w:t>
      </w:r>
    </w:p>
    <w:p w:rsidR="00F47EA7" w:rsidRDefault="00F47EA7" w:rsidP="00F47EA7">
      <w:pPr>
        <w:pStyle w:val="libNormal"/>
        <w:rPr>
          <w:lang w:bidi="bn-IN"/>
        </w:rPr>
      </w:pPr>
    </w:p>
    <w:p w:rsidR="00F47EA7" w:rsidRDefault="004F10E3" w:rsidP="00F47EA7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৬৯</w:t>
      </w:r>
      <w:r w:rsidRPr="004F10E3">
        <w:rPr>
          <w:cs/>
          <w:lang w:bidi="bn-IN"/>
        </w:rPr>
        <w:t>)</w:t>
      </w:r>
    </w:p>
    <w:p w:rsidR="00F47EA7" w:rsidRDefault="004F10E3" w:rsidP="00F47EA7">
      <w:pPr>
        <w:pStyle w:val="Heading1Center"/>
        <w:rPr>
          <w:lang w:bidi="bn-BD"/>
        </w:rPr>
      </w:pPr>
      <w:bookmarkStart w:id="70" w:name="_Toc493152467"/>
      <w:r w:rsidRPr="004F10E3">
        <w:rPr>
          <w:cs/>
          <w:lang w:bidi="bn-BD"/>
        </w:rPr>
        <w:t>স্মৃতি ভুলে যেও না</w:t>
      </w:r>
      <w:bookmarkEnd w:id="70"/>
    </w:p>
    <w:p w:rsidR="00F47EA7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আল্লাহর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জগতের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অংশে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ঘটেছিলো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আশ্চর্য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ঘটনাক্রমে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পদটির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গুরুত্ব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মন্ত্রির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মর্যাদাসম্পন্ন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অধিকারী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সত্বেও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বাড়ীটিতে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নিয়মিত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হুকুমের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অপেক্ষায়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থাকতেন।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এভাবে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</w:p>
    <w:p w:rsidR="00F47EA7" w:rsidRDefault="004F10E3" w:rsidP="00F47EA7">
      <w:pPr>
        <w:pStyle w:val="libNormal"/>
      </w:pPr>
      <w:r w:rsidRPr="004F10E3">
        <w:rPr>
          <w:rFonts w:hint="cs"/>
          <w:cs/>
          <w:lang w:bidi="bn-IN"/>
        </w:rPr>
        <w:t>একদিনের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সরকারের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গুপ্তচররা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কার্যকলাপ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কর্ণগোচর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জনাব</w:t>
      </w:r>
      <w:r w:rsidR="00F47EA7">
        <w:rPr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একান্ত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গোপনে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কিছুক্ষন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নিঃসঙ্গ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নয়।</w:t>
      </w:r>
      <w:r w:rsidR="00F47EA7" w:rsidRPr="00684D2D">
        <w:rPr>
          <w:rStyle w:val="libEnChar"/>
        </w:rPr>
        <w:t>”</w:t>
      </w:r>
      <w:r w:rsidRPr="004F10E3">
        <w:t xml:space="preserve"> </w:t>
      </w:r>
    </w:p>
    <w:p w:rsidR="00F47EA7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গুপ্তচরদের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রিপোর্ট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শ্রবন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সন্দেহের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সৃষ্টি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স্বয়ং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উদগ্রীব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ওঠেন।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নিত্যদিনের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ন্যায়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পুরাতন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নিঃসঙ্গ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কাটাচ্ছেন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অতর্কিতে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বাড়ীতে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ঢুকে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কক্ষে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মাত্রই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ধাঁধা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চোখের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সন্দেহ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লাগলো।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t xml:space="preserve">?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উজির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সাহেব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পোশাক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লাঠি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রাখালের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আওয়াজ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তুলছেন।</w:t>
      </w:r>
      <w:r w:rsidRPr="004F10E3">
        <w:rPr>
          <w:cs/>
          <w:lang w:bidi="bn-IN"/>
        </w:rPr>
        <w:t xml:space="preserve"> </w:t>
      </w:r>
    </w:p>
    <w:p w:rsidR="00F47EA7" w:rsidRDefault="004F10E3" w:rsidP="00F47EA7">
      <w:pPr>
        <w:pStyle w:val="libNormal"/>
      </w:pPr>
      <w:r w:rsidRPr="004F10E3">
        <w:rPr>
          <w:rFonts w:hint="cs"/>
          <w:cs/>
          <w:lang w:bidi="bn-IN"/>
        </w:rPr>
        <w:t>অবাক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কন্ঠে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উজির</w:t>
      </w:r>
      <w:r w:rsidRPr="004F10E3">
        <w:rPr>
          <w:cs/>
          <w:lang w:bidi="bn-IN"/>
        </w:rPr>
        <w:t xml:space="preserve"> </w:t>
      </w:r>
      <w:r w:rsidRPr="004F10E3">
        <w:t>?</w:t>
      </w:r>
      <w:r w:rsidRPr="00C73930">
        <w:rPr>
          <w:rStyle w:val="libEnChar"/>
        </w:rPr>
        <w:t>”</w:t>
      </w:r>
      <w:r w:rsidRPr="006C1BAE">
        <w:t xml:space="preserve"> </w:t>
      </w:r>
    </w:p>
    <w:p w:rsidR="00F47EA7" w:rsidRDefault="004F10E3" w:rsidP="00F47EA7">
      <w:pPr>
        <w:pStyle w:val="libNormal"/>
      </w:pPr>
      <w:r w:rsidRPr="004F10E3">
        <w:rPr>
          <w:rFonts w:hint="cs"/>
          <w:cs/>
          <w:lang w:bidi="bn-IN"/>
        </w:rPr>
        <w:t>উজির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পারেননি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</w:t>
      </w:r>
      <w:r w:rsidR="00F47EA7">
        <w:rPr>
          <w:lang w:bidi="bn-IN"/>
        </w:rPr>
        <w:t>থ</w:t>
      </w:r>
      <w:r w:rsidRPr="004F10E3">
        <w:rPr>
          <w:rFonts w:hint="cs"/>
          <w:cs/>
          <w:lang w:bidi="bn-IN"/>
        </w:rPr>
        <w:t>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হতচকিত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সঙ্গে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সামলিয়ে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জি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আপনি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ঠিকই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শুরুর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কর্মে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দূর্বল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সময়গুলোর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স্মৃতি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শক্তিমত্তার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অহংকার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আক্রমন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36044C" w:rsidRDefault="004F10E3" w:rsidP="00F47EA7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বাদশাহ্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প্রজ্ঞাময়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একেবারে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‘</w:t>
      </w:r>
      <w:r w:rsidRPr="004F10E3">
        <w:rPr>
          <w:rFonts w:hint="cs"/>
          <w:cs/>
          <w:lang w:bidi="bn-IN"/>
        </w:rPr>
        <w:t>থ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F47EA7">
        <w:rPr>
          <w:rStyle w:val="libFootnotenumChar"/>
          <w:cs/>
          <w:lang w:bidi="bn-BD"/>
        </w:rPr>
        <w:t>৬৯</w:t>
      </w:r>
      <w:r w:rsidRPr="004F10E3">
        <w:rPr>
          <w:cs/>
          <w:lang w:bidi="bn-IN"/>
        </w:rPr>
        <w:t xml:space="preserve"> </w:t>
      </w:r>
    </w:p>
    <w:p w:rsidR="003E25A4" w:rsidRPr="007051EA" w:rsidRDefault="003E25A4" w:rsidP="007051EA">
      <w:r>
        <w:rPr>
          <w:lang w:bidi="bn-IN"/>
        </w:rPr>
        <w:br w:type="page"/>
      </w:r>
    </w:p>
    <w:p w:rsidR="0036044C" w:rsidRDefault="004F10E3" w:rsidP="0036044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৭০</w:t>
      </w:r>
      <w:r w:rsidRPr="004F10E3">
        <w:rPr>
          <w:cs/>
          <w:lang w:bidi="bn-IN"/>
        </w:rPr>
        <w:t>)</w:t>
      </w:r>
    </w:p>
    <w:p w:rsidR="0036044C" w:rsidRDefault="004F10E3" w:rsidP="0036044C">
      <w:pPr>
        <w:pStyle w:val="Heading1Center"/>
        <w:rPr>
          <w:lang w:bidi="bn-BD"/>
        </w:rPr>
      </w:pPr>
      <w:bookmarkStart w:id="71" w:name="_Toc493152468"/>
      <w:r w:rsidRPr="004F10E3">
        <w:rPr>
          <w:cs/>
          <w:lang w:bidi="bn-BD"/>
        </w:rPr>
        <w:t>সমুদ্রের মানুষ</w:t>
      </w:r>
      <w:bookmarkEnd w:id="71"/>
    </w:p>
    <w:p w:rsidR="0036044C" w:rsidRDefault="004F10E3" w:rsidP="0036044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দূর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অপরিচিত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বায়েজিদ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বোস্তামীর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হাজির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বায়েজিদ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হিজরত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কেন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দেশান্তরে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বেড়াচ্ছো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t xml:space="preserve">? </w:t>
      </w:r>
      <w:r w:rsidRPr="004F10E3">
        <w:rPr>
          <w:rFonts w:hint="cs"/>
          <w:cs/>
          <w:lang w:bidi="bn-IN"/>
        </w:rPr>
        <w:t>কেননা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="002B4E6C">
        <w:rPr>
          <w:rFonts w:hint="cs"/>
          <w:cs/>
          <w:lang w:bidi="bn-IN"/>
        </w:rPr>
        <w:t>দু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লোকজন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উপকৃত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দুই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তুমিও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বেশী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পরিপক্ক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পারবে।</w:t>
      </w:r>
      <w:r w:rsidRPr="004F10E3">
        <w:rPr>
          <w:cs/>
          <w:lang w:bidi="bn-IN"/>
        </w:rPr>
        <w:t xml:space="preserve"> </w:t>
      </w:r>
    </w:p>
    <w:p w:rsidR="0036044C" w:rsidRDefault="004F10E3" w:rsidP="0036044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কবির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ভাষায়</w:t>
      </w:r>
      <w:r w:rsidRPr="004F10E3">
        <w:rPr>
          <w:cs/>
          <w:lang w:bidi="bn-IN"/>
        </w:rPr>
        <w:t xml:space="preserve"> : </w:t>
      </w:r>
    </w:p>
    <w:p w:rsidR="0036044C" w:rsidRDefault="004F10E3" w:rsidP="0036044C">
      <w:pPr>
        <w:pStyle w:val="libNormal"/>
      </w:pPr>
      <w:r w:rsidRPr="004F10E3">
        <w:rPr>
          <w:rFonts w:hint="cs"/>
          <w:cs/>
          <w:lang w:bidi="bn-IN"/>
        </w:rPr>
        <w:t>কাচা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সফর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পোক্ত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খুললে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সাফ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মানুষ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সুফি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36044C" w:rsidRDefault="004F10E3" w:rsidP="0036044C">
      <w:pPr>
        <w:pStyle w:val="libNormal"/>
      </w:pP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বায়েজিদ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বসবাসের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বন্ধু।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খেদমতে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থাকাটাকে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ফরজ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সর্বদা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সেবায়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নিয়োজিত।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ছাড়া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চিন্তাও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36044C" w:rsidRDefault="004F10E3" w:rsidP="0036044C">
      <w:pPr>
        <w:pStyle w:val="libNormal"/>
      </w:pPr>
      <w:r w:rsidRPr="004F10E3">
        <w:rPr>
          <w:rFonts w:hint="cs"/>
          <w:cs/>
          <w:lang w:bidi="bn-IN"/>
        </w:rPr>
        <w:t>আগন্তুক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পানি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সুযোগ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দুর্গন্ধ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ছড়ায়।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36044C" w:rsidRDefault="004F10E3" w:rsidP="0036044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উত্তরে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বায়েজিদ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সমুদ্র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কখনো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পচবে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36044C" w:rsidRPr="00684D2D">
        <w:rPr>
          <w:rStyle w:val="libEnChar"/>
        </w:rPr>
        <w:t>”</w:t>
      </w:r>
      <w:r w:rsidRPr="0036044C">
        <w:rPr>
          <w:rStyle w:val="libFootnotenumChar"/>
          <w:cs/>
          <w:lang w:bidi="bn-BD"/>
        </w:rPr>
        <w:t>৭০</w:t>
      </w:r>
      <w:r w:rsidRPr="004F10E3">
        <w:rPr>
          <w:cs/>
          <w:lang w:bidi="bn-IN"/>
        </w:rPr>
        <w:t xml:space="preserve"> </w:t>
      </w:r>
    </w:p>
    <w:p w:rsidR="0036044C" w:rsidRDefault="0036044C" w:rsidP="0036044C">
      <w:pPr>
        <w:pStyle w:val="libNormal"/>
        <w:rPr>
          <w:lang w:bidi="bn-IN"/>
        </w:rPr>
      </w:pPr>
    </w:p>
    <w:p w:rsidR="0036044C" w:rsidRDefault="004F10E3" w:rsidP="0036044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৭১</w:t>
      </w:r>
      <w:r w:rsidRPr="004F10E3">
        <w:rPr>
          <w:cs/>
          <w:lang w:bidi="bn-IN"/>
        </w:rPr>
        <w:t>)</w:t>
      </w:r>
    </w:p>
    <w:p w:rsidR="0036044C" w:rsidRDefault="004F10E3" w:rsidP="0036044C">
      <w:pPr>
        <w:pStyle w:val="Heading1Center"/>
        <w:rPr>
          <w:lang w:bidi="bn-BD"/>
        </w:rPr>
      </w:pPr>
      <w:bookmarkStart w:id="72" w:name="_Toc493152469"/>
      <w:r w:rsidRPr="004F10E3">
        <w:rPr>
          <w:cs/>
          <w:lang w:bidi="bn-BD"/>
        </w:rPr>
        <w:t>কম কথার আনন্দ</w:t>
      </w:r>
      <w:bookmarkEnd w:id="72"/>
    </w:p>
    <w:p w:rsidR="0036044C" w:rsidRDefault="004F10E3" w:rsidP="0036044C">
      <w:pPr>
        <w:pStyle w:val="libNormal"/>
      </w:pPr>
      <w:r w:rsidRPr="004F10E3">
        <w:rPr>
          <w:rFonts w:hint="cs"/>
          <w:cs/>
          <w:lang w:bidi="bn-IN"/>
        </w:rPr>
        <w:t>একদা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হাকিম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বৎস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আগামীকাল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</w:t>
      </w:r>
      <w:r w:rsidR="0036044C" w:rsidRPr="00684D2D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রাখবে।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রাত্রিতে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ইফতারীর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লেখাগুলো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শোনাবে।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শোনানো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পানাহার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পারবে।</w:t>
      </w:r>
      <w:r w:rsidR="0036044C" w:rsidRPr="00684D2D">
        <w:rPr>
          <w:rStyle w:val="libEnChar"/>
        </w:rPr>
        <w:t>”</w:t>
      </w:r>
      <w:r w:rsidRPr="004F10E3">
        <w:t xml:space="preserve"> </w:t>
      </w:r>
    </w:p>
    <w:p w:rsidR="0036044C" w:rsidRDefault="005B40C3" w:rsidP="0036044C">
      <w:pPr>
        <w:pStyle w:val="libNormal"/>
      </w:pPr>
      <w:r>
        <w:rPr>
          <w:rFonts w:hint="cs"/>
          <w:cs/>
          <w:lang w:bidi="bn-IN"/>
        </w:rPr>
        <w:t>প্রথম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রাত্রিতে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লোকমানের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পুত্র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নিজ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লেখা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বাবাকে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শোনালেন।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লেখা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পড়তে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পড়তে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যায়।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রাত্রে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ছেলে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খেয়েই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রোজার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নিয়ত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দ্বিতীয়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রাত্রেও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একই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কান্ড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ঘটলো।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তৃতীয়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দিনেও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রোজা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রাখলেন।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তৃতীয়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দিনেও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কথপোকথন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করেছিলেন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সব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নোট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করে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রাখলেন।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পিতার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কাছে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শোনাতে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শোনাতে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আবারো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গেলো।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এবারো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কিছু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খেয়ে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রোজা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রাখলেন।</w:t>
      </w:r>
      <w:r w:rsidR="004F10E3"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চতুর্থ</w:t>
      </w:r>
      <w:r w:rsidR="008C46B6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দিনে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হযরতের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ছেলে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কোন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কথাই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না।</w:t>
      </w:r>
      <w:r w:rsidR="004F10E3" w:rsidRPr="004F10E3">
        <w:rPr>
          <w:cs/>
          <w:lang w:bidi="bn-IN"/>
        </w:rPr>
        <w:t xml:space="preserve"> </w:t>
      </w:r>
      <w:r w:rsidR="00F93378">
        <w:rPr>
          <w:rFonts w:hint="cs"/>
          <w:cs/>
          <w:lang w:bidi="bn-IN"/>
        </w:rPr>
        <w:t>চতুর্থ</w:t>
      </w:r>
      <w:r w:rsidR="008C46B6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পিতা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লেখাগুলো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পড়ে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শোনাতে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বললেন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তখন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তার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পুত্র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বললেন</w:t>
      </w:r>
      <w:r w:rsidR="004F10E3" w:rsidRPr="004F10E3">
        <w:rPr>
          <w:cs/>
          <w:lang w:bidi="bn-IN"/>
        </w:rPr>
        <w:t xml:space="preserve"> : </w:t>
      </w:r>
      <w:r w:rsidR="004F10E3" w:rsidRPr="00C73930">
        <w:rPr>
          <w:rStyle w:val="libEnChar"/>
        </w:rPr>
        <w:t>“</w:t>
      </w:r>
      <w:r w:rsidR="004F10E3" w:rsidRPr="004F10E3">
        <w:rPr>
          <w:rFonts w:hint="cs"/>
          <w:cs/>
          <w:lang w:bidi="bn-IN"/>
        </w:rPr>
        <w:t>বাবা</w:t>
      </w:r>
      <w:r w:rsidR="004F10E3" w:rsidRPr="004F10E3">
        <w:rPr>
          <w:cs/>
          <w:lang w:bidi="bn-IN"/>
        </w:rPr>
        <w:t xml:space="preserve">! </w:t>
      </w:r>
      <w:r w:rsidR="004F10E3" w:rsidRPr="004F10E3">
        <w:rPr>
          <w:rFonts w:hint="cs"/>
          <w:cs/>
          <w:lang w:bidi="bn-IN"/>
        </w:rPr>
        <w:t>আজকে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আমি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কোন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কথাই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বলিনি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যে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লিখে</w:t>
      </w:r>
      <w:r w:rsidR="004F10E3" w:rsidRPr="004F10E3">
        <w:rPr>
          <w:cs/>
          <w:lang w:bidi="bn-IN"/>
        </w:rPr>
        <w:t xml:space="preserve"> </w:t>
      </w:r>
      <w:r w:rsidR="004F10E3" w:rsidRPr="004F10E3">
        <w:rPr>
          <w:rFonts w:hint="cs"/>
          <w:cs/>
          <w:lang w:bidi="bn-IN"/>
        </w:rPr>
        <w:t>রাখবো।</w:t>
      </w:r>
      <w:r w:rsidR="0036044C" w:rsidRPr="00684D2D">
        <w:rPr>
          <w:rStyle w:val="libEnChar"/>
        </w:rPr>
        <w:t>”</w:t>
      </w:r>
      <w:r w:rsidR="004F10E3" w:rsidRPr="004F10E3">
        <w:t xml:space="preserve"> </w:t>
      </w:r>
    </w:p>
    <w:p w:rsidR="0036044C" w:rsidRDefault="004F10E3" w:rsidP="0036044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তখন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লোকমান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বললেনঃ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হ্যাঁ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দস্তরখানাতে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নাও।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জেনে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রেখো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ক্বিয়ামতে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হবে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যেমনটি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অনুভব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করছো।</w:t>
      </w:r>
      <w:r w:rsidR="0036044C" w:rsidRPr="00684D2D">
        <w:rPr>
          <w:rStyle w:val="libEnChar"/>
        </w:rPr>
        <w:t>”</w:t>
      </w:r>
      <w:r w:rsidRPr="0036044C">
        <w:rPr>
          <w:rStyle w:val="libFootnotenumChar"/>
          <w:cs/>
          <w:lang w:bidi="bn-BD"/>
        </w:rPr>
        <w:t>৭১</w:t>
      </w:r>
      <w:r w:rsidRPr="004F10E3">
        <w:rPr>
          <w:cs/>
          <w:lang w:bidi="bn-IN"/>
        </w:rPr>
        <w:t xml:space="preserve"> </w:t>
      </w:r>
    </w:p>
    <w:p w:rsidR="0036044C" w:rsidRDefault="0036044C" w:rsidP="0036044C">
      <w:pPr>
        <w:pStyle w:val="libNormal"/>
        <w:rPr>
          <w:lang w:bidi="bn-IN"/>
        </w:rPr>
      </w:pPr>
    </w:p>
    <w:p w:rsidR="0036044C" w:rsidRDefault="004F10E3" w:rsidP="0036044C">
      <w:pPr>
        <w:pStyle w:val="libCenterBold1"/>
        <w:rPr>
          <w:lang w:bidi="bn-IN"/>
        </w:rPr>
      </w:pP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৭২</w:t>
      </w:r>
      <w:r w:rsidRPr="004F10E3">
        <w:rPr>
          <w:cs/>
          <w:lang w:bidi="bn-IN"/>
        </w:rPr>
        <w:t>)</w:t>
      </w:r>
    </w:p>
    <w:p w:rsidR="0036044C" w:rsidRDefault="0036044C" w:rsidP="0036044C">
      <w:pPr>
        <w:pStyle w:val="Heading1Center"/>
        <w:rPr>
          <w:lang w:bidi="bn-BD"/>
        </w:rPr>
      </w:pPr>
      <w:bookmarkStart w:id="73" w:name="_Toc493152470"/>
      <w:r>
        <w:rPr>
          <w:lang w:bidi="bn-BD"/>
        </w:rPr>
        <w:t>পালানোর উপায় নেই</w:t>
      </w:r>
      <w:bookmarkEnd w:id="73"/>
    </w:p>
    <w:p w:rsidR="0036044C" w:rsidRDefault="004F10E3" w:rsidP="0036044C">
      <w:pPr>
        <w:pStyle w:val="libItalic"/>
        <w:rPr>
          <w:lang w:bidi="bn-IN"/>
        </w:rPr>
      </w:pPr>
      <w:r w:rsidRPr="004F10E3">
        <w:rPr>
          <w:cs/>
          <w:lang w:bidi="bn-IN"/>
        </w:rPr>
        <w:t>[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</w:t>
      </w:r>
      <w:r w:rsidRPr="004F10E3">
        <w:rPr>
          <w:cs/>
          <w:lang w:bidi="bn-IN"/>
        </w:rPr>
        <w:t>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হিজরী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তৃতীয়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শতাব্দির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খ্যাতনামা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দরবেশ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দুনিয়াত্যাগী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মদিনা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গ্রহণ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সরাসরি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ইয়াযিদ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মুয়াবিয়ার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খেলাফতের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বিরোধীতা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করেছিলেন।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কয়েকবার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মাধ্যমে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উমাইয়্যা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বংশের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কঠোর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অত্যাচারী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আব্দুল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মালেক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মারওয়ানকে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নির্যাতন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জুলুমের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ব্যাপারে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সাবধান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তাযকিরাতুল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আউলিয়া</w:t>
      </w:r>
      <w:r w:rsidR="0036044C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গ্রন্থে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সমন্ধে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লিখেছেন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একশত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ত্রিশ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সহচর্য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বদরী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সাহাবীর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পেয়েছেন।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শেষ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পর্যন্ত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আলী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আঃ</w:t>
      </w:r>
      <w:r w:rsidRPr="004F10E3">
        <w:rPr>
          <w:cs/>
          <w:lang w:bidi="bn-IN"/>
        </w:rPr>
        <w:t>)-</w:t>
      </w:r>
      <w:r w:rsidRPr="004F10E3">
        <w:rPr>
          <w:rFonts w:hint="cs"/>
          <w:cs/>
          <w:lang w:bidi="bn-IN"/>
        </w:rPr>
        <w:t>এর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ভক্তি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শ্রদ্ধা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মাত্রায়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বিরাজমান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] </w:t>
      </w:r>
    </w:p>
    <w:p w:rsidR="0036044C" w:rsidRDefault="004F10E3" w:rsidP="0036044C">
      <w:pPr>
        <w:pStyle w:val="libNormal"/>
      </w:pPr>
      <w:r w:rsidRPr="004F10E3">
        <w:rPr>
          <w:rFonts w:hint="cs"/>
          <w:cs/>
          <w:lang w:bidi="bn-IN"/>
        </w:rPr>
        <w:t>বর্ণিত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যৌবনকালে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শহরে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রোমের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মন্ত্রির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সাক্ষাত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মন্ত্রি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জায়গায়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যাবো।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পারবে</w:t>
      </w:r>
      <w:r w:rsidRPr="004F10E3">
        <w:t>?</w:t>
      </w:r>
      <w:r w:rsidRPr="00C73930">
        <w:rPr>
          <w:rStyle w:val="libEnChar"/>
        </w:rPr>
        <w:t>”</w:t>
      </w:r>
      <w:r w:rsidRPr="004F10E3">
        <w:t xml:space="preserve"> </w:t>
      </w:r>
    </w:p>
    <w:p w:rsidR="0036044C" w:rsidRDefault="004F10E3" w:rsidP="0036044C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প্রশ্নের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ইতিবাচক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উত্তর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মরুভূমিতে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সম্পর্কে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রেশমী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কাপড়ের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তৈরী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রঙিন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রশিগুলো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রেশমী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পেরেকগুলো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সোনালী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রঙের।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সেনাবাহিনীর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সমাবেশ।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অস্ত্রে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সজ্জ্বিত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="0036044C">
        <w:rPr>
          <w:lang w:bidi="bn-IN"/>
        </w:rPr>
        <w:t>শ্লো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চতুর্দিকে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প্রদক্ষিন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</w:p>
    <w:p w:rsidR="00961D96" w:rsidRDefault="004F10E3" w:rsidP="00961D96">
      <w:pPr>
        <w:pStyle w:val="libNormal"/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দার্শনিকবৃন্দ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শাস্ত্রের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পন্ডিতরাও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রকম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="0036044C">
        <w:rPr>
          <w:lang w:bidi="bn-IN"/>
        </w:rPr>
        <w:t>শ্লো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চারপাশ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রাষ্ট্রের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সবচেয়ে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বয়োবৃদ্ধ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ব্যক্তিবর্গ।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আগের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খিমার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চতুর্দিকে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ঘুরে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দরবারের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সুন্দরী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</w:t>
      </w:r>
      <w:r w:rsidR="00961D96">
        <w:rPr>
          <w:lang w:bidi="bn-IN"/>
        </w:rPr>
        <w:t>ন্দ্র</w:t>
      </w:r>
      <w:r w:rsidRPr="004F10E3">
        <w:rPr>
          <w:rFonts w:hint="cs"/>
          <w:cs/>
          <w:lang w:bidi="bn-IN"/>
        </w:rPr>
        <w:t>ময়ী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বিভিন্ন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অলংকার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গহনাদি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পূর্ববর্তী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লোকদের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আচরণ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প্রত্যাবর্তন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রোম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সম্রাট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কাইসার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মন্ত্রিও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সম্পাদন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টানলেন।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961D96" w:rsidRDefault="004F10E3" w:rsidP="00961D96">
      <w:pPr>
        <w:pStyle w:val="libNormal"/>
      </w:pP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আমি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হতবাক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কিছুই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বুঝে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উঠতে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পারছিলাম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মন্ত্রি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মহোদয়ের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চাইলাম।</w:t>
      </w:r>
      <w:r w:rsidR="00961D96" w:rsidRPr="00684D2D">
        <w:rPr>
          <w:rStyle w:val="libEnChar"/>
        </w:rPr>
        <w:t>”</w:t>
      </w:r>
      <w:r w:rsidRPr="004F10E3">
        <w:t xml:space="preserve"> </w:t>
      </w:r>
    </w:p>
    <w:p w:rsidR="00961D96" w:rsidRDefault="004F10E3" w:rsidP="00961D9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প্রধান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মন্ত্রি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বললেনঃ</w:t>
      </w:r>
      <w:r w:rsidRPr="004F10E3">
        <w:rPr>
          <w:cs/>
          <w:lang w:bidi="bn-IN"/>
        </w:rPr>
        <w:t xml:space="preserve">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শুনুন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রোম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সম্রাট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কাইসারের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সুদর্শন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বিজ্ঞানে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অপূর্ব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ধরনের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পারদর্শী।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যুদ্ধের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ময়দানে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অপরাজেয়।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কাইসার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আশেক।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ভাগ্যের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নির্মম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পরিহাস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হঠাৎ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ছেলে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অসুস্থ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পড়ে।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একেবারে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বিছানায়।</w:t>
      </w:r>
      <w:r w:rsidRPr="004F10E3">
        <w:rPr>
          <w:cs/>
          <w:lang w:bidi="bn-IN"/>
        </w:rPr>
        <w:t xml:space="preserve"> </w:t>
      </w:r>
    </w:p>
    <w:p w:rsidR="00961D96" w:rsidRDefault="004F10E3" w:rsidP="00961D9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রাজ্যের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বিছানাতেই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রাজপুত্র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মৃত্যুবরণ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দেখছেন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ভিতরে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রাজপুত্রকে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সমাহিত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বৎসর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বর্ষপূর্তিতে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দেশের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গণ্য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বিশিষ্ট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ব্যক্তিবর্গ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এখানে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</w:t>
      </w:r>
      <w:r w:rsidR="00961D96">
        <w:rPr>
          <w:lang w:bidi="bn-IN"/>
        </w:rPr>
        <w:t>থ</w:t>
      </w:r>
      <w:r w:rsidRPr="004F10E3">
        <w:rPr>
          <w:rFonts w:hint="cs"/>
          <w:cs/>
          <w:lang w:bidi="bn-IN"/>
        </w:rPr>
        <w:t>মে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সৈন্যদলকে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দেখলেন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উচ্চ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স্বরে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বলছিলো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রাজপুত্র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সৈন্যবল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ধারালো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অস্ত্র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পরিণতি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মৃত্যু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ঠেকানো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নিজেদেরকে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উৎসর্গ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পরিণতি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নির্দ্ধারিত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মোকাবেলায়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কিছু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ভোতা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যায়।</w:t>
      </w:r>
      <w:r w:rsidR="00961D96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এসব</w:t>
      </w:r>
      <w:r w:rsidRPr="004F10E3">
        <w:rPr>
          <w:cs/>
          <w:lang w:bidi="bn-IN"/>
        </w:rPr>
        <w:t xml:space="preserve"> </w:t>
      </w:r>
      <w:r w:rsidR="00961D96">
        <w:rPr>
          <w:lang w:bidi="bn-IN"/>
        </w:rPr>
        <w:t>শ্লো</w:t>
      </w:r>
      <w:r w:rsidRPr="004F10E3">
        <w:rPr>
          <w:rFonts w:hint="cs"/>
          <w:cs/>
          <w:lang w:bidi="bn-IN"/>
        </w:rPr>
        <w:t>গান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গেলো।</w:t>
      </w:r>
      <w:r w:rsidRPr="004F10E3">
        <w:rPr>
          <w:cs/>
          <w:lang w:bidi="bn-IN"/>
        </w:rPr>
        <w:t xml:space="preserve"> </w:t>
      </w:r>
    </w:p>
    <w:p w:rsidR="00961D96" w:rsidRDefault="004F10E3" w:rsidP="00961D9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পন্ডিতরা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মহামান্য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বাদশাহর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দর্শন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শাস্ত্র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বিজ্ঞান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চিকিৎসা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অকাতরে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বিলিয়ে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দ্বিধাবোধ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="00961D96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তারাও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চলে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গেলেন।</w:t>
      </w:r>
      <w:r w:rsidRPr="004F10E3">
        <w:rPr>
          <w:cs/>
          <w:lang w:bidi="bn-IN"/>
        </w:rPr>
        <w:t xml:space="preserve"> </w:t>
      </w:r>
    </w:p>
    <w:p w:rsidR="00961D96" w:rsidRDefault="004F10E3" w:rsidP="00961D96">
      <w:pPr>
        <w:pStyle w:val="libNormal"/>
      </w:pPr>
      <w:r w:rsidRPr="004F10E3">
        <w:rPr>
          <w:rFonts w:hint="cs"/>
          <w:cs/>
          <w:lang w:bidi="bn-IN"/>
        </w:rPr>
        <w:t>অতঃপর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বয়োবৃদ্ধ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শাহ্জাদা</w:t>
      </w:r>
      <w:r w:rsidRPr="004F10E3">
        <w:rPr>
          <w:cs/>
          <w:lang w:bidi="bn-IN"/>
        </w:rPr>
        <w:t xml:space="preserve"> !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সুপারিশ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আর্তনাদ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অথবা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জ্ঞান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অভিজ্ঞতা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ঠেকাতে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পারতো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আপনাকে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অবশ্যই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জীবিত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অবস্থায়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পেতাম।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হায়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এটা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একজনের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সুপারিশ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আর্তনাদের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ধারেন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961D96" w:rsidRDefault="004F10E3" w:rsidP="00961D96">
      <w:pPr>
        <w:pStyle w:val="libNormal"/>
      </w:pPr>
      <w:r w:rsidRPr="004F10E3">
        <w:rPr>
          <w:rFonts w:hint="cs"/>
          <w:cs/>
          <w:lang w:bidi="bn-IN"/>
        </w:rPr>
        <w:t>তারপর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সুন্দরী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দাসীরা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সোনালী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বাহারের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প্রদর্শনী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দেখিয়ে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বলেছিলেন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মালিকজাদা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যদি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আমাদের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সৌন্দর্য</w:t>
      </w:r>
      <w:r w:rsidRPr="004F10E3">
        <w:t xml:space="preserve">, </w:t>
      </w:r>
      <w:r w:rsidRPr="004F10E3">
        <w:rPr>
          <w:rFonts w:hint="cs"/>
          <w:cs/>
          <w:lang w:bidi="bn-IN"/>
        </w:rPr>
        <w:t>রূপ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অলংকারাদি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কাজে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আসতো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তাহলে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আমরা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উৎসর্গ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বিন্দুমাত্র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বিচলিত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হতাম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না।</w:t>
      </w:r>
      <w:r w:rsidRPr="004F10E3">
        <w:rPr>
          <w:rFonts w:hint="eastAsia"/>
        </w:rPr>
        <w:t>”</w:t>
      </w:r>
      <w:r w:rsidRPr="004F10E3">
        <w:t xml:space="preserve"> </w:t>
      </w:r>
    </w:p>
    <w:p w:rsidR="00961D96" w:rsidRDefault="004F10E3" w:rsidP="00961D96">
      <w:pPr>
        <w:pStyle w:val="libNormal"/>
      </w:pPr>
      <w:r w:rsidRPr="004F10E3">
        <w:rPr>
          <w:rFonts w:hint="cs"/>
          <w:cs/>
          <w:lang w:bidi="bn-IN"/>
        </w:rPr>
        <w:t>সবশেষে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সম্রাট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উজিরের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সাথে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তাবুর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আসলেন।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বললেন</w:t>
      </w:r>
      <w:r w:rsidRPr="004F10E3">
        <w:rPr>
          <w:cs/>
          <w:lang w:bidi="bn-IN"/>
        </w:rPr>
        <w:t xml:space="preserve"> : </w:t>
      </w:r>
      <w:r w:rsidRPr="00C73930">
        <w:rPr>
          <w:rStyle w:val="libEnChar"/>
        </w:rPr>
        <w:t>“</w:t>
      </w:r>
      <w:r w:rsidRPr="004F10E3">
        <w:rPr>
          <w:rFonts w:hint="cs"/>
          <w:cs/>
          <w:lang w:bidi="bn-IN"/>
        </w:rPr>
        <w:t>হে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প্রাণ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প্রিয়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পুত্র</w:t>
      </w:r>
      <w:r w:rsidRPr="004F10E3">
        <w:rPr>
          <w:cs/>
          <w:lang w:bidi="bn-IN"/>
        </w:rPr>
        <w:t xml:space="preserve">! </w:t>
      </w:r>
      <w:r w:rsidRPr="004F10E3">
        <w:rPr>
          <w:rFonts w:hint="cs"/>
          <w:cs/>
          <w:lang w:bidi="bn-IN"/>
        </w:rPr>
        <w:t>আজকে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তুমি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করছো</w:t>
      </w:r>
      <w:r w:rsidRPr="004F10E3">
        <w:t xml:space="preserve">?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জন্যে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বিশাল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সৈন্যবাহিনী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দার্শনিক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পন্ডিতবর্গ</w:t>
      </w:r>
      <w:r w:rsidRPr="004F10E3">
        <w:t xml:space="preserve">, </w:t>
      </w:r>
      <w:r w:rsidRPr="004F10E3">
        <w:rPr>
          <w:rFonts w:hint="cs"/>
          <w:cs/>
          <w:lang w:bidi="bn-IN"/>
        </w:rPr>
        <w:t>অভিজ্ঞ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সম্মানিত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বয়স্ক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ব্যক্তিবর্গ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এবং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সুন্দরী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রূপসী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দাসী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উপস্থিত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করেছে।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কিন্তু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পরিণতির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মালিক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কাছে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পিতার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সকল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শান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শওকাত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মর্যাদা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তুচ্ছ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গণ্য।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তোমাকে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জানাই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সালাম।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বৎসর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পর।</w:t>
      </w:r>
      <w:r w:rsidR="00961D96" w:rsidRPr="00684D2D">
        <w:rPr>
          <w:rStyle w:val="libEnChar"/>
        </w:rPr>
        <w:t>”</w:t>
      </w:r>
      <w:r w:rsidRPr="004F10E3"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কথাগুলো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বলে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সেখান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থেকে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এলেন।</w:t>
      </w:r>
      <w:r w:rsidR="00961D96" w:rsidRPr="00684D2D">
        <w:rPr>
          <w:rStyle w:val="libEnChar"/>
        </w:rPr>
        <w:t>”</w:t>
      </w:r>
      <w:r w:rsidRPr="004F10E3">
        <w:t xml:space="preserve"> </w:t>
      </w:r>
    </w:p>
    <w:p w:rsidR="004F10E3" w:rsidRPr="004F10E3" w:rsidRDefault="004F10E3" w:rsidP="00961D96">
      <w:pPr>
        <w:pStyle w:val="libNormal"/>
        <w:rPr>
          <w:lang w:bidi="bn-IN"/>
        </w:rPr>
      </w:pPr>
      <w:r w:rsidRPr="004F10E3">
        <w:rPr>
          <w:rFonts w:hint="cs"/>
          <w:cs/>
          <w:lang w:bidi="bn-IN"/>
        </w:rPr>
        <w:t>কথিত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আছে</w:t>
      </w:r>
      <w:r w:rsidRPr="004F10E3">
        <w:t xml:space="preserve">, </w:t>
      </w:r>
      <w:r w:rsidRPr="004F10E3">
        <w:rPr>
          <w:rFonts w:hint="cs"/>
          <w:cs/>
          <w:lang w:bidi="bn-IN"/>
        </w:rPr>
        <w:t>এ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ঘটনা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পরিদর্শনে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হযরত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বসরীর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রহঃ</w:t>
      </w:r>
      <w:r w:rsidRPr="004F10E3">
        <w:rPr>
          <w:cs/>
          <w:lang w:bidi="bn-IN"/>
        </w:rPr>
        <w:t xml:space="preserve">) </w:t>
      </w:r>
      <w:r w:rsidRPr="004F10E3">
        <w:rPr>
          <w:rFonts w:hint="cs"/>
          <w:cs/>
          <w:lang w:bidi="bn-IN"/>
        </w:rPr>
        <w:t>অন্তর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এতটাই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প্রভাবিত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হয়েছিলো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যে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তিনি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বসরা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নগরীতে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ফিরে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কোন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দিকে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দিয়ে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একমাত্র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আল্লাহ</w:t>
      </w:r>
      <w:r w:rsidR="00961D96">
        <w:rPr>
          <w:lang w:bidi="bn-IN"/>
        </w:rPr>
        <w:t>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</w:t>
      </w:r>
      <w:r w:rsidR="000B1B7B">
        <w:rPr>
          <w:rFonts w:hint="cs"/>
          <w:cs/>
          <w:lang w:bidi="bn-IN"/>
        </w:rPr>
        <w:t>ন্নি</w:t>
      </w:r>
      <w:r w:rsidRPr="004F10E3">
        <w:rPr>
          <w:rFonts w:hint="cs"/>
          <w:cs/>
          <w:lang w:bidi="bn-IN"/>
        </w:rPr>
        <w:t>ধ্য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লাভের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আশায়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কঠোর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সাধনায়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আত্মনিয়োগ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করেন।</w:t>
      </w:r>
      <w:r w:rsidRPr="00961D96">
        <w:rPr>
          <w:rStyle w:val="libFootnotenumChar"/>
          <w:cs/>
          <w:lang w:bidi="bn-BD"/>
        </w:rPr>
        <w:t>৭২</w:t>
      </w:r>
      <w:r w:rsidRPr="004F10E3">
        <w:rPr>
          <w:cs/>
          <w:lang w:bidi="bn-IN"/>
        </w:rPr>
        <w:t xml:space="preserve"> </w:t>
      </w:r>
    </w:p>
    <w:p w:rsidR="00961D96" w:rsidRPr="007051EA" w:rsidRDefault="00961D96" w:rsidP="007051EA">
      <w:r>
        <w:rPr>
          <w:lang w:bidi="bn-IN"/>
        </w:rPr>
        <w:br w:type="page"/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টীকা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হামিদ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</w:t>
      </w:r>
      <w:r w:rsidRPr="004F10E3">
        <w:rPr>
          <w:cs/>
          <w:lang w:bidi="bn-IN"/>
        </w:rPr>
        <w:t xml:space="preserve"> </w:t>
      </w:r>
      <w:r w:rsidRPr="004F10E3">
        <w:t xml:space="preserve">; </w:t>
      </w:r>
      <w:r w:rsidRPr="004F10E3">
        <w:rPr>
          <w:rFonts w:hint="cs"/>
          <w:cs/>
          <w:lang w:bidi="bn-IN"/>
        </w:rPr>
        <w:t>ইহ্ইয়াউ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উলুমিদ্দ্বীন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কিতাব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তাওবা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ফারসী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ভাষায়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অনুবাদঃ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হুসাইন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খাদিভজাম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কিম্ইয়া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ইসায়াদাত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৬৫৪।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ফারিদুদ্দীন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ইলাহী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</w:t>
      </w:r>
      <w:r w:rsidRPr="004F10E3">
        <w:rPr>
          <w:cs/>
          <w:lang w:bidi="bn-IN"/>
        </w:rPr>
        <w:t xml:space="preserve"> (</w:t>
      </w:r>
      <w:r w:rsidRPr="004F10E3">
        <w:rPr>
          <w:rFonts w:hint="cs"/>
          <w:cs/>
          <w:lang w:bidi="bn-IN"/>
        </w:rPr>
        <w:t>মাসনাভী</w:t>
      </w:r>
      <w:r w:rsidRPr="004F10E3">
        <w:rPr>
          <w:cs/>
          <w:lang w:bidi="bn-IN"/>
        </w:rPr>
        <w:t xml:space="preserve"> )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সংশোধনে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ফুয়াদ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রুহানী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৭১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৭২।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খারাক্বানী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নুরুল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উলুম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প্রচেষ্টায়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আব্দুর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রাফিয়</w:t>
      </w:r>
      <w:r w:rsidR="002B4E6C">
        <w:rPr>
          <w:rFonts w:hint="eastAsia"/>
        </w:rPr>
        <w:t>’</w:t>
      </w:r>
      <w:r w:rsidRPr="004F10E3">
        <w:t xml:space="preserve"> </w:t>
      </w:r>
      <w:r w:rsidRPr="004F10E3">
        <w:rPr>
          <w:rFonts w:hint="cs"/>
          <w:cs/>
          <w:lang w:bidi="bn-IN"/>
        </w:rPr>
        <w:t>হাক্বিক্বাত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৮১।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ফিহ্</w:t>
      </w:r>
      <w:r w:rsidRPr="004F10E3">
        <w:rPr>
          <w:cs/>
          <w:lang w:bidi="bn-IN"/>
        </w:rPr>
        <w:t xml:space="preserve"> ( </w:t>
      </w:r>
      <w:r w:rsidRPr="004F10E3">
        <w:rPr>
          <w:rFonts w:hint="cs"/>
          <w:cs/>
          <w:lang w:bidi="bn-IN"/>
        </w:rPr>
        <w:t>মাওলানা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জালালুদ্দিন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রুমীর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কথোপকথন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সংকলন</w:t>
      </w:r>
      <w:r w:rsidRPr="004F10E3">
        <w:rPr>
          <w:cs/>
          <w:lang w:bidi="bn-IN"/>
        </w:rPr>
        <w:t xml:space="preserve"> )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সংশোধনে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বাদিউজ্জামান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ফুরুজানফার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১১৩।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ইসতি</w:t>
      </w:r>
      <w:r w:rsidR="002B4E6C">
        <w:rPr>
          <w:rFonts w:hint="eastAsia"/>
        </w:rPr>
        <w:t>’</w:t>
      </w:r>
      <w:r w:rsidRPr="004F10E3">
        <w:rPr>
          <w:rFonts w:hint="cs"/>
          <w:cs/>
          <w:lang w:bidi="bn-IN"/>
        </w:rPr>
        <w:t>লামী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২৯৮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২৯৯।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৫০৮।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ফাদ্ল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রাশিদুদ্দীন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মুবিদী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কাশফুল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আস্রার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উদ্দাতুল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আবরার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৩৭৭।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ইসহাক্ব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ইব্রহিম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মানসুর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ক্বিসাসুল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আন্বিয়া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৬৫।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ফাতিক</w:t>
      </w:r>
      <w:r w:rsidRPr="004F10E3">
        <w:t xml:space="preserve">; </w:t>
      </w:r>
      <w:r w:rsidRPr="004F10E3">
        <w:rPr>
          <w:rFonts w:hint="cs"/>
          <w:cs/>
          <w:lang w:bidi="bn-IN"/>
        </w:rPr>
        <w:t>মুখতারুল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হিকাম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মাহাসিনুল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কিলাম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৭৩।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১৮৫।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শেখ</w:t>
      </w:r>
      <w:r w:rsidRPr="004F10E3">
        <w:rPr>
          <w:cs/>
          <w:lang w:bidi="bn-IN"/>
        </w:rPr>
        <w:t xml:space="preserve"> </w:t>
      </w:r>
      <w:r w:rsidR="00E13B95">
        <w:rPr>
          <w:rFonts w:hint="cs"/>
          <w:cs/>
          <w:lang w:bidi="bn-IN"/>
        </w:rPr>
        <w:t>সা</w:t>
      </w:r>
      <w:r w:rsidR="002B4E6C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দি</w:t>
      </w:r>
      <w:r w:rsidRPr="004F10E3">
        <w:t xml:space="preserve">; </w:t>
      </w:r>
      <w:r w:rsidRPr="004F10E3">
        <w:rPr>
          <w:rFonts w:hint="cs"/>
          <w:cs/>
          <w:lang w:bidi="bn-IN"/>
        </w:rPr>
        <w:t>বুস্তান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৫৯।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আত্তার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মুসিবাত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৩০৭।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খাজা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নিজামুল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মুলক</w:t>
      </w:r>
      <w:r w:rsidRPr="004F10E3">
        <w:t xml:space="preserve">; </w:t>
      </w:r>
      <w:r w:rsidRPr="004F10E3">
        <w:rPr>
          <w:rFonts w:hint="cs"/>
          <w:cs/>
          <w:lang w:bidi="bn-IN"/>
        </w:rPr>
        <w:t>সিয়াসাত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৬৪।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গাজ্জালী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নাসিহাতুল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মুলুক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৯৭।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৮৬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কিকাভুস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ইসকান্দার</w:t>
      </w:r>
      <w:r w:rsidRPr="004F10E3">
        <w:t xml:space="preserve">; </w:t>
      </w:r>
      <w:r w:rsidRPr="004F10E3">
        <w:rPr>
          <w:rFonts w:hint="cs"/>
          <w:cs/>
          <w:lang w:bidi="bn-IN"/>
        </w:rPr>
        <w:t>ক্বাবুস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বাব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২৮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১৪২।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ক্বাফত্বি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তারিখুল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হুকামাহ্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২৮৪।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২৩৫।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সংশোধনে</w:t>
      </w:r>
      <w:r w:rsidRPr="004F10E3">
        <w:rPr>
          <w:cs/>
          <w:lang w:bidi="bn-IN"/>
        </w:rPr>
        <w:t xml:space="preserve"> : </w:t>
      </w:r>
      <w:r w:rsidRPr="004F10E3">
        <w:rPr>
          <w:rFonts w:hint="cs"/>
          <w:cs/>
          <w:lang w:bidi="bn-IN"/>
        </w:rPr>
        <w:t>ইসতি</w:t>
      </w:r>
      <w:r w:rsidR="002B4E6C">
        <w:rPr>
          <w:rFonts w:hint="eastAsia"/>
        </w:rPr>
        <w:t>’</w:t>
      </w:r>
      <w:r w:rsidRPr="004F10E3">
        <w:rPr>
          <w:rFonts w:hint="cs"/>
          <w:cs/>
          <w:lang w:bidi="bn-IN"/>
        </w:rPr>
        <w:t>লামী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১০২।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১০৩।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জালালুদ্দিন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হুমায়ী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গাজালী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৪০৩।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কাশফুল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আসরার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ইদ্দাতুল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আবরার</w:t>
      </w:r>
      <w:r w:rsidRPr="004F10E3">
        <w:t>,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৪২৩।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ক্বাবুস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নামা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২৬১।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১৯।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মুহাম্মাদ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মুনাওয়ার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t xml:space="preserve">; </w:t>
      </w:r>
      <w:r w:rsidRPr="004F10E3">
        <w:rPr>
          <w:rFonts w:hint="cs"/>
          <w:cs/>
          <w:lang w:bidi="bn-IN"/>
        </w:rPr>
        <w:t>আসরারুত্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তাওহীদ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মাক্বামাতিশ্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শেইখ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সাইদ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খাইর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১১৬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১১৭।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৬১৫।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আসরারুত্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তাওহীদ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২২৭।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২০৩।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২১৩।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২১৫।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২১৬।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১৯৯।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৩৫১।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মাওলানা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আব্দুর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রাহমান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জামী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নাফাহাতুল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উনস্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মিন্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হাদারাতিল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কুদুস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আবদুল্লাহ্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ইবনে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খাবিক্বের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আধ্যাত্মিক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হালত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অধ্যায়।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২৯।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২১৬।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২২২।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২২৩।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২৪০।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১৬০।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১৪৭।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২০১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২০২।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কিম্ইয়া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সায়াদাত</w:t>
      </w:r>
      <w:r w:rsidRPr="004F10E3">
        <w:t>,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৪৪০।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ফিহ্</w:t>
      </w:r>
      <w:r w:rsidRPr="004F10E3">
        <w:rPr>
          <w:cs/>
          <w:lang w:bidi="bn-IN"/>
        </w:rPr>
        <w:t xml:space="preserve"> 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১১৮।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৩২৪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৩২৫।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৩৯।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৩৫৬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৩৫৭।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হাসান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বুশানজীর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বর্ণনা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প্রসঙ্গ।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৩৯১।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৮৭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৩৫৯।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কিম্ইয়া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সায়াদাত</w:t>
      </w:r>
      <w:r w:rsidRPr="004F10E3">
        <w:t>,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১৭২।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৯৮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৯৯।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৫৪১।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৫৪০।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৩৮০।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৪২৮।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৪৯।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৩৮৭।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৩৯৩।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৩১২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৩১৩।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২৭৭।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ক্বাসেম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আব্দুল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কারিম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নিশাপুরী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রিসালাহ্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ক্বাশিরিয়্যা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বাব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ক্বাবুসনামা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১৭২।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২৫০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২৫১।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কিম্ইয়া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ই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সায়াদাত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২৫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২৬।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৪৬৩।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৩৮৬।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৫৯।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৩৯৬।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৪১৪</w:t>
      </w:r>
      <w:r w:rsidRPr="004F10E3">
        <w:t xml:space="preserve">, </w:t>
      </w:r>
      <w:r w:rsidRPr="004F10E3">
        <w:rPr>
          <w:rFonts w:hint="cs"/>
          <w:cs/>
          <w:lang w:bidi="bn-IN"/>
        </w:rPr>
        <w:t>৪৮৭।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৪৫৪।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>,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৯১০।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৬৩।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গোলাম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হুসাইন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ইফসুফী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দারসে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জেন্দেগী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৪৩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৪৪।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৬৪।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আসরারুত্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তাওহীদ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২১০।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৬৫।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মাওলানা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জালালুদ্দিন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রুমী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মাসনাভয়ে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নাভী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দাফতার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লাইন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১৪৬১</w:t>
      </w:r>
      <w:r w:rsidRPr="004F10E3">
        <w:rPr>
          <w:cs/>
          <w:lang w:bidi="bn-IN"/>
        </w:rPr>
        <w:t xml:space="preserve">- </w:t>
      </w:r>
      <w:r w:rsidRPr="004F10E3">
        <w:rPr>
          <w:rFonts w:hint="cs"/>
          <w:cs/>
          <w:lang w:bidi="bn-IN"/>
        </w:rPr>
        <w:t>১৪৬২।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৬৬।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আবু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হাইয়ান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তাওহীদী</w:t>
      </w:r>
      <w:r w:rsidRPr="004F10E3">
        <w:t xml:space="preserve">; </w:t>
      </w:r>
      <w:r w:rsidRPr="004F10E3">
        <w:rPr>
          <w:rFonts w:hint="cs"/>
          <w:cs/>
          <w:lang w:bidi="bn-IN"/>
        </w:rPr>
        <w:t>কিতাবুল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ইমতায়ি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ওয়াল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মুয়ানিসাহ্</w:t>
      </w:r>
      <w:r w:rsidRPr="004F10E3">
        <w:t xml:space="preserve">, </w:t>
      </w:r>
      <w:r w:rsidR="003E25A4">
        <w:rPr>
          <w:rFonts w:hint="cs"/>
          <w:cs/>
          <w:lang w:bidi="bn-IN"/>
        </w:rPr>
        <w:t>খণ্ড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১২১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hi-IN"/>
        </w:rPr>
        <w:t>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৬৭।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মাসনাভীয়ে</w:t>
      </w:r>
      <w:r w:rsidRPr="004F10E3">
        <w:rPr>
          <w:cs/>
          <w:lang w:bidi="bn-IN"/>
        </w:rPr>
        <w:t xml:space="preserve"> </w:t>
      </w:r>
      <w:r w:rsidR="00C17240">
        <w:rPr>
          <w:rFonts w:hint="cs"/>
          <w:cs/>
          <w:lang w:bidi="bn-IN"/>
        </w:rPr>
        <w:t>মা</w:t>
      </w:r>
      <w:r w:rsidR="00C17240" w:rsidRPr="00C73930">
        <w:rPr>
          <w:rStyle w:val="libEnChar"/>
        </w:rPr>
        <w:t>’</w:t>
      </w:r>
      <w:r w:rsidRPr="004F10E3">
        <w:rPr>
          <w:rFonts w:hint="cs"/>
          <w:cs/>
          <w:lang w:bidi="bn-IN"/>
        </w:rPr>
        <w:t>নাভী</w:t>
      </w:r>
      <w:r w:rsidRPr="004F10E3">
        <w:t xml:space="preserve">, </w:t>
      </w:r>
      <w:r w:rsidRPr="004F10E3">
        <w:rPr>
          <w:rFonts w:hint="cs"/>
          <w:cs/>
          <w:lang w:bidi="bn-IN"/>
        </w:rPr>
        <w:t>দাফতার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লাইন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১৮৭৮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১৮৮৯।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৬৮।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ঐ</w:t>
      </w:r>
      <w:r w:rsidRPr="004F10E3">
        <w:t xml:space="preserve">, </w:t>
      </w:r>
      <w:r w:rsidRPr="004F10E3">
        <w:rPr>
          <w:rFonts w:hint="cs"/>
          <w:cs/>
          <w:lang w:bidi="bn-IN"/>
        </w:rPr>
        <w:t>দাফতার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২</w:t>
      </w:r>
      <w:r w:rsidRPr="004F10E3">
        <w:t xml:space="preserve">, </w:t>
      </w:r>
      <w:r w:rsidRPr="004F10E3">
        <w:rPr>
          <w:rFonts w:hint="cs"/>
          <w:cs/>
          <w:lang w:bidi="bn-IN"/>
        </w:rPr>
        <w:t>লাইন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১৭৬০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১৭৭০।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৬৯।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আসরারুত্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তাওহীদ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২০৯।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৭০।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ডঃ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রেযা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এনযাবী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নিযাদ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কাশফুল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আসরার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৭৪।</w:t>
      </w:r>
      <w:r w:rsidRPr="004F10E3">
        <w:rPr>
          <w:cs/>
          <w:lang w:bidi="bn-IN"/>
        </w:rPr>
        <w:t xml:space="preserve"> </w:t>
      </w:r>
    </w:p>
    <w:p w:rsidR="004F10E3" w:rsidRPr="004F10E3" w:rsidRDefault="004F10E3" w:rsidP="004F10E3">
      <w:pPr>
        <w:pStyle w:val="libNormal"/>
      </w:pPr>
      <w:r w:rsidRPr="004F10E3">
        <w:rPr>
          <w:rFonts w:hint="cs"/>
          <w:cs/>
          <w:lang w:bidi="bn-IN"/>
        </w:rPr>
        <w:t>৭১।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নুরুল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উলুম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৭৭।</w:t>
      </w:r>
      <w:r w:rsidRPr="004F10E3">
        <w:rPr>
          <w:cs/>
          <w:lang w:bidi="bn-IN"/>
        </w:rPr>
        <w:t>-</w:t>
      </w:r>
      <w:r w:rsidRPr="004F10E3">
        <w:rPr>
          <w:rFonts w:hint="cs"/>
          <w:cs/>
          <w:lang w:bidi="bn-IN"/>
        </w:rPr>
        <w:t>৮৮</w:t>
      </w:r>
      <w:r w:rsidRPr="004F10E3">
        <w:rPr>
          <w:cs/>
          <w:lang w:bidi="bn-IN"/>
        </w:rPr>
        <w:t xml:space="preserve"> </w:t>
      </w:r>
    </w:p>
    <w:p w:rsidR="007051EA" w:rsidRDefault="004F10E3" w:rsidP="004F10E3">
      <w:pPr>
        <w:pStyle w:val="libNormal"/>
        <w:rPr>
          <w:cs/>
          <w:lang w:bidi="bn-IN"/>
        </w:rPr>
      </w:pPr>
      <w:r w:rsidRPr="004F10E3">
        <w:rPr>
          <w:rFonts w:hint="cs"/>
          <w:cs/>
          <w:lang w:bidi="bn-IN"/>
        </w:rPr>
        <w:t>৭২।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প্রাগুক্ত</w:t>
      </w:r>
      <w:r w:rsidRPr="004F10E3">
        <w:t xml:space="preserve">; </w:t>
      </w:r>
      <w:r w:rsidRPr="004F10E3">
        <w:rPr>
          <w:rFonts w:hint="cs"/>
          <w:cs/>
          <w:lang w:bidi="bn-IN"/>
        </w:rPr>
        <w:t>গুযিদেয়ে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তায্কিরাতুল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আওলিয়া</w:t>
      </w:r>
      <w:r w:rsidRPr="004F10E3">
        <w:t xml:space="preserve">, </w:t>
      </w:r>
      <w:r w:rsidRPr="004F10E3">
        <w:rPr>
          <w:rFonts w:hint="cs"/>
          <w:cs/>
          <w:lang w:bidi="bn-IN"/>
        </w:rPr>
        <w:t>পৃঃ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নং</w:t>
      </w:r>
      <w:r w:rsidRPr="004F10E3">
        <w:rPr>
          <w:cs/>
          <w:lang w:bidi="bn-IN"/>
        </w:rPr>
        <w:t xml:space="preserve"> </w:t>
      </w:r>
      <w:r w:rsidRPr="004F10E3">
        <w:rPr>
          <w:rFonts w:hint="cs"/>
          <w:cs/>
          <w:lang w:bidi="bn-IN"/>
        </w:rPr>
        <w:t>৪০।</w:t>
      </w:r>
    </w:p>
    <w:p w:rsidR="007051EA" w:rsidRPr="007051EA" w:rsidRDefault="007051EA" w:rsidP="007051EA">
      <w:pPr>
        <w:rPr>
          <w:cs/>
        </w:rPr>
      </w:pPr>
      <w:r>
        <w:rPr>
          <w:cs/>
          <w:lang w:bidi="bn-IN"/>
        </w:rPr>
        <w:br w:type="page"/>
      </w:r>
    </w:p>
    <w:sdt>
      <w:sdtPr>
        <w:id w:val="1226405854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250C0A" w:rsidRDefault="00250C0A" w:rsidP="00250C0A">
          <w:pPr>
            <w:pStyle w:val="Heading1"/>
          </w:pPr>
          <w:r w:rsidRPr="00250C0A">
            <w:rPr>
              <w:rFonts w:hint="cs"/>
              <w:cs/>
              <w:lang w:bidi="bn-IN"/>
            </w:rPr>
            <w:t>সূচীপত্র</w:t>
          </w:r>
          <w:r w:rsidRPr="00250C0A">
            <w:rPr>
              <w:cs/>
              <w:lang w:bidi="bn-IN"/>
            </w:rPr>
            <w:t>:</w:t>
          </w:r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r w:rsidRPr="00250C0A">
            <w:fldChar w:fldCharType="begin"/>
          </w:r>
          <w:r w:rsidRPr="00250C0A">
            <w:instrText xml:space="preserve"> TOC \o "1-3" \h \z \u </w:instrText>
          </w:r>
          <w:r w:rsidRPr="00250C0A">
            <w:fldChar w:fldCharType="separate"/>
          </w:r>
          <w:hyperlink w:anchor="_Toc493152397" w:history="1">
            <w:r w:rsidRPr="00250C0A">
              <w:rPr>
                <w:rStyle w:val="Hyperlink"/>
                <w:noProof/>
                <w:cs/>
                <w:lang w:bidi="bn-BD"/>
              </w:rPr>
              <w:t>অবতরণিকা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_Toc493152397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398" w:history="1">
            <w:r w:rsidRPr="00250C0A">
              <w:rPr>
                <w:rStyle w:val="Hyperlink"/>
                <w:noProof/>
                <w:cs/>
                <w:lang w:bidi="bn-BD"/>
              </w:rPr>
              <w:t>শেখ</w:t>
            </w:r>
            <w:r w:rsidRPr="00250C0A">
              <w:rPr>
                <w:rStyle w:val="Hyperlink"/>
                <w:noProof/>
                <w:rtl/>
              </w:rPr>
              <w:t xml:space="preserve"> </w:t>
            </w:r>
            <w:r w:rsidRPr="00250C0A">
              <w:rPr>
                <w:rStyle w:val="Hyperlink"/>
                <w:noProof/>
                <w:cs/>
                <w:lang w:bidi="bn-BD"/>
              </w:rPr>
              <w:t>সা</w:t>
            </w:r>
            <w:r w:rsidRPr="00250C0A">
              <w:rPr>
                <w:rStyle w:val="Hyperlink"/>
                <w:rFonts w:ascii="Times New Roman" w:hAnsi="Times New Roman"/>
                <w:noProof/>
                <w:lang w:bidi="bn-BD"/>
              </w:rPr>
              <w:t>’</w:t>
            </w:r>
            <w:r w:rsidRPr="00250C0A">
              <w:rPr>
                <w:rStyle w:val="Hyperlink"/>
                <w:noProof/>
                <w:cs/>
                <w:lang w:bidi="bn-BD"/>
              </w:rPr>
              <w:t>দির</w:t>
            </w:r>
            <w:r w:rsidRPr="00250C0A">
              <w:rPr>
                <w:rStyle w:val="Hyperlink"/>
                <w:noProof/>
                <w:rtl/>
              </w:rPr>
              <w:t xml:space="preserve"> </w:t>
            </w:r>
            <w:r w:rsidRPr="00250C0A">
              <w:rPr>
                <w:rStyle w:val="Hyperlink"/>
                <w:noProof/>
                <w:cs/>
                <w:lang w:bidi="bn-BD"/>
              </w:rPr>
              <w:t>বাণী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_Toc493152398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399" w:history="1">
            <w:r w:rsidRPr="00250C0A">
              <w:rPr>
                <w:rStyle w:val="Hyperlink"/>
                <w:noProof/>
                <w:cs/>
                <w:lang w:bidi="bn-BD"/>
              </w:rPr>
              <w:t>লজ্জা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_Toc493152399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0" w:history="1">
            <w:r w:rsidRPr="00250C0A">
              <w:rPr>
                <w:rStyle w:val="Hyperlink"/>
                <w:noProof/>
                <w:cs/>
                <w:lang w:bidi="bn-BD"/>
              </w:rPr>
              <w:t>জাহান্নামী</w:t>
            </w:r>
            <w:r w:rsidRPr="00250C0A">
              <w:rPr>
                <w:rStyle w:val="Hyperlink"/>
                <w:noProof/>
                <w:rtl/>
              </w:rPr>
              <w:t xml:space="preserve"> </w:t>
            </w:r>
            <w:r w:rsidRPr="00250C0A">
              <w:rPr>
                <w:rStyle w:val="Hyperlink"/>
                <w:noProof/>
                <w:cs/>
                <w:lang w:bidi="bn-BD"/>
              </w:rPr>
              <w:t>কে</w:t>
            </w:r>
            <w:r w:rsidRPr="00250C0A">
              <w:rPr>
                <w:rStyle w:val="Hyperlink"/>
                <w:noProof/>
                <w:lang w:bidi="bn-BD"/>
              </w:rPr>
              <w:t>?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1" w:history="1">
            <w:r w:rsidRPr="00250C0A">
              <w:rPr>
                <w:rStyle w:val="Hyperlink"/>
                <w:noProof/>
                <w:cs/>
                <w:lang w:bidi="bn-BD"/>
              </w:rPr>
              <w:t>উপকারী কাজ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2" w:history="1">
            <w:r w:rsidRPr="00250C0A">
              <w:rPr>
                <w:rStyle w:val="Hyperlink"/>
                <w:noProof/>
                <w:cs/>
                <w:lang w:bidi="bn-BD"/>
              </w:rPr>
              <w:t>ভিতরে আসতে বাধা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3" w:history="1">
            <w:r w:rsidRPr="00250C0A">
              <w:rPr>
                <w:rStyle w:val="Hyperlink"/>
                <w:noProof/>
                <w:cs/>
                <w:lang w:bidi="bn-BD"/>
              </w:rPr>
              <w:t>হুকুমের ব্যাপারে খেয়াল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4" w:history="1">
            <w:r w:rsidRPr="00250C0A">
              <w:rPr>
                <w:rStyle w:val="Hyperlink"/>
                <w:noProof/>
                <w:cs/>
                <w:lang w:bidi="bn-BD"/>
              </w:rPr>
              <w:t>ধীশক্তির পরিচয়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১২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5" w:history="1">
            <w:r w:rsidRPr="00250C0A">
              <w:rPr>
                <w:rStyle w:val="Hyperlink"/>
                <w:noProof/>
                <w:cs/>
                <w:lang w:bidi="bn-BD"/>
              </w:rPr>
              <w:t>প্রেমের খেলা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6" w:history="1">
            <w:r w:rsidRPr="00250C0A">
              <w:rPr>
                <w:rStyle w:val="Hyperlink"/>
                <w:noProof/>
                <w:cs/>
                <w:lang w:bidi="bn-BD"/>
              </w:rPr>
              <w:t>অনুগত দুই দাস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১৬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7" w:history="1">
            <w:r w:rsidRPr="00250C0A">
              <w:rPr>
                <w:rStyle w:val="Hyperlink"/>
                <w:noProof/>
                <w:cs/>
                <w:lang w:bidi="bn-BD"/>
              </w:rPr>
              <w:t>শূন্য দরগাহ্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১৬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8" w:history="1">
            <w:r w:rsidRPr="00250C0A">
              <w:rPr>
                <w:rStyle w:val="Hyperlink"/>
                <w:noProof/>
                <w:cs/>
                <w:lang w:bidi="bn-BD"/>
              </w:rPr>
              <w:t>আল্লাহর আতিথেয়তা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09" w:history="1">
            <w:r w:rsidRPr="00250C0A">
              <w:rPr>
                <w:rStyle w:val="Hyperlink"/>
                <w:noProof/>
                <w:cs/>
                <w:lang w:bidi="bn-BD"/>
              </w:rPr>
              <w:t>শত্রুর সাথে যাত্রা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_Toc493152409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১৯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0" w:history="1">
            <w:r w:rsidRPr="00250C0A">
              <w:rPr>
                <w:rStyle w:val="Hyperlink"/>
                <w:noProof/>
                <w:cs/>
                <w:lang w:bidi="bn-BD"/>
              </w:rPr>
              <w:t>কোথাও খুজে পাবেনা আমাকে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1" w:history="1">
            <w:r w:rsidRPr="00250C0A">
              <w:rPr>
                <w:rStyle w:val="Hyperlink"/>
                <w:noProof/>
                <w:cs/>
                <w:lang w:bidi="bn-BD"/>
              </w:rPr>
              <w:t>বাদশাহীর মূল্য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২১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2" w:history="1">
            <w:r w:rsidRPr="00250C0A">
              <w:rPr>
                <w:rStyle w:val="Hyperlink"/>
                <w:noProof/>
                <w:cs/>
                <w:lang w:bidi="bn-BD"/>
              </w:rPr>
              <w:t>উট বাড়ীর ছাদে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২২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3" w:history="1">
            <w:r w:rsidRPr="00250C0A">
              <w:rPr>
                <w:rStyle w:val="Hyperlink"/>
                <w:noProof/>
                <w:cs/>
                <w:lang w:bidi="bn-BD"/>
              </w:rPr>
              <w:t>সরাইখানা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4" w:history="1">
            <w:r w:rsidRPr="00250C0A">
              <w:rPr>
                <w:rStyle w:val="Hyperlink"/>
                <w:noProof/>
                <w:cs/>
                <w:lang w:bidi="bn-BD"/>
              </w:rPr>
              <w:t>নামাজে ঘোড়াকে জলপান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5" w:history="1">
            <w:r w:rsidRPr="00250C0A">
              <w:rPr>
                <w:rStyle w:val="Hyperlink"/>
                <w:noProof/>
                <w:cs/>
                <w:lang w:bidi="bn-BD"/>
              </w:rPr>
              <w:t>দুনিয়ার প্রেম বনাম আসমানী প্রেম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6" w:history="1">
            <w:r w:rsidRPr="00250C0A">
              <w:rPr>
                <w:rStyle w:val="Hyperlink"/>
                <w:noProof/>
                <w:cs/>
                <w:lang w:bidi="bn-BD"/>
              </w:rPr>
              <w:t>হালুয়ার কত মূল্য</w:t>
            </w:r>
            <w:r w:rsidRPr="00250C0A">
              <w:rPr>
                <w:rStyle w:val="Hyperlink"/>
                <w:noProof/>
                <w:lang w:bidi="bn-BD"/>
              </w:rPr>
              <w:t>?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7" w:history="1">
            <w:r w:rsidRPr="00250C0A">
              <w:rPr>
                <w:rStyle w:val="Hyperlink"/>
                <w:noProof/>
                <w:cs/>
                <w:lang w:bidi="bn-BD"/>
              </w:rPr>
              <w:t>একটি লুঙ্গি ও একটি বালতি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২৯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8" w:history="1">
            <w:r w:rsidRPr="00250C0A">
              <w:rPr>
                <w:rStyle w:val="Hyperlink"/>
                <w:noProof/>
                <w:cs/>
                <w:lang w:bidi="bn-BD"/>
              </w:rPr>
              <w:t>হাক্বিক্বাতের মূল্য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19" w:history="1">
            <w:r w:rsidRPr="00250C0A">
              <w:rPr>
                <w:rStyle w:val="Hyperlink"/>
                <w:noProof/>
                <w:cs/>
                <w:lang w:bidi="bn-BD"/>
              </w:rPr>
              <w:t>বৃদ্ধ বাদক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_Toc493152419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৩১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0" w:history="1">
            <w:r w:rsidRPr="00250C0A">
              <w:rPr>
                <w:rStyle w:val="Hyperlink"/>
                <w:noProof/>
                <w:cs/>
                <w:lang w:bidi="bn-BD"/>
              </w:rPr>
              <w:t>এমন হয়ো না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1" w:history="1">
            <w:r w:rsidRPr="00250C0A">
              <w:rPr>
                <w:rStyle w:val="Hyperlink"/>
                <w:noProof/>
                <w:cs/>
                <w:lang w:bidi="bn-BD"/>
              </w:rPr>
              <w:t>আল্লাহর গোপন রহস্য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2" w:history="1">
            <w:r w:rsidRPr="00250C0A">
              <w:rPr>
                <w:rStyle w:val="Hyperlink"/>
                <w:noProof/>
                <w:cs/>
                <w:lang w:bidi="bn-BD"/>
              </w:rPr>
              <w:t>উপযুক্ত ব্যক্তি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3" w:history="1">
            <w:r w:rsidRPr="00250C0A">
              <w:rPr>
                <w:rStyle w:val="Hyperlink"/>
                <w:noProof/>
                <w:cs/>
                <w:lang w:bidi="bn-BD"/>
              </w:rPr>
              <w:t>এক কদম সামনে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৩৬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4" w:history="1">
            <w:r w:rsidRPr="00250C0A">
              <w:rPr>
                <w:rStyle w:val="Hyperlink"/>
                <w:noProof/>
                <w:cs/>
                <w:lang w:bidi="bn-BD"/>
              </w:rPr>
              <w:t>মানুষের বর্জ্যের অভিযোগ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5" w:history="1">
            <w:r w:rsidRPr="00250C0A">
              <w:rPr>
                <w:rStyle w:val="Hyperlink"/>
                <w:noProof/>
                <w:cs/>
                <w:lang w:bidi="bn-BD"/>
              </w:rPr>
              <w:t>চোরের পুরস্কার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6" w:history="1">
            <w:r w:rsidRPr="00250C0A">
              <w:rPr>
                <w:rStyle w:val="Hyperlink"/>
                <w:noProof/>
                <w:cs/>
                <w:lang w:bidi="bn-BD"/>
              </w:rPr>
              <w:t>কঠিন আযাব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7" w:history="1">
            <w:r w:rsidRPr="00250C0A">
              <w:rPr>
                <w:rStyle w:val="Hyperlink"/>
                <w:noProof/>
                <w:cs/>
                <w:lang w:bidi="bn-BD"/>
              </w:rPr>
              <w:t>ইরফানী দোয়া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৩৯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8" w:history="1">
            <w:r w:rsidRPr="00250C0A">
              <w:rPr>
                <w:rStyle w:val="Hyperlink"/>
                <w:noProof/>
                <w:cs/>
                <w:lang w:bidi="bn-BD"/>
              </w:rPr>
              <w:t>তিরস্কারের ফল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29" w:history="1">
            <w:r w:rsidRPr="00250C0A">
              <w:rPr>
                <w:rStyle w:val="Hyperlink"/>
                <w:noProof/>
                <w:cs/>
                <w:lang w:bidi="bn-BD"/>
              </w:rPr>
              <w:t>অনুপযুক্ত শোকর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_Toc493152429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৪১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0" w:history="1">
            <w:r w:rsidRPr="00250C0A">
              <w:rPr>
                <w:rStyle w:val="Hyperlink"/>
                <w:noProof/>
                <w:cs/>
                <w:lang w:bidi="bn-BD"/>
              </w:rPr>
              <w:t>ভাইয়ের আশা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৪২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1" w:history="1">
            <w:r w:rsidRPr="00250C0A">
              <w:rPr>
                <w:rStyle w:val="Hyperlink"/>
                <w:noProof/>
                <w:cs/>
                <w:lang w:bidi="bn-BD"/>
              </w:rPr>
              <w:t>আলেমের পদস্খলন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2" w:history="1">
            <w:r w:rsidRPr="00250C0A">
              <w:rPr>
                <w:rStyle w:val="Hyperlink"/>
                <w:noProof/>
                <w:cs/>
                <w:lang w:bidi="bn-BD"/>
              </w:rPr>
              <w:t>মৃত্যুর প্রস্তুতি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3" w:history="1">
            <w:r w:rsidRPr="00250C0A">
              <w:rPr>
                <w:rStyle w:val="Hyperlink"/>
                <w:noProof/>
                <w:cs/>
                <w:lang w:bidi="bn-BD"/>
              </w:rPr>
              <w:t>ইহকালের পণ্য সামগ্রী সামান্য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4" w:history="1">
            <w:r w:rsidRPr="00250C0A">
              <w:rPr>
                <w:rStyle w:val="Hyperlink"/>
                <w:noProof/>
                <w:cs/>
                <w:lang w:bidi="bn-BD"/>
              </w:rPr>
              <w:t>কুশলাদি বিনিময়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৪৬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5" w:history="1">
            <w:r w:rsidRPr="00250C0A">
              <w:rPr>
                <w:rStyle w:val="Hyperlink"/>
                <w:noProof/>
                <w:cs/>
                <w:lang w:bidi="bn-BD"/>
              </w:rPr>
              <w:t>অভ্যন্তরীণ শত্রু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6" w:history="1">
            <w:r w:rsidRPr="00250C0A">
              <w:rPr>
                <w:rStyle w:val="Hyperlink"/>
                <w:noProof/>
                <w:cs/>
                <w:lang w:bidi="bn-BD"/>
              </w:rPr>
              <w:t>আগুনের উপযুক্ত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7" w:history="1">
            <w:r w:rsidRPr="00250C0A">
              <w:rPr>
                <w:rStyle w:val="Hyperlink"/>
                <w:noProof/>
                <w:cs/>
                <w:lang w:bidi="bn-BD"/>
              </w:rPr>
              <w:t>অসহায়ের দোয়া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৪৮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8" w:history="1">
            <w:r w:rsidRPr="00250C0A">
              <w:rPr>
                <w:rStyle w:val="Hyperlink"/>
                <w:noProof/>
                <w:cs/>
                <w:lang w:bidi="bn-BD"/>
              </w:rPr>
              <w:t>নেক নিয়ত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39" w:history="1">
            <w:r w:rsidRPr="00250C0A">
              <w:rPr>
                <w:rStyle w:val="Hyperlink"/>
                <w:noProof/>
                <w:cs/>
                <w:lang w:bidi="bn-BD"/>
              </w:rPr>
              <w:t>আত্মনির্ভরশীলতা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_Toc493152439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0" w:history="1">
            <w:r w:rsidRPr="00250C0A">
              <w:rPr>
                <w:rStyle w:val="Hyperlink"/>
                <w:noProof/>
                <w:cs/>
                <w:lang w:bidi="bn-BD"/>
              </w:rPr>
              <w:t>মায়ের দোয়া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৫১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1" w:history="1">
            <w:r w:rsidRPr="00250C0A">
              <w:rPr>
                <w:rStyle w:val="Hyperlink"/>
                <w:noProof/>
                <w:cs/>
                <w:lang w:bidi="bn-BD"/>
              </w:rPr>
              <w:t>ইবলিসের বন্ধু এবং শত্রু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৫২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2" w:history="1">
            <w:r w:rsidRPr="00250C0A">
              <w:rPr>
                <w:rStyle w:val="Hyperlink"/>
                <w:noProof/>
                <w:cs/>
                <w:lang w:bidi="bn-BD"/>
              </w:rPr>
              <w:t>পরনিন্দা ভাল নয়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3" w:history="1">
            <w:r w:rsidRPr="00250C0A">
              <w:rPr>
                <w:rStyle w:val="Hyperlink"/>
                <w:noProof/>
                <w:cs/>
                <w:lang w:bidi="bn-BD"/>
              </w:rPr>
              <w:t>ইবলিসের রাগ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4" w:history="1">
            <w:r w:rsidRPr="00250C0A">
              <w:rPr>
                <w:rStyle w:val="Hyperlink"/>
                <w:noProof/>
                <w:cs/>
                <w:lang w:bidi="bn-BD"/>
              </w:rPr>
              <w:t>সিংহ পুরুষ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5" w:history="1">
            <w:r w:rsidRPr="00250C0A">
              <w:rPr>
                <w:rStyle w:val="Hyperlink"/>
                <w:noProof/>
                <w:cs/>
                <w:lang w:bidi="bn-BD"/>
              </w:rPr>
              <w:t>নেয়ামতের শোকরগুজারী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6" w:history="1">
            <w:r w:rsidRPr="00250C0A">
              <w:rPr>
                <w:rStyle w:val="Hyperlink"/>
                <w:noProof/>
                <w:cs/>
                <w:lang w:bidi="bn-BD"/>
              </w:rPr>
              <w:t>অভাবীর আর্তনাদ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৫৬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7" w:history="1">
            <w:r w:rsidRPr="00250C0A">
              <w:rPr>
                <w:rStyle w:val="Hyperlink"/>
                <w:noProof/>
                <w:cs/>
                <w:lang w:bidi="bn-BD"/>
              </w:rPr>
              <w:t>হতাশার বাণী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8" w:history="1">
            <w:r w:rsidRPr="00250C0A">
              <w:rPr>
                <w:rStyle w:val="Hyperlink"/>
                <w:noProof/>
                <w:cs/>
                <w:lang w:bidi="bn-BD"/>
              </w:rPr>
              <w:t>ধর্মজ্ঞানী বেদুঈন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49" w:history="1">
            <w:r w:rsidRPr="00250C0A">
              <w:rPr>
                <w:rStyle w:val="Hyperlink"/>
                <w:noProof/>
                <w:cs/>
                <w:lang w:bidi="bn-BD"/>
              </w:rPr>
              <w:t>অন্যায় পথে উপার্জিত অর্থ ন্যায় পথে ব্যয় হয় না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_Toc493152449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0" w:history="1">
            <w:r w:rsidRPr="00250C0A">
              <w:rPr>
                <w:rStyle w:val="Hyperlink"/>
                <w:noProof/>
                <w:cs/>
                <w:lang w:bidi="bn-BD"/>
              </w:rPr>
              <w:t>অহংকর পতনের মূল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1" w:history="1">
            <w:r w:rsidRPr="00250C0A">
              <w:rPr>
                <w:rStyle w:val="Hyperlink"/>
                <w:noProof/>
                <w:cs/>
                <w:lang w:bidi="bn-BD"/>
              </w:rPr>
              <w:t>আল্লাহর প্রতি সম্মানের প্রতিদান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৫৯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2" w:history="1">
            <w:r w:rsidRPr="00250C0A">
              <w:rPr>
                <w:rStyle w:val="Hyperlink"/>
                <w:noProof/>
                <w:cs/>
                <w:lang w:bidi="bn-BD"/>
              </w:rPr>
              <w:t>বিন্দু বিন্দু জল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3" w:history="1">
            <w:r w:rsidRPr="00250C0A">
              <w:rPr>
                <w:rStyle w:val="Hyperlink"/>
                <w:noProof/>
                <w:cs/>
                <w:lang w:bidi="bn-BD"/>
              </w:rPr>
              <w:t>স্বপ্নের প্রেমিক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৬২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4" w:history="1">
            <w:r w:rsidRPr="00250C0A">
              <w:rPr>
                <w:rStyle w:val="Hyperlink"/>
                <w:noProof/>
                <w:cs/>
                <w:lang w:bidi="bn-BD"/>
              </w:rPr>
              <w:t>পুণ্যবানের দোয়া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5" w:history="1">
            <w:r w:rsidRPr="00250C0A">
              <w:rPr>
                <w:rStyle w:val="Hyperlink"/>
                <w:noProof/>
                <w:cs/>
                <w:lang w:bidi="bn-BD"/>
              </w:rPr>
              <w:t>শ্রেষ্ঠ আমানতদার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6" w:history="1">
            <w:r w:rsidRPr="00250C0A">
              <w:rPr>
                <w:rStyle w:val="Hyperlink"/>
                <w:noProof/>
                <w:cs/>
                <w:lang w:bidi="bn-BD"/>
              </w:rPr>
              <w:t>নেকড়ে বাঘের ভয়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7" w:history="1">
            <w:r w:rsidRPr="00250C0A">
              <w:rPr>
                <w:rStyle w:val="Hyperlink"/>
                <w:noProof/>
                <w:cs/>
                <w:lang w:bidi="bn-BD"/>
              </w:rPr>
              <w:t>প্রেমময় সৃষ্টিকর্তার ভালবাসা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8" w:history="1">
            <w:r w:rsidRPr="00250C0A">
              <w:rPr>
                <w:rStyle w:val="Hyperlink"/>
                <w:noProof/>
                <w:cs/>
                <w:lang w:bidi="bn-BD"/>
              </w:rPr>
              <w:t>মূর্তির লজ্জা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59" w:history="1">
            <w:r w:rsidRPr="00250C0A">
              <w:rPr>
                <w:rStyle w:val="Hyperlink"/>
                <w:noProof/>
                <w:cs/>
                <w:lang w:bidi="bn-BD"/>
              </w:rPr>
              <w:t>নিয়তের ফলাফল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_Toc493152459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0" w:history="1">
            <w:r w:rsidRPr="00250C0A">
              <w:rPr>
                <w:rStyle w:val="Hyperlink"/>
                <w:noProof/>
                <w:cs/>
                <w:lang w:bidi="bn-BD"/>
              </w:rPr>
              <w:t>সুস্থ কে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1" w:history="1">
            <w:r w:rsidRPr="00250C0A">
              <w:rPr>
                <w:rStyle w:val="Hyperlink"/>
                <w:noProof/>
                <w:cs/>
                <w:lang w:bidi="bn-BD"/>
              </w:rPr>
              <w:t>জ্ঞানীর দুঃখ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_Toc493152461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৬৯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2" w:history="1">
            <w:r w:rsidRPr="00250C0A">
              <w:rPr>
                <w:rStyle w:val="Hyperlink"/>
                <w:noProof/>
                <w:cs/>
                <w:lang w:bidi="bn-BD"/>
              </w:rPr>
              <w:t>জানা আর দেখা সমান নয়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_Toc493152462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৭০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3" w:history="1">
            <w:r w:rsidRPr="00250C0A">
              <w:rPr>
                <w:rStyle w:val="Hyperlink"/>
                <w:noProof/>
                <w:cs/>
                <w:lang w:bidi="bn-BD"/>
              </w:rPr>
              <w:t>বন্ধুর পরিচয়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_Toc493152463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৭১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4" w:history="1">
            <w:r w:rsidRPr="00250C0A">
              <w:rPr>
                <w:rStyle w:val="Hyperlink"/>
                <w:noProof/>
                <w:cs/>
                <w:lang w:bidi="bn-BD"/>
              </w:rPr>
              <w:t>গোলামের কৃতজ্ঞতা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_Toc493152464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৭২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5" w:history="1">
            <w:r w:rsidRPr="00250C0A">
              <w:rPr>
                <w:rStyle w:val="Hyperlink"/>
                <w:noProof/>
                <w:cs/>
                <w:lang w:bidi="bn-BD"/>
              </w:rPr>
              <w:t>মঙ্গলময় আঘাত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_Toc493152465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৭৩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6" w:history="1">
            <w:r w:rsidRPr="00250C0A">
              <w:rPr>
                <w:rStyle w:val="Hyperlink"/>
                <w:noProof/>
                <w:cs/>
                <w:lang w:bidi="bn-BD"/>
              </w:rPr>
              <w:t>ষ্টেশন</w:t>
            </w:r>
            <w:r w:rsidRPr="00250C0A">
              <w:rPr>
                <w:rStyle w:val="Hyperlink"/>
                <w:noProof/>
                <w:lang w:bidi="bn-BD"/>
              </w:rPr>
              <w:t xml:space="preserve">, </w:t>
            </w:r>
            <w:r w:rsidRPr="00250C0A">
              <w:rPr>
                <w:rStyle w:val="Hyperlink"/>
                <w:noProof/>
                <w:cs/>
                <w:lang w:bidi="bn-BD"/>
              </w:rPr>
              <w:t>গন্তব্যস্থল নয়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_Toc493152466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৭৪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7" w:history="1">
            <w:r w:rsidRPr="00250C0A">
              <w:rPr>
                <w:rStyle w:val="Hyperlink"/>
                <w:noProof/>
                <w:cs/>
                <w:lang w:bidi="bn-BD"/>
              </w:rPr>
              <w:t>স্মৃতি ভুলে যেও না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_Toc493152467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৭৫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8" w:history="1">
            <w:r w:rsidRPr="00250C0A">
              <w:rPr>
                <w:rStyle w:val="Hyperlink"/>
                <w:noProof/>
                <w:cs/>
                <w:lang w:bidi="bn-BD"/>
              </w:rPr>
              <w:t>সমুদ্রের মানুষ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_Toc493152468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69" w:history="1">
            <w:r w:rsidRPr="00250C0A">
              <w:rPr>
                <w:rStyle w:val="Hyperlink"/>
                <w:noProof/>
                <w:cs/>
                <w:lang w:bidi="bn-BD"/>
              </w:rPr>
              <w:t>কম কথার আনন্দ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_Toc493152469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৭৭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250C0A" w:rsidRDefault="00250C0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color w:val="auto"/>
              <w:sz w:val="22"/>
              <w:szCs w:val="22"/>
            </w:rPr>
          </w:pPr>
          <w:hyperlink w:anchor="_Toc493152470" w:history="1">
            <w:r w:rsidRPr="00250C0A">
              <w:rPr>
                <w:rStyle w:val="Hyperlink"/>
                <w:noProof/>
                <w:cs/>
                <w:lang w:bidi="bn-BD"/>
              </w:rPr>
              <w:t>পালা</w:t>
            </w:r>
            <w:r w:rsidRPr="00250C0A">
              <w:rPr>
                <w:rStyle w:val="Hyperlink"/>
                <w:noProof/>
                <w:cs/>
                <w:lang w:bidi="bn-BD"/>
              </w:rPr>
              <w:t>ন</w:t>
            </w:r>
            <w:r w:rsidRPr="00250C0A">
              <w:rPr>
                <w:rStyle w:val="Hyperlink"/>
                <w:noProof/>
                <w:cs/>
                <w:lang w:bidi="bn-BD"/>
              </w:rPr>
              <w:t>োর উপায় নেই</w:t>
            </w:r>
            <w:r w:rsidRPr="00250C0A">
              <w:rPr>
                <w:noProof/>
                <w:webHidden/>
              </w:rPr>
              <w:tab/>
            </w:r>
            <w:r w:rsidRPr="00250C0A">
              <w:rPr>
                <w:noProof/>
                <w:webHidden/>
              </w:rPr>
              <w:fldChar w:fldCharType="begin"/>
            </w:r>
            <w:r w:rsidRPr="00250C0A">
              <w:rPr>
                <w:noProof/>
                <w:webHidden/>
              </w:rPr>
              <w:instrText xml:space="preserve"> PAGEREF _Toc493152470 \h </w:instrText>
            </w:r>
            <w:r w:rsidRPr="00250C0A">
              <w:rPr>
                <w:noProof/>
                <w:webHidden/>
              </w:rPr>
            </w:r>
            <w:r w:rsidRPr="00250C0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  <w:cs/>
                <w:lang w:bidi="bn-IN"/>
              </w:rPr>
              <w:t>৭৮</w:t>
            </w:r>
            <w:r w:rsidRPr="00250C0A">
              <w:rPr>
                <w:noProof/>
                <w:webHidden/>
              </w:rPr>
              <w:fldChar w:fldCharType="end"/>
            </w:r>
          </w:hyperlink>
        </w:p>
        <w:p w:rsidR="00250C0A" w:rsidRPr="00B76A92" w:rsidRDefault="00250C0A">
          <w:r w:rsidRPr="00250C0A">
            <w:rPr>
              <w:rFonts w:ascii="SolaimanLipi" w:hAnsi="SolaimanLipi" w:cs="SolaimanLipi"/>
            </w:rPr>
            <w:fldChar w:fldCharType="end"/>
          </w:r>
        </w:p>
      </w:sdtContent>
    </w:sdt>
    <w:p w:rsidR="000C0B2A" w:rsidRPr="00890FD9" w:rsidRDefault="000C0B2A" w:rsidP="004F10E3">
      <w:pPr>
        <w:pStyle w:val="libNormal"/>
        <w:rPr>
          <w:rtl/>
          <w:cs/>
        </w:rPr>
      </w:pPr>
    </w:p>
    <w:sectPr w:rsidR="000C0B2A" w:rsidRPr="00890FD9" w:rsidSect="0023507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A71" w:rsidRDefault="00506A71" w:rsidP="008B7801">
      <w:pPr>
        <w:spacing w:after="0" w:line="240" w:lineRule="auto"/>
      </w:pPr>
      <w:r>
        <w:separator/>
      </w:r>
    </w:p>
  </w:endnote>
  <w:endnote w:type="continuationSeparator" w:id="0">
    <w:p w:rsidR="00506A71" w:rsidRDefault="00506A71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250C0A" w:rsidRDefault="00250C0A" w:rsidP="000E3D11">
        <w:pPr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B76A92">
          <w:rPr>
            <w:rFonts w:ascii="SutonnyMJ" w:hAnsi="SutonnyMJ" w:cs="SutonnyMJ"/>
            <w:noProof/>
          </w:rPr>
          <w:t>39</w:t>
        </w:r>
        <w:r w:rsidRPr="00AA7385">
          <w:rPr>
            <w:rFonts w:ascii="SutonnyMJ" w:hAnsi="SutonnyMJ" w:cs="SutonnyMJ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A71" w:rsidRDefault="00506A71" w:rsidP="008B7801">
      <w:pPr>
        <w:spacing w:after="0" w:line="240" w:lineRule="auto"/>
      </w:pPr>
      <w:r>
        <w:separator/>
      </w:r>
    </w:p>
  </w:footnote>
  <w:footnote w:type="continuationSeparator" w:id="0">
    <w:p w:rsidR="00506A71" w:rsidRDefault="00506A71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C1BAE"/>
    <w:rsid w:val="00005ECF"/>
    <w:rsid w:val="00017698"/>
    <w:rsid w:val="00026914"/>
    <w:rsid w:val="00036558"/>
    <w:rsid w:val="00036F5D"/>
    <w:rsid w:val="000416CF"/>
    <w:rsid w:val="000451DA"/>
    <w:rsid w:val="00046AE4"/>
    <w:rsid w:val="00064BD1"/>
    <w:rsid w:val="00064D4E"/>
    <w:rsid w:val="00067176"/>
    <w:rsid w:val="000709D5"/>
    <w:rsid w:val="000753B9"/>
    <w:rsid w:val="00077FDE"/>
    <w:rsid w:val="000858AF"/>
    <w:rsid w:val="000A16E2"/>
    <w:rsid w:val="000A3C87"/>
    <w:rsid w:val="000A4CBF"/>
    <w:rsid w:val="000B1B7B"/>
    <w:rsid w:val="000B6A4B"/>
    <w:rsid w:val="000C0B2A"/>
    <w:rsid w:val="000C3463"/>
    <w:rsid w:val="000C4F54"/>
    <w:rsid w:val="000D0FC8"/>
    <w:rsid w:val="000D641E"/>
    <w:rsid w:val="000D7BE3"/>
    <w:rsid w:val="000E3D11"/>
    <w:rsid w:val="000F39EB"/>
    <w:rsid w:val="000F7C17"/>
    <w:rsid w:val="001000AA"/>
    <w:rsid w:val="00103B9B"/>
    <w:rsid w:val="0010506E"/>
    <w:rsid w:val="0011039F"/>
    <w:rsid w:val="0011328D"/>
    <w:rsid w:val="00123041"/>
    <w:rsid w:val="00123EB4"/>
    <w:rsid w:val="0012511E"/>
    <w:rsid w:val="00136137"/>
    <w:rsid w:val="0013773B"/>
    <w:rsid w:val="00142294"/>
    <w:rsid w:val="00144396"/>
    <w:rsid w:val="001650CE"/>
    <w:rsid w:val="0016689F"/>
    <w:rsid w:val="00167139"/>
    <w:rsid w:val="001749BA"/>
    <w:rsid w:val="00176F00"/>
    <w:rsid w:val="00184DB8"/>
    <w:rsid w:val="001A3437"/>
    <w:rsid w:val="001A4AD2"/>
    <w:rsid w:val="001A68B3"/>
    <w:rsid w:val="001A71E8"/>
    <w:rsid w:val="001B2552"/>
    <w:rsid w:val="001B383C"/>
    <w:rsid w:val="001C43A6"/>
    <w:rsid w:val="001C7B58"/>
    <w:rsid w:val="001D1762"/>
    <w:rsid w:val="001D3A19"/>
    <w:rsid w:val="001D7853"/>
    <w:rsid w:val="001E0D60"/>
    <w:rsid w:val="001E34D3"/>
    <w:rsid w:val="001E426B"/>
    <w:rsid w:val="001E72E2"/>
    <w:rsid w:val="002029B8"/>
    <w:rsid w:val="00214A0A"/>
    <w:rsid w:val="00214E18"/>
    <w:rsid w:val="0022370C"/>
    <w:rsid w:val="00235071"/>
    <w:rsid w:val="00242CD3"/>
    <w:rsid w:val="00244159"/>
    <w:rsid w:val="00244C94"/>
    <w:rsid w:val="0024762D"/>
    <w:rsid w:val="00250C0A"/>
    <w:rsid w:val="002525EC"/>
    <w:rsid w:val="0025608C"/>
    <w:rsid w:val="00257166"/>
    <w:rsid w:val="0026134F"/>
    <w:rsid w:val="00265709"/>
    <w:rsid w:val="00271B22"/>
    <w:rsid w:val="00275890"/>
    <w:rsid w:val="002811B7"/>
    <w:rsid w:val="0028663A"/>
    <w:rsid w:val="00286C01"/>
    <w:rsid w:val="00292BC3"/>
    <w:rsid w:val="00296130"/>
    <w:rsid w:val="002B4E6C"/>
    <w:rsid w:val="002B709B"/>
    <w:rsid w:val="002B7BD0"/>
    <w:rsid w:val="002D0682"/>
    <w:rsid w:val="002D13B7"/>
    <w:rsid w:val="002D15B8"/>
    <w:rsid w:val="002D16D2"/>
    <w:rsid w:val="002D259D"/>
    <w:rsid w:val="002D2865"/>
    <w:rsid w:val="002D5979"/>
    <w:rsid w:val="002E3FD3"/>
    <w:rsid w:val="002E4766"/>
    <w:rsid w:val="002E58A2"/>
    <w:rsid w:val="002E7FD0"/>
    <w:rsid w:val="002F11BE"/>
    <w:rsid w:val="002F3624"/>
    <w:rsid w:val="00304CCF"/>
    <w:rsid w:val="003137DA"/>
    <w:rsid w:val="00313BE8"/>
    <w:rsid w:val="00313FD6"/>
    <w:rsid w:val="00317A77"/>
    <w:rsid w:val="003211F2"/>
    <w:rsid w:val="003237FA"/>
    <w:rsid w:val="003268CA"/>
    <w:rsid w:val="003357C3"/>
    <w:rsid w:val="003359CB"/>
    <w:rsid w:val="00336A70"/>
    <w:rsid w:val="003446AD"/>
    <w:rsid w:val="00353EDF"/>
    <w:rsid w:val="0036044C"/>
    <w:rsid w:val="003637C9"/>
    <w:rsid w:val="003640EF"/>
    <w:rsid w:val="00382A05"/>
    <w:rsid w:val="0038315C"/>
    <w:rsid w:val="00393AC5"/>
    <w:rsid w:val="00394EB9"/>
    <w:rsid w:val="003A1605"/>
    <w:rsid w:val="003A380C"/>
    <w:rsid w:val="003A5C0F"/>
    <w:rsid w:val="003B34CB"/>
    <w:rsid w:val="003C5A32"/>
    <w:rsid w:val="003E0AB4"/>
    <w:rsid w:val="003E25A4"/>
    <w:rsid w:val="003E4BC2"/>
    <w:rsid w:val="003F3F47"/>
    <w:rsid w:val="003F77EC"/>
    <w:rsid w:val="004036E5"/>
    <w:rsid w:val="00406D51"/>
    <w:rsid w:val="004151F5"/>
    <w:rsid w:val="00416E01"/>
    <w:rsid w:val="004208E1"/>
    <w:rsid w:val="00421052"/>
    <w:rsid w:val="004219FE"/>
    <w:rsid w:val="004234A1"/>
    <w:rsid w:val="00433A69"/>
    <w:rsid w:val="0043703A"/>
    <w:rsid w:val="004438CE"/>
    <w:rsid w:val="00445982"/>
    <w:rsid w:val="004473CF"/>
    <w:rsid w:val="004517A4"/>
    <w:rsid w:val="004546B7"/>
    <w:rsid w:val="00454795"/>
    <w:rsid w:val="00457262"/>
    <w:rsid w:val="0046364A"/>
    <w:rsid w:val="00463EDB"/>
    <w:rsid w:val="00463F84"/>
    <w:rsid w:val="00464136"/>
    <w:rsid w:val="0046437B"/>
    <w:rsid w:val="004662BF"/>
    <w:rsid w:val="00466FB4"/>
    <w:rsid w:val="004726A7"/>
    <w:rsid w:val="00481D2A"/>
    <w:rsid w:val="00482325"/>
    <w:rsid w:val="00483A81"/>
    <w:rsid w:val="004924CF"/>
    <w:rsid w:val="00492513"/>
    <w:rsid w:val="00494293"/>
    <w:rsid w:val="004A56BA"/>
    <w:rsid w:val="004B2105"/>
    <w:rsid w:val="004B5D66"/>
    <w:rsid w:val="004B73D3"/>
    <w:rsid w:val="004B74AC"/>
    <w:rsid w:val="004C1471"/>
    <w:rsid w:val="004C57A4"/>
    <w:rsid w:val="004C63C5"/>
    <w:rsid w:val="004F10E3"/>
    <w:rsid w:val="004F68DD"/>
    <w:rsid w:val="00506A71"/>
    <w:rsid w:val="005106C4"/>
    <w:rsid w:val="00517792"/>
    <w:rsid w:val="005262B2"/>
    <w:rsid w:val="00540CD3"/>
    <w:rsid w:val="00541032"/>
    <w:rsid w:val="005423C6"/>
    <w:rsid w:val="00544132"/>
    <w:rsid w:val="0054501D"/>
    <w:rsid w:val="0054568C"/>
    <w:rsid w:val="0055334B"/>
    <w:rsid w:val="00554FFC"/>
    <w:rsid w:val="00555871"/>
    <w:rsid w:val="005571D3"/>
    <w:rsid w:val="00560460"/>
    <w:rsid w:val="0056237B"/>
    <w:rsid w:val="005626FD"/>
    <w:rsid w:val="005656A1"/>
    <w:rsid w:val="005668A9"/>
    <w:rsid w:val="005726E1"/>
    <w:rsid w:val="00584195"/>
    <w:rsid w:val="00586283"/>
    <w:rsid w:val="005862E0"/>
    <w:rsid w:val="00592B83"/>
    <w:rsid w:val="00593844"/>
    <w:rsid w:val="00595DBE"/>
    <w:rsid w:val="0059796A"/>
    <w:rsid w:val="005A0E2B"/>
    <w:rsid w:val="005A21F0"/>
    <w:rsid w:val="005A26CC"/>
    <w:rsid w:val="005A364A"/>
    <w:rsid w:val="005A3798"/>
    <w:rsid w:val="005A4A96"/>
    <w:rsid w:val="005B04A4"/>
    <w:rsid w:val="005B1ECA"/>
    <w:rsid w:val="005B2912"/>
    <w:rsid w:val="005B40C3"/>
    <w:rsid w:val="005C5C7E"/>
    <w:rsid w:val="005C64EB"/>
    <w:rsid w:val="005C7052"/>
    <w:rsid w:val="005D28B4"/>
    <w:rsid w:val="005D2D86"/>
    <w:rsid w:val="005D3333"/>
    <w:rsid w:val="005D6020"/>
    <w:rsid w:val="005E00EE"/>
    <w:rsid w:val="005E1B80"/>
    <w:rsid w:val="005E3682"/>
    <w:rsid w:val="005E4BD4"/>
    <w:rsid w:val="005F1B25"/>
    <w:rsid w:val="005F2D37"/>
    <w:rsid w:val="005F5ADE"/>
    <w:rsid w:val="00603FA1"/>
    <w:rsid w:val="00606FA3"/>
    <w:rsid w:val="0061174D"/>
    <w:rsid w:val="00612107"/>
    <w:rsid w:val="00613A48"/>
    <w:rsid w:val="00631FC0"/>
    <w:rsid w:val="00632C44"/>
    <w:rsid w:val="0063395D"/>
    <w:rsid w:val="00640AC4"/>
    <w:rsid w:val="00643B33"/>
    <w:rsid w:val="006533E6"/>
    <w:rsid w:val="00660A5F"/>
    <w:rsid w:val="006628C5"/>
    <w:rsid w:val="006644EB"/>
    <w:rsid w:val="00665161"/>
    <w:rsid w:val="006662F8"/>
    <w:rsid w:val="0066667A"/>
    <w:rsid w:val="00666E34"/>
    <w:rsid w:val="006708D9"/>
    <w:rsid w:val="00671693"/>
    <w:rsid w:val="00672A09"/>
    <w:rsid w:val="006746F0"/>
    <w:rsid w:val="00684D2D"/>
    <w:rsid w:val="00690232"/>
    <w:rsid w:val="006A02FE"/>
    <w:rsid w:val="006A335F"/>
    <w:rsid w:val="006C1BAE"/>
    <w:rsid w:val="006C775E"/>
    <w:rsid w:val="006D03E9"/>
    <w:rsid w:val="006D197A"/>
    <w:rsid w:val="006D1B58"/>
    <w:rsid w:val="006D440E"/>
    <w:rsid w:val="006E09C7"/>
    <w:rsid w:val="006E3F16"/>
    <w:rsid w:val="006E7BCD"/>
    <w:rsid w:val="006F20A8"/>
    <w:rsid w:val="006F32AD"/>
    <w:rsid w:val="00702DFA"/>
    <w:rsid w:val="00703FD3"/>
    <w:rsid w:val="007051EA"/>
    <w:rsid w:val="00707890"/>
    <w:rsid w:val="00713A8F"/>
    <w:rsid w:val="00714C8C"/>
    <w:rsid w:val="00717766"/>
    <w:rsid w:val="00721B86"/>
    <w:rsid w:val="007269F6"/>
    <w:rsid w:val="00733E6E"/>
    <w:rsid w:val="00736945"/>
    <w:rsid w:val="00737D04"/>
    <w:rsid w:val="00741F32"/>
    <w:rsid w:val="0074697D"/>
    <w:rsid w:val="0075520E"/>
    <w:rsid w:val="00755E02"/>
    <w:rsid w:val="0076064C"/>
    <w:rsid w:val="007611D5"/>
    <w:rsid w:val="00765A26"/>
    <w:rsid w:val="007719FE"/>
    <w:rsid w:val="00776659"/>
    <w:rsid w:val="00776AA2"/>
    <w:rsid w:val="00780C38"/>
    <w:rsid w:val="007947F6"/>
    <w:rsid w:val="007959C0"/>
    <w:rsid w:val="00797686"/>
    <w:rsid w:val="007A1366"/>
    <w:rsid w:val="007C6FBD"/>
    <w:rsid w:val="007D0C93"/>
    <w:rsid w:val="007D3565"/>
    <w:rsid w:val="007E20CA"/>
    <w:rsid w:val="007E6604"/>
    <w:rsid w:val="007F38BE"/>
    <w:rsid w:val="007F622E"/>
    <w:rsid w:val="007F7BBF"/>
    <w:rsid w:val="00807972"/>
    <w:rsid w:val="00810AD6"/>
    <w:rsid w:val="00812AE2"/>
    <w:rsid w:val="00813C73"/>
    <w:rsid w:val="008146D3"/>
    <w:rsid w:val="00817378"/>
    <w:rsid w:val="008227CD"/>
    <w:rsid w:val="008230AE"/>
    <w:rsid w:val="00825862"/>
    <w:rsid w:val="00826493"/>
    <w:rsid w:val="008275E9"/>
    <w:rsid w:val="008302AE"/>
    <w:rsid w:val="00835EBB"/>
    <w:rsid w:val="00837A7A"/>
    <w:rsid w:val="0084394B"/>
    <w:rsid w:val="00843C53"/>
    <w:rsid w:val="0085324D"/>
    <w:rsid w:val="00864E13"/>
    <w:rsid w:val="008677B3"/>
    <w:rsid w:val="008703C6"/>
    <w:rsid w:val="008715EA"/>
    <w:rsid w:val="00872BD6"/>
    <w:rsid w:val="00873980"/>
    <w:rsid w:val="00881A1C"/>
    <w:rsid w:val="00883EA9"/>
    <w:rsid w:val="00884A8B"/>
    <w:rsid w:val="00890FD9"/>
    <w:rsid w:val="00895198"/>
    <w:rsid w:val="008A11A7"/>
    <w:rsid w:val="008A4E3F"/>
    <w:rsid w:val="008A5A1E"/>
    <w:rsid w:val="008A6E9A"/>
    <w:rsid w:val="008B258A"/>
    <w:rsid w:val="008B2D48"/>
    <w:rsid w:val="008B7801"/>
    <w:rsid w:val="008B7AD9"/>
    <w:rsid w:val="008C285B"/>
    <w:rsid w:val="008C3D64"/>
    <w:rsid w:val="008C46B6"/>
    <w:rsid w:val="008C5E0F"/>
    <w:rsid w:val="008D1772"/>
    <w:rsid w:val="008D2BC5"/>
    <w:rsid w:val="008D3A01"/>
    <w:rsid w:val="008D4310"/>
    <w:rsid w:val="008D5302"/>
    <w:rsid w:val="008D6263"/>
    <w:rsid w:val="008D663A"/>
    <w:rsid w:val="008E1557"/>
    <w:rsid w:val="008E16D7"/>
    <w:rsid w:val="008E1B39"/>
    <w:rsid w:val="008E330F"/>
    <w:rsid w:val="008F0D7B"/>
    <w:rsid w:val="008F46BB"/>
    <w:rsid w:val="008F787A"/>
    <w:rsid w:val="00902D3C"/>
    <w:rsid w:val="00905FE7"/>
    <w:rsid w:val="009117EC"/>
    <w:rsid w:val="00915079"/>
    <w:rsid w:val="00916F9A"/>
    <w:rsid w:val="00921503"/>
    <w:rsid w:val="009221B9"/>
    <w:rsid w:val="00927BB9"/>
    <w:rsid w:val="009314BF"/>
    <w:rsid w:val="00934323"/>
    <w:rsid w:val="00937772"/>
    <w:rsid w:val="00937B74"/>
    <w:rsid w:val="00941AEF"/>
    <w:rsid w:val="00944C14"/>
    <w:rsid w:val="009454AC"/>
    <w:rsid w:val="009465C1"/>
    <w:rsid w:val="0094696C"/>
    <w:rsid w:val="00950DBB"/>
    <w:rsid w:val="00957C1E"/>
    <w:rsid w:val="00957CDC"/>
    <w:rsid w:val="00961D96"/>
    <w:rsid w:val="00967533"/>
    <w:rsid w:val="009736E4"/>
    <w:rsid w:val="00974B47"/>
    <w:rsid w:val="00976CDC"/>
    <w:rsid w:val="00985CF1"/>
    <w:rsid w:val="00990C95"/>
    <w:rsid w:val="00990FF6"/>
    <w:rsid w:val="0099357E"/>
    <w:rsid w:val="009A053A"/>
    <w:rsid w:val="009A39DC"/>
    <w:rsid w:val="009B1612"/>
    <w:rsid w:val="009B48E5"/>
    <w:rsid w:val="009B52D9"/>
    <w:rsid w:val="009B6DD8"/>
    <w:rsid w:val="009C0768"/>
    <w:rsid w:val="009C0780"/>
    <w:rsid w:val="009C51FE"/>
    <w:rsid w:val="009D142D"/>
    <w:rsid w:val="009D2CA9"/>
    <w:rsid w:val="009D3FD2"/>
    <w:rsid w:val="009D5BFF"/>
    <w:rsid w:val="009D759C"/>
    <w:rsid w:val="009D7A0F"/>
    <w:rsid w:val="009E0884"/>
    <w:rsid w:val="009F2D96"/>
    <w:rsid w:val="009F5560"/>
    <w:rsid w:val="00A00AE9"/>
    <w:rsid w:val="00A02BD0"/>
    <w:rsid w:val="00A02F70"/>
    <w:rsid w:val="00A04A66"/>
    <w:rsid w:val="00A06151"/>
    <w:rsid w:val="00A072CA"/>
    <w:rsid w:val="00A07514"/>
    <w:rsid w:val="00A1022F"/>
    <w:rsid w:val="00A1598F"/>
    <w:rsid w:val="00A25828"/>
    <w:rsid w:val="00A2744B"/>
    <w:rsid w:val="00A32710"/>
    <w:rsid w:val="00A35C21"/>
    <w:rsid w:val="00A41120"/>
    <w:rsid w:val="00A44DBB"/>
    <w:rsid w:val="00A455D0"/>
    <w:rsid w:val="00A4649B"/>
    <w:rsid w:val="00A560EA"/>
    <w:rsid w:val="00A565CE"/>
    <w:rsid w:val="00A578F7"/>
    <w:rsid w:val="00A65C07"/>
    <w:rsid w:val="00A67363"/>
    <w:rsid w:val="00A74D8C"/>
    <w:rsid w:val="00A772D7"/>
    <w:rsid w:val="00A77675"/>
    <w:rsid w:val="00A8054A"/>
    <w:rsid w:val="00A826A7"/>
    <w:rsid w:val="00A831D9"/>
    <w:rsid w:val="00A86936"/>
    <w:rsid w:val="00A87D98"/>
    <w:rsid w:val="00A9126C"/>
    <w:rsid w:val="00AA08F1"/>
    <w:rsid w:val="00AA7385"/>
    <w:rsid w:val="00AB18E8"/>
    <w:rsid w:val="00AB1E22"/>
    <w:rsid w:val="00AB2DB8"/>
    <w:rsid w:val="00AB6543"/>
    <w:rsid w:val="00AC3E47"/>
    <w:rsid w:val="00AC55C8"/>
    <w:rsid w:val="00AC5817"/>
    <w:rsid w:val="00AD052B"/>
    <w:rsid w:val="00AD44A5"/>
    <w:rsid w:val="00AD6384"/>
    <w:rsid w:val="00AE4471"/>
    <w:rsid w:val="00AE454D"/>
    <w:rsid w:val="00B06148"/>
    <w:rsid w:val="00B122F8"/>
    <w:rsid w:val="00B26972"/>
    <w:rsid w:val="00B27FA0"/>
    <w:rsid w:val="00B302E3"/>
    <w:rsid w:val="00B33BE6"/>
    <w:rsid w:val="00B37215"/>
    <w:rsid w:val="00B476A4"/>
    <w:rsid w:val="00B50F2A"/>
    <w:rsid w:val="00B62251"/>
    <w:rsid w:val="00B62775"/>
    <w:rsid w:val="00B63941"/>
    <w:rsid w:val="00B6472E"/>
    <w:rsid w:val="00B657DA"/>
    <w:rsid w:val="00B73BA5"/>
    <w:rsid w:val="00B74DAE"/>
    <w:rsid w:val="00B75560"/>
    <w:rsid w:val="00B76A92"/>
    <w:rsid w:val="00B76F31"/>
    <w:rsid w:val="00B811CF"/>
    <w:rsid w:val="00B83985"/>
    <w:rsid w:val="00B841C2"/>
    <w:rsid w:val="00B84558"/>
    <w:rsid w:val="00B854B9"/>
    <w:rsid w:val="00B877D9"/>
    <w:rsid w:val="00B91799"/>
    <w:rsid w:val="00B96407"/>
    <w:rsid w:val="00BA3C1C"/>
    <w:rsid w:val="00BB2AC1"/>
    <w:rsid w:val="00BD15E9"/>
    <w:rsid w:val="00BD38C5"/>
    <w:rsid w:val="00BE1409"/>
    <w:rsid w:val="00BE6A25"/>
    <w:rsid w:val="00C161E3"/>
    <w:rsid w:val="00C17240"/>
    <w:rsid w:val="00C208CA"/>
    <w:rsid w:val="00C2470C"/>
    <w:rsid w:val="00C25C7E"/>
    <w:rsid w:val="00C303C9"/>
    <w:rsid w:val="00C313B1"/>
    <w:rsid w:val="00C34189"/>
    <w:rsid w:val="00C36628"/>
    <w:rsid w:val="00C36870"/>
    <w:rsid w:val="00C4321A"/>
    <w:rsid w:val="00C456D3"/>
    <w:rsid w:val="00C53098"/>
    <w:rsid w:val="00C53229"/>
    <w:rsid w:val="00C539D3"/>
    <w:rsid w:val="00C55FDE"/>
    <w:rsid w:val="00C56AD4"/>
    <w:rsid w:val="00C70B64"/>
    <w:rsid w:val="00C73930"/>
    <w:rsid w:val="00C7440B"/>
    <w:rsid w:val="00C8675F"/>
    <w:rsid w:val="00C90407"/>
    <w:rsid w:val="00C924E6"/>
    <w:rsid w:val="00C94039"/>
    <w:rsid w:val="00C97A36"/>
    <w:rsid w:val="00CA6C17"/>
    <w:rsid w:val="00CB01CB"/>
    <w:rsid w:val="00CB1489"/>
    <w:rsid w:val="00CB552C"/>
    <w:rsid w:val="00CC48FE"/>
    <w:rsid w:val="00CC70FE"/>
    <w:rsid w:val="00CD6057"/>
    <w:rsid w:val="00CD6507"/>
    <w:rsid w:val="00CD6645"/>
    <w:rsid w:val="00CD7C95"/>
    <w:rsid w:val="00CE088A"/>
    <w:rsid w:val="00CE09E4"/>
    <w:rsid w:val="00CE1847"/>
    <w:rsid w:val="00CE4625"/>
    <w:rsid w:val="00CE6E7C"/>
    <w:rsid w:val="00CF0372"/>
    <w:rsid w:val="00CF69B6"/>
    <w:rsid w:val="00D00839"/>
    <w:rsid w:val="00D02065"/>
    <w:rsid w:val="00D2360E"/>
    <w:rsid w:val="00D320D5"/>
    <w:rsid w:val="00D3764E"/>
    <w:rsid w:val="00D4000F"/>
    <w:rsid w:val="00D40666"/>
    <w:rsid w:val="00D41F6C"/>
    <w:rsid w:val="00D430A5"/>
    <w:rsid w:val="00D443B1"/>
    <w:rsid w:val="00D44DB1"/>
    <w:rsid w:val="00D450D2"/>
    <w:rsid w:val="00D454B5"/>
    <w:rsid w:val="00D457C0"/>
    <w:rsid w:val="00D46570"/>
    <w:rsid w:val="00D46717"/>
    <w:rsid w:val="00D4723B"/>
    <w:rsid w:val="00D56332"/>
    <w:rsid w:val="00D6090C"/>
    <w:rsid w:val="00D625CE"/>
    <w:rsid w:val="00D7533E"/>
    <w:rsid w:val="00D82D5F"/>
    <w:rsid w:val="00D8491B"/>
    <w:rsid w:val="00D86325"/>
    <w:rsid w:val="00D91596"/>
    <w:rsid w:val="00D91979"/>
    <w:rsid w:val="00D941C7"/>
    <w:rsid w:val="00D95DB7"/>
    <w:rsid w:val="00DB313C"/>
    <w:rsid w:val="00DB5B31"/>
    <w:rsid w:val="00DB746C"/>
    <w:rsid w:val="00DC1C18"/>
    <w:rsid w:val="00DC2F89"/>
    <w:rsid w:val="00DC37CA"/>
    <w:rsid w:val="00DC6B7C"/>
    <w:rsid w:val="00DC782C"/>
    <w:rsid w:val="00DD005F"/>
    <w:rsid w:val="00DD1EA5"/>
    <w:rsid w:val="00DD5C1E"/>
    <w:rsid w:val="00DE5A1C"/>
    <w:rsid w:val="00DE66DD"/>
    <w:rsid w:val="00DE75FC"/>
    <w:rsid w:val="00DE7BF6"/>
    <w:rsid w:val="00DF0DAD"/>
    <w:rsid w:val="00DF4130"/>
    <w:rsid w:val="00DF45E8"/>
    <w:rsid w:val="00DF5F3D"/>
    <w:rsid w:val="00DF6871"/>
    <w:rsid w:val="00E02111"/>
    <w:rsid w:val="00E02BA8"/>
    <w:rsid w:val="00E03474"/>
    <w:rsid w:val="00E10D9B"/>
    <w:rsid w:val="00E12627"/>
    <w:rsid w:val="00E12AD3"/>
    <w:rsid w:val="00E13A49"/>
    <w:rsid w:val="00E13B42"/>
    <w:rsid w:val="00E13B95"/>
    <w:rsid w:val="00E152B2"/>
    <w:rsid w:val="00E1613B"/>
    <w:rsid w:val="00E179DB"/>
    <w:rsid w:val="00E27091"/>
    <w:rsid w:val="00E30987"/>
    <w:rsid w:val="00E32589"/>
    <w:rsid w:val="00E33BDB"/>
    <w:rsid w:val="00E400A5"/>
    <w:rsid w:val="00E52113"/>
    <w:rsid w:val="00E5261B"/>
    <w:rsid w:val="00E65558"/>
    <w:rsid w:val="00E655C8"/>
    <w:rsid w:val="00E742B8"/>
    <w:rsid w:val="00E74E31"/>
    <w:rsid w:val="00E7560C"/>
    <w:rsid w:val="00E83EE1"/>
    <w:rsid w:val="00E84EB1"/>
    <w:rsid w:val="00E850CD"/>
    <w:rsid w:val="00E9343A"/>
    <w:rsid w:val="00EB103F"/>
    <w:rsid w:val="00EB1BF3"/>
    <w:rsid w:val="00EB64E8"/>
    <w:rsid w:val="00EB74F5"/>
    <w:rsid w:val="00EC3351"/>
    <w:rsid w:val="00EC4B61"/>
    <w:rsid w:val="00ED319B"/>
    <w:rsid w:val="00EF7ADF"/>
    <w:rsid w:val="00EF7C64"/>
    <w:rsid w:val="00EF7F65"/>
    <w:rsid w:val="00F058D3"/>
    <w:rsid w:val="00F1024A"/>
    <w:rsid w:val="00F11A1C"/>
    <w:rsid w:val="00F160A7"/>
    <w:rsid w:val="00F16EE1"/>
    <w:rsid w:val="00F20557"/>
    <w:rsid w:val="00F42E53"/>
    <w:rsid w:val="00F43C5D"/>
    <w:rsid w:val="00F45DB8"/>
    <w:rsid w:val="00F45DDD"/>
    <w:rsid w:val="00F47EA7"/>
    <w:rsid w:val="00F525D6"/>
    <w:rsid w:val="00F56439"/>
    <w:rsid w:val="00F60477"/>
    <w:rsid w:val="00F64920"/>
    <w:rsid w:val="00F66A17"/>
    <w:rsid w:val="00F729D7"/>
    <w:rsid w:val="00F75DA7"/>
    <w:rsid w:val="00F84511"/>
    <w:rsid w:val="00F85ECA"/>
    <w:rsid w:val="00F86D8D"/>
    <w:rsid w:val="00F87E84"/>
    <w:rsid w:val="00F91E16"/>
    <w:rsid w:val="00F9327C"/>
    <w:rsid w:val="00F93378"/>
    <w:rsid w:val="00F94EBD"/>
    <w:rsid w:val="00F96A5E"/>
    <w:rsid w:val="00F96D78"/>
    <w:rsid w:val="00FA7291"/>
    <w:rsid w:val="00FB2C9D"/>
    <w:rsid w:val="00FB4E87"/>
    <w:rsid w:val="00FC4484"/>
    <w:rsid w:val="00FC45C2"/>
    <w:rsid w:val="00FD2508"/>
    <w:rsid w:val="00FD2E0A"/>
    <w:rsid w:val="00FD48E1"/>
    <w:rsid w:val="00FD6799"/>
    <w:rsid w:val="00FE115C"/>
    <w:rsid w:val="00FE168D"/>
    <w:rsid w:val="00FE246C"/>
    <w:rsid w:val="00FE7835"/>
    <w:rsid w:val="00FF0E50"/>
    <w:rsid w:val="00FF5032"/>
    <w:rsid w:val="00FF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D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5F2D37"/>
    <w:pPr>
      <w:spacing w:line="360" w:lineRule="auto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5F2D37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ie">
    <w:name w:val="libAie"/>
    <w:basedOn w:val="libAr"/>
    <w:link w:val="libAieChar"/>
    <w:qFormat/>
    <w:rsid w:val="009D5BF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9D5BF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643B33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643B33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2D0682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2D0682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3D11"/>
    <w:rPr>
      <w:rFonts w:asciiTheme="minorBidi" w:hAnsiTheme="minorBidi"/>
      <w:sz w:val="24"/>
    </w:rPr>
  </w:style>
  <w:style w:type="paragraph" w:customStyle="1" w:styleId="libEn">
    <w:name w:val="libEn"/>
    <w:basedOn w:val="libNormal"/>
    <w:link w:val="libEnChar"/>
    <w:qFormat/>
    <w:rsid w:val="00336A70"/>
    <w:rPr>
      <w:rFonts w:asciiTheme="minorBidi" w:hAnsiTheme="minorBidi"/>
      <w:sz w:val="24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libNormal"/>
    <w:uiPriority w:val="39"/>
    <w:unhideWhenUsed/>
    <w:qFormat/>
    <w:rsid w:val="00FD2E0A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FD2E0A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customStyle="1" w:styleId="libArCenter">
    <w:name w:val="libArCenter"/>
    <w:basedOn w:val="libAr"/>
    <w:qFormat/>
    <w:rsid w:val="000C0B2A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1B2552"/>
    <w:pPr>
      <w:spacing w:after="100" w:line="276" w:lineRule="auto"/>
      <w:ind w:left="660"/>
    </w:pPr>
    <w:rPr>
      <w:rFonts w:ascii="SolaimanLipi" w:hAnsi="SolaimanLipi" w:cs="SolaimanLipi"/>
    </w:rPr>
  </w:style>
  <w:style w:type="paragraph" w:styleId="TOC5">
    <w:name w:val="toc 5"/>
    <w:basedOn w:val="Normal"/>
    <w:next w:val="Normal"/>
    <w:autoRedefine/>
    <w:uiPriority w:val="39"/>
    <w:unhideWhenUsed/>
    <w:rsid w:val="001B2552"/>
    <w:pPr>
      <w:spacing w:after="100" w:line="276" w:lineRule="auto"/>
      <w:ind w:left="880"/>
    </w:pPr>
    <w:rPr>
      <w:rFonts w:ascii="SolaimanLipi" w:hAnsi="SolaimanLipi" w:cs="SolaimanLipi"/>
    </w:rPr>
  </w:style>
  <w:style w:type="paragraph" w:styleId="TOC6">
    <w:name w:val="toc 6"/>
    <w:basedOn w:val="Normal"/>
    <w:next w:val="Normal"/>
    <w:autoRedefine/>
    <w:uiPriority w:val="39"/>
    <w:unhideWhenUsed/>
    <w:rsid w:val="001B2552"/>
    <w:pPr>
      <w:spacing w:after="100" w:line="276" w:lineRule="auto"/>
      <w:ind w:left="1100"/>
    </w:pPr>
    <w:rPr>
      <w:rFonts w:ascii="SolaimanLipi" w:hAnsi="SolaimanLipi" w:cs="SolaimanLipi"/>
    </w:rPr>
  </w:style>
  <w:style w:type="paragraph" w:styleId="TOC7">
    <w:name w:val="toc 7"/>
    <w:basedOn w:val="Normal"/>
    <w:next w:val="Normal"/>
    <w:autoRedefine/>
    <w:uiPriority w:val="39"/>
    <w:unhideWhenUsed/>
    <w:rsid w:val="001B2552"/>
    <w:pPr>
      <w:spacing w:after="100" w:line="276" w:lineRule="auto"/>
      <w:ind w:left="1320"/>
    </w:pPr>
    <w:rPr>
      <w:rFonts w:ascii="SolaimanLipi" w:hAnsi="SolaimanLipi" w:cs="SolaimanLipi"/>
    </w:rPr>
  </w:style>
  <w:style w:type="paragraph" w:styleId="TOC8">
    <w:name w:val="toc 8"/>
    <w:basedOn w:val="Normal"/>
    <w:next w:val="Normal"/>
    <w:autoRedefine/>
    <w:uiPriority w:val="39"/>
    <w:unhideWhenUsed/>
    <w:rsid w:val="001B2552"/>
    <w:pPr>
      <w:spacing w:after="100" w:line="276" w:lineRule="auto"/>
      <w:ind w:left="1540"/>
    </w:pPr>
    <w:rPr>
      <w:rFonts w:ascii="SolaimanLipi" w:hAnsi="SolaimanLipi" w:cs="SolaimanLipi"/>
    </w:rPr>
  </w:style>
  <w:style w:type="paragraph" w:styleId="TOC9">
    <w:name w:val="toc 9"/>
    <w:basedOn w:val="Normal"/>
    <w:next w:val="Normal"/>
    <w:autoRedefine/>
    <w:uiPriority w:val="39"/>
    <w:unhideWhenUsed/>
    <w:rsid w:val="001B2552"/>
    <w:pPr>
      <w:spacing w:after="100" w:line="276" w:lineRule="auto"/>
      <w:ind w:left="1760"/>
    </w:pPr>
    <w:rPr>
      <w:rFonts w:ascii="SolaimanLipi" w:hAnsi="SolaimanLipi" w:cs="SolaimanLipi"/>
    </w:rPr>
  </w:style>
  <w:style w:type="paragraph" w:customStyle="1" w:styleId="libPoemTini">
    <w:name w:val="libPoemTini"/>
    <w:basedOn w:val="Normal"/>
    <w:link w:val="libPoemTiniChar"/>
    <w:rsid w:val="000858AF"/>
    <w:pPr>
      <w:bidi/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</w:rPr>
  </w:style>
  <w:style w:type="character" w:customStyle="1" w:styleId="libPoemTiniChar">
    <w:name w:val="libPoemTini Char"/>
    <w:basedOn w:val="DefaultParagraphFont"/>
    <w:link w:val="libPoemTini"/>
    <w:rsid w:val="000858AF"/>
    <w:rPr>
      <w:rFonts w:ascii="Times New Roman" w:eastAsia="Times New Roman" w:hAnsi="Times New Roman" w:cs="Traditional Arabic"/>
      <w:color w:val="000000"/>
      <w:sz w:val="24"/>
      <w:szCs w:val="2"/>
    </w:rPr>
  </w:style>
  <w:style w:type="paragraph" w:customStyle="1" w:styleId="libArCenterBold">
    <w:name w:val="libArCenterBold"/>
    <w:basedOn w:val="libAr"/>
    <w:rsid w:val="000C0B2A"/>
    <w:pPr>
      <w:jc w:val="center"/>
    </w:pPr>
    <w:rPr>
      <w:rFonts w:ascii="Traditional Arabic" w:eastAsia="Traditional Arabic" w:hAnsi="Traditional Arabic"/>
      <w:b/>
      <w:bCs/>
      <w:szCs w:val="36"/>
    </w:rPr>
  </w:style>
  <w:style w:type="paragraph" w:customStyle="1" w:styleId="libPoem">
    <w:name w:val="libPoem"/>
    <w:basedOn w:val="Normal"/>
    <w:link w:val="libPoemChar"/>
    <w:rsid w:val="000858AF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</w:rPr>
  </w:style>
  <w:style w:type="character" w:customStyle="1" w:styleId="libPoemChar">
    <w:name w:val="libPoem Char"/>
    <w:basedOn w:val="DefaultParagraphFont"/>
    <w:link w:val="libPoem"/>
    <w:rsid w:val="000858AF"/>
    <w:rPr>
      <w:rFonts w:ascii="Times New Roman" w:eastAsia="Times New Roman" w:hAnsi="Times New Roman" w:cs="Traditional Arabic"/>
      <w:color w:val="000000"/>
      <w:sz w:val="24"/>
      <w:szCs w:val="30"/>
    </w:rPr>
  </w:style>
  <w:style w:type="table" w:styleId="TableGrid">
    <w:name w:val="Table Grid"/>
    <w:basedOn w:val="TableNormal"/>
    <w:rsid w:val="000858AF"/>
    <w:pPr>
      <w:bidi/>
      <w:jc w:val="lowKashida"/>
    </w:pPr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873980"/>
    <w:pPr>
      <w:spacing w:after="0" w:line="240" w:lineRule="auto"/>
    </w:pPr>
    <w:rPr>
      <w:rFonts w:ascii="Tahoma" w:eastAsia="SolaimanLip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73980"/>
    <w:rPr>
      <w:rFonts w:ascii="Tahoma" w:eastAsia="SolaimanLipi" w:hAnsi="Tahoma" w:cs="Tahoma"/>
      <w:sz w:val="16"/>
      <w:szCs w:val="16"/>
    </w:rPr>
  </w:style>
  <w:style w:type="paragraph" w:customStyle="1" w:styleId="libTitr2">
    <w:name w:val="libTitr2"/>
    <w:basedOn w:val="libTitr1"/>
    <w:qFormat/>
    <w:rsid w:val="000E3D11"/>
    <w:rPr>
      <w:sz w:val="48"/>
      <w:szCs w:val="48"/>
    </w:rPr>
  </w:style>
  <w:style w:type="paragraph" w:customStyle="1" w:styleId="libNotice">
    <w:name w:val="libNotice"/>
    <w:basedOn w:val="libNormal"/>
    <w:qFormat/>
    <w:rsid w:val="000E3D11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2D0682"/>
    <w:rPr>
      <w:sz w:val="26"/>
      <w:szCs w:val="26"/>
    </w:rPr>
  </w:style>
  <w:style w:type="character" w:customStyle="1" w:styleId="libFootnoteArChar">
    <w:name w:val="libFootnoteAr Char"/>
    <w:basedOn w:val="libArChar"/>
    <w:link w:val="libFootnoteAr"/>
    <w:rsid w:val="00313FD6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2D259D"/>
    <w:pPr>
      <w:bidi w:val="0"/>
      <w:ind w:firstLine="288"/>
    </w:pPr>
    <w:rPr>
      <w:rFonts w:eastAsia="Times New Roman"/>
    </w:rPr>
  </w:style>
  <w:style w:type="character" w:customStyle="1" w:styleId="libArCharChar">
    <w:name w:val="libArChar Char"/>
    <w:basedOn w:val="libArChar"/>
    <w:link w:val="libArChar0"/>
    <w:rsid w:val="002D259D"/>
    <w:rPr>
      <w:rFonts w:eastAsia="Times New Roman"/>
    </w:rPr>
  </w:style>
  <w:style w:type="paragraph" w:customStyle="1" w:styleId="libLink">
    <w:name w:val="libLink"/>
    <w:basedOn w:val="libEn"/>
    <w:link w:val="libLinkChar"/>
    <w:rsid w:val="00CB01CB"/>
    <w:pPr>
      <w:jc w:val="center"/>
    </w:pPr>
    <w:rPr>
      <w:b/>
      <w:bCs/>
      <w:sz w:val="48"/>
    </w:rPr>
  </w:style>
  <w:style w:type="character" w:customStyle="1" w:styleId="libLinkChar">
    <w:name w:val="libLink Char"/>
    <w:basedOn w:val="libEnChar"/>
    <w:link w:val="libLink"/>
    <w:rsid w:val="00CB01CB"/>
    <w:rPr>
      <w:b/>
      <w:bCs/>
      <w:sz w:val="48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63395D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63395D"/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95D"/>
    <w:rPr>
      <w:rFonts w:asciiTheme="minorHAnsi" w:eastAsiaTheme="minorEastAsia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95D"/>
    <w:pPr>
      <w:spacing w:after="0" w:line="240" w:lineRule="auto"/>
    </w:pPr>
    <w:rPr>
      <w:sz w:val="20"/>
      <w:szCs w:val="20"/>
    </w:rPr>
  </w:style>
  <w:style w:type="paragraph" w:customStyle="1" w:styleId="libArBold">
    <w:name w:val="libArBold"/>
    <w:basedOn w:val="libAr"/>
    <w:link w:val="libArBoldChar"/>
    <w:rsid w:val="0063395D"/>
    <w:rPr>
      <w:b/>
      <w:bCs/>
    </w:rPr>
  </w:style>
  <w:style w:type="character" w:customStyle="1" w:styleId="libArBoldChar">
    <w:name w:val="libArBold Char"/>
    <w:basedOn w:val="libArChar"/>
    <w:link w:val="libArBold"/>
    <w:rsid w:val="0063395D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63395D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63395D"/>
    <w:rPr>
      <w:rFonts w:ascii="Times New Roman" w:eastAsia="Times New Roman" w:hAnsi="Times New Roman" w:cs="Traditional Arabic"/>
      <w:color w:val="000000"/>
      <w:sz w:val="24"/>
      <w:szCs w:val="32"/>
    </w:rPr>
  </w:style>
  <w:style w:type="paragraph" w:customStyle="1" w:styleId="libVar">
    <w:name w:val="libVar"/>
    <w:basedOn w:val="libNormal"/>
    <w:next w:val="libNormal"/>
    <w:link w:val="libVarChar"/>
    <w:rsid w:val="0063395D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63395D"/>
    <w:rPr>
      <w:rFonts w:ascii="Times New Roman" w:eastAsia="Times New Roman" w:hAnsi="Times New Roman" w:cs="B Badr"/>
      <w:sz w:val="32"/>
    </w:rPr>
  </w:style>
  <w:style w:type="paragraph" w:customStyle="1" w:styleId="libPoemTiniChar0">
    <w:name w:val="libPoemTiniChar"/>
    <w:basedOn w:val="libPoemTini"/>
    <w:link w:val="libPoemTiniCharChar"/>
    <w:qFormat/>
    <w:rsid w:val="0063395D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63395D"/>
    <w:rPr>
      <w:rFonts w:cs="B Badr"/>
      <w:sz w:val="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95D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3395D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libPoemCenter">
    <w:name w:val="libPoemCenter"/>
    <w:basedOn w:val="libPoem"/>
    <w:next w:val="libPoem"/>
    <w:rsid w:val="0063395D"/>
    <w:pPr>
      <w:jc w:val="center"/>
    </w:pPr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new%20template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63ED-5DF2-444C-9256-5670508D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</Template>
  <TotalTime>73</TotalTime>
  <Pages>40</Pages>
  <Words>17082</Words>
  <Characters>97371</Characters>
  <Application>Microsoft Office Word</Application>
  <DocSecurity>0</DocSecurity>
  <Lines>811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Feysal</cp:lastModifiedBy>
  <cp:revision>6</cp:revision>
  <cp:lastPrinted>2017-06-20T08:11:00Z</cp:lastPrinted>
  <dcterms:created xsi:type="dcterms:W3CDTF">2017-09-14T04:32:00Z</dcterms:created>
  <dcterms:modified xsi:type="dcterms:W3CDTF">2017-09-14T05:47:00Z</dcterms:modified>
</cp:coreProperties>
</file>