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727" w:rsidRDefault="00700727" w:rsidP="00700727">
      <w:pPr>
        <w:pStyle w:val="libNormal"/>
      </w:pPr>
    </w:p>
    <w:p w:rsidR="00700727" w:rsidRDefault="00700727" w:rsidP="00700727">
      <w:pPr>
        <w:pStyle w:val="libNormal"/>
      </w:pPr>
    </w:p>
    <w:p w:rsidR="00700727" w:rsidRDefault="00700727" w:rsidP="00700727">
      <w:pPr>
        <w:pStyle w:val="libTitr1"/>
      </w:pPr>
      <w:r>
        <w:rPr>
          <w:rFonts w:hint="cs"/>
          <w:cs/>
          <w:lang w:bidi="bn-IN"/>
        </w:rPr>
        <w:t>বিচারবুদ্ধি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দৃষ্টিতে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বারযাখ্</w:t>
      </w:r>
    </w:p>
    <w:p w:rsidR="00700727" w:rsidRDefault="00700727" w:rsidP="00700727">
      <w:pPr>
        <w:pStyle w:val="libNormal"/>
      </w:pPr>
    </w:p>
    <w:p w:rsidR="00700727" w:rsidRDefault="00700727" w:rsidP="00700727">
      <w:pPr>
        <w:pStyle w:val="libNormal"/>
      </w:pPr>
    </w:p>
    <w:p w:rsidR="00700727" w:rsidRDefault="00700727" w:rsidP="00700727">
      <w:pPr>
        <w:pStyle w:val="libNormal"/>
      </w:pPr>
    </w:p>
    <w:p w:rsidR="00700727" w:rsidRDefault="00700727" w:rsidP="00700727">
      <w:pPr>
        <w:pStyle w:val="libNormal"/>
      </w:pPr>
    </w:p>
    <w:p w:rsidR="00700727" w:rsidRDefault="00700727" w:rsidP="00700727">
      <w:pPr>
        <w:pStyle w:val="libNormal"/>
      </w:pPr>
    </w:p>
    <w:p w:rsidR="00700727" w:rsidRDefault="00700727" w:rsidP="00700727">
      <w:pPr>
        <w:pStyle w:val="libNormal"/>
      </w:pPr>
    </w:p>
    <w:p w:rsidR="00700727" w:rsidRDefault="00700727" w:rsidP="00700727">
      <w:pPr>
        <w:pStyle w:val="libNormal"/>
      </w:pPr>
    </w:p>
    <w:p w:rsidR="00700727" w:rsidRDefault="00700727" w:rsidP="00700727">
      <w:pPr>
        <w:pStyle w:val="libNormal"/>
      </w:pPr>
    </w:p>
    <w:p w:rsidR="00700727" w:rsidRDefault="00700727" w:rsidP="00700727">
      <w:pPr>
        <w:pStyle w:val="libNormal"/>
      </w:pPr>
    </w:p>
    <w:p w:rsidR="00700727" w:rsidRDefault="00700727" w:rsidP="00700727">
      <w:pPr>
        <w:pStyle w:val="libNormal"/>
      </w:pPr>
    </w:p>
    <w:p w:rsidR="00700727" w:rsidRDefault="00700727" w:rsidP="00700727">
      <w:pPr>
        <w:pStyle w:val="libNormal"/>
      </w:pPr>
    </w:p>
    <w:p w:rsidR="00700727" w:rsidRDefault="00700727" w:rsidP="00700727">
      <w:pPr>
        <w:pStyle w:val="libNormal"/>
      </w:pPr>
    </w:p>
    <w:p w:rsidR="00700727" w:rsidRDefault="00700727" w:rsidP="00700727">
      <w:pPr>
        <w:pStyle w:val="libNormal"/>
      </w:pPr>
    </w:p>
    <w:p w:rsidR="00700727" w:rsidRDefault="00700727" w:rsidP="00700727">
      <w:pPr>
        <w:pStyle w:val="libTitr2"/>
      </w:pPr>
      <w:r>
        <w:rPr>
          <w:rFonts w:hint="cs"/>
          <w:cs/>
          <w:lang w:bidi="bn-IN"/>
        </w:rPr>
        <w:t>নূর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হোসেন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মজিদী</w:t>
      </w:r>
    </w:p>
    <w:p w:rsidR="00700727" w:rsidRPr="009C308B" w:rsidRDefault="00700727" w:rsidP="009E173E">
      <w:r>
        <w:br w:type="page"/>
      </w:r>
    </w:p>
    <w:p w:rsidR="00700727" w:rsidRDefault="00700727" w:rsidP="00700727">
      <w:pPr>
        <w:pStyle w:val="libTitr2"/>
      </w:pPr>
      <w:r>
        <w:rPr>
          <w:rFonts w:hint="cs"/>
          <w:cs/>
          <w:lang w:bidi="bn-IN"/>
        </w:rPr>
        <w:lastRenderedPageBreak/>
        <w:t>এই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বইটি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হাসানাইন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</w:t>
      </w:r>
      <w:r>
        <w:rPr>
          <w:cs/>
          <w:lang w:bidi="bn-IN"/>
        </w:rPr>
        <w:t xml:space="preserve">.) </w:t>
      </w:r>
      <w:r>
        <w:rPr>
          <w:rFonts w:hint="cs"/>
          <w:cs/>
          <w:lang w:bidi="bn-IN"/>
        </w:rPr>
        <w:t>ওয়েব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সাইট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কর্তৃক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আপলোড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।</w:t>
      </w:r>
      <w:r>
        <w:rPr>
          <w:cs/>
          <w:lang w:bidi="bn-IN"/>
        </w:rPr>
        <w:t xml:space="preserve"> </w:t>
      </w:r>
    </w:p>
    <w:p w:rsidR="00700727" w:rsidRDefault="00700727" w:rsidP="00700727">
      <w:pPr>
        <w:pStyle w:val="libTitr2"/>
      </w:pPr>
      <w:r>
        <w:t>http://alhassanain.org/bengali</w:t>
      </w:r>
    </w:p>
    <w:p w:rsidR="00700727" w:rsidRPr="009C308B" w:rsidRDefault="00700727" w:rsidP="009E173E">
      <w:r>
        <w:br w:type="page"/>
      </w:r>
    </w:p>
    <w:p w:rsidR="00700727" w:rsidRDefault="00700727" w:rsidP="00700727">
      <w:pPr>
        <w:pStyle w:val="libCenterBold1"/>
      </w:pPr>
      <w:r>
        <w:rPr>
          <w:rFonts w:hint="cs"/>
          <w:cs/>
          <w:lang w:bidi="bn-IN"/>
        </w:rPr>
        <w:lastRenderedPageBreak/>
        <w:t>বিসমিল্লাহির্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রাহমানির্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রাহীম্।</w:t>
      </w:r>
    </w:p>
    <w:p w:rsidR="00700727" w:rsidRDefault="00700727" w:rsidP="00700727">
      <w:pPr>
        <w:pStyle w:val="libNormal"/>
      </w:pPr>
    </w:p>
    <w:p w:rsidR="00700727" w:rsidRDefault="00700727" w:rsidP="00700727">
      <w:pPr>
        <w:pStyle w:val="Heading1Center"/>
      </w:pPr>
      <w:r>
        <w:rPr>
          <w:rFonts w:hint="cs"/>
          <w:cs/>
        </w:rPr>
        <w:t>মুখবন্ধ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মৃত্যুপারের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ঔৎসুক্য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চিরন্তন।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ঔৎসুক্যের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পরিপূর্ণ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নিবৃত্তি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জীবদ্দশায়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সাধারণ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জেনেও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কখনোই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আগ্রহ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পরিত্যাগ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ধর্মে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ধারণা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t xml:space="preserve">, </w:t>
      </w:r>
      <w:r>
        <w:rPr>
          <w:rFonts w:hint="cs"/>
          <w:cs/>
          <w:lang w:bidi="bn-IN"/>
        </w:rPr>
        <w:t>তেমনি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মিথ্যা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কল্পনা।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সর্বাধিক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মাত্রায়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সঠিক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ধারণার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প্রয়োজনীয়তা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অনুভূত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আসছে।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ইসলামী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মতে</w:t>
      </w:r>
      <w:r>
        <w:t xml:space="preserve">, </w:t>
      </w:r>
      <w:r>
        <w:rPr>
          <w:rFonts w:hint="cs"/>
          <w:cs/>
          <w:lang w:bidi="bn-IN"/>
        </w:rPr>
        <w:t>সাধারণভাবে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মৃত্যুপরবর্তী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</w:t>
      </w:r>
      <w:r w:rsidRPr="009E173E">
        <w:rPr>
          <w:rStyle w:val="libEnChar"/>
        </w:rPr>
        <w:t>’</w:t>
      </w:r>
      <w:r>
        <w:rPr>
          <w:rFonts w:hint="cs"/>
          <w:cs/>
          <w:lang w:bidi="bn-IN"/>
        </w:rPr>
        <w:t>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মৃত্যুর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পুনরুত্থান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পর্যন্ত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পুনরুত্থান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তদ্পরবর্তী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জান্নাতী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জাহান্নামী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পুনরুত্থান</w:t>
      </w:r>
      <w:r>
        <w:t xml:space="preserve">, </w:t>
      </w:r>
      <w:r>
        <w:rPr>
          <w:rFonts w:hint="cs"/>
          <w:cs/>
          <w:lang w:bidi="bn-IN"/>
        </w:rPr>
        <w:t>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বেহেশত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দোযখ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আখেরাতের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ঈমান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পোষণ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মৌলিক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চৈন্তিক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ভিত্তি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উছূলে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আক্বাএদ্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অন্যতম।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বিস্তারিত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বক্তব্য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অন্যদিকে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বিচারবুদ্ধি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পুনরুত্থান</w:t>
      </w:r>
      <w:r>
        <w:t xml:space="preserve">, </w:t>
      </w:r>
      <w:r>
        <w:rPr>
          <w:rFonts w:hint="cs"/>
          <w:cs/>
          <w:lang w:bidi="bn-IN"/>
        </w:rPr>
        <w:t>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পুরষ্কারের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প্রয়োজনীয়তাকে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অনস্বীকার্য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গণ্য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তেমনি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স্বীকার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বিচারবুদ্ধির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দলীল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উপস্থাপন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প্রণিধানযোগ্য।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t xml:space="preserve">, </w:t>
      </w:r>
      <w:r>
        <w:rPr>
          <w:rFonts w:hint="cs"/>
          <w:cs/>
          <w:lang w:bidi="bn-IN"/>
        </w:rPr>
        <w:t>যিনি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প্রথম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পুনঃসৃষ্টি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করবেন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প্রথম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তুলনায়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পুনঃসৃষ্টি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অপেক্ষাকৃত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সহজ।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মৃত্যুপরবর্তী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পুনরুত্থানের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প্রয়োজনীয়তা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অস্বীকার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একমাত্র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বিচারবুদ্ধি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বর্জনকারী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নাস্তিকতায়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বিশ্বাসী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একগুঁয়ে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ব্যতীত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lastRenderedPageBreak/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পুনরুত্থানের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সময়টিতে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সংক্রান্ত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ধারণা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ধারণার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গুরুত্বের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গুরুত্বের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খুব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গুরুত্বপূর্ণ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অন্যদিকে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অধ্যায়টি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সম্বন্ধেই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ঔৎসুক্য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সবচেয়ে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বেশী।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মানবিক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বিচারবুদ্ধি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পুনরুত্থানের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সম্ভাব্যতাকে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খুব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সহজেই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অনুধাবন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মহাজ্ঞানময়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সর্বশক্তিমান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প্রাণশীল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মৃতদেহের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বিক্ষিপ্ত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বস্তুকণাগুলোকে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ইচ্ছাশক্তিবলে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একত্রিত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পুনঃসৃষ্টিকরণ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মোটেই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কঠিন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চায়</w:t>
      </w:r>
      <w:r>
        <w:t xml:space="preserve">, </w:t>
      </w:r>
      <w:r>
        <w:rPr>
          <w:rFonts w:hint="cs"/>
          <w:cs/>
          <w:lang w:bidi="bn-IN"/>
        </w:rPr>
        <w:t>মৃত্যুর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আত্মা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বিচ্ছিন্ন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অবশ্য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ওয়ায্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নছ্বীহতে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এতদসংক্রান্ত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বই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পুস্তকে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ক্ববর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আযাব্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গুরুত্বপূর্ণ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জায়গা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দখল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সাধারণতঃ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ছ্বহীহ্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নিখুঁত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ছ্বহীহ্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বহু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বহু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ভিত্তিহীন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কিচ্ছা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কাহিনীর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সমাহার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ওয়ায্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নছ্বীহত্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এতদসংক্রান্ত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বই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পুস্তকে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বিচারবুদ্ধি</w:t>
      </w:r>
      <w:r>
        <w:rPr>
          <w:cs/>
          <w:lang w:bidi="bn-IN"/>
        </w:rPr>
        <w:t xml:space="preserve"> (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আক্বল্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দলীলের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ব্যবহার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কদাচিৎ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তাছাড়া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বক্তব্য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উপস্থাপন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চিন্তাশীল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শ্রোতা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পাঠক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পাঠিকাদের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নিকট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গ্রহণযোগ্য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বহু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জবাব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যেমন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ক্ববরের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জিজ্ঞাসাবাদ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পুরষ্কারের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t xml:space="preserve">,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ক্ববর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বলতে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খননকৃত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ক্ববরকে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বুঝানো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আদৌ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ঠিক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ওয়ায্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নছ্বীহতে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এতদসংক্রান্ত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বই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পুস্তকে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মোটামুটিভাবে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মৃত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ক্ববরস্থ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ক্ববরের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ভিতরেই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রূহ্</w:t>
      </w:r>
      <w:r>
        <w:rPr>
          <w:rFonts w:hint="eastAsia"/>
        </w:rPr>
        <w:t>’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ফিরিয়ে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তুলে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বসানো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জিজ্ঞাসাবাদ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অতঃপর</w:t>
      </w:r>
      <w:r>
        <w:t xml:space="preserve">, </w:t>
      </w:r>
      <w:r>
        <w:rPr>
          <w:rFonts w:hint="cs"/>
          <w:cs/>
          <w:lang w:bidi="bn-IN"/>
        </w:rPr>
        <w:t>ক্ববরস্থ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গুনাহ্গার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ক্ববরের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</w:t>
      </w:r>
      <w:r w:rsidRPr="009E173E">
        <w:rPr>
          <w:rStyle w:val="libEnChar"/>
        </w:rPr>
        <w:t>’</w:t>
      </w:r>
      <w:r>
        <w:rPr>
          <w:rFonts w:hint="cs"/>
          <w:cs/>
          <w:lang w:bidi="bn-IN"/>
        </w:rPr>
        <w:t>পাশের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পিষে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ফেলে।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এরূপ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ক্ববর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খুলে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পিষে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ফেলা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মণ্ডের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যাবে।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চরম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পাপাচারী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মৃতদেহ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অল্প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কয়েক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পোস্ট্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মর্টেমের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তুললে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মৃতদেহটি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ঠিক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ঠিক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রকমই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অবশ্য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মাঝে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মাঝে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ব্যতিক্রমী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প্রচার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যেমন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অমুক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জায়গায়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জনৈক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পাপাচারী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ক্ববর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আগুন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বেরিয়েছে</w:t>
      </w:r>
      <w:r>
        <w:t xml:space="preserve">,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ক্ববর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খুঁড়তে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কিছুতেই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খোঁড়া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; </w:t>
      </w:r>
      <w:r>
        <w:rPr>
          <w:rFonts w:hint="cs"/>
          <w:cs/>
          <w:lang w:bidi="bn-IN"/>
        </w:rPr>
        <w:t>চারপাশ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ক্ববর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যাচ্ছিলো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বিধায়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মাটিচাপা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t xml:space="preserve">, </w:t>
      </w:r>
      <w:r>
        <w:rPr>
          <w:rFonts w:hint="cs"/>
          <w:cs/>
          <w:lang w:bidi="bn-IN"/>
        </w:rPr>
        <w:t>ইত্যাদি।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এগুলো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সাধারণতঃ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বানানো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গল্প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অথবা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কারসাযী।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ক্ষেত্রবিশেষে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ক্ববর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স্থানান্তরের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লক্ষ্যে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দীর্ঘদিন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নেককার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মৃতদেহ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স্যাঁতসেঁতে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জায়গায়ও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পচনমুক্ত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স্বাস্থ্যবৈজ্ঞানিক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ব্যাখ্যা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গিয়েছে।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অবশ্য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চাইলে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বান্দাহদের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শিক্ষা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সতর্ক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অলৌকিক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অসাধারণ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সংঘটিত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পারেন</w:t>
      </w:r>
      <w:r>
        <w:t xml:space="preserve">,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আক্বল্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দিয়েছেন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এরপরও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হেদায়াতের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নাযিল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</w:t>
      </w:r>
      <w:r>
        <w:t xml:space="preserve">; </w:t>
      </w:r>
      <w:r>
        <w:rPr>
          <w:rFonts w:hint="cs"/>
          <w:cs/>
          <w:lang w:bidi="bn-IN"/>
        </w:rPr>
        <w:t>অতঃপর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সাধারণভাবে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ফলশ্রুতি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বিধির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বরখেলাফে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সুন্নাত্।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গণ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আযাব্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আযাব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নাযিল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সাধারণতঃ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প্রাকৃতিক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বিধানে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শক্তিসঞ্চারের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মাধ্যমে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ক্ববর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আযাব্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সংক্রান্ত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ব্যাখ্যায়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সমস্যা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t xml:space="preserve">, </w:t>
      </w:r>
      <w:r>
        <w:rPr>
          <w:rFonts w:hint="cs"/>
          <w:cs/>
          <w:lang w:bidi="bn-IN"/>
        </w:rPr>
        <w:t>ক্ববর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আযাবের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ক্ববর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মরদেহে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“</w:t>
      </w:r>
      <w:r>
        <w:rPr>
          <w:rFonts w:hint="cs"/>
          <w:cs/>
          <w:lang w:bidi="bn-IN"/>
        </w:rPr>
        <w:t>রূহ্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প্রত্যাবর্তন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পুড়িয়ে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ফেলা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অথবা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পচেগলে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পানিতে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মিশে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মাছের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পেটে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অথবা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পচেগলে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গিয়েই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বাঘের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পেটে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কুমীরের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পেটে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ক্ববর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আযাব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পড়ার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দাঁড়ালো</w:t>
      </w:r>
      <w:r>
        <w:t xml:space="preserve">? </w:t>
      </w:r>
      <w:r>
        <w:rPr>
          <w:rFonts w:hint="cs"/>
          <w:cs/>
          <w:lang w:bidi="bn-IN"/>
        </w:rPr>
        <w:t>একজন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গুনাহ্গার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মুসলমান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ক্ববরের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সওয়াল্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জবাব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ক্ববর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আযাবের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মুখোমুখি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t xml:space="preserve">,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অমুসলিমের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মৃতদেহ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আযাব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বেঁচে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যাবে</w:t>
      </w:r>
      <w:r>
        <w:t xml:space="preserve">?! </w:t>
      </w:r>
      <w:r>
        <w:rPr>
          <w:rFonts w:hint="cs"/>
          <w:cs/>
          <w:lang w:bidi="bn-IN"/>
        </w:rPr>
        <w:t>সুতরাং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সুস্পষ্ট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সওয়াল্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জবাব্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ক্ববর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আযাবের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ব্যাখ্যা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আদৌ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ঠিক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lastRenderedPageBreak/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প্রসঙ্গে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অপরিহার্য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করছি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সমস্ত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প্রদত্ত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সর্বজনীন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মানদণ্ড</w:t>
      </w:r>
      <w:r>
        <w:rPr>
          <w:rFonts w:hint="eastAsia"/>
        </w:rPr>
        <w:t>‘</w:t>
      </w:r>
      <w:r>
        <w:rPr>
          <w:rFonts w:hint="cs"/>
          <w:cs/>
          <w:lang w:bidi="bn-IN"/>
        </w:rPr>
        <w:t>আক্বল্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বিচারবুদ্ধি</w:t>
      </w:r>
      <w:r>
        <w:rPr>
          <w:cs/>
          <w:lang w:bidi="bn-IN"/>
        </w:rPr>
        <w:t xml:space="preserve">)-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প্রয়োগের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তাকিদ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t xml:space="preserve">,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নাযিলকৃত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পূর্ণাঙ্গ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হেদায়াত্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</w:t>
      </w:r>
      <w:r>
        <w:t xml:space="preserve">,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স্তরে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বিরাট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সংখ্যক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সূত্রে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মুতাওয়াতির্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প্রত্যয়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প্রথম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যুগের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সমগ্র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উম্মাহর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সর্বসম্মত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বিষয়সমূহ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ইজমা</w:t>
      </w:r>
      <w:r>
        <w:rPr>
          <w:rFonts w:hint="eastAsia"/>
        </w:rPr>
        <w:t>‘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উম্মাহ্</w:t>
      </w:r>
      <w:r>
        <w:rPr>
          <w:cs/>
          <w:lang w:bidi="bn-IN"/>
        </w:rPr>
        <w:t xml:space="preserve">) -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করীম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সুন্নাতের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উদ্ঘাটনকারী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ব্যতীত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দলীলের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দ্বারাই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ইসলামী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আক্বাএদের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মূলনীতির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তাওহীদ্</w:t>
      </w:r>
      <w:r>
        <w:t xml:space="preserve">, </w:t>
      </w:r>
      <w:r>
        <w:rPr>
          <w:rFonts w:hint="cs"/>
          <w:cs/>
          <w:lang w:bidi="bn-IN"/>
        </w:rPr>
        <w:t>আখেরাত্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নবুওয়াতের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শাখা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প্রশাখা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সমূহ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ফরয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হারামের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ইন্তেকালের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শতাধিক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বছর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সংকলিত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হাদীছগ্রন্থ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সমূহে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স্থানপ্রাপ্ত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স্তরে</w:t>
      </w:r>
      <w:r>
        <w:t xml:space="preserve">, </w:t>
      </w: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প্রথম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দিককার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স্তরে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সূত্রে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বর্ণিত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খবরে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ওয়াহেদ্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হাদীছ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উপরোক্ত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জ্ঞানসূত্রের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সাংঘর্ষিক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সাপেক্ষে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গৌণ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মুস্তাহাব্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মাকরূহ্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প্রায়োগিক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গ্রহণযোগ্য।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মুতাওয়াতির্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ইজমা</w:t>
      </w:r>
      <w:r>
        <w:rPr>
          <w:rFonts w:hint="eastAsia"/>
        </w:rPr>
        <w:t>‘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উম্মাহ্ও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আক্বল্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সাংঘর্ষিক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যদিও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কার্যতঃ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, </w:t>
      </w:r>
      <w:r>
        <w:rPr>
          <w:rFonts w:hint="cs"/>
          <w:cs/>
          <w:lang w:bidi="bn-IN"/>
        </w:rPr>
        <w:t>তবুও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তর্কের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খাতিরে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নিচ্ছি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তাহলে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সংশ্লিষ্ট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তাওয়াতোরে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সন্দেহ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সংশ্লিষ্ট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ইজমা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ভুলের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প্রতিষ্ঠিত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গণ্য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মোদ্দা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t xml:space="preserve">,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আক্বল্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সাংঘর্ষিক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গ্রহণযোগ্য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করীম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রচিত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গণ্য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সুতরাং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অব্যবহিত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পুনরুত্থান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পূর্ববর্তী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সম্বন্ধে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আক্বল্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দলীল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অপরিহার্য।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দুর্ভাগ্যজনক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ওয়ায্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নছ্বীহতে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বই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পুস্তকে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আক্বল্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দলীল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ব্যবহার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সংশয়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ক্ববর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আযাব্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সংক্রান্ত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প্রচলিত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ধারণা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প্রত্যাখ্যান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গিয়ে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সত্যতাই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অস্বীকার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নিজেদেরকে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খাঁটি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সমর্থক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ওলামায়ে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কেরামের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বিরুদ্ধে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প্রচারাভিযান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চালাতে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লাগায়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ক্ববর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আযাবের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মোল্লা</w:t>
      </w:r>
      <w:r>
        <w:rPr>
          <w:rFonts w:hint="eastAsia"/>
        </w:rPr>
        <w:t>’</w:t>
      </w:r>
      <w:r>
        <w:rPr>
          <w:rFonts w:hint="cs"/>
          <w:cs/>
          <w:lang w:bidi="bn-IN"/>
        </w:rPr>
        <w:t>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আবিষ্কার</w:t>
      </w:r>
      <w:r>
        <w:t xml:space="preserve">; </w:t>
      </w:r>
      <w:r>
        <w:rPr>
          <w:rFonts w:hint="cs"/>
          <w:cs/>
          <w:lang w:bidi="bn-IN"/>
        </w:rPr>
        <w:t>ইসলামে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ভিত্তি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প্রচলিত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ধারণায়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পুনরুত্থানের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পূর্ববর্তী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সওয়াল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জবাব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ক্ববর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আযাবের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t xml:space="preserve">, </w:t>
      </w:r>
      <w:r>
        <w:rPr>
          <w:rFonts w:hint="cs"/>
          <w:cs/>
          <w:lang w:bidi="bn-IN"/>
        </w:rPr>
        <w:t>ফলে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অস্বীকার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কার্যতঃ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অস্তিত্বকেই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অস্বীকার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বিংশ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শতাব্দীর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নব্বই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দশকের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শুরু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বাংলাদেশে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</w:t>
      </w:r>
      <w:r>
        <w:t xml:space="preserve">, </w:t>
      </w:r>
      <w:r>
        <w:rPr>
          <w:rFonts w:hint="cs"/>
          <w:cs/>
          <w:lang w:bidi="bn-IN"/>
        </w:rPr>
        <w:t>ইসলামের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মৌলিক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চৈন্তিক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ভিত্তিসমূহ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শাখা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প্রশাখা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সমূহ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গুরুত্বপূর্ণ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বিধি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বিধানসমূহের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পরিকল্পিত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হামলা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চালানো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শ্রেণীর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পত্রপত্রিকা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বুদ্ধিজীবী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দাবীদার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শ্রেণীর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অভিযানের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প্রথম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কাতারে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স্থান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বিরুদ্ধে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হামলা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চালাবার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ছোট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বড়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সুযোগই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হাতছাড়া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কতক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নিজেদেরকে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সম্বন্ধে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বিশেষজ্ঞ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t xml:space="preserve">, </w:t>
      </w:r>
      <w:r>
        <w:rPr>
          <w:rFonts w:hint="cs"/>
          <w:cs/>
          <w:lang w:bidi="bn-IN"/>
        </w:rPr>
        <w:t>যদিও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মৌলিক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জ্ঞান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</w:t>
      </w:r>
      <w:r>
        <w:rPr>
          <w:cs/>
          <w:lang w:bidi="bn-IN"/>
        </w:rPr>
        <w:t xml:space="preserve">.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বিদ্বেষী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পশ্চিমা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প্রাচ্যবিদদের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বিদ্বিষ্ট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বই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পুস্তক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প্রাপ্ত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ধারণাই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সংক্রান্ত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জ্ঞানের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একমাত্র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সম্বল।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বিশেষজ্ঞ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বিরোধী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কুখ্যাত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দৈনিক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পত্রিকায়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নিয়মিত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কলাম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লিখতেন।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১৯৯৬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মাঝামাঝি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পত্রিকাটির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সংখ্যায়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ক্ববর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আযাব্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অস্বীকার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নিবন্ধ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প্রকাশ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ইসলামে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ভিত্তি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এছাড়াও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রাষ্ট্র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নেতৃত্ব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গ্রন্থের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মনগড়া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সমালোচনা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t xml:space="preserve">,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খণ্ডন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বক্তব্য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প্রকাশ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এছাড়াও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কতক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লেখার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ভ্রান্তি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নির্দেশ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বক্তব্য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প্রকাশ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পরবর্তীকালে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সাপ্তাহিক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রোববার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নিয়মিত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কলাম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লিখতে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শুরু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বিভ্রান্তি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ছড়াতে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খণ্ডন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বক্তব্য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রোববার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কর্তৃপক্ষ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প্রকাশ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অনেকগুলো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সপ্তাহ্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উভয়ের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বিতর্ক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চলতে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লেখাই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ফালতু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রোববার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কর্তৃপক্ষ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কলামটি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বন্ধ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t xml:space="preserve">, </w:t>
      </w:r>
      <w:r>
        <w:rPr>
          <w:rFonts w:hint="cs"/>
          <w:cs/>
          <w:lang w:bidi="bn-IN"/>
        </w:rPr>
        <w:t>উল্লিখিত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দৈনিকটি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বিতাড়িত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ইসলাম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বিরোধী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কুখ্যাত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দৈনিকটিতে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ক্ববর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আযাব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অস্বীকার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প্রবন্ধ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প্রকাশিত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দৈনিক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মুজাদ্দেদ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ইসলাম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ঐতিহ্য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বিভাগে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কর্মরত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ছিলোম।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ক্ববর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আযাব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প্রামাণ্য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প্রবন্ধ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লিখতে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প্রস্তুতি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করলাম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বিস্তারিত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দীর্ঘ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আলোচনার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প্রয়োজন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দৈনিক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মুজাদ্দেদ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অন্য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বিভাগে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কর্মরত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সাবেক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সহকর্মী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বার্তাবিভাগে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কর্মরত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থাকাকালীন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সহকর্মী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হিরণ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ভাই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শহীদুল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হিরণ</w:t>
      </w:r>
      <w:r>
        <w:rPr>
          <w:cs/>
          <w:lang w:bidi="bn-IN"/>
        </w:rPr>
        <w:t xml:space="preserve"> -</w:t>
      </w:r>
      <w:r>
        <w:rPr>
          <w:rFonts w:hint="cs"/>
          <w:cs/>
          <w:lang w:bidi="bn-IN"/>
        </w:rPr>
        <w:t>মরহূম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কবি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মোজাম্মেল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হক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পুত্র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বিস্তারিত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লেখার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অমাকে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অনুরোধ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জানান।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মুজাদ্দেদ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কর্তৃপক্ষের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বেশী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দীর্ঘ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লেখা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লেখার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নির্দেশ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সত্ত্বেও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নিজস্ব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বিন্যাসে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“</w:t>
      </w:r>
      <w:r>
        <w:rPr>
          <w:rFonts w:hint="cs"/>
          <w:cs/>
          <w:lang w:bidi="bn-IN"/>
        </w:rPr>
        <w:t>ইসলামের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দৃষ্টিতে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বারযাখ্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প্রবন্ধ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রচনা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১৯৯৬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১৬ই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২১শে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নভেম্বর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সংখ্যায়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প্রবন্ধটির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প্রথম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অংশ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প্রকাশিত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প্রকাশ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সপ্তাহ্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স্থগিত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১৫ই</w:t>
      </w:r>
      <w:r>
        <w:t xml:space="preserve">, </w:t>
      </w:r>
      <w:r>
        <w:rPr>
          <w:rFonts w:hint="cs"/>
          <w:cs/>
          <w:lang w:bidi="bn-IN"/>
        </w:rPr>
        <w:t>১৮ই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১৯শে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ডিসেম্বর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প্রবন্ধটির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বাকী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অংশ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প্রকাশিত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পরবর্তীকালে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প্রবন্ধটিকে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পুস্তিকা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প্রকাশের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চিন্তা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প্রয়োজনীয়তার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গুরুত্ব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আরোপ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মূল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প্রবন্ধটি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বিন্যাসে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লিখেছিলাম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মুজাদ্দেদে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প্রকাশকালে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পরিবর্তন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-</w:t>
      </w:r>
      <w:r>
        <w:rPr>
          <w:rFonts w:hint="cs"/>
          <w:cs/>
          <w:lang w:bidi="bn-IN"/>
        </w:rPr>
        <w:t>যার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উদ্দেশ্য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সংক্ষেপকরণ।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বক্তব্যে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সামান্য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বিন্যাসদুর্বলতা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পরিলক্ষিত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গ্রন্থে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প্রবন্ধটি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পুনর্বিন্যস্ত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করি</w:t>
      </w:r>
      <w:r>
        <w:t xml:space="preserve">,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বিন্যাসের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দুর্বলতা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পুরোপুরি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দূরীভূত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উপশিরোনামসমূহ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মূল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সমূহ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সংযোজন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এছাড়া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প্রয়োজন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অনুভূত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বক্তব্য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সংযোজন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মূল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প্রবন্ধটির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আয়তন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বৃদ্ধি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পায়।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অভিন্ন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বিষয়বস্তুর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সংশ্লিষ্ট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বিধায়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গ্রন্থে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“‘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শহীদের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শিরোনামে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প্রবন্ধ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সংযুক্ত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প্রবন্ধটির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মূল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শিরোনাম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সামান্য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পরিবর্তিত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শিরোনামে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২৭শে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সেপ্টেম্বর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১৯৯৭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সংখ্যা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মুজাদ্দেদ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প্রকাশিত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হয়েছিলো।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গ্রন্থের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বক্ষ্যমাণ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বিন্যাসে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প্রবন্ধটিকে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মূল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আলোচনায়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একীভূত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করেছি।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আলোচ্য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অনুধাবনে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সহায়ক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বিবেচনায়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গ্রন্থের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শেষাংশে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“</w:t>
      </w:r>
      <w:r>
        <w:rPr>
          <w:rFonts w:hint="cs"/>
          <w:cs/>
          <w:lang w:bidi="bn-IN"/>
        </w:rPr>
        <w:t>রূহ্</w:t>
      </w:r>
      <w:r>
        <w:t xml:space="preserve">,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জিসমে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মিছালী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“‘</w:t>
      </w:r>
      <w:r>
        <w:rPr>
          <w:rFonts w:hint="cs"/>
          <w:cs/>
          <w:lang w:bidi="bn-IN"/>
        </w:rPr>
        <w:t>আলামে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মিছাল্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বারযাখ্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শীর্ষক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</w:t>
      </w:r>
      <w:r w:rsidRPr="009E173E">
        <w:rPr>
          <w:rStyle w:val="libEnChar"/>
        </w:rPr>
        <w:t>’</w:t>
      </w:r>
      <w:r>
        <w:rPr>
          <w:rFonts w:hint="cs"/>
          <w:cs/>
          <w:lang w:bidi="bn-IN"/>
        </w:rPr>
        <w:t>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প্রবন্ধ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সংযোজন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প্রবন্ধ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</w:t>
      </w:r>
      <w:r w:rsidRPr="009E173E">
        <w:rPr>
          <w:rStyle w:val="libEnChar"/>
        </w:rPr>
        <w:t>’</w:t>
      </w:r>
      <w:r>
        <w:rPr>
          <w:rFonts w:hint="cs"/>
          <w:cs/>
          <w:lang w:bidi="bn-IN"/>
        </w:rPr>
        <w:t>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একাধিক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যথেষ্ট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পরিবর্তনের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মাধ্যমে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লাভ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এছাড়া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মুজাদ্দেদ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কর্মরত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থাকাকালে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কর্তৃপক্ষীয়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তাগাদায়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“</w:t>
      </w:r>
      <w:r>
        <w:rPr>
          <w:rFonts w:hint="cs"/>
          <w:cs/>
          <w:lang w:bidi="bn-IN"/>
        </w:rPr>
        <w:t>দর্শন</w:t>
      </w:r>
      <w:r>
        <w:t xml:space="preserve">, </w:t>
      </w:r>
      <w:r>
        <w:rPr>
          <w:rFonts w:hint="cs"/>
          <w:cs/>
          <w:lang w:bidi="bn-IN"/>
        </w:rPr>
        <w:t>ইরফান্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শীর্ষক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আরেকটি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প্রামাণ্য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প্রবন্ধ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রচনায়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প্রবন্ধটির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প্রথম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কিস্তি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লেখার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পরিকল্পনায়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পরিবর্তন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লিখিত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অংশের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প্রথমার্ধ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স্বতন্ত্র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প্রবন্ধের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পারবর্তীকালে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কিঞ্চিৎ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সম্প্রসারিত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লেখা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নূরে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মুহাম্মাদীর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মর্মকথা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গ্রন্থে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পরিশিষ্ট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সংযোজন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অধিকতর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সম্প্রসারিত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পুনর্বিন্যস্ত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বর্তমান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গ্রন্থে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সন্নিবেশিত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“</w:t>
      </w:r>
      <w:r>
        <w:rPr>
          <w:rFonts w:hint="cs"/>
          <w:cs/>
          <w:lang w:bidi="bn-IN"/>
        </w:rPr>
        <w:t>রূহ্</w:t>
      </w:r>
      <w:r>
        <w:t xml:space="preserve">,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জিসমে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মিছালী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প্রবন্ধের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গ্রন্থের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বক্ষ্যমাণ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বিন্যাসে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সংশোধিত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রূপে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দর্শনে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তাৎপর্য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শিরোনামে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সংযোজিত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এছাড়া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লেখা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পুনর্বিন্যাসকালে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নতুন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উপশিরোনাম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যোগ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করেছি।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কৈফিয়ত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</w:t>
      </w:r>
      <w:r w:rsidRPr="009E173E">
        <w:rPr>
          <w:rStyle w:val="libEnChar"/>
        </w:rPr>
        <w:t>’</w:t>
      </w:r>
      <w:r>
        <w:rPr>
          <w:rFonts w:hint="cs"/>
          <w:cs/>
          <w:lang w:bidi="bn-IN"/>
        </w:rPr>
        <w:t>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যরূরী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করছি।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প্রথম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অত্র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গ্রন্থটি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গ্রন্থরচনার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পরিকল্পনার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ভিত্তিতে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রচিত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t xml:space="preserve">, </w:t>
      </w:r>
      <w:r>
        <w:rPr>
          <w:rFonts w:hint="cs"/>
          <w:cs/>
          <w:lang w:bidi="bn-IN"/>
        </w:rPr>
        <w:t>ইতিপূর্বে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t xml:space="preserve">, </w:t>
      </w:r>
      <w:r>
        <w:rPr>
          <w:rFonts w:hint="cs"/>
          <w:cs/>
          <w:lang w:bidi="bn-IN"/>
        </w:rPr>
        <w:t>পত্রিকায়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প্রকাশের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প্রবন্ধ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লেখা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হয়েছিলো।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সম্প্রসারিত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গ্রন্থের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বিন্যাসে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দুর্বলতা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ছাড়াও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পুনরুক্তি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এড়ানো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দ্বিতীয়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সংখ্যা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নিয়ে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গ্রন্থে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স্বতন্ত্রভাবে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আলোচনা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মূল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প্রবন্ধটি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রচনাকালে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সংবাদপত্রের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সাধারণ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পাঠক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পাঠিকাদের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বোধগম্যতার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লক্ষ্য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রেখে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প্রধানতঃ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রূহ্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আত্মা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ব্যবহার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পরবর্তীকালীন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সংযোজনসমূহে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প্রধানতঃ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নাফ্স্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ব্যক্তিসত্তা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ব্যবহার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অধিকতর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যথার্থ।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পরিভাষার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বিভিন্নতা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সত্ত্বেও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বুঝাতে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গ্রন্থটি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প্রকাশনা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প্রতিষ্ঠান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কর্তৃক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প্রকাশের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ভিত্তিতে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কম্পোজ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২০০৩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আগস্ট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ট্রেসিং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প্রিন্ট্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পর্যন্ত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প্রকাশনাপ্রতিষ্ঠানটি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গ্রন্থটি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প্রকাশ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কয়েক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বছর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সংশ্লিষ্ট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কম্পিউটারটির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হার্ড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ডিস্ক্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ক্র্যাশ্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ট্রেসিংটিও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সৌভাগ্যক্রমে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প্রুফ্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কপিটি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বক্ষ্যমাণ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গ্রন্থটি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কম্পোজ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হলো</w:t>
      </w:r>
      <w:r>
        <w:t xml:space="preserve">; </w:t>
      </w:r>
      <w:r>
        <w:rPr>
          <w:rFonts w:hint="cs"/>
          <w:cs/>
          <w:lang w:bidi="bn-IN"/>
        </w:rPr>
        <w:t>কম্পোজের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নিজেকেই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অত্যন্ত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স্বাভাবিকভাবেই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নতুন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কম্পোজকালে</w:t>
      </w:r>
      <w:r>
        <w:t xml:space="preserve">, </w:t>
      </w: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স্বয়ং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লেখক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কর্তৃক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কম্পোজের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অংশ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অপরিহার্য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প্রয়োজনীয়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বিবেচনায়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প্রয়োজনীয়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বিবেচনায়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নতুন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বক্তব্য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সংযোজন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এছাড়া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গ্রন্থের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বিন্যাসকেও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পূর্বাপেক্ষা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উন্নততর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চেষ্টা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t xml:space="preserve">, </w:t>
      </w:r>
      <w:r>
        <w:rPr>
          <w:rFonts w:hint="cs"/>
          <w:cs/>
          <w:lang w:bidi="bn-IN"/>
        </w:rPr>
        <w:t>যদিও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দুর্বলতা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দূর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গেলে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বেশী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হতো</w:t>
      </w:r>
      <w:r>
        <w:t xml:space="preserve">,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অন্যান্য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ব্যস্ততার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মাঝে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সমাপ্ত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নিশ্চয়তা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ঘনিষ্ঠ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সফ্ট্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কপি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আগ্রহে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অপেক্ষা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করছেন</w:t>
      </w:r>
      <w:r>
        <w:t xml:space="preserve">, </w:t>
      </w:r>
      <w:r>
        <w:rPr>
          <w:rFonts w:hint="cs"/>
          <w:cs/>
          <w:lang w:bidi="bn-IN"/>
        </w:rPr>
        <w:t>অন্যদিকে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নিশ্চয়তা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সংক্ষিপ্ততম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সমাপ্ত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চেষ্টা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করেছি।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প্রসঙ্গে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আরেকটি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প্রযোজন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করছি।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t xml:space="preserve">, </w:t>
      </w:r>
      <w:r>
        <w:rPr>
          <w:rFonts w:hint="cs"/>
          <w:cs/>
          <w:lang w:bidi="bn-IN"/>
        </w:rPr>
        <w:t>গ্রন্থটি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মূলতঃ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বিচারবুদ্ধি</w:t>
      </w:r>
      <w:r>
        <w:rPr>
          <w:cs/>
          <w:lang w:bidi="bn-IN"/>
        </w:rPr>
        <w:t xml:space="preserve"> (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আক্বল্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দলীলের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ভিত্তিতে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প্রণীত।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সত্ত্বেও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পত্রিকার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রচনাকালে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কতক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তরজমা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তাফসীর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কতক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গ্রন্থ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প্রবন্ধ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সাহায্য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সূত্রের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বক্তব্য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বিচারবুদ্ধির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গ্রহণযোগ্য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বিধায়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অথবা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অধিকতর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সঠিক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নিশ্চিত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লক্ষ্যে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সূত্রের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গৃহীত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গ্রন্থকার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কর্তৃক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গৃহীত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মিলিয়ে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</w:t>
      </w:r>
      <w:r w:rsidRPr="009E173E">
        <w:rPr>
          <w:rStyle w:val="libEnChar"/>
        </w:rPr>
        <w:t>’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ব্যতিক্রম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গ্রন্থমধ্যে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কোথাও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সুনির্দিষ্টভাবে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সূত্রের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সূত্রনির্দেশ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আক্বল্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ভিত্তিক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রচনা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উচিতও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বৈজ্ঞানিক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তথ্যের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সূত্রনির্দেশ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হতো।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দেশের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দৈনিক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পত্রিকার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লেখায়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সাধারণতঃ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মশহূর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সর্বজনস্বীকৃত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তথ্যের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লেখার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ভিতরে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স্থানে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সূত্রনির্দেশ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প্রয়োজন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লেখাগুলোতেও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গ্রন্থের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কতক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সূত্র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কতক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সূত্র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আওতায়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সময়াভাবে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নতুন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খুঁজে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যথাস্থানে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নির্দেশ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গ্রন্থের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শেষে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সবগুলো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সহায়ক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সূত্রের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এজমালীভাবে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অকপটে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স্বীকার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করছি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আক্বলী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দলীলের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তথ্যসূত্রের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সাহায্য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নিয়েছি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সূত্রের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বক্তব্যকে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গণ্য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আলোচ্য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আক্বলের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জবাব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দুরূহ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খুব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বেশী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</w:t>
      </w:r>
      <w:r>
        <w:t xml:space="preserve">; </w:t>
      </w:r>
      <w:r>
        <w:rPr>
          <w:rFonts w:hint="cs"/>
          <w:cs/>
          <w:lang w:bidi="bn-IN"/>
        </w:rPr>
        <w:t>অবশ্য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যতোটুকু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সাধারণভাবে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সেখানকার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পুরষ্কারের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</w:t>
      </w:r>
      <w:r>
        <w:t xml:space="preserve">;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অপরিহার্য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যথেষ্ট।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বর্ণনাকারী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ন্যূনতম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প্রয়োজনীয়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বক্তব্যের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বেশী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আশা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বিস্তারিত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বিবরণ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গেলে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বিশাল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ব্যবহারযোগ্য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ঔৎসুক্য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বেশী।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আনুষঙ্গিক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জবাব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গিয়ে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আক্বল্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ছাড়াও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অন্যান্য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সূত্রের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সাহায্য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সূত্রের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এগুলোকে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গণ্য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করছি।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তেমনি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এগুলো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আলোচনার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যুক্তিতর্কের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আশ্রয়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সেগুলোর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কেন্দ্র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যুক্তিপ্রয়োগ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উপসংহারে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উপনীত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</w:t>
      </w:r>
      <w:r>
        <w:t xml:space="preserve">; </w:t>
      </w:r>
      <w:r>
        <w:rPr>
          <w:rFonts w:hint="cs"/>
          <w:cs/>
          <w:lang w:bidi="bn-IN"/>
        </w:rPr>
        <w:t>মূল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যুক্তিতর্ক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ভিত্তিক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উপসংহার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দৃশ্যতঃ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নিশ্চয়তা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হোক</w:t>
      </w:r>
      <w:r>
        <w:t xml:space="preserve">,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ভুল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ধারণা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উদ্দেশ্যেই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স্মরণ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প্রয়োজন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করেছি।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রাব্বুল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আালামীনের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দরবারে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লাখ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লাখ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শুকরিয়া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অবশেষে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গ্রন্থটি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পুনরায়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প্রকাশোপযোগী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হলো।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মূল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গ্রন্থের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পাদটীকাগুলো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ইউনিকোডে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মূল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পাঠের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ভিতরে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তৃতীয়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বন্ধনীর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ভিতরে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মহান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গ্রন্থটিকে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লেখক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পাঠক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পাঠিকাদের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পুনরুত্থানপরবর্তী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পাথেয়স্বরূপ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আমীন।</w:t>
      </w:r>
    </w:p>
    <w:p w:rsidR="00700727" w:rsidRDefault="00700727" w:rsidP="00700727">
      <w:pPr>
        <w:pStyle w:val="libNormal"/>
      </w:pPr>
    </w:p>
    <w:p w:rsidR="00700727" w:rsidRDefault="00700727" w:rsidP="003260C6">
      <w:pPr>
        <w:pStyle w:val="libRight"/>
      </w:pPr>
      <w:r>
        <w:rPr>
          <w:rFonts w:hint="cs"/>
          <w:cs/>
          <w:lang w:bidi="bn-IN"/>
        </w:rPr>
        <w:t>নূর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হোসেন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মজিদী</w:t>
      </w:r>
    </w:p>
    <w:p w:rsidR="00700727" w:rsidRDefault="00700727" w:rsidP="003260C6">
      <w:pPr>
        <w:pStyle w:val="libRight"/>
      </w:pPr>
      <w:r>
        <w:rPr>
          <w:rFonts w:hint="cs"/>
          <w:cs/>
          <w:lang w:bidi="bn-IN"/>
        </w:rPr>
        <w:t>ঢাকা</w:t>
      </w:r>
    </w:p>
    <w:p w:rsidR="00700727" w:rsidRDefault="00700727" w:rsidP="003260C6">
      <w:pPr>
        <w:pStyle w:val="libRight"/>
      </w:pPr>
      <w:r>
        <w:rPr>
          <w:rFonts w:hint="cs"/>
          <w:cs/>
          <w:lang w:bidi="bn-IN"/>
        </w:rPr>
        <w:t>২৫শে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রামাযান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১৪৩৬</w:t>
      </w:r>
    </w:p>
    <w:p w:rsidR="00700727" w:rsidRDefault="00700727" w:rsidP="003260C6">
      <w:pPr>
        <w:pStyle w:val="libRight"/>
      </w:pPr>
      <w:r>
        <w:rPr>
          <w:rFonts w:hint="cs"/>
          <w:cs/>
          <w:lang w:bidi="bn-IN"/>
        </w:rPr>
        <w:t>২৯শে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আষাঢ়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১৪২২</w:t>
      </w:r>
    </w:p>
    <w:p w:rsidR="00700727" w:rsidRDefault="00700727" w:rsidP="003260C6">
      <w:pPr>
        <w:pStyle w:val="libRight"/>
      </w:pPr>
      <w:r>
        <w:rPr>
          <w:rFonts w:hint="cs"/>
          <w:cs/>
          <w:lang w:bidi="bn-IN"/>
        </w:rPr>
        <w:t>১৩ই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জুলাই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২০১৫।</w:t>
      </w:r>
    </w:p>
    <w:p w:rsidR="003260C6" w:rsidRPr="009C308B" w:rsidRDefault="003260C6" w:rsidP="009E173E">
      <w:r>
        <w:br w:type="page"/>
      </w:r>
    </w:p>
    <w:p w:rsidR="00700727" w:rsidRDefault="00700727" w:rsidP="003260C6">
      <w:pPr>
        <w:pStyle w:val="Heading1Center"/>
      </w:pPr>
      <w:r w:rsidRPr="003260C6">
        <w:rPr>
          <w:rStyle w:val="libEnChar"/>
          <w:rFonts w:hint="eastAsia"/>
        </w:rPr>
        <w:lastRenderedPageBreak/>
        <w:t>‘</w:t>
      </w:r>
      <w:r>
        <w:rPr>
          <w:rFonts w:hint="cs"/>
          <w:cs/>
        </w:rPr>
        <w:t>আালামে</w:t>
      </w:r>
      <w:r>
        <w:rPr>
          <w:cs/>
        </w:rPr>
        <w:t xml:space="preserve"> </w:t>
      </w:r>
      <w:r>
        <w:rPr>
          <w:rFonts w:hint="cs"/>
          <w:cs/>
        </w:rPr>
        <w:t>বারযাখ্</w:t>
      </w:r>
      <w:r>
        <w:rPr>
          <w:cs/>
        </w:rPr>
        <w:t xml:space="preserve"> </w:t>
      </w:r>
      <w:r>
        <w:rPr>
          <w:rFonts w:hint="cs"/>
          <w:cs/>
        </w:rPr>
        <w:t>প্রসঙ্গ</w:t>
      </w:r>
      <w:r>
        <w:rPr>
          <w:cs/>
        </w:rPr>
        <w:t xml:space="preserve"> </w:t>
      </w:r>
      <w:r>
        <w:rPr>
          <w:rFonts w:hint="cs"/>
          <w:cs/>
        </w:rPr>
        <w:t>ও</w:t>
      </w:r>
      <w:r>
        <w:rPr>
          <w:cs/>
        </w:rPr>
        <w:t xml:space="preserve"> </w:t>
      </w:r>
      <w:r>
        <w:rPr>
          <w:rFonts w:hint="cs"/>
          <w:cs/>
        </w:rPr>
        <w:t>তার</w:t>
      </w:r>
      <w:r>
        <w:rPr>
          <w:cs/>
        </w:rPr>
        <w:t xml:space="preserve"> </w:t>
      </w:r>
      <w:r>
        <w:rPr>
          <w:rFonts w:hint="cs"/>
          <w:cs/>
        </w:rPr>
        <w:t>পটভূমি</w:t>
      </w:r>
      <w:r>
        <w:rPr>
          <w:cs/>
        </w:rPr>
        <w:t xml:space="preserve"> </w:t>
      </w:r>
    </w:p>
    <w:p w:rsidR="00700727" w:rsidRDefault="00700727" w:rsidP="00700727">
      <w:pPr>
        <w:pStyle w:val="libNormal"/>
      </w:pP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তাওহীদ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নবুওয়াতের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পাশাপাশি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আখেরাত্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পুনর্জীবন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ভালো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মন্দ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কর্মের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প্রতিদানের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ধারণা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মূলনীতির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অন্যতম।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প্রভাবের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আখেরাতের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ধারণাই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সর্বাধিক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গুরুত্বপূর্ণ।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আখেরাতের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ধারণা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তাওহীদ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নবুওয়াতের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ধারণার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বাস্তব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প্রভাবই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সম্ভাবনা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তাওহীদ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নবুওয়াতের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ধারণা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স্রেফ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তাত্ত্বিক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জ্ঞানের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পর্যবসিত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বাধ্য।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মুসলমানদের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আখেরাত্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সংক্রান্ত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বিস্তারিত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ধারণায়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খুটিনাটি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মতপার্থক্য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থাকলেও</w:t>
      </w:r>
      <w:r>
        <w:t xml:space="preserve">, </w:t>
      </w: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বহু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সম্বন্ধে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সংক্রান্ত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মৌলিক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ধারণা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গুরুত্বপূর্ণ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দিকগুলো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সম্বন্ধে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পোষণ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t xml:space="preserve">,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ইচ্ছায়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গোটা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সৃষ্টিলোক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ধ্বংস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নিশ্চিহ্ন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প্রাণশীল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মৃত্যুবরণ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করবে।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ইচ্ছায়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নতুন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শুরু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ক্বিয়ামত্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পর্যন্ত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পৃথিবীর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আগতব্য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প্রাণশীল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সৃষ্টিকেই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দেহধারী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পুনর্জীবিত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অতঃপর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ইহজীবনে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ভালো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মন্দ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পুরষ্কার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ক্বিয়ামত্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সংঘটিত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এখনো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বাকী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ঠিক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পরিমাণ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বাকী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স্বয়ং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ব্যতীত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</w:t>
      </w:r>
      <w:r>
        <w:t xml:space="preserve">;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কয়েক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বছর</w:t>
      </w:r>
      <w:r>
        <w:t xml:space="preserve">,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কয়েক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বছর।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সুস্পষ্ট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আগেই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মৃতুবরণ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অপেক্ষা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মৃত্যুবরণ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মৃত্যুবরণ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তাদেরকেও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অপেক্ষা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পুনরুত্থানের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পূর্ববর্তী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কাটছে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কাটবে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ঔৎসুক্যের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সীমা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lastRenderedPageBreak/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বাংলাভাষী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মুসলমানদের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সর্বজনীনভাবে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প্রচলিত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সাধারণ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আক্বীদাহ্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মৃত্যুর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ক্ববর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</w:t>
      </w:r>
      <w:r w:rsidRPr="009E173E">
        <w:rPr>
          <w:rStyle w:val="libEnChar"/>
        </w:rPr>
        <w:t>’</w:t>
      </w:r>
      <w:r>
        <w:rPr>
          <w:rFonts w:hint="cs"/>
          <w:cs/>
          <w:lang w:bidi="bn-IN"/>
        </w:rPr>
        <w:t>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ফেরেশতা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ঈমান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আক্বীদাহ্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গুনাহ্গার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লোকেরা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সঠিক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জবাব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বিধায়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ক্ববরে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শস্তি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আত্মাকে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ইল্লীন্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সমুন্নত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ধাম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নামক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উত্তম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স্থানে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ঘুম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পাড়িয়ে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গুনাহ্গারদের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সীজ্জীন্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কারাগার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নামক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কষ্টকর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t xml:space="preserve">; </w:t>
      </w:r>
      <w:r>
        <w:rPr>
          <w:rFonts w:hint="cs"/>
          <w:cs/>
          <w:lang w:bidi="bn-IN"/>
        </w:rPr>
        <w:t>পুনরুত্থানের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পূর্ব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পর্যন্ত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অবস্থায়ই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থাকবে।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বই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পুস্তকে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পুনরুত্থানের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পূর্ববর্তী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জগতকে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বটে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যার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নামকরণ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অবশ্যই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সঠিক</w:t>
      </w:r>
      <w:r>
        <w:t xml:space="preserve">,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সম্বন্ধে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উপরোক্ত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সওয়াল্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জবাব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ক্ববর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আযাব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তেমন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দেশে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প্রচলিত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দ্বীনী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বই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পুস্তকে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ওয়ায্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মাহ্ফিলে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মৃত্যুপরবর্তী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প্রসঙ্গে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স্ববিরোধিতাও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ক্ববরের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সওয়াল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জবাবের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গুনাহ্গারদের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ক্ববর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আযাব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দ্বীনদারদের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ঈল্লীন্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গুনাহ্গারদের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সিজ্জীনের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গুনাহ্গারদের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দীর্ঘস্থায়ী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আযাবের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নেককারদের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পুরষ্কার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আচ্ছন্ন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রেখে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ক্ববরের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সুখ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শান্তি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তেমন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আলোচনা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এছাড়া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দো</w:t>
      </w:r>
      <w:r>
        <w:rPr>
          <w:rFonts w:hint="eastAsia"/>
        </w:rPr>
        <w:t>‘</w:t>
      </w:r>
      <w:r>
        <w:rPr>
          <w:rFonts w:hint="cs"/>
          <w:cs/>
          <w:lang w:bidi="bn-IN"/>
        </w:rPr>
        <w:t>আ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দান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ছ্বাদাক্বাহ্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ছ্বাওয়াব্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আশায়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স্বজনদের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ঘোরাফেরার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মোদ্দা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t xml:space="preserve">,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প্রচলিত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ধ্যানধারণায়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সুনির্দিষ্ট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কাঠামো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অনুপস্থিত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অস্পষ্টতা</w:t>
      </w:r>
      <w:r>
        <w:t xml:space="preserve">, </w:t>
      </w:r>
      <w:r>
        <w:rPr>
          <w:rFonts w:hint="cs"/>
          <w:cs/>
          <w:lang w:bidi="bn-IN"/>
        </w:rPr>
        <w:t>বিক্ষিপ্ততা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স্ববিরোধিতা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লক্ষ্য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“</w:t>
      </w:r>
      <w:r>
        <w:rPr>
          <w:rFonts w:hint="cs"/>
          <w:cs/>
          <w:lang w:bidi="bn-IN"/>
        </w:rPr>
        <w:t>ক্ববর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আযাব্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সর্বজনীন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বহুলপরিচিত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পরিভাষা।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আলোচনা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আলোচনার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পিছনে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মূল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উদ্দেশ্য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গুনাহ্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উদ্বুদ্ধ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t xml:space="preserve">, </w:t>
      </w:r>
      <w:r>
        <w:rPr>
          <w:rFonts w:hint="cs"/>
          <w:cs/>
          <w:lang w:bidi="bn-IN"/>
        </w:rPr>
        <w:lastRenderedPageBreak/>
        <w:t>সেহেতু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এতদসংক্রান্ত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লেখা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ওয়ায্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নছ্বীহতের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শতকরা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পঁচানব্বই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ভাগই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“</w:t>
      </w:r>
      <w:r>
        <w:rPr>
          <w:rFonts w:hint="cs"/>
          <w:cs/>
          <w:lang w:bidi="bn-IN"/>
        </w:rPr>
        <w:t>ক্ববর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আযাব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সংক্রান্ত।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এছাড়া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একদিকে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যেমন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ক্ববরের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সেখানকার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সুখ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দুঃখ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সম্বন্ধে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অস্পষ্টতা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বিতর্ক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</w:t>
      </w:r>
      <w:r>
        <w:t xml:space="preserve">, </w:t>
      </w:r>
      <w:r>
        <w:rPr>
          <w:rFonts w:hint="cs"/>
          <w:cs/>
          <w:lang w:bidi="bn-IN"/>
        </w:rPr>
        <w:t>তেমনি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সাম্প্রতিক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বিশেষজ্ঞ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দাবীদার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স্বীকার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করলেও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ক্ববরের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অস্বীকার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করছেন।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এদের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মতে</w:t>
      </w:r>
      <w:r>
        <w:t xml:space="preserve">, </w:t>
      </w:r>
      <w:r>
        <w:rPr>
          <w:rFonts w:hint="cs"/>
          <w:cs/>
          <w:lang w:bidi="bn-IN"/>
        </w:rPr>
        <w:t>মৃত্যু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পুনরুত্থানের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ঘুমের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মতো।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বছর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ঘুমের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কাটিয়ে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দেবে</w:t>
      </w:r>
      <w:r>
        <w:t xml:space="preserve">, </w:t>
      </w:r>
      <w:r>
        <w:rPr>
          <w:rFonts w:hint="cs"/>
          <w:cs/>
          <w:lang w:bidi="bn-IN"/>
        </w:rPr>
        <w:t>এরপর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দেহধারী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পুনরুত্থিত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পুনরুত্থানের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আগে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প্রচলিত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আত্মার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আনন্দ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বিষাদ</w:t>
      </w:r>
      <w:r>
        <w:t xml:space="preserve">, </w:t>
      </w:r>
      <w:r>
        <w:rPr>
          <w:rFonts w:hint="cs"/>
          <w:cs/>
          <w:lang w:bidi="bn-IN"/>
        </w:rPr>
        <w:t>ভালো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মন্দ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পুরষ্কার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ধারণা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মেনে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রাযী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প্রসঙ্গে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উপস্থাপন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ব্যক্তি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পাপ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পুণ্য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থাকুক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কেন</w:t>
      </w:r>
      <w:r>
        <w:t xml:space="preserve">, </w:t>
      </w:r>
      <w:r>
        <w:rPr>
          <w:rFonts w:hint="cs"/>
          <w:cs/>
          <w:lang w:bidi="bn-IN"/>
        </w:rPr>
        <w:t>বিচারের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আগে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পুরষ্কার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লাভের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অল্প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মাত্রায়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হলেও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ধারণা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অযৌক্তিক।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এখানেই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সাম্প্রতিক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দৃশ্যতঃ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বুদ্ধিবৃত্তিক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ভ্রমাত্মক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প্রচারণাও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চালানো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প্রচারমাধ্যমের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বদৌলতে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বহু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পৌঁছে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গিয়েছে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সংশয়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চৈন্তিক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দ্বিধা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দ্বন্দ্বের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অবশ্য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অস্বীকারকারীদেরকে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একতরফাভাবে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দোষারোপ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ঠিক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ইসলামের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দৃষ্টিতে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সম্বন্ধে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সুস্পষ্ট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ধারণা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ক্ববরের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সংক্রান্ত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প্রচলিত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ওয়ায্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নছ্বীহত্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এতদসংক্রান্ত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বই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পুস্তকে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সুচিন্তিত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সুবিন্যস্ত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বক্তব্যের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পরিবর্তে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এলোমেলো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অগভীর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বক্তব্য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বুদ্ধিবৃত্তিক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চিন্তাশীল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সংশয়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করবে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এটাই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স্বাভাবিক।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ওয়ায্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নছ্বীহত্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এতদ্সংক্রান্ত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বই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পুস্তকে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আক্বল্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দলীল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দলীল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কদাচিৎ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ব্যবহার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উদ্ধৃত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সেগুলোর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গ্রহণযোগ্যতা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পরীক্ষা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এছাড়া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হাদীছ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বহির্ভূত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কিচ্ছা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কাহিনী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জুড়ে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যেগুলো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প্রামাণ্য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দলীল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যেগুলোর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গ্রহণযোগ্যতা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দুর্বল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উপস্থাপনা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মূল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প্রতিপাদ্য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বিষয়কেই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দুর্বল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প্রতিপন্ন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প্রতিপাদ্য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দুর্বলভাবে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উপস্থাপন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মূল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বাত্বিল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গণ্য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বিষয়কে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মূল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বিষয়কে</w:t>
      </w:r>
      <w:r>
        <w:t xml:space="preserve">, </w:t>
      </w:r>
      <w:r>
        <w:rPr>
          <w:rFonts w:hint="cs"/>
          <w:cs/>
          <w:lang w:bidi="bn-IN"/>
        </w:rPr>
        <w:t>বিস্তারিত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বক্তব্যকে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উভয়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দলীল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প্রমাণ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অপরিহার্য।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মৃত্যুপরবর্তী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পুনরুত্থানপূর্ববর্তী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সুখ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দুঃখের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বিষয়টিকেও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দলীল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প্রমাণের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আলোচ্য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দৃষ্টিকোণ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মুসলিম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অমুসলিম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নির্বিশেষে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সর্বজনীন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দৃষ্টিকোণ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দৃষ্টিকোণ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প্রসঙ্গে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স্মরণ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প্রয়োজন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যেহেতু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অভিজ্ঞতার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বহির্ভূত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সর্বজনীন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দৃষ্টিকোণ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ফয়ছ্বালায়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উপনীত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সর্বজনীন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দৃষ্টিকোণ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ফয়ছ্বালায়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উপনীত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সর্বজনীনভাবে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গ্রহণযোগ্য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অপরিহার্য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তেমনি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বাত্বিল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বর্জনীয়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গণ্য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জ্ঞানে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উপনীত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কখনোই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মূল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জ্ঞাতব্য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অজ্ঞেয়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অনস্তিত্ব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অন্যদিকে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অভিজ্ঞতার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বহির্ভূত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বিধায়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সূত্রসমূহের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ফয়ছ্বালা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মেনে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মুসলমানদের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অপরিহার্য।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ফয়ছ্বালা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তখনই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ফয়ছ্বালা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পরিগণিত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দলীলের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ভিত্তিতে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অবশ্যই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দুর্বল</w:t>
      </w:r>
      <w:r>
        <w:t xml:space="preserve">, </w:t>
      </w:r>
      <w:r>
        <w:rPr>
          <w:rFonts w:hint="cs"/>
          <w:cs/>
          <w:lang w:bidi="bn-IN"/>
        </w:rPr>
        <w:t>বিতর্কিত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সংশয়মূলক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দলীলের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তাকে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ছ্বহীহ্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দাবী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আশ্রয়গ্রহণ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পরিহার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সঠিক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দুর্বল</w:t>
      </w:r>
      <w:r>
        <w:t xml:space="preserve">, </w:t>
      </w:r>
      <w:r>
        <w:rPr>
          <w:rFonts w:hint="cs"/>
          <w:cs/>
          <w:lang w:bidi="bn-IN"/>
        </w:rPr>
        <w:t>বিতর্কিত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সংশয়মূলক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দলীলের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আশ্রয়গ্রহণ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মূল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প্রতিপাদ্য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গ্রহণযোগ্যতাকেই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সংশয়াপন্ন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তোলে</w:t>
      </w:r>
      <w:r>
        <w:t xml:space="preserve">, </w:t>
      </w:r>
      <w:r>
        <w:rPr>
          <w:rFonts w:hint="cs"/>
          <w:cs/>
          <w:lang w:bidi="bn-IN"/>
        </w:rPr>
        <w:t>এমনকি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ক্ষেত্রবিশেষে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প্রত্যাখ্যাত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তোলে।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আলোচনার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মূল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প্রতিপাদ্য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বেলায়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জ্ঞানসূত্র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আক্বল্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মানদণ্ডের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সূত্রের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আশ্রয়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যাবে</w:t>
      </w:r>
      <w:r>
        <w:t xml:space="preserve">;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বহির্ভূত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দলীল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দূরে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বাঞ্ছনীয়।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t xml:space="preserve">, </w:t>
      </w:r>
      <w:r>
        <w:rPr>
          <w:rFonts w:hint="cs"/>
          <w:cs/>
          <w:lang w:bidi="bn-IN"/>
        </w:rPr>
        <w:t>প্রধানতঃ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শাখা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প্রশাখাগত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বিষয়ে</w:t>
      </w:r>
      <w:r>
        <w:t xml:space="preserve">, </w:t>
      </w:r>
      <w:r>
        <w:rPr>
          <w:rFonts w:hint="cs"/>
          <w:cs/>
          <w:lang w:bidi="bn-IN"/>
        </w:rPr>
        <w:t>ফয়ছ্বালায়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উপনীত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দলীল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সম্ভাব্য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জবাব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অন্যান্য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সূত্রের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বক্তব্যকে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বিচারবুদ্ধি</w:t>
      </w:r>
      <w:r>
        <w:rPr>
          <w:cs/>
          <w:lang w:bidi="bn-IN"/>
        </w:rPr>
        <w:t xml:space="preserve"> (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আক্বল্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বিশ্লেষণ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পারে।</w:t>
      </w:r>
    </w:p>
    <w:p w:rsidR="003260C6" w:rsidRPr="009C308B" w:rsidRDefault="003260C6" w:rsidP="009E173E">
      <w:r>
        <w:br w:type="page"/>
      </w:r>
    </w:p>
    <w:p w:rsidR="00700727" w:rsidRDefault="00700727" w:rsidP="003260C6">
      <w:pPr>
        <w:pStyle w:val="Heading2Center"/>
      </w:pPr>
      <w:r>
        <w:rPr>
          <w:rFonts w:hint="cs"/>
          <w:cs/>
          <w:lang w:bidi="bn-IN"/>
        </w:rPr>
        <w:lastRenderedPageBreak/>
        <w:t>বিচারবুদ্ধির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মানদণ্ড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কেন</w:t>
      </w:r>
    </w:p>
    <w:p w:rsidR="00700727" w:rsidRDefault="00700727" w:rsidP="00700727">
      <w:pPr>
        <w:pStyle w:val="libNormal"/>
      </w:pP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আলোচনায়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প্রধানতঃ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জ্ঞানসূত্রের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আশ্রয়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নিয়েছি</w:t>
      </w:r>
      <w:r>
        <w:t xml:space="preserve">,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বিচারবুদ্ধি</w:t>
      </w:r>
      <w:r>
        <w:rPr>
          <w:cs/>
          <w:lang w:bidi="bn-IN"/>
        </w:rPr>
        <w:t xml:space="preserve"> (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আক্বল্</w:t>
      </w:r>
      <w:r>
        <w:rPr>
          <w:cs/>
          <w:lang w:bidi="bn-IN"/>
        </w:rPr>
        <w:t>)</w:t>
      </w:r>
      <w:r>
        <w:t xml:space="preserve">,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প্রথম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মুসলমানদের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সর্বসম্মত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আমল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যাকে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ইজমা</w:t>
      </w:r>
      <w:r>
        <w:rPr>
          <w:rFonts w:hint="eastAsia"/>
        </w:rPr>
        <w:t>‘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উম্মাহ্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নামকরণ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করেছি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সুন্নাতে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উদ্ঘাটনকারী।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বস্তুবিজ্ঞানের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অভিজ্ঞতার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দলীলও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বিবেচনায়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নিয়েছি</w:t>
      </w:r>
      <w:r>
        <w:t xml:space="preserve">, </w:t>
      </w: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বিচারবুদ্ধির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দলীলেরই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সম্প্রসারণ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মাত্র।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তিনটি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আলোচ্য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বিচারবুদ্ধি</w:t>
      </w:r>
      <w:r>
        <w:rPr>
          <w:cs/>
          <w:lang w:bidi="bn-IN"/>
        </w:rPr>
        <w:t xml:space="preserve"> (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আক্বল্</w:t>
      </w:r>
      <w:r>
        <w:rPr>
          <w:cs/>
          <w:lang w:bidi="bn-IN"/>
        </w:rPr>
        <w:t>)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অন্যতম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মানদণ্ড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জ্ঞানসূত্র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প্রথমতঃ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প্রতিপাদ্য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সর্বজনীনকরণ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শুধু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মুসলমানদের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সীমাবদ্ধ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রাখা</w:t>
      </w:r>
      <w:r>
        <w:t xml:space="preserve">, </w:t>
      </w:r>
      <w:r>
        <w:rPr>
          <w:rFonts w:hint="cs"/>
          <w:cs/>
          <w:lang w:bidi="bn-IN"/>
        </w:rPr>
        <w:t>দ্বিতীয়তঃ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সাম্প্রতিককালে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মুসলমানদের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পাশ্চাত্যের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বস্তুবাদী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চিন্তাধারার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প্রভাব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বৃদ্ধির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সুস্পষ্ট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বক্তব্য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বিচারবুদ্ধির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দলীল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মানসিক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নিশ্চিন্ততার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তৃতীয়তঃ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স্বয়ং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বিচারবুদ্ধি</w:t>
      </w:r>
      <w:r>
        <w:rPr>
          <w:cs/>
          <w:lang w:bidi="bn-IN"/>
        </w:rPr>
        <w:t xml:space="preserve"> (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আক্বল্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কাজে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লাগানোর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তাকিদ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বস্তুবাদীরা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স্বীকার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অন্যান্য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প্রাণশীল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ক্রিয়া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প্রতিক্রিয়ার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উর্ধ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আত্মার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সৃষ্টিকর্তা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পরকালের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স্বীকার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স্বভাবতঃই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ক্ববরের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স্বীকার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বিচারবুদ্ধি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জুড়ে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অবস্থানরত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উর্ধ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সত্তা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 xml:space="preserve">/ </w:t>
      </w:r>
      <w:r>
        <w:rPr>
          <w:rFonts w:hint="cs"/>
          <w:cs/>
          <w:lang w:bidi="bn-IN"/>
        </w:rPr>
        <w:t>আত্মা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সৃষ্টিকর্তার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পরকালের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দৃঢ়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সম্ভাবনার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t xml:space="preserve">;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প্রবৃত্তিপূজারীদের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প্রত্যাখ্যান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সম্ভব।</w:t>
      </w:r>
      <w:r>
        <w:rPr>
          <w:cs/>
          <w:lang w:bidi="bn-IN"/>
        </w:rPr>
        <w:t xml:space="preserve"> [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জিজ্ঞাসা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গ্রন্থে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বিস্তারিত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আলোচনা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করেছি।</w:t>
      </w:r>
      <w:r>
        <w:rPr>
          <w:cs/>
          <w:lang w:bidi="bn-IN"/>
        </w:rPr>
        <w:t>]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lastRenderedPageBreak/>
        <w:t>দ্বিতীয়তঃ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বিচারবুদ্ধির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দলীল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পাশ্চাত্যের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বস্তুবাদী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চিন্তাধারায়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প্রভাবিত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মুসলমানদের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ঈমানী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দুর্বলতা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দূরীকরণে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সহায়ক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বস্তুবাদী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চিন্তাধারার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সুস্পষ্ট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দ্ব্যর্থহীন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বক্তব্যকেও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রূপকভাবে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ব্যাখ্যা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অভ্যস্ত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বিচারবুদ্ধির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দলীল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দ্বিধাদ্বন্দ্ব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দূরীকরণে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সহায়ক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আশা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যায়।</w:t>
      </w:r>
    </w:p>
    <w:p w:rsidR="00700727" w:rsidRDefault="00700727" w:rsidP="00700727">
      <w:pPr>
        <w:pStyle w:val="libNormal"/>
      </w:pPr>
    </w:p>
    <w:p w:rsidR="00700727" w:rsidRDefault="00700727" w:rsidP="003260C6">
      <w:pPr>
        <w:pStyle w:val="Heading2Center"/>
      </w:pPr>
      <w:r>
        <w:rPr>
          <w:rFonts w:hint="cs"/>
          <w:cs/>
          <w:lang w:bidi="bn-IN"/>
        </w:rPr>
        <w:t>বিচারবুদ্ধির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মানদণ্ডের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গ্রহণযোগ্যতা</w:t>
      </w:r>
    </w:p>
    <w:p w:rsidR="00700727" w:rsidRDefault="00700727" w:rsidP="00700727">
      <w:pPr>
        <w:pStyle w:val="libNormal"/>
      </w:pPr>
      <w:r>
        <w:t>[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জিজ্ঞাসা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গ্রন্থের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বিচারবুদ্ধি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শীর্ষক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প্রবন্ধে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বিস্তারিত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আলোচনা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করেছি</w:t>
      </w:r>
      <w:r>
        <w:t xml:space="preserve">; </w:t>
      </w:r>
      <w:r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সংক্ষিপ্ত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আভাস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হলো।</w:t>
      </w:r>
      <w:r>
        <w:rPr>
          <w:cs/>
          <w:lang w:bidi="bn-IN"/>
        </w:rPr>
        <w:t>]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ইসলামের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অন্যতম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প্রধান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লক্ষ্য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বিচারবুদ্ধির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প্রয়োগে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উৎসাহিত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মৌলিক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দাও</w:t>
      </w:r>
      <w:r>
        <w:rPr>
          <w:rFonts w:hint="eastAsia"/>
        </w:rPr>
        <w:t>‘</w:t>
      </w:r>
      <w:r>
        <w:rPr>
          <w:rFonts w:hint="cs"/>
          <w:cs/>
          <w:lang w:bidi="bn-IN"/>
        </w:rPr>
        <w:t>আত্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বিচারবুদ্ধির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উপস্থাপন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সম্বন্ধে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সচেতন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দ্বীনের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মৌলিক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উপস্থপনাসমূহের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বিচারবুদ্ধির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দ্বারস্থ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বিরোধিতা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বিচারবুদ্ধি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ভুল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জবাব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জীবন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পিছনে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নিহিত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মহাসত্য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মৌলিক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প্রশ্নাবলীর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জবাবে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বিচারবুদ্ধি</w:t>
      </w:r>
      <w:r>
        <w:rPr>
          <w:cs/>
          <w:lang w:bidi="bn-IN"/>
        </w:rPr>
        <w:t xml:space="preserve"> (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আক্বলে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সালীম্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ভুল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সম্ভাবনা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শূন্যের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কোঠায়।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বিচারবুদ্ধি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ভুল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করেও</w:t>
      </w:r>
      <w:r>
        <w:t xml:space="preserve">, </w:t>
      </w:r>
      <w:r>
        <w:rPr>
          <w:rFonts w:hint="cs"/>
          <w:cs/>
          <w:lang w:bidi="bn-IN"/>
        </w:rPr>
        <w:t>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বিচারবুদ্ধিভিত্তিক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পর্যালোচনার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সাহায্যে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চিহ্নিত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সক্ষম।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কেউ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বিচারবুদ্ধি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প্রয়োগের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ভুল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পরবর্তীতে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বিচারবুদ্ধিই</w:t>
      </w:r>
      <w:r>
        <w:t xml:space="preserve">, </w:t>
      </w:r>
      <w:r>
        <w:rPr>
          <w:rFonts w:hint="cs"/>
          <w:cs/>
          <w:lang w:bidi="bn-IN"/>
        </w:rPr>
        <w:t>অথবা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বিচারবুদ্ধি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সক্ষম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প্রসঙ্গে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স্মরণ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প্রয়োজন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ইসলাম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অন্যান্য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ধর্মের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ন্যায়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ধর্ম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সমস্ত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ধর্ম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বিশ্বাসের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নিকট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আবেদন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t xml:space="preserve">,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বিপরীতে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বিচারবুদ্ধির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নিকট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আবেদন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একাধিক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খোদার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দেবদেবীর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বিশ্বাস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পোষণ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বিশ্বাসের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বিশ্বাস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চলতে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অন্যদিকে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পিছনে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নিহিত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মহাসত্য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সম্বন্ধে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বিচারবুদ্ধির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দলীল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উপস্থাপন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স্বয়ং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উপস্থাপন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</w:t>
      </w:r>
      <w:r>
        <w:t xml:space="preserve">, </w:t>
      </w:r>
      <w:r>
        <w:rPr>
          <w:rFonts w:hint="cs"/>
          <w:cs/>
          <w:lang w:bidi="bn-IN"/>
        </w:rPr>
        <w:t>যেমন</w:t>
      </w:r>
      <w:r>
        <w:t xml:space="preserve">,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লক্ষ্যে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বলেছে</w:t>
      </w:r>
      <w:r>
        <w:rPr>
          <w:cs/>
          <w:lang w:bidi="bn-IN"/>
        </w:rPr>
        <w:t xml:space="preserve"> :</w:t>
      </w:r>
    </w:p>
    <w:p w:rsidR="00700727" w:rsidRPr="003260C6" w:rsidRDefault="003260C6" w:rsidP="003260C6">
      <w:pPr>
        <w:pStyle w:val="libAie"/>
      </w:pPr>
      <w:r w:rsidRPr="003260C6">
        <w:rPr>
          <w:rStyle w:val="libAlaemChar"/>
        </w:rPr>
        <w:t>)</w:t>
      </w:r>
      <w:r w:rsidR="00700727" w:rsidRPr="003260C6">
        <w:rPr>
          <w:rFonts w:hint="eastAsia"/>
          <w:rtl/>
        </w:rPr>
        <w:t>لَوْ</w:t>
      </w:r>
      <w:r w:rsidR="00700727" w:rsidRPr="003260C6">
        <w:rPr>
          <w:rtl/>
        </w:rPr>
        <w:t xml:space="preserve"> </w:t>
      </w:r>
      <w:r w:rsidR="00700727" w:rsidRPr="003260C6">
        <w:rPr>
          <w:rFonts w:hint="eastAsia"/>
          <w:rtl/>
        </w:rPr>
        <w:t>كَانَ</w:t>
      </w:r>
      <w:r w:rsidR="00700727" w:rsidRPr="003260C6">
        <w:rPr>
          <w:rtl/>
        </w:rPr>
        <w:t xml:space="preserve"> </w:t>
      </w:r>
      <w:r w:rsidR="00700727" w:rsidRPr="003260C6">
        <w:rPr>
          <w:rFonts w:hint="eastAsia"/>
          <w:rtl/>
        </w:rPr>
        <w:t>فِيهِمَا</w:t>
      </w:r>
      <w:r w:rsidR="00700727" w:rsidRPr="003260C6">
        <w:rPr>
          <w:rtl/>
        </w:rPr>
        <w:t xml:space="preserve"> </w:t>
      </w:r>
      <w:r w:rsidR="00700727" w:rsidRPr="003260C6">
        <w:rPr>
          <w:rFonts w:hint="eastAsia"/>
          <w:rtl/>
        </w:rPr>
        <w:t>آلِهَةٌ</w:t>
      </w:r>
      <w:r w:rsidR="00700727" w:rsidRPr="003260C6">
        <w:rPr>
          <w:rtl/>
        </w:rPr>
        <w:t xml:space="preserve"> </w:t>
      </w:r>
      <w:r w:rsidR="00700727" w:rsidRPr="003260C6">
        <w:rPr>
          <w:rFonts w:hint="eastAsia"/>
          <w:rtl/>
        </w:rPr>
        <w:t>إِلا</w:t>
      </w:r>
      <w:r w:rsidR="00700727" w:rsidRPr="003260C6">
        <w:rPr>
          <w:rtl/>
        </w:rPr>
        <w:t xml:space="preserve"> </w:t>
      </w:r>
      <w:r w:rsidR="00700727" w:rsidRPr="003260C6">
        <w:rPr>
          <w:rFonts w:hint="eastAsia"/>
          <w:rtl/>
        </w:rPr>
        <w:t>اللَّهُ</w:t>
      </w:r>
      <w:r w:rsidR="00700727" w:rsidRPr="003260C6">
        <w:rPr>
          <w:rtl/>
        </w:rPr>
        <w:t xml:space="preserve"> </w:t>
      </w:r>
      <w:r w:rsidR="00700727" w:rsidRPr="003260C6">
        <w:rPr>
          <w:rFonts w:hint="eastAsia"/>
          <w:rtl/>
        </w:rPr>
        <w:t>لَفَسَدَتَا</w:t>
      </w:r>
      <w:r w:rsidRPr="003260C6">
        <w:rPr>
          <w:rStyle w:val="libAlaemChar"/>
        </w:rPr>
        <w:t>(</w:t>
      </w:r>
    </w:p>
    <w:p w:rsidR="00700727" w:rsidRDefault="00700727" w:rsidP="00700727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bn-IN"/>
        </w:rPr>
        <w:t>এতদুভয়ে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আসমান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যমীনে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ব্যতীত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এতদুভয়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ধ্বংস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যেতো।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আম্বিয়া</w:t>
      </w:r>
      <w:r>
        <w:rPr>
          <w:rFonts w:hint="eastAsia"/>
        </w:rPr>
        <w:t>’</w:t>
      </w:r>
      <w:r>
        <w:t xml:space="preserve"> : </w:t>
      </w:r>
      <w:r>
        <w:rPr>
          <w:rFonts w:hint="cs"/>
          <w:cs/>
          <w:lang w:bidi="bn-IN"/>
        </w:rPr>
        <w:t>২২</w:t>
      </w:r>
      <w:r>
        <w:rPr>
          <w:cs/>
          <w:lang w:bidi="bn-IN"/>
        </w:rPr>
        <w:t>)</w:t>
      </w:r>
      <w:r w:rsidR="003260C6">
        <w:rPr>
          <w:lang w:bidi="bn-IN"/>
        </w:rPr>
        <w:t xml:space="preserve"> 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এভাবে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তাওহীদ</w:t>
      </w:r>
      <w:r>
        <w:t xml:space="preserve">, </w:t>
      </w:r>
      <w:r>
        <w:rPr>
          <w:rFonts w:hint="cs"/>
          <w:cs/>
          <w:lang w:bidi="bn-IN"/>
        </w:rPr>
        <w:t>আখেরাত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নবুওয়াত্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বহু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বিচারবুদ্ধিগ্রাহ্য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দলীল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উপস্থাপন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বিচারবুদ্ধির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দলীল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উপস্থাপনের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পিছনে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নিহিত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মহাসত্য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খুঁজে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ক্ষমতা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স্বরূপই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বিচারবুদ্ধি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নিকট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অভিন্নভাবে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গ্রহণযোগ্য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মানদণ্ড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বিচারবুদ্ধি</w:t>
      </w:r>
      <w:r>
        <w:rPr>
          <w:cs/>
          <w:lang w:bidi="bn-IN"/>
        </w:rPr>
        <w:t xml:space="preserve"> (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আক্বল্</w:t>
      </w:r>
      <w:r>
        <w:rPr>
          <w:cs/>
          <w:lang w:bidi="bn-IN"/>
        </w:rPr>
        <w:t>)</w:t>
      </w:r>
      <w:r>
        <w:rPr>
          <w:rFonts w:hint="cs"/>
          <w:cs/>
          <w:lang w:bidi="bn-IN"/>
        </w:rPr>
        <w:t>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অন্যান্য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ধর্ম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মৌলিক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উপস্থাপনাগুলোকে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বিশ্বাসের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ভিত্তিশীল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সেভাবেই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বিশ্বাসের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ভিত্তিতে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আবেদন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আবেদন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সত্ত্বেও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কেউ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অন্ধ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বিশ্বাসের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বৈশিষ্ট্যই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প্রতিটি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বিশ্বাসের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অনুসরণ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করবে।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বিচারবুদ্ধির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আবেদন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জানিয়েছে।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তেরো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এরশাদ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: </w:t>
      </w:r>
      <w:r w:rsidRPr="00700727">
        <w:rPr>
          <w:rStyle w:val="libArChar"/>
          <w:rFonts w:hint="eastAsia"/>
          <w:rtl/>
        </w:rPr>
        <w:t>افلا</w:t>
      </w:r>
      <w:r w:rsidRPr="00700727">
        <w:rPr>
          <w:rStyle w:val="libArChar"/>
          <w:rtl/>
        </w:rPr>
        <w:t xml:space="preserve"> </w:t>
      </w:r>
      <w:r w:rsidRPr="00700727">
        <w:rPr>
          <w:rStyle w:val="libArChar"/>
          <w:rFonts w:hint="eastAsia"/>
          <w:rtl/>
        </w:rPr>
        <w:t>تعقلون؟</w:t>
      </w:r>
      <w:r>
        <w:rPr>
          <w:cs/>
          <w:lang w:bidi="bn-IN"/>
        </w:rPr>
        <w:t xml:space="preserve"> -</w:t>
      </w:r>
      <w:r w:rsidRPr="00700727">
        <w:rPr>
          <w:rStyle w:val="libEnChar"/>
        </w:rPr>
        <w:t>“</w:t>
      </w:r>
      <w:r>
        <w:rPr>
          <w:rFonts w:hint="cs"/>
          <w:cs/>
          <w:lang w:bidi="bn-IN"/>
        </w:rPr>
        <w:t>অতঃপর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বিচারবুদ্ধি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লাগাবে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>?</w:t>
      </w:r>
      <w:r w:rsidRPr="00700727">
        <w:rPr>
          <w:rStyle w:val="libEnChar"/>
        </w:rPr>
        <w:t>”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বিচারবুদ্ধি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খুঁটিনাটি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বিশেষজ্ঞত্ব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পর্যায়ের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বিষয়াদিতে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স্বাধীনভাবে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ফয়ছ্বালা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সক্ষম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পিছনে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নিহিত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মৌলিকতম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সত্যসমূহ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উদ্ঘাটনে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সক্ষম।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সুতরাং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কেউ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বিচারবুদ্ধি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লাগাবে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তাওহীদ</w:t>
      </w:r>
      <w:r>
        <w:t xml:space="preserve">, </w:t>
      </w:r>
      <w:r>
        <w:rPr>
          <w:rFonts w:hint="cs"/>
          <w:cs/>
          <w:lang w:bidi="bn-IN"/>
        </w:rPr>
        <w:t>আখেরাত্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নবুওয়াতে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মুহাম্মাদী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সত্যতায়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উপনীত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অন্যদিকে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তাৎপর্য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ক্ষেত্রেও</w:t>
      </w:r>
      <w:r>
        <w:t xml:space="preserve">, </w:t>
      </w: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মতপার্থক্যের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ক্ষেত্রগুলোতে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বিচারবুদ্ধি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সহায়ক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ভূমিকা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পালন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সক্ষম।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সুতরাং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মত্যুপরবর্তী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পুনরুত্থানের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পূর্ববর্তী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আখেরাত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সংক্রান্ত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ধারণারই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গুরুত্বপূর্ণ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শাখা</w:t>
      </w:r>
      <w:r>
        <w:t xml:space="preserve">,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প্রথমেই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বিচারবুদ্ধির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দ্বারস্থ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হবো।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যদিও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বিচারবুদ্ধি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এতদসংক্রান্ত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খুঁটিনাটি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উদ্ঘাটনে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সক্ষম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মত্যুপরবর্তী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পুনরুত্থানের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পূর্ববর্তী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অনস্তিত্ব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পথনির্দেশ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সক্ষম।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দেখবো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আছে।</w:t>
      </w:r>
    </w:p>
    <w:p w:rsidR="003260C6" w:rsidRPr="009C308B" w:rsidRDefault="003260C6" w:rsidP="009E173E">
      <w:r>
        <w:br w:type="page"/>
      </w:r>
    </w:p>
    <w:p w:rsidR="00700727" w:rsidRDefault="00700727" w:rsidP="003260C6">
      <w:pPr>
        <w:pStyle w:val="Heading1Center"/>
      </w:pPr>
      <w:r>
        <w:rPr>
          <w:rFonts w:hint="cs"/>
          <w:cs/>
        </w:rPr>
        <w:lastRenderedPageBreak/>
        <w:t>বিচারবুদ্ধির</w:t>
      </w:r>
      <w:r>
        <w:rPr>
          <w:cs/>
        </w:rPr>
        <w:t xml:space="preserve"> </w:t>
      </w:r>
      <w:r>
        <w:rPr>
          <w:rFonts w:hint="cs"/>
          <w:cs/>
        </w:rPr>
        <w:t>দৃষ্টিতে</w:t>
      </w:r>
      <w:r>
        <w:rPr>
          <w:cs/>
        </w:rPr>
        <w:t xml:space="preserve"> </w:t>
      </w:r>
      <w:r>
        <w:rPr>
          <w:rFonts w:hint="cs"/>
          <w:cs/>
        </w:rPr>
        <w:t>স্রষ্টা</w:t>
      </w:r>
      <w:r>
        <w:rPr>
          <w:cs/>
        </w:rPr>
        <w:t xml:space="preserve"> </w:t>
      </w:r>
      <w:r>
        <w:rPr>
          <w:rFonts w:hint="cs"/>
          <w:cs/>
        </w:rPr>
        <w:t>ও</w:t>
      </w:r>
      <w:r>
        <w:rPr>
          <w:cs/>
        </w:rPr>
        <w:t xml:space="preserve"> </w:t>
      </w:r>
      <w:r>
        <w:rPr>
          <w:rFonts w:hint="cs"/>
          <w:cs/>
        </w:rPr>
        <w:t>আত্মার</w:t>
      </w:r>
      <w:r>
        <w:rPr>
          <w:cs/>
        </w:rPr>
        <w:t xml:space="preserve"> </w:t>
      </w:r>
      <w:r>
        <w:rPr>
          <w:rFonts w:hint="cs"/>
          <w:cs/>
        </w:rPr>
        <w:t>অস্তিত্ব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সর্বজনীন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মানদণ্ডের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বিচারবুদ্ধির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আলোকে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সংক্রান্ত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আলোচনা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সৃষ্টিকর্তা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নির্ভরশীল।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সৃষ্টিকর্তার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অথবা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তাহলে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ওঠে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মানুষ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অন্যান্য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প্রাণী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প্রাণশীলতা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নাস্তিকরা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ক্রিয়া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প্রতিক্রিয়া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মৃত্যুতেই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t xml:space="preserve">; </w:t>
      </w:r>
      <w:r>
        <w:rPr>
          <w:rFonts w:hint="cs"/>
          <w:cs/>
          <w:lang w:bidi="bn-IN"/>
        </w:rPr>
        <w:t>মৃত্যুর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সুখ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দুঃখের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ওঠে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প্রথমেই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বিচারবুদ্ধির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দৃষ্টিকোণ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স্রষ্টা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অনস্তিত্ব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সম্বন্ধে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ফয়ছ্বালায়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উপনীত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হবো।</w:t>
      </w:r>
      <w:r>
        <w:rPr>
          <w:cs/>
          <w:lang w:bidi="bn-IN"/>
        </w:rPr>
        <w:t xml:space="preserve"> [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লেখা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জিজ্ঞাসা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গ্রন্থে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বিচারবুদ্ধির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বিস্তারিত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আলোচনা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করেছি</w:t>
      </w:r>
      <w:r>
        <w:t xml:space="preserve">; </w:t>
      </w:r>
      <w:r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প্রাসঙ্গিক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বিধায়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সংক্ষেপে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আলোকপাত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হলো।</w:t>
      </w:r>
      <w:r>
        <w:rPr>
          <w:cs/>
          <w:lang w:bidi="bn-IN"/>
        </w:rPr>
        <w:t>]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বিচারবুদ্ধির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স্রষ্টা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আত্মা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দর্শন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আক্বাএদের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</w:t>
      </w:r>
      <w:r w:rsidRPr="009E173E">
        <w:rPr>
          <w:rStyle w:val="libEnChar"/>
        </w:rPr>
        <w:t>’</w:t>
      </w:r>
      <w:r>
        <w:rPr>
          <w:rFonts w:hint="cs"/>
          <w:cs/>
          <w:lang w:bidi="bn-IN"/>
        </w:rPr>
        <w:t>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অত্যন্ত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গুরুত্বপূর্ণ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আলোচ্য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দীর্ঘ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আলোচনার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অবকাশ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মূল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আলোচ্য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স্রষ্টা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সম্বন্ধে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অত্যন্ত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সংক্ষেপে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আলোচনা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করবো।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অভিজ্ঞতার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আওতাধীন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বস্তুজগত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ফলশ্রুতির</w:t>
      </w:r>
      <w:r>
        <w:rPr>
          <w:cs/>
          <w:lang w:bidi="bn-IN"/>
        </w:rPr>
        <w:t xml:space="preserve"> </w:t>
      </w:r>
      <w:r w:rsidR="003260C6">
        <w:rPr>
          <w:lang w:bidi="bn-IN"/>
        </w:rPr>
        <w:t>(</w:t>
      </w:r>
      <w:r>
        <w:t xml:space="preserve">Cause and Effect) </w:t>
      </w:r>
      <w:r>
        <w:rPr>
          <w:rFonts w:hint="cs"/>
          <w:cs/>
          <w:lang w:bidi="bn-IN"/>
        </w:rPr>
        <w:t>প্রাকৃতিক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বিধান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অনুসরণের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অনস্বীকার্য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সত্য।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সদাপরিবর্তনশীলতা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কার্যকর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ফলশ্রুতির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বিধি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সূচনা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বস্তুবিজ্ঞানীরা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বিশ্বজগতের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সূচনা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তত্ত্ব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দিয়েছেন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সবগুলোই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অসম্পূর্ণ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সেগুলোর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কোনোটিতেই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বিশ্বজগতের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সূচনার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পিছনে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নিহিত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মূল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উৎস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বিশ্বজগতের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সূচনা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প্রদত্ত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অনাদি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তত্ত্ব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বিশ্বজগত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অনাদি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আছে</w:t>
      </w:r>
      <w:r>
        <w:t xml:space="preserve">;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সূচনা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</w:t>
      </w:r>
      <w:r>
        <w:rPr>
          <w:rFonts w:hint="eastAsia"/>
        </w:rPr>
        <w:t>’</w:t>
      </w:r>
      <w:r>
        <w:t xml:space="preserve"> -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তত্ত্ব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অযৌক্তিক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অবৈজ্ঞানিক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তত্ত্ব।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বিচারবুদ্ধির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দৃষ্টিতে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ফলশ্রুতি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বিধির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আওতাধীন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সদাপরিবর্তনশীল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অনাদি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সুশৃঙ্খল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অসংখ্য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প্রাকৃতিক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বিধি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বিধান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পরিচালিত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বিশ্বজগতকে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খাতিরে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অনাদি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তথাপি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শৃঙ্খলা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ফলশ্রুতি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বিধি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t xml:space="preserve">,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বিশ্বজগতের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অন্তরালে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সর্বজ্ঞানী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অসীম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শক্তিশালী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চিরঞ্জীব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যার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সুপরিকল্পনা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অনুসারে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অনাদি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বিশ্বজগত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বিশ্বজগত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জ্ঞানীর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অস্তিত্বেরই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নিদর্শন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মাত্র।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বিশ্বজগতের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সূচনা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সম্বন্ধে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আরেকটি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বস্তুবাদী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তত্ত্ব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</w:t>
      </w:r>
      <w:r>
        <w:rPr>
          <w:rFonts w:hint="eastAsia"/>
        </w:rPr>
        <w:t>’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তত্ত্ব।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তত্ত্ব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অনুযায়ী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আদিতে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বিরাজিত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বৈশিষ্ট্যের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বিস্ফোরণের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সঞ্চার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পর্যায়ক্রমে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গ্যালাক্সি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সমূহ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উপযুক্ত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পরিবেশ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পেয়ে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বিশ্বজগতের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সূচনা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সম্বন্ধে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ব্যাপকভাবে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গৃহীত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তত্ত্ব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বিগ্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ব্যাং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মহাবিস্ফোরণ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তত্ত্ব।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তত্ত্ব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অনুযায়ী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অসীম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ভরযুক্ত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বস্তুকণা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বিশ্বজগতের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t xml:space="preserve">; </w:t>
      </w:r>
      <w:r>
        <w:rPr>
          <w:rFonts w:hint="cs"/>
          <w:cs/>
          <w:lang w:bidi="bn-IN"/>
        </w:rPr>
        <w:t>আদি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বস্তুকণায়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বিস্ফোরণের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প্রথমে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গ্যালাক্সিসমূহ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ধাপে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ধাপে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উভয়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তত্ত্বই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অনেকগুলো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জবাব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ব্যর্থ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এগুলোর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কয়েকটি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তুলে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হলো</w:t>
      </w:r>
      <w:r>
        <w:rPr>
          <w:cs/>
          <w:lang w:bidi="bn-IN"/>
        </w:rPr>
        <w:t xml:space="preserve"> :</w:t>
      </w:r>
    </w:p>
    <w:p w:rsidR="00700727" w:rsidRDefault="00700727" w:rsidP="00700727">
      <w:pPr>
        <w:pStyle w:val="libNormal"/>
      </w:pPr>
      <w:r>
        <w:t>(</w:t>
      </w:r>
      <w:r>
        <w:rPr>
          <w:rFonts w:hint="cs"/>
          <w:cs/>
          <w:lang w:bidi="bn-IN"/>
        </w:rPr>
        <w:t>১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অভিন্ন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বৈশিষ্ট্যের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অসীম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ভরযুক্ত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বস্তুকণা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কোত্থেকে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এলো</w:t>
      </w:r>
      <w:r>
        <w:t>?</w:t>
      </w:r>
    </w:p>
    <w:p w:rsidR="00700727" w:rsidRDefault="00700727" w:rsidP="00700727">
      <w:pPr>
        <w:pStyle w:val="libNormal"/>
      </w:pPr>
      <w:r>
        <w:t>(</w:t>
      </w:r>
      <w:r>
        <w:rPr>
          <w:rFonts w:hint="cs"/>
          <w:cs/>
          <w:lang w:bidi="bn-IN"/>
        </w:rPr>
        <w:t>২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আদি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বস্তুকণায়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গতিসঞ্চার</w:t>
      </w:r>
      <w:r>
        <w:t xml:space="preserve">,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বিস্ফোরণ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অথবা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মহাবিস্ফোরণ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সংঘটিত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কী</w:t>
      </w:r>
      <w:r>
        <w:t xml:space="preserve">? </w:t>
      </w:r>
      <w:r>
        <w:rPr>
          <w:rFonts w:hint="cs"/>
          <w:cs/>
          <w:lang w:bidi="bn-IN"/>
        </w:rPr>
        <w:t>বস্তুধর্ম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ফলশ্রুতির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বিধি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অনুযায়ী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ইতিবাচক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নেতিবাচক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ক্রিয়া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স্থিতাবস্থায়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স্থিতাবস্থা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স্থিরতা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গতিশীলতা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হোক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কেন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কোনোরূপ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পরিবর্তন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এমতাবস্থায়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বস্তুকণায়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পরিবর্তনের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পিছনে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ক্রিয়া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করেছিলো</w:t>
      </w:r>
      <w:r>
        <w:t>?</w:t>
      </w:r>
    </w:p>
    <w:p w:rsidR="00700727" w:rsidRDefault="00700727" w:rsidP="00700727">
      <w:pPr>
        <w:pStyle w:val="libNormal"/>
      </w:pPr>
      <w:r>
        <w:lastRenderedPageBreak/>
        <w:t>(</w:t>
      </w:r>
      <w:r>
        <w:rPr>
          <w:rFonts w:hint="cs"/>
          <w:cs/>
          <w:lang w:bidi="bn-IN"/>
        </w:rPr>
        <w:t>৩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আদি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বস্তুকণায়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পরিবর্তনের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সম্ভাবনা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পূর্ব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বিদ্যমান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ফলেই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পরিবর্তন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সংঘটিত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হয়েছিলো</w:t>
      </w:r>
      <w:r>
        <w:t xml:space="preserve">, </w:t>
      </w:r>
      <w:r>
        <w:rPr>
          <w:rFonts w:hint="cs"/>
          <w:cs/>
          <w:lang w:bidi="bn-IN"/>
        </w:rPr>
        <w:t>তাহলে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সম্ভাবনা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কোত্থেকে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এলো</w:t>
      </w:r>
      <w:r>
        <w:t xml:space="preserve">?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সম্ভাবনা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ঠিক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বাস্তবে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নিলো</w:t>
      </w:r>
      <w:r>
        <w:t xml:space="preserve">?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আগে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কেন</w:t>
      </w:r>
      <w:r>
        <w:t xml:space="preserve">? </w:t>
      </w:r>
      <w:r>
        <w:rPr>
          <w:rFonts w:hint="cs"/>
          <w:cs/>
          <w:lang w:bidi="bn-IN"/>
        </w:rPr>
        <w:t>তাহলে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আগে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নির্ধারিত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সম্ভাবনা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বাস্তবে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নেবে</w:t>
      </w:r>
      <w:r>
        <w:t xml:space="preserve">?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নির্ধারণ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দিয়েছিলো</w:t>
      </w:r>
      <w:r>
        <w:t>?</w:t>
      </w:r>
    </w:p>
    <w:p w:rsidR="00700727" w:rsidRDefault="00700727" w:rsidP="00700727">
      <w:pPr>
        <w:pStyle w:val="libNormal"/>
      </w:pPr>
      <w:r>
        <w:t>(</w:t>
      </w:r>
      <w:r>
        <w:rPr>
          <w:rFonts w:hint="cs"/>
          <w:cs/>
          <w:lang w:bidi="bn-IN"/>
        </w:rPr>
        <w:t>৪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আদি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বিস্ফোরণের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বস্তুকণায়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মহাবিস্ফোরণের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নিয়মাবলী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প্রাকৃতিক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বিধিবিধান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অনুসরণে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গ্যালাক্সি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সমূহ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উঠলো</w:t>
      </w:r>
      <w:r>
        <w:t xml:space="preserve">, </w:t>
      </w:r>
      <w:r>
        <w:rPr>
          <w:rFonts w:hint="cs"/>
          <w:cs/>
          <w:lang w:bidi="bn-IN"/>
        </w:rPr>
        <w:t>বিভিন্ন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মৌলিক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উপাদান</w:t>
      </w:r>
      <w:r>
        <w:t xml:space="preserve">, </w:t>
      </w:r>
      <w:r>
        <w:rPr>
          <w:rFonts w:hint="cs"/>
          <w:cs/>
          <w:lang w:bidi="bn-IN"/>
        </w:rPr>
        <w:t>বস্তু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তৈরী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অসংখ্য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প্রাণহীন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প্রাণশীল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প্রজাতি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অস্তিত্বলাভ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করলো</w:t>
      </w:r>
      <w:r>
        <w:t xml:space="preserve">;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প্রাকৃতিক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বিধিবিধান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যার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এখনো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আবিষ্কৃত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কোত্থেকে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এলো</w:t>
      </w:r>
      <w:r>
        <w:t xml:space="preserve">? </w:t>
      </w:r>
      <w:r>
        <w:rPr>
          <w:rFonts w:hint="cs"/>
          <w:cs/>
          <w:lang w:bidi="bn-IN"/>
        </w:rPr>
        <w:t>এতো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বিস্ময়কর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বৈজ্ঞানিক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বিধি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মহাবিজ্ঞানীর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কীভাবে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t>?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সঠিক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জবাব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অন্তরালে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সর্বজ্ঞানী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সর্বশক্তিমান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চিরন্তন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মহাসত্তা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উৎস।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সর্বসাম্প্রতিককালে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বিজ্ঞানী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ক্বোয়ান্টাম্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ফ্লাকচুয়েশন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বিধি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অনুযায়ী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শূন্য</w:t>
      </w:r>
      <w:r>
        <w:rPr>
          <w:rFonts w:hint="eastAsia"/>
        </w:rPr>
        <w:t>’</w:t>
      </w:r>
      <w:r>
        <w:t xml:space="preserve"> (</w:t>
      </w:r>
      <w:r>
        <w:rPr>
          <w:rFonts w:hint="cs"/>
          <w:cs/>
          <w:lang w:bidi="bn-IN"/>
        </w:rPr>
        <w:t>কিছুই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বিশ্বজগতের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সূচনা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ভিত্তিতে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সৃষ্টিকর্তা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কেউ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আসলে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হাস্যকর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উদ্ভট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দাবী।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ক্বোয়ান্টাম্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ফ্লাকচুয়েশন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তত্ত্ব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বিতর্কাতীত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তথাপি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শূন্য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মহাবিশ্বের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সূচনা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অনুযায়ী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অনবরত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চলেছেন।</w:t>
      </w:r>
    </w:p>
    <w:p w:rsidR="00700727" w:rsidRDefault="00700727" w:rsidP="00700727">
      <w:pPr>
        <w:pStyle w:val="libNormal"/>
      </w:pPr>
      <w:r>
        <w:t>[</w:t>
      </w:r>
      <w:r>
        <w:rPr>
          <w:rFonts w:hint="cs"/>
          <w:cs/>
          <w:lang w:bidi="bn-IN"/>
        </w:rPr>
        <w:t>বস্তুতঃ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ক্বোয়ান্টাম্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ফ্লাক্চুয়েশন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বিধি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পদার্থ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বিজ্ঞানের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বিশেষজ্ঞত্ব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পর্যায়ের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</w:t>
      </w:r>
      <w:r>
        <w:t xml:space="preserve">, </w:t>
      </w:r>
      <w:r>
        <w:rPr>
          <w:rFonts w:hint="cs"/>
          <w:cs/>
          <w:lang w:bidi="bn-IN"/>
        </w:rPr>
        <w:t>তাই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সাধারণ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পাঠক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পাঠিকাদের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সহজবোধ্য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ভাষায়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ব্যাখ্যা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কঠিন।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মোটামুটিভাবে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</w:t>
      </w:r>
      <w:r>
        <w:t xml:space="preserve">,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বিধি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অনুযায়ী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অত্যন্ত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সংক্ষিপ্ত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শূন্য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পরিমাণ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এনার্জি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তৈরী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তৈরী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বিলুপ্ত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উপসংহার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টানা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শূন্য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পার্টিকল্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এন্টি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পার্টিকল্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তৈরী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সংক্ষিপ্ততম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এন্টি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পার্টিকল্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পার্টিকলকে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ধ্বংস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আসলে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পিছনে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অজানা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প্রাকৃতিক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বিজ্ঞানীরা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এখনো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আবিষ্কার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তাছাড়া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বিজ্ঞানীরা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শূন্যস্থান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মাধ্যম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কীভাবে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বিদ্যুত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তরঙ্গ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অতিক্রম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ব্যাখ্যা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পেরে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অজানা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মাধ্যম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ঈথার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নামকরণ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t xml:space="preserve">, </w:t>
      </w:r>
      <w:r>
        <w:rPr>
          <w:rFonts w:hint="cs"/>
          <w:cs/>
          <w:lang w:bidi="bn-IN"/>
        </w:rPr>
        <w:t>পার্টিকল্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এন্টি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পার্টিকল্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পিছনেও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অজানা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উৎস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এখনো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আবিষ্কৃত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সর্বোপরি</w:t>
      </w:r>
      <w:r>
        <w:t xml:space="preserve">,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উৎস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উদ্ভূত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হোক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কেন</w:t>
      </w:r>
      <w:r>
        <w:t xml:space="preserve">, </w:t>
      </w:r>
      <w:r>
        <w:rPr>
          <w:rFonts w:hint="cs"/>
          <w:cs/>
          <w:lang w:bidi="bn-IN"/>
        </w:rPr>
        <w:t>অথবা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শূন্য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উদ্ভূত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হোক</w:t>
      </w:r>
      <w:r>
        <w:t xml:space="preserve">,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পিছনে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নিহিত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অনাদি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অনন্ত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অপরিহার্য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জ্ঞানময়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মহাসত্তা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পরিভাষায়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>)</w:t>
      </w:r>
      <w:r>
        <w:rPr>
          <w:rFonts w:hint="cs"/>
          <w:cs/>
          <w:lang w:bidi="bn-IN"/>
        </w:rPr>
        <w:t>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নচেৎ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আক্ষরিক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শূন্য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কিছুই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কিছু</w:t>
      </w:r>
      <w:r>
        <w:rPr>
          <w:rFonts w:hint="eastAsia"/>
        </w:rPr>
        <w:t>’</w:t>
      </w:r>
      <w:r>
        <w:rPr>
          <w:rFonts w:hint="cs"/>
          <w:cs/>
          <w:lang w:bidi="bn-IN"/>
        </w:rPr>
        <w:t>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উদ্ভূত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অবশ্য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স্বয়ং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তত্ত্বটিতে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মৌলিক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দুর্বলতা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আছে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আলোচনা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প্রাসঙ্গিক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>]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কোত্থেকে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এলেন</w:t>
      </w:r>
      <w:r>
        <w:t xml:space="preserve">? </w:t>
      </w:r>
      <w:r>
        <w:rPr>
          <w:rFonts w:hint="cs"/>
          <w:cs/>
          <w:lang w:bidi="bn-IN"/>
        </w:rPr>
        <w:t>তাঁকে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</w:t>
      </w:r>
      <w:r>
        <w:t xml:space="preserve">?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কী</w:t>
      </w:r>
      <w:r>
        <w:t>?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বস্তুতঃ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পুরোপুরি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বিচারবুদ্ধিবিরুদ্ধ।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কারণ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ফলশ্রুতি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বিধি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আওতাধীন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সৃষ্টিকর্তা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স্বয়ং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ফলশ্রুতি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বিধির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আওতাভুক্ত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অনাদি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অনন্ত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চিরন্তন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সম্বন্ধে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সৃষ্ট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কথাটি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প্রযোজ্য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>,</w:t>
      </w:r>
      <w:r w:rsidRPr="00700727">
        <w:t xml:space="preserve"> </w:t>
      </w:r>
      <w:r>
        <w:rPr>
          <w:rFonts w:hint="cs"/>
          <w:cs/>
          <w:lang w:bidi="bn-IN"/>
        </w:rPr>
        <w:t>যিনি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স্রষ্টা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স্রষ্টা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; </w:t>
      </w:r>
      <w:r>
        <w:rPr>
          <w:rFonts w:hint="cs"/>
          <w:cs/>
          <w:lang w:bidi="bn-IN"/>
        </w:rPr>
        <w:t>থাকলে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স্রষ্টা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কথাটি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প্রযোজ্য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তেমনি</w:t>
      </w:r>
      <w:r>
        <w:t xml:space="preserve">, </w:t>
      </w:r>
      <w:r>
        <w:rPr>
          <w:rFonts w:hint="cs"/>
          <w:cs/>
          <w:lang w:bidi="bn-IN"/>
        </w:rPr>
        <w:t>বিচারবুদ্ধির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অনুযায়ী</w:t>
      </w:r>
      <w:r>
        <w:t xml:space="preserve">, </w:t>
      </w:r>
      <w:r>
        <w:rPr>
          <w:rFonts w:hint="cs"/>
          <w:cs/>
          <w:lang w:bidi="bn-IN"/>
        </w:rPr>
        <w:t>সসীম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অসীমকে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ফলশ্রুতি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বিধির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আওতাধীন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সসীম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অসীম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সৃষ্টিকর্তার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বিচারবুদ্ধি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অস্তিত্বমানতার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অস্বীকার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মূর্খতা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মাত্র।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lastRenderedPageBreak/>
        <w:t>এবার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t xml:space="preserve">, </w:t>
      </w:r>
      <w:r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ছাড়াও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মাঝে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ব্যক্তিসত্তার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বিচারবুদ্ধির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আলোকপাত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করবো।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বস্তুতঃ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সৃষ্টিকর্তার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চেয়েও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অধিকতর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সহজ।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জুড়ে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বস্তুউর্ধ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যুক্তিপ্রমাণ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মুখাপেক্ষী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প্রতিটি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প্রতিটি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ব্যক্তিসত্তার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অনুভূতি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জড়বস্তুতে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অবশ্য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বস্তুকণায়ই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</w:t>
      </w:r>
      <w:r>
        <w:t xml:space="preserve">; </w:t>
      </w:r>
      <w:r>
        <w:rPr>
          <w:rFonts w:hint="cs"/>
          <w:cs/>
          <w:lang w:bidi="bn-IN"/>
        </w:rPr>
        <w:t>এটা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আলোচ্য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আলোচনা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অপরিহার্য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সাধারণভাবে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জড়বস্তু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অনুভূতিহীন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প্রচলিত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প্রাণশীল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জড়বস্তুর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পার্থক্যকেই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আত্মা</w:t>
      </w:r>
      <w:r>
        <w:t xml:space="preserve">,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ব্যক্তিসত্তা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গণ্য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করছি।</w:t>
      </w:r>
      <w:r>
        <w:rPr>
          <w:cs/>
          <w:lang w:bidi="bn-IN"/>
        </w:rPr>
        <w:t>)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ভালো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মন্দ</w:t>
      </w:r>
      <w:r>
        <w:t xml:space="preserve">, </w:t>
      </w:r>
      <w:r>
        <w:rPr>
          <w:rFonts w:hint="cs"/>
          <w:cs/>
          <w:lang w:bidi="bn-IN"/>
        </w:rPr>
        <w:t>সুখ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দুঃখ</w:t>
      </w:r>
      <w:r>
        <w:t xml:space="preserve">, </w:t>
      </w:r>
      <w:r>
        <w:rPr>
          <w:rFonts w:hint="cs"/>
          <w:cs/>
          <w:lang w:bidi="bn-IN"/>
        </w:rPr>
        <w:t>ব্যথা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আনন্দ</w:t>
      </w:r>
      <w:r>
        <w:t xml:space="preserve">, </w:t>
      </w:r>
      <w:r>
        <w:rPr>
          <w:rFonts w:hint="cs"/>
          <w:cs/>
          <w:lang w:bidi="bn-IN"/>
        </w:rPr>
        <w:t>হর্ষ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বিষাদ</w:t>
      </w:r>
      <w:r>
        <w:t xml:space="preserve">, </w:t>
      </w:r>
      <w:r>
        <w:rPr>
          <w:rFonts w:hint="cs"/>
          <w:cs/>
          <w:lang w:bidi="bn-IN"/>
        </w:rPr>
        <w:t>সন্তোষ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ক্রোধ</w:t>
      </w:r>
      <w:r>
        <w:t xml:space="preserve">, </w:t>
      </w:r>
      <w:r>
        <w:rPr>
          <w:rFonts w:hint="cs"/>
          <w:cs/>
          <w:lang w:bidi="bn-IN"/>
        </w:rPr>
        <w:t>আশা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ভয়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ইত্যাদি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অনুভূতি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জড়বস্তুর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বৈশিষ্ট্য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তেমনি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ন্যায়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অন্যায়বোধ</w:t>
      </w:r>
      <w:r>
        <w:t xml:space="preserve">, </w:t>
      </w:r>
      <w:r>
        <w:rPr>
          <w:rFonts w:hint="cs"/>
          <w:cs/>
          <w:lang w:bidi="bn-IN"/>
        </w:rPr>
        <w:t>জ্ঞান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মূর্খতা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সত্য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মিথ্যা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বিতর্ক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জড়বস্তুর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বৈশিষ্ট্য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সহজাত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প্রবণতা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মেধা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প্রতিভার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ধারণা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জড়বস্তুর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প্রযোজ্য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বস্তুর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ধর্ম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একমুখিতা।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ক্রিয়া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প্রতিক্রিয়া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অনিবার্যভাবেই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ফলাফল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করবে</w:t>
      </w:r>
      <w:r>
        <w:t xml:space="preserve">;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দ্বিধাদ্বন্দ্ব</w:t>
      </w:r>
      <w:r>
        <w:t xml:space="preserve">, </w:t>
      </w:r>
      <w:r>
        <w:rPr>
          <w:rFonts w:hint="cs"/>
          <w:cs/>
          <w:lang w:bidi="bn-IN"/>
        </w:rPr>
        <w:t>সন্দেহ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বিতর্ক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সংক্রান্ত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ধারণার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স্থান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জড়বস্তুর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উন্নততম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সংস্করণ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সুপার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কম্পিউটার।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সুপার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কম্পিউটারে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গুণাবলী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সুপার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কম্পিউটার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প্রয়োজনীয়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কর্মসূচী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কম্পিউটার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উদ্ভাবন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কল্পনা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সক্ষম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স্বেচ্ছায়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মিথ্যা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সক্ষম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t xml:space="preserve">, </w:t>
      </w:r>
      <w:r>
        <w:rPr>
          <w:rFonts w:hint="cs"/>
          <w:cs/>
          <w:lang w:bidi="bn-IN"/>
        </w:rPr>
        <w:t>বিশ্বজগত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বিশ্বজগতের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উৎস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সম্বন্ধে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চিন্তা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t xml:space="preserve">;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</w:t>
      </w:r>
      <w:r>
        <w:t xml:space="preserve">, </w:t>
      </w:r>
      <w:r>
        <w:rPr>
          <w:rFonts w:hint="cs"/>
          <w:cs/>
          <w:lang w:bidi="bn-IN"/>
        </w:rPr>
        <w:t>এমনকি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সুপার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কম্পিউটারও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সক্ষম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 xml:space="preserve"> </w:t>
      </w:r>
      <w:r>
        <w:rPr>
          <w:cs/>
          <w:lang w:bidi="bn-IN"/>
        </w:rPr>
        <w:lastRenderedPageBreak/>
        <w:t>(</w:t>
      </w:r>
      <w:r>
        <w:rPr>
          <w:rFonts w:hint="cs"/>
          <w:cs/>
          <w:lang w:bidi="bn-IN"/>
        </w:rPr>
        <w:t>বর্তমানে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জৈবিক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কম্পিউটার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উদ্ভাবনের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চেষ্টা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চলছে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আলোচনার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সম্পর্কহীন।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স্রেফ্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জড়বস্তু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>)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মানুষ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শুধু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জড়বস্তুর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ক্রিয়া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প্রতিক্রিয়া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গোটা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জুড়ে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বিরাজমান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পরিচালনা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t xml:space="preserve">,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সংক্ষিপ্ত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আলোচনাই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যথেষ্ট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করি।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কীভাবে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অস্তিত্বলাভ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আলোচনার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</w:t>
      </w:r>
      <w:r>
        <w:t xml:space="preserve">;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অনস্বীকার্য।</w:t>
      </w:r>
      <w:r>
        <w:rPr>
          <w:cs/>
          <w:lang w:bidi="bn-IN"/>
        </w:rPr>
        <w:t>)</w:t>
      </w:r>
    </w:p>
    <w:p w:rsidR="00700727" w:rsidRDefault="00700727" w:rsidP="00700727">
      <w:pPr>
        <w:pStyle w:val="libNormal"/>
      </w:pPr>
    </w:p>
    <w:p w:rsidR="00700727" w:rsidRDefault="00700727" w:rsidP="003260C6">
      <w:pPr>
        <w:pStyle w:val="Heading2Center"/>
      </w:pPr>
      <w:r>
        <w:rPr>
          <w:rFonts w:hint="cs"/>
          <w:cs/>
          <w:lang w:bidi="bn-IN"/>
        </w:rPr>
        <w:t>শরীর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প্রসঙ্গে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আত্মা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দৃষ্টিপাত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প্রয়োজন।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মানুষ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সমন্বিত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রূপ।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শুধু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শুধু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: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আত্মা</w:t>
      </w:r>
      <w:r>
        <w:rPr>
          <w:rFonts w:hint="eastAsia"/>
        </w:rPr>
        <w:t>’</w:t>
      </w:r>
      <w:r>
        <w:rPr>
          <w:rFonts w:hint="cs"/>
          <w:cs/>
          <w:lang w:bidi="bn-IN"/>
        </w:rPr>
        <w:t>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এতদসত্ত্বেও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মানবসত্তায়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ভূমিকাই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মুখ্য।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পরিচালক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বাহন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হাতিয়ার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স্বরূপ।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কর্মতৎপরতার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পুরোপুরিভাবে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নির্ভরশীল।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কর্মতৎপরতার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নির্ভরশীল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ইন্দ্রিয়গ্রাহ্য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বস্তুজগতে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t xml:space="preserve">, </w:t>
      </w:r>
      <w:r>
        <w:rPr>
          <w:rFonts w:hint="cs"/>
          <w:cs/>
          <w:lang w:bidi="bn-IN"/>
        </w:rPr>
        <w:t>যেমন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আত্মা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স্বয়ং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কাল্পনিক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বিষয়াদি</w:t>
      </w:r>
      <w:r>
        <w:t xml:space="preserve">, </w:t>
      </w:r>
      <w:r>
        <w:rPr>
          <w:rFonts w:hint="cs"/>
          <w:cs/>
          <w:lang w:bidi="bn-IN"/>
        </w:rPr>
        <w:t>দার্শনিক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বিষয়াদি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উর্ধে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খোদায়ী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চিন্তা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সঠিক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হোক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ভুলই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হোক</w:t>
      </w:r>
      <w:r>
        <w:t xml:space="preserve">, </w:t>
      </w:r>
      <w:r>
        <w:rPr>
          <w:rFonts w:hint="cs"/>
          <w:cs/>
          <w:lang w:bidi="bn-IN"/>
        </w:rPr>
        <w:t>উপসংহারে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উপনীত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জ্ঞান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সক্ষম।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আত্মার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কর্মতৎপরতা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ইন্দ্রিয়নিচয়ের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সাহায্যগ্রহণ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ব্যতীতই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স্বীয়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প্রভাব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বিস্তার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বিস্তারিত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আলোচনা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স্বতন্ত্র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যার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অবকাশ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আলোচনার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সীমিত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পরিসরে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উদাহরণস্বরূপ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টেলিপ্যাথি</w:t>
      </w:r>
      <w:r>
        <w:t xml:space="preserve">, </w:t>
      </w:r>
      <w:r>
        <w:rPr>
          <w:rFonts w:hint="cs"/>
          <w:cs/>
          <w:lang w:bidi="bn-IN"/>
        </w:rPr>
        <w:t>সম্মোহন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হিপনোটিজম্</w:t>
      </w:r>
      <w:r>
        <w:rPr>
          <w:cs/>
          <w:lang w:bidi="bn-IN"/>
        </w:rPr>
        <w:t>)</w:t>
      </w:r>
      <w:r>
        <w:t xml:space="preserve">, </w:t>
      </w:r>
      <w:r>
        <w:rPr>
          <w:rFonts w:hint="cs"/>
          <w:cs/>
          <w:lang w:bidi="bn-IN"/>
        </w:rPr>
        <w:t>স্বপ্ন</w:t>
      </w:r>
      <w:r>
        <w:t xml:space="preserve">, </w:t>
      </w:r>
      <w:r>
        <w:rPr>
          <w:rFonts w:hint="cs"/>
          <w:cs/>
          <w:lang w:bidi="bn-IN"/>
        </w:rPr>
        <w:t>হতাশাব্যঞ্জক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ভয়ানক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খবর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আকস্মিক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মৃত্যুবরণ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ইত্যাদি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ক্রিয়া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প্রতিক্রিয়ার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আস্তিক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নাস্তিক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নির্বিশেষে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নিকটই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স্বতঃপ্রমাণিত।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অতএব</w:t>
      </w:r>
      <w:r>
        <w:t xml:space="preserve">,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নিশ্চিত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সিদ্ধান্তে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উপনীত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আত্মা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কর্মতৎপরতার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পুরোপুরি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নির্ভরশীল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শরীর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জুড়ে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অবস্থানকারী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t xml:space="preserve">, </w:t>
      </w:r>
      <w:r>
        <w:rPr>
          <w:rFonts w:hint="cs"/>
          <w:cs/>
          <w:lang w:bidi="bn-IN"/>
        </w:rPr>
        <w:t>নাকি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পর্যায়ে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স্বতন্ত্র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আলোচ্য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t xml:space="preserve">, </w:t>
      </w:r>
      <w:r>
        <w:rPr>
          <w:rFonts w:hint="cs"/>
          <w:cs/>
          <w:lang w:bidi="bn-IN"/>
        </w:rPr>
        <w:t>শরীর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ধ্বংস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সংশ্লিষ্ট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ধ্বংস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অনিবার্য</w:t>
      </w:r>
      <w:r>
        <w:t>?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বিচারবুদ্ধির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দৃষ্টিতে</w:t>
      </w:r>
      <w:r>
        <w:t xml:space="preserve">, </w:t>
      </w:r>
      <w:r>
        <w:rPr>
          <w:rFonts w:hint="cs"/>
          <w:cs/>
          <w:lang w:bidi="bn-IN"/>
        </w:rPr>
        <w:t>আত্মিক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অথবা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তৈরী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</w:t>
      </w:r>
      <w:r>
        <w:t xml:space="preserve">, </w:t>
      </w:r>
      <w:r>
        <w:rPr>
          <w:rFonts w:hint="cs"/>
          <w:cs/>
          <w:lang w:bidi="bn-IN"/>
        </w:rPr>
        <w:t>শরীরের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ধ্বংসের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ধ্বংস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অপরিহার্য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নিদ্রিত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পঞ্চেন্দ্রিয়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নিষ্ক্রিয়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t xml:space="preserve">,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সত্ত্বেও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ব্যক্তিসত্তা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সক্রিয়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স্বপ্ন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জাগ্রত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অবস্থায়ও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পঞ্চেন্দ্রিয়ের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নিষ্ক্রিয়তা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সত্ত্বেও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ব্যক্তিসত্তা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চিন্তা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কল্পনায়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মশগূল্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ব্যক্তিসত্তার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সক্রিয়তা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পঞ্চেন্দ্রিয়ের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সক্রিয়তার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নির্ভরশীল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পঞ্চেন্দ্রিয়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ধ্বংস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ধ্বংস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যাবে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এটা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অধিকতর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শক্তিশালী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পঙ্গু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ব্যক্তিসত্তা।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অঙ্গ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প্রত্যঙ্গ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ফেলা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ব্যক্তিসত্তা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ধ্বংস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পঙ্গু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ফেললে</w:t>
      </w:r>
      <w:r>
        <w:t xml:space="preserve">,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চোখ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তুলে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ফেললে</w:t>
      </w:r>
      <w:r>
        <w:t xml:space="preserve">,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কিডনি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ফেলে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তদস্থলে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কিডনি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সংযোজন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করলে</w:t>
      </w:r>
      <w:r>
        <w:t xml:space="preserve">,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কৃত্রিম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হৃদপিণ্ডসংযোজন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অথবা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অর্ধাংশ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পেশী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শরীরের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নিম্নাংশ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পক্ষাঘাতে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আক্রান্ত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গেলে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ব্যক্তিসত্তা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ধ্বংস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অঙ্গ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প্রত্যঙ্গ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ফেলে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পক্ষাঘাত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আংশিক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মৃত্যুতুল্য</w:t>
      </w:r>
      <w:r>
        <w:t xml:space="preserve">,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সত্ত্বেও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ব্যক্তিসত্তার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আংশিক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শরীর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পুরোপুরি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ধ্বংস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গেলেও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ব্যক্তিসত্তা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ধ্বংস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বিচারবুদ্ধি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মোটেই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সন্দেহ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পোষণ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বস্তুতঃ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বিচ্ছিন্ন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সন্দেহের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অন্যতম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গোটা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জুড়ে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বুঝে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উঠতে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শরীর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ধ্বংস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গেলে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কোষগুলো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পচেগলে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ভস্মীভূত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প্রকৃতিতে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মিশে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গেলে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ব্যক্তিসত্তা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ধ্বংস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কীভাবে।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বস্তুতঃ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সংশয়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সংশয়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নিরসনের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বিদ্যুত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বিদ্যুতবাহী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উপমা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বিদ্যুত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প্রবাহিত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যতোক্ষণ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পর্যন্ত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বিদ্যুতপ্রবাহ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অব্যাহত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ততোক্ষণ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পর্যন্ত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বিদ্যুত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বিদ্যুত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ছাড়াও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শূন্যস্থানের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তরঙ্গ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আকারে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প্রবাহিত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যতোক্ষণ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প্রবাহিত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ততোক্ষণ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কোথাও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কোথাও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অবস্থানও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বটে</w:t>
      </w:r>
      <w:r>
        <w:rPr>
          <w:cs/>
          <w:lang w:bidi="bn-IN"/>
        </w:rPr>
        <w:t>)</w:t>
      </w:r>
      <w:r>
        <w:rPr>
          <w:rFonts w:hint="cs"/>
          <w:cs/>
          <w:lang w:bidi="bn-IN"/>
        </w:rPr>
        <w:t>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বিদ্যুতের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প্রকৃতিগত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পার্থক্য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যতোখানি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বিরাজিত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ব্যক্তিসত্তার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প্রকৃতিগত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পার্থক্য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চেয়ে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বেশী।</w:t>
      </w:r>
    </w:p>
    <w:p w:rsidR="00700727" w:rsidRDefault="00700727" w:rsidP="003260C6">
      <w:pPr>
        <w:pStyle w:val="Heading2"/>
      </w:pPr>
      <w:r>
        <w:rPr>
          <w:rFonts w:hint="cs"/>
          <w:cs/>
          <w:lang w:bidi="bn-IN"/>
        </w:rPr>
        <w:t>ব্যক্তিসত্তার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অমরত্ব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মোদ্দা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t xml:space="preserve">, </w:t>
      </w:r>
      <w:r>
        <w:rPr>
          <w:rFonts w:hint="cs"/>
          <w:cs/>
          <w:lang w:bidi="bn-IN"/>
        </w:rPr>
        <w:t>বিচারবুদ্ধির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অনুযায়ী</w:t>
      </w:r>
      <w:r>
        <w:t xml:space="preserve">, </w:t>
      </w:r>
      <w:r>
        <w:rPr>
          <w:rFonts w:hint="cs"/>
          <w:cs/>
          <w:lang w:bidi="bn-IN"/>
        </w:rPr>
        <w:t>শরীরের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ধ্বংস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ব্যক্তিসত্তার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ধ্বংস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অপরিহার্য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টিকে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অপরিহার্য।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মানবপ্রকৃতি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মানুষমাত্রই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অনন্তকাল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টিকে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টিকে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আকাঙ্ক্ষা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মূলতঃ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ব্যক্তিসত্তার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টিকে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আকাঙ্ক্ষা।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বিকলাঙ্গ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পক্ষাঘাতগ্রস্ত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বেঁচে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পুরোপুরি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সংজ্ঞাহারা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সংজ্ঞা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ফিরে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সম্ভাবনা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তথাপি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স্বজনরা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বেঁচে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শুধু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শিকার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মৃত্যু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বেঁচে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কোনটিকে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অগ্রাধিকার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</w:t>
      </w:r>
      <w:r>
        <w:t xml:space="preserve">, </w:t>
      </w:r>
      <w:r>
        <w:rPr>
          <w:rFonts w:hint="cs"/>
          <w:cs/>
          <w:lang w:bidi="bn-IN"/>
        </w:rPr>
        <w:t>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সাধারণতঃ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বেঁচে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অগ্রাধিকার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ব্যক্তিসত্তা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আশ্রয়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বিধায়ই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স্বজনরা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ব্যক্তিসত্তাকে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রাখতে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স্বয়ং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ব্যক্তিসত্তাও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স্বজনদের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বিধায়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বাঁচিয়ে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রাখাকে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বেঁচে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অগ্রাধিকার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শুধু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কম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বেশী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স্বাধীন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ইচ্ছাশক্তির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প্রাণশীল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কামনা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বাসনা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পূরণের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ব্যবস্থা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সম্ভাবনা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প্রাকৃতিক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নিহিত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প্রাণীর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অভাববোধ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পূরণের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আয়োজন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উপকরণাদি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সম্ভাবনা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প্রকৃতির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নিহিত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ক্ষুধার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খাদ্য</w:t>
      </w:r>
      <w:r>
        <w:t xml:space="preserve">, </w:t>
      </w:r>
      <w:r>
        <w:rPr>
          <w:rFonts w:hint="cs"/>
          <w:cs/>
          <w:lang w:bidi="bn-IN"/>
        </w:rPr>
        <w:t>পিপাসার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পানি</w:t>
      </w:r>
      <w:r>
        <w:t xml:space="preserve">, </w:t>
      </w:r>
      <w:r>
        <w:rPr>
          <w:rFonts w:hint="cs"/>
          <w:cs/>
          <w:lang w:bidi="bn-IN"/>
        </w:rPr>
        <w:t>শোনার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সুন্দর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সুর</w:t>
      </w:r>
      <w:r>
        <w:t xml:space="preserve">, </w:t>
      </w:r>
      <w:r>
        <w:rPr>
          <w:rFonts w:hint="cs"/>
          <w:cs/>
          <w:lang w:bidi="bn-IN"/>
        </w:rPr>
        <w:t>দেখার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মনোরম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দৃশ্য</w:t>
      </w:r>
      <w:r>
        <w:t xml:space="preserve">, </w:t>
      </w:r>
      <w:r>
        <w:rPr>
          <w:rFonts w:hint="cs"/>
          <w:cs/>
          <w:lang w:bidi="bn-IN"/>
        </w:rPr>
        <w:t>ঘ্রাণ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সুগন্ধি</w:t>
      </w:r>
      <w:r>
        <w:t xml:space="preserve">, </w:t>
      </w:r>
      <w:r>
        <w:rPr>
          <w:rFonts w:hint="cs"/>
          <w:cs/>
          <w:lang w:bidi="bn-IN"/>
        </w:rPr>
        <w:t>স্পর্শ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মোলায়েম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পুলকসঞ্চারক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আরামদায়ক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উপায়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উপকরণ</w:t>
      </w:r>
      <w:r>
        <w:t xml:space="preserve">, </w:t>
      </w:r>
      <w:r>
        <w:rPr>
          <w:rFonts w:hint="cs"/>
          <w:cs/>
          <w:lang w:bidi="bn-IN"/>
        </w:rPr>
        <w:t>ঊষ্ণতা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শীতলতা</w:t>
      </w:r>
      <w:r>
        <w:t>,</w:t>
      </w:r>
      <w:r w:rsidRPr="00700727">
        <w:t xml:space="preserve"> </w:t>
      </w:r>
      <w:r>
        <w:rPr>
          <w:rFonts w:hint="cs"/>
          <w:cs/>
          <w:lang w:bidi="bn-IN"/>
        </w:rPr>
        <w:t>নারীর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যৌন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কামনা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পূরণের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পুরুষ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যৌন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কামনা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পূরণের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ইত্যাদি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কামনা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বাসনা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পূরণের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উপায়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উপকরণ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সম্ভাবনা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নিহিত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মাছের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ডুবে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থাকার</w:t>
      </w:r>
      <w:r>
        <w:t xml:space="preserve">, </w:t>
      </w:r>
      <w:r>
        <w:rPr>
          <w:rFonts w:hint="cs"/>
          <w:cs/>
          <w:lang w:bidi="bn-IN"/>
        </w:rPr>
        <w:t>পাখীর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ওড়ার</w:t>
      </w:r>
      <w:r>
        <w:t xml:space="preserve">, </w:t>
      </w:r>
      <w:r>
        <w:rPr>
          <w:rFonts w:hint="cs"/>
          <w:cs/>
          <w:lang w:bidi="bn-IN"/>
        </w:rPr>
        <w:t>শুধু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নক্ষত্রলোকে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উপনীত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আকাঙ্ক্ষার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পাশাপাশি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ব্যবস্থাও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এমতাবস্থায়</w:t>
      </w:r>
      <w:r>
        <w:t xml:space="preserve">, </w:t>
      </w:r>
      <w:r>
        <w:rPr>
          <w:rFonts w:hint="cs"/>
          <w:cs/>
          <w:lang w:bidi="bn-IN"/>
        </w:rPr>
        <w:t>মানুষ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ব্যক্তিসত্তার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অমরত্ব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কামনা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t xml:space="preserve">, </w:t>
      </w:r>
      <w:r>
        <w:rPr>
          <w:rFonts w:hint="cs"/>
          <w:cs/>
          <w:lang w:bidi="bn-IN"/>
        </w:rPr>
        <w:t>অথচ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অমর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ব্যক্তিসত্তার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বিলুপ্তি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ঘটবে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এটা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; </w:t>
      </w:r>
      <w:r>
        <w:rPr>
          <w:rFonts w:hint="cs"/>
          <w:cs/>
          <w:lang w:bidi="bn-IN"/>
        </w:rPr>
        <w:t>এটা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কেউ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ভাবতেই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এমনকি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শরীরের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ব্যক্তিসত্তা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ধ্বংস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অবচেতন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ব্যক্তিসত্তার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অমরত্বের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আকাঙ্ক্ষা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শুধু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আকাঙ্ক্ষা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অবচেতন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ব্যক্তিসত্তার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অমরত্বে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প্রত্যয়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পোষণ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</w:t>
      </w:r>
      <w:r>
        <w:t xml:space="preserve">, </w:t>
      </w:r>
      <w:r>
        <w:rPr>
          <w:rFonts w:hint="cs"/>
          <w:cs/>
          <w:lang w:bidi="bn-IN"/>
        </w:rPr>
        <w:t>সারা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সৃষ্টিকর্তা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অস্বীকার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বস্তুবাদী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নাস্তিক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মৃত্যুশয্যায়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অস্থির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আতঙ্কিত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পড়ে</w:t>
      </w:r>
      <w:r>
        <w:t xml:space="preserve">, </w:t>
      </w:r>
      <w:r>
        <w:rPr>
          <w:rFonts w:hint="cs"/>
          <w:cs/>
          <w:lang w:bidi="bn-IN"/>
        </w:rPr>
        <w:t>ভীতসন্ত্রস্ত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পড়ে</w:t>
      </w:r>
      <w:r>
        <w:t xml:space="preserve">; </w:t>
      </w:r>
      <w:r>
        <w:rPr>
          <w:rFonts w:hint="cs"/>
          <w:cs/>
          <w:lang w:bidi="bn-IN"/>
        </w:rPr>
        <w:t>মৃত্যুবরণ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অস্থিরতা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আতঙ্ক</w:t>
      </w:r>
      <w:r>
        <w:t xml:space="preserve">? </w:t>
      </w:r>
      <w:r>
        <w:rPr>
          <w:rFonts w:hint="cs"/>
          <w:cs/>
          <w:lang w:bidi="bn-IN"/>
        </w:rPr>
        <w:t>কিসের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t xml:space="preserve">? </w:t>
      </w:r>
      <w:r>
        <w:rPr>
          <w:rFonts w:hint="cs"/>
          <w:cs/>
          <w:lang w:bidi="bn-IN"/>
        </w:rPr>
        <w:t>মৃত্যুতে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ব্যক্তিসত্তার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বিলুপ্তি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সুখ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দুঃখের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পৃথিবীতে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বেঁচে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লোভে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দুঃখ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সম্ভাবনাজনিত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দুশ্চিন্তা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বেড়াবার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চেয়ে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বিলুপ্ত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যাওয়াই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উত্তম।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আসলে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অস্বীকার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সচেতনভাবে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অবচেতন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ব্যক্তিসত্তার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অমরত্বে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প্রত্যয়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পোষণ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কারণেই</w:t>
      </w:r>
      <w:r>
        <w:t xml:space="preserve">, </w:t>
      </w:r>
      <w:r>
        <w:rPr>
          <w:rFonts w:hint="cs"/>
          <w:cs/>
          <w:lang w:bidi="bn-IN"/>
        </w:rPr>
        <w:t>মৃত্যুর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অজানা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নতুন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নতুন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অজানা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জায়গায়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পরিবেশে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মানবপ্রকৃতির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বৈশিষ্ট্য।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পায়।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বস্তুতঃ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শুধু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এমনকি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ব্যক্তিসত্তার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অমরত্বের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নিহিত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মানুষ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আত্মহত্যা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t xml:space="preserve">? </w:t>
      </w:r>
      <w:r>
        <w:rPr>
          <w:rFonts w:hint="cs"/>
          <w:cs/>
          <w:lang w:bidi="bn-IN"/>
        </w:rPr>
        <w:t>যখন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বাঁচতে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আত্মহত্যা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সশরীরে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সংশ্লিষ্ট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</w:t>
      </w:r>
      <w:r>
        <w:t xml:space="preserve">, </w:t>
      </w:r>
      <w:r>
        <w:rPr>
          <w:rFonts w:hint="cs"/>
          <w:cs/>
          <w:lang w:bidi="bn-IN"/>
        </w:rPr>
        <w:t>সমষ্টি</w:t>
      </w:r>
      <w:r>
        <w:t xml:space="preserve">, </w:t>
      </w:r>
      <w:r>
        <w:rPr>
          <w:rFonts w:hint="cs"/>
          <w:cs/>
          <w:lang w:bidi="bn-IN"/>
        </w:rPr>
        <w:t>অবস্থা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পরিস্থিতি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পলায়ন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ব্যক্তিসত্তা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আত্মহত্যা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কারাগার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সংশ্লিষ্ট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কষ্টদায়ক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সমষ্টির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ধরাছোঁয়ার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পরিবেশ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পরিস্থিতির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পালিয়ে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ব্যক্তিসত্তাকে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স্বতন্ত্র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অমর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গণ্য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আত্মহত্যা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t xml:space="preserve">, </w:t>
      </w:r>
      <w:r>
        <w:rPr>
          <w:rFonts w:hint="cs"/>
          <w:cs/>
          <w:lang w:bidi="bn-IN"/>
        </w:rPr>
        <w:t>যদিও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সম্বন্ধে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সচেতন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</w:p>
    <w:p w:rsidR="003260C6" w:rsidRPr="009C308B" w:rsidRDefault="003260C6" w:rsidP="009E173E">
      <w:r>
        <w:br w:type="page"/>
      </w:r>
    </w:p>
    <w:p w:rsidR="00700727" w:rsidRDefault="00700727" w:rsidP="003260C6">
      <w:pPr>
        <w:pStyle w:val="Heading1Center"/>
      </w:pPr>
      <w:r>
        <w:rPr>
          <w:rFonts w:hint="cs"/>
          <w:cs/>
        </w:rPr>
        <w:lastRenderedPageBreak/>
        <w:t>বিচারবুদ্ধির</w:t>
      </w:r>
      <w:r>
        <w:rPr>
          <w:cs/>
        </w:rPr>
        <w:t xml:space="preserve"> </w:t>
      </w:r>
      <w:r>
        <w:rPr>
          <w:rFonts w:hint="cs"/>
          <w:cs/>
        </w:rPr>
        <w:t>দৃষ্টিতে</w:t>
      </w:r>
      <w:r>
        <w:rPr>
          <w:cs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</w:rPr>
        <w:t>আালামে</w:t>
      </w:r>
      <w:r>
        <w:rPr>
          <w:cs/>
        </w:rPr>
        <w:t xml:space="preserve"> </w:t>
      </w:r>
      <w:r>
        <w:rPr>
          <w:rFonts w:hint="cs"/>
          <w:cs/>
        </w:rPr>
        <w:t>বারযাখ্</w:t>
      </w:r>
      <w:r>
        <w:rPr>
          <w:cs/>
        </w:rPr>
        <w:t xml:space="preserve"> </w:t>
      </w:r>
    </w:p>
    <w:p w:rsidR="00700727" w:rsidRDefault="00700727" w:rsidP="00700727">
      <w:pPr>
        <w:pStyle w:val="libNormal"/>
      </w:pP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সর্বজনীনভাবে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মানবপ্রজাতির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অনুভূতি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ব্যক্তিসত্তার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সচেতন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উপস্থিতির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</w:t>
      </w:r>
      <w:r>
        <w:t xml:space="preserve">, </w:t>
      </w:r>
      <w:r>
        <w:rPr>
          <w:rFonts w:hint="cs"/>
          <w:cs/>
          <w:lang w:bidi="bn-IN"/>
        </w:rPr>
        <w:t>অচেতন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ঘুমন্ত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আস্তিক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নাস্তিক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নির্বিশেষে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সদ্যমৃত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যেন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আশেপাশেই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আছে</w:t>
      </w:r>
      <w:r>
        <w:t xml:space="preserve">, </w:t>
      </w:r>
      <w:r>
        <w:rPr>
          <w:rFonts w:hint="cs"/>
          <w:cs/>
          <w:lang w:bidi="bn-IN"/>
        </w:rPr>
        <w:t>যেন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শুনছে</w:t>
      </w:r>
      <w:r>
        <w:t xml:space="preserve">,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জীবিতদের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শোনার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এমনকি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নাস্তিক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লোকেরা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পর্যন্ত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নেতৃস্থানীয়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মৃতদেহের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স্মৃতির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ঠিক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সেভাবেই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ভক্তি</w:t>
      </w:r>
      <w:r>
        <w:t xml:space="preserve">, </w:t>
      </w:r>
      <w:r>
        <w:rPr>
          <w:rFonts w:hint="cs"/>
          <w:cs/>
          <w:lang w:bidi="bn-IN"/>
        </w:rPr>
        <w:t>শ্রদ্ধা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প্রদর্শন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ভক্তি</w:t>
      </w:r>
      <w:r>
        <w:t xml:space="preserve">, </w:t>
      </w:r>
      <w:r>
        <w:rPr>
          <w:rFonts w:hint="cs"/>
          <w:cs/>
          <w:lang w:bidi="bn-IN"/>
        </w:rPr>
        <w:t>শ্রদ্ধা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প্রদর্শন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জীবদ্দশায়</w:t>
      </w:r>
      <w:r>
        <w:t xml:space="preserve">;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চেতনার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অসম্মান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হোক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কিছুতেই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আন্তরিক।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থাকাকালে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ভক্তি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শ্রদ্ধা</w:t>
      </w:r>
      <w:r>
        <w:t xml:space="preserve">, </w:t>
      </w:r>
      <w:r>
        <w:rPr>
          <w:rFonts w:hint="cs"/>
          <w:cs/>
          <w:lang w:bidi="bn-IN"/>
        </w:rPr>
        <w:t>স্নেহ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মমতা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ভালোবাসার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ভক্তি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শ্রদ্ধা</w:t>
      </w:r>
      <w:r>
        <w:t xml:space="preserve">, </w:t>
      </w:r>
      <w:r>
        <w:rPr>
          <w:rFonts w:hint="cs"/>
          <w:cs/>
          <w:lang w:bidi="bn-IN"/>
        </w:rPr>
        <w:t>স্নেহ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মমতা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ভালোবাসা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বিলুপ্ত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গিয়েছে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অস্তিত্বহীন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গিয়েছে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ভক্তি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শ্রদ্ধা</w:t>
      </w:r>
      <w:r>
        <w:t xml:space="preserve">, </w:t>
      </w:r>
      <w:r>
        <w:rPr>
          <w:rFonts w:hint="cs"/>
          <w:cs/>
          <w:lang w:bidi="bn-IN"/>
        </w:rPr>
        <w:t>স্নেহ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মমতা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ভালোবাসা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পোষণের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অবচেতনভাবে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ব্যক্তিসত্তার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অমরত্ব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কাছাকাছি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উপস্থিতির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প্রত্যয়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পোষণ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অন্যদিকে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আস্তিক</w:t>
      </w:r>
      <w:r>
        <w:t xml:space="preserve">, </w:t>
      </w:r>
      <w:r>
        <w:rPr>
          <w:rFonts w:hint="cs"/>
          <w:cs/>
          <w:lang w:bidi="bn-IN"/>
        </w:rPr>
        <w:t>ধর্ম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নির্বিশেষে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সচেতনভাবেই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প্রত্যয়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পোষণ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মানুষ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সাধারণতঃ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বেঁচে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অপসন্দ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করতো।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ব্যক্তিসত্তাকে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পর্যবেক্ষণক্ষমতাসহ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উপস্থিত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আচরণ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ব্যক্তিসত্তাকে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বিলুপ্ত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ঘুমন্ত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কখনোই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আচরণ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,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আচরণ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অযৌক্তিক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অর্থহীন।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দেহভস্ম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সসম্মানে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সংরক্ষণ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অথবা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ক্ববরে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স্মরণে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নির্মিত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স্মৃতিস্তম্ভের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মমিকৃত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মৃতদেহের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ভক্তি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শ্রদ্ধা</w:t>
      </w:r>
      <w:r>
        <w:t xml:space="preserve">, </w:t>
      </w:r>
      <w:r>
        <w:rPr>
          <w:rFonts w:hint="cs"/>
          <w:cs/>
          <w:lang w:bidi="bn-IN"/>
        </w:rPr>
        <w:t>ভালোবাসা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প্রদর্শনের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পিছনেও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অনুভূতি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মানবপ্রকৃতির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আরেকটি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সর্বজনীন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বৈশিষ্ট্য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প্রিয়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স্বজনদের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কাছাকাছি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চায়</w:t>
      </w:r>
      <w:r>
        <w:t xml:space="preserve">, </w:t>
      </w:r>
      <w:r>
        <w:rPr>
          <w:rFonts w:hint="cs"/>
          <w:cs/>
          <w:lang w:bidi="bn-IN"/>
        </w:rPr>
        <w:t>প্রয়োজনে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দূরে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কোথাও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গেলেও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তাড়াতাড়ি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ফিরে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নিয়মিত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পরস্পরের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খোঁজখবর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প্রিয়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স্বজনদের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পুরোপুরি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বিচ্ছিন্ন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চিন্তা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হতাশা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বিমর্ষতার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সচেতনভাবে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অবচেতনভাবে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আশাই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পোষণ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মৃত্যুর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প্রিয়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স্বজনদের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কাছাকাছি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থাকবে।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বাড়ীতে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বাড়ীর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যথাসম্ভব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কাছাকাছি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প্রিয়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স্বজনদের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ক্ববরের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পাশে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ক্ববর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ওয়াছ্বীয়াত্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পিছনেও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অনুভূতির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প্রভাব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বিদ্যমান।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ব্যক্তিসত্তা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নিদ্রায়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নিদ্রিত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ধারণা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পোষণ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প্রিয়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স্বজনদের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আশা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আকাঙ্ক্ষার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মূল্য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মানবপ্রকৃতির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আরেকটি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বৈশিষ্ট্য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দীর্ঘ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ঘুম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পসন্দ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t xml:space="preserve">,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প্রিয়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স্বজনদের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ব্যক্তিসত্তা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হাজার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হাজার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বছর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ঘুমিয়ে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প্রিয়জনদের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চিন্তা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বিষণ্ন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বিমর্ষ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বাধ্য।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ব্যক্তিসত্তার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জাগ্রত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কামনা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মানবপ্রকৃতির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আরেকটি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বৈশিষ্ট্য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পুরষ্কার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শত্রুর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কষ্টদানকারীর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জোর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যুলুম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মন্দ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বিলম্ব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পসন্দ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পুরষ্কার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প্রতিপক্ষের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সুনির্দিষ্ট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পর্যন্ত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অপেক্ষা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অপরিহার্য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লক্ষ্য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যথাসময়ের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পূর্বে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মন্দ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প্রভাব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আশা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উদাহরণস্বরূপ</w:t>
      </w:r>
      <w:r>
        <w:t xml:space="preserve">, </w:t>
      </w:r>
      <w:r>
        <w:rPr>
          <w:rFonts w:hint="cs"/>
          <w:cs/>
          <w:lang w:bidi="bn-IN"/>
        </w:rPr>
        <w:t>যাকে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পুরষ্কার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নির্ধারিত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অনুষ্ঠানের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আগেই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অনুষ্ঠানস্থলে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সেখানেই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কাছাকাছি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আরামদায়ক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অবস্থানস্থলে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সাদরে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বিশ্রাম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হাল্কাভাবে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আদর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আপ্যায়ন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তেমনি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বিবাহ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অন্যবিধ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আনন্দ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অনুষ্ঠানেও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মেহমানদেরকে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মূল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ভোজনপর্বের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আগেই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অনুষ্ঠানস্থলে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কাছাকাছি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উত্তম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পরিবেশে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বিশ্রাম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হাল্কাভাবে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হলেও</w:t>
      </w:r>
      <w:r>
        <w:t xml:space="preserve">, </w:t>
      </w:r>
      <w:r>
        <w:rPr>
          <w:rFonts w:hint="cs"/>
          <w:cs/>
          <w:lang w:bidi="bn-IN"/>
        </w:rPr>
        <w:t>আন্তরিক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আদর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আপ্যায়ন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আশা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অন্যদিকে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সন্দেহাতীত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ফৌজদারী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অপরাধীকে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গ্রেফতারের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শুরু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পূর্ব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পর্যন্ত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নেয়া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গেলেও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মোটেই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আরামদায়ক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সম্মানজনক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সংশ্লিষ্ট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স্বাধীনভাবে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চলাফেরার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বঞ্চিত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মানসিক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বটে।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সাধারণভাবে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লোকেরা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পসন্দ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আশা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তাছাড়া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পুরষ্কার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উভয়ই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হাজার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হাজার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বছর</w:t>
      </w:r>
      <w:r>
        <w:t xml:space="preserve">, </w:t>
      </w:r>
      <w:r>
        <w:rPr>
          <w:rFonts w:hint="cs"/>
          <w:cs/>
          <w:lang w:bidi="bn-IN"/>
        </w:rPr>
        <w:t>এমনকি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বছর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দূরবর্তী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t xml:space="preserve">;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ছিটেফোঁটাও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আশুপ্রাপ্তি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ঘটে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হাজার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হাজার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বছর</w:t>
      </w:r>
      <w:r>
        <w:t xml:space="preserve">, </w:t>
      </w:r>
      <w:r>
        <w:rPr>
          <w:rFonts w:hint="cs"/>
          <w:cs/>
          <w:lang w:bidi="bn-IN"/>
        </w:rPr>
        <w:t>এমনকি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বছর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মন্দ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উভয়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পাশাপাশি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ঘুম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পাড়িয়ে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মানবমনে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প্রতিভাত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আচরণে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হতাশা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নেতিবাচক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প্রভাব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বাধ্য।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অতি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বিলম্বিত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পুরষ্কারের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আকর্ষণ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হ্রাস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বিলম্বিত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ভীতিও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হ্রাস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পায়।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ইতিপূর্বে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t xml:space="preserve">, </w:t>
      </w:r>
      <w:r>
        <w:rPr>
          <w:rFonts w:hint="cs"/>
          <w:cs/>
          <w:lang w:bidi="bn-IN"/>
        </w:rPr>
        <w:t>মানবপ্রকৃতিতে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প্রয়োজন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কামনা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বাসনা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নিহিত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পূরণের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ব্যবস্থা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সর্বজনীনভাবে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মানবপ্রকৃতি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ব্যক্তিসত্তার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অমরত্ব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সচেতন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জাগ্রত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</w:t>
      </w:r>
      <w:r>
        <w:t xml:space="preserve">, </w:t>
      </w:r>
      <w:r>
        <w:rPr>
          <w:rFonts w:hint="cs"/>
          <w:cs/>
          <w:lang w:bidi="bn-IN"/>
        </w:rPr>
        <w:t>স্বীয়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সৎকর্মের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পুরষ্কার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প্রাপ্তিতে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বিলম্ব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অবিলম্বে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অন্ততঃ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সম্মান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আপ্যায়ন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অপরাধীর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শাস্তিতে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বিলম্ব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অবিলম্বে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অন্ততঃ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অপসন্দনীয়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t xml:space="preserve">, </w:t>
      </w: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অপরিহার্য।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সৃষ্টিকর্তা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মানবপ্রকৃতিতে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কামনা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বাসনা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</w:p>
    <w:p w:rsidR="003260C6" w:rsidRPr="009E173E" w:rsidRDefault="003260C6" w:rsidP="009E173E">
      <w:r w:rsidRPr="009E173E">
        <w:br w:type="page"/>
      </w:r>
    </w:p>
    <w:p w:rsidR="00700727" w:rsidRDefault="00700727" w:rsidP="003260C6">
      <w:pPr>
        <w:pStyle w:val="Heading2Center"/>
      </w:pPr>
      <w:r>
        <w:rPr>
          <w:rFonts w:hint="cs"/>
          <w:cs/>
          <w:lang w:bidi="bn-IN"/>
        </w:rPr>
        <w:lastRenderedPageBreak/>
        <w:t>দেহবিহীন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অনুভূতিশক্তি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এরপরও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উঠতে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মৃত্যুর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দেহবিহীন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ব্যক্তিসত্তার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অনুভূতিশক্তি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কিনা</w:t>
      </w:r>
      <w:r>
        <w:t xml:space="preserve">?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ভিত্তি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দুনিয়ায়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মাধ্যমে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দৈহিক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ইন্দ্রিয়নিচয়ের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মাধ্যমে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তথ্যাদি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সুখ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দুঃখের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অনুভূতি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দুনিয়ার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আনন্দভোগ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শাস্তিভোগ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উভয়ই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মাধ্যমে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অন্যদিকে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দেহসহ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পুনরুত্থান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সংঘটিত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দেহসহই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পুরষ্কার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ধর্মীয়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সূত্রও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বিচারবুদ্ধিও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এমতাবস্থায়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দেহবিহীন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সুখ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দুঃখের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অনুভূতির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সম্ভাবনা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কতোখানি</w:t>
      </w:r>
      <w:r>
        <w:t>?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প্রসঙ্গে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পঞ্চেন্দ্রিয়ের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সাহায্য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ছাড়াই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আনন্দ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বেদনার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অনুভূতি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ক্ষেত্রবিশেষে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দৈহিক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ইন্দ্রিয়নিচয়ের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মাধ্যমে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অর্জিত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অনুভূতির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তুলনায়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বেশী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শক্তিশালী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প্রকাশ্য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রাস্তায়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অসম্মানজনক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গালি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ক্ষেত্রবিশেষে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বেত্রাঘাত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ছুরিকাঘাতের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চেয়েও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বেশী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যন্ত্রণাদায়ক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অবশ্য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পঞ্চেন্দ্রিয়ের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মাধ্যমে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সুখ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দুঃখের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অনুভূতি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গুরুত্বহীন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পুনরুত্থান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সংঘটিত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ন্যায়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সমন্বয়ে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বিচারবুদ্ধির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অনুযায়ী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এমনটিই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উচিত।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বিস্তারিত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আলোচনা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গ্রন্থের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বিষয়বস্তুর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অপরিহার্য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ব্যক্তিসত্তাকে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অনুভূতি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অর্জনে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সহায়তাই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অনুভূতিঅর্জনক্ষমতার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সীমাবদ্ধতাও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আরোপ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ব্যক্তিসত্তার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মনোযোগের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বিরাট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অংশ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সিংহভাগই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নিবদ্ধ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যাতে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ভুল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t xml:space="preserve">, </w:t>
      </w:r>
      <w:r>
        <w:rPr>
          <w:rFonts w:hint="cs"/>
          <w:cs/>
          <w:lang w:bidi="bn-IN"/>
        </w:rPr>
        <w:t>ভুলবশতঃ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বিপদে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পড়ে।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জাগ্রত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অন্যান্য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অনুভূতি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নিহিত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সম্ভাবনার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তুলনায়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খুবই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সীমাবদ্ধ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lastRenderedPageBreak/>
        <w:t>এছাড়া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দুর্বলতা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ক্লান্তি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শ্রান্তির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ঘুম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বিশ্রামের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প্রয়োজন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ব্যক্তিসত্তা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বিধায়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ক্ষয়</w:t>
      </w:r>
      <w:r>
        <w:t xml:space="preserve">, </w:t>
      </w:r>
      <w:r>
        <w:rPr>
          <w:rFonts w:hint="cs"/>
          <w:cs/>
          <w:lang w:bidi="bn-IN"/>
        </w:rPr>
        <w:t>দুর্বলতা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ক্লান্তি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শ্রান্তি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, </w:t>
      </w:r>
      <w:r>
        <w:rPr>
          <w:rFonts w:hint="cs"/>
          <w:cs/>
          <w:lang w:bidi="bn-IN"/>
        </w:rPr>
        <w:t>ফলে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ঘুম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বিশ্রামের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প্রয়োজন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তেমনি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জাগ্রত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সিংহভাগ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মনোযোগ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নিবদ্ধ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প্রয়োজন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অনুভূতি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পূর্ণ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মাত্রায়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কার্যকর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তৎপরতার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ব্যাপকবিস্তৃত।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স্বাভাবিক।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ব্যক্তিসত্তা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আাল্লাহ্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কর্তৃক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ফেরেশেতাদের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মাধ্যমে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নিয়ন্ত্রিত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সীমাবদ্ধতার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আওতায়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স্বতন্ত্র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আলোচ্য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মোদ্দা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t xml:space="preserve">, </w:t>
      </w:r>
      <w:r>
        <w:rPr>
          <w:rFonts w:hint="cs"/>
          <w:cs/>
          <w:lang w:bidi="bn-IN"/>
        </w:rPr>
        <w:t>মৃত্যুর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দেহযন্ত্রের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ক্রিয়া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বন্ধ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ব্যক্তিসত্তার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ভালো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মন্দের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অনুভূতি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বিলুপ্ত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কর্মতৎপরতা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পড়বে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বিচারবুদ্ধি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অবশ্য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অনস্বীকার্য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দেহযন্ত্র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অচল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পড়ায়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ব্যক্তিসত্তার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কর্মতৎপরতার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আওতা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সীমিত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পড়তে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বাধ্য।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অনুভূতি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যৌক্তিকতা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জীবদ্দশায়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অনুভূতি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শরীরযন্ত্রের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মাধ্যমে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অর্জিত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অনুভূতি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বৈ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এমতাবস্থায়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টিকে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আসলেই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টিকে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তাহলে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সুখ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দুঃখের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উর্ধে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ওঠার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ধারণার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পিছনে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যৌক্তিকতা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দুনিয়ার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অতীতের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সুখকর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স্মৃতির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স্মরণ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আনন্দিত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t xml:space="preserve">, </w:t>
      </w:r>
      <w:r>
        <w:rPr>
          <w:rFonts w:hint="cs"/>
          <w:cs/>
          <w:lang w:bidi="bn-IN"/>
        </w:rPr>
        <w:t>ভবিষ্যতের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শুভ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সম্ভাবনার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আশান্বিত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ওঠে</w:t>
      </w:r>
      <w:r>
        <w:t xml:space="preserve">, </w:t>
      </w:r>
      <w:r>
        <w:rPr>
          <w:rFonts w:hint="cs"/>
          <w:cs/>
          <w:lang w:bidi="bn-IN"/>
        </w:rPr>
        <w:t>অতীতের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স্মৃতি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বর্তমান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ভবিষ্যতের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খারাপ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পরিণতি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আনয়নকারী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ভুলভ্রান্তি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ভবিষ্যতের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অনিবার্য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দুঃখ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দুর্দশার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চিন্তা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হতাশ</w:t>
      </w:r>
      <w:r>
        <w:t xml:space="preserve">, </w:t>
      </w:r>
      <w:r>
        <w:rPr>
          <w:rFonts w:hint="cs"/>
          <w:cs/>
          <w:lang w:bidi="bn-IN"/>
        </w:rPr>
        <w:t>ব্যথিত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যন্ত্রণাকাতর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পড়ে।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ক্ষেত্রবিশেষে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আনন্দের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অনুভূতি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চরমে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উপনীত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আতিশয্যে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তেমনি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ভবিষ্যত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বিপদাশঙ্কাও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ডেকে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অন্যদিকে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ভবিষ্যত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দুঃখকষ্টের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দুঃসহতার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চিন্তা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বাঁচার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আত্মহত্যার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পথও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যুদ্ধে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শত্রুর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বন্দী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নির্যাতিত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সৈনিকের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আত্মহত্যার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শোনা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সুস্পষ্ট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আত্মা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ভবিষ্যতের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ভালো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মন্দের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বর্তমানে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দুঃখ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বাহুল্য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দুঃখ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দৈহিক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পুরোপুরি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এমতাবস্থায়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বিচ্ছিন্ন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অতীতের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ভালো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মন্দ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ভবিষ্যতের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পুরষ্কার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চিন্তা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আনন্দিত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যন্ত্রণাকাতর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অনুতপ্ত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স্বাভাবিক।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অবশ্য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শারীরিক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তৎপরতা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চালাতে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সক্ষম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তেমনি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সুচিন্তা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অনুতাপ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কর্ম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দুনিয়ার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আঞ্জাম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ইতিবাচক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আঞ্জাম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লাভবান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সুযোগ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মৃত্যুপরবর্তী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তৎপরতা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অনুভূতি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বন্ধ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যাবে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দুনিয়ার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তৎপরতা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চালায়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কতোখানি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চালাতে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কতোখানি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চালাবার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স্বাধীনতা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লাভ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স্বাধীনতা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লাভ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লাভ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কতোখানি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স্বাধীনতা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লাভ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বিচারবুদ্ধি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ধারণায়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উপনীত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বিস্তারিত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পূর্ণাঙ্গ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ধারণা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লাভে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সক্ষম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সুখ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দুঃখের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অনুভূতি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ভবিষ্যতের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প্রতিক্রিয়া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বিচারবুদ্ধির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অনস্বীকার্য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দৃষ্টান্তের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সাহায্যে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বোঝার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চেষ্টা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বুঝতে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যেমন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ছাত্রছাত্রীরা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পরীক্ষা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ফলাফলের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অপেক্ষা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খারাপ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পরীক্ষা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অতীতের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ভুলের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মনস্তাপে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ভুগতে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ফলাফল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ঘোষণার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সম্ভাব্য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অকৃতকার্যতা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নিন্দা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ধিক্কার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ডেকে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দুশ্চিন্তা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চরম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যন্ত্রণার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অন্যদিকে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পরীক্ষা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পরীক্ষার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মানসিক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প্রশান্তির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ভবিষ্যত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শুভ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ফলাফলের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চিন্তা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আনন্দের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অনুভূতি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শুধু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ফলাফল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আনুষ্ঠানিকভাবে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ঘোষিত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সত্ত্বেও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</w:t>
      </w:r>
      <w:r w:rsidRPr="009E173E">
        <w:rPr>
          <w:rStyle w:val="libEnChar"/>
        </w:rPr>
        <w:t>’</w:t>
      </w:r>
      <w:r>
        <w:rPr>
          <w:rFonts w:hint="cs"/>
          <w:cs/>
          <w:lang w:bidi="bn-IN"/>
        </w:rPr>
        <w:t>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ছাত্রের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পড়াশুনা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পরীক্ষার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খারাপ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ছাত্রটির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অবজ্ঞা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ঘৃণার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তাকায়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আত্মীয়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স্বজন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সমাদর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, </w:t>
      </w:r>
      <w:r>
        <w:rPr>
          <w:rFonts w:hint="cs"/>
          <w:cs/>
          <w:lang w:bidi="bn-IN"/>
        </w:rPr>
        <w:t>অন্যদিকে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ছাত্রটির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স্নেহ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মমতার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তাকায়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খাতির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t xml:space="preserve">, </w:t>
      </w:r>
      <w:r>
        <w:rPr>
          <w:rFonts w:hint="cs"/>
          <w:cs/>
          <w:lang w:bidi="bn-IN"/>
        </w:rPr>
        <w:t>সমাদর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বিপরীত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আচরণও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ছাত্রের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পরস্পরবিরোধী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অনুভূতির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পরমুহূর্ত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শুরু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পুনরুত্থানের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পূর্ব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পর্যন্ত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তুলনীয়।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মোদ্দা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t xml:space="preserve">, </w:t>
      </w:r>
      <w:r>
        <w:rPr>
          <w:rFonts w:hint="cs"/>
          <w:cs/>
          <w:lang w:bidi="bn-IN"/>
        </w:rPr>
        <w:t>বিচারবুদ্ধি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পুনরুত্থানের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পূর্ববর্তী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অনুভূতি</w:t>
      </w:r>
      <w:r>
        <w:t xml:space="preserve">, </w:t>
      </w:r>
      <w:r>
        <w:rPr>
          <w:rFonts w:hint="cs"/>
          <w:cs/>
          <w:lang w:bidi="bn-IN"/>
        </w:rPr>
        <w:t>সুখ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দুঃখ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অতীত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ভবিষ্যতের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প্রতিক্রিয়াকে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অপরিহার্য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গণ্য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করে।</w:t>
      </w:r>
    </w:p>
    <w:p w:rsidR="00700727" w:rsidRDefault="00700727" w:rsidP="00700727">
      <w:pPr>
        <w:pStyle w:val="libNormal"/>
      </w:pPr>
    </w:p>
    <w:p w:rsidR="00700727" w:rsidRDefault="00700727" w:rsidP="00400A41">
      <w:pPr>
        <w:pStyle w:val="Heading2"/>
      </w:pP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কোথায়</w:t>
      </w:r>
      <w:r>
        <w:t>?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বিচারবুদ্ধির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দৃষ্টিতে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পুনরুত্থানের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পূর্ববর্তী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সংক্রান্ত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অবস্থিত</w:t>
      </w:r>
      <w:r>
        <w:t>?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নিঃসন্দেহে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বিস্তারিত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বিচারবুদ্ধির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তেমনি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বিচারবুদ্ধির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t xml:space="preserve">, </w:t>
      </w:r>
      <w:r>
        <w:rPr>
          <w:rFonts w:hint="cs"/>
          <w:cs/>
          <w:lang w:bidi="bn-IN"/>
        </w:rPr>
        <w:t>তেমনি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বিচারবুদ্ধি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সংক্রান্ত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সমস্যা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উপস্থাপন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সম্ভাব্য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জবাব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ইতিপূর্বে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আলোচনা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করেছি</w:t>
      </w:r>
      <w:r>
        <w:t xml:space="preserve">, </w:t>
      </w:r>
      <w:r>
        <w:rPr>
          <w:rFonts w:hint="cs"/>
          <w:cs/>
          <w:lang w:bidi="bn-IN"/>
        </w:rPr>
        <w:t>বিচারবুদ্ধি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প্রিয়জনদের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ব্যক্তিসত্তা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প্রিয়জনদের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নৈকট্য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কামনা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ব্যক্তিসত্তার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ঘুমন্ত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পসন্দ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জাগ্রত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পসন্দ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অতএব</w:t>
      </w:r>
      <w:r>
        <w:t xml:space="preserve">,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নৈকট্যের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অনুযায়ী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ব্যক্তিসত্তার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জীবিতদের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কাছাকাছি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অবস্থানই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কাম্য।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ব্যক্তিসত্তা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কতোখানি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স্বাধীনভাবে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প্রিয়জনদের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কাছাকাছি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অথবা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আদৌ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সুযোগ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স্বতন্ত্র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</w:t>
      </w:r>
      <w:r>
        <w:t xml:space="preserve">; </w:t>
      </w:r>
      <w:r>
        <w:rPr>
          <w:rFonts w:hint="cs"/>
          <w:cs/>
          <w:lang w:bidi="bn-IN"/>
        </w:rPr>
        <w:t>বিচারবুদ্ধি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স্বাধীনভাবে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নিশ্চিতভাবে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মতামত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সক্ষম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সামগ্রিকভাবে</w:t>
      </w:r>
      <w:r>
        <w:t xml:space="preserve">, </w:t>
      </w:r>
      <w:r>
        <w:rPr>
          <w:rFonts w:hint="cs"/>
          <w:cs/>
          <w:lang w:bidi="bn-IN"/>
        </w:rPr>
        <w:t>বিচারবুদ্ধি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ব্যক্তিসত্তার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জীবিতদের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কাছাকাছি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কামনা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অতএব</w:t>
      </w:r>
      <w:r>
        <w:t xml:space="preserve">, </w:t>
      </w:r>
      <w:r>
        <w:rPr>
          <w:rFonts w:hint="cs"/>
          <w:cs/>
          <w:lang w:bidi="bn-IN"/>
        </w:rPr>
        <w:t>বিচারবুদ্ধির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অনুযায়ী</w:t>
      </w:r>
      <w:r>
        <w:t xml:space="preserve">,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পৃথিবীর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বাঞ্ছনীয়।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পৃথিবীর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পরিবর্তে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দূরবর্তী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নক্ষত্রলোকে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গ্যালাক্সিতে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মানবমন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প্রিয়জনদের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ব্যক্তিসত্তার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সুদূর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অবস্থানজনিত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বাধ্য।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কাম্য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পৃথিবীর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বাধা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এমতাবস্থায়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দূরবর্তী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নক্ষত্রলোকে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গ্যালাক্সিতে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বিচারবুদ্ধি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অনিবার্যভাবে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নীচে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হওয়াকেও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মৃতদেহকে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নীচে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ক্ববর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পুড়িয়ে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ফেলা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t xml:space="preserve">,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শীতল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গৃহে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সংরক্ষণ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তাছাড়া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বন্যজন্তুর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সামুদ্রিক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প্রাণীর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পেটে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গিয়েছে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পচেগলে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পানিতে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মিশে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গিয়েছে</w:t>
      </w:r>
      <w:r>
        <w:t xml:space="preserve">;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ক্ববরের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শরীরবিহীন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ব্যক্তিসত্তার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মৃতদেহ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অপরিহার্য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সুতরাং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পৃথিবীর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কাম্য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তেমনি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নীচে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কাম্য।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খুবই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সহজসাধ্য।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অধিকতর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সঠিকভাবে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t xml:space="preserve">, </w:t>
      </w:r>
      <w:r>
        <w:rPr>
          <w:rFonts w:hint="cs"/>
          <w:cs/>
          <w:lang w:bidi="bn-IN"/>
        </w:rPr>
        <w:t>যেহেতু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মাত্রার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নীচ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এতদুভয়ের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বাধা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নীচ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আদৌ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প্রযোজ্য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এখন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উঠতে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t xml:space="preserve">,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পৃথিবীর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বুকেই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ব্যক্তিসত্তাকে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নিদর্শনাদি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? </w:t>
      </w:r>
      <w:r>
        <w:rPr>
          <w:rFonts w:hint="cs"/>
          <w:cs/>
          <w:lang w:bidi="bn-IN"/>
        </w:rPr>
        <w:t>তাছাড়া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জনাকীর্ণ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জনপদে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ব্যাপকভাবে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বিচরণশীল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কর্মতৎপর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জায়গায়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আরেকটি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কীভাবে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t>?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lastRenderedPageBreak/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জবাবে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স্মরণ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প্রয়োজন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ব্যক্তিসত্তার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মাত্রার</w:t>
      </w:r>
      <w:r>
        <w:rPr>
          <w:cs/>
          <w:lang w:bidi="bn-IN"/>
        </w:rPr>
        <w:t xml:space="preserve"> (</w:t>
      </w:r>
      <w:r w:rsidRPr="00400A41">
        <w:rPr>
          <w:rStyle w:val="libEnChar"/>
        </w:rPr>
        <w:t>Dimension</w:t>
      </w:r>
      <w:r>
        <w:t xml:space="preserve">) </w:t>
      </w:r>
      <w:r>
        <w:rPr>
          <w:rFonts w:hint="cs"/>
          <w:cs/>
          <w:lang w:bidi="bn-IN"/>
        </w:rPr>
        <w:t>জগত।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একদিকে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ইন্দ্রিয়নিচয়ের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ধারণক্ষমতার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অন্যদিকে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সাংঘর্ষিকতার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এমনকি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স্থান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কালে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সাংঘর্ষিকতা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ব্যতীতই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একাধিক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উদাহরণস্বরূপ</w:t>
      </w:r>
      <w:r>
        <w:t xml:space="preserve">, </w:t>
      </w:r>
      <w:r>
        <w:rPr>
          <w:rFonts w:hint="cs"/>
          <w:cs/>
          <w:lang w:bidi="bn-IN"/>
        </w:rPr>
        <w:t>কাঁচ</w:t>
      </w:r>
      <w:r>
        <w:t xml:space="preserve">, </w:t>
      </w:r>
      <w:r>
        <w:rPr>
          <w:rFonts w:hint="cs"/>
          <w:cs/>
          <w:lang w:bidi="bn-IN"/>
        </w:rPr>
        <w:t>বায়ু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পানির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অবাধে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যাতায়াত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যাতায়াতকালে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খুবই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অল্প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হলেও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সেকেণ্ডের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ক্ষুদ্রাংশের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হলেও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যদিও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স্থির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গতিশীল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অবস্থান</w:t>
      </w:r>
      <w:r>
        <w:t xml:space="preserve">, </w:t>
      </w: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অবশ্যই</w:t>
      </w:r>
      <w:r>
        <w:rPr>
          <w:cs/>
          <w:lang w:bidi="bn-IN"/>
        </w:rPr>
        <w:t>)</w:t>
      </w:r>
      <w:r>
        <w:rPr>
          <w:rFonts w:hint="cs"/>
          <w:cs/>
          <w:lang w:bidi="bn-IN"/>
        </w:rPr>
        <w:t>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ভিতরে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ওগুলোর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ভিতর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অতিক্রম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ওগুলোকে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অপসারণ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প্রয়োজন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একইভাবে</w:t>
      </w:r>
      <w:r>
        <w:t xml:space="preserve">, </w:t>
      </w:r>
      <w:r>
        <w:rPr>
          <w:rFonts w:hint="cs"/>
          <w:cs/>
          <w:lang w:bidi="bn-IN"/>
        </w:rPr>
        <w:t>বিদ্যুত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ধাতব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পদার্থ</w:t>
      </w:r>
      <w:r>
        <w:t xml:space="preserve">, </w:t>
      </w:r>
      <w:r>
        <w:rPr>
          <w:rFonts w:hint="cs"/>
          <w:cs/>
          <w:lang w:bidi="bn-IN"/>
        </w:rPr>
        <w:t>মাটি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পানির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চলাচল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বিদ্যুততরঙ্গ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এতদসহ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অতিক্রম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t xml:space="preserve">;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অপসারণ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চৌম্বক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অপসারণ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সর্বোপরি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জুড়ে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বস্তুদেহের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অংশকে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অপসারণ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অতএব</w:t>
      </w:r>
      <w:r>
        <w:t xml:space="preserve">, </w:t>
      </w:r>
      <w:r>
        <w:rPr>
          <w:rFonts w:hint="cs"/>
          <w:cs/>
          <w:lang w:bidi="bn-IN"/>
        </w:rPr>
        <w:t>এতে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সন্দেহের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মাত্রার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অবস্থানকে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বাধাগ্রস্ত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মাত্রার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বস্তুদেহের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পঞ্চেন্দ্রিয়ের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দ্বারা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ঘটনাবলী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সক্ষম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অভিজ্ঞতার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বস্তুদেহের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পঞ্চেন্দ্রিয়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ব্যর্থ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বায়ু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পুরোপুরি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অদৃশ্য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পূর্ণ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স্বচ্ছ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কাঁচ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অদৃশ্য।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এগুলোকে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স্পর্শেন্দ্রিয়ের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পঞ্চেন্দ্রিয়ের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দ্বারাই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সরাসরি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;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পতিত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বুঝতে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বিদ্যুত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চৌম্বক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ব্যাপারটিও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অনুরূপ</w:t>
      </w:r>
      <w:r>
        <w:t xml:space="preserve">;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এতদুভয়ের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উভয়ের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প্রতিক্রিয়া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বুঝতে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অন্যদিকে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রঞ্জন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রশ্মি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লাল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রশ্মি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কতক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রশ্মি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বায়ু</w:t>
      </w:r>
      <w:r>
        <w:t xml:space="preserve">, </w:t>
      </w:r>
      <w:r>
        <w:rPr>
          <w:rFonts w:hint="cs"/>
          <w:cs/>
          <w:lang w:bidi="bn-IN"/>
        </w:rPr>
        <w:t>কাঁচ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ছাড়াও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অন্যান্য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স্থূল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বস্তুকে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প্রতিদিনকার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অভিজ্ঞতার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সাধারণ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অলোকরশ্মি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যেগুলোকে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ভেদ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ভেদ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বিধায়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সাধারণ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আলোকরশ্মির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পতিত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প্রতিফলিত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, </w:t>
      </w:r>
      <w:r>
        <w:rPr>
          <w:rFonts w:hint="cs"/>
          <w:cs/>
          <w:lang w:bidi="bn-IN"/>
        </w:rPr>
        <w:t>ফলে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সাধাণভাবে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রশ্মির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সরাসরি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ইন্দ্রিয়নিচয়ের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পরোক্ষভাবেও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;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যন্ত্রের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সাহায্যেই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প্রতিক্রিয়া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পড়ে।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অথচ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সংশ্লিষ্ট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যন্ত্র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আবিষ্কৃত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আগেও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রশ্মির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পতিত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ভেদ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যেতো</w:t>
      </w:r>
      <w:r>
        <w:t xml:space="preserve">,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পঞ্চেন্দ্রিয়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রশ্মির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বুঝতে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পারতাম</w:t>
      </w:r>
      <w:r>
        <w:t xml:space="preserve">,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প্রতিক্রিয়া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বুঝতে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পারতাম।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অতএব</w:t>
      </w:r>
      <w:r>
        <w:t xml:space="preserve">,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পৃথিবীর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প্রসঙ্গে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প্রয়োজন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পৃথিবীতে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ব্যক্তিসত্তার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স্বাভাবিক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বিচরণক্ষেত্রের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সীমাবদ্ধ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আসমান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যমীনের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সর্বত্রই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আওতাভুক্ত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স্বাভাবিক।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বস্তুদেহের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সীমাবদ্ধতা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সীমাবদ্ধতা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পরিচালনাব্যবস্থার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আওতায়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সীমাবদ্ধতা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আরোপ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অন্যদিকে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যন্ত্রের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সাহায্যে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রঞ্জন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রশ্মি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লাল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রশ্মির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প্রতিক্রিয়া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তেমনি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শক্তিশালী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ব্যক্তিসত্তার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অবহিত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বিচারবুদ্ধির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রায়।</w:t>
      </w:r>
    </w:p>
    <w:p w:rsidR="00400A41" w:rsidRPr="009C308B" w:rsidRDefault="00400A41" w:rsidP="009E173E">
      <w:r>
        <w:br w:type="page"/>
      </w:r>
    </w:p>
    <w:p w:rsidR="00700727" w:rsidRDefault="00700727" w:rsidP="00400A41">
      <w:pPr>
        <w:pStyle w:val="Heading1Center"/>
      </w:pPr>
      <w:r>
        <w:rPr>
          <w:rFonts w:hint="cs"/>
          <w:cs/>
        </w:rPr>
        <w:lastRenderedPageBreak/>
        <w:t>কোরআন</w:t>
      </w:r>
      <w:r>
        <w:rPr>
          <w:cs/>
        </w:rPr>
        <w:t xml:space="preserve"> </w:t>
      </w:r>
      <w:r>
        <w:rPr>
          <w:rFonts w:hint="cs"/>
          <w:cs/>
        </w:rPr>
        <w:t>মজীদের</w:t>
      </w:r>
      <w:r>
        <w:rPr>
          <w:cs/>
        </w:rPr>
        <w:t xml:space="preserve"> </w:t>
      </w:r>
      <w:r>
        <w:rPr>
          <w:rFonts w:hint="cs"/>
          <w:cs/>
        </w:rPr>
        <w:t>দৃষ্টিতে</w:t>
      </w:r>
      <w:r>
        <w:rPr>
          <w:cs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</w:rPr>
        <w:t>আালামে</w:t>
      </w:r>
      <w:r>
        <w:rPr>
          <w:cs/>
        </w:rPr>
        <w:t xml:space="preserve"> </w:t>
      </w:r>
      <w:r>
        <w:rPr>
          <w:rFonts w:hint="cs"/>
          <w:cs/>
        </w:rPr>
        <w:t>বারযাখ্</w:t>
      </w:r>
    </w:p>
    <w:p w:rsidR="00700727" w:rsidRDefault="00700727" w:rsidP="00700727">
      <w:pPr>
        <w:pStyle w:val="libNormal"/>
      </w:pPr>
    </w:p>
    <w:p w:rsidR="00700727" w:rsidRDefault="00700727" w:rsidP="00400A41">
      <w:pPr>
        <w:pStyle w:val="Heading2"/>
      </w:pPr>
      <w:r>
        <w:rPr>
          <w:rFonts w:hint="cs"/>
          <w:cs/>
          <w:lang w:bidi="bn-IN"/>
        </w:rPr>
        <w:t>বারযাখ্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বারযাখ্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মৃত্যুপরবর্তী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পুনরুত্থানপূর্ববর্তী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ব্যক্তিসত্তা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ইসলামী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আক্বাএদের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বিশেষজ্ঞগণ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নামকরণ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বাংলা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ভাষায়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অন্তর্বতী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অন্তর্বর্তীকালীন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ইংরেজীতে</w:t>
      </w:r>
      <w:r>
        <w:rPr>
          <w:cs/>
          <w:lang w:bidi="bn-IN"/>
        </w:rPr>
        <w:t xml:space="preserve"> </w:t>
      </w:r>
      <w:r w:rsidRPr="00400A41">
        <w:rPr>
          <w:rStyle w:val="libEnChar"/>
        </w:rPr>
        <w:t>Intermediate World</w:t>
      </w:r>
      <w:r>
        <w:t xml:space="preserve"> </w:t>
      </w:r>
      <w:r>
        <w:rPr>
          <w:rFonts w:hint="cs"/>
          <w:cs/>
          <w:lang w:bidi="bn-IN"/>
        </w:rPr>
        <w:t>বলতে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পারি।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বারযাখ্</w:t>
      </w:r>
      <w:r>
        <w:rPr>
          <w:cs/>
          <w:lang w:bidi="bn-IN"/>
        </w:rPr>
        <w:t xml:space="preserve"> (</w:t>
      </w:r>
      <w:r w:rsidRPr="00700727">
        <w:rPr>
          <w:rStyle w:val="libArChar"/>
          <w:rFonts w:hint="eastAsia"/>
          <w:rtl/>
        </w:rPr>
        <w:t>برزخ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শব্দের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আভিধানিক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বাধা</w:t>
      </w:r>
      <w:r>
        <w:rPr>
          <w:rFonts w:hint="eastAsia"/>
        </w:rPr>
        <w:t>’</w:t>
      </w:r>
      <w:r>
        <w:t xml:space="preserve">,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অন্তরায়</w:t>
      </w:r>
      <w:r>
        <w:rPr>
          <w:rFonts w:hint="eastAsia"/>
        </w:rPr>
        <w:t>’</w:t>
      </w:r>
      <w:r>
        <w:rPr>
          <w:rFonts w:hint="cs"/>
          <w:cs/>
          <w:lang w:bidi="bn-IN"/>
        </w:rPr>
        <w:t>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রাহমান্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শব্দটি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ব্যবহৃত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রাব্বুল্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আালামীন্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এরশাদ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:</w:t>
      </w:r>
    </w:p>
    <w:p w:rsidR="00700727" w:rsidRPr="00400A41" w:rsidRDefault="00400A41" w:rsidP="00400A41">
      <w:pPr>
        <w:pStyle w:val="libAie"/>
      </w:pPr>
      <w:r w:rsidRPr="00400A41">
        <w:rPr>
          <w:rStyle w:val="libAlaemChar"/>
        </w:rPr>
        <w:t>)</w:t>
      </w:r>
      <w:r w:rsidR="00700727" w:rsidRPr="009E173E">
        <w:rPr>
          <w:rFonts w:hint="eastAsia"/>
          <w:rtl/>
        </w:rPr>
        <w:t>مَرَجَ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الْبَحْرَيْنِ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يَلْتَقِيَانِ</w:t>
      </w:r>
      <w:r w:rsidR="00700727" w:rsidRPr="009E173E">
        <w:rPr>
          <w:rtl/>
        </w:rPr>
        <w:t xml:space="preserve">. </w:t>
      </w:r>
      <w:r w:rsidR="00700727" w:rsidRPr="009E173E">
        <w:rPr>
          <w:rFonts w:hint="eastAsia"/>
          <w:rtl/>
        </w:rPr>
        <w:t>بَيْنَهُمَا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بَرْزَخٌ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لا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يَبْغِيَانِ</w:t>
      </w:r>
      <w:r w:rsidRPr="00400A41">
        <w:rPr>
          <w:rStyle w:val="libAlaemChar"/>
        </w:rPr>
        <w:t>(</w:t>
      </w:r>
    </w:p>
    <w:p w:rsidR="00700727" w:rsidRDefault="00700727" w:rsidP="00700727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পরস্পরমিলিত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সমুদ্রকে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প্রবাহিত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</w:t>
      </w:r>
      <w:r>
        <w:t>; (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এতদুভয়ের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মাঝে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অন্তরায়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বারযাখ্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এতদুভয়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অতিক্রম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bn-IN"/>
        </w:rPr>
        <w:t>১৯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২০</w:t>
      </w:r>
      <w:r>
        <w:rPr>
          <w:cs/>
          <w:lang w:bidi="bn-IN"/>
        </w:rPr>
        <w:t>)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বিস্তারিত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ব্যাখ্যা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আলোচ্য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অপরিহার্য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যেখানেই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</w:t>
      </w:r>
      <w:r w:rsidRPr="009E173E">
        <w:rPr>
          <w:rStyle w:val="libEnChar"/>
        </w:rPr>
        <w:t>’</w:t>
      </w:r>
      <w:r>
        <w:rPr>
          <w:rFonts w:hint="cs"/>
          <w:cs/>
          <w:lang w:bidi="bn-IN"/>
        </w:rPr>
        <w:t>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সমুদ্র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পরস্পর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মিলিত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উভয়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সমুদ্রের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বৈশিষ্ট্য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তৃতীয়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মিশ্রিত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</w:t>
      </w:r>
      <w:r w:rsidRPr="009E173E">
        <w:rPr>
          <w:rStyle w:val="libEnChar"/>
        </w:rPr>
        <w:t>’</w:t>
      </w:r>
      <w:r>
        <w:rPr>
          <w:rFonts w:hint="cs"/>
          <w:cs/>
          <w:lang w:bidi="bn-IN"/>
        </w:rPr>
        <w:t>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সমুদ্রের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মিঠা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পানির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পানির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উভয়টির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পানির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রঙে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পার্থক্য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অত্যন্ত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সুস্পষ্টভাবে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প্রত্যক্ষ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প্রত্যক্ষ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অভিজ্ঞতা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“</w:t>
      </w:r>
      <w:r>
        <w:rPr>
          <w:rFonts w:hint="cs"/>
          <w:cs/>
          <w:lang w:bidi="bn-IN"/>
        </w:rPr>
        <w:t>বারযাখ্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শব্দের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ব্যবহার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সুস্পষ্ট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অন্তরায়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কঠিন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অন্তরায়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উদাহরণস্বরূপ</w:t>
      </w:r>
      <w:r>
        <w:t xml:space="preserve">,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নদীর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বাঁধ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অংশের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অন্তরায়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তদ্রূপ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অন্তরায়ের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অন্তরায়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সৃষ্টিপ্রকৃতিগত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অন্তরায়</w:t>
      </w:r>
      <w:r>
        <w:t xml:space="preserve">, </w:t>
      </w:r>
      <w:r>
        <w:rPr>
          <w:rFonts w:hint="cs"/>
          <w:cs/>
          <w:lang w:bidi="bn-IN"/>
        </w:rPr>
        <w:t>যেমন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তেল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উভয়ই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তরল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পদার্থ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সত্ত্বেও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স্বাভাবিকভাবে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পরস্পর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মিশ্রিত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সরাসরি</w:t>
      </w:r>
      <w:r>
        <w:t xml:space="preserve">, </w:t>
      </w:r>
      <w:r>
        <w:rPr>
          <w:rFonts w:hint="cs"/>
          <w:cs/>
          <w:lang w:bidi="bn-IN"/>
        </w:rPr>
        <w:t>মিঠা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পানির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সমুদ্রের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পরস্পর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মিশ্রিত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পিছনে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নিহিত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কারণকেও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“</w:t>
      </w:r>
      <w:r>
        <w:rPr>
          <w:rFonts w:hint="cs"/>
          <w:cs/>
          <w:lang w:bidi="bn-IN"/>
        </w:rPr>
        <w:t>বারযাখ্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এরশাদ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:</w:t>
      </w:r>
    </w:p>
    <w:p w:rsidR="00700727" w:rsidRPr="00400A41" w:rsidRDefault="00400A41" w:rsidP="00400A41">
      <w:pPr>
        <w:pStyle w:val="libAie"/>
      </w:pPr>
      <w:r w:rsidRPr="00400A41">
        <w:rPr>
          <w:rStyle w:val="libAlaemChar"/>
        </w:rPr>
        <w:t>)</w:t>
      </w:r>
      <w:r w:rsidR="00700727" w:rsidRPr="009E173E">
        <w:rPr>
          <w:rFonts w:hint="eastAsia"/>
          <w:rtl/>
        </w:rPr>
        <w:t>وَهُوَ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الَّذِي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مَرَجَ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الْبَحْرَيْنِ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هَذَا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عَذْبٌ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فُرَاتٌ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وَهَذَا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مِلْحٌ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أُجَاجٌ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وَجَعَلَ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بَيْنَهُمَا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بَرْزَخًا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وَحِجْرًا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مَحْجُورًا</w:t>
      </w:r>
      <w:r w:rsidRPr="00400A41">
        <w:rPr>
          <w:rStyle w:val="libAlaemChar"/>
        </w:rPr>
        <w:t>(</w:t>
      </w:r>
    </w:p>
    <w:p w:rsidR="00700727" w:rsidRDefault="00700727" w:rsidP="00700727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bn-IN"/>
        </w:rPr>
        <w:t>তিনিই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যিনি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পরস্পরমিলিত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সমুদ্রকে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প্রবাহিত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</w:t>
      </w:r>
      <w:r>
        <w:t>; (</w:t>
      </w:r>
      <w:r>
        <w:rPr>
          <w:rFonts w:hint="cs"/>
          <w:cs/>
          <w:lang w:bidi="bn-IN"/>
        </w:rPr>
        <w:t>এতদুভয়ের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এটি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সুমিষ্ট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তৃষ্ণানিবারক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বিস্বাদ।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এতদুভয়ের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মাঝখানে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অন্তরায়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বারযাখ্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অনতিক্রম্য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অন্তরাল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করেছেন।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ফুরক্বান্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৫৩</w:t>
      </w:r>
      <w:r>
        <w:rPr>
          <w:cs/>
          <w:lang w:bidi="bn-IN"/>
        </w:rPr>
        <w:t>)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পুনরুত্থানপরবর্তী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মাঝখানে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উভয়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বৈশিষ্ট্যের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নামকরণ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বারযাখ্।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এরশাদ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কাফেররা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মৃত্যুমুখে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পতিত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যথাযথ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পুনরায়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ফেরত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পাঠানোর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আবেদন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জানায়।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আবেদন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প্রত্যাখ্যান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ফিরে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এরশাদ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:</w:t>
      </w:r>
    </w:p>
    <w:p w:rsidR="00700727" w:rsidRPr="00400A41" w:rsidRDefault="00400A41" w:rsidP="00400A41">
      <w:pPr>
        <w:pStyle w:val="libAie"/>
      </w:pPr>
      <w:r w:rsidRPr="00400A41">
        <w:rPr>
          <w:rStyle w:val="libAlaemChar"/>
        </w:rPr>
        <w:t>)</w:t>
      </w:r>
      <w:r w:rsidR="00700727" w:rsidRPr="009E173E">
        <w:rPr>
          <w:rFonts w:hint="eastAsia"/>
          <w:rtl/>
        </w:rPr>
        <w:t>وَمِنْ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وَرَائِهِمْ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بَرْزَخٌ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إِلَى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يَوْمِ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يُبْعَثُونَ</w:t>
      </w:r>
      <w:r w:rsidRPr="00400A41">
        <w:rPr>
          <w:rStyle w:val="libAlaemChar"/>
        </w:rPr>
        <w:t>(</w:t>
      </w:r>
    </w:p>
    <w:p w:rsidR="00700727" w:rsidRDefault="00700727" w:rsidP="00700727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পুনরুত্থান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দিবস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পর্যন্ত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পশ্চাতে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অন্তরায়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বারযাখ্</w:t>
      </w:r>
      <w:r>
        <w:rPr>
          <w:cs/>
          <w:lang w:bidi="bn-IN"/>
        </w:rPr>
        <w:t>)</w:t>
      </w:r>
      <w:r>
        <w:rPr>
          <w:rFonts w:hint="cs"/>
          <w:cs/>
          <w:lang w:bidi="bn-IN"/>
        </w:rPr>
        <w:t>।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মু</w:t>
      </w:r>
      <w:r>
        <w:rPr>
          <w:rFonts w:hint="eastAsia"/>
        </w:rPr>
        <w:t>’</w:t>
      </w:r>
      <w:r>
        <w:rPr>
          <w:rFonts w:hint="cs"/>
          <w:cs/>
          <w:lang w:bidi="bn-IN"/>
        </w:rPr>
        <w:t>মিনূন্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১০০</w:t>
      </w:r>
      <w:r>
        <w:rPr>
          <w:cs/>
          <w:lang w:bidi="bn-IN"/>
        </w:rPr>
        <w:t>)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পুনরুত্থানপরবর্তী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মাঝখানে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অন্তরায়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প্রত্যাবর্তনের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সুযোগ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পুনরুত্থান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দিবসের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এগিয়ে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যাচ্ছে।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অন্তর্বর্তীকালীন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অবস্থাকে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নামকরণ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</w:p>
    <w:p w:rsidR="00700727" w:rsidRDefault="00700727" w:rsidP="00400A41">
      <w:pPr>
        <w:pStyle w:val="Heading2"/>
      </w:pPr>
      <w:r>
        <w:rPr>
          <w:rFonts w:hint="cs"/>
          <w:cs/>
          <w:lang w:bidi="bn-IN"/>
        </w:rPr>
        <w:lastRenderedPageBreak/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বারযাখ্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জাগ্রত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ঘুমন্ত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বস্তুদেহের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ন্যায়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এরশাদ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:</w:t>
      </w:r>
    </w:p>
    <w:p w:rsidR="00700727" w:rsidRPr="00400A41" w:rsidRDefault="00700727" w:rsidP="00400A41">
      <w:pPr>
        <w:pStyle w:val="libAie"/>
      </w:pPr>
      <w:r w:rsidRPr="00400A41">
        <w:rPr>
          <w:rStyle w:val="libAlaemChar"/>
        </w:rPr>
        <w:t>)</w:t>
      </w:r>
      <w:r w:rsidRPr="009E173E">
        <w:rPr>
          <w:rFonts w:hint="eastAsia"/>
          <w:rtl/>
        </w:rPr>
        <w:t>وَلا</w:t>
      </w:r>
      <w:r w:rsidRPr="009E173E">
        <w:rPr>
          <w:rtl/>
        </w:rPr>
        <w:t xml:space="preserve"> </w:t>
      </w:r>
      <w:r w:rsidRPr="009E173E">
        <w:rPr>
          <w:rFonts w:hint="eastAsia"/>
          <w:rtl/>
        </w:rPr>
        <w:t>تَقُولُوا</w:t>
      </w:r>
      <w:r w:rsidRPr="009E173E">
        <w:rPr>
          <w:rtl/>
        </w:rPr>
        <w:t xml:space="preserve"> </w:t>
      </w:r>
      <w:r w:rsidRPr="009E173E">
        <w:rPr>
          <w:rFonts w:hint="eastAsia"/>
          <w:rtl/>
        </w:rPr>
        <w:t>لِمَنْ</w:t>
      </w:r>
      <w:r w:rsidRPr="009E173E">
        <w:rPr>
          <w:rtl/>
        </w:rPr>
        <w:t xml:space="preserve"> </w:t>
      </w:r>
      <w:r w:rsidRPr="009E173E">
        <w:rPr>
          <w:rFonts w:hint="eastAsia"/>
          <w:rtl/>
        </w:rPr>
        <w:t>يُقْتَلُ</w:t>
      </w:r>
      <w:r w:rsidRPr="009E173E">
        <w:rPr>
          <w:rtl/>
        </w:rPr>
        <w:t xml:space="preserve"> </w:t>
      </w:r>
      <w:r w:rsidRPr="009E173E">
        <w:rPr>
          <w:rFonts w:hint="eastAsia"/>
          <w:rtl/>
        </w:rPr>
        <w:t>فِي</w:t>
      </w:r>
      <w:r w:rsidRPr="009E173E">
        <w:rPr>
          <w:rtl/>
        </w:rPr>
        <w:t xml:space="preserve"> </w:t>
      </w:r>
      <w:r w:rsidRPr="009E173E">
        <w:rPr>
          <w:rFonts w:hint="eastAsia"/>
          <w:rtl/>
        </w:rPr>
        <w:t>سَبِيلِ</w:t>
      </w:r>
      <w:r w:rsidRPr="009E173E">
        <w:rPr>
          <w:rtl/>
        </w:rPr>
        <w:t xml:space="preserve"> </w:t>
      </w:r>
      <w:r w:rsidRPr="009E173E">
        <w:rPr>
          <w:rFonts w:hint="eastAsia"/>
          <w:rtl/>
        </w:rPr>
        <w:t>اللَّهِ</w:t>
      </w:r>
      <w:r w:rsidRPr="009E173E">
        <w:rPr>
          <w:rtl/>
        </w:rPr>
        <w:t xml:space="preserve"> </w:t>
      </w:r>
      <w:r w:rsidRPr="009E173E">
        <w:rPr>
          <w:rFonts w:hint="eastAsia"/>
          <w:rtl/>
        </w:rPr>
        <w:t>أَمْوَاتٌ</w:t>
      </w:r>
      <w:r w:rsidRPr="009E173E">
        <w:rPr>
          <w:rtl/>
        </w:rPr>
        <w:t xml:space="preserve"> </w:t>
      </w:r>
      <w:r w:rsidRPr="009E173E">
        <w:rPr>
          <w:rFonts w:hint="eastAsia"/>
          <w:rtl/>
        </w:rPr>
        <w:t>بَلْ</w:t>
      </w:r>
      <w:r w:rsidRPr="009E173E">
        <w:rPr>
          <w:rtl/>
        </w:rPr>
        <w:t xml:space="preserve"> </w:t>
      </w:r>
      <w:r w:rsidRPr="009E173E">
        <w:rPr>
          <w:rFonts w:hint="eastAsia"/>
          <w:rtl/>
        </w:rPr>
        <w:t>أَحْيَاءٌ</w:t>
      </w:r>
      <w:r w:rsidRPr="009E173E">
        <w:rPr>
          <w:rtl/>
        </w:rPr>
        <w:t xml:space="preserve"> </w:t>
      </w:r>
      <w:r w:rsidRPr="009E173E">
        <w:rPr>
          <w:rFonts w:hint="eastAsia"/>
          <w:rtl/>
        </w:rPr>
        <w:t>وَلَكِنْ</w:t>
      </w:r>
      <w:r w:rsidRPr="009E173E">
        <w:rPr>
          <w:rtl/>
        </w:rPr>
        <w:t xml:space="preserve"> </w:t>
      </w:r>
      <w:r w:rsidRPr="009E173E">
        <w:rPr>
          <w:rFonts w:hint="eastAsia"/>
          <w:rtl/>
        </w:rPr>
        <w:t>لا</w:t>
      </w:r>
      <w:r w:rsidRPr="009E173E">
        <w:rPr>
          <w:rtl/>
        </w:rPr>
        <w:t xml:space="preserve"> </w:t>
      </w:r>
      <w:r w:rsidRPr="009E173E">
        <w:rPr>
          <w:rFonts w:hint="eastAsia"/>
          <w:rtl/>
        </w:rPr>
        <w:t>تَشْعُرُونَ</w:t>
      </w:r>
      <w:r w:rsidRPr="00400A41">
        <w:rPr>
          <w:rStyle w:val="libAlaemChar"/>
        </w:rPr>
        <w:t>(</w:t>
      </w:r>
    </w:p>
    <w:p w:rsidR="00700727" w:rsidRDefault="00700727" w:rsidP="00700727">
      <w:pPr>
        <w:pStyle w:val="libNormal"/>
      </w:pPr>
      <w:r>
        <w:t xml:space="preserve"> </w:t>
      </w:r>
      <w:r w:rsidRPr="00700727">
        <w:rPr>
          <w:rStyle w:val="libEnChar"/>
        </w:rPr>
        <w:t>“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নিহত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জীবিত</w:t>
      </w:r>
      <w:r>
        <w:t xml:space="preserve">;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বাক্বারাহ্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১৫৪</w:t>
      </w:r>
      <w:r>
        <w:rPr>
          <w:cs/>
          <w:lang w:bidi="bn-IN"/>
        </w:rPr>
        <w:t>)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নিহত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সম্মানার্থে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মৃত্যুর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পুনরুত্থানের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পূর্বে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কর্মের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ভিত্তিতে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কম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বেশী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পুরষ্কার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সুস্পষ্ট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পুরষ্কার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শুধু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ভালো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মন্দের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স্বাভাবিক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মনস্তাত্বিক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প্রতিক্রিয়া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সৃষ্টিলোকের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ব্যবস্থাপনাগত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মন্দ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প্রতীক্ষাকালীন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পরিবেশ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বাধ্য।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যথাযথ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সম্পাদনের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অগ্রসর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প্রতীক্ষাকালে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</w:t>
      </w:r>
      <w:r>
        <w:rPr>
          <w:rFonts w:hint="eastAsia"/>
        </w:rPr>
        <w:t>‘</w:t>
      </w:r>
      <w:r>
        <w:rPr>
          <w:rFonts w:hint="cs"/>
          <w:cs/>
          <w:lang w:bidi="bn-IN"/>
        </w:rPr>
        <w:t>আমতের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ব্যবস্থা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খুবই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স্বাভাবিক।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সুস্পষ্ট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অঙ্গীকার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রাস্তায়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নিহত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এরশাদ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:</w:t>
      </w:r>
    </w:p>
    <w:p w:rsidR="00700727" w:rsidRPr="00400A41" w:rsidRDefault="00400A41" w:rsidP="00400A41">
      <w:pPr>
        <w:pStyle w:val="libAie"/>
      </w:pPr>
      <w:r w:rsidRPr="00400A41">
        <w:rPr>
          <w:rStyle w:val="libAlaemChar"/>
        </w:rPr>
        <w:t>)</w:t>
      </w:r>
      <w:r w:rsidR="00700727" w:rsidRPr="009E173E">
        <w:rPr>
          <w:rFonts w:hint="eastAsia"/>
          <w:rtl/>
        </w:rPr>
        <w:t>وَلا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تَحْسَبَنَّ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الَّذِينَ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قُتِلُوا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فِي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سَبِيلِ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اللَّهِ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أَمْوَاتًا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بَلْ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أَحْيَاءٌ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عِنْدَ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رَبِّهِمْ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يُرْزَقُونَ</w:t>
      </w:r>
      <w:r w:rsidR="00700727" w:rsidRPr="009E173E">
        <w:rPr>
          <w:rtl/>
        </w:rPr>
        <w:t xml:space="preserve">. </w:t>
      </w:r>
      <w:r w:rsidR="00700727" w:rsidRPr="009E173E">
        <w:rPr>
          <w:rFonts w:hint="eastAsia"/>
          <w:rtl/>
        </w:rPr>
        <w:t>فَرِحِينَ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بِمَا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آتَاهُمُ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اللَّهُ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مِنْ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فَضْلِهِ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وَيَسْتَبْشِرُونَ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بِالَّذِينَ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لَمْ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يَلْحَقُوا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بِهِمْ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مِنْ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خَلْفِهِمْ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أَلا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خَوْفٌ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عَلَيْهِمْ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وَلا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هُمْ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يَحْزَنُونَ</w:t>
      </w:r>
      <w:r w:rsidRPr="00400A41">
        <w:rPr>
          <w:rStyle w:val="libAlaemChar"/>
        </w:rPr>
        <w:t>(</w:t>
      </w:r>
    </w:p>
    <w:p w:rsidR="00700727" w:rsidRDefault="00700727" w:rsidP="00700727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রাস্তায়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নিহত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জীবিত</w:t>
      </w:r>
      <w:r>
        <w:t xml:space="preserve">;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রিয্ক্ব্প্রাপ্ত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অনুগ্রহ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আনন্দিত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পিছনে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এখনো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মিলিত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আনন্দ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উদযাপন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দুশ্চিন্তাগ্রস্তও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আালে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ইমরান্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১৬৯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১৭০</w:t>
      </w:r>
      <w:r>
        <w:rPr>
          <w:cs/>
          <w:lang w:bidi="bn-IN"/>
        </w:rPr>
        <w:t>)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lastRenderedPageBreak/>
        <w:t>এখানে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সুস্পষ্ট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রাস্তায়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নিহত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ব্যক্তিগণ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প্রচলিত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পরিভাষায়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যাদেরকে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শহীদ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আলমে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রিয্ক্ব্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লাভ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আনন্দ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প্রকাশ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অন্য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আয়াতে</w:t>
      </w:r>
      <w:r>
        <w:t xml:space="preserve">, </w:t>
      </w:r>
      <w:r>
        <w:rPr>
          <w:rFonts w:hint="cs"/>
          <w:cs/>
          <w:lang w:bidi="bn-IN"/>
        </w:rPr>
        <w:t>দ্বীনের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দাও</w:t>
      </w:r>
      <w:r>
        <w:rPr>
          <w:rFonts w:hint="eastAsia"/>
        </w:rPr>
        <w:t>‘</w:t>
      </w:r>
      <w:r>
        <w:rPr>
          <w:rFonts w:hint="cs"/>
          <w:cs/>
          <w:lang w:bidi="bn-IN"/>
        </w:rPr>
        <w:t>আত্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নিহত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সম্বন্ধে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এরশাদ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:</w:t>
      </w:r>
    </w:p>
    <w:p w:rsidR="00700727" w:rsidRPr="00400A41" w:rsidRDefault="00400A41" w:rsidP="00400A41">
      <w:pPr>
        <w:pStyle w:val="libAie"/>
      </w:pPr>
      <w:r w:rsidRPr="00400A41">
        <w:rPr>
          <w:rStyle w:val="libAlaemChar"/>
        </w:rPr>
        <w:t>)</w:t>
      </w:r>
      <w:r w:rsidR="00700727" w:rsidRPr="009E173E">
        <w:rPr>
          <w:rFonts w:hint="eastAsia"/>
          <w:rtl/>
        </w:rPr>
        <w:t>قِيلَ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ادْخُلِ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الْجَنَّةَ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قَالَ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يَا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لَيْتَ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قَوْمِي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يَعْلَمُونَ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بِمَا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غَفَرَ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لِي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رَبِّي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وَجَعَلَنِي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مِنَ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الْمُكْرَمِينَ</w:t>
      </w:r>
      <w:r w:rsidRPr="00400A41">
        <w:rPr>
          <w:rStyle w:val="libAlaemChar"/>
        </w:rPr>
        <w:t>(</w:t>
      </w:r>
    </w:p>
    <w:p w:rsidR="00700727" w:rsidRDefault="00700727" w:rsidP="00700727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bn-IN"/>
        </w:rPr>
        <w:t>তাকে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হলো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বেহেশতে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করো।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বললো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হায়</w:t>
      </w:r>
      <w:r>
        <w:rPr>
          <w:cs/>
          <w:lang w:bidi="bn-IN"/>
        </w:rPr>
        <w:t xml:space="preserve">! </w:t>
      </w:r>
      <w:r>
        <w:rPr>
          <w:rFonts w:hint="cs"/>
          <w:cs/>
          <w:lang w:bidi="bn-IN"/>
        </w:rPr>
        <w:t>আমার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ক্বওম্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কীসের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রব্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ক্ষমা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সম্মানিতদের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অন্তর্ভুক্ত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</w:t>
      </w:r>
      <w:r>
        <w:rPr>
          <w:cs/>
          <w:lang w:bidi="bn-IN"/>
        </w:rPr>
        <w:t>!</w:t>
      </w:r>
      <w:r w:rsidRPr="00700727">
        <w:rPr>
          <w:rStyle w:val="libEnChar"/>
        </w:rPr>
        <w:t>”</w:t>
      </w:r>
      <w:r>
        <w:t xml:space="preserve"> (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ইয়া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সীন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২৬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২৭</w:t>
      </w:r>
      <w:r>
        <w:rPr>
          <w:cs/>
          <w:lang w:bidi="bn-IN"/>
        </w:rPr>
        <w:t>)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কেউ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কেউ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এটা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t xml:space="preserve">,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ধারণা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ঠিক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ফয়ছ্বালা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অনুযায়ী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বেহেশতবাসী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দোযখবাসী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সকলেরই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পরস্পরের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সৌভাগ্য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দুর্ভাগ্যের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থাকবে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জানা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কেন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কাউকে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ক্ষমা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করবেন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ক্ষমা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করবেন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সুতরাং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সৌভাগ্য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ক্বওমের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আফসোস্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ওঠে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তাছাড়া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ফয়ছ্বালার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কেউ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নাফরমানের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গোমরাহী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দুর্ভাগ্যের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চিন্তা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,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আফসোস্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হাশরের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ময়দানে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উত্থিত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আত্মীয়তার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পারস্পরিক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দরদের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অনুভূতি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দ্বিতীয়তঃ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চূড়ান্ত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ফয়ছ্বালার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আফসোস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পুরোপুরি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অর্থহীন</w:t>
      </w:r>
      <w:r>
        <w:t xml:space="preserve">;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বেহেশতবাসীরা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সাধারণতঃ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আফসোসের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জড়িত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সংশোধনের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আশা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নিজেদেরকে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সংশোধন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করতো।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অবশ্য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দোযখবাসীরা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নিজেদের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কর্মের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আফসোস্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করবে।</w:t>
      </w:r>
      <w:r>
        <w:rPr>
          <w:cs/>
          <w:lang w:bidi="bn-IN"/>
        </w:rPr>
        <w:t>)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সুতরাং</w:t>
      </w:r>
      <w:r>
        <w:t xml:space="preserve">, </w:t>
      </w:r>
      <w:r>
        <w:rPr>
          <w:rFonts w:hint="cs"/>
          <w:cs/>
          <w:lang w:bidi="bn-IN"/>
        </w:rPr>
        <w:t>এটা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যেখানকার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, </w:t>
      </w:r>
      <w:r>
        <w:rPr>
          <w:rFonts w:hint="cs"/>
          <w:cs/>
          <w:lang w:bidi="bn-IN"/>
        </w:rPr>
        <w:t>তাতে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সন্দেহ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</w:t>
      </w:r>
      <w:r w:rsidRPr="009E173E">
        <w:rPr>
          <w:rStyle w:val="libEnChar"/>
        </w:rPr>
        <w:t>’</w:t>
      </w:r>
      <w:r>
        <w:rPr>
          <w:rFonts w:hint="cs"/>
          <w:cs/>
          <w:lang w:bidi="bn-IN"/>
        </w:rPr>
        <w:t>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প্রমাণিত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পরবর্তী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আয়াতে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২৮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২৯</w:t>
      </w:r>
      <w:r>
        <w:rPr>
          <w:cs/>
          <w:lang w:bidi="bn-IN"/>
        </w:rPr>
        <w:t xml:space="preserve">)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ক্বওমকে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বজ্রাঘাতের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দ্বারা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হত্যা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বেহেশতে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ক্বওমের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আফসোস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ক্বওমের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লোকেরা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দুনিয়ার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বেঁচে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ছিলো।</w:t>
      </w:r>
    </w:p>
    <w:p w:rsidR="00700727" w:rsidRDefault="00700727" w:rsidP="00700727">
      <w:pPr>
        <w:pStyle w:val="libNormal"/>
      </w:pPr>
    </w:p>
    <w:p w:rsidR="00700727" w:rsidRDefault="00700727" w:rsidP="00400A41">
      <w:pPr>
        <w:pStyle w:val="Heading2Center"/>
      </w:pP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রাস্তায়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নিহতদের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চেয়ে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অগ্রবর্তী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যারা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নৈকট্যের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রাস্তায়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নিহত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ব্যক্তিগণ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অগ্রবর্তী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অন্তর্ভুক্ত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নন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অগ্রবর্তীদের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অব্যবহিত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দল।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এরশাদ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:</w:t>
      </w:r>
    </w:p>
    <w:p w:rsidR="00700727" w:rsidRPr="00400A41" w:rsidRDefault="00400A41" w:rsidP="00400A41">
      <w:pPr>
        <w:pStyle w:val="libAie"/>
      </w:pPr>
      <w:r w:rsidRPr="00400A41">
        <w:rPr>
          <w:rStyle w:val="libAlaemChar"/>
        </w:rPr>
        <w:t>)</w:t>
      </w:r>
      <w:r w:rsidR="00700727" w:rsidRPr="009E173E">
        <w:rPr>
          <w:rFonts w:hint="eastAsia"/>
          <w:rtl/>
        </w:rPr>
        <w:t>وَمَنْ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يُطِعِ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اللَّهَ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وَالرَّسُولَ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فَأُولَئِكَ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مَعَ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الَّذِينَ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أَنْعَمَ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اللَّهُ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عَلَيْهِمْ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مِنَ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النَّبِيِّينَ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وَالصِّدِّيقِينَ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وَالشُّهَدَاءِ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وَالصَّالِحِينَ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وَحَسُنَ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أُولَئِكَ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رَفِيقًا</w:t>
      </w:r>
      <w:r w:rsidRPr="00400A41">
        <w:rPr>
          <w:rStyle w:val="libAlaemChar"/>
        </w:rPr>
        <w:t>(</w:t>
      </w:r>
    </w:p>
    <w:p w:rsidR="00700727" w:rsidRDefault="00700727" w:rsidP="00700727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আনুগত্য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</w:t>
      </w:r>
      <w:r>
        <w:rPr>
          <w:rFonts w:hint="eastAsia"/>
        </w:rPr>
        <w:t>‘</w:t>
      </w:r>
      <w:r>
        <w:rPr>
          <w:rFonts w:hint="cs"/>
          <w:cs/>
          <w:lang w:bidi="bn-IN"/>
        </w:rPr>
        <w:t>আমত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বর্ষণ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</w:t>
      </w:r>
      <w:r>
        <w:t xml:space="preserve">;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নে</w:t>
      </w:r>
      <w:r>
        <w:rPr>
          <w:rFonts w:hint="eastAsia"/>
        </w:rPr>
        <w:t>‘</w:t>
      </w:r>
      <w:r>
        <w:rPr>
          <w:rFonts w:hint="cs"/>
          <w:cs/>
          <w:lang w:bidi="bn-IN"/>
        </w:rPr>
        <w:t>আমতপ্রাপ্তগণ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নবীগণ</w:t>
      </w:r>
      <w:r>
        <w:t xml:space="preserve">, </w:t>
      </w:r>
      <w:r>
        <w:rPr>
          <w:rFonts w:hint="cs"/>
          <w:cs/>
          <w:lang w:bidi="bn-IN"/>
        </w:rPr>
        <w:t>ছ্বিদ্দীক্বগণ</w:t>
      </w:r>
      <w:r>
        <w:t xml:space="preserve">, </w:t>
      </w:r>
      <w:r>
        <w:rPr>
          <w:rFonts w:hint="cs"/>
          <w:cs/>
          <w:lang w:bidi="bn-IN"/>
        </w:rPr>
        <w:t>শহীদগণ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ছ্বালেহ্গণ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বন্ধু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উত্তম।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নিসা</w:t>
      </w:r>
      <w:r>
        <w:rPr>
          <w:rFonts w:hint="eastAsia"/>
        </w:rPr>
        <w:t>’</w:t>
      </w:r>
      <w:r>
        <w:t xml:space="preserve"> : </w:t>
      </w:r>
      <w:r>
        <w:rPr>
          <w:rFonts w:hint="cs"/>
          <w:cs/>
          <w:lang w:bidi="bn-IN"/>
        </w:rPr>
        <w:t>৬৯</w:t>
      </w:r>
      <w:r>
        <w:rPr>
          <w:cs/>
          <w:lang w:bidi="bn-IN"/>
        </w:rPr>
        <w:t>)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সুস্পষ্ট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</w:t>
      </w:r>
      <w:r>
        <w:rPr>
          <w:rFonts w:hint="eastAsia"/>
        </w:rPr>
        <w:t>‘</w:t>
      </w:r>
      <w:r>
        <w:rPr>
          <w:rFonts w:hint="cs"/>
          <w:cs/>
          <w:lang w:bidi="bn-IN"/>
        </w:rPr>
        <w:t>আমতপ্রাপ্ত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রাক্</w:t>
      </w:r>
      <w:r>
        <w:rPr>
          <w:rFonts w:hint="eastAsia"/>
        </w:rPr>
        <w:t>‘</w:t>
      </w:r>
      <w:r>
        <w:rPr>
          <w:rFonts w:hint="cs"/>
          <w:cs/>
          <w:lang w:bidi="bn-IN"/>
        </w:rPr>
        <w:t>আত্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নামাযে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ফাতেহায়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আমাদেরকে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</w:t>
      </w:r>
      <w:r>
        <w:rPr>
          <w:rFonts w:hint="eastAsia"/>
        </w:rPr>
        <w:t>‘</w:t>
      </w:r>
      <w:r>
        <w:rPr>
          <w:rFonts w:hint="cs"/>
          <w:cs/>
          <w:lang w:bidi="bn-IN"/>
        </w:rPr>
        <w:t>আমতপ্রাপ্তদের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পরিচালিত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আবেদন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উপরোক্ত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অনুযায়ী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পরকালীন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পারাটা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বিরাট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সৌভাগ্যের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উপরোক্ত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উল্লিখিত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</w:t>
      </w:r>
      <w:r>
        <w:rPr>
          <w:rFonts w:hint="eastAsia"/>
        </w:rPr>
        <w:t>’</w:t>
      </w:r>
      <w:r>
        <w:rPr>
          <w:rFonts w:hint="cs"/>
          <w:cs/>
          <w:lang w:bidi="bn-IN"/>
        </w:rPr>
        <w:t>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প্রযোজ্য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কতক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মতপার্থক্য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নিশ্চয়তার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রাস্তায়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নিহত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হন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নাযিল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সমাপ্ত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শহীদ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পরিভাষা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ব্যবহার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অগ্রবর্তী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অন্তর্ভুক্ত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নন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রাসূলের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আনুগত্য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ন্যায়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রাস্তায়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নিহত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ব্যক্তিগণও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বেহেশতে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উপরোক্ত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</w:t>
      </w:r>
      <w:r>
        <w:rPr>
          <w:rFonts w:hint="eastAsia"/>
        </w:rPr>
        <w:t>‘</w:t>
      </w:r>
      <w:r>
        <w:rPr>
          <w:rFonts w:hint="cs"/>
          <w:cs/>
          <w:lang w:bidi="bn-IN"/>
        </w:rPr>
        <w:t>আমতপ্রাপ্তদের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সাহচর্য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লাভ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হবেন।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নবীগণ</w:t>
      </w:r>
      <w:r>
        <w:rPr>
          <w:cs/>
          <w:lang w:bidi="bn-IN"/>
        </w:rPr>
        <w:t xml:space="preserve"> (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ছিলেন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হেদায়াতের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মনোনীত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যাদের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</w:t>
      </w:r>
      <w:r>
        <w:rPr>
          <w:rFonts w:hint="eastAsia"/>
        </w:rPr>
        <w:t>‘</w:t>
      </w:r>
      <w:r>
        <w:rPr>
          <w:rFonts w:hint="cs"/>
          <w:cs/>
          <w:lang w:bidi="bn-IN"/>
        </w:rPr>
        <w:t>আত্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ওয়াহী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নাযিল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হতো।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ইবরাহীম</w:t>
      </w:r>
      <w:r>
        <w:rPr>
          <w:cs/>
          <w:lang w:bidi="bn-IN"/>
        </w:rPr>
        <w:t xml:space="preserve"> (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বংশধরদের</w:t>
      </w:r>
      <w:r>
        <w:rPr>
          <w:cs/>
          <w:lang w:bidi="bn-IN"/>
        </w:rPr>
        <w:t xml:space="preserve"> [</w:t>
      </w:r>
      <w:r>
        <w:rPr>
          <w:rFonts w:hint="cs"/>
          <w:cs/>
          <w:lang w:bidi="bn-IN"/>
        </w:rPr>
        <w:t>আালে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মুহাম্মাদ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অন্তর্ভুক্ত</w:t>
      </w:r>
      <w:r>
        <w:rPr>
          <w:cs/>
          <w:lang w:bidi="bn-IN"/>
        </w:rPr>
        <w:t xml:space="preserve">] </w:t>
      </w:r>
      <w:r>
        <w:rPr>
          <w:rFonts w:hint="cs"/>
          <w:cs/>
          <w:lang w:bidi="bn-IN"/>
        </w:rPr>
        <w:t>মধ্যকার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নিষ্পাপ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মনোনীত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অঙ্গীকার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উপরোক্ত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নিষ্পাপ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ইমামগণের</w:t>
      </w:r>
      <w:r>
        <w:rPr>
          <w:cs/>
          <w:lang w:bidi="bn-IN"/>
        </w:rPr>
        <w:t xml:space="preserve"> (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স্বতন্ত্রভাবে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নবীগণের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স্থলাভিষিক্ত</w:t>
      </w:r>
      <w:r>
        <w:t xml:space="preserve">;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</w:t>
      </w:r>
      <w:r>
        <w:rPr>
          <w:rFonts w:hint="eastAsia"/>
        </w:rPr>
        <w:t>‘</w:t>
      </w:r>
      <w:r>
        <w:rPr>
          <w:rFonts w:hint="cs"/>
          <w:cs/>
          <w:lang w:bidi="bn-IN"/>
        </w:rPr>
        <w:t>আত্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সংক্রান্ত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নতুন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ওয়াহী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নাযিল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মওজূদ্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ওয়াহী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যথেষ্ট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বিবেচিত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হওয়ায়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ব্যতীত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নিষ্পাপত্ব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অন্যান্য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গুণাবলী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দায়িত্ব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কর্তব্যের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নবীগণের</w:t>
      </w:r>
      <w:r>
        <w:rPr>
          <w:cs/>
          <w:lang w:bidi="bn-IN"/>
        </w:rPr>
        <w:t xml:space="preserve"> (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পার্থক্য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রাসূলগণের</w:t>
      </w:r>
      <w:r>
        <w:rPr>
          <w:cs/>
          <w:lang w:bidi="bn-IN"/>
        </w:rPr>
        <w:t xml:space="preserve"> (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কথাও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স্বতন্ত্রভাবে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সুতরাং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নবীগণ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বলতে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রাসূলগণ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রাসূলগণের</w:t>
      </w:r>
      <w:r>
        <w:rPr>
          <w:cs/>
          <w:lang w:bidi="bn-IN"/>
        </w:rPr>
        <w:t xml:space="preserve"> (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স্থলাভিষিক্ততার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মনোনীত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নিষ্পাপ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ইমামগণ</w:t>
      </w:r>
      <w:r>
        <w:rPr>
          <w:cs/>
          <w:lang w:bidi="bn-IN"/>
        </w:rPr>
        <w:t xml:space="preserve"> (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শামিল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রয়েছেন।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উক্ত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“</w:t>
      </w:r>
      <w:r>
        <w:rPr>
          <w:rFonts w:hint="cs"/>
          <w:cs/>
          <w:lang w:bidi="bn-IN"/>
        </w:rPr>
        <w:t>ছ্বিদ্দীক্বীন্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শব্দটির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মূল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“</w:t>
      </w:r>
      <w:r>
        <w:rPr>
          <w:rFonts w:hint="cs"/>
          <w:cs/>
          <w:lang w:bidi="bn-IN"/>
        </w:rPr>
        <w:t>ছ্বিদ্দীক্ব্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পুনরাবৃত্তি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নির্দেশক</w:t>
      </w:r>
      <w:r>
        <w:rPr>
          <w:cs/>
          <w:lang w:bidi="bn-IN"/>
        </w:rPr>
        <w:t xml:space="preserve"> (</w:t>
      </w:r>
      <w:r w:rsidRPr="00700727">
        <w:rPr>
          <w:rStyle w:val="libArChar"/>
          <w:rFonts w:hint="eastAsia"/>
          <w:rtl/>
        </w:rPr>
        <w:t>صيغة</w:t>
      </w:r>
      <w:r w:rsidRPr="00700727">
        <w:rPr>
          <w:rStyle w:val="libArChar"/>
          <w:rtl/>
        </w:rPr>
        <w:t xml:space="preserve"> </w:t>
      </w:r>
      <w:r w:rsidRPr="00700727">
        <w:rPr>
          <w:rStyle w:val="libArChar"/>
          <w:rFonts w:hint="eastAsia"/>
          <w:rtl/>
        </w:rPr>
        <w:t>مبالغة</w:t>
      </w:r>
      <w:r>
        <w:rPr>
          <w:cs/>
          <w:lang w:bidi="bn-IN"/>
        </w:rPr>
        <w:t>)</w:t>
      </w:r>
      <w:r>
        <w:t xml:space="preserve">;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বুঝানো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সত্যবাদী।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সত্যবাদী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বুঝায়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অনুরূপ।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আমল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চিন্তা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বিশ্বাসের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নিদর্শন।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অন্তরের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খবর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প্রকাশ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তেমনি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সত্যতার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সংশ্লিষ্ট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প্রতিফলন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ঘটবে।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সঠিক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বলবেন।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প্রদানকারী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উভয়ের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সত্যতাই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একত্রিত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সুতরাং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ছ্বিদ্দীক্ব্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কখনোই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মিথ্যা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বলেন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সঠিক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ব্যতীত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প্রবৃত্তির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অনুসরণ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ব্যতীতই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ব্যতীত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সুতরাং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পান</w:t>
      </w:r>
      <w:r>
        <w:t xml:space="preserve">, </w:t>
      </w:r>
      <w:r>
        <w:rPr>
          <w:rFonts w:hint="cs"/>
          <w:cs/>
          <w:lang w:bidi="bn-IN"/>
        </w:rPr>
        <w:t>সত্য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ন্যায়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সম্পাদন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উক্ত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 w:rsidRPr="00700727">
        <w:rPr>
          <w:rStyle w:val="libArChar"/>
          <w:rFonts w:hint="eastAsia"/>
          <w:rtl/>
        </w:rPr>
        <w:t>شُّهَدَاءِ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শুহাদা</w:t>
      </w:r>
      <w:r>
        <w:rPr>
          <w:rFonts w:hint="eastAsia"/>
        </w:rPr>
        <w:t>’</w:t>
      </w:r>
      <w:r>
        <w:t xml:space="preserve">) </w:t>
      </w:r>
      <w:r>
        <w:rPr>
          <w:rFonts w:hint="cs"/>
          <w:cs/>
          <w:lang w:bidi="bn-IN"/>
        </w:rPr>
        <w:t>শব্দের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 w:rsidRPr="00700727">
        <w:rPr>
          <w:rStyle w:val="libArChar"/>
          <w:rFonts w:hint="eastAsia"/>
          <w:rtl/>
        </w:rPr>
        <w:t>شهيد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শাহীদ্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শব্দের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বহুবচন।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আভিধানিক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শাহীদ্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মূর্ত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প্রতীক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পরিভাষায়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মূর্ত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প্রতীক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মানদণ্ড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যার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মানদণ্ডে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ভালো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মন্দের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পরিমাপ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স্বয়ং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করীম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শাহীদ।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এরশাদ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:</w:t>
      </w:r>
    </w:p>
    <w:p w:rsidR="00700727" w:rsidRPr="00400A41" w:rsidRDefault="00700727" w:rsidP="00400A41">
      <w:pPr>
        <w:pStyle w:val="libAie"/>
      </w:pPr>
      <w:r w:rsidRPr="00400A41">
        <w:rPr>
          <w:rStyle w:val="libAlaemChar"/>
        </w:rPr>
        <w:t>(</w:t>
      </w:r>
      <w:r w:rsidRPr="009E173E">
        <w:rPr>
          <w:rFonts w:hint="eastAsia"/>
          <w:rtl/>
        </w:rPr>
        <w:t>وَكَذَلِكَ</w:t>
      </w:r>
      <w:r w:rsidRPr="009E173E">
        <w:rPr>
          <w:rtl/>
        </w:rPr>
        <w:t xml:space="preserve"> </w:t>
      </w:r>
      <w:r w:rsidRPr="009E173E">
        <w:rPr>
          <w:rFonts w:hint="eastAsia"/>
          <w:rtl/>
        </w:rPr>
        <w:t>جَعَلْنَاكُمْ</w:t>
      </w:r>
      <w:r w:rsidRPr="009E173E">
        <w:rPr>
          <w:rtl/>
        </w:rPr>
        <w:t xml:space="preserve"> </w:t>
      </w:r>
      <w:r w:rsidRPr="009E173E">
        <w:rPr>
          <w:rFonts w:hint="eastAsia"/>
          <w:rtl/>
        </w:rPr>
        <w:t>أُمَّةً</w:t>
      </w:r>
      <w:r w:rsidRPr="009E173E">
        <w:rPr>
          <w:rtl/>
        </w:rPr>
        <w:t xml:space="preserve"> </w:t>
      </w:r>
      <w:r w:rsidRPr="009E173E">
        <w:rPr>
          <w:rFonts w:hint="eastAsia"/>
          <w:rtl/>
        </w:rPr>
        <w:t>وَسَطًا</w:t>
      </w:r>
      <w:r w:rsidRPr="009E173E">
        <w:rPr>
          <w:rtl/>
        </w:rPr>
        <w:t xml:space="preserve"> </w:t>
      </w:r>
      <w:r w:rsidRPr="009E173E">
        <w:rPr>
          <w:rFonts w:hint="eastAsia"/>
          <w:rtl/>
        </w:rPr>
        <w:t>لِتَكُونُوا</w:t>
      </w:r>
      <w:r w:rsidRPr="009E173E">
        <w:rPr>
          <w:rtl/>
        </w:rPr>
        <w:t xml:space="preserve"> </w:t>
      </w:r>
      <w:r w:rsidRPr="009E173E">
        <w:rPr>
          <w:rFonts w:hint="eastAsia"/>
          <w:rtl/>
        </w:rPr>
        <w:t>شُهَدَاءَ</w:t>
      </w:r>
      <w:r w:rsidRPr="009E173E">
        <w:rPr>
          <w:rtl/>
        </w:rPr>
        <w:t xml:space="preserve"> </w:t>
      </w:r>
      <w:r w:rsidRPr="009E173E">
        <w:rPr>
          <w:rFonts w:hint="eastAsia"/>
          <w:rtl/>
        </w:rPr>
        <w:t>عَلَى</w:t>
      </w:r>
      <w:r w:rsidRPr="009E173E">
        <w:rPr>
          <w:rtl/>
        </w:rPr>
        <w:t xml:space="preserve"> </w:t>
      </w:r>
      <w:r w:rsidRPr="009E173E">
        <w:rPr>
          <w:rFonts w:hint="eastAsia"/>
          <w:rtl/>
        </w:rPr>
        <w:t>النَّاسِ</w:t>
      </w:r>
      <w:r w:rsidRPr="009E173E">
        <w:rPr>
          <w:rtl/>
        </w:rPr>
        <w:t xml:space="preserve"> </w:t>
      </w:r>
      <w:r w:rsidRPr="009E173E">
        <w:rPr>
          <w:rFonts w:hint="eastAsia"/>
          <w:rtl/>
        </w:rPr>
        <w:t>وَيَكُونَ</w:t>
      </w:r>
      <w:r w:rsidRPr="009E173E">
        <w:rPr>
          <w:rtl/>
        </w:rPr>
        <w:t xml:space="preserve"> </w:t>
      </w:r>
      <w:r w:rsidRPr="009E173E">
        <w:rPr>
          <w:rFonts w:hint="eastAsia"/>
          <w:rtl/>
        </w:rPr>
        <w:t>الرَّسُولُ</w:t>
      </w:r>
      <w:r w:rsidRPr="009E173E">
        <w:rPr>
          <w:rtl/>
        </w:rPr>
        <w:t xml:space="preserve"> </w:t>
      </w:r>
      <w:r w:rsidRPr="009E173E">
        <w:rPr>
          <w:rFonts w:hint="eastAsia"/>
          <w:rtl/>
        </w:rPr>
        <w:t>عَلَيْكُمْ</w:t>
      </w:r>
      <w:r w:rsidRPr="009E173E">
        <w:rPr>
          <w:rtl/>
        </w:rPr>
        <w:t xml:space="preserve"> </w:t>
      </w:r>
      <w:r w:rsidRPr="009E173E">
        <w:rPr>
          <w:rFonts w:hint="eastAsia"/>
          <w:rtl/>
        </w:rPr>
        <w:t>شَهِيدًا</w:t>
      </w:r>
      <w:r w:rsidR="00400A41" w:rsidRPr="00400A41">
        <w:rPr>
          <w:rStyle w:val="libAlaemChar"/>
        </w:rPr>
        <w:t>(</w:t>
      </w:r>
    </w:p>
    <w:p w:rsidR="00700727" w:rsidRDefault="00700727" w:rsidP="00700727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এভাবেই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তোমাদেরকে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পন্থানুসারী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আদর্শিক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জনগোষ্ঠী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বানিয়েছি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ইসলামের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মূর্ত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প্রতীক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ইসলামের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মূর্ত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প্রতীক।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বাক্বারাহ্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১৪৩</w:t>
      </w:r>
      <w:r>
        <w:rPr>
          <w:cs/>
          <w:lang w:bidi="bn-IN"/>
        </w:rPr>
        <w:t>)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 w:rsidRPr="00700727">
        <w:rPr>
          <w:rStyle w:val="libArChar"/>
          <w:rFonts w:hint="eastAsia"/>
          <w:rtl/>
        </w:rPr>
        <w:t>صالِحِينَ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ছ্বালেহীন্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 w:rsidRPr="00700727">
        <w:rPr>
          <w:rStyle w:val="libArChar"/>
          <w:rFonts w:hint="eastAsia"/>
          <w:rtl/>
        </w:rPr>
        <w:t>صالِح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ছ্বালেহ্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শব্দের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বহুবচন।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ছ্বালেহ্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শব্দের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উপযুক্ত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যথাযথ</w:t>
      </w:r>
      <w:r>
        <w:rPr>
          <w:rFonts w:hint="eastAsia"/>
        </w:rPr>
        <w:t>’</w:t>
      </w:r>
      <w:r>
        <w:rPr>
          <w:rFonts w:hint="cs"/>
          <w:cs/>
          <w:lang w:bidi="bn-IN"/>
        </w:rPr>
        <w:t>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মুসলমানের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উচিত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ঠিক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উচিত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বাংলায়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শব্দটির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নেককার।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যোগ্যতা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গুণাবলী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পরিভাষার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ছিদ্দীক্ব্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শাহীদগণের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তুলনায়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সীমিত</w:t>
      </w:r>
      <w:r>
        <w:t xml:space="preserve">,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যোগ্যতা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গুণাবলী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অনুযায়ী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দায়িত্ব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কর্তব্য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সুষ্ঠুভাবে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পালন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থাকেন।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উপরোক্ত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নিসা</w:t>
      </w:r>
      <w:r>
        <w:rPr>
          <w:rFonts w:hint="eastAsia"/>
        </w:rPr>
        <w:t>’</w:t>
      </w:r>
      <w:r>
        <w:t xml:space="preserve"> : </w:t>
      </w:r>
      <w:r>
        <w:rPr>
          <w:rFonts w:hint="cs"/>
          <w:cs/>
          <w:lang w:bidi="bn-IN"/>
        </w:rPr>
        <w:t>৬৯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নিয়ে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বিস্তারিত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আলোচনার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উদ্দেশ্য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যেহেতু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রাস্তায়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নিহত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ব্যক্তিগণ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প্রচলিত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পরিভাষায়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যাদেরকে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শহীদ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) - </w:t>
      </w:r>
      <w:r>
        <w:rPr>
          <w:rFonts w:hint="cs"/>
          <w:cs/>
          <w:lang w:bidi="bn-IN"/>
        </w:rPr>
        <w:t>যাদের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নিষ্পাপত্বের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নিশ্চয়তা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</w:t>
      </w:r>
      <w:r>
        <w:t xml:space="preserve">, </w:t>
      </w:r>
      <w:r>
        <w:rPr>
          <w:rFonts w:hint="cs"/>
          <w:cs/>
          <w:lang w:bidi="bn-IN"/>
        </w:rPr>
        <w:t>তাঁরাই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যখন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রিয্ক্ব্প্রাপ্ত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আনন্দে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মশগূল্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অগ্রবর্তী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চারটি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দলভুক্ত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ব্যক্তিগণ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রিয্ক্ব্প্রাপ্ত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বিচারবুদ্ধির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সুস্থ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বিচারবুদ্ধির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অপেক্ষাকৃত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যোগ্যতাসম্পন্ন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কাম্য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সুযোগ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সুবিধার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অপেক্ষাকৃত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বেশী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যোগ্যতার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কাম্য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সুযোগ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সুবিধা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বঞ্চিত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, </w:t>
      </w:r>
      <w:r>
        <w:rPr>
          <w:rFonts w:hint="cs"/>
          <w:cs/>
          <w:lang w:bidi="bn-IN"/>
        </w:rPr>
        <w:t>ঠিক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অপেক্ষাকৃত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ক্ষুদ্রতর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অপরাধে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অপরাধী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শাস্তিযোগ্য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অপেক্ষাকৃত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গুরুতর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অপরাধে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অপরাধী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অবশ্যই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শাস্তিযোগ্য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হবে।</w:t>
      </w:r>
    </w:p>
    <w:p w:rsidR="00700727" w:rsidRDefault="00700727" w:rsidP="00700727">
      <w:pPr>
        <w:pStyle w:val="libNormal"/>
      </w:pPr>
    </w:p>
    <w:p w:rsidR="00700727" w:rsidRDefault="00700727" w:rsidP="00400A41">
      <w:pPr>
        <w:pStyle w:val="Heading2Center"/>
      </w:pPr>
      <w:r>
        <w:rPr>
          <w:rFonts w:hint="cs"/>
          <w:cs/>
          <w:lang w:bidi="bn-IN"/>
        </w:rPr>
        <w:t>বারযাখী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বেহেশত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নেককারের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</w:p>
    <w:p w:rsidR="00700727" w:rsidRDefault="00700727" w:rsidP="00700727">
      <w:pPr>
        <w:pStyle w:val="libNormal"/>
      </w:pPr>
      <w:r>
        <w:rPr>
          <w:rFonts w:hint="eastAsia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রিয্ক্ব্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লাভ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রাস্তায়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নিহত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ব্যতিক্রমী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অনুগ্রহ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স্বয়ং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রাস্তায়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নিহত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অনুগ্রহের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এরশাদ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:</w:t>
      </w:r>
    </w:p>
    <w:p w:rsidR="00700727" w:rsidRPr="00400A41" w:rsidRDefault="00400A41" w:rsidP="00400A41">
      <w:pPr>
        <w:pStyle w:val="libAie"/>
      </w:pPr>
      <w:r w:rsidRPr="0037633E">
        <w:rPr>
          <w:rStyle w:val="libAlaemChar"/>
        </w:rPr>
        <w:t>)</w:t>
      </w:r>
      <w:r w:rsidR="00700727" w:rsidRPr="009E173E">
        <w:rPr>
          <w:rFonts w:hint="eastAsia"/>
          <w:rtl/>
        </w:rPr>
        <w:t>وَالَّذِينَ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هَاجَرُوا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فِي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سَبِيلِ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اللَّهِ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ثُمَّ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قُتِلُوا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أَوْ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مَاتُوا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لَيَرْزُقَنَّهُمُ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اللَّهُ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رِزْقًا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حَسَنًا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وَإِنَّ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اللَّهَ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لَهُوَ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خَيْرُ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الرَّازِقِينَ</w:t>
      </w:r>
      <w:r w:rsidR="00700727" w:rsidRPr="009E173E">
        <w:rPr>
          <w:rtl/>
        </w:rPr>
        <w:t xml:space="preserve">. </w:t>
      </w:r>
      <w:r w:rsidR="00700727" w:rsidRPr="009E173E">
        <w:rPr>
          <w:rFonts w:hint="eastAsia"/>
          <w:rtl/>
        </w:rPr>
        <w:t>لَيُدْخِلَنَّهُمْ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مُدْخَلا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يَرْضَوْنَهُ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وَإِنَّ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اللَّهَ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لَعَلِيمٌ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حَلِيمٌ</w:t>
      </w:r>
      <w:r w:rsidRPr="0037633E">
        <w:rPr>
          <w:rStyle w:val="libAlaemChar"/>
        </w:rPr>
        <w:t>(</w:t>
      </w:r>
    </w:p>
    <w:p w:rsidR="00700727" w:rsidRDefault="00700727" w:rsidP="00700727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রাস্তায়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হিজরত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</w:t>
      </w:r>
      <w:r>
        <w:t xml:space="preserve">, </w:t>
      </w:r>
      <w:r>
        <w:rPr>
          <w:rFonts w:hint="cs"/>
          <w:cs/>
          <w:lang w:bidi="bn-IN"/>
        </w:rPr>
        <w:t>অতঃপর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নিহত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মৃত্যুবরণ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অবশ্যই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উত্তম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রিয্ক্ব্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করবেন।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অবশ্যই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রিয্ক্ব্দাতাদের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সর্বোত্তম।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অবশ্যই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স্থানে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করাবেন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পসন্দ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অবশ্যই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সদাজ্ঞানী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সহনশীল।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হাজ্ব্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৫৮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৫৯</w:t>
      </w:r>
      <w:r>
        <w:rPr>
          <w:cs/>
          <w:lang w:bidi="bn-IN"/>
        </w:rPr>
        <w:t>)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মৃত্যুপরবর্তী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রিযক্বের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অঙ্গীকার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শুধু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রাস্তায়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নিহতদের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মুহাজিরদের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জন্যও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ইখ্লাছ্ব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উহ্য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হিজরতকারী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নিহত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স্বাভাবিক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করলেও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গুনাহ্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থাকলে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তাঁকেও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রিয্ক্ব্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অঙ্গীকারকে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বেহেশতের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অঙ্গীকার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বিভিন্ন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বেহেশতের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অঙ্গীকারের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বিভিন্ন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আকর্ষণীয়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গুণবৈশিষ্ট্য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</w:t>
      </w:r>
      <w:r>
        <w:rPr>
          <w:rFonts w:hint="eastAsia"/>
        </w:rPr>
        <w:t>‘</w:t>
      </w:r>
      <w:r>
        <w:rPr>
          <w:rFonts w:hint="cs"/>
          <w:cs/>
          <w:lang w:bidi="bn-IN"/>
        </w:rPr>
        <w:t>আমতের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বর্ণনা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বিপরীতে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স্রেফ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উত্তম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রিয্ক্ব্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পসন্দনীয়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স্থানে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করানোর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সীমিত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</w:t>
      </w:r>
      <w:r>
        <w:rPr>
          <w:rFonts w:hint="eastAsia"/>
        </w:rPr>
        <w:t>‘</w:t>
      </w:r>
      <w:r>
        <w:rPr>
          <w:rFonts w:hint="cs"/>
          <w:cs/>
          <w:lang w:bidi="bn-IN"/>
        </w:rPr>
        <w:t>আমতের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অঙ্গীকার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সীমিত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</w:t>
      </w:r>
      <w:r>
        <w:rPr>
          <w:rFonts w:hint="eastAsia"/>
        </w:rPr>
        <w:t>‘</w:t>
      </w:r>
      <w:r>
        <w:rPr>
          <w:rFonts w:hint="cs"/>
          <w:cs/>
          <w:lang w:bidi="bn-IN"/>
        </w:rPr>
        <w:t>আমত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বিশিষ্ট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বেহেশতের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অঙ্গীকার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অন্য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এরশাদ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:</w:t>
      </w:r>
    </w:p>
    <w:p w:rsidR="00700727" w:rsidRPr="0037633E" w:rsidRDefault="00700727" w:rsidP="0037633E">
      <w:pPr>
        <w:pStyle w:val="libAie"/>
      </w:pPr>
      <w:r w:rsidRPr="0037633E">
        <w:rPr>
          <w:rStyle w:val="libAlaemChar"/>
        </w:rPr>
        <w:t>)</w:t>
      </w:r>
      <w:r w:rsidRPr="009E173E">
        <w:rPr>
          <w:rFonts w:hint="eastAsia"/>
          <w:rtl/>
        </w:rPr>
        <w:t>فَلْيُقَاتِلْ</w:t>
      </w:r>
      <w:r w:rsidRPr="009E173E">
        <w:rPr>
          <w:rtl/>
        </w:rPr>
        <w:t xml:space="preserve"> </w:t>
      </w:r>
      <w:r w:rsidRPr="009E173E">
        <w:rPr>
          <w:rFonts w:hint="eastAsia"/>
          <w:rtl/>
        </w:rPr>
        <w:t>فِي</w:t>
      </w:r>
      <w:r w:rsidRPr="009E173E">
        <w:rPr>
          <w:rtl/>
        </w:rPr>
        <w:t xml:space="preserve"> </w:t>
      </w:r>
      <w:r w:rsidRPr="009E173E">
        <w:rPr>
          <w:rFonts w:hint="eastAsia"/>
          <w:rtl/>
        </w:rPr>
        <w:t>سَبِيلِ</w:t>
      </w:r>
      <w:r w:rsidRPr="009E173E">
        <w:rPr>
          <w:rtl/>
        </w:rPr>
        <w:t xml:space="preserve"> </w:t>
      </w:r>
      <w:r w:rsidRPr="009E173E">
        <w:rPr>
          <w:rFonts w:hint="eastAsia"/>
          <w:rtl/>
        </w:rPr>
        <w:t>اللَّهِ</w:t>
      </w:r>
      <w:r w:rsidRPr="009E173E">
        <w:rPr>
          <w:rtl/>
        </w:rPr>
        <w:t xml:space="preserve"> </w:t>
      </w:r>
      <w:r w:rsidRPr="009E173E">
        <w:rPr>
          <w:rFonts w:hint="eastAsia"/>
          <w:rtl/>
        </w:rPr>
        <w:t>الَّذِينَ</w:t>
      </w:r>
      <w:r w:rsidRPr="009E173E">
        <w:rPr>
          <w:rtl/>
        </w:rPr>
        <w:t xml:space="preserve"> </w:t>
      </w:r>
      <w:r w:rsidRPr="009E173E">
        <w:rPr>
          <w:rFonts w:hint="eastAsia"/>
          <w:rtl/>
        </w:rPr>
        <w:t>يَشْرُونَ</w:t>
      </w:r>
      <w:r w:rsidRPr="009E173E">
        <w:rPr>
          <w:rtl/>
        </w:rPr>
        <w:t xml:space="preserve"> </w:t>
      </w:r>
      <w:r w:rsidRPr="009E173E">
        <w:rPr>
          <w:rFonts w:hint="eastAsia"/>
          <w:rtl/>
        </w:rPr>
        <w:t>الْحَيَاةَ</w:t>
      </w:r>
      <w:r w:rsidRPr="009E173E">
        <w:rPr>
          <w:rtl/>
        </w:rPr>
        <w:t xml:space="preserve"> </w:t>
      </w:r>
      <w:r w:rsidRPr="009E173E">
        <w:rPr>
          <w:rFonts w:hint="eastAsia"/>
          <w:rtl/>
        </w:rPr>
        <w:t>الدُّنْيَا</w:t>
      </w:r>
      <w:r w:rsidRPr="009E173E">
        <w:rPr>
          <w:rtl/>
        </w:rPr>
        <w:t xml:space="preserve"> </w:t>
      </w:r>
      <w:r w:rsidRPr="009E173E">
        <w:rPr>
          <w:rFonts w:hint="eastAsia"/>
          <w:rtl/>
        </w:rPr>
        <w:t>بِالآخِرَةِ</w:t>
      </w:r>
      <w:r w:rsidRPr="009E173E">
        <w:rPr>
          <w:rtl/>
        </w:rPr>
        <w:t xml:space="preserve"> </w:t>
      </w:r>
      <w:r w:rsidRPr="009E173E">
        <w:rPr>
          <w:rFonts w:hint="eastAsia"/>
          <w:rtl/>
        </w:rPr>
        <w:t>وَمَنْ</w:t>
      </w:r>
      <w:r w:rsidRPr="009E173E">
        <w:rPr>
          <w:rtl/>
        </w:rPr>
        <w:t xml:space="preserve"> </w:t>
      </w:r>
      <w:r w:rsidRPr="009E173E">
        <w:rPr>
          <w:rFonts w:hint="eastAsia"/>
          <w:rtl/>
        </w:rPr>
        <w:t>يُقَاتِلْ</w:t>
      </w:r>
      <w:r w:rsidRPr="009E173E">
        <w:rPr>
          <w:rtl/>
        </w:rPr>
        <w:t xml:space="preserve"> </w:t>
      </w:r>
      <w:r w:rsidRPr="009E173E">
        <w:rPr>
          <w:rFonts w:hint="eastAsia"/>
          <w:rtl/>
        </w:rPr>
        <w:t>فِي</w:t>
      </w:r>
      <w:r w:rsidRPr="009E173E">
        <w:rPr>
          <w:rtl/>
        </w:rPr>
        <w:t xml:space="preserve"> </w:t>
      </w:r>
      <w:r w:rsidRPr="009E173E">
        <w:rPr>
          <w:rFonts w:hint="eastAsia"/>
          <w:rtl/>
        </w:rPr>
        <w:t>سَبِيلِ</w:t>
      </w:r>
      <w:r w:rsidRPr="009E173E">
        <w:rPr>
          <w:rtl/>
        </w:rPr>
        <w:t xml:space="preserve"> </w:t>
      </w:r>
      <w:r w:rsidRPr="009E173E">
        <w:rPr>
          <w:rFonts w:hint="eastAsia"/>
          <w:rtl/>
        </w:rPr>
        <w:t>اللَّهِ</w:t>
      </w:r>
      <w:r w:rsidRPr="009E173E">
        <w:rPr>
          <w:rtl/>
        </w:rPr>
        <w:t xml:space="preserve"> </w:t>
      </w:r>
      <w:r w:rsidRPr="009E173E">
        <w:rPr>
          <w:rFonts w:hint="eastAsia"/>
          <w:rtl/>
        </w:rPr>
        <w:t>فَيُقْتَلْ</w:t>
      </w:r>
      <w:r w:rsidRPr="009E173E">
        <w:rPr>
          <w:rtl/>
        </w:rPr>
        <w:t xml:space="preserve"> </w:t>
      </w:r>
      <w:r w:rsidRPr="009E173E">
        <w:rPr>
          <w:rFonts w:hint="eastAsia"/>
          <w:rtl/>
        </w:rPr>
        <w:t>أَوْ</w:t>
      </w:r>
      <w:r w:rsidRPr="009E173E">
        <w:rPr>
          <w:rtl/>
        </w:rPr>
        <w:t xml:space="preserve"> </w:t>
      </w:r>
      <w:r w:rsidRPr="009E173E">
        <w:rPr>
          <w:rFonts w:hint="eastAsia"/>
          <w:rtl/>
        </w:rPr>
        <w:t>يَغْلِبْ</w:t>
      </w:r>
      <w:r w:rsidRPr="009E173E">
        <w:rPr>
          <w:rtl/>
        </w:rPr>
        <w:t xml:space="preserve"> </w:t>
      </w:r>
      <w:r w:rsidRPr="009E173E">
        <w:rPr>
          <w:rFonts w:hint="eastAsia"/>
          <w:rtl/>
        </w:rPr>
        <w:t>فَسَوْفَ</w:t>
      </w:r>
      <w:r w:rsidRPr="009E173E">
        <w:rPr>
          <w:rtl/>
        </w:rPr>
        <w:t xml:space="preserve"> </w:t>
      </w:r>
      <w:r w:rsidRPr="009E173E">
        <w:rPr>
          <w:rFonts w:hint="eastAsia"/>
          <w:rtl/>
        </w:rPr>
        <w:t>نُؤْتِيهِ</w:t>
      </w:r>
      <w:r w:rsidRPr="009E173E">
        <w:rPr>
          <w:rtl/>
        </w:rPr>
        <w:t xml:space="preserve"> </w:t>
      </w:r>
      <w:r w:rsidRPr="009E173E">
        <w:rPr>
          <w:rFonts w:hint="eastAsia"/>
          <w:rtl/>
        </w:rPr>
        <w:t>أَجْرًا</w:t>
      </w:r>
      <w:r w:rsidRPr="009E173E">
        <w:rPr>
          <w:rtl/>
        </w:rPr>
        <w:t xml:space="preserve"> </w:t>
      </w:r>
      <w:r w:rsidRPr="009E173E">
        <w:rPr>
          <w:rFonts w:hint="eastAsia"/>
          <w:rtl/>
        </w:rPr>
        <w:t>عَظِيمًا</w:t>
      </w:r>
      <w:r w:rsidRPr="0037633E">
        <w:rPr>
          <w:rStyle w:val="libAlaemChar"/>
        </w:rPr>
        <w:t>(</w:t>
      </w:r>
    </w:p>
    <w:p w:rsidR="00700727" w:rsidRDefault="00700727" w:rsidP="00700727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bn-IN"/>
        </w:rPr>
        <w:t>সুতরাং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পরকালের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বিনিময়ে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দুনিয়ার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বিক্রয়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যুদ্ধ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t xml:space="preserve">; </w:t>
      </w:r>
      <w:r>
        <w:rPr>
          <w:rFonts w:hint="cs"/>
          <w:cs/>
          <w:lang w:bidi="bn-IN"/>
        </w:rPr>
        <w:t>অতঃপর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নিহতই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হোক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বিজয়ীই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হোক</w:t>
      </w:r>
      <w:r>
        <w:t xml:space="preserve">,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অচিরেই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আমি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বিরাট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পুরষ্কার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করবো।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নিসা</w:t>
      </w:r>
      <w:r>
        <w:rPr>
          <w:rFonts w:hint="eastAsia"/>
        </w:rPr>
        <w:t>’</w:t>
      </w:r>
      <w:r>
        <w:t xml:space="preserve"> : </w:t>
      </w:r>
      <w:r>
        <w:rPr>
          <w:rFonts w:hint="cs"/>
          <w:cs/>
          <w:lang w:bidi="bn-IN"/>
        </w:rPr>
        <w:t>৭৪</w:t>
      </w:r>
      <w:r>
        <w:rPr>
          <w:cs/>
          <w:lang w:bidi="bn-IN"/>
        </w:rPr>
        <w:t>)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সুস্পষ্ট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রাস্তায়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নিহত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পুরষ্কার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অপেক্ষা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অচিরেই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ইতিপূর্বে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উল্লিখিত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পুরষ্কার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রাস্তায়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নিহত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নির্ধারিত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রাস্তায়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যুদ্ধ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বিজয়ী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শামিল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আছেন।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রিয্ক্ব্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রাস্তায়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নিহত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নির্ধারিত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ব্যতিক্রমী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ব্যবস্থা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চিত্ত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নাফ্সুল্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মুত্বমাইন্নাহ্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সরাসরি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জান্নাতে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প্রবেশের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বলেছেন</w:t>
      </w:r>
      <w:r>
        <w:t xml:space="preserve">; </w:t>
      </w:r>
      <w:r>
        <w:rPr>
          <w:rFonts w:hint="cs"/>
          <w:cs/>
          <w:lang w:bidi="bn-IN"/>
        </w:rPr>
        <w:t>এরশাদ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:</w:t>
      </w:r>
    </w:p>
    <w:p w:rsidR="00700727" w:rsidRPr="0037633E" w:rsidRDefault="00700727" w:rsidP="0037633E">
      <w:pPr>
        <w:pStyle w:val="libAie"/>
      </w:pPr>
      <w:r w:rsidRPr="0037633E">
        <w:rPr>
          <w:rStyle w:val="libAlaemChar"/>
        </w:rPr>
        <w:t>)</w:t>
      </w:r>
      <w:r w:rsidRPr="009E173E">
        <w:rPr>
          <w:rFonts w:hint="eastAsia"/>
          <w:rtl/>
        </w:rPr>
        <w:t>يَا</w:t>
      </w:r>
      <w:r w:rsidRPr="009E173E">
        <w:rPr>
          <w:rtl/>
        </w:rPr>
        <w:t xml:space="preserve"> </w:t>
      </w:r>
      <w:r w:rsidRPr="009E173E">
        <w:rPr>
          <w:rFonts w:hint="eastAsia"/>
          <w:rtl/>
        </w:rPr>
        <w:t>أَيَّتُهَا</w:t>
      </w:r>
      <w:r w:rsidRPr="009E173E">
        <w:rPr>
          <w:rtl/>
        </w:rPr>
        <w:t xml:space="preserve"> </w:t>
      </w:r>
      <w:r w:rsidRPr="009E173E">
        <w:rPr>
          <w:rFonts w:hint="eastAsia"/>
          <w:rtl/>
        </w:rPr>
        <w:t>النَّفْسُ</w:t>
      </w:r>
      <w:r w:rsidRPr="009E173E">
        <w:rPr>
          <w:rtl/>
        </w:rPr>
        <w:t xml:space="preserve"> </w:t>
      </w:r>
      <w:r w:rsidRPr="009E173E">
        <w:rPr>
          <w:rFonts w:hint="eastAsia"/>
          <w:rtl/>
        </w:rPr>
        <w:t>الْمُطْمَئِنَّةُ</w:t>
      </w:r>
      <w:r w:rsidRPr="009E173E">
        <w:rPr>
          <w:rtl/>
        </w:rPr>
        <w:t xml:space="preserve"> </w:t>
      </w:r>
      <w:r w:rsidRPr="009E173E">
        <w:rPr>
          <w:rFonts w:hint="eastAsia"/>
          <w:rtl/>
        </w:rPr>
        <w:t>ارْجِعِي</w:t>
      </w:r>
      <w:r w:rsidRPr="009E173E">
        <w:rPr>
          <w:rtl/>
        </w:rPr>
        <w:t xml:space="preserve"> </w:t>
      </w:r>
      <w:r w:rsidRPr="009E173E">
        <w:rPr>
          <w:rFonts w:hint="eastAsia"/>
          <w:rtl/>
        </w:rPr>
        <w:t>إِلَى</w:t>
      </w:r>
      <w:r w:rsidRPr="009E173E">
        <w:rPr>
          <w:rtl/>
        </w:rPr>
        <w:t xml:space="preserve"> </w:t>
      </w:r>
      <w:r w:rsidRPr="009E173E">
        <w:rPr>
          <w:rFonts w:hint="eastAsia"/>
          <w:rtl/>
        </w:rPr>
        <w:t>رَبِّكِ</w:t>
      </w:r>
      <w:r w:rsidRPr="009E173E">
        <w:rPr>
          <w:rtl/>
        </w:rPr>
        <w:t xml:space="preserve"> </w:t>
      </w:r>
      <w:r w:rsidRPr="009E173E">
        <w:rPr>
          <w:rFonts w:hint="eastAsia"/>
          <w:rtl/>
        </w:rPr>
        <w:t>رَاضِيَةً</w:t>
      </w:r>
      <w:r w:rsidRPr="009E173E">
        <w:rPr>
          <w:rtl/>
        </w:rPr>
        <w:t xml:space="preserve"> </w:t>
      </w:r>
      <w:r w:rsidRPr="009E173E">
        <w:rPr>
          <w:rFonts w:hint="eastAsia"/>
          <w:rtl/>
        </w:rPr>
        <w:t>مَرْضِيَّةً</w:t>
      </w:r>
      <w:r w:rsidRPr="009E173E">
        <w:rPr>
          <w:rtl/>
        </w:rPr>
        <w:t xml:space="preserve"> </w:t>
      </w:r>
      <w:r w:rsidRPr="009E173E">
        <w:rPr>
          <w:rFonts w:hint="eastAsia"/>
          <w:rtl/>
        </w:rPr>
        <w:t>فَادْخُلِي</w:t>
      </w:r>
      <w:r w:rsidRPr="009E173E">
        <w:rPr>
          <w:rtl/>
        </w:rPr>
        <w:t xml:space="preserve"> </w:t>
      </w:r>
      <w:r w:rsidRPr="009E173E">
        <w:rPr>
          <w:rFonts w:hint="eastAsia"/>
          <w:rtl/>
        </w:rPr>
        <w:t>فِي</w:t>
      </w:r>
      <w:r w:rsidRPr="009E173E">
        <w:rPr>
          <w:rtl/>
        </w:rPr>
        <w:t xml:space="preserve"> </w:t>
      </w:r>
      <w:r w:rsidRPr="009E173E">
        <w:rPr>
          <w:rFonts w:hint="eastAsia"/>
          <w:rtl/>
        </w:rPr>
        <w:t>عِبَادِي</w:t>
      </w:r>
      <w:r w:rsidRPr="009E173E">
        <w:rPr>
          <w:rtl/>
        </w:rPr>
        <w:t xml:space="preserve"> </w:t>
      </w:r>
      <w:r w:rsidRPr="009E173E">
        <w:rPr>
          <w:rFonts w:hint="eastAsia"/>
          <w:rtl/>
        </w:rPr>
        <w:t>وَادْخُلِي</w:t>
      </w:r>
      <w:r w:rsidRPr="009E173E">
        <w:rPr>
          <w:rtl/>
        </w:rPr>
        <w:t xml:space="preserve"> </w:t>
      </w:r>
      <w:r w:rsidRPr="009E173E">
        <w:rPr>
          <w:rFonts w:hint="eastAsia"/>
          <w:rtl/>
        </w:rPr>
        <w:t>جَنَّتِي</w:t>
      </w:r>
      <w:r w:rsidRPr="0037633E">
        <w:rPr>
          <w:rStyle w:val="libAlaemChar"/>
        </w:rPr>
        <w:t>(</w:t>
      </w:r>
    </w:p>
    <w:p w:rsidR="00700727" w:rsidRDefault="00700727" w:rsidP="00700727">
      <w:pPr>
        <w:pStyle w:val="libNormal"/>
      </w:pPr>
      <w:r>
        <w:lastRenderedPageBreak/>
        <w:t xml:space="preserve"> </w:t>
      </w:r>
      <w:r w:rsidRPr="00700727">
        <w:rPr>
          <w:rStyle w:val="libEnChar"/>
        </w:rPr>
        <w:t>“</w:t>
      </w:r>
      <w:r>
        <w:rPr>
          <w:rFonts w:hint="cs"/>
          <w:cs/>
          <w:lang w:bidi="bn-IN"/>
        </w:rPr>
        <w:t>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ব্যক্তিসত্তা</w:t>
      </w:r>
      <w:r>
        <w:rPr>
          <w:cs/>
          <w:lang w:bidi="bn-IN"/>
        </w:rPr>
        <w:t xml:space="preserve">! </w:t>
      </w:r>
      <w:r>
        <w:rPr>
          <w:rFonts w:hint="cs"/>
          <w:cs/>
          <w:lang w:bidi="bn-IN"/>
        </w:rPr>
        <w:t>তুমি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প্রত্যাবর্তন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সন্তুষ্ট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সন্তুষ্টিপ্রাপ্ত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অবস্থায়</w:t>
      </w:r>
      <w:r>
        <w:t xml:space="preserve">, </w:t>
      </w:r>
      <w:r>
        <w:rPr>
          <w:rFonts w:hint="cs"/>
          <w:cs/>
          <w:lang w:bidi="bn-IN"/>
        </w:rPr>
        <w:t>অতঃপর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বান্দাহদের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জান্নাতে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কর।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ফাজর্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২৭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৩০</w:t>
      </w:r>
      <w:r>
        <w:rPr>
          <w:cs/>
          <w:lang w:bidi="bn-IN"/>
        </w:rPr>
        <w:t>)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বহু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বান্দাহর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প্রত্যাবর্তন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মৃত্যুবরণকে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বুঝানো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সুতরাং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বেহেশতে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বেহেশত।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অপর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এরশাদ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:</w:t>
      </w:r>
    </w:p>
    <w:p w:rsidR="00700727" w:rsidRPr="0037633E" w:rsidRDefault="0037633E" w:rsidP="0037633E">
      <w:pPr>
        <w:pStyle w:val="libAie"/>
      </w:pPr>
      <w:r w:rsidRPr="0037633E">
        <w:rPr>
          <w:rStyle w:val="libAlaemChar"/>
        </w:rPr>
        <w:t>)</w:t>
      </w:r>
      <w:r w:rsidR="00700727" w:rsidRPr="009E173E">
        <w:rPr>
          <w:rFonts w:hint="eastAsia"/>
          <w:rtl/>
        </w:rPr>
        <w:t>جَنَّاتُ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عَدْنٍ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يَدْخُلُونَهَا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تَجْرِي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مِنْ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تَحْتِهَا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الأنْهَارُ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لَهُمْ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فِيهَا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مَا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يَشَاءُونَ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كَذَلِكَ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يَجْزِي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اللَّهُ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الْمُتَّقِينَ</w:t>
      </w:r>
      <w:r w:rsidR="00700727" w:rsidRPr="009E173E">
        <w:rPr>
          <w:rtl/>
        </w:rPr>
        <w:t xml:space="preserve">. </w:t>
      </w:r>
      <w:r w:rsidR="00700727" w:rsidRPr="009E173E">
        <w:rPr>
          <w:rFonts w:hint="eastAsia"/>
          <w:rtl/>
        </w:rPr>
        <w:t>الَّذِينَ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تَتَوَفَّاهُمُ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الْمَلائِكَةُ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طَيِّبِينَ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يَقُولُونَ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سَلامٌ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عَلَيْكُمُ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ادْخُلُوا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الْجَنَّةَ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بِمَا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كُنْتُمْ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تَعْمَلُونَ</w:t>
      </w:r>
      <w:r w:rsidRPr="0037633E">
        <w:rPr>
          <w:rStyle w:val="libAlaemChar"/>
        </w:rPr>
        <w:t>(</w:t>
      </w:r>
    </w:p>
    <w:p w:rsidR="00700727" w:rsidRDefault="00700727" w:rsidP="00700727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bn-IN"/>
        </w:rPr>
        <w:t>অবিনশ্বর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জান্নাত্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করবে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যার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তলদেশ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সমূহ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প্রবাহিত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t xml:space="preserve">; </w:t>
      </w:r>
      <w:r>
        <w:rPr>
          <w:rFonts w:hint="cs"/>
          <w:cs/>
          <w:lang w:bidi="bn-IN"/>
        </w:rPr>
        <w:t>সেখানে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ইচ্ছা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করবে।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এভাবেই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মুত্তাক্বীদেরকে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প্রতিদান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দেবেন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ফেরেশতারা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উত্তম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 w:rsidRPr="00700727">
        <w:rPr>
          <w:rStyle w:val="libEnChar"/>
        </w:rPr>
        <w:t>“</w:t>
      </w:r>
      <w:r>
        <w:rPr>
          <w:rFonts w:hint="cs"/>
          <w:cs/>
          <w:lang w:bidi="bn-IN"/>
        </w:rPr>
        <w:t>তোমাদের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সালাম</w:t>
      </w:r>
      <w:r>
        <w:t xml:space="preserve">; </w:t>
      </w:r>
      <w:r>
        <w:rPr>
          <w:rFonts w:hint="cs"/>
          <w:cs/>
          <w:lang w:bidi="bn-IN"/>
        </w:rPr>
        <w:t>তোমরা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সম্পাদন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করছিলে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জান্নাতে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কর।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নাহল্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৩১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৩২</w:t>
      </w:r>
      <w:r>
        <w:rPr>
          <w:cs/>
          <w:lang w:bidi="bn-IN"/>
        </w:rPr>
        <w:t>)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উদ্ধৃত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</w:t>
      </w:r>
      <w:r w:rsidRPr="009E173E">
        <w:rPr>
          <w:rStyle w:val="libEnChar"/>
        </w:rPr>
        <w:t>’</w:t>
      </w:r>
      <w:r>
        <w:rPr>
          <w:rFonts w:hint="cs"/>
          <w:cs/>
          <w:lang w:bidi="bn-IN"/>
        </w:rPr>
        <w:t>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প্রথম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অবিনশ্বর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জান্নাতের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দ্বিতীয়টিতে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জান্নাতের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অধিবাসীদের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মৃত্যুকালীন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অব্যবহিত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উদ্ধৃত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দ্বিতীয়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অনুযায়ী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সরাসরি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বেহেশতে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</w:p>
    <w:p w:rsidR="00700727" w:rsidRDefault="00700727" w:rsidP="00700727">
      <w:pPr>
        <w:pStyle w:val="libNormal"/>
      </w:pPr>
    </w:p>
    <w:p w:rsidR="00700727" w:rsidRDefault="00700727" w:rsidP="0037633E">
      <w:pPr>
        <w:pStyle w:val="Heading2"/>
      </w:pPr>
      <w:r>
        <w:rPr>
          <w:rFonts w:hint="cs"/>
          <w:cs/>
          <w:lang w:bidi="bn-IN"/>
        </w:rPr>
        <w:t>নাফরমানদের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দোযখ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শুধু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নেককারদের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বেহেশতে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</w:t>
      </w:r>
      <w:r>
        <w:rPr>
          <w:rFonts w:hint="eastAsia"/>
        </w:rPr>
        <w:t>‘</w:t>
      </w:r>
      <w:r>
        <w:rPr>
          <w:rFonts w:hint="cs"/>
          <w:cs/>
          <w:lang w:bidi="bn-IN"/>
        </w:rPr>
        <w:t>আমত্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লাভের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নাফরমানদের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দোযখে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শাস্তিভোগের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যেমন</w:t>
      </w:r>
      <w:r>
        <w:t xml:space="preserve">, </w:t>
      </w:r>
      <w:r>
        <w:rPr>
          <w:rFonts w:hint="cs"/>
          <w:cs/>
          <w:lang w:bidi="bn-IN"/>
        </w:rPr>
        <w:lastRenderedPageBreak/>
        <w:t>নিম্নোক্ত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সমূহে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নাফরমানদের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নেককারদের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পুরষ্কারের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পাশাপাশি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:</w:t>
      </w:r>
    </w:p>
    <w:p w:rsidR="00700727" w:rsidRPr="0037633E" w:rsidRDefault="0037633E" w:rsidP="0037633E">
      <w:pPr>
        <w:pStyle w:val="libAie"/>
      </w:pPr>
      <w:r w:rsidRPr="0037633E">
        <w:rPr>
          <w:rStyle w:val="libAlaemChar"/>
        </w:rPr>
        <w:t>)</w:t>
      </w:r>
      <w:r w:rsidR="00700727" w:rsidRPr="009E173E">
        <w:rPr>
          <w:rFonts w:hint="eastAsia"/>
          <w:rtl/>
        </w:rPr>
        <w:t>يَوْمَ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يَرَوْنَ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الْمَلائِكَةَ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لا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بُشْرَى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يَوْمَئِذٍ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لِلْمُجْرِمِينَ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وَيَقُولُونَ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حِجْرًا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مَحْجُورًا</w:t>
      </w:r>
      <w:r w:rsidR="00700727" w:rsidRPr="009E173E">
        <w:rPr>
          <w:rtl/>
        </w:rPr>
        <w:t xml:space="preserve">. </w:t>
      </w:r>
      <w:r w:rsidR="00700727" w:rsidRPr="009E173E">
        <w:rPr>
          <w:rFonts w:hint="eastAsia"/>
          <w:rtl/>
        </w:rPr>
        <w:t>وَقَدِمْنَا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إِلَى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مَا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عَمِلُوا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مِنْ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عَمَلٍ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فَجَعَلْنَاهُ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هَبَاءً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مَنْثُورًا</w:t>
      </w:r>
      <w:r w:rsidR="00700727" w:rsidRPr="009E173E">
        <w:rPr>
          <w:rtl/>
        </w:rPr>
        <w:t xml:space="preserve">. </w:t>
      </w:r>
      <w:r w:rsidR="00700727" w:rsidRPr="009E173E">
        <w:rPr>
          <w:rFonts w:hint="eastAsia"/>
          <w:rtl/>
        </w:rPr>
        <w:t>أَصْحَابُ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الْجَنَّةِ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يَوْمَئِذٍ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خَيْرٌ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مُسْتَقَرًّا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وَأَحْسَنُ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مَقِيلا</w:t>
      </w:r>
      <w:r w:rsidRPr="0037633E">
        <w:rPr>
          <w:rStyle w:val="libAlaemChar"/>
        </w:rPr>
        <w:t>(</w:t>
      </w:r>
    </w:p>
    <w:p w:rsidR="00700727" w:rsidRDefault="00700727" w:rsidP="00700727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bn-IN"/>
        </w:rPr>
        <w:t>যেদিন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ফেরেশতাদেরকে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সেদিন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অপরাধীদের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সুসংবাদ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গুনাহ্গাররা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বলবে</w:t>
      </w:r>
      <w:r>
        <w:rPr>
          <w:cs/>
          <w:lang w:bidi="bn-IN"/>
        </w:rPr>
        <w:t xml:space="preserve"> : </w:t>
      </w:r>
      <w:r w:rsidRPr="00700727">
        <w:rPr>
          <w:rStyle w:val="libEnChar"/>
        </w:rPr>
        <w:t>“</w:t>
      </w:r>
      <w:r>
        <w:rPr>
          <w:rFonts w:hint="cs"/>
          <w:cs/>
          <w:lang w:bidi="bn-IN"/>
        </w:rPr>
        <w:t>অন্তরাল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আড়াল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আহা</w:t>
      </w:r>
      <w:r>
        <w:rPr>
          <w:cs/>
          <w:lang w:bidi="bn-IN"/>
        </w:rPr>
        <w:t xml:space="preserve">!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অন্তরাল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আড়াল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হতো</w:t>
      </w:r>
      <w:r>
        <w:rPr>
          <w:cs/>
          <w:lang w:bidi="bn-IN"/>
        </w:rPr>
        <w:t>)!</w:t>
      </w:r>
      <w:r w:rsidRPr="00700727">
        <w:rPr>
          <w:rStyle w:val="libEnChar"/>
        </w:rPr>
        <w:t>”</w:t>
      </w:r>
      <w: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নেক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আমল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সেগুলোর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দেবো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সেগুলোকে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বিক্ষিপ্ত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ধূলিকণায়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পরিণত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দেবো।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অন্যদিকে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সেদিন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বেহেশতবাসীরা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উত্তম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অবস্থানস্থল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উৎকৃষ্টতর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কথোপকথনের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হবে।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ফুরক্বান্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২২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২৪</w:t>
      </w:r>
      <w:r>
        <w:rPr>
          <w:cs/>
          <w:lang w:bidi="bn-IN"/>
        </w:rPr>
        <w:t>)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সুস্পষ্ট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উক্ত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অব্যবহিত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সকল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সমুপস্থিত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ফেরেশতাদেরকে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পাবে।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আগে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ফেরেশতাদেরকে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একান্তই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ব্যতিক্রম।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তাছাড়া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পাঁচটি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আয়াতে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২৫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২৯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ক্বিয়ামতের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মহাপ্রলয়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হাশরের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মাঠে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কাফেরদের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বিলাপের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স্বতন্ত্রভাবে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উপরোক্ত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পূর্ববর্তী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অব্যবহিত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অপর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এরশাদ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:</w:t>
      </w:r>
    </w:p>
    <w:p w:rsidR="00700727" w:rsidRPr="0057711A" w:rsidRDefault="0057711A" w:rsidP="0057711A">
      <w:pPr>
        <w:pStyle w:val="libAie"/>
      </w:pPr>
      <w:r w:rsidRPr="0057711A">
        <w:rPr>
          <w:rStyle w:val="libAlaemChar"/>
        </w:rPr>
        <w:t>)</w:t>
      </w:r>
      <w:r w:rsidR="00700727" w:rsidRPr="009E173E">
        <w:rPr>
          <w:rFonts w:hint="eastAsia"/>
          <w:rtl/>
        </w:rPr>
        <w:t>وَلَوْ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تَرَى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إِذِ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الظَّالِمُونَ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فِي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غَمَرَاتِ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الْمَوْتِ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وَالْمَلائِكَةُ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بَاسِطُو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أَيْدِيهِمْ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أَخْرِجُوا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أَنْفُسَكُمُ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الْيَوْمَ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تُجْزَوْنَ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عَذَابَ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الْهُونِ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بِمَا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كُنْتُمْ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تَقُولُونَ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عَلَى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اللَّهِ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غَيْرَ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الْحَقِّ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وَكُنْتُمْ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عَنْ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آيَاتِهِ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تَسْتَكْبِرُونَ</w:t>
      </w:r>
      <w:r w:rsidRPr="0057711A">
        <w:rPr>
          <w:rStyle w:val="libAlaemChar"/>
        </w:rPr>
        <w:t>(</w:t>
      </w:r>
    </w:p>
    <w:p w:rsidR="00700727" w:rsidRDefault="00700727" w:rsidP="00700727">
      <w:pPr>
        <w:pStyle w:val="libNormal"/>
      </w:pPr>
      <w:r>
        <w:rPr>
          <w:rFonts w:hint="eastAsia"/>
        </w:rPr>
        <w:t>“</w:t>
      </w:r>
      <w:r>
        <w:t>(</w:t>
      </w:r>
      <w:r>
        <w:rPr>
          <w:rFonts w:hint="cs"/>
          <w:cs/>
          <w:lang w:bidi="bn-IN"/>
        </w:rPr>
        <w:t>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</w:t>
      </w:r>
      <w:r>
        <w:rPr>
          <w:cs/>
          <w:lang w:bidi="bn-IN"/>
        </w:rPr>
        <w:t xml:space="preserve">!) </w:t>
      </w:r>
      <w:r>
        <w:rPr>
          <w:rFonts w:hint="cs"/>
          <w:cs/>
          <w:lang w:bidi="bn-IN"/>
        </w:rPr>
        <w:t>আপনি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দেখেন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দেখবেন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>)</w:t>
      </w:r>
      <w:r>
        <w:t xml:space="preserve">, </w:t>
      </w:r>
      <w:r>
        <w:rPr>
          <w:rFonts w:hint="cs"/>
          <w:cs/>
          <w:lang w:bidi="bn-IN"/>
        </w:rPr>
        <w:t>যালেমরা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মৃত্যুযন্ত্রণায়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t xml:space="preserve">,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ফেরেশতারা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হস্তসমূহ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প্রসারিত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) : </w:t>
      </w:r>
      <w:r>
        <w:rPr>
          <w:rFonts w:hint="cs"/>
          <w:cs/>
          <w:lang w:bidi="bn-IN"/>
        </w:rPr>
        <w:t>তোমরা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নিজেদেরকে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তোমাদের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সমূহকে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বহির্গত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দাও</w:t>
      </w:r>
      <w:r>
        <w:t xml:space="preserve">; </w:t>
      </w:r>
      <w:r>
        <w:rPr>
          <w:rFonts w:hint="cs"/>
          <w:cs/>
          <w:lang w:bidi="bn-IN"/>
        </w:rPr>
        <w:t>আজ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তোমাদেরকে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অপমানজনক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t xml:space="preserve">,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তোমরা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অসত্য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সম্বন্ধে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অহঙ্কার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প্রদর্শন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করতে।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আন্</w:t>
      </w:r>
      <w:r>
        <w:rPr>
          <w:rFonts w:hint="eastAsia"/>
        </w:rPr>
        <w:t>‘</w:t>
      </w:r>
      <w:r>
        <w:rPr>
          <w:rFonts w:hint="cs"/>
          <w:cs/>
          <w:lang w:bidi="bn-IN"/>
        </w:rPr>
        <w:t>আাম্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৯৩</w:t>
      </w:r>
      <w:r>
        <w:rPr>
          <w:cs/>
          <w:lang w:bidi="bn-IN"/>
        </w:rPr>
        <w:t>)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lastRenderedPageBreak/>
        <w:t>এখানে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আজ</w:t>
      </w:r>
      <w:r>
        <w:rPr>
          <w:rFonts w:hint="eastAsia"/>
        </w:rPr>
        <w:t>’</w:t>
      </w:r>
      <w:r>
        <w:t xml:space="preserve"> (</w:t>
      </w:r>
      <w:r w:rsidRPr="00700727">
        <w:rPr>
          <w:rStyle w:val="libArChar"/>
          <w:rFonts w:hint="eastAsia"/>
          <w:rtl/>
        </w:rPr>
        <w:t>الْيَوْمَ</w:t>
      </w:r>
      <w:r>
        <w:t xml:space="preserve">) </w:t>
      </w:r>
      <w:r>
        <w:rPr>
          <w:rFonts w:hint="cs"/>
          <w:cs/>
          <w:lang w:bidi="bn-IN"/>
        </w:rPr>
        <w:t>শব্দের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ব্যবহার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সুস্পষ্ট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মৃত্যুপরবর্তী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</w:p>
    <w:p w:rsidR="00700727" w:rsidRDefault="00700727" w:rsidP="00700727">
      <w:pPr>
        <w:pStyle w:val="libNormal"/>
      </w:pPr>
      <w:r>
        <w:rPr>
          <w:rFonts w:hint="eastAsia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আালে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ফির</w:t>
      </w:r>
      <w:r>
        <w:rPr>
          <w:rFonts w:hint="eastAsia"/>
        </w:rPr>
        <w:t>‘</w:t>
      </w:r>
      <w:r>
        <w:rPr>
          <w:rFonts w:hint="cs"/>
          <w:cs/>
          <w:lang w:bidi="bn-IN"/>
        </w:rPr>
        <w:t>আউনের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সুস্পষ্টভাবে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তুলে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এরশাদ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:</w:t>
      </w:r>
    </w:p>
    <w:p w:rsidR="00700727" w:rsidRPr="0057711A" w:rsidRDefault="0057711A" w:rsidP="0057711A">
      <w:pPr>
        <w:pStyle w:val="libAie"/>
      </w:pPr>
      <w:r w:rsidRPr="0057711A">
        <w:rPr>
          <w:rStyle w:val="libAlaemChar"/>
        </w:rPr>
        <w:t>)</w:t>
      </w:r>
      <w:r w:rsidR="00700727" w:rsidRPr="009E173E">
        <w:rPr>
          <w:rFonts w:hint="eastAsia"/>
          <w:rtl/>
        </w:rPr>
        <w:t>فَوَقَاهُ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اللَّهُ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سَيِّئَاتِ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مَا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مَكَرُوا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وَحَاقَ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بِآلِ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فِرْعَوْنَ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سُوءُ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الْعَذَابِ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النَّارُ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يُعْرَضُونَ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عَلَيْهَا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غُدُوًّا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وَعَشِيًّا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وَيَوْمَ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تَقُومُ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السَّاعَةُ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أَدْخِلُوا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آلَ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فِرْعَوْنَ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أَشَدَّ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الْعَذَابِ</w:t>
      </w:r>
      <w:r>
        <w:rPr>
          <w:rStyle w:val="libAlaemChar"/>
        </w:rPr>
        <w:t>(</w:t>
      </w:r>
    </w:p>
    <w:p w:rsidR="00700727" w:rsidRDefault="00700727" w:rsidP="00700727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bn-IN"/>
        </w:rPr>
        <w:t>অতঃপর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তাকে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ফির</w:t>
      </w:r>
      <w:r>
        <w:rPr>
          <w:rFonts w:hint="eastAsia"/>
        </w:rPr>
        <w:t>‘</w:t>
      </w:r>
      <w:r>
        <w:rPr>
          <w:rFonts w:hint="cs"/>
          <w:cs/>
          <w:lang w:bidi="bn-IN"/>
        </w:rPr>
        <w:t>আউনের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ক্বওমের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</w:t>
      </w:r>
      <w:r>
        <w:rPr>
          <w:rFonts w:hint="eastAsia"/>
        </w:rPr>
        <w:t>’</w:t>
      </w:r>
      <w:r>
        <w:rPr>
          <w:rFonts w:hint="cs"/>
          <w:cs/>
          <w:lang w:bidi="bn-IN"/>
        </w:rPr>
        <w:t>মিন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ব্যক্তিকে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ষড়যন্ত্রের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অপকৃষ্টতা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রক্ষা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আালে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ফির</w:t>
      </w:r>
      <w:r>
        <w:rPr>
          <w:rFonts w:hint="eastAsia"/>
        </w:rPr>
        <w:t>‘</w:t>
      </w:r>
      <w:r>
        <w:rPr>
          <w:rFonts w:hint="cs"/>
          <w:cs/>
          <w:lang w:bidi="bn-IN"/>
        </w:rPr>
        <w:t>আউনকে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নিকৃষ্ট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আযাব্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গ্রাস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করলো</w:t>
      </w:r>
      <w:r>
        <w:t xml:space="preserve">,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আগুন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দোযখ</w:t>
      </w:r>
      <w:r>
        <w:rPr>
          <w:cs/>
          <w:lang w:bidi="bn-IN"/>
        </w:rPr>
        <w:t xml:space="preserve">)- </w:t>
      </w:r>
      <w:r>
        <w:rPr>
          <w:rFonts w:hint="cs"/>
          <w:cs/>
          <w:lang w:bidi="bn-IN"/>
        </w:rPr>
        <w:t>যার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সকালে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সন্ধ্যায়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যেদিন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ক্বিয়ামত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সংঘটিত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সেদিন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ফেরেশতাদেরকে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আদেশ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করবেন</w:t>
      </w:r>
      <w:r>
        <w:rPr>
          <w:cs/>
          <w:lang w:bidi="bn-IN"/>
        </w:rPr>
        <w:t xml:space="preserve">) : </w:t>
      </w:r>
      <w:r>
        <w:rPr>
          <w:rFonts w:hint="cs"/>
          <w:cs/>
          <w:lang w:bidi="bn-IN"/>
        </w:rPr>
        <w:t>আালে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ফির</w:t>
      </w:r>
      <w:r>
        <w:rPr>
          <w:rFonts w:hint="eastAsia"/>
        </w:rPr>
        <w:t>‘</w:t>
      </w:r>
      <w:r>
        <w:rPr>
          <w:rFonts w:hint="cs"/>
          <w:cs/>
          <w:lang w:bidi="bn-IN"/>
        </w:rPr>
        <w:t>আউনকে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কঠিনতম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শাস্তিতে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করাও।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মু</w:t>
      </w:r>
      <w:r>
        <w:rPr>
          <w:rFonts w:hint="eastAsia"/>
        </w:rPr>
        <w:t>’</w:t>
      </w:r>
      <w:r>
        <w:rPr>
          <w:rFonts w:hint="cs"/>
          <w:cs/>
          <w:lang w:bidi="bn-IN"/>
        </w:rPr>
        <w:t>মিন্</w:t>
      </w:r>
      <w:r>
        <w:rPr>
          <w:cs/>
          <w:lang w:bidi="bn-IN"/>
        </w:rPr>
        <w:t xml:space="preserve">/ </w:t>
      </w:r>
      <w:r>
        <w:rPr>
          <w:rFonts w:hint="cs"/>
          <w:cs/>
          <w:lang w:bidi="bn-IN"/>
        </w:rPr>
        <w:t>আল্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গ্বফির্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৪৫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৪৬</w:t>
      </w:r>
      <w:r>
        <w:rPr>
          <w:cs/>
          <w:lang w:bidi="bn-IN"/>
        </w:rPr>
        <w:t>)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</w:t>
      </w:r>
      <w:r w:rsidRPr="009E173E">
        <w:rPr>
          <w:rStyle w:val="libEnChar"/>
        </w:rPr>
        <w:t>’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সুস্পষ্ট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প্রথম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শাস্তি।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নূহ্</w:t>
      </w:r>
      <w:r>
        <w:rPr>
          <w:cs/>
          <w:lang w:bidi="bn-IN"/>
        </w:rPr>
        <w:t xml:space="preserve"> (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লূত্ব্</w:t>
      </w:r>
      <w:r>
        <w:rPr>
          <w:cs/>
          <w:lang w:bidi="bn-IN"/>
        </w:rPr>
        <w:t xml:space="preserve"> (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স্ত্রীদ্বয়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প্রসঙ্গে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নাযিলকৃত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নাফরমানদের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জাহান্নামের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এরশাদ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:</w:t>
      </w:r>
    </w:p>
    <w:p w:rsidR="00700727" w:rsidRPr="0057711A" w:rsidRDefault="0057711A" w:rsidP="0057711A">
      <w:pPr>
        <w:pStyle w:val="libAie"/>
      </w:pPr>
      <w:r w:rsidRPr="0057711A">
        <w:rPr>
          <w:rStyle w:val="libAlaemChar"/>
        </w:rPr>
        <w:t>)</w:t>
      </w:r>
      <w:r w:rsidR="00700727" w:rsidRPr="009E173E">
        <w:rPr>
          <w:rFonts w:hint="eastAsia"/>
          <w:rtl/>
        </w:rPr>
        <w:t>ضَرَبَ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اللَّهُ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مَثَلا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لِلَّذِينَ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كَفَرُوا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اِمْرَأَةَ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نُوحٍ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وَامْرَأَةَ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لُوطٍ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كَانَتَا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تَحْتَ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عَبْدَيْنِ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مِنْ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عِبَادِنَا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صَالِحَيْنِ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فَخَانَتَاهُمَا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فَلَمْ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يُغْنِيَا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عَنْهُمَا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مِنَ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اللَّهِ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شَيْئًا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وَقِيلَ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ادْخُلا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النَّارَ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مَعَ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الدَّاخِلِينَ</w:t>
      </w:r>
      <w:r w:rsidRPr="0057711A">
        <w:rPr>
          <w:rStyle w:val="libAlaemChar"/>
        </w:rPr>
        <w:t>(</w:t>
      </w:r>
    </w:p>
    <w:p w:rsidR="00700727" w:rsidRDefault="00700727" w:rsidP="00700727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কাফের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নূহের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স্ত্রী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লূত্বের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স্ত্রীর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উপমা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দিয়েছেন</w:t>
      </w:r>
      <w:r>
        <w:t xml:space="preserve">;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উভয়ই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উপযুক্ত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বান্দাহদের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</w:t>
      </w:r>
      <w:r w:rsidRPr="009E173E">
        <w:rPr>
          <w:rStyle w:val="libEnChar"/>
        </w:rPr>
        <w:t>’</w:t>
      </w:r>
      <w:r>
        <w:rPr>
          <w:rFonts w:hint="cs"/>
          <w:cs/>
          <w:lang w:bidi="bn-IN"/>
        </w:rPr>
        <w:t>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বান্দাহর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অধীনে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বিবাহাধীনে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ছিলো</w:t>
      </w:r>
      <w:r>
        <w:t xml:space="preserve">,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উভয়ই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উভয়ের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নূহের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লূত্বের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বিশ্বাসঘাতকতা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করলো।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সুতরাং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</w:t>
      </w:r>
      <w:r w:rsidRPr="009E173E">
        <w:rPr>
          <w:rStyle w:val="libEnChar"/>
        </w:rPr>
        <w:t>’</w:t>
      </w:r>
      <w:r>
        <w:rPr>
          <w:rFonts w:hint="cs"/>
          <w:cs/>
          <w:lang w:bidi="bn-IN"/>
        </w:rPr>
        <w:t>জনকে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বেনিয়ায্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রক্ষা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পারলো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উভয়কে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হলো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উভয়ই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দোযখে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প্রবেশকারী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অন্যান্য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দোযখে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কর।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তাহরীম্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১০</w:t>
      </w:r>
      <w:r>
        <w:rPr>
          <w:cs/>
          <w:lang w:bidi="bn-IN"/>
        </w:rPr>
        <w:t>)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lastRenderedPageBreak/>
        <w:t>এখানে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সুস্পষ্ট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দোযখে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প্রবেশের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ইতিমধ্যেই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সংঘটিত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নাফরমান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মৃত্যুবরণ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জাহান্নামে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প্রবেশের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ইতিমধ্যেই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সংঘটিত।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দোযখের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</w:p>
    <w:p w:rsidR="00700727" w:rsidRDefault="00700727" w:rsidP="00700727">
      <w:pPr>
        <w:pStyle w:val="libNormal"/>
      </w:pPr>
    </w:p>
    <w:p w:rsidR="00700727" w:rsidRDefault="00700727" w:rsidP="0057711A">
      <w:pPr>
        <w:pStyle w:val="Heading2"/>
      </w:pPr>
      <w:r>
        <w:rPr>
          <w:rFonts w:hint="cs"/>
          <w:cs/>
          <w:lang w:bidi="bn-IN"/>
        </w:rPr>
        <w:t>আত্মা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সদাজাগ্রত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আলোচনা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সুস্পষ্ট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মৃত্যুপরবর্তী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পূর্ববর্তী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ঘুমন্ত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ব্যক্তিসত্তা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সমূহ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ঘুমিয়ে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দুঃখে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বেহেশতে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দোযখে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</w:t>
      </w:r>
      <w:r>
        <w:rPr>
          <w:rFonts w:hint="eastAsia"/>
        </w:rPr>
        <w:t>‘</w:t>
      </w:r>
      <w:r>
        <w:rPr>
          <w:rFonts w:hint="cs"/>
          <w:cs/>
          <w:lang w:bidi="bn-IN"/>
        </w:rPr>
        <w:t>আমতে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ব্যক্তিভেদে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পার্থক্য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স্বাভাবিক।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তাছাড়া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ব্যক্তিসত্তা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স্বাভাবিক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দুঃখ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এতদুভয়ের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আখ্যায়িত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সামগ্রিকভাবে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ব্যক্তিসত্তাগুলো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জাগ্রত।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জাগ্রত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উঠতে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ব্যক্তিসত্তার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</w:t>
      </w:r>
      <w:r>
        <w:t xml:space="preserve">, </w:t>
      </w:r>
      <w:r>
        <w:rPr>
          <w:rFonts w:hint="cs"/>
          <w:cs/>
          <w:lang w:bidi="bn-IN"/>
        </w:rPr>
        <w:t>নাকি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বস্তুদেহের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বিকল্প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কতোখানি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মিল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কতোখানি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অমিল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আছে</w:t>
      </w:r>
      <w:r>
        <w:t xml:space="preserve">?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নিশ্চিত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জবাব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উদ্ধৃত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কথিত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ঘুমের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নয়।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প্রসঙ্গে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প্রকৃত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ব্যক্তিসত্তার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ঘুমন্ত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কথাটি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আদৌ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প্রযোজ্য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দেহধারী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দেহবিহীন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সংক্রান্ত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অনুভূতিতে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পার্থক্য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স্বাভাবিক</w:t>
      </w:r>
      <w:r>
        <w:t xml:space="preserve">, </w:t>
      </w:r>
      <w:r>
        <w:rPr>
          <w:rFonts w:hint="cs"/>
          <w:cs/>
          <w:lang w:bidi="bn-IN"/>
        </w:rPr>
        <w:t>তেমনি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আনন্দ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অবস্থায়ও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সংক্রান্ত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অনুভূতি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, </w:t>
      </w: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অবস্থায়ই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ঘুমন্ত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অবস্থা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অকল্পনীয়।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ঘুম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বিশ্রাম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বস্তুদেহের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অপরিহার্য।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কর্মতৎপরতার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প্রবাহে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ক্লান্তির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পূরণের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খাদ্য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পানীয়ের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পাশাপাশি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বিশ্রামেরও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প্রয়োজন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t xml:space="preserve">,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ঘুম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সর্বোচ্চ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বিশ্রাম।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বস্তুদেহ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ঘুমিয়ে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পড়লেও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কর্মতৎপরতা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পুরোপুরি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স্থগিত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তাহলে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স্বপ্ন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বাহুল্য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স্বপ্ন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সম্পূর্ণরূপে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ঘুমন্ত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শারীরিক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ইন্দ্রিয়নিচয়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কর্মতৎপরতা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পুরোপুরি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সত্ত্বেও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স্বপ্ন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অতএব</w:t>
      </w:r>
      <w:r>
        <w:t xml:space="preserve">, </w:t>
      </w:r>
      <w:r>
        <w:rPr>
          <w:rFonts w:hint="cs"/>
          <w:cs/>
          <w:lang w:bidi="bn-IN"/>
        </w:rPr>
        <w:t>নিঃসন্দেহে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প্রসঙ্গে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শরীরের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স্বয়ংক্রিয়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যান্ত্রিক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প্রক্রিয়া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অব্যাহত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প্রাণশীল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গণ্য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করি</w:t>
      </w:r>
      <w:r>
        <w:t xml:space="preserve">,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স্বয়ংক্রিয়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ঐচ্ছিক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পরিচালনাকারী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মৌলিক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গুণগত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পার্থক্য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স্বয়ংক্রিয়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যান্ত্রিক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প্রক্রিয়া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শুধু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ব্যবহারোপযোগী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ব্যবহার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স্থায়ীভাবে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ব্যবহারের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অনুপযোগী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পড়লে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ব্যবহারোপযোগী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পরিবর্তন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শরীরের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সক্রিয়তা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স্বতন্ত্র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সুস্পষ্ট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ধারণা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রাব্বুল্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আলামীন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এরশাদ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:</w:t>
      </w:r>
    </w:p>
    <w:p w:rsidR="00700727" w:rsidRPr="0057711A" w:rsidRDefault="0057711A" w:rsidP="0057711A">
      <w:pPr>
        <w:pStyle w:val="libAie"/>
      </w:pPr>
      <w:r w:rsidRPr="0057711A">
        <w:rPr>
          <w:rStyle w:val="libAlaemChar"/>
        </w:rPr>
        <w:t>)</w:t>
      </w:r>
      <w:r w:rsidR="00700727" w:rsidRPr="009E173E">
        <w:rPr>
          <w:rFonts w:hint="eastAsia"/>
          <w:rtl/>
        </w:rPr>
        <w:t>اللَّهُ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يَتَوَفَّى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الأنْفُسَ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حِينَ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مَوْتِهَا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وَالَّتِي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لَمْ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تَمُتْ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فِي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مَنَامِهَا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فَيُمْسِكُ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الَّتِي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قَضَى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عَلَيْهَا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الْمَوْتَ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وَيُرْسِلُ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الأخْرَى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إِلَى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أَجَلٍ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مُسَمًّى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إِنَّ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فِي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ذَلِكَ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لآيَاتٍ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لِقَوْمٍ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يَتَفَكَّرُونَ</w:t>
      </w:r>
      <w:r w:rsidRPr="0057711A">
        <w:rPr>
          <w:rStyle w:val="libAlaemChar"/>
        </w:rPr>
        <w:t>(</w:t>
      </w:r>
    </w:p>
    <w:p w:rsidR="00700727" w:rsidRDefault="00700727" w:rsidP="00700727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নাফসগুলোকে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আয়ত্তে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মৃত্যুবরণ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নিদ্রার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অতঃপর</w:t>
      </w:r>
      <w:r>
        <w:t xml:space="preserve">, </w:t>
      </w:r>
      <w:r>
        <w:rPr>
          <w:rFonts w:hint="cs"/>
          <w:cs/>
          <w:lang w:bidi="bn-IN"/>
        </w:rPr>
        <w:t>যার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ফয়ছ্বালা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আপতিত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রেখে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মৃত্যুকাল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পর্যন্ত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ফেরত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পাঠিয়ে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নিঃসন্দেহে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চিন্তাশীল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নিদর্শনাদি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রয়েছে।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আয্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যুমার্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৪২</w:t>
      </w:r>
      <w:r>
        <w:rPr>
          <w:cs/>
          <w:lang w:bidi="bn-IN"/>
        </w:rPr>
        <w:t>)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লক্ষণীয়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মৃত্যু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ঘুম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উভয়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অবস্থায়ই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কর্তৃক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নাফসকে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নিয়ন্ত্রণাধীনে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বুঝাতে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ক্রিয়া</w:t>
      </w:r>
      <w:r>
        <w:rPr>
          <w:cs/>
          <w:lang w:bidi="bn-IN"/>
        </w:rPr>
        <w:t xml:space="preserve"> </w:t>
      </w:r>
      <w:r w:rsidRPr="00700727">
        <w:rPr>
          <w:rStyle w:val="libArChar"/>
          <w:rFonts w:hint="eastAsia"/>
          <w:rtl/>
        </w:rPr>
        <w:t>يَتَوَفَّى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ব্যবহার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জানি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ঘুমন্ত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স্বপ্ন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দেখে</w:t>
      </w:r>
      <w:r>
        <w:t xml:space="preserve">; </w:t>
      </w:r>
      <w:r>
        <w:rPr>
          <w:rFonts w:hint="cs"/>
          <w:cs/>
          <w:lang w:bidi="bn-IN"/>
        </w:rPr>
        <w:t>তাতে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সুখ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দুঃখের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অনুভূতি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অনুভূতির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তীব্রতায়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জাগ্রত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অসুস্থ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পড়তে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t xml:space="preserve">,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পাগল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t xml:space="preserve">, </w:t>
      </w:r>
      <w:r>
        <w:rPr>
          <w:rFonts w:hint="cs"/>
          <w:cs/>
          <w:lang w:bidi="bn-IN"/>
        </w:rPr>
        <w:t>এমনকি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যেতেও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স্বপ্নে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অনুভূতি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জাগ্রত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অনুভূতির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তুলনায়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শ্লথতর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দ্রুততর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ঘুমের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কর্তৃক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নিয়ন্ত্রণাধীনে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পার্থক্য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মৃত্যু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নাফসকে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ফিরিয়ে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, </w:t>
      </w:r>
      <w:r>
        <w:rPr>
          <w:rFonts w:hint="cs"/>
          <w:cs/>
          <w:lang w:bidi="bn-IN"/>
        </w:rPr>
        <w:t>ঘুমন্ত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নাফসকে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ফিরিয়ে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উভয়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ক্রিয়া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ব্যবহার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সুস্পষ্ট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উভয়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অবস্থায়ই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গুণগত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এমতাবস্থায়</w:t>
      </w:r>
      <w:r>
        <w:t xml:space="preserve">, </w:t>
      </w:r>
      <w:r>
        <w:rPr>
          <w:rFonts w:hint="cs"/>
          <w:cs/>
          <w:lang w:bidi="bn-IN"/>
        </w:rPr>
        <w:t>ঘুমন্ত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ঘুমন্ত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থাকা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অপরিহার্য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স্বপ্নে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কর্মতৎপর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অনুভূতিসম্পন্ন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ঘুমন্ত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সুখ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দুঃখের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অনুভূতিহীন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কর্মতৎপরতাহীন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অবশ্য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ব্যক্তিসত্তা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জাগ্রত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কর্মতৎপরতার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ব্যবহার্য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স্বাধীনতা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অবশ্যই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নির্ধারিত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বিধানের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নিয়ন্ত্রিত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থাকবে।</w:t>
      </w:r>
    </w:p>
    <w:p w:rsidR="0057711A" w:rsidRPr="009C308B" w:rsidRDefault="0057711A" w:rsidP="009E173E">
      <w:r>
        <w:br w:type="page"/>
      </w:r>
    </w:p>
    <w:p w:rsidR="00700727" w:rsidRDefault="00700727" w:rsidP="0057711A">
      <w:pPr>
        <w:pStyle w:val="Heading1Center"/>
      </w:pPr>
      <w:r w:rsidRPr="009E173E">
        <w:rPr>
          <w:rStyle w:val="libEnChar"/>
          <w:rFonts w:hint="eastAsia"/>
        </w:rPr>
        <w:lastRenderedPageBreak/>
        <w:t>‘</w:t>
      </w:r>
      <w:r>
        <w:rPr>
          <w:rFonts w:hint="cs"/>
          <w:cs/>
        </w:rPr>
        <w:t>আালামে</w:t>
      </w:r>
      <w:r>
        <w:rPr>
          <w:cs/>
        </w:rPr>
        <w:t xml:space="preserve"> </w:t>
      </w:r>
      <w:r>
        <w:rPr>
          <w:rFonts w:hint="cs"/>
          <w:cs/>
        </w:rPr>
        <w:t>বারযাখে</w:t>
      </w:r>
      <w:r>
        <w:rPr>
          <w:cs/>
        </w:rPr>
        <w:t xml:space="preserve"> </w:t>
      </w:r>
      <w:r>
        <w:rPr>
          <w:rFonts w:hint="cs"/>
          <w:cs/>
        </w:rPr>
        <w:t>নাফ্স্</w:t>
      </w:r>
      <w:r>
        <w:rPr>
          <w:cs/>
        </w:rPr>
        <w:t>-</w:t>
      </w:r>
      <w:r>
        <w:rPr>
          <w:rFonts w:hint="cs"/>
          <w:cs/>
        </w:rPr>
        <w:t>এর</w:t>
      </w:r>
      <w:r>
        <w:rPr>
          <w:cs/>
        </w:rPr>
        <w:t xml:space="preserve"> </w:t>
      </w:r>
      <w:r>
        <w:rPr>
          <w:rFonts w:hint="cs"/>
          <w:cs/>
        </w:rPr>
        <w:t>কর্মতৎপরতা</w:t>
      </w:r>
      <w:r>
        <w:rPr>
          <w:cs/>
        </w:rPr>
        <w:t xml:space="preserve"> </w:t>
      </w:r>
    </w:p>
    <w:p w:rsidR="00700727" w:rsidRDefault="00700727" w:rsidP="00700727">
      <w:pPr>
        <w:pStyle w:val="libNormal"/>
      </w:pPr>
    </w:p>
    <w:p w:rsidR="00700727" w:rsidRDefault="00700727" w:rsidP="00700727">
      <w:pPr>
        <w:pStyle w:val="libNormal"/>
      </w:pPr>
      <w:r>
        <w:rPr>
          <w:rFonts w:hint="eastAsia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ঘুমের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জাগ্রত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যেখানে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কেউ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বেহেশতের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</w:t>
      </w:r>
      <w:r>
        <w:rPr>
          <w:rFonts w:hint="eastAsia"/>
        </w:rPr>
        <w:t>‘</w:t>
      </w:r>
      <w:r>
        <w:rPr>
          <w:rFonts w:hint="cs"/>
          <w:cs/>
          <w:lang w:bidi="bn-IN"/>
        </w:rPr>
        <w:t>আমতের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পুরষ্কৃত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কেউ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দোযখে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শাস্তিপ্রাপ্ত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পুরষ্কার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মাত্রা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পরবতী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পুরষ্কার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তুলনায়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যৎকিঞ্চিত।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t xml:space="preserve">,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সমূহ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শুধু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নীরবে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পুরষ্কার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ভোগ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করছে</w:t>
      </w:r>
      <w:r>
        <w:t xml:space="preserve">, </w:t>
      </w:r>
      <w:r>
        <w:rPr>
          <w:rFonts w:hint="cs"/>
          <w:cs/>
          <w:lang w:bidi="bn-IN"/>
        </w:rPr>
        <w:t>নাকি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কর্মতৎপরতাও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আছে</w:t>
      </w:r>
      <w:r>
        <w:t>?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বাহুল্য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বস্তুজগত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সুতরাং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ন্যায়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রূযী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রোযগার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অর্থনৈতিক</w:t>
      </w:r>
      <w:r>
        <w:t xml:space="preserve">, </w:t>
      </w:r>
      <w:r>
        <w:rPr>
          <w:rFonts w:hint="cs"/>
          <w:cs/>
          <w:lang w:bidi="bn-IN"/>
        </w:rPr>
        <w:t>সামাজিক</w:t>
      </w:r>
      <w:r>
        <w:t xml:space="preserve">, </w:t>
      </w:r>
      <w:r>
        <w:rPr>
          <w:rFonts w:hint="cs"/>
          <w:cs/>
          <w:lang w:bidi="bn-IN"/>
        </w:rPr>
        <w:t>রাজনৈতিক</w:t>
      </w:r>
      <w:r>
        <w:t xml:space="preserve">, </w:t>
      </w:r>
      <w:r>
        <w:rPr>
          <w:rFonts w:hint="cs"/>
          <w:cs/>
          <w:lang w:bidi="bn-IN"/>
        </w:rPr>
        <w:t>পারিবারিক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অন্যান্য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কর্মকাণ্ড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ওঠে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নীরব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নিষ্ক্রিয়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</w:t>
      </w:r>
      <w:r>
        <w:t xml:space="preserve">?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কর্মতৎপরতা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সমূহের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কর্মতৎপরতা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</w:t>
      </w:r>
      <w:r>
        <w:t xml:space="preserve">; </w:t>
      </w:r>
      <w:r>
        <w:rPr>
          <w:rFonts w:hint="cs"/>
          <w:cs/>
          <w:lang w:bidi="bn-IN"/>
        </w:rPr>
        <w:t>সেখানে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সমূহ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আনন্দ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প্রকাশ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স্বভাবতঃই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খারাপ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সমূহ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শাস্তিপ্রাপ্তির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আফ্সোস্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এরশাদ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:</w:t>
      </w:r>
    </w:p>
    <w:p w:rsidR="00700727" w:rsidRPr="0057711A" w:rsidRDefault="0057711A" w:rsidP="0057711A">
      <w:pPr>
        <w:pStyle w:val="libAie"/>
      </w:pPr>
      <w:r w:rsidRPr="0057711A">
        <w:rPr>
          <w:rStyle w:val="libAlaemChar"/>
        </w:rPr>
        <w:t>)</w:t>
      </w:r>
      <w:r w:rsidR="00700727" w:rsidRPr="009E173E">
        <w:rPr>
          <w:rFonts w:hint="eastAsia"/>
          <w:rtl/>
        </w:rPr>
        <w:t>وَلا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تَحْسَبَنَّ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الَّذِينَ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قُتِلُوا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فِي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سَبِيلِ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اللَّهِ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أَمْوَاتًا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بَلْ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أَحْيَاءٌ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عِنْدَ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رَبِّهِمْ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يُرْزَقُونَ</w:t>
      </w:r>
      <w:r w:rsidR="00700727" w:rsidRPr="009E173E">
        <w:rPr>
          <w:rtl/>
        </w:rPr>
        <w:t xml:space="preserve">. </w:t>
      </w:r>
      <w:r w:rsidR="00700727" w:rsidRPr="009E173E">
        <w:rPr>
          <w:rFonts w:hint="eastAsia"/>
          <w:rtl/>
        </w:rPr>
        <w:t>فَرِحِينَ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بِمَا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آتَاهُمُ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اللَّهُ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مِنْ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فَضْلِهِ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وَيَسْتَبْشِرُونَ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بِالَّذِينَ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لَمْ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يَلْحَقُوا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بِهِمْ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مِنْ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خَلْفِهِمْ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أَلا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خَوْفٌ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عَلَيْهِمْ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وَلا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هُمْ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يَحْزَنُونَ</w:t>
      </w:r>
      <w:r w:rsidR="00700727" w:rsidRPr="009E173E">
        <w:rPr>
          <w:rtl/>
        </w:rPr>
        <w:t xml:space="preserve">. </w:t>
      </w:r>
      <w:r w:rsidR="00700727" w:rsidRPr="009E173E">
        <w:rPr>
          <w:rFonts w:hint="eastAsia"/>
          <w:rtl/>
        </w:rPr>
        <w:t>يَسْتَبْشِرُونَ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بِنِعْمَةٍ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مِنَ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اللَّهِ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وَفَضْلٍ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وَأَنَّ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اللَّهَ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لا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يُضِيعُ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أَجْرَ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الْمُؤْمِنِينَ</w:t>
      </w:r>
      <w:r w:rsidRPr="0057711A">
        <w:rPr>
          <w:rStyle w:val="libAlaemChar"/>
        </w:rPr>
        <w:t>(</w:t>
      </w:r>
    </w:p>
    <w:p w:rsidR="00700727" w:rsidRDefault="00700727" w:rsidP="00700727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নিহত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;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রিয্ক্ব্প্রাপ্ত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অনুগ্রহ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দিয়েছেন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আনন্দিত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পিছনে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এখনো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মিলিত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</w:t>
      </w:r>
      <w:r>
        <w:t xml:space="preserve">,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আনন্দ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প্রকাশ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t xml:space="preserve">,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দুশ্চিন্তাগ্রস্বত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প্রাপ্ত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</w:t>
      </w:r>
      <w:r>
        <w:rPr>
          <w:rFonts w:hint="eastAsia"/>
        </w:rPr>
        <w:t>‘</w:t>
      </w:r>
      <w:r>
        <w:rPr>
          <w:rFonts w:hint="cs"/>
          <w:cs/>
          <w:lang w:bidi="bn-IN"/>
        </w:rPr>
        <w:t>আমত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অনুগ্রহের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</w:t>
      </w:r>
      <w:r>
        <w:rPr>
          <w:rFonts w:hint="eastAsia"/>
        </w:rPr>
        <w:t>’</w:t>
      </w:r>
      <w:r>
        <w:rPr>
          <w:rFonts w:hint="cs"/>
          <w:cs/>
          <w:lang w:bidi="bn-IN"/>
        </w:rPr>
        <w:t>মিনদের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প্রতিদান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বিনষ্ট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, </w:t>
      </w:r>
      <w:r>
        <w:rPr>
          <w:rFonts w:hint="cs"/>
          <w:cs/>
          <w:lang w:bidi="bn-IN"/>
        </w:rPr>
        <w:t>আনন্দ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প্রকাশ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থাকে।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আালে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ইমরান্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১৬৯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১৭১</w:t>
      </w:r>
      <w:r>
        <w:rPr>
          <w:cs/>
          <w:lang w:bidi="bn-IN"/>
        </w:rPr>
        <w:t>)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সুস্পষ্ট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রাস্তায়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নিহত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ব্যক্তিগণ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</w:t>
      </w:r>
      <w:r>
        <w:rPr>
          <w:rFonts w:hint="eastAsia"/>
        </w:rPr>
        <w:t>‘</w:t>
      </w:r>
      <w:r>
        <w:rPr>
          <w:rFonts w:hint="cs"/>
          <w:cs/>
          <w:lang w:bidi="bn-IN"/>
        </w:rPr>
        <w:t>আমত্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অনুগ্রহ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লাভের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দুনিয়ার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বান্দাহদের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আনন্দ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প্রকাশ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সুতরাং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সন্দেহ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সেখানে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</w:t>
      </w:r>
      <w:r>
        <w:rPr>
          <w:rFonts w:hint="eastAsia"/>
        </w:rPr>
        <w:t>‘</w:t>
      </w:r>
      <w:r>
        <w:rPr>
          <w:rFonts w:hint="cs"/>
          <w:cs/>
          <w:lang w:bidi="bn-IN"/>
        </w:rPr>
        <w:t>আমত্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অনুগ্রহ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লাভকারী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আনন্দ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প্রকাশ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চেয়ে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অধিকতর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উচ্চ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মর্যাদার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রসূলগণ</w:t>
      </w:r>
      <w:r>
        <w:rPr>
          <w:cs/>
          <w:lang w:bidi="bn-IN"/>
        </w:rPr>
        <w:t xml:space="preserve"> (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</w:t>
      </w:r>
      <w:r>
        <w:rPr>
          <w:rFonts w:hint="eastAsia"/>
        </w:rPr>
        <w:t>‘</w:t>
      </w:r>
      <w:r>
        <w:rPr>
          <w:rFonts w:hint="cs"/>
          <w:cs/>
          <w:lang w:bidi="bn-IN"/>
        </w:rPr>
        <w:t>ছ্বূম্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ইমামগণ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</w:t>
      </w:r>
      <w:r>
        <w:t xml:space="preserve">, </w:t>
      </w:r>
      <w:r>
        <w:rPr>
          <w:rFonts w:hint="cs"/>
          <w:cs/>
          <w:lang w:bidi="bn-IN"/>
        </w:rPr>
        <w:t>ছ্বিদ্দীক্ব্গণ</w:t>
      </w:r>
      <w:r>
        <w:t xml:space="preserve">, </w:t>
      </w:r>
      <w:r>
        <w:rPr>
          <w:rFonts w:hint="cs"/>
          <w:cs/>
          <w:lang w:bidi="bn-IN"/>
        </w:rPr>
        <w:t>শহীদগণ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ছ্বালেহ্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বান্দাহ্গণ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স্বাভাবিকভাবেই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বেশী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</w:t>
      </w:r>
      <w:r>
        <w:rPr>
          <w:rFonts w:hint="eastAsia"/>
        </w:rPr>
        <w:t>‘</w:t>
      </w:r>
      <w:r>
        <w:rPr>
          <w:rFonts w:hint="cs"/>
          <w:cs/>
          <w:lang w:bidi="bn-IN"/>
        </w:rPr>
        <w:t>আমত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অনুগ্রহ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লাভ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আনন্দ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প্রকাশ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করবেন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স্বাভাবিক।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প্রশ্ন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t xml:space="preserve">, </w:t>
      </w:r>
      <w:r>
        <w:rPr>
          <w:rFonts w:hint="cs"/>
          <w:cs/>
          <w:lang w:bidi="bn-IN"/>
        </w:rPr>
        <w:t>এভাবে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আনন্দ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প্রকাশ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ছাড়াও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কর্মতৎপরতা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কিনা।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মি</w:t>
      </w:r>
      <w:r>
        <w:rPr>
          <w:rFonts w:hint="eastAsia"/>
        </w:rPr>
        <w:t>‘</w:t>
      </w:r>
      <w:r>
        <w:rPr>
          <w:rFonts w:hint="cs"/>
          <w:cs/>
          <w:lang w:bidi="bn-IN"/>
        </w:rPr>
        <w:t>রাজ্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ঘটনাবলী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প্রসঙ্গে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বর্ণনার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অন্যতম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ইমামতীতে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অতীতের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সমস্ত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রাসূল</w:t>
      </w:r>
      <w:r>
        <w:rPr>
          <w:cs/>
          <w:lang w:bidi="bn-IN"/>
        </w:rPr>
        <w:t xml:space="preserve"> (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নামায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আদায়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করেছিলেন।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হামদ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নামায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আদায়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সেখানকার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আমলনামায়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যার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ভিত্তিতে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যোগ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, </w:t>
      </w:r>
      <w:r>
        <w:rPr>
          <w:rFonts w:hint="cs"/>
          <w:cs/>
          <w:lang w:bidi="bn-IN"/>
        </w:rPr>
        <w:t>তথাপি</w:t>
      </w:r>
      <w:r>
        <w:t xml:space="preserve">,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রাসূলগণের</w:t>
      </w:r>
      <w:r>
        <w:rPr>
          <w:cs/>
          <w:lang w:bidi="bn-IN"/>
        </w:rPr>
        <w:t xml:space="preserve"> (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বান্দাহদের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হামদ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নামায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আদায়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কৃতজ্ঞতা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জানাবেন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স্বাভাবিক।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আরেকটি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নেককার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অধিবাসীগণ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অধিবাসীদের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কল্যাণকর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কর্মতৎপরতা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চালাতে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কিনা</w:t>
      </w:r>
      <w:r>
        <w:t xml:space="preserve">?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t xml:space="preserve">,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অধিবাসীদের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সুপারিশ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কিনা</w:t>
      </w:r>
      <w:r>
        <w:t>?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lastRenderedPageBreak/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জবাবও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ইতিবাচক।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নিজেদের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আমলনামায়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যোগ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সুযোগ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সক্রিয়তা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অধিবাসীদের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উপযুক্ত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ব্যক্তিগণ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কর্তৃক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দো</w:t>
      </w:r>
      <w:r>
        <w:rPr>
          <w:rFonts w:hint="eastAsia"/>
        </w:rPr>
        <w:t>‘</w:t>
      </w:r>
      <w:r>
        <w:rPr>
          <w:rFonts w:hint="cs"/>
          <w:cs/>
          <w:lang w:bidi="bn-IN"/>
        </w:rPr>
        <w:t>আ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সুপারিশ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সুযোগ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দো</w:t>
      </w:r>
      <w:r>
        <w:rPr>
          <w:rFonts w:hint="eastAsia"/>
        </w:rPr>
        <w:t>‘</w:t>
      </w:r>
      <w:r>
        <w:rPr>
          <w:rFonts w:hint="cs"/>
          <w:cs/>
          <w:lang w:bidi="bn-IN"/>
        </w:rPr>
        <w:t>আ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সুপারিশ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কবূল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একান্তভাবেই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ইচ্ছা।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সম্বোধন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এরশাদ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:</w:t>
      </w:r>
    </w:p>
    <w:p w:rsidR="00700727" w:rsidRPr="0057711A" w:rsidRDefault="0057711A" w:rsidP="0057711A">
      <w:pPr>
        <w:pStyle w:val="libAie"/>
      </w:pPr>
      <w:r w:rsidRPr="0057711A">
        <w:rPr>
          <w:rStyle w:val="libAlaemChar"/>
        </w:rPr>
        <w:t>)</w:t>
      </w:r>
      <w:r w:rsidR="00700727" w:rsidRPr="009E173E">
        <w:rPr>
          <w:rFonts w:hint="eastAsia"/>
          <w:rtl/>
        </w:rPr>
        <w:t>وَصَلِّ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عَلَيْهِمْ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إِنَّ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صَلاتَكَ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سَكَنٌ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لَهُمْ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وَاللَّهُ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سَمِيعٌ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عَلِيمٌ</w:t>
      </w:r>
      <w:r w:rsidRPr="0057711A">
        <w:rPr>
          <w:rStyle w:val="libAlaemChar"/>
        </w:rPr>
        <w:t>(</w:t>
      </w:r>
    </w:p>
    <w:p w:rsidR="00700727" w:rsidRDefault="00700727" w:rsidP="00700727">
      <w:pPr>
        <w:pStyle w:val="libNormal"/>
      </w:pPr>
      <w:r>
        <w:rPr>
          <w:rFonts w:hint="eastAsia"/>
        </w:rPr>
        <w:t>“</w:t>
      </w:r>
      <w:r>
        <w:t>(</w:t>
      </w:r>
      <w:r>
        <w:rPr>
          <w:rFonts w:hint="cs"/>
          <w:cs/>
          <w:lang w:bidi="bn-IN"/>
        </w:rPr>
        <w:t>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</w:t>
      </w:r>
      <w:r>
        <w:rPr>
          <w:cs/>
          <w:lang w:bidi="bn-IN"/>
        </w:rPr>
        <w:t xml:space="preserve">!) </w:t>
      </w:r>
      <w:r>
        <w:rPr>
          <w:rFonts w:hint="cs"/>
          <w:cs/>
          <w:lang w:bidi="bn-IN"/>
        </w:rPr>
        <w:t>আপনি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দো</w:t>
      </w:r>
      <w:r>
        <w:rPr>
          <w:rFonts w:hint="eastAsia"/>
        </w:rPr>
        <w:t>‘</w:t>
      </w:r>
      <w:r>
        <w:rPr>
          <w:rFonts w:hint="cs"/>
          <w:cs/>
          <w:lang w:bidi="bn-IN"/>
        </w:rPr>
        <w:t>আ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করুন</w:t>
      </w:r>
      <w:r>
        <w:t xml:space="preserve">; </w:t>
      </w:r>
      <w:r>
        <w:rPr>
          <w:rFonts w:hint="cs"/>
          <w:cs/>
          <w:lang w:bidi="bn-IN"/>
        </w:rPr>
        <w:t>নিঃসন্দেহে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আপনার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দো</w:t>
      </w:r>
      <w:r>
        <w:rPr>
          <w:rFonts w:hint="eastAsia"/>
        </w:rPr>
        <w:t>‘</w:t>
      </w:r>
      <w:r>
        <w:rPr>
          <w:rFonts w:hint="cs"/>
          <w:cs/>
          <w:lang w:bidi="bn-IN"/>
        </w:rPr>
        <w:t>আ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সান্ত্বনাস্বরূপ।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তাওবাহ্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১০৩</w:t>
      </w:r>
      <w:r>
        <w:rPr>
          <w:cs/>
          <w:lang w:bidi="bn-IN"/>
        </w:rPr>
        <w:t>)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সম্বোধন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এরশাদ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:</w:t>
      </w:r>
    </w:p>
    <w:p w:rsidR="00700727" w:rsidRPr="0057711A" w:rsidRDefault="0057711A" w:rsidP="0057711A">
      <w:pPr>
        <w:pStyle w:val="libAie"/>
      </w:pPr>
      <w:r w:rsidRPr="0057711A">
        <w:rPr>
          <w:rStyle w:val="libAlaemChar"/>
        </w:rPr>
        <w:t>)</w:t>
      </w:r>
      <w:r w:rsidR="00700727" w:rsidRPr="009E173E">
        <w:rPr>
          <w:rFonts w:hint="eastAsia"/>
          <w:rtl/>
        </w:rPr>
        <w:t>فَاعْفُ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عَنْهُمْ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وَاسْتَغْفِرْ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لَهُمْ</w:t>
      </w:r>
      <w:r w:rsidRPr="0057711A">
        <w:rPr>
          <w:rStyle w:val="libAlaemChar"/>
        </w:rPr>
        <w:t>(</w:t>
      </w:r>
    </w:p>
    <w:p w:rsidR="00700727" w:rsidRDefault="00700727" w:rsidP="00700727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bn-IN"/>
        </w:rPr>
        <w:t>সুতরাং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</w:t>
      </w:r>
      <w:r>
        <w:rPr>
          <w:cs/>
          <w:lang w:bidi="bn-IN"/>
        </w:rPr>
        <w:t xml:space="preserve">!) </w:t>
      </w:r>
      <w:r>
        <w:rPr>
          <w:rFonts w:hint="cs"/>
          <w:cs/>
          <w:lang w:bidi="bn-IN"/>
        </w:rPr>
        <w:t>তাদেরকে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ক্ষমা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ইস্তগ্বফার্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করুন।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আালে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ইমরান্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১৫৯</w:t>
      </w:r>
      <w:r>
        <w:rPr>
          <w:cs/>
          <w:lang w:bidi="bn-IN"/>
        </w:rPr>
        <w:t>)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অন্যত্র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এরশাদ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:</w:t>
      </w:r>
    </w:p>
    <w:p w:rsidR="00700727" w:rsidRPr="0057711A" w:rsidRDefault="0057711A" w:rsidP="0057711A">
      <w:pPr>
        <w:pStyle w:val="libAie"/>
      </w:pPr>
      <w:r w:rsidRPr="0057711A">
        <w:rPr>
          <w:rStyle w:val="libAlaemChar"/>
        </w:rPr>
        <w:t>)</w:t>
      </w:r>
      <w:r w:rsidR="00700727" w:rsidRPr="009E173E">
        <w:rPr>
          <w:rFonts w:hint="eastAsia"/>
          <w:rtl/>
        </w:rPr>
        <w:t>وَلَوْ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أَنَّهُمْ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إِذْ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ظَلَمُوا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أَنْفُسَهُمْ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جَاءُوكَ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فَاسْتَغْفَرُوا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اللَّهَ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وَاسْتَغْفَرَ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لَهُمُ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الرَّسُولُ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لَوَجَدُوا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اللَّهَ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تَوَّابًا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رَحِيمًا</w:t>
      </w:r>
      <w:r w:rsidRPr="0057711A">
        <w:rPr>
          <w:rStyle w:val="libAlaemChar"/>
        </w:rPr>
        <w:t>(</w:t>
      </w:r>
    </w:p>
    <w:p w:rsidR="00700727" w:rsidRDefault="00700727" w:rsidP="00700727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যুলুম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করলো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গুনাহ্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করলো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</w:t>
      </w:r>
      <w:r>
        <w:rPr>
          <w:cs/>
          <w:lang w:bidi="bn-IN"/>
        </w:rPr>
        <w:t xml:space="preserve">!) </w:t>
      </w:r>
      <w:r>
        <w:rPr>
          <w:rFonts w:hint="cs"/>
          <w:cs/>
          <w:lang w:bidi="bn-IN"/>
        </w:rPr>
        <w:t>আপনার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আসতো</w:t>
      </w:r>
      <w:r>
        <w:t xml:space="preserve">, </w:t>
      </w:r>
      <w:r>
        <w:rPr>
          <w:rFonts w:hint="cs"/>
          <w:cs/>
          <w:lang w:bidi="bn-IN"/>
        </w:rPr>
        <w:t>এরপর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ক্ষমা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চাইতো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ক্ষমা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চাইতেন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অবশ্যই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তাওবাহ্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কবূলকারী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মেহেরবানরূপে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পেতো।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নিসা</w:t>
      </w:r>
      <w:r>
        <w:rPr>
          <w:rFonts w:hint="eastAsia"/>
        </w:rPr>
        <w:t>’</w:t>
      </w:r>
      <w:r>
        <w:t xml:space="preserve"> : </w:t>
      </w:r>
      <w:r>
        <w:rPr>
          <w:rFonts w:hint="cs"/>
          <w:cs/>
          <w:lang w:bidi="bn-IN"/>
        </w:rPr>
        <w:t>৬৪</w:t>
      </w:r>
      <w:r>
        <w:rPr>
          <w:cs/>
          <w:lang w:bidi="bn-IN"/>
        </w:rPr>
        <w:t>)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যেহেতু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নবুওয়াত্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ক্বিয়ামত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পর্যন্ত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অব্যাহত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আগমন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ক্বিয়ামত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পর্যন্ত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মুসলমানের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দো</w:t>
      </w:r>
      <w:r>
        <w:rPr>
          <w:rFonts w:hint="eastAsia"/>
        </w:rPr>
        <w:t>‘</w:t>
      </w:r>
      <w:r>
        <w:rPr>
          <w:rFonts w:hint="cs"/>
          <w:cs/>
          <w:lang w:bidi="bn-IN"/>
        </w:rPr>
        <w:t>আ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ইস্তিগ্বফার্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সুযোগ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অপরিহার্য।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মুসলমান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সাহচর্য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লাভের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সৌভাগ্যের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হয়েছিলেন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তুলনায়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পরবর্তীদের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দো</w:t>
      </w:r>
      <w:r>
        <w:rPr>
          <w:rFonts w:hint="eastAsia"/>
        </w:rPr>
        <w:t>‘</w:t>
      </w:r>
      <w:r>
        <w:rPr>
          <w:rFonts w:hint="cs"/>
          <w:cs/>
          <w:lang w:bidi="bn-IN"/>
        </w:rPr>
        <w:t>আ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ইস্তিগ্বফারের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প্রয়োজন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বেশী।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সুতরাং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ইন্তেকালের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দো</w:t>
      </w:r>
      <w:r>
        <w:rPr>
          <w:rFonts w:hint="eastAsia"/>
        </w:rPr>
        <w:t>‘</w:t>
      </w:r>
      <w:r>
        <w:rPr>
          <w:rFonts w:hint="cs"/>
          <w:cs/>
          <w:lang w:bidi="bn-IN"/>
        </w:rPr>
        <w:t>আ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ইস্তিগ্বফারের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অনুরোধ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জানানোর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বাধা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উঠতে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আবেদন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শুনতে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কিনা</w:t>
      </w:r>
      <w:r>
        <w:t>?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নামাযের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সরাসরি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সম্বোধন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সালাম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শুনতে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অনুরূপভাবে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নামাযের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বাইরেও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দুরূদ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পাঠের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সরাসরি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সম্বোধন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সালাম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দেই।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বস্তুতঃ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অধিবাসীদের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বাণী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পৌঁছানোর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বাধা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আছে</w:t>
      </w:r>
      <w:r>
        <w:t xml:space="preserve">,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নেককার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অধিবাসীরা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অবশ্যই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বাধা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মুক্ত।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স্থানিক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ব্যবধানের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কার্যকরতা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সুতরাং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স্থান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উদ্দেশে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কেউ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শুনতে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পাবেন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স্বাভাবিক।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অতএব</w:t>
      </w:r>
      <w:r>
        <w:t xml:space="preserve">,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করীম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উদ্দেশ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দুনিয়ার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জায়গা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সালাম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করুক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শুনতে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পান।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অনেকে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ব্যাখ্যা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সালাম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ফেরেশতা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পৌঁছে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ব্যাখ্যা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গ্রহণযোগ্য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এরূপ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সম্বোধন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সালাম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তৃতীয়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পুরুষে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সালাম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 w:rsidRPr="00700727">
        <w:rPr>
          <w:rStyle w:val="libArChar"/>
          <w:rFonts w:hint="eastAsia"/>
          <w:rtl/>
        </w:rPr>
        <w:t>السلام</w:t>
      </w:r>
      <w:r w:rsidRPr="00700727">
        <w:rPr>
          <w:rStyle w:val="libArChar"/>
          <w:rtl/>
        </w:rPr>
        <w:t xml:space="preserve"> </w:t>
      </w:r>
      <w:r w:rsidRPr="00700727">
        <w:rPr>
          <w:rStyle w:val="libArChar"/>
          <w:rFonts w:hint="eastAsia"/>
          <w:rtl/>
        </w:rPr>
        <w:t>عليک</w:t>
      </w:r>
      <w:r w:rsidRPr="00700727">
        <w:rPr>
          <w:rStyle w:val="libArChar"/>
          <w:rtl/>
        </w:rPr>
        <w:t xml:space="preserve"> </w:t>
      </w:r>
      <w:r w:rsidRPr="00700727">
        <w:rPr>
          <w:rStyle w:val="libArChar"/>
          <w:rFonts w:hint="eastAsia"/>
          <w:rtl/>
        </w:rPr>
        <w:t>يا</w:t>
      </w:r>
      <w:r w:rsidRPr="00700727">
        <w:rPr>
          <w:rStyle w:val="libArChar"/>
          <w:rtl/>
        </w:rPr>
        <w:t xml:space="preserve"> </w:t>
      </w:r>
      <w:r w:rsidRPr="00700727">
        <w:rPr>
          <w:rStyle w:val="libArChar"/>
          <w:rFonts w:hint="eastAsia"/>
          <w:rtl/>
        </w:rPr>
        <w:t>ايها</w:t>
      </w:r>
      <w:r w:rsidRPr="00700727">
        <w:rPr>
          <w:rStyle w:val="libArChar"/>
          <w:rtl/>
        </w:rPr>
        <w:t xml:space="preserve"> </w:t>
      </w:r>
      <w:r w:rsidRPr="00700727">
        <w:rPr>
          <w:rStyle w:val="libArChar"/>
          <w:rFonts w:hint="eastAsia"/>
          <w:rtl/>
        </w:rPr>
        <w:t>النب</w:t>
      </w:r>
      <w:r w:rsidRPr="00700727">
        <w:rPr>
          <w:rStyle w:val="libArChar"/>
          <w:rFonts w:hint="cs"/>
          <w:rtl/>
        </w:rPr>
        <w:t>ی</w:t>
      </w:r>
      <w:r>
        <w:rPr>
          <w:cs/>
          <w:lang w:bidi="bn-IN"/>
        </w:rPr>
        <w:t xml:space="preserve"> ... (</w:t>
      </w:r>
      <w:r>
        <w:rPr>
          <w:rFonts w:hint="cs"/>
          <w:cs/>
          <w:lang w:bidi="bn-IN"/>
        </w:rPr>
        <w:t>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 xml:space="preserve">! </w:t>
      </w:r>
      <w:r>
        <w:rPr>
          <w:rFonts w:hint="cs"/>
          <w:cs/>
          <w:lang w:bidi="bn-IN"/>
        </w:rPr>
        <w:t>আপনার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সালাম</w:t>
      </w:r>
      <w:r>
        <w:t xml:space="preserve">, ...)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 w:rsidRPr="00700727">
        <w:rPr>
          <w:rStyle w:val="libArChar"/>
          <w:rFonts w:hint="eastAsia"/>
          <w:rtl/>
        </w:rPr>
        <w:t>السلام</w:t>
      </w:r>
      <w:r w:rsidRPr="00700727">
        <w:rPr>
          <w:rStyle w:val="libArChar"/>
          <w:rtl/>
        </w:rPr>
        <w:t xml:space="preserve"> </w:t>
      </w:r>
      <w:r w:rsidRPr="00700727">
        <w:rPr>
          <w:rStyle w:val="libArChar"/>
          <w:rFonts w:hint="eastAsia"/>
          <w:rtl/>
        </w:rPr>
        <w:t>علي</w:t>
      </w:r>
      <w:r w:rsidRPr="00700727">
        <w:rPr>
          <w:rStyle w:val="libArChar"/>
          <w:rtl/>
        </w:rPr>
        <w:t xml:space="preserve"> </w:t>
      </w:r>
      <w:r w:rsidRPr="00700727">
        <w:rPr>
          <w:rStyle w:val="libArChar"/>
          <w:rFonts w:hint="eastAsia"/>
          <w:rtl/>
        </w:rPr>
        <w:t>النب</w:t>
      </w:r>
      <w:r w:rsidRPr="00700727">
        <w:rPr>
          <w:rStyle w:val="libArChar"/>
          <w:rFonts w:hint="cs"/>
          <w:rtl/>
        </w:rPr>
        <w:t>ی</w:t>
      </w:r>
      <w:r>
        <w:rPr>
          <w:cs/>
          <w:lang w:bidi="bn-IN"/>
        </w:rPr>
        <w:t xml:space="preserve"> ... (</w:t>
      </w:r>
      <w:r>
        <w:rPr>
          <w:rFonts w:hint="cs"/>
          <w:cs/>
          <w:lang w:bidi="bn-IN"/>
        </w:rPr>
        <w:t>নবীর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সালাম</w:t>
      </w:r>
      <w:r>
        <w:t xml:space="preserve">, ...) </w:t>
      </w:r>
      <w:r>
        <w:rPr>
          <w:rFonts w:hint="cs"/>
          <w:cs/>
          <w:lang w:bidi="bn-IN"/>
        </w:rPr>
        <w:t>বলতে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হতো।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এভাবে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অধিবাসীদের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শুনতে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এককভাবে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নির্ধারিত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মুসলমানদের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ক্ববরে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ক্ববরবাসীদেরকে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সম্বোধন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সালাম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দেই</w:t>
      </w:r>
      <w:r>
        <w:t xml:space="preserve">, </w:t>
      </w:r>
      <w:r>
        <w:rPr>
          <w:rFonts w:hint="cs"/>
          <w:cs/>
          <w:lang w:bidi="bn-IN"/>
        </w:rPr>
        <w:t>বলি</w:t>
      </w:r>
      <w:r>
        <w:rPr>
          <w:cs/>
          <w:lang w:bidi="bn-IN"/>
        </w:rPr>
        <w:t xml:space="preserve"> : </w:t>
      </w:r>
      <w:r w:rsidRPr="00700727">
        <w:rPr>
          <w:rStyle w:val="libArChar"/>
          <w:rFonts w:hint="eastAsia"/>
          <w:rtl/>
        </w:rPr>
        <w:t>السلام</w:t>
      </w:r>
      <w:r w:rsidRPr="00700727">
        <w:rPr>
          <w:rStyle w:val="libArChar"/>
          <w:rtl/>
        </w:rPr>
        <w:t xml:space="preserve"> </w:t>
      </w:r>
      <w:r w:rsidRPr="00700727">
        <w:rPr>
          <w:rStyle w:val="libArChar"/>
          <w:rFonts w:hint="eastAsia"/>
          <w:rtl/>
        </w:rPr>
        <w:t>عليکم</w:t>
      </w:r>
      <w:r w:rsidRPr="00700727">
        <w:rPr>
          <w:rStyle w:val="libArChar"/>
          <w:rtl/>
        </w:rPr>
        <w:t xml:space="preserve"> </w:t>
      </w:r>
      <w:r w:rsidRPr="00700727">
        <w:rPr>
          <w:rStyle w:val="libArChar"/>
          <w:rFonts w:hint="eastAsia"/>
          <w:rtl/>
        </w:rPr>
        <w:t>يا</w:t>
      </w:r>
      <w:r w:rsidRPr="00700727">
        <w:rPr>
          <w:rStyle w:val="libArChar"/>
          <w:rtl/>
        </w:rPr>
        <w:t xml:space="preserve"> </w:t>
      </w:r>
      <w:r w:rsidRPr="00700727">
        <w:rPr>
          <w:rStyle w:val="libArChar"/>
          <w:rFonts w:hint="eastAsia"/>
          <w:rtl/>
        </w:rPr>
        <w:t>اهل</w:t>
      </w:r>
      <w:r w:rsidRPr="00700727">
        <w:rPr>
          <w:rStyle w:val="libArChar"/>
          <w:rtl/>
        </w:rPr>
        <w:t xml:space="preserve"> </w:t>
      </w:r>
      <w:r w:rsidRPr="00700727">
        <w:rPr>
          <w:rStyle w:val="libArChar"/>
          <w:rFonts w:hint="eastAsia"/>
          <w:rtl/>
        </w:rPr>
        <w:t>القبور</w:t>
      </w:r>
      <w:r>
        <w:rPr>
          <w:cs/>
          <w:lang w:bidi="bn-IN"/>
        </w:rPr>
        <w:t xml:space="preserve"> - </w:t>
      </w:r>
      <w:r w:rsidRPr="00700727">
        <w:rPr>
          <w:rStyle w:val="libEnChar"/>
        </w:rPr>
        <w:t>“</w:t>
      </w:r>
      <w:r>
        <w:rPr>
          <w:rFonts w:hint="cs"/>
          <w:cs/>
          <w:lang w:bidi="bn-IN"/>
        </w:rPr>
        <w:t>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ক্ববরবাসীগণ</w:t>
      </w:r>
      <w:r>
        <w:rPr>
          <w:cs/>
          <w:lang w:bidi="bn-IN"/>
        </w:rPr>
        <w:t xml:space="preserve">! </w:t>
      </w:r>
      <w:r>
        <w:rPr>
          <w:rFonts w:hint="cs"/>
          <w:cs/>
          <w:lang w:bidi="bn-IN"/>
        </w:rPr>
        <w:t>আপনাদের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সালাম।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সালাম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শুনতে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পান।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lastRenderedPageBreak/>
        <w:t>সুতরাং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অন্যান্য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রাসূল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</w:t>
      </w:r>
      <w:r>
        <w:rPr>
          <w:rFonts w:hint="eastAsia"/>
        </w:rPr>
        <w:t>‘</w:t>
      </w:r>
      <w:r>
        <w:rPr>
          <w:rFonts w:hint="cs"/>
          <w:cs/>
          <w:lang w:bidi="bn-IN"/>
        </w:rPr>
        <w:t>ছ্বূম্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ইমামগণ</w:t>
      </w:r>
      <w:r>
        <w:rPr>
          <w:cs/>
          <w:lang w:bidi="bn-IN"/>
        </w:rPr>
        <w:t xml:space="preserve"> (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সহ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খাছ্ব্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বান্দাহ্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থাকাকালে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দো</w:t>
      </w:r>
      <w:r>
        <w:rPr>
          <w:rFonts w:hint="eastAsia"/>
        </w:rPr>
        <w:t>‘</w:t>
      </w:r>
      <w:r>
        <w:rPr>
          <w:rFonts w:hint="cs"/>
          <w:cs/>
          <w:lang w:bidi="bn-IN"/>
        </w:rPr>
        <w:t>আ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দো</w:t>
      </w:r>
      <w:r>
        <w:rPr>
          <w:rFonts w:hint="eastAsia"/>
        </w:rPr>
        <w:t>‘</w:t>
      </w:r>
      <w:r>
        <w:rPr>
          <w:rFonts w:hint="cs"/>
          <w:cs/>
          <w:lang w:bidi="bn-IN"/>
        </w:rPr>
        <w:t>আ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অধিবাসী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দো</w:t>
      </w:r>
      <w:r>
        <w:rPr>
          <w:rFonts w:hint="eastAsia"/>
        </w:rPr>
        <w:t>‘</w:t>
      </w:r>
      <w:r>
        <w:rPr>
          <w:rFonts w:hint="cs"/>
          <w:cs/>
          <w:lang w:bidi="bn-IN"/>
        </w:rPr>
        <w:t>আ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চাওয়ায়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বাধা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শুনতে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পান</w:t>
      </w:r>
      <w:r>
        <w:t xml:space="preserve">, </w:t>
      </w:r>
      <w:r>
        <w:rPr>
          <w:rFonts w:hint="cs"/>
          <w:cs/>
          <w:lang w:bidi="bn-IN"/>
        </w:rPr>
        <w:t>যদিও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আবেদনে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দো</w:t>
      </w:r>
      <w:r>
        <w:rPr>
          <w:rFonts w:hint="eastAsia"/>
        </w:rPr>
        <w:t>‘</w:t>
      </w:r>
      <w:r>
        <w:rPr>
          <w:rFonts w:hint="cs"/>
          <w:cs/>
          <w:lang w:bidi="bn-IN"/>
        </w:rPr>
        <w:t>আ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কবূল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কিনা</w:t>
      </w:r>
      <w:r>
        <w:t xml:space="preserve">, </w:t>
      </w:r>
      <w:r>
        <w:rPr>
          <w:rFonts w:hint="cs"/>
          <w:cs/>
          <w:lang w:bidi="bn-IN"/>
        </w:rPr>
        <w:t>ঠিক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থাকাকালে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দো</w:t>
      </w:r>
      <w:r>
        <w:rPr>
          <w:rFonts w:hint="eastAsia"/>
        </w:rPr>
        <w:t>‘</w:t>
      </w:r>
      <w:r>
        <w:rPr>
          <w:rFonts w:hint="cs"/>
          <w:cs/>
          <w:lang w:bidi="bn-IN"/>
        </w:rPr>
        <w:t>আ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কবূল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দো</w:t>
      </w:r>
      <w:r>
        <w:rPr>
          <w:rFonts w:hint="eastAsia"/>
        </w:rPr>
        <w:t>‘</w:t>
      </w:r>
      <w:r>
        <w:rPr>
          <w:rFonts w:hint="cs"/>
          <w:cs/>
          <w:lang w:bidi="bn-IN"/>
        </w:rPr>
        <w:t>আ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সুপারিশ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চাওয়ায়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বাধা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নেই।</w:t>
      </w:r>
    </w:p>
    <w:p w:rsidR="0057711A" w:rsidRPr="009C308B" w:rsidRDefault="0057711A" w:rsidP="009E173E">
      <w:r>
        <w:br w:type="page"/>
      </w:r>
    </w:p>
    <w:p w:rsidR="00700727" w:rsidRDefault="0057711A" w:rsidP="0057711A">
      <w:pPr>
        <w:pStyle w:val="Heading1Center"/>
      </w:pPr>
      <w:r>
        <w:rPr>
          <w:rFonts w:hint="eastAsia"/>
        </w:rPr>
        <w:lastRenderedPageBreak/>
        <w:t xml:space="preserve"> </w:t>
      </w:r>
      <w:r w:rsidR="00700727">
        <w:rPr>
          <w:rFonts w:hint="cs"/>
          <w:cs/>
        </w:rPr>
        <w:t>আালামে</w:t>
      </w:r>
      <w:r w:rsidR="00700727">
        <w:rPr>
          <w:cs/>
        </w:rPr>
        <w:t xml:space="preserve"> </w:t>
      </w:r>
      <w:r w:rsidR="00700727">
        <w:rPr>
          <w:rFonts w:hint="cs"/>
          <w:cs/>
        </w:rPr>
        <w:t>বারযাখ্</w:t>
      </w:r>
      <w:r w:rsidR="00700727">
        <w:rPr>
          <w:cs/>
        </w:rPr>
        <w:t xml:space="preserve"> : </w:t>
      </w:r>
      <w:r w:rsidR="00700727">
        <w:rPr>
          <w:rFonts w:hint="cs"/>
          <w:cs/>
        </w:rPr>
        <w:t>বিবিধ</w:t>
      </w:r>
      <w:r w:rsidR="00700727">
        <w:rPr>
          <w:cs/>
        </w:rPr>
        <w:t xml:space="preserve"> </w:t>
      </w:r>
      <w:r w:rsidR="00700727">
        <w:rPr>
          <w:rFonts w:hint="cs"/>
          <w:cs/>
        </w:rPr>
        <w:t>প্রসঙ্গ</w:t>
      </w:r>
      <w:r w:rsidR="00700727">
        <w:rPr>
          <w:cs/>
        </w:rPr>
        <w:t xml:space="preserve"> </w:t>
      </w:r>
    </w:p>
    <w:p w:rsidR="00700727" w:rsidRDefault="00700727" w:rsidP="0057711A">
      <w:pPr>
        <w:pStyle w:val="Heading2"/>
      </w:pPr>
      <w:r>
        <w:rPr>
          <w:rFonts w:hint="cs"/>
          <w:cs/>
          <w:lang w:bidi="bn-IN"/>
        </w:rPr>
        <w:t>বারযাখী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বেহেশতের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রিয্ক্ব্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কেমন</w:t>
      </w:r>
      <w:r>
        <w:t>?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যেহেতু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রাস্তায়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নিহত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রিয্ক্ব্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সুস্পষ্ট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ভাষায়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সকল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বান্দাহকে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রিয্ক্ব্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সন্দেহের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t xml:space="preserve">, </w:t>
      </w:r>
      <w:r>
        <w:rPr>
          <w:rFonts w:hint="cs"/>
          <w:cs/>
          <w:lang w:bidi="bn-IN"/>
        </w:rPr>
        <w:t>সেখানকার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রিয্ক্ব্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t>?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বেহেশতে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যাবেন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রিয্ক্ব্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ভোগ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করবেন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তেমন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জাগে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বিচারবুদ্ধি</w:t>
      </w:r>
      <w:r>
        <w:rPr>
          <w:cs/>
          <w:lang w:bidi="bn-IN"/>
        </w:rPr>
        <w:t xml:space="preserve"> (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আক্ব্ল্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যেমন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সম্বন্ধে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নির্ভুল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ধারণা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তেমনি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সম্বন্ধে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পৃথিবীর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ন্যায়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t xml:space="preserve">, </w:t>
      </w: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অবিনশ্বর</w:t>
      </w:r>
      <w:r>
        <w:t xml:space="preserve">, </w:t>
      </w: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বেহেশতীদের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শারীরিক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বৈশিষ্ট্য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ঠিক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যেমনটি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পসন্দনীয়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যাতে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বান্দাহ্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তদ্সহ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</w:t>
      </w:r>
      <w:r>
        <w:rPr>
          <w:rFonts w:hint="eastAsia"/>
        </w:rPr>
        <w:t>‘</w:t>
      </w:r>
      <w:r>
        <w:rPr>
          <w:rFonts w:hint="cs"/>
          <w:cs/>
          <w:lang w:bidi="bn-IN"/>
        </w:rPr>
        <w:t>আমত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ভোগ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তেমনি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সেখানকার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</w:t>
      </w:r>
      <w:r>
        <w:rPr>
          <w:rFonts w:hint="eastAsia"/>
        </w:rPr>
        <w:t>‘</w:t>
      </w:r>
      <w:r>
        <w:rPr>
          <w:rFonts w:hint="cs"/>
          <w:cs/>
          <w:lang w:bidi="bn-IN"/>
        </w:rPr>
        <w:t>আমত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সমূহ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পৃথিবীর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</w:t>
      </w:r>
      <w:r>
        <w:rPr>
          <w:rFonts w:hint="eastAsia"/>
        </w:rPr>
        <w:t>‘</w:t>
      </w:r>
      <w:r>
        <w:rPr>
          <w:rFonts w:hint="cs"/>
          <w:cs/>
          <w:lang w:bidi="bn-IN"/>
        </w:rPr>
        <w:t>আমত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সমূহের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ন্যায়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t xml:space="preserve">,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পৃথিবীর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</w:t>
      </w:r>
      <w:r>
        <w:rPr>
          <w:rFonts w:hint="eastAsia"/>
        </w:rPr>
        <w:t>‘</w:t>
      </w:r>
      <w:r>
        <w:rPr>
          <w:rFonts w:hint="cs"/>
          <w:cs/>
          <w:lang w:bidi="bn-IN"/>
        </w:rPr>
        <w:t>আমত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সমূহের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ন্যায়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ত্রুটি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অপূর্ণতা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উদাহরণস্বরূপ</w:t>
      </w:r>
      <w:r>
        <w:t xml:space="preserve">, </w:t>
      </w:r>
      <w:r>
        <w:rPr>
          <w:rFonts w:hint="cs"/>
          <w:cs/>
          <w:lang w:bidi="bn-IN"/>
        </w:rPr>
        <w:t>সেখানকার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খাদ্য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পানীয়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পায়খানা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প্রস্রাব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পৃথিবীর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পায়খানা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প্রস্রাব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</w:t>
      </w:r>
      <w:r w:rsidRPr="009E173E">
        <w:rPr>
          <w:rStyle w:val="libEnChar"/>
        </w:rPr>
        <w:t>’</w:t>
      </w:r>
      <w:r>
        <w:rPr>
          <w:rFonts w:hint="cs"/>
          <w:cs/>
          <w:lang w:bidi="bn-IN"/>
        </w:rPr>
        <w:t>টি।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প্রথমতঃ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এখানকার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খাদ্য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পানীয়ে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গ্রহণোপযোগী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উপাদান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স্বাদ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পুষ্টি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ছাড়াও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এতদ্বহির্ভূত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উপাদানও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t xml:space="preserve">, </w:t>
      </w:r>
      <w:r>
        <w:rPr>
          <w:rFonts w:hint="cs"/>
          <w:cs/>
          <w:lang w:bidi="bn-IN"/>
        </w:rPr>
        <w:t>দ্বিতীয়তঃ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গ্রহণক্ষমতা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হযমশক্তি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সীমিত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গ্রহণোপযোগী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উপাদানও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বেহেশতে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সমস্যা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বিচারবুদ্ধি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t xml:space="preserve">, </w:t>
      </w:r>
      <w:r>
        <w:rPr>
          <w:rFonts w:hint="cs"/>
          <w:cs/>
          <w:lang w:bidi="bn-IN"/>
        </w:rPr>
        <w:t>যেহেতু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বেহেশতে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অক্ষয়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পুষ্টির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প্রয়োজন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সেখানকার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খাদ্য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পানীয়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বহ্যিক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পৃথিবীর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খাদ্য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পানীয়ের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ন্যায়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নেয়া</w:t>
      </w:r>
      <w:r>
        <w:t xml:space="preserve">, </w:t>
      </w:r>
      <w:r>
        <w:rPr>
          <w:rFonts w:hint="cs"/>
          <w:cs/>
          <w:lang w:bidi="bn-IN"/>
        </w:rPr>
        <w:t>কামড়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গিলে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ফেলার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উপযোগী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সত্ত্বেও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পুরোটাই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সাথেই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আত্মস্থ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যাবে।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ধারণা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রিয্ক্ব্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অনেকে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রিয্ক্ব্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প্রশান্তি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বুঝানো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ধারণাকে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সঠিক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আত্মিক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প্রশান্তি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যতোক্ষণ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ততোক্ষণ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ধারাবাহিকভাবেই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থাকবে</w:t>
      </w:r>
      <w:r>
        <w:t xml:space="preserve">,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নিদর্শন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ছাড়াই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শুধু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“</w:t>
      </w:r>
      <w:r>
        <w:rPr>
          <w:rFonts w:hint="cs"/>
          <w:cs/>
          <w:lang w:bidi="bn-IN"/>
        </w:rPr>
        <w:t>রিয্ক্ব্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বললে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মস্তিষ্কে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সর্বপ্রথম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তাৎপর্য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ফুটে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ওঠে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খাদ্য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পানীয়</w:t>
      </w:r>
      <w:r>
        <w:t xml:space="preserve">; </w:t>
      </w:r>
      <w:r>
        <w:rPr>
          <w:rFonts w:hint="cs"/>
          <w:cs/>
          <w:lang w:bidi="bn-IN"/>
        </w:rPr>
        <w:t>অন্যান্য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দানকে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সাধারণতঃ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</w:t>
      </w:r>
      <w:r>
        <w:rPr>
          <w:rFonts w:hint="eastAsia"/>
        </w:rPr>
        <w:t>‘</w:t>
      </w:r>
      <w:r>
        <w:rPr>
          <w:rFonts w:hint="cs"/>
          <w:cs/>
          <w:lang w:bidi="bn-IN"/>
        </w:rPr>
        <w:t>আমত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</w:t>
      </w:r>
      <w:r>
        <w:rPr>
          <w:rFonts w:hint="eastAsia"/>
        </w:rPr>
        <w:t>‘</w:t>
      </w:r>
      <w:r>
        <w:rPr>
          <w:rFonts w:hint="cs"/>
          <w:cs/>
          <w:lang w:bidi="bn-IN"/>
        </w:rPr>
        <w:t>আমতের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উপকরণের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“</w:t>
      </w:r>
      <w:r>
        <w:rPr>
          <w:rFonts w:hint="cs"/>
          <w:cs/>
          <w:lang w:bidi="bn-IN"/>
        </w:rPr>
        <w:t>রিয্ক্ব্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কথাটি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তখনই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“</w:t>
      </w:r>
      <w:r>
        <w:rPr>
          <w:rFonts w:hint="cs"/>
          <w:cs/>
          <w:lang w:bidi="bn-IN"/>
        </w:rPr>
        <w:t>রিয্ক্ব্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যাবে</w:t>
      </w:r>
      <w:r>
        <w:t xml:space="preserve">, </w:t>
      </w:r>
      <w:r>
        <w:rPr>
          <w:rFonts w:hint="cs"/>
          <w:cs/>
          <w:lang w:bidi="bn-IN"/>
        </w:rPr>
        <w:t>যেমন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সন্তানকেও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রিয্ক্ব্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যেহেতু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রিয্ক্ব্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</w:t>
      </w:r>
      <w:r>
        <w:t xml:space="preserve">, </w:t>
      </w:r>
      <w:r>
        <w:rPr>
          <w:rFonts w:hint="cs"/>
          <w:cs/>
          <w:lang w:bidi="bn-IN"/>
        </w:rPr>
        <w:t>সুতরাং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প্রধানতঃ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খাদ্য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পানীয়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রিয্ক্ব্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খাদ্য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পানীয়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অবশ্যই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সেখানকার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খাদ্য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পানীয়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খাদ্য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পানীয়ের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দোষ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ত্রুটি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অবশ্যই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মুক্ত</w:t>
      </w:r>
      <w:r>
        <w:t xml:space="preserve">, </w:t>
      </w: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গুণগত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বিশেষতঃ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স্বাদ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নিঃসন্দেহে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বেহেশতের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খাদ্য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পানীয়ের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সেখানকার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খাদ্য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পানীয়ের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মাঝামাঝি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স্বাভাবিক।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প্রশ্ন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উঠতে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t xml:space="preserve">, </w:t>
      </w:r>
      <w:r>
        <w:rPr>
          <w:rFonts w:hint="cs"/>
          <w:cs/>
          <w:lang w:bidi="bn-IN"/>
        </w:rPr>
        <w:t>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বেহেশতে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বস্তুদেহের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খাদ্য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পানীয়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স্পর্শ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যাবে</w:t>
      </w:r>
      <w:r>
        <w:t xml:space="preserve">,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বস্তুদেহ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</w:t>
      </w:r>
      <w:r>
        <w:t xml:space="preserve">, </w:t>
      </w:r>
      <w:r>
        <w:rPr>
          <w:rFonts w:hint="cs"/>
          <w:cs/>
          <w:lang w:bidi="bn-IN"/>
        </w:rPr>
        <w:t>তাহলে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স্পর্শনীয়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খাদ্য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পানীয়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t>?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জবাবে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শারীরিক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ইন্দ্রিয়নিচয়ের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ইন্দ্রয়নিচয়ের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দৃশ্যতঃ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স্পর্শ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স্পর্শ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t xml:space="preserve">; </w:t>
      </w:r>
      <w:r>
        <w:rPr>
          <w:rFonts w:hint="cs"/>
          <w:cs/>
          <w:lang w:bidi="bn-IN"/>
        </w:rPr>
        <w:t>হাত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স্পর্শ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মাধ্যম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মাত্র।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শারীরিক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ইন্দ্রিয়নিচয়ের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সাহায্য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ছাড়াই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ইন্দ্রিয়নিচয়ের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অনুভূতি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অর্জন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ঘুমের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শারীরিক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অঙ্গ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প্রত্যঙ্গ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নিষ্ক্রিয়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স্বপ্নের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ইন্দ্রিয়নিচয়ের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অনুভূতি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লাভ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সুতরাং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বেহেশতের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রিযক্বের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ত্রুটিমুক্ত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রিয্ক্ব্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যদিও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বেহেশতের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রিযক্বের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তুলনায়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অপেক্ষাকৃত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রিযক্বের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তুলনায়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অপেক্ষাকৃত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উন্নত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মানের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সন্দেহের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রিয্ক্ব্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সংখ্যাগত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পরিমাণগত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কতোটা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সীমিত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ধারণা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</w:p>
    <w:p w:rsidR="00700727" w:rsidRDefault="00700727" w:rsidP="00700727">
      <w:pPr>
        <w:pStyle w:val="libNormal"/>
      </w:pPr>
      <w:r>
        <w:rPr>
          <w:rFonts w:hint="eastAsia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রিয্ক্ব্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অব্যাহত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প্রশান্তি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এতদ্সহ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খাদ্য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পানীয়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অন্যতম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সেখানে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আালে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ফির</w:t>
      </w:r>
      <w:r>
        <w:rPr>
          <w:rFonts w:hint="eastAsia"/>
        </w:rPr>
        <w:t>‘</w:t>
      </w:r>
      <w:r>
        <w:rPr>
          <w:rFonts w:hint="cs"/>
          <w:cs/>
          <w:lang w:bidi="bn-IN"/>
        </w:rPr>
        <w:t>আউন্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সকাল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সন্ধ্যা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দোযখের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আগুনের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সেখানকার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পুরষ্কার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নেককারদের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প্রশান্তির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মোকাবিলায়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আালে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ফির</w:t>
      </w:r>
      <w:r>
        <w:rPr>
          <w:rFonts w:hint="eastAsia"/>
        </w:rPr>
        <w:t>‘</w:t>
      </w:r>
      <w:r>
        <w:rPr>
          <w:rFonts w:hint="cs"/>
          <w:cs/>
          <w:lang w:bidi="bn-IN"/>
        </w:rPr>
        <w:t>আউনকে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অশান্তিতে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হতো।</w:t>
      </w:r>
    </w:p>
    <w:p w:rsidR="00700727" w:rsidRDefault="00700727" w:rsidP="00700727">
      <w:pPr>
        <w:pStyle w:val="libNormal"/>
      </w:pPr>
      <w:r>
        <w:rPr>
          <w:rFonts w:hint="eastAsia"/>
        </w:rPr>
        <w:t>‘</w:t>
      </w:r>
      <w:r>
        <w:rPr>
          <w:rFonts w:hint="cs"/>
          <w:cs/>
          <w:lang w:bidi="bn-IN"/>
        </w:rPr>
        <w:t>আলামে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রিয্ক্ব্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উদ্রেক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পিছনে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নিহিত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মূল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সুস্পষ্ট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ধারণা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জিন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সূক্ষ্ম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দেহধারী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প্রাণী</w:t>
      </w:r>
      <w:r>
        <w:t xml:space="preserve">,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রিয্ক্ব্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রিয্ক্ব্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ধারণা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মতে</w:t>
      </w:r>
      <w:r>
        <w:t xml:space="preserve">,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খাদ্যবস্তু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পানীয়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শক্তি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এনার্জি</w:t>
      </w:r>
      <w:r>
        <w:rPr>
          <w:cs/>
          <w:lang w:bidi="bn-IN"/>
        </w:rPr>
        <w:t xml:space="preserve">/ </w:t>
      </w:r>
      <w:r>
        <w:rPr>
          <w:rFonts w:hint="cs"/>
          <w:cs/>
          <w:lang w:bidi="bn-IN"/>
        </w:rPr>
        <w:t>পুষ্টি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খাদ্যবস্তুর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পুষ্টি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বিহীন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উপাদান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বাহ্যিক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হুবহু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সমূহ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সত্তা</w:t>
      </w:r>
      <w:r>
        <w:t xml:space="preserve">, </w:t>
      </w:r>
      <w:r>
        <w:rPr>
          <w:rFonts w:hint="cs"/>
          <w:cs/>
          <w:lang w:bidi="bn-IN"/>
        </w:rPr>
        <w:t>নাকি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সূক্ষ্ম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উপাদানের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সম্বন্ধে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নিশ্চিত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কঠিন।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সূক্ষ্ম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উপাদানের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অবস্তুগত</w:t>
      </w:r>
      <w:r>
        <w:t xml:space="preserve">, </w:t>
      </w: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সূক্ষ্ম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বিস্তারিত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আলোচনা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তাই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অধিবাসী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নেককার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সমূহকে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খাদ্য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পানীয়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খাদ্য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lastRenderedPageBreak/>
        <w:t>পানীয়ের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শুধুই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স্বাদ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অনুরূপ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ঘ্রাণ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স্পর্শানুভূতি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সহকারে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পুরোটাই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সমস্যা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নেই।</w:t>
      </w:r>
    </w:p>
    <w:p w:rsidR="00700727" w:rsidRDefault="00700727" w:rsidP="00700727">
      <w:pPr>
        <w:pStyle w:val="libNormal"/>
      </w:pPr>
    </w:p>
    <w:p w:rsidR="00700727" w:rsidRDefault="00700727" w:rsidP="0057711A">
      <w:pPr>
        <w:pStyle w:val="Heading2"/>
      </w:pPr>
      <w:r>
        <w:rPr>
          <w:rFonts w:hint="cs"/>
          <w:cs/>
          <w:lang w:bidi="bn-IN"/>
        </w:rPr>
        <w:t>মৃত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বস্তুদেহ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এটা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সন্দেহাতীত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ক্ববরের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ক্ববরের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ভিতরের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পরিবেশ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সকল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মৃতদেহের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ক্ববর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ক্ববরের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t xml:space="preserve">, </w:t>
      </w:r>
      <w:r>
        <w:rPr>
          <w:rFonts w:hint="cs"/>
          <w:cs/>
          <w:lang w:bidi="bn-IN"/>
        </w:rPr>
        <w:t>মৃত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বস্তুদেহ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অবস্থানরত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যোগসূত্র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</w:t>
      </w:r>
      <w:r>
        <w:t>?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নিশ্চিত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জবাব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কঠিন।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বিচারবুদ্ধিও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নিশ্চিতভাবে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অক্ষম।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বিচারবুদ্ধির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বিশ্লেষণ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মোটামুটি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ধারণা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ইতিপূর্বেও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আভাস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যেহেতু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মাত্রার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অবস্তুগত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সেহেতু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পৃথিবী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দূরে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যরূরী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তেমনি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পৃথিবীর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সীমাবদ্ধ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অপরিহার্য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সাংঘর্ষিকতা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ছাড়াই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পৃথিবী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অবস্থানে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t xml:space="preserve">, </w:t>
      </w:r>
      <w:r>
        <w:rPr>
          <w:rFonts w:hint="cs"/>
          <w:cs/>
          <w:lang w:bidi="bn-IN"/>
        </w:rPr>
        <w:t>ঠিক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কাঁচের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গমনকালে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সমস্যা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অন্যদিকে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কঠোর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নিয়ন্ত্রণাধীন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অনুমতির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সমূহ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অনুমোদিত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সীমিত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তৎপরতা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চালাতে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সুতরাং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বস্তুদেহের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থাকবেই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, </w:t>
      </w:r>
      <w:r>
        <w:rPr>
          <w:rFonts w:hint="cs"/>
          <w:cs/>
          <w:lang w:bidi="bn-IN"/>
        </w:rPr>
        <w:t>তেমনি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অবশ্য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সাধারণভাবে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মানবিক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প্রবণতার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ভিত্তিতে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প্রতিটি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বস্তুদেহের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মনস্তাত্ত্বিক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স্বাভাবিক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যার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বস্তুদেহের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মুসলমানদের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সর্বসম্মত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t xml:space="preserve">,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বস্তুদেহের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অবস্থানরত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মানসিক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টান।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বাড়ীটিতে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যুগের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বসবাস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করেছি</w:t>
      </w:r>
      <w:r>
        <w:t xml:space="preserve">,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বিক্রি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দিয়েছি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কেউ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দখল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নিয়েছে</w:t>
      </w:r>
      <w:r>
        <w:t xml:space="preserve">,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ধ্বংসস্তূপে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পরিণত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t xml:space="preserve">, </w:t>
      </w:r>
      <w:r>
        <w:rPr>
          <w:rFonts w:hint="cs"/>
          <w:cs/>
          <w:lang w:bidi="bn-IN"/>
        </w:rPr>
        <w:t>এমনকি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ধ্বংস্তূপও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ফেলা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খালি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জায়গা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জায়গায়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কেউ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নতুন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বাড়ী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তৈরী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</w:t>
      </w:r>
      <w:r>
        <w:t xml:space="preserve">,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বাড়ীটি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ধ্বংস্তূপ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জায়গাটির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আত্মিক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মানসিক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টানের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তুলনা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ধরুন</w:t>
      </w:r>
      <w:r>
        <w:t xml:space="preserve">,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বাড়ীটির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ধ্বংসস্তূপের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জায়গার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চারদিকে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মযবূত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কাঁচের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তুলে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ভিতর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বাড়ীটির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ভিতরটা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জায়গাটা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পাচ্ছি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ভিতরে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পতিত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t xml:space="preserve">,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পারছি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তেমনি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বাড়ীতে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থাকাকালে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ব্যবহার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অন্যত্রও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চিনতে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টান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করি।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বস্তুতঃ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শুধু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বস্তুদেহের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স্মৃতিবিজড়িত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স্বজনদের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বাধাটা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কাঁচের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ন্যায়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মাত্রাগত।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বস্তুজগত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মাত্রার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ওপরে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মুসলমানদের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সর্বসম্মত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মুসলমানদের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ক্ববরে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সরাসরি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সম্বোধন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সালাম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দেই</w:t>
      </w:r>
      <w:r>
        <w:t xml:space="preserve">; </w:t>
      </w:r>
      <w:r>
        <w:rPr>
          <w:rFonts w:hint="cs"/>
          <w:cs/>
          <w:lang w:bidi="bn-IN"/>
        </w:rPr>
        <w:t>বলি</w:t>
      </w:r>
      <w:r>
        <w:rPr>
          <w:cs/>
          <w:lang w:bidi="bn-IN"/>
        </w:rPr>
        <w:t xml:space="preserve"> : </w:t>
      </w:r>
      <w:r w:rsidRPr="00700727">
        <w:rPr>
          <w:rStyle w:val="libEnChar"/>
        </w:rPr>
        <w:t>“</w:t>
      </w:r>
      <w:r>
        <w:rPr>
          <w:rFonts w:hint="cs"/>
          <w:cs/>
          <w:lang w:bidi="bn-IN"/>
        </w:rPr>
        <w:t>আস্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সালামু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আলাইকুম্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আহলাল্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ক্বুবূর্।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bn-IN"/>
        </w:rPr>
        <w:t>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ক্ববরবাসীরা</w:t>
      </w:r>
      <w:r>
        <w:rPr>
          <w:cs/>
          <w:lang w:bidi="bn-IN"/>
        </w:rPr>
        <w:t xml:space="preserve">! </w:t>
      </w:r>
      <w:r>
        <w:rPr>
          <w:rFonts w:hint="cs"/>
          <w:cs/>
          <w:lang w:bidi="bn-IN"/>
        </w:rPr>
        <w:t>তোমাদের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সালাম।</w:t>
      </w:r>
      <w:r>
        <w:rPr>
          <w:cs/>
          <w:lang w:bidi="bn-IN"/>
        </w:rPr>
        <w:t xml:space="preserve">) -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শুনতে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নইলে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নামপুরুষে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সালাম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হতো</w:t>
      </w:r>
      <w:r>
        <w:t xml:space="preserve">; </w:t>
      </w:r>
      <w:r>
        <w:rPr>
          <w:rFonts w:hint="cs"/>
          <w:cs/>
          <w:lang w:bidi="bn-IN"/>
        </w:rPr>
        <w:t>বলতে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হতো</w:t>
      </w:r>
      <w:r>
        <w:rPr>
          <w:cs/>
          <w:lang w:bidi="bn-IN"/>
        </w:rPr>
        <w:t xml:space="preserve"> : </w:t>
      </w:r>
      <w:r w:rsidRPr="00700727">
        <w:rPr>
          <w:rStyle w:val="libEnChar"/>
        </w:rPr>
        <w:t>“</w:t>
      </w:r>
      <w:r>
        <w:rPr>
          <w:rFonts w:hint="cs"/>
          <w:cs/>
          <w:lang w:bidi="bn-IN"/>
        </w:rPr>
        <w:t>আস্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সালামু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আহলিল্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ক্বুবূর্।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bn-IN"/>
        </w:rPr>
        <w:t>ক্ববরবাসীদের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সালাম।</w:t>
      </w:r>
      <w:r>
        <w:rPr>
          <w:cs/>
          <w:lang w:bidi="bn-IN"/>
        </w:rPr>
        <w:t>)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lastRenderedPageBreak/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অবশ্যই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মৃতদের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শুনতে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পায়</w:t>
      </w:r>
      <w:r>
        <w:t xml:space="preserve">,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নাফসগুলো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ক্ববরগুলোর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বিধায়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যেখানেই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স্থানগত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ব্যবধান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ব্যবধান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সুতরাং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ক্ববরের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গিয়েও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সম্বোধন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সালাম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শুনতে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নামাযের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সম্বোধন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সালাম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ক্ববর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দূরে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করছি।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বস্তুতঃ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ক্ববরের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ক্ববরবাসীদেরকে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সালাম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শ্রবণক্ষমতার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দূর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সালাম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পার্থক্য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ক্ববরের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গেলে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মানসিক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সংশ্লিষ্টতা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বেশী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বৃদ্ধি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পায়</w:t>
      </w:r>
      <w:r>
        <w:t xml:space="preserve">, </w:t>
      </w:r>
      <w:r>
        <w:rPr>
          <w:rFonts w:hint="cs"/>
          <w:cs/>
          <w:lang w:bidi="bn-IN"/>
        </w:rPr>
        <w:t>তেমনি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জীবনেতিহাস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শিক্ষাগ্রহণের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সম্ভাবনাও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বৃদ্ধি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পায়।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t xml:space="preserve">,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t xml:space="preserve">, </w:t>
      </w:r>
      <w:r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ডিএনএ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ভিতরে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গোটা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ইতিহাস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কোড্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লিপিবদ্ধ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শুধু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জায়গায়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কর্মতৎপরতা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চালিয়েছে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জিনিস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ব্যবহার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কিছুতেই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জীবনেতিহাসের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অন্ততঃ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অংশবিশেষের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আছে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এটা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বিজ্ঞানের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জায়গায়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অথবা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জিনিস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স্পর্শ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মানসিক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t xml:space="preserve">, </w:t>
      </w:r>
      <w:r>
        <w:rPr>
          <w:rFonts w:hint="cs"/>
          <w:cs/>
          <w:lang w:bidi="bn-IN"/>
        </w:rPr>
        <w:t>এমনকি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কতক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অজ্ঞাতসারেও</w:t>
      </w:r>
      <w:r>
        <w:t xml:space="preserve">,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অধিকতর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কাছাকাছি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এমতাবস্থায়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স্থান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সংশ্লিষ্ট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ঘনিষ্ঠ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যোগাযোগ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স্বাভাবিক।</w:t>
      </w:r>
    </w:p>
    <w:p w:rsidR="00700727" w:rsidRDefault="00700727" w:rsidP="00700727">
      <w:pPr>
        <w:pStyle w:val="libNormal"/>
      </w:pPr>
    </w:p>
    <w:p w:rsidR="00700727" w:rsidRDefault="00700727" w:rsidP="0057711A">
      <w:pPr>
        <w:pStyle w:val="Heading2"/>
      </w:pP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যোগাযোগ</w:t>
      </w:r>
    </w:p>
    <w:p w:rsidR="00700727" w:rsidRDefault="00700727" w:rsidP="00700727">
      <w:pPr>
        <w:pStyle w:val="libNormal"/>
      </w:pPr>
      <w:r>
        <w:rPr>
          <w:rFonts w:hint="eastAsia"/>
        </w:rPr>
        <w:t>‘</w:t>
      </w:r>
      <w:r>
        <w:rPr>
          <w:rFonts w:hint="cs"/>
          <w:cs/>
          <w:lang w:bidi="bn-IN"/>
        </w:rPr>
        <w:t>আলামে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যোগাযোগ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</w:t>
      </w:r>
      <w:r>
        <w:t xml:space="preserve">?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সংক্রান্ত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আলোচনার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সর্বাধিক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গুরুত্বপূর্ণ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দিকসমূহের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অন্যতম।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lastRenderedPageBreak/>
        <w:t>এখানে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যোগাযোগের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কয়েকটি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: (</w:t>
      </w:r>
      <w:r>
        <w:rPr>
          <w:rFonts w:hint="cs"/>
          <w:cs/>
          <w:lang w:bidi="bn-IN"/>
        </w:rPr>
        <w:t>১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অধিবাসীদের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সরাসরি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বিচরণ</w:t>
      </w:r>
      <w:r>
        <w:t>, (</w:t>
      </w:r>
      <w:r>
        <w:rPr>
          <w:rFonts w:hint="cs"/>
          <w:cs/>
          <w:lang w:bidi="bn-IN"/>
        </w:rPr>
        <w:t>২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অধিবাসীদের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সম্বন্ধে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প্রত্যক্ষ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জ্ঞানের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</w:t>
      </w:r>
      <w:r>
        <w:t>, (</w:t>
      </w:r>
      <w:r>
        <w:rPr>
          <w:rFonts w:hint="cs"/>
          <w:cs/>
          <w:lang w:bidi="bn-IN"/>
        </w:rPr>
        <w:t>৩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পরস্পরের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সালাম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শুভেচ্ছা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প্রেরণ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পরস্পরের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আবেদন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t>, (</w:t>
      </w:r>
      <w:r>
        <w:rPr>
          <w:rFonts w:hint="cs"/>
          <w:cs/>
          <w:lang w:bidi="bn-IN"/>
        </w:rPr>
        <w:t>৪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পরস্পরের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দো</w:t>
      </w:r>
      <w:r>
        <w:rPr>
          <w:rFonts w:hint="eastAsia"/>
        </w:rPr>
        <w:t>‘</w:t>
      </w:r>
      <w:r>
        <w:rPr>
          <w:rFonts w:hint="cs"/>
          <w:cs/>
          <w:lang w:bidi="bn-IN"/>
        </w:rPr>
        <w:t>আ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t>, (</w:t>
      </w:r>
      <w:r>
        <w:rPr>
          <w:rFonts w:hint="cs"/>
          <w:cs/>
          <w:lang w:bidi="bn-IN"/>
        </w:rPr>
        <w:t>৫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অধিবাসীদের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অধিবাসীদের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প্রভাব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বিস্তার</w:t>
      </w:r>
      <w:r>
        <w:t>, (</w:t>
      </w:r>
      <w:r>
        <w:rPr>
          <w:rFonts w:hint="cs"/>
          <w:cs/>
          <w:lang w:bidi="bn-IN"/>
        </w:rPr>
        <w:t>৬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অধিবাসীদের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হস্তক্ষেপ।</w:t>
      </w:r>
    </w:p>
    <w:p w:rsidR="00700727" w:rsidRDefault="00700727" w:rsidP="00700727">
      <w:pPr>
        <w:pStyle w:val="libNormal"/>
      </w:pPr>
      <w:r>
        <w:t>(</w:t>
      </w:r>
      <w:r>
        <w:rPr>
          <w:rFonts w:hint="cs"/>
          <w:cs/>
          <w:lang w:bidi="bn-IN"/>
        </w:rPr>
        <w:t>১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যেহেতু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“</w:t>
      </w:r>
      <w:r>
        <w:rPr>
          <w:rFonts w:hint="cs"/>
          <w:cs/>
          <w:lang w:bidi="bn-IN"/>
        </w:rPr>
        <w:t>বারযাখ্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শব্দের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অন্তরাল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অন্তরাল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</w:t>
      </w:r>
      <w:r>
        <w:t xml:space="preserve">, </w:t>
      </w:r>
      <w:r>
        <w:rPr>
          <w:rFonts w:hint="cs"/>
          <w:cs/>
          <w:lang w:bidi="bn-IN"/>
        </w:rPr>
        <w:t>সেহেতু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অধিবাসীদের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পরস্পরের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প্রতীয়মান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বাধা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বিশেষভাবে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অধিবাসীদের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ব্যতিক্রমহীনভাবে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প্রযোজ্য</w:t>
      </w:r>
      <w:r>
        <w:t xml:space="preserve">; </w:t>
      </w:r>
      <w:r>
        <w:rPr>
          <w:rFonts w:hint="cs"/>
          <w:cs/>
          <w:lang w:bidi="bn-IN"/>
        </w:rPr>
        <w:t>বস্তুজগতের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অধিবাসীদের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অনুরূপভাবে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ব্যতিক্রমহীনভাবে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প্রযোজ্য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ইতিপূর্বে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t xml:space="preserve">, </w:t>
      </w:r>
      <w:r>
        <w:rPr>
          <w:rFonts w:hint="cs"/>
          <w:cs/>
          <w:lang w:bidi="bn-IN"/>
        </w:rPr>
        <w:t>কাফেররা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মৃত্যুমুখে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পতিত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যথাযথ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পুনরায়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ফেরত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পাঠানোর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আবেদন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জানায়।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আবেদন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প্রত্যাখ্যান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ফিরে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এরশাদ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:</w:t>
      </w:r>
    </w:p>
    <w:p w:rsidR="00700727" w:rsidRPr="0057711A" w:rsidRDefault="0057711A" w:rsidP="0057711A">
      <w:pPr>
        <w:pStyle w:val="libAie"/>
      </w:pPr>
      <w:r w:rsidRPr="0057711A">
        <w:rPr>
          <w:rStyle w:val="libAlaemChar"/>
        </w:rPr>
        <w:t>)</w:t>
      </w:r>
      <w:r w:rsidR="00700727" w:rsidRPr="009E173E">
        <w:rPr>
          <w:rFonts w:hint="eastAsia"/>
          <w:rtl/>
        </w:rPr>
        <w:t>وَمِنْ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وَرَائِهِمْ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بَرْزَخٌ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إِلَى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يَوْمِ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يُبْعَثُونَ</w:t>
      </w:r>
      <w:r w:rsidRPr="0057711A">
        <w:rPr>
          <w:rStyle w:val="libAlaemChar"/>
        </w:rPr>
        <w:t>(</w:t>
      </w:r>
    </w:p>
    <w:p w:rsidR="00700727" w:rsidRDefault="00700727" w:rsidP="00700727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পুনরুত্থান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দিবস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পর্যন্ত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পশ্চাতে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অন্তরায়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বারযাখ্</w:t>
      </w:r>
      <w:r>
        <w:rPr>
          <w:cs/>
          <w:lang w:bidi="bn-IN"/>
        </w:rPr>
        <w:t>)</w:t>
      </w:r>
      <w:r>
        <w:rPr>
          <w:rFonts w:hint="cs"/>
          <w:cs/>
          <w:lang w:bidi="bn-IN"/>
        </w:rPr>
        <w:t>।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মু</w:t>
      </w:r>
      <w:r>
        <w:rPr>
          <w:rFonts w:hint="eastAsia"/>
        </w:rPr>
        <w:t>’</w:t>
      </w:r>
      <w:r>
        <w:rPr>
          <w:rFonts w:hint="cs"/>
          <w:cs/>
          <w:lang w:bidi="bn-IN"/>
        </w:rPr>
        <w:t>মিনূন্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১০০</w:t>
      </w:r>
      <w:r>
        <w:rPr>
          <w:cs/>
          <w:lang w:bidi="bn-IN"/>
        </w:rPr>
        <w:t>)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অবশ্য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চাইলে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পৃথিবীর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বুকেই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পুনর্জীবন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পারেন</w:t>
      </w:r>
      <w:r>
        <w:t xml:space="preserve">, </w:t>
      </w:r>
      <w:r>
        <w:rPr>
          <w:rFonts w:hint="cs"/>
          <w:cs/>
          <w:lang w:bidi="bn-IN"/>
        </w:rPr>
        <w:t>ঠিক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উযাইর্</w:t>
      </w:r>
      <w:r>
        <w:rPr>
          <w:cs/>
          <w:lang w:bidi="bn-IN"/>
        </w:rPr>
        <w:t xml:space="preserve"> (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পুনর্জীবিত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করেছিলেন।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সংশ্লিষ্ট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অধিবাসী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গণ্য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অধিবাসী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বস্তুজগতে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যদিও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অনুমতিক্রমে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অপেক্ষাকৃত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কাছাকাছি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lastRenderedPageBreak/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অধিবাসীদের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সকলের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সামনে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প্রবেশের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অন্তরাল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তাছাড়া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সর্বসম্মত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অনুযায়ী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মি</w:t>
      </w:r>
      <w:r>
        <w:rPr>
          <w:rFonts w:hint="eastAsia"/>
        </w:rPr>
        <w:t>‘</w:t>
      </w:r>
      <w:r>
        <w:rPr>
          <w:rFonts w:hint="cs"/>
          <w:cs/>
          <w:lang w:bidi="bn-IN"/>
        </w:rPr>
        <w:t>রাজের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পূর্ববর্তী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সমস্ত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রাসূল</w:t>
      </w:r>
      <w:r>
        <w:rPr>
          <w:cs/>
          <w:lang w:bidi="bn-IN"/>
        </w:rPr>
        <w:t xml:space="preserve"> (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ইমামতীতে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নামায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আদায়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যেহেতু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অধিবাসীর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বস্তুজগতে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ফিরে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ফিরে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সেহেতু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সন্দেহ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ঈসা</w:t>
      </w:r>
      <w:r>
        <w:rPr>
          <w:cs/>
          <w:lang w:bidi="bn-IN"/>
        </w:rPr>
        <w:t xml:space="preserve"> (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করেছিলেন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ফলেই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রাসূলুল্লাহর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পিছনে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নামায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আদায়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হয়েছিলো।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সুতরাং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ব্যতিক্রম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অনুমতিক্রমে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অনুগ্রহে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অধিবাসীর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পারে।</w:t>
      </w:r>
    </w:p>
    <w:p w:rsidR="00700727" w:rsidRDefault="00700727" w:rsidP="00700727">
      <w:pPr>
        <w:pStyle w:val="libNormal"/>
      </w:pPr>
      <w:r>
        <w:t>(</w:t>
      </w:r>
      <w:r>
        <w:rPr>
          <w:rFonts w:hint="cs"/>
          <w:cs/>
          <w:lang w:bidi="bn-IN"/>
        </w:rPr>
        <w:t>২</w:t>
      </w:r>
      <w:r>
        <w:rPr>
          <w:cs/>
          <w:lang w:bidi="bn-IN"/>
        </w:rPr>
        <w:t xml:space="preserve">)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অধিবাসীদের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অধিবাসীদের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সম্বন্ধে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প্রত্যক্ষ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জ্ঞানের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সাধারণভাবে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“</w:t>
      </w:r>
      <w:r>
        <w:rPr>
          <w:rFonts w:hint="cs"/>
          <w:cs/>
          <w:lang w:bidi="bn-IN"/>
        </w:rPr>
        <w:t>বারযাখ্</w:t>
      </w:r>
      <w:r>
        <w:rPr>
          <w:rFonts w:hint="eastAsia"/>
        </w:rPr>
        <w:t>”</w:t>
      </w:r>
      <w:r>
        <w:t>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তাৎপর্যের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সাংঘর্ষিক।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ব্যতিক্রম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কাউকে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সুযোগ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স্বতন্ত্র।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তাছাড়া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অনুমতিক্রমে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পরোক্ষ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জ্ঞানের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t xml:space="preserve">, </w:t>
      </w:r>
      <w:r>
        <w:rPr>
          <w:rFonts w:hint="cs"/>
          <w:cs/>
          <w:lang w:bidi="bn-IN"/>
        </w:rPr>
        <w:t>যেমন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বস্তুজগতের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অধিবাসীদের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আবেদন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ব্যপদেশে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অধিবাসী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সমস্যার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দূরীকরণের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সুপারিশ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অনুরোধ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জানালে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সুবাদে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তথ্যও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জানানো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এছাড়াও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খাছ্ব্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বান্দাহ্দেরকে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বস্তুজগতকে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তাতে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করেও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পুরোপুরি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প্রত্যক্ষকরণের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সুযোগ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পারেন।</w:t>
      </w:r>
    </w:p>
    <w:p w:rsidR="00700727" w:rsidRDefault="00700727" w:rsidP="00700727">
      <w:pPr>
        <w:pStyle w:val="libNormal"/>
      </w:pPr>
      <w:r>
        <w:t>(</w:t>
      </w:r>
      <w:r>
        <w:rPr>
          <w:rFonts w:hint="cs"/>
          <w:cs/>
          <w:lang w:bidi="bn-IN"/>
        </w:rPr>
        <w:t>৩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বস্তুজগতের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অধিবাসীরা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অধিবাসীদেরকে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সালাম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শুভেচ্ছা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ইতিমধ্যেই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এছাড়া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বস্তুজগতের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অধিবাসীরা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প্রয়োজন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পূরণের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উদ্দেশ্যে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সুপারিশ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অধিবাসীদের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আবেদন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সালাম</w:t>
      </w:r>
      <w:r>
        <w:t xml:space="preserve">, </w:t>
      </w:r>
      <w:r>
        <w:rPr>
          <w:rFonts w:hint="cs"/>
          <w:cs/>
          <w:lang w:bidi="bn-IN"/>
        </w:rPr>
        <w:t>শুভেচ্ছা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আবেদন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শুনতে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পান</w:t>
      </w:r>
      <w:r>
        <w:t xml:space="preserve">, </w:t>
      </w:r>
      <w:r>
        <w:rPr>
          <w:rFonts w:hint="cs"/>
          <w:cs/>
          <w:lang w:bidi="bn-IN"/>
        </w:rPr>
        <w:t>যদিও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আবেদনের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আবেদন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সুপারিশ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অনুমতি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সুপারিশ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রক্ষা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করবেন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স্বতন্ত্র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বিপরীতে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অধিবাসীরা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অধিবাসীদের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সরাসরি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সালাম</w:t>
      </w:r>
      <w:r>
        <w:t xml:space="preserve">, </w:t>
      </w:r>
      <w:r>
        <w:rPr>
          <w:rFonts w:hint="cs"/>
          <w:cs/>
          <w:lang w:bidi="bn-IN"/>
        </w:rPr>
        <w:t>শুভেচ্ছা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আবেদন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অধিবাসীরা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প্রত্যক্ষভাবে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শুনতে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সূত্র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অনুযায়ী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স্বজনদের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মর্মে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আশা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পোষণ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অধিবাসীর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উপকারে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আসবে।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অধিবাসীরা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পরোক্ষভাবে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স্বপ্নে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অধিবাসীদের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শুনতে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শুনতে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>)</w:t>
      </w:r>
      <w:r>
        <w:rPr>
          <w:rFonts w:hint="cs"/>
          <w:cs/>
          <w:lang w:bidi="bn-IN"/>
        </w:rPr>
        <w:t>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শ্রবণকে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আক্ষরিক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অধিবাসীদের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শ্রবণ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গণ্য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বস্তুজগতের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ঘুমিয়ে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বস্তুজগতে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বারযাখেরই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অংশে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করে।</w:t>
      </w:r>
      <w:r>
        <w:rPr>
          <w:cs/>
          <w:lang w:bidi="bn-IN"/>
        </w:rPr>
        <w:t xml:space="preserve"> (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একাধিক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তাৎপর্য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আলোচনা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  <w:r>
        <w:rPr>
          <w:cs/>
          <w:lang w:bidi="bn-IN"/>
        </w:rPr>
        <w:t>)</w:t>
      </w:r>
    </w:p>
    <w:p w:rsidR="00700727" w:rsidRDefault="00700727" w:rsidP="00700727">
      <w:pPr>
        <w:pStyle w:val="libNormal"/>
      </w:pPr>
      <w:r>
        <w:t>(</w:t>
      </w:r>
      <w:r>
        <w:rPr>
          <w:rFonts w:hint="cs"/>
          <w:cs/>
          <w:lang w:bidi="bn-IN"/>
        </w:rPr>
        <w:t>৪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বস্তুজগতের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অধিবাসীরা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অধিবাসীদের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দো</w:t>
      </w:r>
      <w:r>
        <w:rPr>
          <w:rFonts w:hint="eastAsia"/>
        </w:rPr>
        <w:t>‘</w:t>
      </w:r>
      <w:r>
        <w:rPr>
          <w:rFonts w:hint="cs"/>
          <w:cs/>
          <w:lang w:bidi="bn-IN"/>
        </w:rPr>
        <w:t>আ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তেলাওয়াত্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t xml:space="preserve">, </w:t>
      </w:r>
      <w:r>
        <w:rPr>
          <w:rFonts w:hint="cs"/>
          <w:cs/>
          <w:lang w:bidi="bn-IN"/>
        </w:rPr>
        <w:t>নফল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নামায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আদায়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দান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ছ্বাদাক্বাহ্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ছাওয়াব্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করলে</w:t>
      </w:r>
      <w:r>
        <w:t xml:space="preserve">, </w:t>
      </w:r>
      <w:r>
        <w:rPr>
          <w:rFonts w:hint="cs"/>
          <w:cs/>
          <w:lang w:bidi="bn-IN"/>
        </w:rPr>
        <w:t>তেমনি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ছাওয়াব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উদ্দেশ্যে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ছ্বাদাক্বায়ে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জারীয়াহ্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মূলক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সংশ্লিষ্ট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অধিবাসীরা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উপযুক্ত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যেমন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কাফের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ত্বাগূত্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কমবেশী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এটি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সর্বসম্মত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অন্যদিকে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অধিবাসীরা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উপযুক্ত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অধিবাসীদের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সুপারিশের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আবেদন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জানালে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সুপারিশ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দো</w:t>
      </w:r>
      <w:r>
        <w:rPr>
          <w:rFonts w:hint="eastAsia"/>
        </w:rPr>
        <w:t>‘</w:t>
      </w:r>
      <w:r>
        <w:rPr>
          <w:rFonts w:hint="cs"/>
          <w:cs/>
          <w:lang w:bidi="bn-IN"/>
        </w:rPr>
        <w:t>আ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কবূল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অধিবাসীরা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</w:p>
    <w:p w:rsidR="00700727" w:rsidRDefault="00700727" w:rsidP="00700727">
      <w:pPr>
        <w:pStyle w:val="libNormal"/>
      </w:pPr>
      <w:r>
        <w:lastRenderedPageBreak/>
        <w:t>(</w:t>
      </w:r>
      <w:r>
        <w:rPr>
          <w:rFonts w:hint="cs"/>
          <w:cs/>
          <w:lang w:bidi="bn-IN"/>
        </w:rPr>
        <w:t>৫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বস্তুজগতের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অধিবাসীরা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দো</w:t>
      </w:r>
      <w:r>
        <w:rPr>
          <w:rFonts w:hint="eastAsia"/>
        </w:rPr>
        <w:t>‘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মাধ্যমে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ওপরে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শর্তে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পরস্পরকে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এছাড়া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ক্ষেত্রবিশেষে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স্বপ্নে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পথনির্দেশ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মাধ্যমেও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অধিবাসীরা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অধিবাসীদেরকে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প্রভাবিত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অধিবাসীরা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সরাসরি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পরস্পরকে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প্রভাবিত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</w:p>
    <w:p w:rsidR="00700727" w:rsidRDefault="00700727" w:rsidP="00700727">
      <w:pPr>
        <w:pStyle w:val="libNormal"/>
      </w:pPr>
      <w:r>
        <w:t>(</w:t>
      </w:r>
      <w:r>
        <w:rPr>
          <w:rFonts w:hint="cs"/>
          <w:cs/>
          <w:lang w:bidi="bn-IN"/>
        </w:rPr>
        <w:t>৬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অধিবাসীদের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সরাসরি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হস্তক্ষেপের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সুযোগ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প্রসঙ্গে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কয়েকটি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প্রয়োজন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রয়েছে।</w:t>
      </w:r>
    </w:p>
    <w:p w:rsidR="00700727" w:rsidRDefault="00700727" w:rsidP="00700727">
      <w:pPr>
        <w:pStyle w:val="libNormal"/>
      </w:pPr>
      <w:r>
        <w:rPr>
          <w:rFonts w:hint="eastAsia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বস্তুজগত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মাত্রার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সাধারণভাবে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ইন্দ্রিয়নিচয়ের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; </w:t>
      </w:r>
      <w:r>
        <w:rPr>
          <w:rFonts w:hint="cs"/>
          <w:cs/>
          <w:lang w:bidi="bn-IN"/>
        </w:rPr>
        <w:t>জ্ঞান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ইন্দ্রিয়নিচয়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বস্তুজগতেরও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কতক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উদাহরণস্বরূপ</w:t>
      </w:r>
      <w:r>
        <w:t xml:space="preserve">,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ইন্দ্রিয়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দ্বারাও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প্রত্যক্ষ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,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পতিত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উপস্থিতি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প্রত্যয়ে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উপনীত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রঞ্জন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রশ্মি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এক্স্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রে</w:t>
      </w:r>
      <w:r>
        <w:rPr>
          <w:cs/>
          <w:lang w:bidi="bn-IN"/>
        </w:rPr>
        <w:t>)</w:t>
      </w:r>
      <w:r>
        <w:t xml:space="preserve">, </w:t>
      </w:r>
      <w:r>
        <w:rPr>
          <w:rFonts w:hint="cs"/>
          <w:cs/>
          <w:lang w:bidi="bn-IN"/>
        </w:rPr>
        <w:t>এমনকি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প্রতিক্রিয়াও</w:t>
      </w:r>
      <w:r>
        <w:t xml:space="preserve">, </w:t>
      </w:r>
      <w:r>
        <w:rPr>
          <w:rFonts w:hint="cs"/>
          <w:cs/>
          <w:lang w:bidi="bn-IN"/>
        </w:rPr>
        <w:t>ইন্দ্রিয়নিচয়ের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প্রত্যক্ষ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যন্ত্রের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সাহায্যে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প্রতিক্রিয়া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প্রত্যক্ষ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সম্বন্ধে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প্রত্যয়ের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হই।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বস্তুতঃ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সুনির্দিষ্ট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সর্বোচ্চ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সর্বনিম্ন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মাত্রার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দৈর্ঘ্যের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আলোকতরঙ্গের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প্রতিক্রিয়াই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প্রত্যক্ষ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পারি</w:t>
      </w:r>
      <w:r>
        <w:t xml:space="preserve">;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চেয়ে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বেশী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দৈর্ঘ্যের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দৈর্ঘ্যের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আলোকতরঙ্গের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প্রতিক্রিয়া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সরাসরি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প্রত্যক্ষ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অনুরূপভাবে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সুনির্দিষ্ট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রেঞ্জের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শব্দতরঙ্গ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শুনতে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পাই</w:t>
      </w:r>
      <w:r>
        <w:t xml:space="preserve">;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চেয়ে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বেশী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দৈর্ঘ্যের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দৈর্ঘ্যের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শব্দতরঙ্গ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শুনতে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ইতর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প্রাণী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আলোকতরঙ্গের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প্রতিক্রিয়া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প্রত্যক্ষ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শব্দতরঙ্গ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শুনতে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প্রত্যক্ষ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শুনতে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উদাহরণস্বরূপ</w:t>
      </w:r>
      <w:r>
        <w:t xml:space="preserve">, </w:t>
      </w:r>
      <w:r>
        <w:rPr>
          <w:rFonts w:hint="cs"/>
          <w:cs/>
          <w:lang w:bidi="bn-IN"/>
        </w:rPr>
        <w:t>মৌমাছি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শব্দতরঙ্গের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সাহায্যে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আদান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প্রদান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শুনতে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, </w:t>
      </w: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উদ্দেশ্যে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তৈরী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অত্যাধুনিক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যন্ত্রে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পড়ে।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lastRenderedPageBreak/>
        <w:t>এমতাবস্থায়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অনুগ্রহে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আলোকতরঙ্গ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প্রত্যক্ষকরণ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শব্দতরঙ্গ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শুনতে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ক্ষমতা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খাছ্ব্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বান্দাহদেরকে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দিয়েছেন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;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চাইলে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কাউকে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কয়েক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বছর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আগে</w:t>
      </w:r>
      <w:r>
        <w:rPr>
          <w:cs/>
          <w:lang w:bidi="bn-IN"/>
        </w:rPr>
        <w:t xml:space="preserve"> [</w:t>
      </w:r>
      <w:r>
        <w:rPr>
          <w:rFonts w:hint="cs"/>
          <w:cs/>
          <w:lang w:bidi="bn-IN"/>
        </w:rPr>
        <w:t>যদ্দূর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পড়ে</w:t>
      </w:r>
      <w:r>
        <w:t xml:space="preserve">, </w:t>
      </w:r>
      <w:r>
        <w:rPr>
          <w:rFonts w:hint="cs"/>
          <w:cs/>
          <w:lang w:bidi="bn-IN"/>
        </w:rPr>
        <w:t>সংবাদটা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১৯৯৬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১৯৯৭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সালের</w:t>
      </w:r>
      <w:r>
        <w:rPr>
          <w:cs/>
          <w:lang w:bidi="bn-IN"/>
        </w:rPr>
        <w:t xml:space="preserve">] </w:t>
      </w:r>
      <w:r>
        <w:rPr>
          <w:rFonts w:hint="cs"/>
          <w:cs/>
          <w:lang w:bidi="bn-IN"/>
        </w:rPr>
        <w:t>পত্র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পত্রিকায়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প্রকাশিত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সংবাদ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অনুযায়ী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জনৈকা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মহিলার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চোখে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রঞ্জন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রশ্মির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ক্ষমতা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পোশাক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ভেদ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ভিতরের</w:t>
      </w:r>
      <w:r>
        <w:t xml:space="preserve">, </w:t>
      </w:r>
      <w:r>
        <w:rPr>
          <w:rFonts w:hint="cs"/>
          <w:cs/>
          <w:lang w:bidi="bn-IN"/>
        </w:rPr>
        <w:t>এমনকি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পেটের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ভিতরের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পেতো।</w:t>
      </w:r>
      <w:r>
        <w:rPr>
          <w:cs/>
          <w:lang w:bidi="bn-IN"/>
        </w:rPr>
        <w:t xml:space="preserve"> [</w:t>
      </w:r>
      <w:r>
        <w:rPr>
          <w:rFonts w:hint="cs"/>
          <w:cs/>
          <w:lang w:bidi="bn-IN"/>
        </w:rPr>
        <w:t>মহিলা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হাসপাতালের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নার্স।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বহু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বছর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আগেকার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ঘটনা</w:t>
      </w:r>
      <w:r>
        <w:t xml:space="preserve">; </w:t>
      </w:r>
      <w:r>
        <w:rPr>
          <w:rFonts w:hint="cs"/>
          <w:cs/>
          <w:lang w:bidi="bn-IN"/>
        </w:rPr>
        <w:t>যদ্দূর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পড়ে</w:t>
      </w:r>
      <w:r>
        <w:t xml:space="preserve">,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সিঙ্গাপুরের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হাসপাতালে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চাকরি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করতেন।</w:t>
      </w:r>
      <w:r>
        <w:rPr>
          <w:cs/>
          <w:lang w:bidi="bn-IN"/>
        </w:rPr>
        <w:t>]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এমতাবস্থায়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অনুগ্রহ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কতক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খাছ্ব্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বান্দাহর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পুরোপুরি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আংশিক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প্রত্যক্ষ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t xml:space="preserve">,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ইতিপূর্বে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করেছি</w:t>
      </w:r>
      <w:r>
        <w:t xml:space="preserve">,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মি</w:t>
      </w:r>
      <w:r>
        <w:rPr>
          <w:rFonts w:hint="eastAsia"/>
        </w:rPr>
        <w:t>‘</w:t>
      </w:r>
      <w:r>
        <w:rPr>
          <w:rFonts w:hint="cs"/>
          <w:cs/>
          <w:lang w:bidi="bn-IN"/>
        </w:rPr>
        <w:t>রাজের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রাসূলগণকে</w:t>
      </w:r>
      <w:r>
        <w:rPr>
          <w:cs/>
          <w:lang w:bidi="bn-IN"/>
        </w:rPr>
        <w:t xml:space="preserve"> (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সহ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নামায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আদায়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করেছিলেন।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এছাড়া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বেহেশতবাসীদের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দোযখবাসীদের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প্রত্যক্ষ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নিঃসন্দেহে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বেহেশত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দোযখের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অধিবাসীদের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কর্তৃক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প্রত্যক্ষকরণ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মি</w:t>
      </w:r>
      <w:r>
        <w:rPr>
          <w:rFonts w:hint="eastAsia"/>
        </w:rPr>
        <w:t>‘</w:t>
      </w:r>
      <w:r>
        <w:rPr>
          <w:rFonts w:hint="cs"/>
          <w:cs/>
          <w:lang w:bidi="bn-IN"/>
        </w:rPr>
        <w:t>রাজের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সীমাবদ্ধ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ঠিক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নাযিল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সর্বপ্রথম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একবারে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হৃদয়ে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ইলমে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হুযূরী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নাযিল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যাতে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পর্যন্ত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অতীতের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সমস্ত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ঘটনাবলী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ঘটিতব্য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ততোধিক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সম্ভাবনাযুক্ত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ঘটনাবলী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শামিল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t xml:space="preserve">,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লেখ্য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শ্রবণযোগ্য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বর্ণনা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হুবহু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অভিজ্ঞতার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ন্যায়</w:t>
      </w:r>
      <w:r>
        <w:t xml:space="preserve">, </w:t>
      </w: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যুগের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ভিডিও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চলচ্চিত্রের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ন্যায়।</w:t>
      </w:r>
      <w:r>
        <w:rPr>
          <w:cs/>
          <w:lang w:bidi="bn-IN"/>
        </w:rPr>
        <w:t xml:space="preserve"> [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পরিচয়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</w:t>
      </w:r>
      <w:r>
        <w:rPr>
          <w:rFonts w:hint="eastAsia"/>
        </w:rPr>
        <w:t>‘</w:t>
      </w:r>
      <w:r>
        <w:rPr>
          <w:rFonts w:hint="cs"/>
          <w:cs/>
          <w:lang w:bidi="bn-IN"/>
        </w:rPr>
        <w:t>জিযাহ্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গ্রন্থ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</w:t>
      </w:r>
      <w:r w:rsidRPr="009E173E">
        <w:rPr>
          <w:rStyle w:val="libEnChar"/>
        </w:rPr>
        <w:t>’</w:t>
      </w:r>
      <w:r>
        <w:rPr>
          <w:rFonts w:hint="cs"/>
          <w:cs/>
          <w:lang w:bidi="bn-IN"/>
        </w:rPr>
        <w:t>টিতে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বিস্তারিত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আলোচনা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করেছি।</w:t>
      </w:r>
      <w:r>
        <w:rPr>
          <w:cs/>
          <w:lang w:bidi="bn-IN"/>
        </w:rPr>
        <w:t>]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lastRenderedPageBreak/>
        <w:t>এছাড়া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করীম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মি</w:t>
      </w:r>
      <w:r>
        <w:rPr>
          <w:rFonts w:hint="eastAsia"/>
        </w:rPr>
        <w:t>‘</w:t>
      </w:r>
      <w:r>
        <w:rPr>
          <w:rFonts w:hint="cs"/>
          <w:cs/>
          <w:lang w:bidi="bn-IN"/>
        </w:rPr>
        <w:t>রাজের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ন্যায়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সরাসরি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প্রত্যক্ষ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অধিবাসীদের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সম্বোধন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বলতেন।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প্রসঙ্গে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অতীত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ঘটনাবলী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প্রত্যক্ষকরণের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চলমান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ঘটনাবলী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প্রত্যক্ষকরণের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তুলনায়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অধিকতর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কঠিন।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করীম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প্রত্যক্ষ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ব্যপারে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ইলমে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হুযূরী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উদাহরণস্বরূপ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সম্বোধন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এরশাদ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:</w:t>
      </w:r>
    </w:p>
    <w:p w:rsidR="00700727" w:rsidRPr="003D6637" w:rsidRDefault="003D6637" w:rsidP="003D6637">
      <w:pPr>
        <w:pStyle w:val="libAie"/>
      </w:pPr>
      <w:r w:rsidRPr="003D6637">
        <w:rPr>
          <w:rStyle w:val="libAlaemChar"/>
        </w:rPr>
        <w:t>)</w:t>
      </w:r>
      <w:r w:rsidR="00700727" w:rsidRPr="009E173E">
        <w:rPr>
          <w:rFonts w:hint="eastAsia"/>
          <w:rtl/>
        </w:rPr>
        <w:t>أَلَمْ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تَرَ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كَيْفَ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فَعَلَ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رَبُّكَ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بِأَصْحَابِ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الْفِيلِ</w:t>
      </w:r>
      <w:r w:rsidRPr="003D6637">
        <w:rPr>
          <w:rStyle w:val="libAlaemChar"/>
        </w:rPr>
        <w:t>(</w:t>
      </w:r>
    </w:p>
    <w:p w:rsidR="00700727" w:rsidRDefault="00700727" w:rsidP="00700727">
      <w:pPr>
        <w:pStyle w:val="libNormal"/>
      </w:pPr>
      <w:r>
        <w:rPr>
          <w:rFonts w:hint="eastAsia"/>
        </w:rPr>
        <w:t>“</w:t>
      </w:r>
      <w:r>
        <w:t>(</w:t>
      </w:r>
      <w:r>
        <w:rPr>
          <w:rFonts w:hint="cs"/>
          <w:cs/>
          <w:lang w:bidi="bn-IN"/>
        </w:rPr>
        <w:t>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</w:t>
      </w:r>
      <w:r>
        <w:rPr>
          <w:cs/>
          <w:lang w:bidi="bn-IN"/>
        </w:rPr>
        <w:t xml:space="preserve">!) </w:t>
      </w:r>
      <w:r>
        <w:rPr>
          <w:rFonts w:hint="cs"/>
          <w:cs/>
          <w:lang w:bidi="bn-IN"/>
        </w:rPr>
        <w:t>আপনি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আপনার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হস্তিমালিকদের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আচরণ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করলেন</w:t>
      </w:r>
      <w:r>
        <w:t>?</w:t>
      </w:r>
      <w:r w:rsidRPr="00700727">
        <w:rPr>
          <w:rStyle w:val="libEnChar"/>
        </w:rPr>
        <w:t>”</w:t>
      </w:r>
      <w:r>
        <w:t xml:space="preserve"> (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ফীল্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১</w:t>
      </w:r>
      <w:r>
        <w:rPr>
          <w:cs/>
          <w:lang w:bidi="bn-IN"/>
        </w:rPr>
        <w:t>)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অনেকে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আয়াতের</w:t>
      </w:r>
      <w:r>
        <w:rPr>
          <w:cs/>
          <w:lang w:bidi="bn-IN"/>
        </w:rPr>
        <w:t xml:space="preserve"> </w:t>
      </w:r>
      <w:r w:rsidRPr="00700727">
        <w:rPr>
          <w:rStyle w:val="libArChar"/>
          <w:rFonts w:hint="eastAsia"/>
          <w:rtl/>
        </w:rPr>
        <w:t>اَلَم</w:t>
      </w:r>
      <w:r w:rsidRPr="00700727">
        <w:rPr>
          <w:rStyle w:val="libArChar"/>
          <w:rtl/>
        </w:rPr>
        <w:t xml:space="preserve"> </w:t>
      </w:r>
      <w:r w:rsidRPr="00700727">
        <w:rPr>
          <w:rStyle w:val="libArChar"/>
          <w:rFonts w:hint="eastAsia"/>
          <w:rtl/>
        </w:rPr>
        <w:t>تَرَ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“</w:t>
      </w:r>
      <w:r>
        <w:rPr>
          <w:rFonts w:hint="cs"/>
          <w:cs/>
          <w:lang w:bidi="bn-IN"/>
        </w:rPr>
        <w:t>আপনি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</w:t>
      </w:r>
      <w:r>
        <w:t>?</w:t>
      </w:r>
      <w:r w:rsidRPr="00700727">
        <w:rPr>
          <w:rStyle w:val="libEnChar"/>
        </w:rPr>
        <w:t>”</w:t>
      </w:r>
      <w: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“</w:t>
      </w:r>
      <w:r>
        <w:rPr>
          <w:rFonts w:hint="cs"/>
          <w:cs/>
          <w:lang w:bidi="bn-IN"/>
        </w:rPr>
        <w:t>আপনি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>?</w:t>
      </w:r>
      <w:r w:rsidRPr="00700727">
        <w:rPr>
          <w:rStyle w:val="libEnChar"/>
        </w:rPr>
        <w:t>”</w:t>
      </w:r>
      <w: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গ্রহণযোগ্য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সুস্পষ্ট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নিদর্শন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শব্দের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প্রথম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“</w:t>
      </w:r>
      <w:r>
        <w:rPr>
          <w:rFonts w:hint="cs"/>
          <w:cs/>
          <w:lang w:bidi="bn-IN"/>
        </w:rPr>
        <w:t>আপনি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>?</w:t>
      </w:r>
      <w:r w:rsidRPr="00700727">
        <w:rPr>
          <w:rStyle w:val="libEnChar"/>
        </w:rPr>
        <w:t>”</w:t>
      </w:r>
      <w:r>
        <w:t xml:space="preserve"> </w:t>
      </w:r>
      <w:r>
        <w:rPr>
          <w:rFonts w:hint="cs"/>
          <w:cs/>
          <w:lang w:bidi="bn-IN"/>
        </w:rPr>
        <w:t>বুঝাতে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চাইতেন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ফাছ্বাহাতের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অনুযায়ী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অবশ্যই</w:t>
      </w:r>
      <w:r>
        <w:rPr>
          <w:cs/>
          <w:lang w:bidi="bn-IN"/>
        </w:rPr>
        <w:t xml:space="preserve"> </w:t>
      </w:r>
      <w:r w:rsidRPr="00700727">
        <w:rPr>
          <w:rStyle w:val="libArChar"/>
          <w:rFonts w:hint="eastAsia"/>
          <w:rtl/>
        </w:rPr>
        <w:t>اَلَم</w:t>
      </w:r>
      <w:r w:rsidRPr="00700727">
        <w:rPr>
          <w:rStyle w:val="libArChar"/>
          <w:rtl/>
        </w:rPr>
        <w:t xml:space="preserve"> </w:t>
      </w:r>
      <w:r w:rsidRPr="00700727">
        <w:rPr>
          <w:rStyle w:val="libArChar"/>
          <w:rFonts w:hint="eastAsia"/>
          <w:rtl/>
        </w:rPr>
        <w:t>تَعلَم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বলতেন</w:t>
      </w:r>
      <w:r>
        <w:t xml:space="preserve">, </w:t>
      </w:r>
      <w:r w:rsidRPr="00700727">
        <w:rPr>
          <w:rStyle w:val="libArChar"/>
          <w:rFonts w:hint="eastAsia"/>
          <w:rtl/>
        </w:rPr>
        <w:t>اَلَم</w:t>
      </w:r>
      <w:r w:rsidRPr="00700727">
        <w:rPr>
          <w:rStyle w:val="libArChar"/>
          <w:rtl/>
        </w:rPr>
        <w:t xml:space="preserve"> </w:t>
      </w:r>
      <w:r w:rsidRPr="00700727">
        <w:rPr>
          <w:rStyle w:val="libArChar"/>
          <w:rFonts w:hint="eastAsia"/>
          <w:rtl/>
        </w:rPr>
        <w:t>تَرَ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বলতেন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বিচারবুদ্ধির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সহজেই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ধারণা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ইলমে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হুযূরী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জ্ঞান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সীমাবদ্ধ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অন্যান্য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রাসূলকেও</w:t>
      </w:r>
      <w:r>
        <w:rPr>
          <w:cs/>
          <w:lang w:bidi="bn-IN"/>
        </w:rPr>
        <w:t xml:space="preserve"> (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হয়েছিলো।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ইবরাহীম্</w:t>
      </w:r>
      <w:r>
        <w:rPr>
          <w:cs/>
          <w:lang w:bidi="bn-IN"/>
        </w:rPr>
        <w:t xml:space="preserve"> (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সম্বন্ধে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এরশাদ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:</w:t>
      </w:r>
    </w:p>
    <w:p w:rsidR="00700727" w:rsidRPr="003D6637" w:rsidRDefault="003D6637" w:rsidP="003D6637">
      <w:pPr>
        <w:pStyle w:val="libAie"/>
      </w:pPr>
      <w:r w:rsidRPr="003D6637">
        <w:rPr>
          <w:rStyle w:val="libAlaemChar"/>
        </w:rPr>
        <w:t>)</w:t>
      </w:r>
      <w:r w:rsidR="00700727" w:rsidRPr="009E173E">
        <w:rPr>
          <w:rFonts w:hint="eastAsia"/>
          <w:rtl/>
        </w:rPr>
        <w:t>وَكَذَلِكَ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نُرِي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إِبْرَاهِيمَ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مَلَكُوتَ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السَّمَاوَاتِ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وَالأرْضِ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وَلِيَكُونَ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مِنَ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الْمُوقِنِينَ</w:t>
      </w:r>
      <w:r w:rsidRPr="003D6637">
        <w:rPr>
          <w:rStyle w:val="libAlaemChar"/>
        </w:rPr>
        <w:t>(</w:t>
      </w:r>
    </w:p>
    <w:p w:rsidR="00700727" w:rsidRDefault="00700727" w:rsidP="00700727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এভাবেই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ইবরাহীমকে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সমূহের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যমীনের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মালাকূত্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প্রদর্শন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করি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যাতে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ইয়াক্বীনের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অন্যতম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আন্</w:t>
      </w:r>
      <w:r>
        <w:rPr>
          <w:rFonts w:hint="eastAsia"/>
        </w:rPr>
        <w:t>‘</w:t>
      </w:r>
      <w:r>
        <w:rPr>
          <w:rFonts w:hint="cs"/>
          <w:cs/>
          <w:lang w:bidi="bn-IN"/>
        </w:rPr>
        <w:t>আাম্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৭৫</w:t>
      </w:r>
      <w:r>
        <w:rPr>
          <w:cs/>
          <w:lang w:bidi="bn-IN"/>
        </w:rPr>
        <w:t>)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lastRenderedPageBreak/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ইবরাহীম্</w:t>
      </w:r>
      <w:r>
        <w:rPr>
          <w:cs/>
          <w:lang w:bidi="bn-IN"/>
        </w:rPr>
        <w:t xml:space="preserve"> (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মি</w:t>
      </w:r>
      <w:r>
        <w:rPr>
          <w:rFonts w:hint="eastAsia"/>
        </w:rPr>
        <w:t>‘</w:t>
      </w:r>
      <w:r>
        <w:rPr>
          <w:rFonts w:hint="cs"/>
          <w:cs/>
          <w:lang w:bidi="bn-IN"/>
        </w:rPr>
        <w:t>রাজ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সফর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করানোর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শুধু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প্রদর্শন</w:t>
      </w:r>
      <w:r>
        <w:rPr>
          <w:rFonts w:hint="eastAsia"/>
        </w:rPr>
        <w:t>’</w:t>
      </w:r>
      <w:r>
        <w:t>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সম্ভবতঃ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মি</w:t>
      </w:r>
      <w:r>
        <w:rPr>
          <w:rFonts w:hint="eastAsia"/>
        </w:rPr>
        <w:t>‘</w:t>
      </w:r>
      <w:r>
        <w:rPr>
          <w:rFonts w:hint="cs"/>
          <w:cs/>
          <w:lang w:bidi="bn-IN"/>
        </w:rPr>
        <w:t>রাজ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শুধু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আত্মিকভাবে</w:t>
      </w:r>
      <w:r>
        <w:t xml:space="preserve">, </w:t>
      </w:r>
      <w:r>
        <w:rPr>
          <w:rFonts w:hint="cs"/>
          <w:cs/>
          <w:lang w:bidi="bn-IN"/>
        </w:rPr>
        <w:t>শারীরিকভাবে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তথা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সমূহের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যমীনের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মালাকূত্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ইলমে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হুযূরী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হয়েছিলো।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শব্দপ্রয়োগ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সুস্পষ্ট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এতে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বারযাখ্ও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শামিল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মি</w:t>
      </w:r>
      <w:r>
        <w:rPr>
          <w:rFonts w:hint="eastAsia"/>
        </w:rPr>
        <w:t>‘</w:t>
      </w:r>
      <w:r>
        <w:rPr>
          <w:rFonts w:hint="cs"/>
          <w:cs/>
          <w:lang w:bidi="bn-IN"/>
        </w:rPr>
        <w:t>রাজের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উদ্দেশ্য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ইয়াক্বীনের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ইলমে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হুযূরী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কম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বেশী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রাসূলকেই</w:t>
      </w:r>
      <w:r>
        <w:rPr>
          <w:cs/>
          <w:lang w:bidi="bn-IN"/>
        </w:rPr>
        <w:t xml:space="preserve"> (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প্রদান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হয়েছিলো।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শুধু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রাসূলগণকেই</w:t>
      </w:r>
      <w:r>
        <w:rPr>
          <w:cs/>
          <w:lang w:bidi="bn-IN"/>
        </w:rPr>
        <w:t xml:space="preserve"> (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খাছ্ব্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বান্দাহকেই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ইলমে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হুযূরী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প্রত্যক্ষকরণের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ক্ষমতা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আলী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কাররামাল্লাহু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ওয়াজহাহ্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উদ্ধৃত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এরশাদ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: </w:t>
      </w:r>
      <w:r w:rsidRPr="00700727">
        <w:rPr>
          <w:rStyle w:val="libEnChar"/>
        </w:rPr>
        <w:t>“</w:t>
      </w:r>
      <w:r>
        <w:rPr>
          <w:rFonts w:hint="cs"/>
          <w:cs/>
          <w:lang w:bidi="bn-IN"/>
        </w:rPr>
        <w:t>পর্দা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গেলে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নতুন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প্রকাশ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মতোই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প্রত্যক্ষ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করতেন</w:t>
      </w:r>
      <w:r>
        <w:t xml:space="preserve">, </w:t>
      </w:r>
      <w:r>
        <w:rPr>
          <w:rFonts w:hint="cs"/>
          <w:cs/>
          <w:lang w:bidi="bn-IN"/>
        </w:rPr>
        <w:t>সুতরাং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ইন্তেকালের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নতুন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প্রকাশ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স্বপ্নলোক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মূলতঃ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বারযাখেরই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অংশবিশেষ</w:t>
      </w:r>
      <w:r>
        <w:t xml:space="preserve">, </w:t>
      </w:r>
      <w:r>
        <w:rPr>
          <w:rFonts w:hint="cs"/>
          <w:cs/>
          <w:lang w:bidi="bn-IN"/>
        </w:rPr>
        <w:t>যদিও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অংশ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স্বপ্নলোক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সংরক্ষিত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এলাকার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তুলনা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চাইলেই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কেউ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এলাকার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কেউ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চাইলেই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যোগাযোগ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, </w:t>
      </w: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অনুমতি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সাপেক্ষে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শর্তাধীনে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শর্তাধীন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সীমিত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সম্ভবপর।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সুতরাং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নিদ্রিত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নাফসকে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যখন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বারযাখেরই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অংশে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মুখোমুখি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এমতাবস্থায়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ঘুমন্ত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নাফসকে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পথনির্দেশ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চাইতে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এছাড়াও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স্বপ্নে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প্রতীকী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রূপের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মুখোমুখি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পারে।</w:t>
      </w:r>
      <w:r>
        <w:rPr>
          <w:cs/>
          <w:lang w:bidi="bn-IN"/>
        </w:rPr>
        <w:t xml:space="preserve"> </w:t>
      </w:r>
      <w:r>
        <w:rPr>
          <w:cs/>
          <w:lang w:bidi="bn-IN"/>
        </w:rPr>
        <w:lastRenderedPageBreak/>
        <w:t>[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অংশে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অধিবাসীদের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চিন্তা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পরিকল্পনা</w:t>
      </w:r>
      <w:r>
        <w:t xml:space="preserve">,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রূপক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সঞ্চিত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বিস্তারিতভাবে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  <w:r>
        <w:rPr>
          <w:cs/>
          <w:lang w:bidi="bn-IN"/>
        </w:rPr>
        <w:t>]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এছাড়া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লোকেরা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মন্দভাবে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স্মরণ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মনস্তাত্ত্বিক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প্রতিক্রিয়া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আনন্দ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দুঃখ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স্বাভাবিক।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তেমনি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জীবিতদের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আনন্দ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প্রকাশ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t xml:space="preserve">;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আনন্দপ্রকাশ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সংশ্লিষ্ট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জীবিতদের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ইতিবাচক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মনস্তাত্ত্বিক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প্রতিক্রিয়া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বিস্তার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স্বাভাবিক</w:t>
      </w:r>
      <w:r>
        <w:t xml:space="preserve">, </w:t>
      </w:r>
      <w:r>
        <w:rPr>
          <w:rFonts w:hint="cs"/>
          <w:cs/>
          <w:lang w:bidi="bn-IN"/>
        </w:rPr>
        <w:t>ঠিক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দূর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কেউ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কাউকে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স্মরণ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স্মরণ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টেলিপ্যাথিক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পন্থায়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মনস্তাত্ত্বিক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প্রতিক্রিয়া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সুতরাং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জীবিতদের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দো</w:t>
      </w:r>
      <w:r>
        <w:rPr>
          <w:rFonts w:hint="eastAsia"/>
        </w:rPr>
        <w:t>‘</w:t>
      </w:r>
      <w:r>
        <w:rPr>
          <w:rFonts w:hint="cs"/>
          <w:cs/>
          <w:lang w:bidi="bn-IN"/>
        </w:rPr>
        <w:t>আ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দান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ছ্বাদাক্বাহ্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কামনা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অথবা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কল্যাণ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কামনা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পথনির্দেশ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সংশ্লিষ্ট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মনস্তাত্ত্বিক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প্রতিক্রিয়া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অভিজ্ঞতায়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গেছে</w:t>
      </w:r>
      <w:r>
        <w:t xml:space="preserve">, </w:t>
      </w: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হঠাৎ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জেগে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ওঠে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মৃত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দো</w:t>
      </w:r>
      <w:r>
        <w:rPr>
          <w:rFonts w:hint="eastAsia"/>
        </w:rPr>
        <w:t>‘</w:t>
      </w:r>
      <w:r>
        <w:rPr>
          <w:rFonts w:hint="cs"/>
          <w:cs/>
          <w:lang w:bidi="bn-IN"/>
        </w:rPr>
        <w:t>আ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দান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ছ্বাদাক্বাহ্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অসন্তুষ্ট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অমুক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পথনির্দেশ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দিচ্ছে।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আরেকটি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t xml:space="preserve">, </w:t>
      </w:r>
      <w:r>
        <w:rPr>
          <w:rFonts w:hint="cs"/>
          <w:cs/>
          <w:lang w:bidi="bn-IN"/>
        </w:rPr>
        <w:t>মৃতদের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জীবিতদের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খুব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কাছাকাছি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জীবিতরা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বুঝতে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প্রভাবিত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t>?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ইতিপূর্বে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আলোচনা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সুস্পষ্ট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সমূহ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বস্তুজগতে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পুরোপুরি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, </w:t>
      </w: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ব্যবস্থাপনাগত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প্রত্যক্ষ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অনুমতিক্রমে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জ্ঞানগতভাবে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অপেক্ষাকৃত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t xml:space="preserve">, </w:t>
      </w:r>
      <w:r>
        <w:rPr>
          <w:rFonts w:hint="cs"/>
          <w:cs/>
          <w:lang w:bidi="bn-IN"/>
        </w:rPr>
        <w:t>অন্যদিকে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খাছ্ব্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বান্দাহ্গণ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ছাড়াও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সাধারণ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অনুগ্রহে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কখনো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কখনো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জাগ্রত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অবস্থায়ই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অধিবাসীদের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অংশতঃ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প্রত্যক্ষ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মনস্তাত্বিকভাবে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অংশের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অপেক্ষাকৃত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কাছাকাছি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নাফসকে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সরাসরি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প্রত্যক্ষ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অনুভব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t xml:space="preserve">;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মৃত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আশেপাশেই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মনস্তাত্ত্বিক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প্রভাব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বিস্তার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স্বাভাবিক।</w:t>
      </w:r>
    </w:p>
    <w:p w:rsidR="00700727" w:rsidRDefault="00700727" w:rsidP="00700727">
      <w:pPr>
        <w:pStyle w:val="libNormal"/>
      </w:pPr>
    </w:p>
    <w:p w:rsidR="00700727" w:rsidRDefault="00700727" w:rsidP="003D6637">
      <w:pPr>
        <w:pStyle w:val="Heading2"/>
      </w:pPr>
      <w:r>
        <w:rPr>
          <w:rFonts w:hint="cs"/>
          <w:cs/>
          <w:lang w:bidi="bn-IN"/>
        </w:rPr>
        <w:t>জীবিত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</w:t>
      </w:r>
      <w:r>
        <w:t>?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বস্তুজগত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যোগাযোগ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প্রসঙ্গে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t xml:space="preserve">,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কিনা</w:t>
      </w:r>
      <w:r>
        <w:t xml:space="preserve">?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কারো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অত্যন্ত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দাবী।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এমনকি</w:t>
      </w:r>
      <w:r>
        <w:t xml:space="preserve">, </w:t>
      </w:r>
      <w:r>
        <w:rPr>
          <w:rFonts w:hint="cs"/>
          <w:cs/>
          <w:lang w:bidi="bn-IN"/>
        </w:rPr>
        <w:t>আধুনিক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দাবীদার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পাশ্চাত্য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প্লানচেট্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নীতিগতভাবে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কারো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দৃষ্টিতে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পুরোপুরি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, </w:t>
      </w:r>
      <w:r>
        <w:rPr>
          <w:rFonts w:hint="cs"/>
          <w:cs/>
          <w:lang w:bidi="bn-IN"/>
        </w:rPr>
        <w:t>সুতরাং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, </w:t>
      </w: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>,</w:t>
      </w:r>
      <w:r w:rsidRPr="00700727">
        <w:t xml:space="preserve"> </w:t>
      </w:r>
      <w:r>
        <w:rPr>
          <w:rFonts w:hint="cs"/>
          <w:cs/>
          <w:lang w:bidi="bn-IN"/>
        </w:rPr>
        <w:t>একই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</w:t>
      </w:r>
      <w:r w:rsidRPr="009E173E">
        <w:rPr>
          <w:rStyle w:val="libEnChar"/>
        </w:rPr>
        <w:t>’</w:t>
      </w:r>
      <w:r>
        <w:rPr>
          <w:rFonts w:hint="cs"/>
          <w:cs/>
          <w:lang w:bidi="bn-IN"/>
        </w:rPr>
        <w:t>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কারো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t xml:space="preserve">?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বেরিয়ে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</w:t>
      </w:r>
      <w:r>
        <w:t xml:space="preserve">?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দাঁড়াতে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t xml:space="preserve">? </w:t>
      </w:r>
      <w:r>
        <w:rPr>
          <w:rFonts w:hint="cs"/>
          <w:cs/>
          <w:lang w:bidi="bn-IN"/>
        </w:rPr>
        <w:t>সুতরাং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প্রবেশের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পুরোপুরি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বাত্বিল্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যাচ্ছে।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বিভ্রান্তি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তখনই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ধ্যানমগ্ন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সম্মোহিত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জীবিত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lastRenderedPageBreak/>
        <w:t>প্রকৃত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ধ্যানমগ্ন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সম্মোহিত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ঘুমন্ত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জাগ্রত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অংশে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অতীতের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কতক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ঘটনাবলী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ইলমে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হুযূরী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প্রকাশ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পেতে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t xml:space="preserve">,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আত্মবিস্মৃত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সংশ্লিষ্ট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ঘটনাবলী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প্রত্যক্ষ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আত্মবিস্মৃতির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ভুলবশতঃ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জিনে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আছর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প্রতিক্রিয়াও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ধরনেরই</w:t>
      </w:r>
      <w:r>
        <w:t xml:space="preserve">; </w:t>
      </w:r>
      <w:r>
        <w:rPr>
          <w:rFonts w:hint="cs"/>
          <w:cs/>
          <w:lang w:bidi="bn-IN"/>
        </w:rPr>
        <w:t>জিনে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জিন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জিন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সম্মোহিত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সংশ্লিষ্ট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আত্মবিস্মৃত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জিন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পারে।</w:t>
      </w:r>
    </w:p>
    <w:p w:rsidR="00700727" w:rsidRDefault="00700727" w:rsidP="00700727">
      <w:pPr>
        <w:pStyle w:val="libNormal"/>
      </w:pPr>
      <w:r>
        <w:t>[</w:t>
      </w:r>
      <w:r>
        <w:rPr>
          <w:rFonts w:hint="cs"/>
          <w:cs/>
          <w:lang w:bidi="bn-IN"/>
        </w:rPr>
        <w:t>সম্মোহিত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ধ্যানমগ্ন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আত্মবিস্মৃত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ভিত্তিতে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আচরণ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গ্রন্থকার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কৈশোরে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</w:t>
      </w:r>
      <w:r w:rsidRPr="009E173E">
        <w:rPr>
          <w:rStyle w:val="libEnChar"/>
        </w:rPr>
        <w:t>’</w:t>
      </w:r>
      <w:r>
        <w:rPr>
          <w:rFonts w:hint="cs"/>
          <w:cs/>
          <w:lang w:bidi="bn-IN"/>
        </w:rPr>
        <w:t>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প্রত্যক্ষদর্শী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</w:t>
      </w:r>
      <w:r w:rsidRPr="009E173E">
        <w:rPr>
          <w:rStyle w:val="libEnChar"/>
        </w:rPr>
        <w:t>’</w:t>
      </w:r>
      <w:r>
        <w:rPr>
          <w:rFonts w:hint="cs"/>
          <w:cs/>
          <w:lang w:bidi="bn-IN"/>
        </w:rPr>
        <w:t>টিই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যাত্রাভিনয়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সংশ্লিষ্ট।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উভয়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সংশ্লিষ্ট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অভিনেতা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অভিনয়ে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এতোই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আত্মিনিবেদিত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ফেলেছিলেন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নিজেকে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করছিলেন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চরিত্রের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ভূমিকায়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অভিনয়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করছিলেন</w:t>
      </w:r>
      <w:r>
        <w:t xml:space="preserve">, </w:t>
      </w:r>
      <w:r>
        <w:rPr>
          <w:rFonts w:hint="cs"/>
          <w:cs/>
          <w:lang w:bidi="bn-IN"/>
        </w:rPr>
        <w:t>ফলে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অভিনয়ের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সংশ্লিষ্ট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অংশটুকু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মূল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চরিত্রের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ন্যায়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আচরণ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পর্যন্ত</w:t>
      </w:r>
      <w:r>
        <w:t xml:space="preserve">, </w:t>
      </w:r>
      <w:r>
        <w:rPr>
          <w:rFonts w:hint="cs"/>
          <w:cs/>
          <w:lang w:bidi="bn-IN"/>
        </w:rPr>
        <w:t>উভয়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সংশ্লিষ্ট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অভিনেতাকে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মঞ্চ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অভিনেতা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সংজ্ঞা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হারিয়ে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ফেলেছিলেন।</w:t>
      </w:r>
      <w:r>
        <w:rPr>
          <w:cs/>
          <w:lang w:bidi="bn-IN"/>
        </w:rPr>
        <w:t>]</w:t>
      </w:r>
    </w:p>
    <w:p w:rsidR="003D6637" w:rsidRPr="009C308B" w:rsidRDefault="003D6637" w:rsidP="009E173E">
      <w:r>
        <w:br w:type="page"/>
      </w:r>
    </w:p>
    <w:p w:rsidR="00700727" w:rsidRDefault="00700727" w:rsidP="003D6637">
      <w:pPr>
        <w:pStyle w:val="Heading1Center"/>
      </w:pPr>
      <w:r>
        <w:rPr>
          <w:rFonts w:hint="cs"/>
          <w:cs/>
        </w:rPr>
        <w:lastRenderedPageBreak/>
        <w:t>কোরআন</w:t>
      </w:r>
      <w:r>
        <w:rPr>
          <w:cs/>
        </w:rPr>
        <w:t xml:space="preserve"> </w:t>
      </w:r>
      <w:r>
        <w:rPr>
          <w:rFonts w:hint="cs"/>
          <w:cs/>
        </w:rPr>
        <w:t>মজীদে</w:t>
      </w:r>
      <w:r>
        <w:rPr>
          <w:cs/>
        </w:rPr>
        <w:t xml:space="preserve"> </w:t>
      </w:r>
      <w:r>
        <w:rPr>
          <w:rFonts w:hint="cs"/>
          <w:cs/>
        </w:rPr>
        <w:t>ও</w:t>
      </w:r>
      <w:r>
        <w:rPr>
          <w:cs/>
        </w:rPr>
        <w:t xml:space="preserve"> </w:t>
      </w:r>
      <w:r>
        <w:rPr>
          <w:rFonts w:hint="cs"/>
          <w:cs/>
        </w:rPr>
        <w:t>দর্শনে</w:t>
      </w:r>
      <w:r>
        <w:rPr>
          <w:cs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</w:rPr>
        <w:t>আালামে</w:t>
      </w:r>
      <w:r>
        <w:rPr>
          <w:cs/>
        </w:rPr>
        <w:t xml:space="preserve"> </w:t>
      </w:r>
      <w:r>
        <w:rPr>
          <w:rFonts w:hint="cs"/>
          <w:cs/>
        </w:rPr>
        <w:t>বারযাখের</w:t>
      </w:r>
      <w:r>
        <w:rPr>
          <w:cs/>
        </w:rPr>
        <w:t xml:space="preserve"> </w:t>
      </w:r>
      <w:r>
        <w:rPr>
          <w:rFonts w:hint="cs"/>
          <w:cs/>
        </w:rPr>
        <w:t>তাৎপর্য</w:t>
      </w:r>
    </w:p>
    <w:p w:rsidR="00700727" w:rsidRDefault="00700727" w:rsidP="00700727">
      <w:pPr>
        <w:pStyle w:val="libNormal"/>
      </w:pP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পরিভাষা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জ্ঞান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বিজ্ঞানের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শাখায়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ব্যবহৃত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t xml:space="preserve">,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শাস্ত্রে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নিজস্ব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তাৎপর্য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জ্ঞান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বিজ্ঞানের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শাখার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পরিচিত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পরিভাষা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শাস্ত্রে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সংজ্ঞা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সংজ্ঞা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ব্যবহৃত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সংজ্ঞা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তাৎপর্যের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যথার্থতা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সম্বন্ধে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সন্দিহান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পড়তে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পরিভাষাটির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শাস্ত্রে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ব্যবহৃত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সংজ্ঞা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তাৎপর্যের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পরিচিত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সমস্যার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সম্মুখীন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অন্য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লেখা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শোনার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জ্ঞান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বিজ্ঞানের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শাখায়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ব্যবহৃত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পরিভাষা</w:t>
      </w:r>
      <w:r>
        <w:t xml:space="preserve">, </w:t>
      </w:r>
      <w:r>
        <w:rPr>
          <w:rFonts w:hint="cs"/>
          <w:cs/>
          <w:lang w:bidi="bn-IN"/>
        </w:rPr>
        <w:t>এমনকি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ব্যুৎপত্তিগত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উৎস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উৎসারিত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হলেও</w:t>
      </w:r>
      <w:r>
        <w:t xml:space="preserve">, </w:t>
      </w:r>
      <w:r>
        <w:rPr>
          <w:rFonts w:hint="cs"/>
          <w:cs/>
          <w:lang w:bidi="bn-IN"/>
        </w:rPr>
        <w:t>ব্যবহারিক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তাৎপর্যের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শব্দ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পরিভাষা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এগুলো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সমুচ্চারিত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সমরূপে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লেখ্য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ভিন্নার্থক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শব্দ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পরিভাষা।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ব্যুৎপত্তিগত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জ্ঞান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বিজ্ঞান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নিজস্ব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দৃষ্টিকোণ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পারিভাষিক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তাৎপর্য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আরোপ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</w:t>
      </w:r>
      <w:r>
        <w:t xml:space="preserve">, </w:t>
      </w:r>
      <w:r>
        <w:rPr>
          <w:rFonts w:hint="cs"/>
          <w:cs/>
          <w:lang w:bidi="bn-IN"/>
        </w:rPr>
        <w:t>ফলে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কার্যতঃ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শব্দে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পরিণত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ইতিপূর্বে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 w:rsidRPr="00700727">
        <w:rPr>
          <w:rStyle w:val="libEnChar"/>
        </w:rPr>
        <w:t>“</w:t>
      </w:r>
      <w:r>
        <w:rPr>
          <w:rFonts w:hint="cs"/>
          <w:cs/>
          <w:lang w:bidi="bn-IN"/>
        </w:rPr>
        <w:t>শাহীদ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পরিভাষাটি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প্রচলিত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পরিভাষায়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সম্পূর্ণ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ব্যবহার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রূহ্</w:t>
      </w:r>
      <w:r>
        <w:t xml:space="preserve">, </w:t>
      </w:r>
      <w:r>
        <w:rPr>
          <w:rFonts w:hint="cs"/>
          <w:cs/>
          <w:lang w:bidi="bn-IN"/>
        </w:rPr>
        <w:t>নাফ্স্</w:t>
      </w:r>
      <w:r>
        <w:t xml:space="preserve">, </w:t>
      </w:r>
      <w:r>
        <w:rPr>
          <w:rFonts w:hint="cs"/>
          <w:cs/>
          <w:lang w:bidi="bn-IN"/>
        </w:rPr>
        <w:t>বারযাখ্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ইত্যাদি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পরিভাষাও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পর্যায়ের</w:t>
      </w:r>
      <w:r>
        <w:t xml:space="preserve">;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</w:t>
      </w:r>
      <w:r>
        <w:t xml:space="preserve">, </w:t>
      </w:r>
      <w:r>
        <w:rPr>
          <w:rFonts w:hint="cs"/>
          <w:cs/>
          <w:lang w:bidi="bn-IN"/>
        </w:rPr>
        <w:t>দর্শনে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ইরফানে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তাছ্বাওওফে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পরিভাষা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নিজস্ব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ব্যবহৃত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তেমনি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সাধারণ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পরিভাষা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কতোগুলো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সাধারণ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অত্র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গ্রন্থের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আলোচনা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সুস্পষ্ট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পরিভাষাটি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ব্যবহার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ব্যবহার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করেছি</w:t>
      </w:r>
      <w:r>
        <w:t xml:space="preserve">,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t xml:space="preserve">, </w:t>
      </w:r>
      <w:r>
        <w:rPr>
          <w:rFonts w:hint="cs"/>
          <w:cs/>
          <w:lang w:bidi="bn-IN"/>
        </w:rPr>
        <w:t>মৃত্যুর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পুনরুত্থানের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পূর্ববর্তী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জগত।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অবশ্য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প্রসঙ্গক্রমে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স্বপ্নের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করেছি</w:t>
      </w:r>
      <w:r>
        <w:t>,</w:t>
      </w:r>
      <w:r w:rsidRPr="00700727">
        <w:t xml:space="preserve"> </w:t>
      </w: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দলীলের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ভিত্তিতে।</w:t>
      </w:r>
      <w:r>
        <w:rPr>
          <w:cs/>
          <w:lang w:bidi="bn-IN"/>
        </w:rPr>
        <w:t>)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lastRenderedPageBreak/>
        <w:t>দর্শনশাস্ত্রে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পরিভাষা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ব্যবহৃত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দর্শনে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আবার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নিরঙ্কুশ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নিরাকার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সূক্ষ্ম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সত্তা</w:t>
      </w:r>
      <w:r>
        <w:rPr>
          <w:cs/>
          <w:lang w:bidi="bn-IN"/>
        </w:rPr>
        <w:t xml:space="preserve"> (</w:t>
      </w:r>
      <w:r w:rsidRPr="00700727">
        <w:rPr>
          <w:rStyle w:val="libArChar"/>
          <w:rFonts w:hint="eastAsia"/>
          <w:rtl/>
        </w:rPr>
        <w:t>موجود</w:t>
      </w:r>
      <w:r w:rsidRPr="00700727">
        <w:rPr>
          <w:rStyle w:val="libArChar"/>
          <w:rtl/>
        </w:rPr>
        <w:t xml:space="preserve"> </w:t>
      </w:r>
      <w:r w:rsidRPr="00700727">
        <w:rPr>
          <w:rStyle w:val="libArChar"/>
          <w:rFonts w:hint="eastAsia"/>
          <w:rtl/>
        </w:rPr>
        <w:t>لطيف</w:t>
      </w:r>
      <w:r>
        <w:rPr>
          <w:cs/>
          <w:lang w:bidi="bn-IN"/>
        </w:rPr>
        <w:t>)</w:t>
      </w:r>
      <w:r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আকার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আকৃতি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ইত্যাদি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</w:t>
      </w:r>
      <w:r>
        <w:t xml:space="preserve">,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সূক্ষ্ম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দার্শনিক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সাধারণ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সহজবোধগম্য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ভাষায়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উপস্থাপনের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লক্ষ্যে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সৃষ্টিসমূহকে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সূক্ষ্ম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পদার্থ</w:t>
      </w:r>
      <w:r>
        <w:rPr>
          <w:rFonts w:hint="eastAsia"/>
        </w:rPr>
        <w:t>’</w:t>
      </w:r>
      <w:r>
        <w:t xml:space="preserve"> (</w:t>
      </w:r>
      <w:r w:rsidRPr="00700727">
        <w:rPr>
          <w:rStyle w:val="libArChar"/>
          <w:rFonts w:hint="eastAsia"/>
          <w:rtl/>
        </w:rPr>
        <w:t>مادة</w:t>
      </w:r>
      <w:r w:rsidRPr="00700727">
        <w:rPr>
          <w:rStyle w:val="libArChar"/>
          <w:rtl/>
        </w:rPr>
        <w:t xml:space="preserve"> </w:t>
      </w:r>
      <w:r w:rsidRPr="00700727">
        <w:rPr>
          <w:rStyle w:val="libArChar"/>
          <w:rFonts w:hint="eastAsia"/>
          <w:rtl/>
        </w:rPr>
        <w:t>لطيف</w:t>
      </w:r>
      <w:r>
        <w:t xml:space="preserve">) </w:t>
      </w:r>
      <w:r>
        <w:rPr>
          <w:rFonts w:hint="cs"/>
          <w:cs/>
          <w:lang w:bidi="bn-IN"/>
        </w:rPr>
        <w:t>দ্বারা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সৃষ্টিনিচয়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</w:t>
      </w:r>
      <w:r>
        <w:t xml:space="preserve">, </w:t>
      </w:r>
      <w:r>
        <w:rPr>
          <w:rFonts w:hint="cs"/>
          <w:cs/>
          <w:lang w:bidi="bn-IN"/>
        </w:rPr>
        <w:t>যদিও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স্মরণ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দিয়েছেন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সহজবোধ্য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অভিজ্ঞতা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কাছাকাছি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উদাহরণ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যেমন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তাপ</w:t>
      </w:r>
      <w:r>
        <w:t xml:space="preserve">, </w:t>
      </w:r>
      <w:r>
        <w:rPr>
          <w:rFonts w:hint="cs"/>
          <w:cs/>
          <w:lang w:bidi="bn-IN"/>
        </w:rPr>
        <w:t>আগুন</w:t>
      </w:r>
      <w:r>
        <w:t xml:space="preserve">, </w:t>
      </w:r>
      <w:r>
        <w:rPr>
          <w:rFonts w:hint="cs"/>
          <w:cs/>
          <w:lang w:bidi="bn-IN"/>
        </w:rPr>
        <w:t>বিদ্যুত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চৌম্বক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অভিজ্ঞতা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সকলেরই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পদার্থ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উৎপন্ন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এগুলো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পদার্থ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সংজ্ঞার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আওতায়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এগুলো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শক্তি।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এগুলো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পদার্থবিজ্ঞানেই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আলোচনা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পরীক্ষা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নিরীক্ষা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t xml:space="preserve">,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সত্ত্বেও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এগুলো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পদার্থ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স্বতন্ত্র</w:t>
      </w:r>
      <w:r>
        <w:t xml:space="preserve">; </w:t>
      </w:r>
      <w:r>
        <w:rPr>
          <w:rFonts w:hint="cs"/>
          <w:cs/>
          <w:lang w:bidi="bn-IN"/>
        </w:rPr>
        <w:t>অবশ্য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এগুলোকে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সূক্ষ্ম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পদার্থ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এগুলো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বিস্তারিত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আলোচনা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প্রাসঙ্গিক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মোদ্দা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মাঝামাঝি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সূক্ষ্ম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প্রাণহীন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সূক্ষ্ম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প্রাণশীল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ব্যক্তিত্বসম্পন্ন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সূক্ষ্ম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বাধা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প্রসঙ্গে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স্মরণ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আমদের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বস্তুজগতেও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হাল্কা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সূক্ষ্ম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সূক্ষ্মতার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কাছাকাছি।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আগুন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গঠিত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প্রাণশীল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মেনে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কঠিন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উপাদানের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অণুসমূহের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গতিশীলতা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স্থিতিস্থাপকতার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জেলি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ফিশের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পেশীগুলো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হাল্কা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তেমনি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সেগুলোর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ফাঁক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বেশী</w:t>
      </w:r>
      <w:r>
        <w:t xml:space="preserve">,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সেগুলোর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খুবই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স্থিতিস্থাপক।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আকারের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ছুরি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জেলি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ফিশের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ফেললেও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পুনরায়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পূর্বাবস্থায়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ফিরে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শামুকের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শিং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</w:t>
      </w:r>
      <w:r w:rsidRPr="009E173E">
        <w:rPr>
          <w:rStyle w:val="libEnChar"/>
        </w:rPr>
        <w:t>’</w:t>
      </w:r>
      <w:r>
        <w:rPr>
          <w:rFonts w:hint="cs"/>
          <w:cs/>
          <w:lang w:bidi="bn-IN"/>
        </w:rPr>
        <w:t>টিও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অতোটা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যথেষ্ট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স্থিতিস্থাপক।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lastRenderedPageBreak/>
        <w:t>বস্তুতঃ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প্রাণশীল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প্রাণহীন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নির্বিশেষে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বস্তুনিচয়ের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পদার্থগুলোকে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ঘনিষ্ঠ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সংবদ্ধ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অণুগুলোর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এতোই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ফাঁক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t xml:space="preserve">, </w:t>
      </w:r>
      <w:r>
        <w:rPr>
          <w:rFonts w:hint="cs"/>
          <w:cs/>
          <w:lang w:bidi="bn-IN"/>
        </w:rPr>
        <w:t>গোটা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পৃথিবীকে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পুরোপুরি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ঘনসংবদ্ধ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ব্রিফকেসে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যাবে।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ফাঁক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সত্ত্বেও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প্রাণী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আকৃতি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দেহকাঠামোর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এগুলোর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অণু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পরস্পরকে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আকর্ষণ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যথেষ্ট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পরিমাণে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প্রয়োগ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বিচ্ছিন্ন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এগুলো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বিচ্ছিন্ন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সুতরাং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সূক্ষ্ম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পদার্থের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তৈরী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স্থিতিস্থাপক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প্রাণশীল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যেমন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জিন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ফেরেশতা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থাকার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সম্ভাবনা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অস্বীকার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অযৌক্তিক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অবৈজ্ঞানিক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আচরণ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বৈ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হোক</w:t>
      </w:r>
      <w:r>
        <w:t xml:space="preserve">, </w:t>
      </w:r>
      <w:r w:rsidRPr="00700727">
        <w:rPr>
          <w:rStyle w:val="libEnChar"/>
        </w:rPr>
        <w:t>“</w:t>
      </w:r>
      <w:r>
        <w:rPr>
          <w:rFonts w:hint="cs"/>
          <w:cs/>
          <w:lang w:bidi="bn-IN"/>
        </w:rPr>
        <w:t>শাইখুর্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রাঈস্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নামে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খ্যাত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দার্শনিক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চিকিৎসাবিজ্ঞানী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আবূ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আলী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ইবনে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সীনা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কিতাবুল্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আসফার্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গ্রন্থে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৪র্থ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খণ্ড</w:t>
      </w:r>
      <w:r>
        <w:t xml:space="preserve">, </w:t>
      </w:r>
      <w:r>
        <w:rPr>
          <w:rFonts w:hint="cs"/>
          <w:cs/>
          <w:lang w:bidi="bn-IN"/>
        </w:rPr>
        <w:t>পৃঃ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১৮৯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বলেছেন</w:t>
      </w:r>
      <w:r>
        <w:t xml:space="preserve">,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মত্যুর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পূর্ববর্তী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হাশর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ক্বিয়ামতের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পূর্ববর্তী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</w:t>
      </w:r>
      <w:r>
        <w:t xml:space="preserve">, </w:t>
      </w:r>
      <w:r>
        <w:rPr>
          <w:rFonts w:hint="cs"/>
          <w:cs/>
          <w:lang w:bidi="bn-IN"/>
        </w:rPr>
        <w:t>আবার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মাছালে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</w:t>
      </w:r>
      <w:r>
        <w:rPr>
          <w:rFonts w:hint="eastAsia"/>
        </w:rPr>
        <w:t>‘</w:t>
      </w:r>
      <w:r>
        <w:rPr>
          <w:rFonts w:hint="cs"/>
          <w:cs/>
          <w:lang w:bidi="bn-IN"/>
        </w:rPr>
        <w:t>আল্লাক্বাহ্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মাঝামাঝি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সদৃশ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সর্বোপরি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নিরঙ্কুশ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</w:t>
      </w:r>
      <w:r>
        <w:rPr>
          <w:cs/>
          <w:lang w:bidi="bn-IN"/>
        </w:rPr>
        <w:t xml:space="preserve"> (</w:t>
      </w:r>
      <w:r w:rsidRPr="00700727">
        <w:rPr>
          <w:rStyle w:val="libArChar"/>
          <w:rFonts w:hint="eastAsia"/>
          <w:rtl/>
        </w:rPr>
        <w:t>عالم</w:t>
      </w:r>
      <w:r w:rsidRPr="00700727">
        <w:rPr>
          <w:rStyle w:val="libArChar"/>
          <w:rtl/>
        </w:rPr>
        <w:t xml:space="preserve"> </w:t>
      </w:r>
      <w:r w:rsidRPr="00700727">
        <w:rPr>
          <w:rStyle w:val="libArChar"/>
          <w:rFonts w:hint="eastAsia"/>
          <w:rtl/>
        </w:rPr>
        <w:t>مجردات</w:t>
      </w:r>
      <w:r w:rsidRPr="00700727">
        <w:rPr>
          <w:rStyle w:val="libArChar"/>
          <w:rtl/>
        </w:rPr>
        <w:t xml:space="preserve"> </w:t>
      </w:r>
      <w:r w:rsidRPr="00700727">
        <w:rPr>
          <w:rStyle w:val="libArChar"/>
          <w:rFonts w:hint="eastAsia"/>
          <w:rtl/>
        </w:rPr>
        <w:t>محض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মাঝামাঝি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একেই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  <w:r>
        <w:rPr>
          <w:cs/>
          <w:lang w:bidi="bn-IN"/>
        </w:rPr>
        <w:t xml:space="preserve"> (</w:t>
      </w:r>
      <w:r w:rsidRPr="00700727">
        <w:rPr>
          <w:rStyle w:val="libArChar"/>
          <w:rFonts w:hint="eastAsia"/>
          <w:rtl/>
        </w:rPr>
        <w:t>فرهنگ</w:t>
      </w:r>
      <w:r w:rsidRPr="00700727">
        <w:rPr>
          <w:rStyle w:val="libArChar"/>
          <w:rtl/>
        </w:rPr>
        <w:t xml:space="preserve"> </w:t>
      </w:r>
      <w:r w:rsidRPr="00700727">
        <w:rPr>
          <w:rStyle w:val="libArChar"/>
          <w:rFonts w:hint="eastAsia"/>
          <w:rtl/>
        </w:rPr>
        <w:t>معارف</w:t>
      </w:r>
      <w:r w:rsidRPr="00700727">
        <w:rPr>
          <w:rStyle w:val="libArChar"/>
          <w:rtl/>
        </w:rPr>
        <w:t xml:space="preserve"> </w:t>
      </w:r>
      <w:r w:rsidRPr="00700727">
        <w:rPr>
          <w:rStyle w:val="libArChar"/>
          <w:rFonts w:hint="eastAsia"/>
          <w:rtl/>
        </w:rPr>
        <w:t>اسلام</w:t>
      </w:r>
      <w:r w:rsidRPr="00700727">
        <w:rPr>
          <w:rStyle w:val="libArChar"/>
          <w:rFonts w:hint="cs"/>
          <w:rtl/>
        </w:rPr>
        <w:t>ی</w:t>
      </w:r>
      <w:r w:rsidRPr="00700727">
        <w:rPr>
          <w:rStyle w:val="libArChar"/>
          <w:rFonts w:hint="eastAsia"/>
          <w:rtl/>
        </w:rPr>
        <w:t>،</w:t>
      </w:r>
      <w:r w:rsidRPr="00700727">
        <w:rPr>
          <w:rStyle w:val="libArChar"/>
          <w:rtl/>
        </w:rPr>
        <w:t xml:space="preserve"> </w:t>
      </w:r>
      <w:r w:rsidRPr="00700727">
        <w:rPr>
          <w:rStyle w:val="libArChar"/>
          <w:rFonts w:hint="eastAsia"/>
          <w:rtl/>
        </w:rPr>
        <w:t>مدخل</w:t>
      </w:r>
      <w:r w:rsidRPr="00700727">
        <w:rPr>
          <w:rStyle w:val="libArChar"/>
          <w:rtl/>
        </w:rPr>
        <w:t xml:space="preserve">: </w:t>
      </w:r>
      <w:r w:rsidRPr="00700727">
        <w:rPr>
          <w:rStyle w:val="libArChar"/>
          <w:rFonts w:hint="eastAsia"/>
          <w:rtl/>
        </w:rPr>
        <w:t>عالم</w:t>
      </w:r>
      <w:r w:rsidRPr="00700727">
        <w:rPr>
          <w:rStyle w:val="libArChar"/>
          <w:rtl/>
        </w:rPr>
        <w:t xml:space="preserve"> </w:t>
      </w:r>
      <w:r w:rsidRPr="00700727">
        <w:rPr>
          <w:rStyle w:val="libArChar"/>
          <w:rFonts w:hint="eastAsia"/>
          <w:rtl/>
        </w:rPr>
        <w:t>برزخ</w:t>
      </w:r>
      <w:r>
        <w:rPr>
          <w:cs/>
          <w:lang w:bidi="bn-IN"/>
        </w:rPr>
        <w:t>)</w:t>
      </w:r>
    </w:p>
    <w:p w:rsidR="00700727" w:rsidRDefault="00700727" w:rsidP="00700727">
      <w:pPr>
        <w:pStyle w:val="libNormal"/>
      </w:pPr>
      <w:r>
        <w:rPr>
          <w:rFonts w:hint="eastAsia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দার্শনিক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সংজ্ঞা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বর্ণিত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মৃত্যুপরবর্তী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পুনরুত্থানপূর্ববর্তী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ব্যাখ্যা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বিশ্লেষণের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ঘনিষ্ঠ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t xml:space="preserve">, </w:t>
      </w:r>
      <w:r>
        <w:rPr>
          <w:rFonts w:hint="cs"/>
          <w:cs/>
          <w:lang w:bidi="bn-IN"/>
        </w:rPr>
        <w:t>অনেকে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মৃত্যুর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নাফসকে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সূক্ষ্ম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করিয়ে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t xml:space="preserve">; </w:t>
      </w:r>
      <w:r>
        <w:rPr>
          <w:rFonts w:hint="cs"/>
          <w:cs/>
          <w:lang w:bidi="bn-IN"/>
        </w:rPr>
        <w:t>অনেকে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এটিকে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“</w:t>
      </w:r>
      <w:r>
        <w:rPr>
          <w:rFonts w:hint="cs"/>
          <w:cs/>
          <w:lang w:bidi="bn-IN"/>
        </w:rPr>
        <w:t>জিসমে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মিছালী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bn-IN"/>
        </w:rPr>
        <w:t>সদৃশ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নামকরণ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দলীল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অন্যদিকে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সম্ভাবনাও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আসলে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নিরঙ্কুশ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অবস্তুগত</w:t>
      </w:r>
      <w:r>
        <w:rPr>
          <w:cs/>
          <w:lang w:bidi="bn-IN"/>
        </w:rPr>
        <w:t xml:space="preserve"> (</w:t>
      </w:r>
      <w:r w:rsidRPr="00700727">
        <w:rPr>
          <w:rStyle w:val="libArChar"/>
          <w:rFonts w:hint="eastAsia"/>
          <w:rtl/>
        </w:rPr>
        <w:t>مجرد</w:t>
      </w:r>
      <w:r w:rsidRPr="00700727">
        <w:rPr>
          <w:rStyle w:val="libArChar"/>
          <w:rtl/>
        </w:rPr>
        <w:t xml:space="preserve"> </w:t>
      </w:r>
      <w:r w:rsidRPr="00700727">
        <w:rPr>
          <w:rStyle w:val="libArChar"/>
          <w:rFonts w:hint="eastAsia"/>
          <w:rtl/>
        </w:rPr>
        <w:t>محض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অস্তিত্ব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সূক্ষ্ম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সত্তা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হুবহু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বস্তুদেহের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অনুরূপ</w:t>
      </w:r>
      <w:r>
        <w:t xml:space="preserve">, </w:t>
      </w: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জড়বস্তু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প্রাণীর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গোটা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জড়দেহ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জুড়ে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কিরলিয়ান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ফটোগ্রাফিতে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সমস্ত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প্রাণীর</w:t>
      </w:r>
      <w:r>
        <w:t xml:space="preserve">, </w:t>
      </w:r>
      <w:r>
        <w:rPr>
          <w:rFonts w:hint="cs"/>
          <w:cs/>
          <w:lang w:bidi="bn-IN"/>
        </w:rPr>
        <w:t>এমনকি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উদ্ভিদেরও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পড়েছে</w:t>
      </w:r>
      <w:r>
        <w:t xml:space="preserve">; </w:t>
      </w:r>
      <w:r>
        <w:rPr>
          <w:rFonts w:hint="cs"/>
          <w:cs/>
          <w:lang w:bidi="bn-IN"/>
        </w:rPr>
        <w:t>এমনকি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অঙ্গ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প্রত্যঙ্গ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ফেলা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অঙ্গ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প্রত্যঙ্গ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যথাস্থানে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বহাল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বস্তুদেহ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নাফসকে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মিছালী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তবে</w:t>
      </w:r>
      <w:r>
        <w:t xml:space="preserve">, </w:t>
      </w:r>
      <w:r>
        <w:rPr>
          <w:rFonts w:hint="cs"/>
          <w:cs/>
          <w:lang w:bidi="bn-IN"/>
        </w:rPr>
        <w:t>যেহেতু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বয়সে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শারীরিক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কাঠামো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সহকারে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আকারেরই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বুঝা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মানুষ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t xml:space="preserve">, </w:t>
      </w:r>
      <w:r>
        <w:rPr>
          <w:rFonts w:hint="cs"/>
          <w:cs/>
          <w:lang w:bidi="bn-IN"/>
        </w:rPr>
        <w:t>সেহেতু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সম্ভাবনা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বেশী।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নইলে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ঘুমিয়ে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পড়লে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বয়সে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আকারের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মিছালী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করিয়ে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সুনির্দিষ্ট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মিছালী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ধারণাটি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বাত্বিল্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অনুরূপভাবে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রূহ্</w:t>
      </w:r>
      <w:r>
        <w:t xml:space="preserve">, </w:t>
      </w:r>
      <w:r>
        <w:rPr>
          <w:rFonts w:hint="cs"/>
          <w:cs/>
          <w:lang w:bidi="bn-IN"/>
        </w:rPr>
        <w:t>নাফ্স্</w:t>
      </w:r>
      <w:r>
        <w:t xml:space="preserve">, </w:t>
      </w:r>
      <w:r>
        <w:rPr>
          <w:rFonts w:hint="cs"/>
          <w:cs/>
          <w:lang w:bidi="bn-IN"/>
        </w:rPr>
        <w:t>প্রাণ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ইত্যাদি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জ্ঞান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বিজ্ঞানের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শাখার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নিজস্ব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বক্তব্য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রয়েছে।</w:t>
      </w:r>
    </w:p>
    <w:p w:rsidR="00700727" w:rsidRDefault="00700727" w:rsidP="00700727">
      <w:pPr>
        <w:pStyle w:val="libNormal"/>
      </w:pPr>
    </w:p>
    <w:p w:rsidR="00700727" w:rsidRDefault="00700727" w:rsidP="003D6637">
      <w:pPr>
        <w:pStyle w:val="Heading2"/>
      </w:pPr>
      <w:r>
        <w:rPr>
          <w:rFonts w:hint="cs"/>
          <w:cs/>
          <w:lang w:bidi="bn-IN"/>
        </w:rPr>
        <w:t>রূহ্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জিসমে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মিছালী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মানুষ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শুধু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বস্তুদেহের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বস্তুদেহ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ছাড়াও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অনস্বীকার্য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সত্য।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তথাপি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বস্তুবাদী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নাস্তিক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চিন্তাবিদরা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চিন্তা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চেতনা</w:t>
      </w:r>
      <w:r>
        <w:t xml:space="preserve">, </w:t>
      </w:r>
      <w:r>
        <w:rPr>
          <w:rFonts w:hint="cs"/>
          <w:cs/>
          <w:lang w:bidi="bn-IN"/>
        </w:rPr>
        <w:t>সুখ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দুঃখ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আবেগ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অনুভূতির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ন্যায়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বিষয়গুলো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শুধুই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ক্রিয়া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প্রতিক্রিয়ার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মস্তিষ্কের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নিউরনের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ক্রিয়া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প্রতিক্রিয়ার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ফলমাত্র</w:t>
      </w:r>
      <w:r>
        <w:t xml:space="preserve">; </w:t>
      </w:r>
      <w:r>
        <w:rPr>
          <w:rFonts w:hint="cs"/>
          <w:cs/>
          <w:lang w:bidi="bn-IN"/>
        </w:rPr>
        <w:t>মৃত্যুতে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মস্তিষ্কের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ক্রিয়া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বন্ধ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ঘটে।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lastRenderedPageBreak/>
        <w:t>বস্তুবাদীদের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বিস্তারিত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আলোচনা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অবকাশ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প্রয়োজন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দীর্ঘ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বিতর্কের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যার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উৎস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সংক্রান্ত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আলোচনা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সম্পৃক্ত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স্বতন্ত্রভাবে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আলোচনা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করেছি।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জবাবে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আপাততঃ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এতোটুকু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যথেষ্ট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এমনকি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উন্নততম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যন্ত্রের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কর্মতৎপরতাও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একমুখী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সৃজনশীলতাবিহীন।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উন্নততম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যন্ত্রের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সুপার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কম্পিউটার</w:t>
      </w:r>
      <w:r>
        <w:t xml:space="preserve">,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সুপার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কম্পিউটার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আঞ্জাম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প্রোগ্রাম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নির্বাচনক্ষমতার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পরিচয়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প্রদত্ত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কর্মসূচীরই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ফল।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প্রদত্ত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কর্মসূচীর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মৌলিক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স্বাধীন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কর্মসূচী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তৈরী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লাগাতে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, </w:t>
      </w: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কল্পনা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চমৎকার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উদাহরণ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t xml:space="preserve">,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সাধারণ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কম্পিউটারকেও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বহু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সংখ্যা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বিশিষ্ট</w:t>
      </w:r>
      <w:r>
        <w:t xml:space="preserve">, </w:t>
      </w:r>
      <w:r>
        <w:rPr>
          <w:rFonts w:hint="cs"/>
          <w:cs/>
          <w:lang w:bidi="bn-IN"/>
        </w:rPr>
        <w:t>ধরুন</w:t>
      </w:r>
      <w:r>
        <w:t xml:space="preserve">, </w:t>
      </w:r>
      <w:r>
        <w:rPr>
          <w:rFonts w:hint="cs"/>
          <w:cs/>
          <w:lang w:bidi="bn-IN"/>
        </w:rPr>
        <w:t>পঞ্চাশ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সংখ্যা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বিশিষ্ট</w:t>
      </w:r>
      <w:r>
        <w:t xml:space="preserve">, </w:t>
      </w:r>
      <w:r>
        <w:rPr>
          <w:rFonts w:hint="cs"/>
          <w:cs/>
          <w:lang w:bidi="bn-IN"/>
        </w:rPr>
        <w:t>জটিল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অঙ্ক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কষতে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কয়েক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সেকেন্ডের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জবাব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সক্ষম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উন্নততম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সুপার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কম্পিউটারকে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যার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মেমোরিতে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প্রচুর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ছোটগল্প</w:t>
      </w:r>
      <w:r>
        <w:t xml:space="preserve">, </w:t>
      </w:r>
      <w:r>
        <w:rPr>
          <w:rFonts w:hint="cs"/>
          <w:cs/>
          <w:lang w:bidi="bn-IN"/>
        </w:rPr>
        <w:t>উপন্যাস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কবিতা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সঞ্চিত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</w:t>
      </w:r>
      <w:r>
        <w:t xml:space="preserve">, </w:t>
      </w:r>
      <w:r>
        <w:rPr>
          <w:rFonts w:hint="cs"/>
          <w:cs/>
          <w:lang w:bidi="bn-IN"/>
        </w:rPr>
        <w:t>পাঁচ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পৃষ্ঠার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ছোটগল্প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পৃষ্ঠার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সংক্ষিপ্তসার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কিছুতেই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, </w:t>
      </w:r>
      <w:r>
        <w:rPr>
          <w:rFonts w:hint="cs"/>
          <w:cs/>
          <w:lang w:bidi="bn-IN"/>
        </w:rPr>
        <w:t>অথচ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বছরের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শিশু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পারবে।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তাকে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সুপার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কম্পিউটারকে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ছত্রের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কবিতা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রচনা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অক্ষমতা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করবে।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প্রাণীদেহে</w:t>
      </w:r>
      <w:r>
        <w:t xml:space="preserve">, </w:t>
      </w:r>
      <w:r>
        <w:rPr>
          <w:rFonts w:hint="cs"/>
          <w:cs/>
          <w:lang w:bidi="bn-IN"/>
        </w:rPr>
        <w:t>বিশেষতঃ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একাধিক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উর্ধ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সীমাবদ্ধতা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মুক্ত।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সুতরাং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উর্ধ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আলোচনা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করবো।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lastRenderedPageBreak/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মানুষ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প্রাণীদেহের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উর্ধ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সৃষ্টিপ্রকৃতির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বিধান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অনুযায়ী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গঠনের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পর্যায়ে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তৈরী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t xml:space="preserve">, </w:t>
      </w:r>
      <w:r>
        <w:rPr>
          <w:rFonts w:hint="cs"/>
          <w:cs/>
          <w:lang w:bidi="bn-IN"/>
        </w:rPr>
        <w:t>নাকি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সরাসরি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যোগ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স্বতন্ত্র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আলোচ্য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</w:t>
      </w:r>
      <w:r>
        <w:t xml:space="preserve">,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প্রাণীদেহে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স্বতন্ত্র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উর্ধ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বিতর্কের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অবকাশ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নেই।</w:t>
      </w:r>
      <w:r>
        <w:rPr>
          <w:cs/>
          <w:lang w:bidi="bn-IN"/>
        </w:rPr>
        <w:t xml:space="preserve"> [</w:t>
      </w: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সরাসরি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যোগ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ধারণা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সঠিকও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তথাপি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আদম</w:t>
      </w:r>
      <w:r>
        <w:rPr>
          <w:cs/>
          <w:lang w:bidi="bn-IN"/>
        </w:rPr>
        <w:t xml:space="preserve"> (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পৃথিবীতে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পাঠোনোর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আগেই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বংশধর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ধারণা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ঠিক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সংশ্লিষ্ট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আয়াতে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আ</w:t>
      </w:r>
      <w:r>
        <w:rPr>
          <w:rFonts w:hint="eastAsia"/>
        </w:rPr>
        <w:t>‘</w:t>
      </w:r>
      <w:r>
        <w:rPr>
          <w:rFonts w:hint="cs"/>
          <w:cs/>
          <w:lang w:bidi="bn-IN"/>
        </w:rPr>
        <w:t>রাফ্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১৭২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আদম</w:t>
      </w:r>
      <w:r>
        <w:rPr>
          <w:cs/>
          <w:lang w:bidi="bn-IN"/>
        </w:rPr>
        <w:t xml:space="preserve"> (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সন্তানদের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বংশধরদের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অঙ্গীকার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  <w:r>
        <w:rPr>
          <w:cs/>
          <w:lang w:bidi="bn-IN"/>
        </w:rPr>
        <w:t>]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হোক</w:t>
      </w:r>
      <w:r>
        <w:t xml:space="preserve">, </w:t>
      </w:r>
      <w:r>
        <w:rPr>
          <w:rFonts w:hint="cs"/>
          <w:cs/>
          <w:lang w:bidi="bn-IN"/>
        </w:rPr>
        <w:t>প্রশ্ন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t xml:space="preserve">, </w:t>
      </w:r>
      <w:r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উর্ধ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সেগুলোর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সংখ্যা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</w:t>
      </w:r>
      <w:r>
        <w:rPr>
          <w:rFonts w:hint="eastAsia"/>
        </w:rPr>
        <w:t>’</w:t>
      </w:r>
      <w:r>
        <w:rPr>
          <w:rFonts w:hint="cs"/>
          <w:cs/>
          <w:lang w:bidi="bn-IN"/>
        </w:rPr>
        <w:t>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কী</w:t>
      </w:r>
      <w:r>
        <w:t>?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সাধারণ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প্রচলিত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ধারণা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সহজবোধগম্য</w:t>
      </w:r>
      <w:r>
        <w:t xml:space="preserve">,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দার্শনিক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ইরফানী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পার্থক্য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সম্মত</w:t>
      </w:r>
      <w:r>
        <w:t xml:space="preserve">, </w:t>
      </w:r>
      <w:r>
        <w:rPr>
          <w:rFonts w:hint="cs"/>
          <w:cs/>
          <w:lang w:bidi="bn-IN"/>
        </w:rPr>
        <w:t>নাকি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তৃতীয়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পর্যালোচনা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প্রয়োজন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সাধারণ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প্রচলিত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ধারণা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উপরোক্ত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জবাব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মিলে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অন্যদিকে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দার্শনিক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আারেফগণের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মতামত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জটিল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তেমনি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বহুমুখী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মতপার্থক্য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যার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বিস্তারিত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উদ্ধৃতি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বিশেষজ্ঞগণের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সুনির্দিষ্ট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উপসংহারে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উপনীত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কঠিন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সংক্ষেপে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আলোচনা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প্রয়োজন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বুদ্ধিবৃত্তিকদের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অনুধাবন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সাধারণ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প্রচলিত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ধারণা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মানুষ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সমন্বয়ে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গঠিত।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সাধারণ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পাঠক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পাঠিকাদের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নিঃসন্দেহে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দর্শন</w:t>
      </w:r>
      <w:r>
        <w:t xml:space="preserve">,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ইরফান্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উলূমে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ইলাহীয়াত্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বিশেষজ্ঞ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নন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এই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হাক্বীক্বাত্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স্বরূপকে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সংজ্ঞায়িত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চলে</w:t>
      </w:r>
      <w:r>
        <w:rPr>
          <w:cs/>
          <w:lang w:bidi="bn-IN"/>
        </w:rPr>
        <w:t xml:space="preserve"> : </w:t>
      </w:r>
      <w:r w:rsidRPr="00700727">
        <w:rPr>
          <w:rStyle w:val="libEnChar"/>
        </w:rPr>
        <w:t>“</w:t>
      </w:r>
      <w:r>
        <w:rPr>
          <w:rFonts w:hint="cs"/>
          <w:cs/>
          <w:lang w:bidi="bn-IN"/>
        </w:rPr>
        <w:t>আত্মা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দেহজুড়ে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অবস্থানরত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ক্রমবর্ধমান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ক্রমহ্রাসমান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গুণাবলীর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দুর্বল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মাত্রার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সম্ভাবনাসম্পন্ন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উর্ধ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যৌগিক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সত্তা।</w:t>
      </w:r>
      <w:r>
        <w:rPr>
          <w:rFonts w:hint="eastAsia"/>
        </w:rPr>
        <w:t>”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যদিও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সংজ্ঞা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বিতর্কাতীত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বিতর্কাতীত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সংজ্ঞা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সহকারেই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মানুষ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সমন্বয়ে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</w:t>
      </w:r>
      <w:r>
        <w:rPr>
          <w:rFonts w:hint="eastAsia"/>
        </w:rPr>
        <w:t>’</w:t>
      </w:r>
      <w:r>
        <w:t xml:space="preserve"> -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সঠিক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আলোচনা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অবশ্য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ইরফান্</w:t>
      </w:r>
      <w:r>
        <w:t xml:space="preserve">, </w:t>
      </w:r>
      <w:r>
        <w:rPr>
          <w:rFonts w:hint="cs"/>
          <w:cs/>
          <w:lang w:bidi="bn-IN"/>
        </w:rPr>
        <w:t>দর্শন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হুবহু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একটিমাত্র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বস্তুদেহের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একটিমাত্র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উর্ধ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রেখেই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সংজ্ঞায়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“</w:t>
      </w:r>
      <w:r>
        <w:rPr>
          <w:rFonts w:hint="cs"/>
          <w:cs/>
          <w:lang w:bidi="bn-IN"/>
        </w:rPr>
        <w:t>রূহ্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পরিভাষা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ব্যবহার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“</w:t>
      </w:r>
      <w:r>
        <w:rPr>
          <w:rFonts w:hint="cs"/>
          <w:cs/>
          <w:lang w:bidi="bn-IN"/>
        </w:rPr>
        <w:t>আত্মা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পরিভাষা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ব্যবহার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এতে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যৌগিক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বিশেষণ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যোগ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করেছি।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অবশ্য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স্মরণ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প্রয়োজন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মতপার্থক্য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গুরুতর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একই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পরিভাষা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প্রেক্ষাপটে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শাস্ত্রে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তাৎপর্য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বুঝাতে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ব্যবহৃত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উদাহরণস্বরূপ</w:t>
      </w:r>
      <w:r>
        <w:t xml:space="preserve">, </w:t>
      </w:r>
      <w:r>
        <w:rPr>
          <w:rFonts w:hint="cs"/>
          <w:cs/>
          <w:lang w:bidi="bn-IN"/>
        </w:rPr>
        <w:t>সাধারণ্যে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প্রচলিত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পরিভাষায়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“</w:t>
      </w:r>
      <w:r>
        <w:rPr>
          <w:rFonts w:hint="cs"/>
          <w:cs/>
          <w:lang w:bidi="bn-IN"/>
        </w:rPr>
        <w:t>ছ্বালাত্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মানে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“</w:t>
      </w:r>
      <w:r>
        <w:rPr>
          <w:rFonts w:hint="cs"/>
          <w:cs/>
          <w:lang w:bidi="bn-IN"/>
        </w:rPr>
        <w:t>নামায</w:t>
      </w:r>
      <w:r w:rsidRPr="00700727">
        <w:rPr>
          <w:rStyle w:val="libEnChar"/>
        </w:rPr>
        <w:t>”</w:t>
      </w:r>
      <w:r>
        <w:t xml:space="preserve">,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পরিভাষায়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“</w:t>
      </w:r>
      <w:r>
        <w:rPr>
          <w:rFonts w:hint="cs"/>
          <w:cs/>
          <w:lang w:bidi="bn-IN"/>
        </w:rPr>
        <w:t>ছ্বালাত্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মানে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কখনো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“</w:t>
      </w:r>
      <w:r>
        <w:rPr>
          <w:rFonts w:hint="cs"/>
          <w:cs/>
          <w:lang w:bidi="bn-IN"/>
        </w:rPr>
        <w:t>দো</w:t>
      </w:r>
      <w:r>
        <w:rPr>
          <w:rFonts w:hint="eastAsia"/>
        </w:rPr>
        <w:t>‘</w:t>
      </w:r>
      <w:r>
        <w:rPr>
          <w:rFonts w:hint="cs"/>
          <w:cs/>
          <w:lang w:bidi="bn-IN"/>
        </w:rPr>
        <w:t>আ</w:t>
      </w:r>
      <w:r>
        <w:rPr>
          <w:cs/>
          <w:lang w:bidi="bn-IN"/>
        </w:rPr>
        <w:t xml:space="preserve">/ </w:t>
      </w:r>
      <w:r>
        <w:rPr>
          <w:rFonts w:hint="cs"/>
          <w:cs/>
          <w:lang w:bidi="bn-IN"/>
        </w:rPr>
        <w:t>দুরূদ্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কখনো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“</w:t>
      </w:r>
      <w:r>
        <w:rPr>
          <w:rFonts w:hint="cs"/>
          <w:cs/>
          <w:lang w:bidi="bn-IN"/>
        </w:rPr>
        <w:t>নামায</w:t>
      </w:r>
      <w:r>
        <w:rPr>
          <w:rFonts w:hint="eastAsia"/>
        </w:rPr>
        <w:t>”</w:t>
      </w:r>
      <w:r>
        <w:rPr>
          <w:rFonts w:hint="cs"/>
          <w:cs/>
          <w:lang w:bidi="bn-IN"/>
        </w:rPr>
        <w:t>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“</w:t>
      </w:r>
      <w:r>
        <w:rPr>
          <w:rFonts w:hint="cs"/>
          <w:cs/>
          <w:lang w:bidi="bn-IN"/>
        </w:rPr>
        <w:t>ছ্বালাত্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প্রেরণ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শব্দগত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অভিন্নতা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সত্ত্বেও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“</w:t>
      </w:r>
      <w:r>
        <w:rPr>
          <w:rFonts w:hint="cs"/>
          <w:cs/>
          <w:lang w:bidi="bn-IN"/>
        </w:rPr>
        <w:t>নামায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বুঝায়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, </w:t>
      </w:r>
      <w:r w:rsidRPr="00700727">
        <w:rPr>
          <w:rStyle w:val="libEnChar"/>
        </w:rPr>
        <w:t>“</w:t>
      </w:r>
      <w:r>
        <w:rPr>
          <w:rFonts w:hint="cs"/>
          <w:cs/>
          <w:lang w:bidi="bn-IN"/>
        </w:rPr>
        <w:t>দুরূদ্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বুঝায়।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অনুরূপভাবে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দর্শনে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“</w:t>
      </w:r>
      <w:r>
        <w:rPr>
          <w:rFonts w:hint="cs"/>
          <w:cs/>
          <w:lang w:bidi="bn-IN"/>
        </w:rPr>
        <w:t>ওজূদ্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বলতে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নির্বিশেষে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অস্তিত্ব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বুঝায়</w:t>
      </w:r>
      <w:r>
        <w:t xml:space="preserve">,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তাছ্বাওওফে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“</w:t>
      </w:r>
      <w:r>
        <w:rPr>
          <w:rFonts w:hint="cs"/>
          <w:cs/>
          <w:lang w:bidi="bn-IN"/>
        </w:rPr>
        <w:t>ওজূদ্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বলতে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বস্তুদেহ</w:t>
      </w:r>
      <w:r>
        <w:rPr>
          <w:rFonts w:hint="eastAsia"/>
        </w:rPr>
        <w:t>’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বুঝানো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একইভাবে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সাধারণ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মানুষ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সমন্বয়ে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</w:t>
      </w:r>
      <w:r>
        <w:t xml:space="preserve">, </w:t>
      </w: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তাতে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আত্মা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একক</w:t>
      </w:r>
      <w:r>
        <w:t xml:space="preserve">, </w:t>
      </w:r>
      <w:r>
        <w:rPr>
          <w:rFonts w:hint="cs"/>
          <w:cs/>
          <w:lang w:bidi="bn-IN"/>
        </w:rPr>
        <w:t>নাকি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যৌগিক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যৌগিক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যৌগিকতা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সত্তাগত</w:t>
      </w:r>
      <w:r>
        <w:t xml:space="preserve">, </w:t>
      </w:r>
      <w:r>
        <w:rPr>
          <w:rFonts w:hint="cs"/>
          <w:cs/>
          <w:lang w:bidi="bn-IN"/>
        </w:rPr>
        <w:t>নাকি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গুণগত</w:t>
      </w:r>
      <w:r>
        <w:t>,</w:t>
      </w:r>
      <w:r w:rsidRPr="00700727">
        <w:t xml:space="preserve"> </w:t>
      </w:r>
      <w:r>
        <w:rPr>
          <w:rFonts w:hint="cs"/>
          <w:cs/>
          <w:lang w:bidi="bn-IN"/>
        </w:rPr>
        <w:t>নাকি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মাত্রাগত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বিবেচ্য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বস্তুদেহ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ছাড়াও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বুঝানো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অতএব</w:t>
      </w:r>
      <w:r>
        <w:t xml:space="preserve">,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ভুল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বিশেষজ্ঞত্ব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পর্যায়ে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মানবদেহে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বিদ্যমান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উর্ধ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বিশ্লেষণ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বিশেষজ্ঞগণের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মানবদেহে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একাধিক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উর্ধ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সন্ধান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পান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যেগুলোর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একটিকে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“</w:t>
      </w:r>
      <w:r>
        <w:rPr>
          <w:rFonts w:hint="cs"/>
          <w:cs/>
          <w:lang w:bidi="bn-IN"/>
        </w:rPr>
        <w:t>রূহ্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অভিহিত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সাধারণ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মানুষ</w:t>
      </w:r>
      <w:r>
        <w:rPr>
          <w:cs/>
          <w:lang w:bidi="bn-IN"/>
        </w:rPr>
        <w:t xml:space="preserve"> </w:t>
      </w:r>
      <w:r>
        <w:rPr>
          <w:rFonts w:hint="eastAsia"/>
        </w:rPr>
        <w:t>“</w:t>
      </w:r>
      <w:r>
        <w:rPr>
          <w:rFonts w:hint="cs"/>
          <w:cs/>
          <w:lang w:bidi="bn-IN"/>
        </w:rPr>
        <w:t>রূহ্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bn-IN"/>
        </w:rPr>
        <w:t>আত্মা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বলতে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বুঝায়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“</w:t>
      </w:r>
      <w:r>
        <w:rPr>
          <w:rFonts w:hint="cs"/>
          <w:cs/>
          <w:lang w:bidi="bn-IN"/>
        </w:rPr>
        <w:t>রূহ্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পরিভাষাটি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স্বতন্ত্র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তাৎপর্য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বহন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সুতরাং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শরীর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রূহ্</w:t>
      </w:r>
      <w:r>
        <w:rPr>
          <w:cs/>
          <w:lang w:bidi="bn-IN"/>
        </w:rPr>
        <w:t>/</w:t>
      </w:r>
      <w:r>
        <w:rPr>
          <w:rFonts w:hint="cs"/>
          <w:cs/>
          <w:lang w:bidi="bn-IN"/>
        </w:rPr>
        <w:t>আত্মা</w:t>
      </w:r>
      <w:r>
        <w:rPr>
          <w:rFonts w:hint="eastAsia"/>
        </w:rPr>
        <w:t>’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বলছেন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মানবদেহে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“</w:t>
      </w:r>
      <w:r>
        <w:rPr>
          <w:rFonts w:hint="cs"/>
          <w:cs/>
          <w:lang w:bidi="bn-IN"/>
        </w:rPr>
        <w:t>নাফ্স্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অন্যান্য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অস্বীকার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মানব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অস্তিত্বের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গোটা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উর্ধ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দিককেই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থাকেন।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তথাপি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অধিকতর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বিস্তারিত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ধারণায়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উপনীত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হওয়ারও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প্রয়োজন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</w:t>
      </w:r>
      <w:r>
        <w:t xml:space="preserve">,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ক্ষেত্রবিশেষে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বিস্তারিত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ধারণা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বিভ্রান্তি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উদাহরণস্বরূপ</w:t>
      </w:r>
      <w:r>
        <w:t xml:space="preserve">, </w:t>
      </w:r>
      <w:r>
        <w:rPr>
          <w:rFonts w:hint="cs"/>
          <w:cs/>
          <w:lang w:bidi="bn-IN"/>
        </w:rPr>
        <w:t>যেহেতু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বলেছেন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আদম</w:t>
      </w:r>
      <w:r>
        <w:rPr>
          <w:cs/>
          <w:lang w:bidi="bn-IN"/>
        </w:rPr>
        <w:t xml:space="preserve"> (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ফুঁকে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দিয়েছেন</w:t>
      </w:r>
      <w:r>
        <w:t xml:space="preserve">,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নন</w:t>
      </w:r>
      <w:r>
        <w:t xml:space="preserve">, </w:t>
      </w:r>
      <w:r>
        <w:rPr>
          <w:rFonts w:hint="cs"/>
          <w:cs/>
          <w:lang w:bidi="bn-IN"/>
        </w:rPr>
        <w:t>সেহেতু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নিয়েছেন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স্বয়ং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আদম</w:t>
      </w:r>
      <w:r>
        <w:rPr>
          <w:cs/>
          <w:lang w:bidi="bn-IN"/>
        </w:rPr>
        <w:t xml:space="preserve"> (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অনুরূপভাবে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ঈসা</w:t>
      </w:r>
      <w:r>
        <w:rPr>
          <w:cs/>
          <w:lang w:bidi="bn-IN"/>
        </w:rPr>
        <w:t xml:space="preserve"> (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সম্বন্ধে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বলেছেন</w:t>
      </w:r>
      <w:r>
        <w:rPr>
          <w:cs/>
          <w:lang w:bidi="bn-IN"/>
        </w:rPr>
        <w:t xml:space="preserve"> : </w:t>
      </w:r>
      <w:r w:rsidRPr="00700727">
        <w:rPr>
          <w:rStyle w:val="libArChar"/>
          <w:rFonts w:hint="eastAsia"/>
          <w:rtl/>
        </w:rPr>
        <w:t>روح</w:t>
      </w:r>
      <w:r w:rsidRPr="00700727">
        <w:rPr>
          <w:rStyle w:val="libArChar"/>
          <w:rtl/>
        </w:rPr>
        <w:t xml:space="preserve"> </w:t>
      </w:r>
      <w:r w:rsidRPr="00700727">
        <w:rPr>
          <w:rStyle w:val="libArChar"/>
          <w:rFonts w:hint="eastAsia"/>
          <w:rtl/>
        </w:rPr>
        <w:t>منه</w:t>
      </w:r>
      <w:r>
        <w:rPr>
          <w:cs/>
          <w:lang w:bidi="bn-IN"/>
        </w:rPr>
        <w:t xml:space="preserve"> - </w:t>
      </w:r>
      <w:r w:rsidRPr="00700727">
        <w:rPr>
          <w:rStyle w:val="libEnChar"/>
        </w:rPr>
        <w:t>“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রূহ্</w:t>
      </w:r>
      <w:r>
        <w:rPr>
          <w:rFonts w:hint="eastAsia"/>
        </w:rPr>
        <w:t>”</w:t>
      </w:r>
      <w:r>
        <w:t xml:space="preserve"> -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খৃস্টানরা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কোরআনের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অনুযায়ী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ঈসা</w:t>
      </w:r>
      <w:r>
        <w:rPr>
          <w:cs/>
          <w:lang w:bidi="bn-IN"/>
        </w:rPr>
        <w:t xml:space="preserve"> (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</w:t>
      </w:r>
      <w:r>
        <w:rPr>
          <w:rFonts w:hint="cs"/>
          <w:cs/>
          <w:lang w:bidi="bn-IN"/>
        </w:rPr>
        <w:t>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খোদা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না</w:t>
      </w:r>
      <w:r>
        <w:rPr>
          <w:rFonts w:hint="eastAsia"/>
        </w:rPr>
        <w:t>‘</w:t>
      </w:r>
      <w:r>
        <w:rPr>
          <w:rFonts w:hint="cs"/>
          <w:cs/>
          <w:lang w:bidi="bn-IN"/>
        </w:rPr>
        <w:t>উযূ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বিল্লাহ্</w:t>
      </w:r>
      <w:r>
        <w:rPr>
          <w:cs/>
          <w:lang w:bidi="bn-IN"/>
        </w:rPr>
        <w:t>)</w:t>
      </w:r>
      <w:r>
        <w:rPr>
          <w:rFonts w:hint="cs"/>
          <w:cs/>
          <w:lang w:bidi="bn-IN"/>
        </w:rPr>
        <w:t>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“</w:t>
      </w:r>
      <w:r>
        <w:rPr>
          <w:rFonts w:hint="cs"/>
          <w:cs/>
          <w:lang w:bidi="bn-IN"/>
        </w:rPr>
        <w:t>রূহ্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কথাটি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ব্যবহৃত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আদৌ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ধারণা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বিভ্রান্তিকর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ধারণার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যেখানে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“</w:t>
      </w:r>
      <w:r>
        <w:rPr>
          <w:rFonts w:hint="cs"/>
          <w:cs/>
          <w:lang w:bidi="bn-IN"/>
        </w:rPr>
        <w:t>রূহ্</w:t>
      </w:r>
      <w:r>
        <w:rPr>
          <w:rFonts w:hint="eastAsia"/>
        </w:rPr>
        <w:t>”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আদেশ</w:t>
      </w:r>
      <w:r>
        <w:rPr>
          <w:cs/>
          <w:lang w:bidi="bn-IN"/>
        </w:rPr>
        <w:t xml:space="preserve"> (</w:t>
      </w:r>
      <w:r w:rsidRPr="00700727">
        <w:rPr>
          <w:rStyle w:val="libArChar"/>
          <w:rFonts w:hint="eastAsia"/>
          <w:rtl/>
        </w:rPr>
        <w:t>امر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সামান্য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চিন্তা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করলেই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সুস্পষ্ট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 w:rsidRPr="00700727">
        <w:rPr>
          <w:rStyle w:val="libEnChar"/>
        </w:rPr>
        <w:t>“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রূহ্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মানে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স্বয়ং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নন।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হোক</w:t>
      </w:r>
      <w:r>
        <w:t xml:space="preserve">, </w:t>
      </w:r>
      <w:r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সংখ্যা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পুরোপুরি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নিশ্চিত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বিতর্কাতীত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উপসংহারে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উপনীত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আপাততঃ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, </w:t>
      </w: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অস্বচ্ছতা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অস্পষ্টতা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বহুলাংশে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দূর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সন্দেহ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ধারণা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ধারণার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সাংঘর্ষিক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ধারণা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পোষণ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চেষ্টা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পারবো।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lastRenderedPageBreak/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একাধিক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সেগুলো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কী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দর্শন</w:t>
      </w:r>
      <w:r>
        <w:t xml:space="preserve">,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ইরফান্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ধর্মতত্ত্বের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নিম্নলিখিত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কয়েকটি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সমন্বিত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সংক্ষিপ্ত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:</w:t>
      </w:r>
    </w:p>
    <w:p w:rsidR="00700727" w:rsidRDefault="00700727" w:rsidP="00700727">
      <w:pPr>
        <w:pStyle w:val="libNormal"/>
      </w:pPr>
      <w:r>
        <w:t>(</w:t>
      </w:r>
      <w:r>
        <w:rPr>
          <w:rFonts w:hint="cs"/>
          <w:cs/>
          <w:lang w:bidi="bn-IN"/>
        </w:rPr>
        <w:t>১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একটিমাত্র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সত্তা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রূহ্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একক</w:t>
      </w:r>
      <w:r>
        <w:t xml:space="preserve">, </w:t>
      </w:r>
      <w:r>
        <w:rPr>
          <w:rFonts w:hint="cs"/>
          <w:cs/>
          <w:lang w:bidi="bn-IN"/>
        </w:rPr>
        <w:t>নাকি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যৌগিক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যৌগিক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যৌগিকতা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সত্তাগত</w:t>
      </w:r>
      <w:r>
        <w:t xml:space="preserve">, </w:t>
      </w:r>
      <w:r>
        <w:rPr>
          <w:rFonts w:hint="cs"/>
          <w:cs/>
          <w:lang w:bidi="bn-IN"/>
        </w:rPr>
        <w:t>নাকি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গুণগত</w:t>
      </w:r>
      <w:r>
        <w:t xml:space="preserve">, </w:t>
      </w:r>
      <w:r>
        <w:rPr>
          <w:rFonts w:hint="cs"/>
          <w:cs/>
          <w:lang w:bidi="bn-IN"/>
        </w:rPr>
        <w:t>নাকি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মাত্রাগত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বিবেচ্য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</w:p>
    <w:p w:rsidR="00700727" w:rsidRDefault="00700727" w:rsidP="00700727">
      <w:pPr>
        <w:pStyle w:val="libNormal"/>
      </w:pPr>
      <w:r>
        <w:t>(</w:t>
      </w:r>
      <w:r>
        <w:rPr>
          <w:rFonts w:hint="cs"/>
          <w:cs/>
          <w:lang w:bidi="bn-IN"/>
        </w:rPr>
        <w:t>২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দু</w:t>
      </w:r>
      <w:r w:rsidRPr="009E173E">
        <w:rPr>
          <w:rStyle w:val="libEnChar"/>
        </w:rPr>
        <w:t>’</w:t>
      </w:r>
      <w:r>
        <w:rPr>
          <w:rFonts w:hint="cs"/>
          <w:cs/>
          <w:lang w:bidi="bn-IN"/>
        </w:rPr>
        <w:t>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সত্তা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প্রাণ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আত্মা।</w:t>
      </w:r>
    </w:p>
    <w:p w:rsidR="00700727" w:rsidRDefault="00700727" w:rsidP="00700727">
      <w:pPr>
        <w:pStyle w:val="libNormal"/>
      </w:pPr>
      <w:r>
        <w:t>(</w:t>
      </w:r>
      <w:r>
        <w:rPr>
          <w:rFonts w:hint="cs"/>
          <w:cs/>
          <w:lang w:bidi="bn-IN"/>
        </w:rPr>
        <w:t>৩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দু</w:t>
      </w:r>
      <w:r w:rsidRPr="009E173E">
        <w:rPr>
          <w:rStyle w:val="libEnChar"/>
        </w:rPr>
        <w:t>’</w:t>
      </w:r>
      <w:r>
        <w:rPr>
          <w:rFonts w:hint="cs"/>
          <w:cs/>
          <w:lang w:bidi="bn-IN"/>
        </w:rPr>
        <w:t>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সত্তা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জীবাত্মা</w:t>
      </w:r>
      <w:r>
        <w:rPr>
          <w:cs/>
          <w:lang w:bidi="bn-IN"/>
        </w:rPr>
        <w:t xml:space="preserve"> (</w:t>
      </w:r>
      <w:r w:rsidRPr="00700727">
        <w:rPr>
          <w:rStyle w:val="libArChar"/>
          <w:rFonts w:hint="eastAsia"/>
          <w:rtl/>
        </w:rPr>
        <w:t>روح</w:t>
      </w:r>
      <w:r w:rsidRPr="00700727">
        <w:rPr>
          <w:rStyle w:val="libArChar"/>
          <w:rtl/>
        </w:rPr>
        <w:t xml:space="preserve"> </w:t>
      </w:r>
      <w:r w:rsidRPr="00700727">
        <w:rPr>
          <w:rStyle w:val="libArChar"/>
          <w:rFonts w:hint="eastAsia"/>
          <w:rtl/>
        </w:rPr>
        <w:t>حيوان</w:t>
      </w:r>
      <w:r w:rsidRPr="00700727">
        <w:rPr>
          <w:rStyle w:val="libArChar"/>
          <w:rFonts w:hint="cs"/>
          <w:rtl/>
        </w:rPr>
        <w:t>ی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মানবাত্মা</w:t>
      </w:r>
      <w:r>
        <w:rPr>
          <w:cs/>
          <w:lang w:bidi="bn-IN"/>
        </w:rPr>
        <w:t xml:space="preserve"> (</w:t>
      </w:r>
      <w:r w:rsidRPr="00700727">
        <w:rPr>
          <w:rStyle w:val="libArChar"/>
          <w:rFonts w:hint="eastAsia"/>
          <w:rtl/>
        </w:rPr>
        <w:t>روح</w:t>
      </w:r>
      <w:r w:rsidRPr="00700727">
        <w:rPr>
          <w:rStyle w:val="libArChar"/>
          <w:rtl/>
        </w:rPr>
        <w:t xml:space="preserve"> </w:t>
      </w:r>
      <w:r w:rsidRPr="00700727">
        <w:rPr>
          <w:rStyle w:val="libArChar"/>
          <w:rFonts w:hint="eastAsia"/>
          <w:rtl/>
        </w:rPr>
        <w:t>انسان</w:t>
      </w:r>
      <w:r w:rsidRPr="00700727">
        <w:rPr>
          <w:rStyle w:val="libArChar"/>
          <w:rFonts w:hint="cs"/>
          <w:rtl/>
        </w:rPr>
        <w:t>ی</w:t>
      </w:r>
      <w:r>
        <w:rPr>
          <w:cs/>
          <w:lang w:bidi="bn-IN"/>
        </w:rPr>
        <w:t>)</w:t>
      </w:r>
      <w:r>
        <w:rPr>
          <w:rFonts w:hint="cs"/>
          <w:cs/>
          <w:lang w:bidi="hi-IN"/>
        </w:rPr>
        <w:t>।</w:t>
      </w:r>
    </w:p>
    <w:p w:rsidR="00700727" w:rsidRDefault="00700727" w:rsidP="00700727">
      <w:pPr>
        <w:pStyle w:val="libNormal"/>
      </w:pPr>
      <w:r>
        <w:t>(</w:t>
      </w:r>
      <w:r>
        <w:rPr>
          <w:rFonts w:hint="cs"/>
          <w:cs/>
          <w:lang w:bidi="bn-IN"/>
        </w:rPr>
        <w:t>৪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দু</w:t>
      </w:r>
      <w:r w:rsidRPr="009E173E">
        <w:rPr>
          <w:rStyle w:val="libEnChar"/>
        </w:rPr>
        <w:t>’</w:t>
      </w:r>
      <w:r>
        <w:rPr>
          <w:rFonts w:hint="cs"/>
          <w:cs/>
          <w:lang w:bidi="bn-IN"/>
        </w:rPr>
        <w:t>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সত্তা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রূহ্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নাফ্স্।</w:t>
      </w:r>
    </w:p>
    <w:p w:rsidR="00700727" w:rsidRDefault="00700727" w:rsidP="00700727">
      <w:pPr>
        <w:pStyle w:val="libNormal"/>
      </w:pPr>
      <w:r>
        <w:t>(</w:t>
      </w:r>
      <w:r>
        <w:rPr>
          <w:rFonts w:hint="cs"/>
          <w:cs/>
          <w:lang w:bidi="bn-IN"/>
        </w:rPr>
        <w:t>৫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তিনটি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সত্তা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জীবসত্তা</w:t>
      </w:r>
      <w:r>
        <w:t xml:space="preserve">, </w:t>
      </w:r>
      <w:r>
        <w:rPr>
          <w:rFonts w:hint="cs"/>
          <w:cs/>
          <w:lang w:bidi="bn-IN"/>
        </w:rPr>
        <w:t>প্রাণ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আত্মা।</w:t>
      </w:r>
    </w:p>
    <w:p w:rsidR="00700727" w:rsidRDefault="00700727" w:rsidP="00700727">
      <w:pPr>
        <w:pStyle w:val="libNormal"/>
      </w:pPr>
      <w:r>
        <w:t>(</w:t>
      </w:r>
      <w:r>
        <w:rPr>
          <w:rFonts w:hint="cs"/>
          <w:cs/>
          <w:lang w:bidi="bn-IN"/>
        </w:rPr>
        <w:t>৬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তিনটি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সত্তা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প্রাণ</w:t>
      </w:r>
      <w:r>
        <w:t xml:space="preserve">,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রূহ্।</w:t>
      </w:r>
    </w:p>
    <w:p w:rsidR="00700727" w:rsidRDefault="00700727" w:rsidP="00700727">
      <w:pPr>
        <w:pStyle w:val="libNormal"/>
      </w:pPr>
      <w:r>
        <w:t>(</w:t>
      </w:r>
      <w:r>
        <w:rPr>
          <w:rFonts w:hint="cs"/>
          <w:cs/>
          <w:lang w:bidi="bn-IN"/>
        </w:rPr>
        <w:t>৭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চারটি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সত্তা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জীবসত্তা</w:t>
      </w:r>
      <w:r>
        <w:t xml:space="preserve">, </w:t>
      </w:r>
      <w:r>
        <w:rPr>
          <w:rFonts w:hint="cs"/>
          <w:cs/>
          <w:lang w:bidi="bn-IN"/>
        </w:rPr>
        <w:t>প্রাণ</w:t>
      </w:r>
      <w:r>
        <w:t xml:space="preserve">, </w:t>
      </w:r>
      <w:r>
        <w:rPr>
          <w:rFonts w:hint="cs"/>
          <w:cs/>
          <w:lang w:bidi="bn-IN"/>
        </w:rPr>
        <w:t>রূহ্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নাফ্স্।</w:t>
      </w:r>
    </w:p>
    <w:p w:rsidR="00700727" w:rsidRDefault="00700727" w:rsidP="00700727">
      <w:pPr>
        <w:pStyle w:val="libNormal"/>
      </w:pPr>
      <w:r>
        <w:t>(</w:t>
      </w:r>
      <w:r>
        <w:rPr>
          <w:rFonts w:hint="cs"/>
          <w:cs/>
          <w:lang w:bidi="bn-IN"/>
        </w:rPr>
        <w:t>৮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প্রাণ</w:t>
      </w:r>
      <w:r>
        <w:t xml:space="preserve">, </w:t>
      </w:r>
      <w:r>
        <w:rPr>
          <w:rFonts w:hint="cs"/>
          <w:cs/>
          <w:lang w:bidi="bn-IN"/>
        </w:rPr>
        <w:t>রূহ্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ছাড়াও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মৃত্যুর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নাফসকে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সহকারে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প্রাণী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একটিমাত্র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গুণ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বৈশিষ্ট্যের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পার্থক্যের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ভিত্তিতে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পর্যায়ের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স্তরের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বলেন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যার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সর্বনিম্ন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স্তরে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সজীব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উদ্ভিদ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সর্বোচ্চ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স্তরে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এতদুভয়ের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মাঝখানে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স্তরে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রোগজীবাণু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শুরু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কীট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পতঙ্গ</w:t>
      </w:r>
      <w:r>
        <w:t xml:space="preserve">, </w:t>
      </w:r>
      <w:r>
        <w:rPr>
          <w:rFonts w:hint="cs"/>
          <w:cs/>
          <w:lang w:bidi="bn-IN"/>
        </w:rPr>
        <w:t>পশু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পাখী</w:t>
      </w:r>
      <w:r>
        <w:t xml:space="preserve">, </w:t>
      </w:r>
      <w:r>
        <w:rPr>
          <w:rFonts w:hint="cs"/>
          <w:cs/>
          <w:lang w:bidi="bn-IN"/>
        </w:rPr>
        <w:t>জলচর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প্রাণী</w:t>
      </w:r>
      <w:r>
        <w:t xml:space="preserve">, </w:t>
      </w:r>
      <w:r>
        <w:rPr>
          <w:rFonts w:hint="cs"/>
          <w:cs/>
          <w:lang w:bidi="bn-IN"/>
        </w:rPr>
        <w:t>সরীসৃপ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ইত্যাদি।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এগুলোর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স্তরগত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উচ্চতর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নিম্নতর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তেমনি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</w:t>
      </w:r>
      <w:r w:rsidRPr="009E173E">
        <w:rPr>
          <w:rStyle w:val="libEnChar"/>
        </w:rPr>
        <w:t>’</w:t>
      </w:r>
      <w:r>
        <w:rPr>
          <w:rFonts w:hint="cs"/>
          <w:cs/>
          <w:lang w:bidi="bn-IN"/>
        </w:rPr>
        <w:t>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স্বতন্ত্র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প্রবক্তা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এতদুভয়ের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স্তরের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প্রবক্তা।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আবার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t xml:space="preserve">, </w:t>
      </w:r>
      <w:r>
        <w:rPr>
          <w:rFonts w:hint="cs"/>
          <w:cs/>
          <w:lang w:bidi="bn-IN"/>
        </w:rPr>
        <w:t>আসলে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প্রাণীকুলের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স্বতন্ত্র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উর্ধ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সমগ্র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সৃষ্টিলোকে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একটিমাত্র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একটিমাত্র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অন্যান্য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প্রাণীতে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প্রতিবিম্বিত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t xml:space="preserve">;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প্রতিবিম্ব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গেলেই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প্রাণীর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lastRenderedPageBreak/>
        <w:t>অনেকে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t xml:space="preserve">, </w:t>
      </w:r>
      <w:r>
        <w:rPr>
          <w:rFonts w:hint="cs"/>
          <w:cs/>
          <w:lang w:bidi="bn-IN"/>
        </w:rPr>
        <w:t>মানুষ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অন্যান্য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প্রাণীর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রূহানী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আছে</w:t>
      </w:r>
      <w:r>
        <w:t xml:space="preserve">, </w:t>
      </w: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নির্গুণ।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উর্ধলোকে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রূহানী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আছে</w:t>
      </w:r>
      <w:r>
        <w:t xml:space="preserve">; </w:t>
      </w:r>
      <w:r>
        <w:rPr>
          <w:rFonts w:hint="cs"/>
          <w:cs/>
          <w:lang w:bidi="bn-IN"/>
        </w:rPr>
        <w:t>মানুষ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প্রাণীকুলের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ভালো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মন্দ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গুণাবলী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রূহানী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সত্তাসমূহের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প্রভাবেরই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ফল।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মুসলমানদের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ব্যাপকভাবে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প্রচলিত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ধারণা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প্রতিটি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প্রাণীর</w:t>
      </w:r>
      <w:r>
        <w:t xml:space="preserve">, </w:t>
      </w:r>
      <w:r>
        <w:rPr>
          <w:rFonts w:hint="cs"/>
          <w:cs/>
          <w:lang w:bidi="bn-IN"/>
        </w:rPr>
        <w:t>বিশেষতঃ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স্বতন্ত্র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পূর্ব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গঠনের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পর্যায়ে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প্রাকৃতিক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বিধানের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আওতায়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গঠনের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পর্যায়ে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ক্রিয়া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প্রতিক্রিয়া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ক্রমবিকশিত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উদ্ভবের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t xml:space="preserve">, </w:t>
      </w: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বস্তুদেহ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উদ্ভূত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অবস্তুগত</w:t>
      </w:r>
      <w:r>
        <w:t xml:space="preserve">, </w:t>
      </w:r>
      <w:r>
        <w:rPr>
          <w:rFonts w:hint="cs"/>
          <w:cs/>
          <w:lang w:bidi="bn-IN"/>
        </w:rPr>
        <w:t>ঠিক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শক্তি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যেমন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বিদ্যুত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বস্তু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স্বতন্ত্র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সূক্ষ্ম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দার্শনিক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সূক্ষ্ম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বলেছেন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অবস্তুগত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মতপার্থক্য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সূক্ষ্ম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বস্তুদেহের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ভিতরেই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t xml:space="preserve">, </w:t>
      </w:r>
      <w:r>
        <w:rPr>
          <w:rFonts w:hint="cs"/>
          <w:cs/>
          <w:lang w:bidi="bn-IN"/>
        </w:rPr>
        <w:t>নাকি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সূক্ষ্ম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নাফসকে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করিয়ে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সূক্ষ্ম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সংশ্লিষ্ট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অধিবাসীদেরকে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সুনির্দিষ্টভাবে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চেনা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যেমন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তেমনি</w:t>
      </w:r>
      <w:r>
        <w:t xml:space="preserve">,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, </w:t>
      </w:r>
      <w:r>
        <w:rPr>
          <w:rFonts w:hint="cs"/>
          <w:cs/>
          <w:lang w:bidi="bn-IN"/>
        </w:rPr>
        <w:t>ঠিক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আয়নায়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প্রতিফলিত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প্রতিবিম্বের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মতো।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স্বপ্নের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উদাহরণ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দিয়েছেন</w:t>
      </w:r>
      <w:r>
        <w:t xml:space="preserve">; </w:t>
      </w:r>
      <w:r>
        <w:rPr>
          <w:rFonts w:hint="cs"/>
          <w:cs/>
          <w:lang w:bidi="bn-IN"/>
        </w:rPr>
        <w:t>ঘুমের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,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স্বপ্নে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জাগ্রত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ঘুমের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সূক্ষ্ম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সহকারে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বস্তুদেহ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বেরিয়ে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</w:t>
      </w:r>
      <w:r>
        <w:t xml:space="preserve">, </w:t>
      </w:r>
      <w:r>
        <w:rPr>
          <w:rFonts w:hint="cs"/>
          <w:cs/>
          <w:lang w:bidi="bn-IN"/>
        </w:rPr>
        <w:t>মতান্তরে</w:t>
      </w:r>
      <w:r>
        <w:t xml:space="preserve">, </w:t>
      </w:r>
      <w:r>
        <w:rPr>
          <w:rFonts w:hint="cs"/>
          <w:cs/>
          <w:lang w:bidi="bn-IN"/>
        </w:rPr>
        <w:t>বস্তুদেহ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বেরিয়ে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সূক্ষ্ম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সূক্ষ্ম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দেহকে</w:t>
      </w:r>
      <w:r>
        <w:rPr>
          <w:cs/>
          <w:lang w:bidi="bn-IN"/>
        </w:rPr>
        <w:t xml:space="preserve"> </w:t>
      </w:r>
      <w:r w:rsidRPr="00700727">
        <w:rPr>
          <w:rStyle w:val="libArChar"/>
          <w:rFonts w:hint="eastAsia"/>
          <w:rtl/>
        </w:rPr>
        <w:t>جسم</w:t>
      </w:r>
      <w:r w:rsidRPr="00700727">
        <w:rPr>
          <w:rStyle w:val="libArChar"/>
          <w:rtl/>
        </w:rPr>
        <w:t xml:space="preserve"> </w:t>
      </w:r>
      <w:r w:rsidRPr="00700727">
        <w:rPr>
          <w:rStyle w:val="libArChar"/>
          <w:rFonts w:hint="eastAsia"/>
          <w:rtl/>
        </w:rPr>
        <w:t>مثال</w:t>
      </w:r>
      <w:r w:rsidRPr="00700727">
        <w:rPr>
          <w:rStyle w:val="libArChar"/>
          <w:rFonts w:hint="cs"/>
          <w:rtl/>
        </w:rPr>
        <w:t>ی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জিসমে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মিছালী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সদৃশ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অভিহিত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lastRenderedPageBreak/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সদৃশ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সূক্ষ্ম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বস্তুদেহে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স্বতন্ত্র</w:t>
      </w:r>
      <w:r>
        <w:t xml:space="preserve">,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মতে</w:t>
      </w:r>
      <w:r>
        <w:t xml:space="preserve">, </w:t>
      </w:r>
      <w:r>
        <w:rPr>
          <w:rFonts w:hint="cs"/>
          <w:cs/>
          <w:lang w:bidi="bn-IN"/>
        </w:rPr>
        <w:t>মৃত্যুর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নাফসকে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বস্তুদেহ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করিয়ে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পুনরুত্থানের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নবসৃষ্ট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বস্তুদেহে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বয়সে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স্বপ্ন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সাধারণতঃ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বয়সেরই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বুঝা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সদৃশ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শরীরেরও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বয়স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বৃদ্ধি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সূক্ষ্ম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(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আনা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সদৃশ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বস্তুদেহে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তদ্সহই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আরো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শেষোক্ত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সঠিক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t xml:space="preserve">, </w:t>
      </w:r>
      <w:r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সদৃশ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নাফসকে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পুনরুত্থানের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পুনরায়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নবসৃষ্ট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বস্তুদেহে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t xml:space="preserve">, </w:t>
      </w:r>
      <w:r>
        <w:rPr>
          <w:rFonts w:hint="cs"/>
          <w:cs/>
          <w:lang w:bidi="bn-IN"/>
        </w:rPr>
        <w:t>তাহলে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অতঃপর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সদৃশ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লাগবে</w:t>
      </w:r>
      <w:r>
        <w:t xml:space="preserve">?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পুনরুত্থানের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থাকবে</w:t>
      </w:r>
      <w:r>
        <w:t xml:space="preserve">,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স্বপ্ন।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সুতরাং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সদৃশ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প্রয়োজনই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এমতাবস্থায়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লাগবে</w:t>
      </w:r>
      <w:r>
        <w:t>?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সমাধান।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t xml:space="preserve">, </w:t>
      </w:r>
      <w:r>
        <w:rPr>
          <w:rFonts w:hint="cs"/>
          <w:cs/>
          <w:lang w:bidi="bn-IN"/>
        </w:rPr>
        <w:t>সদৃশ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সদৃশ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সহকারেই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বস্তুদেহে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t xml:space="preserve">, </w:t>
      </w:r>
      <w:r>
        <w:rPr>
          <w:rFonts w:hint="cs"/>
          <w:cs/>
          <w:lang w:bidi="bn-IN"/>
        </w:rPr>
        <w:t>ঘুমের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মৃত্যুকালে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তদ্সহই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পুনরুত্থানের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তদ্সহই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নবসৃষ্ট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বস্তুদেহে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এরপরও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</w:t>
      </w:r>
      <w:r>
        <w:t xml:space="preserve">,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এই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সদৃশ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স্বতন্ত্র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</w:t>
      </w:r>
      <w:r>
        <w:t xml:space="preserve">, </w:t>
      </w:r>
      <w:r>
        <w:rPr>
          <w:rFonts w:hint="cs"/>
          <w:cs/>
          <w:lang w:bidi="bn-IN"/>
        </w:rPr>
        <w:t>নাকি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</w:t>
      </w:r>
      <w:r>
        <w:t xml:space="preserve">? </w:t>
      </w: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t xml:space="preserve">,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জিসমে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মিছালী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t xml:space="preserve">, </w:t>
      </w:r>
      <w:r>
        <w:rPr>
          <w:rFonts w:hint="cs"/>
          <w:cs/>
          <w:lang w:bidi="bn-IN"/>
        </w:rPr>
        <w:t>এই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সদৃশ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নাফ্স্।</w:t>
      </w:r>
    </w:p>
    <w:p w:rsidR="00700727" w:rsidRDefault="00700727" w:rsidP="00700727">
      <w:pPr>
        <w:pStyle w:val="libNormal"/>
      </w:pPr>
    </w:p>
    <w:p w:rsidR="00700727" w:rsidRDefault="00700727" w:rsidP="003D6637">
      <w:pPr>
        <w:pStyle w:val="Heading2"/>
      </w:pPr>
      <w:r>
        <w:rPr>
          <w:rFonts w:hint="cs"/>
          <w:cs/>
          <w:lang w:bidi="bn-IN"/>
        </w:rPr>
        <w:lastRenderedPageBreak/>
        <w:t>কিরলিয়ান্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ফটোগ্রাফির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সূক্ষ্ম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বিজ্ঞানের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দ্বারাও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স্বীকৃত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কিরলিয়ান্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ফটোগ্রাফি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শুধু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প্রতিটি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সজীব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অস্তিত্বেরই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পড়েছে।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সদৃশ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</w:t>
      </w:r>
      <w:r>
        <w:t xml:space="preserve">? </w:t>
      </w:r>
      <w:r>
        <w:rPr>
          <w:rFonts w:hint="cs"/>
          <w:cs/>
          <w:lang w:bidi="bn-IN"/>
        </w:rPr>
        <w:t>অথবা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</w:t>
      </w:r>
      <w:r>
        <w:t>?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কৃষ্ণসাগরের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তীরবর্তী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ক্রাসনোদার্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শহরের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তুখোর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বিদ্যুতবিজ্ঞানী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সেমিওন্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দাভিদোভিচ্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কিরলিয়ান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১৯৩৯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যন্ত্রের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সাহায্যে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আবিষ্কার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প্রতিটি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অঙ্গপ্রত্যঙ্গ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অংশ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আলোকরশ্মি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মিসেস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কিরলিয়ান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ছবি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তুলতে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সক্ষম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এই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অসুস্থতা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পূর্বাভাস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t xml:space="preserve">, </w:t>
      </w:r>
      <w:r>
        <w:rPr>
          <w:rFonts w:hint="cs"/>
          <w:cs/>
          <w:lang w:bidi="bn-IN"/>
        </w:rPr>
        <w:t>চিকিৎসাবিজ্ঞানে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পড়লেও</w:t>
      </w:r>
      <w:r>
        <w:t xml:space="preserve">, </w:t>
      </w:r>
      <w:r>
        <w:rPr>
          <w:rFonts w:hint="cs"/>
          <w:cs/>
          <w:lang w:bidi="bn-IN"/>
        </w:rPr>
        <w:t>যার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রোগের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উপাদান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শীঘ্রই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রোগাক্রান্ত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মৃত্যুবরণ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বহির্গত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ম্লান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কিরলিয়ান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দম্পতি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ছাড়াও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মার্কিন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মহিলা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সাইকিক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এলিন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গ্যারেটও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মানুষসহ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প্রাণীর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চারদিকে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কুয়াশাচ্ছন্ন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আভা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লক্ষ্য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আগে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খৃস্টীয়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১৯০০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অব্দের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প্রথম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লন্ডনের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সেন্ট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টমাস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হাসপাতালের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ড</w:t>
      </w:r>
      <w:r>
        <w:rPr>
          <w:cs/>
          <w:lang w:bidi="bn-IN"/>
        </w:rPr>
        <w:t xml:space="preserve">. </w:t>
      </w:r>
      <w:r>
        <w:rPr>
          <w:rFonts w:hint="cs"/>
          <w:cs/>
          <w:lang w:bidi="bn-IN"/>
        </w:rPr>
        <w:t>ওয়াল্টার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কিলনার্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লক্ষ্য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ডিসাইয়ানিন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ডাই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রঞ্জিত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কাঁচের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ভিতর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তাকালে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চারপাশে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উজ্জ্বল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আভা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চারপাশে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সেন্টিমিটার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জায়গা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জুড়ে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আভা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মেঘের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ভাসছে।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এছাড়া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শতাব্দীকাল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পূর্বে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বিখ্যাত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জার্মান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রসায়নবিদ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ব্যারোন্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ভন্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রিচেনবাখ্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গবেষণা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বলেছিলেন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মানুষ</w:t>
      </w:r>
      <w:r>
        <w:t xml:space="preserve">, </w:t>
      </w:r>
      <w:r>
        <w:rPr>
          <w:rFonts w:hint="cs"/>
          <w:cs/>
          <w:lang w:bidi="bn-IN"/>
        </w:rPr>
        <w:t>গাছপালা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পশুপাখীর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জ্যোতি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বিংশ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শতাব্দীর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তিরিশের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দশকে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সোভিয়েত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বিজ্ঞানী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ড</w:t>
      </w:r>
      <w:r>
        <w:rPr>
          <w:cs/>
          <w:lang w:bidi="bn-IN"/>
        </w:rPr>
        <w:t xml:space="preserve">. </w:t>
      </w:r>
      <w:r>
        <w:rPr>
          <w:rFonts w:hint="cs"/>
          <w:cs/>
          <w:lang w:bidi="bn-IN"/>
        </w:rPr>
        <w:t>আলেকজান্ডার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গুরভিচ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আবিষ্কার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জীবন্ত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পিয়াযের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শিকড়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কীভাবে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দূর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শিকড়ে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বিকিরণ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কোষসংখ্যা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বাড়িয়ে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দিচ্ছে।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কিরলিয়ান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ফটোগ্রাফি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কবির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আশরাফ</w:t>
      </w:r>
      <w:r>
        <w:t xml:space="preserve">, </w:t>
      </w:r>
      <w:r>
        <w:rPr>
          <w:rFonts w:hint="cs"/>
          <w:cs/>
          <w:lang w:bidi="bn-IN"/>
        </w:rPr>
        <w:t>রহস্য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পত্রিকা</w:t>
      </w:r>
      <w:r>
        <w:t xml:space="preserve">, </w:t>
      </w:r>
      <w:r>
        <w:rPr>
          <w:rFonts w:hint="cs"/>
          <w:cs/>
          <w:lang w:bidi="bn-IN"/>
        </w:rPr>
        <w:t>জুন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১৯৮৫</w:t>
      </w:r>
      <w:r>
        <w:rPr>
          <w:cs/>
          <w:lang w:bidi="bn-IN"/>
        </w:rPr>
        <w:t xml:space="preserve"> - </w:t>
      </w:r>
      <w:r w:rsidRPr="003D6637">
        <w:rPr>
          <w:rStyle w:val="libEnChar"/>
        </w:rPr>
        <w:t>Psychic Discoveries Behind the Iron Curtain</w:t>
      </w:r>
      <w:r>
        <w:t xml:space="preserve"> </w:t>
      </w:r>
      <w:r>
        <w:rPr>
          <w:rFonts w:hint="cs"/>
          <w:cs/>
          <w:lang w:bidi="bn-IN"/>
        </w:rPr>
        <w:t>গ্রন্থ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অবলম্বনে।</w:t>
      </w:r>
      <w:r>
        <w:rPr>
          <w:cs/>
          <w:lang w:bidi="bn-IN"/>
        </w:rPr>
        <w:t>)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উক্ত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বিজ্ঞানীদের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আবিষ্কার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বোধ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স্রেফ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সাধারণভাবে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চোখে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নেহায়েত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আলোমাত্র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অনবরত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বেরোচ্ছে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ছড়িয়ে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অন্যান্য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ন্যায়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হারিয়ে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যাচ্ছে।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স্থির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ঘিরে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রশ্মি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ছড়িয়ে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পড়ছে।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আলোমাত্র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ঘিরে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জুড়ে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কেননা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“</w:t>
      </w:r>
      <w:r>
        <w:rPr>
          <w:rFonts w:hint="cs"/>
          <w:cs/>
          <w:lang w:bidi="bn-IN"/>
        </w:rPr>
        <w:t>কিরলিয়ান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ফটোগ্রাফি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ফেললেও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যায়।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bn-IN"/>
        </w:rPr>
        <w:t>প্রাগুক্ত</w:t>
      </w:r>
      <w:r>
        <w:rPr>
          <w:cs/>
          <w:lang w:bidi="bn-IN"/>
        </w:rPr>
        <w:t>)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কিরলিয়ান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দম্পতি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আবিষ্কার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বিজ্ঞানী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ধারণা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সমর্থন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করেছেন।</w:t>
      </w:r>
    </w:p>
    <w:p w:rsidR="00700727" w:rsidRDefault="00700727" w:rsidP="00700727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গবেষণার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ইনুশিন্</w:t>
      </w:r>
      <w:r>
        <w:t xml:space="preserve">, </w:t>
      </w:r>
      <w:r>
        <w:rPr>
          <w:rFonts w:hint="cs"/>
          <w:cs/>
          <w:lang w:bidi="bn-IN"/>
        </w:rPr>
        <w:t>গ্রিশ্চেংকো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কয়েক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রুশ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বিজ্ঞানী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সিদ্ধান্তে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সমস্ত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প্রাণীরই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দ্বিতীয়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প্রতিদেহ</w:t>
      </w:r>
      <w:r>
        <w:rPr>
          <w:cs/>
          <w:lang w:bidi="bn-IN"/>
        </w:rPr>
        <w:t xml:space="preserve"> (</w:t>
      </w:r>
      <w:r w:rsidRPr="003D6637">
        <w:rPr>
          <w:rStyle w:val="libEnChar"/>
        </w:rPr>
        <w:t>counter-body</w:t>
      </w:r>
      <w:r>
        <w:t xml:space="preserve">)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সম্পূর্ণ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বায়বীয়</w:t>
      </w:r>
      <w:r>
        <w:t xml:space="preserve">, </w:t>
      </w:r>
      <w:r>
        <w:rPr>
          <w:rFonts w:hint="cs"/>
          <w:cs/>
          <w:lang w:bidi="bn-IN"/>
        </w:rPr>
        <w:t>ইথারীয়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আলোকময়।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দিয়েছেন</w:t>
      </w:r>
      <w:r>
        <w:rPr>
          <w:cs/>
          <w:lang w:bidi="bn-IN"/>
        </w:rPr>
        <w:t xml:space="preserve"> </w:t>
      </w:r>
      <w:r w:rsidRPr="003D6637">
        <w:rPr>
          <w:rStyle w:val="libEnChar"/>
        </w:rPr>
        <w:t>Biological Plasma body</w:t>
      </w:r>
      <w:r>
        <w:t xml:space="preserve">; </w:t>
      </w:r>
      <w:r>
        <w:rPr>
          <w:rFonts w:hint="cs"/>
          <w:cs/>
          <w:lang w:bidi="bn-IN"/>
        </w:rPr>
        <w:t>এটাই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প্রাণ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জীবনীশক্তি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চলাচল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সমস্ত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ভারতীয়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যোগী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পারেন</w:t>
      </w:r>
      <w:r>
        <w:t xml:space="preserve">, </w:t>
      </w:r>
      <w:r>
        <w:rPr>
          <w:rFonts w:hint="cs"/>
          <w:cs/>
          <w:lang w:bidi="bn-IN"/>
        </w:rPr>
        <w:t>সম্ভবতঃ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দেহটিই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ভৌত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ইচ্ছা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ফেরত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আসে।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bn-IN"/>
        </w:rPr>
        <w:t>প্রাগুক্ত</w:t>
      </w:r>
      <w:r>
        <w:rPr>
          <w:cs/>
          <w:lang w:bidi="bn-IN"/>
        </w:rPr>
        <w:t>)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বাহুল্য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এটা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আলোমাত্র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কর্তিত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অঙ্গের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শূন্যস্থানে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অঙ্গ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অতএব</w:t>
      </w:r>
      <w:r>
        <w:t xml:space="preserve">, </w:t>
      </w:r>
      <w:r>
        <w:rPr>
          <w:rFonts w:hint="cs"/>
          <w:cs/>
          <w:lang w:bidi="bn-IN"/>
        </w:rPr>
        <w:t>এটা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সন্দেহ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t xml:space="preserve">, </w:t>
      </w:r>
      <w:r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অভ্যন্তরে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ঘিরে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দেহজুড়ে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একটিমাত্র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</w:t>
      </w:r>
      <w:r>
        <w:t xml:space="preserve">, </w:t>
      </w:r>
      <w:r>
        <w:rPr>
          <w:rFonts w:hint="cs"/>
          <w:cs/>
          <w:lang w:bidi="bn-IN"/>
        </w:rPr>
        <w:t>নাকি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কিরলিয়ান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ফটোগ্রাফিতেও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</w:t>
      </w:r>
      <w:r>
        <w:t xml:space="preserve">? </w:t>
      </w:r>
      <w:r>
        <w:rPr>
          <w:rFonts w:hint="cs"/>
          <w:cs/>
          <w:lang w:bidi="bn-IN"/>
        </w:rPr>
        <w:t>এরূপ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থাকতেও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এই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দেহটাই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মূল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ব্যক্তিসত্তা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স্মরণ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প্রয়োজন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ইতিপূর্বে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সম্বন্ধে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আলোচনা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আগুন</w:t>
      </w:r>
      <w:r>
        <w:t xml:space="preserve">, </w:t>
      </w:r>
      <w:r>
        <w:rPr>
          <w:rFonts w:hint="cs"/>
          <w:cs/>
          <w:lang w:bidi="bn-IN"/>
        </w:rPr>
        <w:t>শক্তি</w:t>
      </w:r>
      <w:r>
        <w:t xml:space="preserve">, </w:t>
      </w:r>
      <w:r>
        <w:rPr>
          <w:rFonts w:hint="cs"/>
          <w:cs/>
          <w:lang w:bidi="bn-IN"/>
        </w:rPr>
        <w:t>আলো</w:t>
      </w:r>
      <w:r>
        <w:t xml:space="preserve">, </w:t>
      </w:r>
      <w:r>
        <w:rPr>
          <w:rFonts w:hint="cs"/>
          <w:cs/>
          <w:lang w:bidi="bn-IN"/>
        </w:rPr>
        <w:t>বিদ্যুত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চৌম্বক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</w:t>
      </w:r>
      <w:r>
        <w:t xml:space="preserve">, </w:t>
      </w:r>
      <w:r>
        <w:rPr>
          <w:rFonts w:hint="cs"/>
          <w:cs/>
          <w:lang w:bidi="bn-IN"/>
        </w:rPr>
        <w:t>সেগুলো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বাহক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কিরলিয়ান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দম্পতি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আবিষ্কার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বাহক।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মর্যাদাগত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উচ্চতর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এমতাবস্থায়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উচ্চতর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</w:t>
      </w:r>
      <w:r>
        <w:t xml:space="preserve">, </w:t>
      </w:r>
      <w:r>
        <w:rPr>
          <w:rFonts w:hint="cs"/>
          <w:cs/>
          <w:lang w:bidi="bn-IN"/>
        </w:rPr>
        <w:t>যেমন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জিন্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ফেরেশতার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</w:t>
      </w:r>
      <w:r>
        <w:t xml:space="preserve">, </w:t>
      </w:r>
      <w:r>
        <w:rPr>
          <w:rFonts w:hint="cs"/>
          <w:cs/>
          <w:lang w:bidi="bn-IN"/>
        </w:rPr>
        <w:t>যদিও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উচ্চতর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বস্তুবিজ্ঞানীদের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অভিজ্ঞতার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আওতায়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</w:p>
    <w:p w:rsidR="003D6637" w:rsidRPr="009C308B" w:rsidRDefault="003D6637" w:rsidP="009E173E">
      <w:r>
        <w:br w:type="page"/>
      </w:r>
    </w:p>
    <w:p w:rsidR="00700727" w:rsidRDefault="00700727" w:rsidP="003D6637">
      <w:pPr>
        <w:pStyle w:val="Heading1Center"/>
      </w:pPr>
      <w:r>
        <w:rPr>
          <w:rFonts w:hint="cs"/>
          <w:cs/>
        </w:rPr>
        <w:lastRenderedPageBreak/>
        <w:t>কোরআন</w:t>
      </w:r>
      <w:r>
        <w:rPr>
          <w:cs/>
        </w:rPr>
        <w:t xml:space="preserve"> </w:t>
      </w:r>
      <w:r>
        <w:rPr>
          <w:rFonts w:hint="cs"/>
          <w:cs/>
        </w:rPr>
        <w:t>মজীদের</w:t>
      </w:r>
      <w:r>
        <w:rPr>
          <w:cs/>
        </w:rPr>
        <w:t xml:space="preserve"> </w:t>
      </w:r>
      <w:r>
        <w:rPr>
          <w:rFonts w:hint="cs"/>
          <w:cs/>
        </w:rPr>
        <w:t>দৃষ্টিতে</w:t>
      </w:r>
      <w:r>
        <w:rPr>
          <w:cs/>
        </w:rPr>
        <w:t xml:space="preserve"> </w:t>
      </w:r>
      <w:r>
        <w:rPr>
          <w:rFonts w:hint="cs"/>
          <w:cs/>
        </w:rPr>
        <w:t>নাফ্স্</w:t>
      </w:r>
    </w:p>
    <w:p w:rsidR="00700727" w:rsidRDefault="00700727" w:rsidP="00700727">
      <w:pPr>
        <w:pStyle w:val="libNormal"/>
      </w:pP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হায়াত্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জীবন</w:t>
      </w:r>
      <w:r>
        <w:rPr>
          <w:cs/>
          <w:lang w:bidi="bn-IN"/>
        </w:rPr>
        <w:t>)</w:t>
      </w:r>
      <w:r>
        <w:t xml:space="preserve">,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ব্যক্তিসত্তা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তৎকালীন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বোধগম্য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ঐশিতা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প্রশ্নবিদ্ধ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হতো।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সুস্পষ্ট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ব্যাখ্যা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আল্লাহ্ই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জানেন</w:t>
      </w:r>
      <w:r>
        <w:rPr>
          <w:cs/>
          <w:lang w:bidi="bn-IN"/>
        </w:rPr>
        <w:t>)</w:t>
      </w:r>
      <w:r>
        <w:rPr>
          <w:rFonts w:hint="cs"/>
          <w:cs/>
          <w:lang w:bidi="bn-IN"/>
        </w:rPr>
        <w:t>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আকরাম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ছ্বাঃ</w:t>
      </w:r>
      <w:r>
        <w:rPr>
          <w:cs/>
          <w:lang w:bidi="bn-IN"/>
        </w:rPr>
        <w:t>)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জবাবে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এরশাদ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:</w:t>
      </w:r>
    </w:p>
    <w:p w:rsidR="00700727" w:rsidRPr="003D6637" w:rsidRDefault="003D6637" w:rsidP="003D6637">
      <w:pPr>
        <w:pStyle w:val="libAie"/>
      </w:pPr>
      <w:r w:rsidRPr="003D6637">
        <w:rPr>
          <w:rStyle w:val="libAlaemChar"/>
        </w:rPr>
        <w:t>)</w:t>
      </w:r>
      <w:r w:rsidR="00700727" w:rsidRPr="009E173E">
        <w:rPr>
          <w:rFonts w:hint="eastAsia"/>
          <w:rtl/>
        </w:rPr>
        <w:t>وَيَسْأَلُونَكَ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عَنِ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الرُّوحِ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قُلِ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الرُّوحُ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مِنْ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أَمْرِ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رَبِّي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وَمَا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أُوتِيتُمْ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مِنَ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الْعِلْمِ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إِلا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قَلِيلا</w:t>
      </w:r>
      <w:r w:rsidRPr="003D6637">
        <w:rPr>
          <w:rStyle w:val="libAlaemChar"/>
        </w:rPr>
        <w:t>(</w:t>
      </w:r>
    </w:p>
    <w:p w:rsidR="00700727" w:rsidRDefault="00700727" w:rsidP="00700727">
      <w:pPr>
        <w:pStyle w:val="libNormal"/>
      </w:pPr>
      <w:r>
        <w:rPr>
          <w:rFonts w:hint="eastAsia"/>
        </w:rPr>
        <w:t>“</w:t>
      </w:r>
      <w:r>
        <w:t>(</w:t>
      </w:r>
      <w:r>
        <w:rPr>
          <w:rFonts w:hint="cs"/>
          <w:cs/>
          <w:lang w:bidi="bn-IN"/>
        </w:rPr>
        <w:t>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</w:t>
      </w:r>
      <w:r>
        <w:rPr>
          <w:cs/>
          <w:lang w:bidi="bn-IN"/>
        </w:rPr>
        <w:t xml:space="preserve">!)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আপনাকে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t xml:space="preserve">; </w:t>
      </w:r>
      <w:r>
        <w:rPr>
          <w:rFonts w:hint="cs"/>
          <w:cs/>
          <w:lang w:bidi="bn-IN"/>
        </w:rPr>
        <w:t>আপনি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বলুন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রূহ্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আদেশ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তোমাদেরকে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ইলম্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সামান্য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বৈ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নি।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ইসরা</w:t>
      </w:r>
      <w:r>
        <w:rPr>
          <w:rFonts w:hint="eastAsia"/>
        </w:rPr>
        <w:t>’</w:t>
      </w:r>
      <w:r>
        <w:t xml:space="preserve">/ </w:t>
      </w:r>
      <w:r>
        <w:rPr>
          <w:rFonts w:hint="cs"/>
          <w:cs/>
          <w:lang w:bidi="bn-IN"/>
        </w:rPr>
        <w:t>বানী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ইসরাঈল্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৮৫</w:t>
      </w:r>
      <w:r>
        <w:rPr>
          <w:cs/>
          <w:lang w:bidi="bn-IN"/>
        </w:rPr>
        <w:t>)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আরবী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ভাষায়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“</w:t>
      </w:r>
      <w:r>
        <w:rPr>
          <w:rFonts w:hint="cs"/>
          <w:cs/>
          <w:lang w:bidi="bn-IN"/>
        </w:rPr>
        <w:t>রূহ্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শব্দটি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বুঝাতে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ব্যবহৃত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প্রাণহীন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পদার্থের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বেলায়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প্রযোজ্য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শারীরিক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অনুভূতি</w:t>
      </w:r>
      <w:r>
        <w:t xml:space="preserve">, </w:t>
      </w:r>
      <w:r>
        <w:rPr>
          <w:rFonts w:hint="cs"/>
          <w:cs/>
          <w:lang w:bidi="bn-IN"/>
        </w:rPr>
        <w:t>যেমন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t xml:space="preserve">, </w:t>
      </w:r>
      <w:r>
        <w:rPr>
          <w:rFonts w:hint="cs"/>
          <w:cs/>
          <w:lang w:bidi="bn-IN"/>
        </w:rPr>
        <w:t>নখ</w:t>
      </w:r>
      <w:r>
        <w:t xml:space="preserve">, </w:t>
      </w:r>
      <w:r>
        <w:rPr>
          <w:rFonts w:hint="cs"/>
          <w:cs/>
          <w:lang w:bidi="bn-IN"/>
        </w:rPr>
        <w:t>দাঁত</w:t>
      </w:r>
      <w:r>
        <w:t xml:space="preserve">, </w:t>
      </w:r>
      <w:r>
        <w:rPr>
          <w:rFonts w:hint="cs"/>
          <w:cs/>
          <w:lang w:bidi="bn-IN"/>
        </w:rPr>
        <w:t>হাড়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চুলে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রূহ্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অনুভূতি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নেই।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মানসিক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চেতনা</w:t>
      </w:r>
      <w:r>
        <w:t xml:space="preserve">, </w:t>
      </w:r>
      <w:r>
        <w:rPr>
          <w:rFonts w:hint="cs"/>
          <w:cs/>
          <w:lang w:bidi="bn-IN"/>
        </w:rPr>
        <w:t>যেমন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বলি</w:t>
      </w:r>
      <w:r>
        <w:t xml:space="preserve">, </w:t>
      </w:r>
      <w:r>
        <w:rPr>
          <w:rFonts w:hint="cs"/>
          <w:cs/>
          <w:lang w:bidi="bn-IN"/>
        </w:rPr>
        <w:t>খোদায়ী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চেতনা</w:t>
      </w:r>
      <w:r>
        <w:t xml:space="preserve">, </w:t>
      </w:r>
      <w:r>
        <w:rPr>
          <w:rFonts w:hint="cs"/>
          <w:cs/>
          <w:lang w:bidi="bn-IN"/>
        </w:rPr>
        <w:t>শয়ত্বানী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চেতনা</w:t>
      </w:r>
      <w:r>
        <w:t xml:space="preserve">, </w:t>
      </w:r>
      <w:r>
        <w:rPr>
          <w:rFonts w:hint="cs"/>
          <w:cs/>
          <w:lang w:bidi="bn-IN"/>
        </w:rPr>
        <w:t>আদর্শিক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চেতনা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ইত্যাদি।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“</w:t>
      </w:r>
      <w:r>
        <w:rPr>
          <w:rFonts w:hint="cs"/>
          <w:cs/>
          <w:lang w:bidi="bn-IN"/>
        </w:rPr>
        <w:t>রূহ্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মানবিক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চেতনা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অন্যান্য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প্রাণী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পৃথক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গুণাবলীর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গুণাবলী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যদিও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অপূর্ণ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মাত্রায়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খোদায়ী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চেতনা।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খোদায়ী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চেতনার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বিচারবুদ্ধি</w:t>
      </w:r>
      <w:r>
        <w:rPr>
          <w:cs/>
          <w:lang w:bidi="bn-IN"/>
        </w:rPr>
        <w:t xml:space="preserve"> (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আক্বল্</w:t>
      </w:r>
      <w:r>
        <w:rPr>
          <w:cs/>
          <w:lang w:bidi="bn-IN"/>
        </w:rPr>
        <w:t>)</w:t>
      </w:r>
      <w:r>
        <w:t xml:space="preserve">,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স্বাধীন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ইচ্ছাশক্তির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লাগাতে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আদম</w:t>
      </w:r>
      <w:r>
        <w:rPr>
          <w:cs/>
          <w:lang w:bidi="bn-IN"/>
        </w:rPr>
        <w:t xml:space="preserve"> (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ফুঁকে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ঈসা</w:t>
      </w:r>
      <w:r>
        <w:rPr>
          <w:cs/>
          <w:lang w:bidi="bn-IN"/>
        </w:rPr>
        <w:t xml:space="preserve"> (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রূহুল্লাহ্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ভাষা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ভাষায়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স্থানান্তরের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অসাবধানতাবশতঃ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“</w:t>
      </w:r>
      <w:r>
        <w:rPr>
          <w:rFonts w:hint="cs"/>
          <w:cs/>
          <w:lang w:bidi="bn-IN"/>
        </w:rPr>
        <w:t>রূহ্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ব্যক্তিসত্তা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অর্থ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আদম</w:t>
      </w:r>
      <w:r>
        <w:rPr>
          <w:cs/>
          <w:lang w:bidi="bn-IN"/>
        </w:rPr>
        <w:t xml:space="preserve"> (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ঈসা</w:t>
      </w:r>
      <w:r>
        <w:rPr>
          <w:cs/>
          <w:lang w:bidi="bn-IN"/>
        </w:rPr>
        <w:t xml:space="preserve"> (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প্রবেশের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আছেন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উদ্ভট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ধারণা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সমূহ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উঠেছে।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প্রকৃত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ফুঁকে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আগুনের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স্পর্শে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দাহ্য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পদার্থে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আগুন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ধরানোর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মূল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আগুন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স্বস্থানেই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</w:t>
      </w:r>
      <w:r>
        <w:t xml:space="preserve">, </w:t>
      </w:r>
      <w:r>
        <w:rPr>
          <w:rFonts w:hint="cs"/>
          <w:cs/>
          <w:lang w:bidi="bn-IN"/>
        </w:rPr>
        <w:t>সংশ্লিষ্ট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দাহ্য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পদার্থে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অথবা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যুগের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পরিভাষায়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অধিকতর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উত্তম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তুলনা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কম্পিউটারের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অনেকগুলো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ফাইলের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কম্পিউটারে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ফাইল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কপি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যার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মূল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কম্পিউটার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ফাইলটি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বিলুপ্ত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অতীতে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অংশীবাদী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ধর্মে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পূর্ববর্তী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ধর্মনেতার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ধর্মনেতার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প্রবেশের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ধারণা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ওঠে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যেমন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বৌদ্ধ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ধর্মের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লামা</w:t>
      </w:r>
      <w:r>
        <w:rPr>
          <w:rFonts w:hint="eastAsia"/>
        </w:rPr>
        <w:t>’</w:t>
      </w:r>
      <w:r>
        <w:t xml:space="preserve">) - </w:t>
      </w:r>
      <w:r>
        <w:rPr>
          <w:rFonts w:hint="cs"/>
          <w:cs/>
          <w:lang w:bidi="bn-IN"/>
        </w:rPr>
        <w:t>আরবী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ভাষায়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যাকে</w:t>
      </w:r>
      <w:r>
        <w:rPr>
          <w:cs/>
          <w:lang w:bidi="bn-IN"/>
        </w:rPr>
        <w:t xml:space="preserve"> </w:t>
      </w:r>
      <w:r w:rsidRPr="00700727">
        <w:rPr>
          <w:rStyle w:val="libArChar"/>
          <w:rFonts w:hint="eastAsia"/>
          <w:rtl/>
        </w:rPr>
        <w:t>حلول</w:t>
      </w:r>
      <w:r w:rsidRPr="00700727">
        <w:rPr>
          <w:rStyle w:val="libArChar"/>
          <w:rtl/>
        </w:rPr>
        <w:t xml:space="preserve"> </w:t>
      </w:r>
      <w:r w:rsidRPr="00700727">
        <w:rPr>
          <w:rStyle w:val="libArChar"/>
          <w:rFonts w:hint="eastAsia"/>
          <w:rtl/>
        </w:rPr>
        <w:t>روح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কারো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প্রবেশ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t xml:space="preserve">, </w:t>
      </w:r>
      <w:r>
        <w:rPr>
          <w:rFonts w:hint="cs"/>
          <w:cs/>
          <w:lang w:bidi="bn-IN"/>
        </w:rPr>
        <w:t>শুরুতে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পূর্ববর্তী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দায়িত্ব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সংশ্লিষ্ট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চেতনা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বুঝানো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হতো</w:t>
      </w:r>
      <w:r>
        <w:t xml:space="preserve">,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ব্যক্তিসত্তা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হায়াত্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t xml:space="preserve">,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ব্যাখ্যা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t xml:space="preserve">, </w:t>
      </w:r>
      <w:r>
        <w:rPr>
          <w:rFonts w:hint="cs"/>
          <w:cs/>
          <w:lang w:bidi="bn-IN"/>
        </w:rPr>
        <w:t>দেহ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আত্মা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সংযুক্ত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প্রতিক্রিয়াই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</w:t>
      </w:r>
      <w:r>
        <w:t xml:space="preserve">, </w:t>
      </w:r>
      <w:r>
        <w:rPr>
          <w:rFonts w:hint="cs"/>
          <w:cs/>
          <w:lang w:bidi="bn-IN"/>
        </w:rPr>
        <w:t>নাকি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ছাড়াও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স্বতন্ত্র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</w:t>
      </w:r>
      <w:r>
        <w:t xml:space="preserve">? </w:t>
      </w:r>
      <w:r>
        <w:rPr>
          <w:rFonts w:hint="cs"/>
          <w:cs/>
          <w:lang w:bidi="bn-IN"/>
        </w:rPr>
        <w:t>নাকি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সুনির্দিষ্ট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শৃঙ্খলা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ওঠা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সক্রিয়তারূপ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আপেক্ষিক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>?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সরাসরি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</w:t>
      </w:r>
      <w:r>
        <w:t xml:space="preserve">, </w:t>
      </w: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শেষোক্ত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তাৎপর্যই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নিষ্পন্ন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“</w:t>
      </w:r>
      <w:r>
        <w:rPr>
          <w:rFonts w:hint="cs"/>
          <w:cs/>
          <w:lang w:bidi="bn-IN"/>
        </w:rPr>
        <w:t>হায়াত্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bn-IN"/>
        </w:rPr>
        <w:t>জীবন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ছাড়াও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“</w:t>
      </w:r>
      <w:r>
        <w:rPr>
          <w:rFonts w:hint="cs"/>
          <w:cs/>
          <w:lang w:bidi="bn-IN"/>
        </w:rPr>
        <w:t>নাফ্স্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bn-IN"/>
        </w:rPr>
        <w:t>ব্যক্তিসত্তা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t xml:space="preserve">,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ব্যক্তিসত্তা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স্থায়ীভাবে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বেরিয়ে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মত্যু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“</w:t>
      </w:r>
      <w:r>
        <w:rPr>
          <w:rFonts w:hint="cs"/>
          <w:cs/>
          <w:lang w:bidi="bn-IN"/>
        </w:rPr>
        <w:t>মৃত্যুঘটা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শরীরযন্ত্র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অকেজো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শরীর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ব্যক্তিসত্তা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স্থায়ীভাবে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বেরিয়ে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বুঝা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সুনির্দিষ্ট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প্রাকৃতিক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শৃঙ্খলা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ওঠা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সক্রিয়তারূপ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আপেক্ষিক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হায়াত্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ছাড়াও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আলাদাভাবে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এতদুভয়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স্বতন্ত্র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ব্যক্তিসত্তা।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এরশাদ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:</w:t>
      </w:r>
    </w:p>
    <w:p w:rsidR="00700727" w:rsidRPr="003D6637" w:rsidRDefault="003D6637" w:rsidP="003D6637">
      <w:pPr>
        <w:pStyle w:val="libAie"/>
      </w:pPr>
      <w:r w:rsidRPr="003D6637">
        <w:rPr>
          <w:rStyle w:val="libAlaemChar"/>
        </w:rPr>
        <w:t>)</w:t>
      </w:r>
      <w:r w:rsidR="00700727" w:rsidRPr="009E173E">
        <w:rPr>
          <w:rFonts w:hint="eastAsia"/>
          <w:rtl/>
        </w:rPr>
        <w:t>اللَّهُ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يَتَوَفَّى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الأنْفُسَ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حِينَ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مَوْتِهَا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وَالَّتِي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لَمْ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تَمُتْ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فِي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مَنَامِهَا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فَيُمْسِكُ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الَّتِي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قَضَى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عَلَيْهَا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الْمَوْتَ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وَيُرْسِلُ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الأخْرَى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إِلَى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أَجَلٍ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مُسَمًّى</w:t>
      </w:r>
      <w:r w:rsidRPr="003D6637">
        <w:rPr>
          <w:rStyle w:val="libAlaemChar"/>
        </w:rPr>
        <w:t>(</w:t>
      </w:r>
    </w:p>
    <w:p w:rsidR="00700727" w:rsidRDefault="00700727" w:rsidP="00700727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সমূহকে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ফওত্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দেন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অধিগ্রহণ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ঘুমের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t xml:space="preserve">, </w:t>
      </w:r>
      <w:r>
        <w:rPr>
          <w:rFonts w:hint="cs"/>
          <w:cs/>
          <w:lang w:bidi="bn-IN"/>
        </w:rPr>
        <w:t>অতঃপর</w:t>
      </w:r>
      <w:r>
        <w:t xml:space="preserve">, </w:t>
      </w:r>
      <w:r>
        <w:rPr>
          <w:rFonts w:hint="cs"/>
          <w:cs/>
          <w:lang w:bidi="bn-IN"/>
        </w:rPr>
        <w:t>যার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ফয়ছ্বালা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কার্যকর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রেখে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অপরটিকে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আজালে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মুসাম্মা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মৃত্যুর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পর্যন্ত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পাঠিয়ে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দেন।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আয্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যুমার্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৪২</w:t>
      </w:r>
      <w:r>
        <w:rPr>
          <w:cs/>
          <w:lang w:bidi="bn-IN"/>
        </w:rPr>
        <w:t>)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সুস্পষ্ট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ঘুমন্ত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উভয়ের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নাফসকেই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ব্যবস্থাপনাধীনে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নেন</w:t>
      </w:r>
      <w:r>
        <w:t xml:space="preserve">, </w:t>
      </w: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ঘুমন্ত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নাফসকে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পুনরায়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ফিরিয়ে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দেন</w:t>
      </w:r>
      <w:r>
        <w:t xml:space="preserve">,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নাফসকে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ফিরিয়ে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বাহুল্য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নাফসকে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সত্ত্বেও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ঘুমন্ত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স্বয়ংক্রিয়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কাজগুলো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চলতে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জাগ্রত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জীবিত।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অতএব</w:t>
      </w:r>
      <w:r>
        <w:t xml:space="preserve">, </w:t>
      </w:r>
      <w:r>
        <w:rPr>
          <w:rFonts w:hint="cs"/>
          <w:cs/>
          <w:lang w:bidi="bn-IN"/>
        </w:rPr>
        <w:t>বুঝা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শরীর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rPr>
          <w:cs/>
          <w:lang w:bidi="bn-IN"/>
        </w:rPr>
        <w:t xml:space="preserve"> (</w:t>
      </w:r>
      <w:r w:rsidRPr="00700727">
        <w:rPr>
          <w:rStyle w:val="libArChar"/>
          <w:rFonts w:hint="eastAsia"/>
          <w:rtl/>
        </w:rPr>
        <w:t>عامل</w:t>
      </w:r>
      <w:r>
        <w:rPr>
          <w:cs/>
          <w:lang w:bidi="bn-IN"/>
        </w:rPr>
        <w:t xml:space="preserve"> - </w:t>
      </w:r>
      <w:r w:rsidRPr="003D6637">
        <w:rPr>
          <w:rStyle w:val="libEnChar"/>
        </w:rPr>
        <w:t>factor</w:t>
      </w:r>
      <w:r>
        <w:t xml:space="preserve">)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যান্ত্রিক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ক্রিয়া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ন্যূনতম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ক্রিয়াগুলো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হলেও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চালু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</w:t>
      </w:r>
      <w:r>
        <w:t xml:space="preserve">,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আপেক্ষিক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ধারণা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নিষ্পন্ন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সুতরাং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স্বতন্ত্র।</w:t>
      </w:r>
    </w:p>
    <w:p w:rsidR="00700727" w:rsidRDefault="00700727" w:rsidP="00700727">
      <w:pPr>
        <w:pStyle w:val="libNormal"/>
      </w:pPr>
      <w:r>
        <w:rPr>
          <w:rFonts w:hint="eastAsia"/>
        </w:rPr>
        <w:t>‘</w:t>
      </w:r>
      <w:r>
        <w:rPr>
          <w:rFonts w:hint="cs"/>
          <w:cs/>
          <w:lang w:bidi="bn-IN"/>
        </w:rPr>
        <w:t>আারেফগণ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ইসলামী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আধ্যাত্মসাধকগণ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অবশ্য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ব্যক্তিসত্তায়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একাধিক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প্রবক্তা।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আম্মারাহ্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কুপ্রবৃত্তি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কুপ্রবণ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>)</w:t>
      </w:r>
      <w:r>
        <w:t xml:space="preserve">, </w:t>
      </w:r>
      <w:r>
        <w:rPr>
          <w:rFonts w:hint="cs"/>
          <w:cs/>
          <w:lang w:bidi="bn-IN"/>
        </w:rPr>
        <w:t>নাফসে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লাওয়ামাহ্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অনুগত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মুতমায়িন্নাহ্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প্রশান্ত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 xml:space="preserve">) - </w:t>
      </w:r>
      <w:r>
        <w:rPr>
          <w:rFonts w:hint="cs"/>
          <w:cs/>
          <w:lang w:bidi="bn-IN"/>
        </w:rPr>
        <w:t>এই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বলেন।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lastRenderedPageBreak/>
        <w:t>অবশ্য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সুস্পষ্ট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ভাষায়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আম্মারাহ্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মুতমায়িন্নাহর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একাধিক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সঙ্গত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“</w:t>
      </w:r>
      <w:r>
        <w:rPr>
          <w:rFonts w:hint="cs"/>
          <w:cs/>
          <w:lang w:bidi="bn-IN"/>
        </w:rPr>
        <w:t>আম্মারাহ্</w:t>
      </w:r>
      <w:r>
        <w:rPr>
          <w:rFonts w:hint="eastAsia"/>
        </w:rPr>
        <w:t>”</w:t>
      </w:r>
      <w:r>
        <w:t xml:space="preserve">, </w:t>
      </w:r>
      <w:r w:rsidRPr="00700727">
        <w:rPr>
          <w:rStyle w:val="libEnChar"/>
        </w:rPr>
        <w:t>“</w:t>
      </w:r>
      <w:r>
        <w:rPr>
          <w:rFonts w:hint="cs"/>
          <w:cs/>
          <w:lang w:bidi="bn-IN"/>
        </w:rPr>
        <w:t>লাওয়ামাহ্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“</w:t>
      </w:r>
      <w:r>
        <w:rPr>
          <w:rFonts w:hint="cs"/>
          <w:cs/>
          <w:lang w:bidi="bn-IN"/>
        </w:rPr>
        <w:t>মুতমায়িন্নাহ্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“</w:t>
      </w:r>
      <w:r>
        <w:rPr>
          <w:rFonts w:hint="cs"/>
          <w:cs/>
          <w:lang w:bidi="bn-IN"/>
        </w:rPr>
        <w:t>নাফ্স্</w:t>
      </w:r>
      <w:r>
        <w:rPr>
          <w:rFonts w:hint="eastAsia"/>
        </w:rPr>
        <w:t>”</w:t>
      </w:r>
      <w:r>
        <w:t>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বিশেষণ।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মন্দ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t xml:space="preserve">, </w:t>
      </w:r>
      <w:r>
        <w:rPr>
          <w:rFonts w:hint="cs"/>
          <w:cs/>
          <w:lang w:bidi="bn-IN"/>
        </w:rPr>
        <w:t>তেমনি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অনুগত</w:t>
      </w:r>
      <w:r>
        <w:t xml:space="preserve">, </w:t>
      </w:r>
      <w:r>
        <w:rPr>
          <w:rFonts w:hint="cs"/>
          <w:cs/>
          <w:lang w:bidi="bn-IN"/>
        </w:rPr>
        <w:t>বিদ্রোহী</w:t>
      </w:r>
      <w:r>
        <w:t xml:space="preserve">, </w:t>
      </w:r>
      <w:r>
        <w:rPr>
          <w:rFonts w:hint="cs"/>
          <w:cs/>
          <w:lang w:bidi="bn-IN"/>
        </w:rPr>
        <w:t>অস্থিরচিত্ত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প্রশান্তচিত্ত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সম্ভবপর।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একাধিক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ব্যক্তিসত্তার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উপস্থিতি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নাফসকে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বিশেষায়িত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সংখ্যার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একাধিক্য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বুঝায়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মন্দ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আধিপত্য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প্রতিষ্ঠিত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t xml:space="preserve">, </w:t>
      </w:r>
      <w:r>
        <w:rPr>
          <w:rFonts w:hint="cs"/>
          <w:cs/>
          <w:lang w:bidi="bn-IN"/>
        </w:rPr>
        <w:t>তেমনি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সংমিশ্রণও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তেমনি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পরিবর্তন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হ্রাস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বৃদ্ধি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সুতরাং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একটিমাত্র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ব্যক্তিসত্তা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সন্দেহের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অবকাশ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নেই।</w:t>
      </w:r>
    </w:p>
    <w:p w:rsidR="00700727" w:rsidRDefault="00700727" w:rsidP="00700727">
      <w:pPr>
        <w:pStyle w:val="libNormal"/>
      </w:pPr>
    </w:p>
    <w:p w:rsidR="00700727" w:rsidRDefault="00700727" w:rsidP="003D6637">
      <w:pPr>
        <w:pStyle w:val="Heading2"/>
      </w:pPr>
      <w:r>
        <w:rPr>
          <w:rFonts w:hint="cs"/>
          <w:cs/>
          <w:lang w:bidi="bn-IN"/>
        </w:rPr>
        <w:t>প্রতিটি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বস্তুকণাতেই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চেতনা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প্রসঙ্গে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চমক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সাম্প্রতিক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অভিমত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প্রকাশ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প্রতিটি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বস্তুকণাতেই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চেতনা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বিদ্যমান।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মেনে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অনেকগুলো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বস্তুকণার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সুনির্দিষ্ট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বিন্যাসের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একেকটি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সুনির্দিষ্ট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আকার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আকৃতি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বিশিষ্ট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ওঠে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অথচ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কণাগুলো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কণাই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ঠিক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সুনির্দিষ্ট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প্রক্রিয়ায়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এককটি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উচ্চতর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চেতনার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অথচ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বস্তুকণাগুলোর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মূল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চেতনা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যথাস্থানেই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যাচ্ছে।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সজীব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অণুজীব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যেমন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শ্বেতকণিকা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সমন্বয়ে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ওঠা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বস্তুদেহের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তুলনা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যাতে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উচ্চতর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স্বতন্ত্র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প্রাণসত্তা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উঠেছে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অণুজীবগুলোর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প্রাণশীলতা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বিলুপ্ত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যদিও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মুসলমানদের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অধিকাংশের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প্রচলিত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ধারণা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শরীর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গঠনের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পর্যায়ে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t xml:space="preserve">,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মুসলিম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দার্শনিক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বিজ্ঞানী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করতেন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ক্রিয়া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প্রতিক্রিয়ার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গঠনের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পর্যায়ে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ব্যবস্থা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নিহিত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রেখেছেন।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প্রতিটি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অণুতে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চেতনা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ধারণা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সঠিক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সম্ভাবনার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সমর্থন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স্রেফ্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জড়বস্তু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সেগুলোরও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ব্যক্তিসত্তা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প্রাকৃতিক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কর্তৃক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সিজদাহ্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তাসবীহ্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t xml:space="preserve">, </w:t>
      </w:r>
      <w:r>
        <w:rPr>
          <w:rFonts w:hint="cs"/>
          <w:cs/>
          <w:lang w:bidi="bn-IN"/>
        </w:rPr>
        <w:t>যদিও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সিজদাহ্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তাসবীহর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সিজদাহ্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তাসবীহ্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সিজদাহ্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তাসবীহর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রূপক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আক্ষরিক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যেমন</w:t>
      </w:r>
      <w:r>
        <w:t xml:space="preserve">, </w:t>
      </w:r>
      <w:r>
        <w:rPr>
          <w:rFonts w:hint="cs"/>
          <w:cs/>
          <w:lang w:bidi="bn-IN"/>
        </w:rPr>
        <w:t>এরশাদ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:</w:t>
      </w:r>
    </w:p>
    <w:p w:rsidR="00700727" w:rsidRPr="003D6637" w:rsidRDefault="003D6637" w:rsidP="003D6637">
      <w:pPr>
        <w:pStyle w:val="libAie"/>
      </w:pPr>
      <w:r w:rsidRPr="003D6637">
        <w:rPr>
          <w:rStyle w:val="libAlaemChar"/>
        </w:rPr>
        <w:t>)</w:t>
      </w:r>
      <w:r w:rsidR="00700727" w:rsidRPr="009E173E">
        <w:rPr>
          <w:rFonts w:hint="eastAsia"/>
          <w:rtl/>
        </w:rPr>
        <w:t>تُسَبِّحُ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لَهُ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السَّمَاوَاتُ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السَّبْعُ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وَالأرْضُ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وَمَنْ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فِيهِنَّ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وَإِنْ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مِنْ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شَيْءٍ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إِلا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يُسَبِّحُ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بِحَمْدِهِ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وَلَكِنْ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لا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تَفْقَهُونَ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تَسْبِيحَهُمْ</w:t>
      </w:r>
      <w:r w:rsidRPr="003D6637">
        <w:rPr>
          <w:rStyle w:val="libAlaemChar"/>
        </w:rPr>
        <w:t>(</w:t>
      </w:r>
    </w:p>
    <w:p w:rsidR="00700727" w:rsidRDefault="00700727" w:rsidP="00700727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bn-IN"/>
        </w:rPr>
        <w:t>সাত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পৃথিবী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তাসবীহ্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মহিমা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বর্ণনা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প্রত্যক্ষ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পরোক্ষভাবে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তাসবীহ্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তাসবীহ্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অনুধাবন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ইসরা</w:t>
      </w:r>
      <w:r>
        <w:rPr>
          <w:rFonts w:hint="eastAsia"/>
        </w:rPr>
        <w:t>’</w:t>
      </w:r>
      <w:r>
        <w:t xml:space="preserve">/ </w:t>
      </w:r>
      <w:r>
        <w:rPr>
          <w:rFonts w:hint="cs"/>
          <w:cs/>
          <w:lang w:bidi="bn-IN"/>
        </w:rPr>
        <w:t>বানী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ইসরাঈল্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৪৪</w:t>
      </w:r>
      <w:r>
        <w:rPr>
          <w:cs/>
          <w:lang w:bidi="bn-IN"/>
        </w:rPr>
        <w:t>)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তাসবীহ্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রূপকার্থক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হতো</w:t>
      </w:r>
      <w:r>
        <w:t xml:space="preserve">,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তৈরী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প্রাকৃতিক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বিধানের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শৃঙ্খলে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আবদ্ধ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এটা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বুঝানোই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উদ্দেশ্য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হতো</w:t>
      </w:r>
      <w:r>
        <w:t xml:space="preserve">, </w:t>
      </w:r>
      <w:r>
        <w:rPr>
          <w:rFonts w:hint="cs"/>
          <w:cs/>
          <w:lang w:bidi="bn-IN"/>
        </w:rPr>
        <w:t>তাহলে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প্রয়োজন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তাসবীহ্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অনুধাবন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স্বেচ্ছায়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তাসবীহ্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অবশ্য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কেউ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তুলতে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কাফের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নাস্তিকরা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অস্তিত্বকেই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স্বীকার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, </w:t>
      </w:r>
      <w:r>
        <w:rPr>
          <w:rFonts w:hint="cs"/>
          <w:cs/>
          <w:lang w:bidi="bn-IN"/>
        </w:rPr>
        <w:t>তাই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তাসবীহ্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কীভাবে</w:t>
      </w:r>
      <w:r>
        <w:t xml:space="preserve">?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জবাব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প্রবৃত্তির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দাসত্বের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স্বীকার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বটে</w:t>
      </w:r>
      <w:r>
        <w:t xml:space="preserve">,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সহজাত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জ্ঞানের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একজন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মহাজ্ঞানময়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সৃষ্টিকর্তা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ব্যতীত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অস্তিত্বলাভ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অন্যদিকে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সৃষ্টির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সৃষ্টিকুশলতা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গুণাবলীর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প্রশংসা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কার্যতঃ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আলারই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প্রশংসা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t xml:space="preserve">, </w:t>
      </w:r>
      <w:r>
        <w:rPr>
          <w:rFonts w:hint="cs"/>
          <w:cs/>
          <w:lang w:bidi="bn-IN"/>
        </w:rPr>
        <w:t>ঠিক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শিল্পকর্মের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প্রশংসা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শিল্পীর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প্রশংসা।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অন্য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এরশাদ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:</w:t>
      </w:r>
    </w:p>
    <w:p w:rsidR="00700727" w:rsidRPr="003D6637" w:rsidRDefault="003D6637" w:rsidP="003D6637">
      <w:pPr>
        <w:pStyle w:val="libAie"/>
      </w:pPr>
      <w:r w:rsidRPr="003D6637">
        <w:rPr>
          <w:rStyle w:val="libAlaemChar"/>
        </w:rPr>
        <w:t>)</w:t>
      </w:r>
      <w:r w:rsidR="00700727" w:rsidRPr="009E173E">
        <w:rPr>
          <w:rFonts w:hint="eastAsia"/>
          <w:rtl/>
        </w:rPr>
        <w:t>ثُمَّ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اسْتَوَى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إِلَى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السَّمَاءِ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وَهِيَ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دُخَانٌ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فَقَالَ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لَهَا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وَلِلأرْضِ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اِئْتِيَا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طَوْعًا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أَوْ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كَرْهًا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قَالَتَا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أَتَيْنَا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طَائِعِينَ</w:t>
      </w:r>
      <w:r w:rsidRPr="003D6637">
        <w:rPr>
          <w:rStyle w:val="libAlaemChar"/>
        </w:rPr>
        <w:t>(</w:t>
      </w:r>
    </w:p>
    <w:p w:rsidR="00700727" w:rsidRDefault="00700727" w:rsidP="00700727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bn-IN"/>
        </w:rPr>
        <w:t>অতঃপর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আসমানের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মনোযোগ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দিলেন</w:t>
      </w:r>
      <w:r>
        <w:t xml:space="preserve">,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ধূম্র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গ্যাসীয়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আকারে</w:t>
      </w:r>
      <w:r>
        <w:rPr>
          <w:cs/>
          <w:lang w:bidi="bn-IN"/>
        </w:rPr>
        <w:t>)</w:t>
      </w:r>
      <w:r>
        <w:t xml:space="preserve">; </w:t>
      </w: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পৃথিবীকে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বললেন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উভয়ই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নিয়ন্ত্রণে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এসো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স্বেচ্ছায়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অনিচ্ছাক্রমে।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উভয়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বললো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স্বেচ্ছায়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নিয়ন্ত্রণে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এলাম।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ফুছ্বছ্বিলাত্</w:t>
      </w:r>
      <w:r>
        <w:rPr>
          <w:cs/>
          <w:lang w:bidi="bn-IN"/>
        </w:rPr>
        <w:t xml:space="preserve">/ </w:t>
      </w:r>
      <w:r>
        <w:rPr>
          <w:rFonts w:hint="cs"/>
          <w:cs/>
          <w:lang w:bidi="bn-IN"/>
        </w:rPr>
        <w:t>হা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মীম্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আস্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সাজদাহ্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১১</w:t>
      </w:r>
      <w:r>
        <w:rPr>
          <w:cs/>
          <w:lang w:bidi="bn-IN"/>
        </w:rPr>
        <w:t>)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উভয়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স্বেচ্ছায়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নিয়ন্ত্রণে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এলো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উভয়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বললো</w:t>
      </w:r>
      <w:r>
        <w:rPr>
          <w:cs/>
          <w:lang w:bidi="bn-IN"/>
        </w:rPr>
        <w:t xml:space="preserve"> : ....</w:t>
      </w:r>
      <w:r w:rsidRPr="00700727">
        <w:rPr>
          <w:rStyle w:val="libEnChar"/>
        </w:rPr>
        <w:t>’</w:t>
      </w:r>
      <w: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সুস্পষ্ট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রূপক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ভাবার্থক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যমীনের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ব্যক্তিসত্তা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সুতরাং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তাসবীহ্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সেগুলোর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প্রত্যেকটিরই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ব্যক্তিসত্তা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আছে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স্তরেরই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হোক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কেন।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ইসলাম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চৌদ্দশ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বছর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আগে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উদ্ভিদ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কর্তৃক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সিজদাহ্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প্রাণ</w:t>
      </w:r>
      <w:r>
        <w:t xml:space="preserve">, </w:t>
      </w:r>
      <w:r>
        <w:rPr>
          <w:rFonts w:hint="cs"/>
          <w:cs/>
          <w:lang w:bidi="bn-IN"/>
        </w:rPr>
        <w:t>চেতনা</w:t>
      </w:r>
      <w:r>
        <w:t xml:space="preserve">, </w:t>
      </w:r>
      <w:r>
        <w:rPr>
          <w:rFonts w:hint="cs"/>
          <w:cs/>
          <w:lang w:bidi="bn-IN"/>
        </w:rPr>
        <w:t>সুখ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দুঃখ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ব্যথা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বেদনা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আরোপ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বিংশ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শতাব্দীতে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বিজ্ঞানীরা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সন্ধান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পেয়েছেন।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বর্তমান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যুগের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বিজ্ঞানী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মাত্রার</w:t>
      </w:r>
      <w:r>
        <w:rPr>
          <w:cs/>
          <w:lang w:bidi="bn-IN"/>
        </w:rPr>
        <w:t xml:space="preserve"> (</w:t>
      </w:r>
      <w:r w:rsidRPr="009923E5">
        <w:rPr>
          <w:rStyle w:val="libEnChar"/>
        </w:rPr>
        <w:t>Dimension</w:t>
      </w:r>
      <w:r>
        <w:t xml:space="preserve">) </w:t>
      </w:r>
      <w:r>
        <w:rPr>
          <w:rFonts w:hint="cs"/>
          <w:cs/>
          <w:lang w:bidi="bn-IN"/>
        </w:rPr>
        <w:t>প্রাণের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সম্ভাবনা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স্বীকার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অদূর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ভবিষ্যতে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পৃথিবী</w:t>
      </w:r>
      <w:r>
        <w:t xml:space="preserve">, </w:t>
      </w:r>
      <w:r>
        <w:rPr>
          <w:rFonts w:hint="cs"/>
          <w:cs/>
          <w:lang w:bidi="bn-IN"/>
        </w:rPr>
        <w:t>আগুন</w:t>
      </w:r>
      <w:r>
        <w:t xml:space="preserve">, </w:t>
      </w:r>
      <w:r>
        <w:rPr>
          <w:rFonts w:hint="cs"/>
          <w:cs/>
          <w:lang w:bidi="bn-IN"/>
        </w:rPr>
        <w:t>বাতাস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ইত্যাদিতেও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ব্যক্তিসত্তার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সন্ধান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পাবেন।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এরশাদ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:</w:t>
      </w:r>
    </w:p>
    <w:p w:rsidR="00700727" w:rsidRPr="009923E5" w:rsidRDefault="009923E5" w:rsidP="009923E5">
      <w:pPr>
        <w:pStyle w:val="libAie"/>
      </w:pPr>
      <w:r w:rsidRPr="009923E5">
        <w:rPr>
          <w:rStyle w:val="libAlaemChar"/>
        </w:rPr>
        <w:t>)</w:t>
      </w:r>
      <w:r w:rsidR="00700727" w:rsidRPr="009E173E">
        <w:rPr>
          <w:rFonts w:hint="eastAsia"/>
          <w:rtl/>
        </w:rPr>
        <w:t>وَمَا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هَذِهِ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الْحَيَاةُ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الدُّنْيَا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إِلا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لَهْوٌ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وَلَعِبٌ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وَإِنَّ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الدَّارَ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الآخِرَةَ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لَهِيَ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الْحَيَوَانُ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لَوْ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كَانُوا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يَعْلَمُونَ</w:t>
      </w:r>
      <w:r w:rsidRPr="009923E5">
        <w:rPr>
          <w:rStyle w:val="libAlaemChar"/>
        </w:rPr>
        <w:t>(</w:t>
      </w:r>
    </w:p>
    <w:p w:rsidR="00700727" w:rsidRDefault="00700727" w:rsidP="00700727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দুনিয়ার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ক্রীড়া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কৌতুক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বৈ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নিঃসন্দেহে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আখেরাতের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গৃহ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প্রাণময়</w:t>
      </w:r>
      <w:r>
        <w:t xml:space="preserve">;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জানতো</w:t>
      </w:r>
      <w:r>
        <w:rPr>
          <w:cs/>
          <w:lang w:bidi="bn-IN"/>
        </w:rPr>
        <w:t>!</w:t>
      </w:r>
      <w:r w:rsidRPr="00700727">
        <w:rPr>
          <w:rStyle w:val="libEnChar"/>
        </w:rPr>
        <w:t>”</w:t>
      </w:r>
      <w:r>
        <w:t xml:space="preserve"> (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</w:t>
      </w:r>
      <w:r>
        <w:rPr>
          <w:cs/>
          <w:lang w:bidi="bn-IN"/>
        </w:rPr>
        <w:t>-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আনকাবূত্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৬৪</w:t>
      </w:r>
      <w:r>
        <w:rPr>
          <w:cs/>
          <w:lang w:bidi="bn-IN"/>
        </w:rPr>
        <w:t>)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lastRenderedPageBreak/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সুস্পষ্ট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কিছুতেই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আছে</w:t>
      </w:r>
      <w:r>
        <w:t xml:space="preserve">,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শারীরিক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ইন্দ্রিয়নিচয়ের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ধারণক্ষমতার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সীমাবদ্ধতার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বুঝতে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আখেরাতের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সীমাবদ্ধতা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বুঝতে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হোক</w:t>
      </w:r>
      <w:r>
        <w:t xml:space="preserve">, </w:t>
      </w:r>
      <w:r>
        <w:rPr>
          <w:rFonts w:hint="cs"/>
          <w:cs/>
          <w:lang w:bidi="bn-IN"/>
        </w:rPr>
        <w:t>প্রতিটি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বস্তুকণায়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চেতনা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আছে</w:t>
      </w:r>
      <w:r>
        <w:t xml:space="preserve">,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বস্তুকণাকে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জুড়ে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তেমনি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সুনির্দিষ্ট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প্রাকৃতিক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বিধিবিধানের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আওতায়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বস্তুকণাসমূহ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মিলে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উচ্চতর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একক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ওঠে</w:t>
      </w:r>
      <w:r>
        <w:t xml:space="preserve">,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উচ্চতর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চেতনা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ব্যক্তিসত্তা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ওঠে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উঠলেও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আশ্রয়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মাত্রার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স্বতন্ত্র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বস্তুসত্তা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বিশ্লিষ্ট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বিক্ষিপ্ত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গেলেও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বিলুপ্ত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মাত্রার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স্বাভাবিক।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এভাবে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কার্যতঃ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এককসমূহ</w:t>
      </w:r>
      <w:r>
        <w:t xml:space="preserve">, </w:t>
      </w:r>
      <w:r>
        <w:rPr>
          <w:rFonts w:hint="cs"/>
          <w:cs/>
          <w:lang w:bidi="bn-IN"/>
        </w:rPr>
        <w:t>বিশেষতঃ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সমূহ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সমন্বয়ে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গঠিত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অথচ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এককগুলোর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স্বতন্ত্র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অব্যাহত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t xml:space="preserve">, </w:t>
      </w:r>
      <w:r>
        <w:rPr>
          <w:rFonts w:hint="cs"/>
          <w:cs/>
          <w:lang w:bidi="bn-IN"/>
        </w:rPr>
        <w:t>তেমনি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আশ্রয়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স্বতন্ত্র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উচ্চতর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উঠলেও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এককসমূহের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স্বতন্ত্রভাবে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নাফসের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ধারণা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এরশাদ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:</w:t>
      </w:r>
    </w:p>
    <w:p w:rsidR="00700727" w:rsidRPr="009923E5" w:rsidRDefault="009923E5" w:rsidP="009923E5">
      <w:pPr>
        <w:pStyle w:val="libAie"/>
      </w:pPr>
      <w:r w:rsidRPr="009923E5">
        <w:rPr>
          <w:rStyle w:val="libAlaemChar"/>
        </w:rPr>
        <w:t>)</w:t>
      </w:r>
      <w:r w:rsidR="00700727" w:rsidRPr="009E173E">
        <w:rPr>
          <w:rFonts w:hint="eastAsia"/>
          <w:rtl/>
        </w:rPr>
        <w:t>حَتَّى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إِذَا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مَا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جَاءُوهَا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شَهِدَ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عَلَيْهِمْ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سَمْعُهُمْ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وَأَبْصَارُهُمْ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وَجُلُودُهُمْ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بِمَا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كَانُوا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يَعْمَلُونَ</w:t>
      </w:r>
      <w:r w:rsidR="00700727" w:rsidRPr="009E173E">
        <w:rPr>
          <w:rtl/>
        </w:rPr>
        <w:t xml:space="preserve">. </w:t>
      </w:r>
      <w:r w:rsidR="00700727" w:rsidRPr="009E173E">
        <w:rPr>
          <w:rFonts w:hint="eastAsia"/>
          <w:rtl/>
        </w:rPr>
        <w:t>وَقَالُوا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لِجُلُودِهِمْ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لِمَ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شَهِدْتُمْ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عَلَيْنَا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قَالُوا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أَنْطَقَنَا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اللَّهُ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الَّذِي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أَنْطَقَ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كُلَّ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شَيْءٍ</w:t>
      </w:r>
      <w:r w:rsidRPr="009923E5">
        <w:rPr>
          <w:rStyle w:val="libAlaemChar"/>
        </w:rPr>
        <w:t>(</w:t>
      </w:r>
    </w:p>
    <w:p w:rsidR="00700727" w:rsidRDefault="00700727" w:rsidP="00700727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জাহান্নামের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পৌঁছবে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কান</w:t>
      </w:r>
      <w:r>
        <w:t xml:space="preserve">, </w:t>
      </w:r>
      <w:r>
        <w:rPr>
          <w:rFonts w:hint="cs"/>
          <w:cs/>
          <w:lang w:bidi="bn-IN"/>
        </w:rPr>
        <w:t>চোখ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ত্বক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কৃতকর্ম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সাক্ষ্য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দেবে।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ত্বককে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বলবে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কেন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বিরুদ্ধে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সাক্ষ্য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দিলে</w:t>
      </w:r>
      <w:r>
        <w:t xml:space="preserve">? </w:t>
      </w: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চামড়া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সমূহ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বলবে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কিছুকেই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বাকশক্তি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দিয়েছেন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বাকশক্তি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দিয়েছেন।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ফুছ্বছ্বিলাত্</w:t>
      </w:r>
      <w:r>
        <w:rPr>
          <w:cs/>
          <w:lang w:bidi="bn-IN"/>
        </w:rPr>
        <w:t xml:space="preserve">/ </w:t>
      </w:r>
      <w:r>
        <w:rPr>
          <w:rFonts w:hint="cs"/>
          <w:cs/>
          <w:lang w:bidi="bn-IN"/>
        </w:rPr>
        <w:t>হা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মীম্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আস্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সাজদাহ্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২০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২১</w:t>
      </w:r>
      <w:r>
        <w:rPr>
          <w:cs/>
          <w:lang w:bidi="bn-IN"/>
        </w:rPr>
        <w:t>)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অঙ্গ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প্রত্যঙ্গের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স্বতন্ত্র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ব্যক্তিসত্তা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নিজস্ব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স্বতন্ত্র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উচ্চতর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ব্যক্তিসত্তা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গাড়ীর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ব্যাটারী</w:t>
      </w:r>
      <w:r>
        <w:t xml:space="preserve">, </w:t>
      </w:r>
      <w:r>
        <w:rPr>
          <w:rFonts w:hint="cs"/>
          <w:cs/>
          <w:lang w:bidi="bn-IN"/>
        </w:rPr>
        <w:t>রেডিও</w:t>
      </w:r>
      <w:r>
        <w:t xml:space="preserve">, </w:t>
      </w:r>
      <w:r>
        <w:rPr>
          <w:rFonts w:hint="cs"/>
          <w:cs/>
          <w:lang w:bidi="bn-IN"/>
        </w:rPr>
        <w:t>ইঞ্জিন</w:t>
      </w:r>
      <w:r>
        <w:t xml:space="preserve">, </w:t>
      </w:r>
      <w:r>
        <w:rPr>
          <w:rFonts w:hint="cs"/>
          <w:cs/>
          <w:lang w:bidi="bn-IN"/>
        </w:rPr>
        <w:t>লাইট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ইত্যাদির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স্বতন্ত্র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এতদসহ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গাড়ীটির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স্বতন্ত্র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উচ্চতর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ন্যায়</w:t>
      </w:r>
      <w:r>
        <w:t xml:space="preserve">, </w:t>
      </w:r>
      <w:r>
        <w:rPr>
          <w:rFonts w:hint="cs"/>
          <w:cs/>
          <w:lang w:bidi="bn-IN"/>
        </w:rPr>
        <w:t>যদিও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প্রাণীদেহের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তুলনা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দুর্বল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উপমা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মাত্র।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মোদ্দা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t xml:space="preserve">, </w:t>
      </w:r>
      <w:r>
        <w:rPr>
          <w:rFonts w:hint="cs"/>
          <w:cs/>
          <w:lang w:bidi="bn-IN"/>
        </w:rPr>
        <w:t>শরীর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সমন্বয়ে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গঠিত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এককসমূহের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স্বাতন্ত্র্য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সহকারেই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উচ্চতর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যৌগিক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তেমনি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প্রাণীর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ব্যক্তিসত্তা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>)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কতক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স্বতন্ত্র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ব্যক্তিসত্তার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স্বাতন্ত্র্য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সহকারেই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উচ্চতর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ব্যক্তিসত্তা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>)</w:t>
      </w:r>
      <w:r>
        <w:rPr>
          <w:rFonts w:hint="cs"/>
          <w:cs/>
          <w:lang w:bidi="bn-IN"/>
        </w:rPr>
        <w:t>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আখেরাতে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সুস্পষ্টভাবে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পড়বে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যৌগিকতার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অজ্ঞানতার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পর্দা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উন্মোচিত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যাবে</w:t>
      </w:r>
      <w:r>
        <w:t xml:space="preserve">,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বারযাখ্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আখেরাতের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নমুনা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বিধায়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সেখানেও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পর্দা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উন্মোচিত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যৌক্তিক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উপসংহারে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উপনীত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পারে।</w:t>
      </w:r>
    </w:p>
    <w:p w:rsidR="009923E5" w:rsidRPr="009C308B" w:rsidRDefault="009923E5" w:rsidP="009E173E">
      <w:r>
        <w:br w:type="page"/>
      </w:r>
    </w:p>
    <w:p w:rsidR="00700727" w:rsidRDefault="00700727" w:rsidP="009923E5">
      <w:pPr>
        <w:pStyle w:val="Heading2Center"/>
      </w:pPr>
      <w:r>
        <w:rPr>
          <w:rFonts w:hint="cs"/>
          <w:cs/>
          <w:lang w:bidi="bn-IN"/>
        </w:rPr>
        <w:lastRenderedPageBreak/>
        <w:t>নাফসের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ইন্দ্রিয়নিচয়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কর্মক্ষমতা</w:t>
      </w:r>
    </w:p>
    <w:p w:rsidR="00700727" w:rsidRDefault="00700727" w:rsidP="00700727">
      <w:pPr>
        <w:pStyle w:val="libNormal"/>
      </w:pP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ইতিপূর্বে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ঐশী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ব্যবস্থাপনার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নিয়ন্ত্রণাধীনে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অনুমতিক্রমে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অধিবাসীদেরকে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শুনতে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উপস্থাপন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বস্তুদেহের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সাহায্য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ছাড়াও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শুনতে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t xml:space="preserve">, </w:t>
      </w:r>
      <w:r>
        <w:rPr>
          <w:rFonts w:hint="cs"/>
          <w:cs/>
          <w:lang w:bidi="bn-IN"/>
        </w:rPr>
        <w:t>শারীরিক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ইন্দ্রিয়নিচয়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ছাড়াও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স্বতন্ত্র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ইন্দ্রিয়নিচয়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ক্ষেত্রবিশেষে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অবস্থায়ই</w:t>
      </w:r>
      <w:r>
        <w:t xml:space="preserve">, </w:t>
      </w:r>
      <w:r>
        <w:rPr>
          <w:rFonts w:hint="cs"/>
          <w:cs/>
          <w:lang w:bidi="bn-IN"/>
        </w:rPr>
        <w:t>এমনকি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স্বপ্নে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জাগ্রত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অবস্থায়ও</w:t>
      </w:r>
      <w:r>
        <w:t xml:space="preserve">,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ইন্দ্রিয়ের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বস্তুজাগতিক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অভিজ্ঞতা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উদাহরণস্বরূপ</w:t>
      </w:r>
      <w:r>
        <w:t xml:space="preserve">, </w:t>
      </w:r>
      <w:r>
        <w:rPr>
          <w:rFonts w:hint="cs"/>
          <w:cs/>
          <w:lang w:bidi="bn-IN"/>
        </w:rPr>
        <w:t>কেউ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জাগ্রত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সহসাই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অন্তরালবর্তী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হুবহু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সম্মুখে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সংঘটিত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ন্যায়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সুস্পষ্টভাবে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সঠিক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অন্যদিকে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স্বপ্নে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ঘটনা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স্বপ্নে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আগে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ঘুম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ভেঙ্গে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অদূর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ভবিষ্যতে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বহু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স্বপ্নে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প্রতীকী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ভবিষ্যত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হুবহু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পায়।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এছাড়া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ঘুমের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শারীরিক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ইন্দ্রিয়নিচয়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নিষ্ক্রিয়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সত্ত্বেও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স্বপ্নে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পঞ্চেন্দ্রিয়ের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হুবহু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অভিজ্ঞতা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লাভ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t xml:space="preserve">, </w:t>
      </w:r>
      <w:r>
        <w:rPr>
          <w:rFonts w:hint="cs"/>
          <w:cs/>
          <w:lang w:bidi="bn-IN"/>
        </w:rPr>
        <w:t>এমনকি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প্রতিক্রিয়া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ইন্দ্রিয়নিচয়ের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বহন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বস্তুবাদীরা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উর্ধ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স্বীকার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স্বপ্নকে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মস্তিষ্কের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ক্রিয়া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প্রতিক্রিয়া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মতে</w:t>
      </w:r>
      <w:r>
        <w:t xml:space="preserve">, </w:t>
      </w:r>
      <w:r>
        <w:rPr>
          <w:rFonts w:hint="cs"/>
          <w:cs/>
          <w:lang w:bidi="bn-IN"/>
        </w:rPr>
        <w:t>ব্যক্তি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জাগ্রত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কল্পনা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স্বপ্নে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পুরোপুরি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ভিত্তিহীন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কারোই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অভিজ্ঞতা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মানুষ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স্বপ্ন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কোনোদিনই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কল্পনা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চেয়েও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t xml:space="preserve">, </w:t>
      </w:r>
      <w:r>
        <w:rPr>
          <w:rFonts w:hint="cs"/>
          <w:cs/>
          <w:lang w:bidi="bn-IN"/>
        </w:rPr>
        <w:t>বস্তু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উর্ধ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মস্তিষ্কের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কল্পনা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আদৌ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বস্তুধর্ম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অনুযায়ী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মস্তিষ্কে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পড়বে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বাস্তবে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সংঘটিত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t xml:space="preserve">;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আদৌ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মস্তিষ্কে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প্রতিফলিত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প্রতিক্রিয়া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উর্ধ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সৃজনশীল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কল্পনা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কল্পসৃষ্টি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আঞ্জাম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তখনি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মস্তিষ্কের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তথ্যভাণ্ডারে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সঞ্চিত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আবার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বস্তুবাদী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মনোবিজ্ঞানীর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মতে</w:t>
      </w:r>
      <w:r>
        <w:t xml:space="preserve">, </w:t>
      </w:r>
      <w:r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অপূর্ণ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আশা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আকাঙ্ক্ষা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প্রতীকী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স্বপ্নে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অধিকতর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ভিত্তিহীন।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অপূর্ণ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আশা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আকাঙ্ক্ষাকে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কল্পচিত্র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যদিও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</w:t>
      </w:r>
      <w:r>
        <w:t xml:space="preserve">, </w:t>
      </w:r>
      <w:r>
        <w:rPr>
          <w:rFonts w:hint="cs"/>
          <w:cs/>
          <w:lang w:bidi="bn-IN"/>
        </w:rPr>
        <w:t>মস্তিষ্কের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স্বপ্নে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কল্পচিত্র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হুবহু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পড়তে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t xml:space="preserve">;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প্রতীকী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অবশ্য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স্বপ্নের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তাৎপর্য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লিখেছেন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লেখার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অংশ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ধর্মীয়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সূত্র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বেশীর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ভাগই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বহু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অভিজ্ঞতা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বিশ্লেষণ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গৃহীত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উপসংহার</w:t>
      </w:r>
      <w:r>
        <w:t xml:space="preserve">;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তাৎপর্যের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সঠিক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কতোগুলো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গুরুত্বপূর্ণ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সঠিক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যেমন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স্বপ্নে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কুকুর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শত্রুর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প্রতীক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কুকুরে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কামড়াতে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শত্রু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আক্রান্ত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প্রতীক</w:t>
      </w:r>
      <w:r>
        <w:t xml:space="preserve">, </w:t>
      </w:r>
      <w:r>
        <w:rPr>
          <w:rFonts w:hint="cs"/>
          <w:cs/>
          <w:lang w:bidi="bn-IN"/>
        </w:rPr>
        <w:t>অন্যদিকে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কুটিল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হিংসুক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শ্রত্রুর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প্রতীক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সাপে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কামড়াতে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শত্রুর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হিংস্র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শত্রুতা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চরিতার্থকরণের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প্রতীক</w:t>
      </w:r>
      <w:r>
        <w:t xml:space="preserve">, </w:t>
      </w:r>
      <w:r>
        <w:rPr>
          <w:rFonts w:hint="cs"/>
          <w:cs/>
          <w:lang w:bidi="bn-IN"/>
        </w:rPr>
        <w:t>আগুন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শান্তির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প্রতীক</w:t>
      </w:r>
      <w:r>
        <w:t xml:space="preserve">,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আগুন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লাগতে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ঝগড়া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বিবাদ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অশান্তির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প্রতীক</w:t>
      </w:r>
      <w:r>
        <w:t xml:space="preserve">, </w:t>
      </w:r>
      <w:r>
        <w:rPr>
          <w:rFonts w:hint="cs"/>
          <w:cs/>
          <w:lang w:bidi="bn-IN"/>
        </w:rPr>
        <w:t>স্বচ্ছ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শান্তির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প্রতীক</w:t>
      </w:r>
      <w:r>
        <w:t xml:space="preserve">, </w:t>
      </w:r>
      <w:r>
        <w:rPr>
          <w:rFonts w:hint="cs"/>
          <w:cs/>
          <w:lang w:bidi="bn-IN"/>
        </w:rPr>
        <w:t>ঘোলা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দুর্যোগ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সমস্যায়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পড়ার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প্রতীক</w:t>
      </w:r>
      <w:r>
        <w:t xml:space="preserve">, </w:t>
      </w:r>
      <w:r>
        <w:rPr>
          <w:rFonts w:hint="cs"/>
          <w:cs/>
          <w:lang w:bidi="bn-IN"/>
        </w:rPr>
        <w:t>ধোঁয়া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দুর্যোগ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বিপদের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প্রতীক</w:t>
      </w:r>
      <w:r>
        <w:t xml:space="preserve">, </w:t>
      </w:r>
      <w:r>
        <w:rPr>
          <w:rFonts w:hint="cs"/>
          <w:cs/>
          <w:lang w:bidi="bn-IN"/>
        </w:rPr>
        <w:t>ইত্যাদি।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এগুলোর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ভবিষ্যত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সংক্রান্ত</w:t>
      </w:r>
      <w:r>
        <w:t xml:space="preserve">; </w:t>
      </w:r>
      <w:r>
        <w:rPr>
          <w:rFonts w:hint="cs"/>
          <w:cs/>
          <w:lang w:bidi="bn-IN"/>
        </w:rPr>
        <w:t>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মস্তিষ্ক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এগুলো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চেয়েও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t xml:space="preserve">, </w:t>
      </w:r>
      <w:r>
        <w:rPr>
          <w:rFonts w:hint="cs"/>
          <w:cs/>
          <w:lang w:bidi="bn-IN"/>
        </w:rPr>
        <w:t>এগুলোকে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প্রতীকী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কীভাবে</w:t>
      </w:r>
      <w:r>
        <w:t xml:space="preserve">? </w:t>
      </w:r>
      <w:r>
        <w:rPr>
          <w:rFonts w:hint="cs"/>
          <w:cs/>
          <w:lang w:bidi="bn-IN"/>
        </w:rPr>
        <w:t>প্রতীকী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বস্তুধর্মের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আওতা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বহির্ভূত।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অবশ্য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স্বপ্নে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এগুলোকে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প্রতীকী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রূপে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স্বয়ং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এগুলোকে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প্রতীকী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ঠিক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স্বপ্নলোক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যেহেতু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বারযাখেরই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অংশ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প্রতিষ্ঠিত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নিয়মাবলীর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অধীনেই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এগুলো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প্রতীকী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রূপে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প্রতিভাত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সেগুলোকে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এভাবেই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lastRenderedPageBreak/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প্রসঙ্গে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হাশরের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মাঠে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লোকেরা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ভিতরের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ব্যক্তিসত্তা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স্বরূপে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উত্থিত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t xml:space="preserve">; </w:t>
      </w:r>
      <w:r>
        <w:rPr>
          <w:rFonts w:hint="cs"/>
          <w:cs/>
          <w:lang w:bidi="bn-IN"/>
        </w:rPr>
        <w:t>বিভিন্ন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সূত্রের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বর্ণনা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অনুযায়ী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খারাপ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লোকেরা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কুকুর</w:t>
      </w:r>
      <w:r>
        <w:t xml:space="preserve">, </w:t>
      </w:r>
      <w:r>
        <w:rPr>
          <w:rFonts w:hint="cs"/>
          <w:cs/>
          <w:lang w:bidi="bn-IN"/>
        </w:rPr>
        <w:t>শুকর</w:t>
      </w:r>
      <w:r>
        <w:t xml:space="preserve">, </w:t>
      </w:r>
      <w:r>
        <w:rPr>
          <w:rFonts w:hint="cs"/>
          <w:cs/>
          <w:lang w:bidi="bn-IN"/>
        </w:rPr>
        <w:t>গাধা</w:t>
      </w:r>
      <w:r>
        <w:t xml:space="preserve">, </w:t>
      </w:r>
      <w:r>
        <w:rPr>
          <w:rFonts w:hint="cs"/>
          <w:cs/>
          <w:lang w:bidi="bn-IN"/>
        </w:rPr>
        <w:t>সাপ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ইত্যাদির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চেহারা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উত্থিত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t xml:space="preserve">,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সত্ত্বেও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চেনা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অমুক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অমুক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আভাস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t xml:space="preserve">; </w:t>
      </w:r>
      <w:r>
        <w:rPr>
          <w:rFonts w:hint="cs"/>
          <w:cs/>
          <w:lang w:bidi="bn-IN"/>
        </w:rPr>
        <w:t>এরশাদ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:</w:t>
      </w:r>
    </w:p>
    <w:p w:rsidR="00700727" w:rsidRPr="009923E5" w:rsidRDefault="009923E5" w:rsidP="009923E5">
      <w:pPr>
        <w:pStyle w:val="libAie"/>
      </w:pPr>
      <w:r w:rsidRPr="009923E5">
        <w:rPr>
          <w:rStyle w:val="libAlaemChar"/>
        </w:rPr>
        <w:t>)</w:t>
      </w:r>
      <w:r w:rsidR="00700727" w:rsidRPr="009E173E">
        <w:rPr>
          <w:rFonts w:hint="eastAsia"/>
          <w:rtl/>
        </w:rPr>
        <w:t>وَمَنْ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أَعْرَضَ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عَنْ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ذِكْرِي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فَإِنَّ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لَهُ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مَعِيشَةً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ضَنْكًا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وَنَحْشُرُهُ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يَوْمَ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الْقِيَامَةِ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أَعْمَى</w:t>
      </w:r>
      <w:r w:rsidR="00700727" w:rsidRPr="009E173E">
        <w:rPr>
          <w:rtl/>
        </w:rPr>
        <w:t xml:space="preserve">. </w:t>
      </w:r>
      <w:r w:rsidR="00700727" w:rsidRPr="009E173E">
        <w:rPr>
          <w:rFonts w:hint="eastAsia"/>
          <w:rtl/>
        </w:rPr>
        <w:t>قَالَ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رَبِّ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لِمَ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حَشَرْتَنِي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أَعْمَى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وَقَدْ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كُنْتُ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بَصِيرًا</w:t>
      </w:r>
      <w:r w:rsidR="00700727" w:rsidRPr="009E173E">
        <w:rPr>
          <w:rtl/>
        </w:rPr>
        <w:t xml:space="preserve">. </w:t>
      </w:r>
      <w:r w:rsidR="00700727" w:rsidRPr="009E173E">
        <w:rPr>
          <w:rFonts w:hint="eastAsia"/>
          <w:rtl/>
        </w:rPr>
        <w:t>قَالَ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كَذَلِكَ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أَتَتْكَ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آيَاتُنَا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فَنَسِيتَهَا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وَكَذَلِكَ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الْيَوْمَ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تُنْسَى</w:t>
      </w:r>
      <w:r w:rsidRPr="009923E5">
        <w:rPr>
          <w:rStyle w:val="libAlaemChar"/>
        </w:rPr>
        <w:t>(</w:t>
      </w:r>
    </w:p>
    <w:p w:rsidR="00700727" w:rsidRDefault="00700727" w:rsidP="00700727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স্মরণকে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কোরআনকে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পাশ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কাটিয়ে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অবশ্যই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দুর্বিষহ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ক্বিয়ামতের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অন্ধরূপে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সমাবেশস্থলে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উত্থিত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করবো।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বলবে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রব</w:t>
      </w:r>
      <w:r>
        <w:rPr>
          <w:cs/>
          <w:lang w:bidi="bn-IN"/>
        </w:rPr>
        <w:t xml:space="preserve">! </w:t>
      </w:r>
      <w:r>
        <w:rPr>
          <w:rFonts w:hint="cs"/>
          <w:cs/>
          <w:lang w:bidi="bn-IN"/>
        </w:rPr>
        <w:t>আমি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চক্ষুষ্মান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ছিলোম</w:t>
      </w:r>
      <w:r>
        <w:t xml:space="preserve">, </w:t>
      </w:r>
      <w:r>
        <w:rPr>
          <w:rFonts w:hint="cs"/>
          <w:cs/>
          <w:lang w:bidi="bn-IN"/>
        </w:rPr>
        <w:t>তাহলে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অন্ধরূপে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উত্থিত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করেছো</w:t>
      </w:r>
      <w:r>
        <w:t xml:space="preserve">? </w:t>
      </w: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বলবেন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এটাই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যথোপযুক্ত</w:t>
      </w:r>
      <w:r>
        <w:rPr>
          <w:cs/>
          <w:lang w:bidi="bn-IN"/>
        </w:rPr>
        <w:t>)</w:t>
      </w:r>
      <w:r>
        <w:t xml:space="preserve">,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তোমার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নিকট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সমূহ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এসেছিলো</w:t>
      </w:r>
      <w:r>
        <w:t xml:space="preserve">,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তুমি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ইচ্ছাকৃতভাবে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বিস্মৃত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হয়েছিলে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উপেক্ষা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করেছিলে</w:t>
      </w:r>
      <w:r>
        <w:rPr>
          <w:cs/>
          <w:lang w:bidi="bn-IN"/>
        </w:rPr>
        <w:t>)</w:t>
      </w:r>
      <w:r>
        <w:t xml:space="preserve">, </w:t>
      </w:r>
      <w:r>
        <w:rPr>
          <w:rFonts w:hint="cs"/>
          <w:cs/>
          <w:lang w:bidi="bn-IN"/>
        </w:rPr>
        <w:t>তাই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এভাবেই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আজকের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তুমি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বিস্মৃতিকবলিত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হয়েছো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অনুগ্রহ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লাভ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বঞ্চিত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হয়েছো</w:t>
      </w:r>
      <w:r>
        <w:rPr>
          <w:cs/>
          <w:lang w:bidi="bn-IN"/>
        </w:rPr>
        <w:t>)</w:t>
      </w:r>
      <w:r>
        <w:rPr>
          <w:rFonts w:hint="cs"/>
          <w:cs/>
          <w:lang w:bidi="bn-IN"/>
        </w:rPr>
        <w:t>।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ত্বা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হা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১২৪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১২৬</w:t>
      </w:r>
      <w:r>
        <w:rPr>
          <w:cs/>
          <w:lang w:bidi="bn-IN"/>
        </w:rPr>
        <w:t>)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প্রকৃত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থাকাকালেই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দৃষ্টিশক্তিকে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সত্যদর্শনের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ফেলেছিলো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ক্বিয়ামতের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সেরূপেই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উত্থিত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সেখানে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বস্তুনিচয়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দর্শনের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ক্ষমতার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গুরুত্ব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রঙ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কানা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চর্মচক্ষুর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ন্যায়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রঙ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রঙের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বস্তুনিচয়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সত্যদর্শনক্ষমতা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বিনষ্ট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ফেলেছে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এরশাদ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:</w:t>
      </w:r>
    </w:p>
    <w:p w:rsidR="00700727" w:rsidRPr="009923E5" w:rsidRDefault="009923E5" w:rsidP="009923E5">
      <w:pPr>
        <w:pStyle w:val="libAie"/>
      </w:pPr>
      <w:r w:rsidRPr="009923E5">
        <w:rPr>
          <w:rStyle w:val="libAlaemChar"/>
        </w:rPr>
        <w:t>)</w:t>
      </w:r>
      <w:r w:rsidR="00700727" w:rsidRPr="009E173E">
        <w:rPr>
          <w:rFonts w:hint="eastAsia"/>
          <w:rtl/>
        </w:rPr>
        <w:t>وَمَنْ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كَانَ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فِي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هَذِهِ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أَعْمَى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فَهُوَ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فِي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الآخِرَةِ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أَعْمَى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وَأَضَلُّ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سَبِيلا</w:t>
      </w:r>
      <w:r w:rsidRPr="009923E5">
        <w:rPr>
          <w:rStyle w:val="libAlaemChar"/>
        </w:rPr>
        <w:t>(</w:t>
      </w:r>
    </w:p>
    <w:p w:rsidR="00700727" w:rsidRDefault="00700727" w:rsidP="00700727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দুনিয়ার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বুকে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অন্ধ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সত্যদর্শনের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দর্শনক্ষমতা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বিলুপ্ত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অতঃপর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আখেরাতেও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অন্ধ</w:t>
      </w:r>
      <w:r>
        <w:t xml:space="preserve">; </w:t>
      </w:r>
      <w:r>
        <w:rPr>
          <w:rFonts w:hint="cs"/>
          <w:cs/>
          <w:lang w:bidi="bn-IN"/>
        </w:rPr>
        <w:t>বস্তুতঃ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পথের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চরমভাবে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ভ্রষ্ট।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ইসরা</w:t>
      </w:r>
      <w:r>
        <w:rPr>
          <w:rFonts w:hint="eastAsia"/>
        </w:rPr>
        <w:t>’</w:t>
      </w:r>
      <w:r>
        <w:t xml:space="preserve">/ </w:t>
      </w:r>
      <w:r>
        <w:rPr>
          <w:rFonts w:hint="cs"/>
          <w:cs/>
          <w:lang w:bidi="bn-IN"/>
        </w:rPr>
        <w:t>বানী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ইসরাঈল্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৭২</w:t>
      </w:r>
      <w:r>
        <w:rPr>
          <w:cs/>
          <w:lang w:bidi="bn-IN"/>
        </w:rPr>
        <w:t>)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lastRenderedPageBreak/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অন্ধত্ব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চর্মচক্ষুর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অন্ধত্ব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বাহুল্য।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দুনিয়ার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চর্মচক্ষু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অপরাধ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ঈমানদার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নেককার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অবশ্যই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বেহেশতে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চক্ষুষ্মান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এটাই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ইনছ্বাফের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দাবী।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অন্যত্র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চক্ষু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কর্ণের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অধিকতর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সুস্পষ্টভাবে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t xml:space="preserve">; </w:t>
      </w:r>
      <w:r>
        <w:rPr>
          <w:rFonts w:hint="cs"/>
          <w:cs/>
          <w:lang w:bidi="bn-IN"/>
        </w:rPr>
        <w:t>এরশাদ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:</w:t>
      </w:r>
    </w:p>
    <w:p w:rsidR="00700727" w:rsidRPr="009923E5" w:rsidRDefault="009923E5" w:rsidP="009923E5">
      <w:pPr>
        <w:pStyle w:val="libAie"/>
      </w:pPr>
      <w:r w:rsidRPr="009923E5">
        <w:rPr>
          <w:rStyle w:val="libAlaemChar"/>
        </w:rPr>
        <w:t>)</w:t>
      </w:r>
      <w:r w:rsidR="00700727" w:rsidRPr="009E173E">
        <w:rPr>
          <w:rFonts w:hint="eastAsia"/>
          <w:rtl/>
        </w:rPr>
        <w:t>وَمِنْهُمْ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مَنْ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يَسْتَمِعُونَ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إِلَيْكَ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أَفَأَنْتَ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تُسْمِعُ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الصُّمَّ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وَلَوْ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كَانُوا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لا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يَعْقِلُونَ</w:t>
      </w:r>
      <w:r w:rsidR="00700727" w:rsidRPr="009E173E">
        <w:rPr>
          <w:rtl/>
        </w:rPr>
        <w:t xml:space="preserve">. </w:t>
      </w:r>
      <w:r w:rsidR="00700727" w:rsidRPr="009E173E">
        <w:rPr>
          <w:rFonts w:hint="eastAsia"/>
          <w:rtl/>
        </w:rPr>
        <w:t>وَمِنْهُمْ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مَنْ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يَنْظُرُ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إِلَيْكَ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أَفَأَنْتَ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تَهْدِي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الْعُمْيَ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وَلَوْ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كَانُوا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لا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يُبْصِرُونَ</w:t>
      </w:r>
      <w:r w:rsidRPr="009923E5">
        <w:rPr>
          <w:rStyle w:val="libAlaemChar"/>
        </w:rPr>
        <w:t>(</w:t>
      </w:r>
    </w:p>
    <w:p w:rsidR="00700727" w:rsidRDefault="00700727" w:rsidP="00700727">
      <w:pPr>
        <w:pStyle w:val="libNormal"/>
      </w:pPr>
      <w:r>
        <w:rPr>
          <w:rFonts w:hint="eastAsia"/>
        </w:rPr>
        <w:t>“</w:t>
      </w:r>
      <w:r>
        <w:t>(</w:t>
      </w:r>
      <w:r>
        <w:rPr>
          <w:rFonts w:hint="cs"/>
          <w:cs/>
          <w:lang w:bidi="bn-IN"/>
        </w:rPr>
        <w:t>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</w:t>
      </w:r>
      <w:r>
        <w:rPr>
          <w:cs/>
          <w:lang w:bidi="bn-IN"/>
        </w:rPr>
        <w:t xml:space="preserve">!)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আপনার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শোনে</w:t>
      </w:r>
      <w:r>
        <w:t xml:space="preserve">;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আপনি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বধিরকে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শোনাতে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পারবেন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বিচারবুদ্ধি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লাগায়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?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আপনার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দৃষ্টিপাত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t xml:space="preserve">;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আপনি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অন্ধকে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পারবেন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অন্তর্চক্ষুর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দ্বারা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দেখে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>?</w:t>
      </w:r>
      <w:r w:rsidRPr="00700727">
        <w:rPr>
          <w:rStyle w:val="libEnChar"/>
        </w:rPr>
        <w:t>”</w:t>
      </w:r>
      <w:r>
        <w:t xml:space="preserve"> (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ইউনুস্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৪২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৪৩</w:t>
      </w:r>
      <w:r>
        <w:rPr>
          <w:cs/>
          <w:lang w:bidi="bn-IN"/>
        </w:rPr>
        <w:t>)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সুস্পষ্ট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হাশরের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মাঠে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কুকুর</w:t>
      </w:r>
      <w:r>
        <w:t xml:space="preserve">, </w:t>
      </w:r>
      <w:r>
        <w:rPr>
          <w:rFonts w:hint="cs"/>
          <w:cs/>
          <w:lang w:bidi="bn-IN"/>
        </w:rPr>
        <w:t>শুকর</w:t>
      </w:r>
      <w:r>
        <w:t xml:space="preserve">, </w:t>
      </w:r>
      <w:r>
        <w:rPr>
          <w:rFonts w:hint="cs"/>
          <w:cs/>
          <w:lang w:bidi="bn-IN"/>
        </w:rPr>
        <w:t>গাধা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ইত্যাদি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রূপে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উত্থিত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ধারণা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পুরোপুরি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সঠিক।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সেখানে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স্বরূপে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উত্থিত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যেহেতু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আখেরাতের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নমুনা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সন্দেহ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সেখানেও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সমূহ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স্বরূপে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সত্ত্বেও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চিনতে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রকম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অসুবিধা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অন্যদিকে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স্বপ্নলোক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যেহেতু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বারযাখেরই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অংশ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কর্মতৎপরতা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ভিতরের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সহকারে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পড়বে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স্বাভাবিক।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শত্রু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কুকুর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সাপরূপে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আক্রমণপরিকল্পনা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কামড়রূপে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পড়ে।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এখন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হলো</w:t>
      </w:r>
      <w:r>
        <w:t xml:space="preserve">,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অধিবাসীদের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নাফসের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অবস্তুগত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ইন্দ্রিয়নিচয়ের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কার্যক্ষমতা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কতোখানি</w:t>
      </w:r>
      <w:r>
        <w:t xml:space="preserve">, </w:t>
      </w: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এগুলোর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তথ্যাদি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লাভ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কতোখানি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t>?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lastRenderedPageBreak/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পুনরায়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স্মরণ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দিচ্ছি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নিয়ন্ত্রণাধীন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ব্যবস্থাধীন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সুতরাং</w:t>
      </w:r>
      <w:r>
        <w:t xml:space="preserve">, </w:t>
      </w:r>
      <w:r>
        <w:rPr>
          <w:rFonts w:hint="cs"/>
          <w:cs/>
          <w:lang w:bidi="bn-IN"/>
        </w:rPr>
        <w:t>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অধিবাসীদের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বাধামুক্ত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পরিবেশে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শারীরিক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ইন্দ্রিয়নিচয়কে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স্বাধীনভাবে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লাগানো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অধিবাসীদের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ইন্দ্রিয়নিচয়কে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তথ্যাদি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লাভের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দূরের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t xml:space="preserve">,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সম্বন্ধেও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স্বাধীনভাবে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লাগানো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ওঠে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কেউ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ততোখানিই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স্বীয়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নাফসের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ইন্দিয়নিচয়কে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ব্যবহার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যতোখানি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লাগানোর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ব্যবস্থাধীনে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অনুমতিপ্রাপ্ত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সীমাবদ্ধতার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রেখেই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আমাদেরকে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ইন্দ্রিয়নিচয়ের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কার্যক্ষমতার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আওতা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মাত্রা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চিন্তা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হবে।</w:t>
      </w:r>
    </w:p>
    <w:p w:rsidR="00700727" w:rsidRDefault="00700727" w:rsidP="00700727">
      <w:pPr>
        <w:pStyle w:val="libNormal"/>
      </w:pPr>
      <w:r>
        <w:rPr>
          <w:rFonts w:hint="eastAsia"/>
        </w:rPr>
        <w:t>‘</w:t>
      </w:r>
      <w:r>
        <w:rPr>
          <w:rFonts w:hint="cs"/>
          <w:cs/>
          <w:lang w:bidi="bn-IN"/>
        </w:rPr>
        <w:t>আলামে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অবস্থানরত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সমূহের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ইন্দ্রিয়ের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একান্তভাবে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পুরষ্কার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ভোগ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নাসিকা</w:t>
      </w:r>
      <w:r>
        <w:t xml:space="preserve">, </w:t>
      </w:r>
      <w:r>
        <w:rPr>
          <w:rFonts w:hint="cs"/>
          <w:cs/>
          <w:lang w:bidi="bn-IN"/>
        </w:rPr>
        <w:t>জিহবা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ত্বক্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সেগুলোর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শ্রবণ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দর্শন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ক্ষমতা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ক্ষমতার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শর্তাধীনে</w:t>
      </w:r>
      <w:r>
        <w:rPr>
          <w:cs/>
          <w:lang w:bidi="bn-IN"/>
        </w:rPr>
        <w:t xml:space="preserve">-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>)</w:t>
      </w:r>
      <w:r>
        <w:rPr>
          <w:rFonts w:hint="cs"/>
          <w:cs/>
          <w:lang w:bidi="bn-IN"/>
        </w:rPr>
        <w:t>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আলোচ্য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যেহেতু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মাত্রার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অবস্থানরত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স্বয়ং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শ্রবণ</w:t>
      </w:r>
      <w:r>
        <w:t xml:space="preserve">, </w:t>
      </w:r>
      <w:r>
        <w:rPr>
          <w:rFonts w:hint="cs"/>
          <w:cs/>
          <w:lang w:bidi="bn-IN"/>
        </w:rPr>
        <w:t>দর্শন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বাচন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ক্ষমতার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বাধাসমূহ</w:t>
      </w:r>
      <w:r>
        <w:t xml:space="preserve">, </w:t>
      </w: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স্থানগত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দূরত্ব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কার্যকর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অনুমতিপ্রাপ্ত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সমূহের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জায়গাকে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দেখা</w:t>
      </w:r>
      <w:r>
        <w:t xml:space="preserve">,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শব্দ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শোনা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অনুমতি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থাকলেই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শোনা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সম্ভবপর।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মাত্রার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অধিবাসী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ইন্দ্রয়নিচয়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মাত্রাগত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বস্তুদেহের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ইন্দ্রিয়নিচয়ের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সীমাবদ্ধতা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অনুমতিলাভ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সাপেক্ষে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শোনা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কাছাকাছি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মনোভাব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পৌঁছানো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সম্ভবপর।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হাশরের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কাফের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সম্বোধন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বলবেন</w:t>
      </w:r>
      <w:r>
        <w:rPr>
          <w:cs/>
          <w:lang w:bidi="bn-IN"/>
        </w:rPr>
        <w:t xml:space="preserve"> :</w:t>
      </w:r>
    </w:p>
    <w:p w:rsidR="00700727" w:rsidRPr="009923E5" w:rsidRDefault="009923E5" w:rsidP="009923E5">
      <w:pPr>
        <w:pStyle w:val="libAie"/>
      </w:pPr>
      <w:r w:rsidRPr="009923E5">
        <w:rPr>
          <w:rStyle w:val="libAlaemChar"/>
        </w:rPr>
        <w:t>)</w:t>
      </w:r>
      <w:r w:rsidR="00700727" w:rsidRPr="009E173E">
        <w:rPr>
          <w:rFonts w:hint="eastAsia"/>
          <w:rtl/>
        </w:rPr>
        <w:t>لَقَدْ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كُنْتَ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فِي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غَفْلَةٍ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مِنْ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هَذَا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فَكَشَفْنَا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عَنْكَ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غِطَاءَكَ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فَبَصَرُكَ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الْيَوْمَ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حَدِيدٌ</w:t>
      </w:r>
      <w:r w:rsidRPr="009923E5">
        <w:rPr>
          <w:rStyle w:val="libAlaemChar"/>
        </w:rPr>
        <w:t>(</w:t>
      </w:r>
    </w:p>
    <w:p w:rsidR="00700727" w:rsidRDefault="00700727" w:rsidP="00700727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দিন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তুমি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উদাসীন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পর্দা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নিয়েছি</w:t>
      </w:r>
      <w:r>
        <w:t xml:space="preserve">, </w:t>
      </w:r>
      <w:r>
        <w:rPr>
          <w:rFonts w:hint="cs"/>
          <w:cs/>
          <w:lang w:bidi="bn-IN"/>
        </w:rPr>
        <w:t>সুতরাং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দর্শনক্ষমতা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সীমাবদ্ধতামুক্ত।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ক্বাফ্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২২</w:t>
      </w:r>
      <w:r>
        <w:rPr>
          <w:cs/>
          <w:lang w:bidi="bn-IN"/>
        </w:rPr>
        <w:t>)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কাফের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দর্শনক্ষমতা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সীমাবদ্ধতামুক্ত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দর্শনক্ষমতাই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সীমাবদ্ধতার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সীমাবদ্ধতামুক্ত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ব্যক্তি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পাবে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আক্ষরিক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বর্তমান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তখনকার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বর্তমান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ভিতর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বাহিরের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পাবে।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সুতরাং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উপসংহারে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উপনীত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বস্তুদেহের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বস্তুদেহ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ইন্দ্রিয়নিচয়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ইন্দ্রিয়নিচয়ের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সীমাবদ্ধতার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ন্যায়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সীমাবদ্ধতার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বস্তুদেহে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ইন্দ্রিয়নিচয়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হুবহু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কার্যকর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থাকবে।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যেহেতু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আখেরাতের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প্রতিচ্ছবি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শর্তাধীনে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সেখানেও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ইন্দ্রিয়নিচয়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সীমাবদ্ধতা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অনুমোদিত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t xml:space="preserve">, </w:t>
      </w: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অনুমোদিত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দর্শন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শ্রবণ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পুরাপুরি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কার্যকর।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ইতিপূর্বে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t xml:space="preserve">,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সমূহ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স্বরূপে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হাশরের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মাঠে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স্বরূপে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বস্তুদেহ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উত্থিত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স্বরূপে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সীমাবদ্ধতাহীন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দর্শন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শ্রবণ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ক্ষমতার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অধিবাসীরা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অধিবাসীদেরকে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পেলে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শুনতে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পেলে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সংশ্লিষ্ট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সহকারে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পিছনে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নিহিত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অন্তরের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সহকারে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শুনতে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বস্তুলোকবাসী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সংশ্লিষ্ট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শুধু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বাহ্যিক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তথ্যাদি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লাভ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পিছনে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নিহিত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সত্যও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জ্ঞাত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উদাহরণস্বরূপ</w:t>
      </w:r>
      <w:r>
        <w:t xml:space="preserve">, </w:t>
      </w:r>
      <w:r>
        <w:rPr>
          <w:rFonts w:hint="cs"/>
          <w:cs/>
          <w:lang w:bidi="bn-IN"/>
        </w:rPr>
        <w:t>কেউ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বিলাপ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বিলাপ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শুনতে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বিলাপরত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বিলাপ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আন্তরিক</w:t>
      </w:r>
      <w:r>
        <w:t xml:space="preserve">, </w:t>
      </w:r>
      <w:r>
        <w:rPr>
          <w:rFonts w:hint="cs"/>
          <w:cs/>
          <w:lang w:bidi="bn-IN"/>
        </w:rPr>
        <w:t>নাকি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কপট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শুনতে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যাক</w:t>
      </w:r>
      <w:r>
        <w:t xml:space="preserve">, </w:t>
      </w:r>
      <w:r>
        <w:rPr>
          <w:rFonts w:hint="cs"/>
          <w:cs/>
          <w:lang w:bidi="bn-IN"/>
        </w:rPr>
        <w:t>কেউ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কপটভাবে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বিলাপ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করছে</w:t>
      </w:r>
      <w:r>
        <w:t xml:space="preserve">,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খুশী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t xml:space="preserve">,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আনন্দে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অট্টহাস্য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কপট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বেদনার্ত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ক্রন্দসী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চেহারাকে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অট্টহাসিরত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ক্রুর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হায়েনার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চেহারা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রূপে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বস্তুলোকবাসীদের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আন্তরিকতা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কপটতা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সমস্ত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রকমের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মানসিক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মূর্ত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করে।</w:t>
      </w:r>
    </w:p>
    <w:p w:rsidR="009923E5" w:rsidRPr="009C308B" w:rsidRDefault="009923E5" w:rsidP="009E173E">
      <w:r>
        <w:br w:type="page"/>
      </w:r>
    </w:p>
    <w:p w:rsidR="00700727" w:rsidRDefault="00700727" w:rsidP="009923E5">
      <w:pPr>
        <w:pStyle w:val="Heading1Center"/>
      </w:pPr>
      <w:r>
        <w:rPr>
          <w:rFonts w:hint="cs"/>
          <w:cs/>
        </w:rPr>
        <w:lastRenderedPageBreak/>
        <w:t>স্বপ্ন</w:t>
      </w:r>
      <w:r>
        <w:rPr>
          <w:cs/>
        </w:rPr>
        <w:t xml:space="preserve"> : </w:t>
      </w:r>
      <w:r>
        <w:rPr>
          <w:rFonts w:hint="cs"/>
          <w:cs/>
        </w:rPr>
        <w:t>বিজ্ঞান</w:t>
      </w:r>
      <w:r>
        <w:rPr>
          <w:cs/>
        </w:rPr>
        <w:t xml:space="preserve"> </w:t>
      </w:r>
      <w:r>
        <w:rPr>
          <w:rFonts w:hint="cs"/>
          <w:cs/>
        </w:rPr>
        <w:t>ও</w:t>
      </w:r>
      <w:r>
        <w:rPr>
          <w:cs/>
        </w:rPr>
        <w:t xml:space="preserve"> </w:t>
      </w:r>
      <w:r>
        <w:rPr>
          <w:rFonts w:hint="cs"/>
          <w:cs/>
        </w:rPr>
        <w:t>অভিজ্ঞতার</w:t>
      </w:r>
      <w:r>
        <w:rPr>
          <w:cs/>
        </w:rPr>
        <w:t xml:space="preserve"> </w:t>
      </w:r>
      <w:r>
        <w:rPr>
          <w:rFonts w:hint="cs"/>
          <w:cs/>
        </w:rPr>
        <w:t>আলোকে</w:t>
      </w:r>
    </w:p>
    <w:p w:rsidR="00700727" w:rsidRDefault="00700727" w:rsidP="00700727">
      <w:pPr>
        <w:pStyle w:val="libNormal"/>
      </w:pP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বস্তুবিজ্ঞান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অভিজ্ঞতা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সংক্রান্ত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প্রশ্নসমূহের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নির্ভুল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জবাবদানে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সক্ষম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বিচারবুদ্ধিকে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সহায়তা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সক্ষম।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এতদসংক্রান্ত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কয়েকটি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বিবেচনাযোগ্য।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অবশ্য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বৈজ্ঞানিক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বৈজ্ঞানিক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ব্যাখ্যার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কাল্পনিক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ব্যাখ্যার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আকাশ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পাতাল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পার্থক্য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উদাহরণস্বরূপ</w:t>
      </w:r>
      <w:r>
        <w:t xml:space="preserve">, </w:t>
      </w:r>
      <w:r>
        <w:rPr>
          <w:rFonts w:hint="cs"/>
          <w:cs/>
          <w:lang w:bidi="bn-IN"/>
        </w:rPr>
        <w:t>স্বপ্নের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যথাযথ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ব্যাখ্যা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ব্যর্থ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বৈজ্ঞানিক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ব্যাখ্যার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মস্তিষ্কের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স্বয়ংক্রিয়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কর্মতৎপরতা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স্নায়বিক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উত্তেজনার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ফসল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দাবীর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পিছনে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অভিজ্ঞতাও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সমর্থন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প্রকৃত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অন্যান্য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অঙ্গ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প্রত্যঙ্গ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ক্লান্ত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পড়লেই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ঘুমিয়ে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মস্তিষ্ক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ক্লান্ত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পড়লেই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ঘুমিয়ে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পড়ে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কর্মক্ষম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অভ্যস্ত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ঘুমিয়ে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পড়ে।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ক্লান্ত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জাগ্রত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মস্তিষ্কের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কর্মতৎপরতার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মস্তিষ্ক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ক্লান্ত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বিধায়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ঘুমিয়ে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পড়ে।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এমতাবস্থায়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ঘুমের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মস্তিষ্ক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সক্রিয়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ওঠা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উত্তেজিত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পিছনে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শারীরিক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নেয়াটা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স্রেফ্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কল্পনামাত্র</w:t>
      </w:r>
      <w:r>
        <w:t xml:space="preserve">;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সক্রিয়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তোলে।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t xml:space="preserve">, </w:t>
      </w:r>
      <w:r>
        <w:rPr>
          <w:rFonts w:hint="cs"/>
          <w:cs/>
          <w:lang w:bidi="bn-IN"/>
        </w:rPr>
        <w:t>সৃষ্টিজগতের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ঐশী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ব্যবস্থাধীনে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ব্যক্তিসত্তা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>)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অবস্তুজগতে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সেখানকার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অভিজ্ঞতাকে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স্মরণে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রাখার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ক্লান্ত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মস্তিষ্ককে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সক্রিয়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তোলে।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স্বপ্ন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পূর্ব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অভিজ্ঞতার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স্মৃতির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প্রত্যাবর্তন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স্নায়বিক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উত্তেজনার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ফসল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অপূর্ণ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আশা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আকাঙ্ক্ষার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প্রভাব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গ্রহণযোগ্য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মানুষ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স্বপ্নও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অভিজ্ঞতাবহির্ভূত।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যেমন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কেউ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স্বপ্নে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উড়তে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পূর্ব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অভিজ্ঞতার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প্রত্যাবর্তন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তেমনি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অপূর্ণ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আকাঙ্ক্ষার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প্রভাবও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মানুষ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আকাশে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ওড়ার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আকাঙ্ক্ষা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পিঠে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</w:t>
      </w:r>
      <w:r w:rsidRPr="009E173E">
        <w:rPr>
          <w:rStyle w:val="libEnChar"/>
        </w:rPr>
        <w:t>’</w:t>
      </w:r>
      <w:r>
        <w:rPr>
          <w:rFonts w:hint="cs"/>
          <w:cs/>
          <w:lang w:bidi="bn-IN"/>
        </w:rPr>
        <w:t>টো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কল্পনা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t xml:space="preserve">,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স্বপ্নে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উড়তে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দেখে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ছাড়াই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উড়তে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অভিজ্ঞতা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স্বপ্নব্যাখ্যাকারীদের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ব্যাখ্যার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যথার্থতা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স্বপ্নে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উড়তে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দূরবর্তী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জায়গায়</w:t>
      </w:r>
      <w:r>
        <w:t xml:space="preserve">, </w:t>
      </w:r>
      <w:r>
        <w:rPr>
          <w:rFonts w:hint="cs"/>
          <w:cs/>
          <w:lang w:bidi="bn-IN"/>
        </w:rPr>
        <w:t>বিশেষতঃ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বিদেশে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সফর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প্রায়শঃই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রকম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দূরবর্তী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জায়গায়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সফরের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পূর্বে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কখনো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কল্পনা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অন্যদিকে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স্নায়বিক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উত্তেজনা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সুশৃঙ্খল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পূর্বস্মৃতিকে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এলোমেলোভাবে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উপস্থাপন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t xml:space="preserve">, </w:t>
      </w:r>
      <w:r>
        <w:rPr>
          <w:rFonts w:hint="cs"/>
          <w:cs/>
          <w:lang w:bidi="bn-IN"/>
        </w:rPr>
        <w:t>সুবিন্যস্তভাবে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; </w:t>
      </w:r>
      <w:r>
        <w:rPr>
          <w:rFonts w:hint="cs"/>
          <w:cs/>
          <w:lang w:bidi="bn-IN"/>
        </w:rPr>
        <w:t>পূর্ব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অভিজ্ঞতাবিহীন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সুশৃঙ্খল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স্বপ্ন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তৈরী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ওঠে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শুধু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অভিজ্ঞতায়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</w:t>
      </w:r>
      <w:r>
        <w:t xml:space="preserve">, </w:t>
      </w: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স্বপ্ন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সহসাই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কেউ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ডাক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ধাক্কা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জাগ্রত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চেষ্টা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সংশ্লিষ্ট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স্বপ্নদৃশ্যের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ঘটনাস্থল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দ্রুত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ছুটে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প্রায়জাগ্রত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স্বপ্নদর্শনকারীর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বস্তুদেহে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বস্তুদেহ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মোটামুটি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চেতনা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ফিরে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পায়।</w:t>
      </w:r>
    </w:p>
    <w:p w:rsidR="009923E5" w:rsidRDefault="009923E5" w:rsidP="00700727">
      <w:pPr>
        <w:pStyle w:val="libNormal"/>
        <w:rPr>
          <w:lang w:bidi="bn-IN"/>
        </w:rPr>
      </w:pPr>
    </w:p>
    <w:p w:rsidR="00700727" w:rsidRDefault="00700727" w:rsidP="009923E5">
      <w:pPr>
        <w:pStyle w:val="Heading2"/>
      </w:pPr>
      <w:r>
        <w:rPr>
          <w:rFonts w:hint="cs"/>
          <w:cs/>
          <w:lang w:bidi="bn-IN"/>
        </w:rPr>
        <w:t>জাগ্রত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t>?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অনেকে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আধ্যাত্মিক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সাধনা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জাগ্রত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অবস্থায়ই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বেরিয়ে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সক্ষম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হয়েছেন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বেরিয়ে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গিয়েছে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দূরবর্তী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কোথাও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পরিভ্রমণ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শেষে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পুনরায়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ফিরে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মর্মে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বহু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বর্ণনা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ব্যক্তিসত্তা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বেরিয়ে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ঘুমন্ত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লাভ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t xml:space="preserve">, </w:t>
      </w:r>
      <w:r>
        <w:rPr>
          <w:rFonts w:hint="cs"/>
          <w:cs/>
          <w:lang w:bidi="bn-IN"/>
        </w:rPr>
        <w:t>এমনকি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শ্বাস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প্রশ্বাস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রক্তচলাচলও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এতোই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দৃশ্যতঃ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বন্ধ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গিয়েছে।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চিহ্ন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স্থগিত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দেহ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বেরিয়ে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ইচ্ছাশক্তি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সাহসের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সংশ্লিষ্ট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আশঙ্কাকে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উপেক্ষা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বেরিয়ে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সক্ষম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দূরবর্তী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স্থানে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সেখানকার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ঘটনাবলী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প্রত্যক্ষ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ফিরে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প্রবেশের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হুবহু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বর্ণনা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দিয়েছে</w:t>
      </w:r>
      <w:r>
        <w:t xml:space="preserve">,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যাচাই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যথার্থ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বর্ণনার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সত্যতা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শতকরা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একশ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ভাগ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নিশ্চিত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বর্ণনা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সাম্প্রতিক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কালের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বিংশ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শতাব্দীর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দ্বিতীয়ার্ধের</w:t>
      </w:r>
      <w:r>
        <w:rPr>
          <w:cs/>
          <w:lang w:bidi="bn-IN"/>
        </w:rPr>
        <w:t xml:space="preserve">) - </w:t>
      </w:r>
      <w:r>
        <w:rPr>
          <w:rFonts w:hint="cs"/>
          <w:cs/>
          <w:lang w:bidi="bn-IN"/>
        </w:rPr>
        <w:t>যখন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যোগাযোগ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ব্যবস্থার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উল্লেখযোগ্য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উন্নতির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পুরোপুরি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ভিত্তিহীন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বর্ণনা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চালিয়ে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খুবই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দুরূহ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তাছাড়া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বিচারবুদ্ধির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বিশ্লেষণ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কতক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অভিজ্ঞতা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বস্তুতঃ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জাগ্রত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শারীরিকভাবে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সক্রিয়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মনোযোগের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বেশীর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ভাগই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নিবদ্ধ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ক্ষতিগ্রস্ত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কাজকর্মে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ভুল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মনোযোগের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পুরোপুরি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সংশ্লিষ্ট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ইন্দ্রিয়নিচয়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মনোযোগের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অনুবর্তিতা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মাত্র।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ঘুমিয়ে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ভুল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সম্পাদিত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নিশ্চিন্ত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ঘুমাবার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সুযোগ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</w:t>
      </w:r>
      <w:r>
        <w:t xml:space="preserve">, </w:t>
      </w:r>
      <w:r>
        <w:rPr>
          <w:rFonts w:hint="cs"/>
          <w:cs/>
          <w:lang w:bidi="bn-IN"/>
        </w:rPr>
        <w:t>ভয়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ভীতির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পরিস্থিতিতে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ক্ষতিগ্রস্ত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আশঙ্কা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মস্তিষ্ক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ক্লান্ত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সত্ত্বেও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ঘুমিয়ে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জেগে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চেষ্টা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নিয়মিত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অভ্যাসের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তুলনায়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দেরীতে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খুব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অথবা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খুব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হাল্কাভাবে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ঘুমায়</w:t>
      </w:r>
      <w:r>
        <w:t xml:space="preserve">; </w:t>
      </w:r>
      <w:r>
        <w:rPr>
          <w:rFonts w:hint="cs"/>
          <w:cs/>
          <w:lang w:bidi="bn-IN"/>
        </w:rPr>
        <w:t>এটা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সিদ্ধান্তের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ফলেই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অবশ্য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সহনক্ষমতার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সুনির্দিষ্ট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মাত্রা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পর্যন্ত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জাগ্রত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ক্লান্ত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শ্রান্ত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ইন্দ্রিয়নিচয়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পুরোপুরি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লাভ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ঠিকমতো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,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শব্দ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ঠিকমতো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শুনতে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,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স্পর্শ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ঠিকমতো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ঘুমিয়ে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স্বপ্ন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অধিকতর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সুস্পষ্টরূপে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স্বপ্নে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শোনে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অধিকতর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সুস্পষ্টরূপে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শুনতে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জাগ্রত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মনোযোগের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সিংভাগ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শরীরের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নিবদ্ধ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রাখতে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ঘুমন্ত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দরকার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স্বপ্নলোকে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ইন্দ্রিয়নিচয়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অধিকতর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ভালোভাবে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ঘুমের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জাগ্রত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ন্যায়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স্বাধীন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ঐশী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ব্যবস্থাপনাধীন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অংশে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বিধায়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অভিজ্ঞতা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সাধনাবলে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খুবই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সাহসী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নির্ভয়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উঠতে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জাগ্রত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সাময়িকভাবে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বস্তুজগতে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পারে।</w:t>
      </w:r>
    </w:p>
    <w:p w:rsidR="00700727" w:rsidRDefault="00700727" w:rsidP="00700727">
      <w:pPr>
        <w:pStyle w:val="libNormal"/>
      </w:pPr>
    </w:p>
    <w:p w:rsidR="00700727" w:rsidRDefault="00700727" w:rsidP="009923E5">
      <w:pPr>
        <w:pStyle w:val="Heading2"/>
      </w:pPr>
      <w:r>
        <w:rPr>
          <w:rFonts w:hint="cs"/>
          <w:cs/>
          <w:lang w:bidi="bn-IN"/>
        </w:rPr>
        <w:t>জাদুবিদ্যা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নাফসের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নিদর্শন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নাফসের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সাহস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বৃদ্ধির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জাদুবিদ্যা।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জাদুবিদ্যা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আধুনিক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বস্তুবিজ্ঞান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কলাকৌশলের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আশ্রয়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ম্যাজিক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দেখানো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বলছি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মানসিক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সম্মোহিত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কাল্পনিক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দেখানো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অথবা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বাধ্য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বলছি।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প্রকৃত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জাদুকর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বর্তমান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যুগে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আদৌ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</w:t>
      </w:r>
      <w:r>
        <w:t xml:space="preserve">, </w:t>
      </w: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অতীতে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জাদু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জাদুকরের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মনোবিজ্ঞানীদের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রোগীর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চিকিৎসার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রোগীকে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সম্মোহিত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জাদুকরের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সম্মোহনের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মৌলিক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পার্থক্য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মনোরোগী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সুস্থতার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লক্ষ্যে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মনোবিজ্ঞানীর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নির্দেশিত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প্রক্রিয়া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অনুসরণ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স্বেচ্ছায়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সম্মোহিত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t xml:space="preserve">,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জাদুকর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মানসিক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অনিচ্ছুক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সম্মোহিত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অতীতে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উপমহাদেশে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উল্লেখযোগ্যভাবে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জাদুচর্চা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জাদুশিক্ষার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কেন্দ্র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কামরূপ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কামাখ্যা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বিখ্যাত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জাদুশিক্ষার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চূড়ান্ত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পরীক্ষার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পদ্ধতি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শোনা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t xml:space="preserve">, </w:t>
      </w:r>
      <w:r>
        <w:rPr>
          <w:rFonts w:hint="cs"/>
          <w:cs/>
          <w:lang w:bidi="bn-IN"/>
        </w:rPr>
        <w:t>জাদু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শিক্ষাকারী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অমাবস্যার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জনবিচ্ছিন্ন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শ্মশানে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সারারাত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কাটাতে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হতো</w:t>
      </w:r>
      <w:r>
        <w:t xml:space="preserve">;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নির্ভয়ে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একাকী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কাটাতে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জাদু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আয়ত্ত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পেরেছে।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আসলে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শ্মশানে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বিতর্কে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গিয়েও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জায়গায়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এমনিতেই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t xml:space="preserve">,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পিছনে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যৌক্তিক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থাকুক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থাকুক।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এমতাবস্থায়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অমাবস্যার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ঘুরঘুট্টি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অন্ধকারের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এহেন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জায়গায়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কাটানোর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লৌহকঠিন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মানসিক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প্রয়োজন।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শক্তিই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প্রভাবিত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সম্মোহিত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পারে।</w:t>
      </w:r>
    </w:p>
    <w:p w:rsidR="00700727" w:rsidRDefault="00700727" w:rsidP="00700727">
      <w:pPr>
        <w:pStyle w:val="libNormal"/>
      </w:pPr>
    </w:p>
    <w:p w:rsidR="00700727" w:rsidRDefault="00700727" w:rsidP="009923E5">
      <w:pPr>
        <w:pStyle w:val="Heading2"/>
      </w:pPr>
      <w:r>
        <w:rPr>
          <w:rFonts w:hint="cs"/>
          <w:cs/>
          <w:lang w:bidi="bn-IN"/>
        </w:rPr>
        <w:t>সাপুড়ে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ধরে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সাপুড়ে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কর্তৃক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কাজটিও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পুরোপুরি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মানসিক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সাহসিকতার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নিদর্শন।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সাপ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সাপকে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খেলা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দেখানোর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সাপুড়ে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মন্ত্র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আওড়ায়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কতোগুলো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অর্থহীন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মাত্র</w:t>
      </w:r>
      <w:r>
        <w:t xml:space="preserve">; </w:t>
      </w:r>
      <w:r>
        <w:rPr>
          <w:rFonts w:hint="cs"/>
          <w:cs/>
          <w:lang w:bidi="bn-IN"/>
        </w:rPr>
        <w:t>স্বীয়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মানসিক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শক্তিকে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কেন্দ্রীভূত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লক্ষ্যেই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কথাগুলো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আওড়ায়।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সাপুড়ে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কেউ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মন্ত্র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আওড়ালেও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সাপই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দংশন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করবে।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প্রকৃত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সাপুড়ে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সক্ষম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দীর্ঘদিনের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চর্চাজাত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মানসিক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মাত্র।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সাপুড়ে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সাহসের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সাপকে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মুঠোয়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উপযোগী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নিরীহ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মাছকে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মতোই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অবলীলাক্রমে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ফেলে।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ইতিপূর্বে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করেছি</w:t>
      </w:r>
      <w:r>
        <w:t xml:space="preserve">, </w:t>
      </w:r>
      <w:r>
        <w:rPr>
          <w:rFonts w:hint="cs"/>
          <w:cs/>
          <w:lang w:bidi="bn-IN"/>
        </w:rPr>
        <w:t>বিভিন্ন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ইতর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প্রাণী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আলোকতরঙ্গ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শব্দতরঙ্গ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শুনতে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শুনতে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তেমনি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খুবই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ইতর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প্রাণীরা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সাপুড়েকে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দিশাহারা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পড়ে</w:t>
      </w:r>
      <w:r>
        <w:t xml:space="preserve">, </w:t>
      </w:r>
      <w:r>
        <w:rPr>
          <w:rFonts w:hint="cs"/>
          <w:cs/>
          <w:lang w:bidi="bn-IN"/>
        </w:rPr>
        <w:t>ঠিক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পুলিশ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খুঁজছে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পুলিশের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পড়লে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দিশাহারা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বুঝতে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; </w:t>
      </w:r>
      <w:r>
        <w:rPr>
          <w:rFonts w:hint="cs"/>
          <w:cs/>
          <w:lang w:bidi="bn-IN"/>
        </w:rPr>
        <w:t>পালাবার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চেষ্টা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সাহসও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হারিয়ে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ফেলে।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lastRenderedPageBreak/>
        <w:t>সাপুড়ের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শিশুসন্তানরা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সাপধরা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শেখে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t xml:space="preserve">, </w:t>
      </w:r>
      <w:r>
        <w:rPr>
          <w:rFonts w:hint="cs"/>
          <w:cs/>
          <w:lang w:bidi="bn-IN"/>
        </w:rPr>
        <w:t>প্রথমে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বাবা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মা</w:t>
      </w:r>
      <w:r>
        <w:rPr>
          <w:rFonts w:hint="eastAsia"/>
        </w:rPr>
        <w:t>’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শিশু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সাপকে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মূলতঃ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সাপুড়ের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উপস্থিতির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শিশুটিকে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দংশন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শিশু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ক্রমান্বয়ে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বাবা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মা</w:t>
      </w:r>
      <w:r>
        <w:rPr>
          <w:rFonts w:hint="eastAsia"/>
        </w:rPr>
        <w:t>’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মতোই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সাহসের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ওঠে</w:t>
      </w:r>
      <w:r>
        <w:t xml:space="preserve">, </w:t>
      </w:r>
      <w:r>
        <w:rPr>
          <w:rFonts w:hint="cs"/>
          <w:cs/>
          <w:lang w:bidi="bn-IN"/>
        </w:rPr>
        <w:t>অতঃপর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কৈশোরে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যৌবনে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সক্ষম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</w:p>
    <w:p w:rsidR="00700727" w:rsidRDefault="00700727" w:rsidP="00700727">
      <w:pPr>
        <w:pStyle w:val="libNormal"/>
      </w:pPr>
    </w:p>
    <w:p w:rsidR="00700727" w:rsidRDefault="00700727" w:rsidP="009923E5">
      <w:pPr>
        <w:pStyle w:val="Heading2"/>
      </w:pPr>
      <w:r>
        <w:rPr>
          <w:rFonts w:hint="cs"/>
          <w:cs/>
          <w:lang w:bidi="bn-IN"/>
        </w:rPr>
        <w:t>ধ্যানে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অজানা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প্রদান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আল্লাহ্ওয়ালা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গেছে</w:t>
      </w:r>
      <w:r>
        <w:t xml:space="preserve">,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ধ্যানে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অতীতের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ঘটনাবলী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দিয়েছেন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অথবা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দূরে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দিয়েছেন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আদৌ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ধ্যানমগ্ন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ইন্দ্রিয়নিচয়ের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কর্মক্ষমতার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আওতা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মাত্রা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বৃদ্ধিরই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বহন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t xml:space="preserve">, </w:t>
      </w:r>
      <w:r>
        <w:rPr>
          <w:rFonts w:hint="cs"/>
          <w:cs/>
          <w:lang w:bidi="bn-IN"/>
        </w:rPr>
        <w:t>অবশ্য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অনুগ্রহেই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প্রায়মৃত্যুর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অভিজ্ঞতা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প্রায়মৃত্যুর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অভিজ্ঞতা</w:t>
      </w:r>
      <w:r>
        <w:rPr>
          <w:cs/>
          <w:lang w:bidi="bn-IN"/>
        </w:rPr>
        <w:t xml:space="preserve"> (</w:t>
      </w:r>
      <w:r w:rsidRPr="009E173E">
        <w:rPr>
          <w:rStyle w:val="libEnChar"/>
        </w:rPr>
        <w:t>Near Death Experience</w:t>
      </w:r>
      <w:r>
        <w:t xml:space="preserve">) </w:t>
      </w:r>
      <w:r>
        <w:rPr>
          <w:rFonts w:hint="cs"/>
          <w:cs/>
          <w:lang w:bidi="bn-IN"/>
        </w:rPr>
        <w:t>অর্জন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বর্ণনা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ব্যক্তিসত্তার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বেরিয়ে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ইন্দ্রিয়নিচয়ের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সাহায্যে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অভিজ্ঞতা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অর্জনের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ব্যক্তিসত্তার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স্বাতন্ত্র্য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বস্তুদেহ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মুখাপেক্ষিতাহীনতার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বহন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প্রায়মৃত্যুর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অভিজ্ঞতার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অচেতন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চেতনা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ফিরে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পেয়ে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অস্ত্রোপচারের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বিস্তারিত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নিখুঁত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বর্ণনা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অস্ত্রোপচারের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ডাক্তার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নার্সদের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কথাবার্তা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বর্ণনাও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অস্ত্রোপচারের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খাটে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শোয়ানো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বস্তুদেহ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নিজেদেরকে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হাল্কা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অস্ত্রোপচারকক্ষের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সিলিং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সংলগ্ন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ভাসমান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অস্ত্রোপচারের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ঘটনাবলী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প্রত্যক্ষ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কথাবার্তা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শুনেছে।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বর্ণনা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সঠিক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প্রমাণিত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কেউ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কেউ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নিজেদেরকে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হাল্কা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সহকারে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আকাশে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উড়তে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কেউ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কেউ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অচেনা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চেষ্টায়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ফিরে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দেখেছে।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ঘটনাবলী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বস্তুবিজ্ঞানীদের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তুলে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জবাব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ইতিপূর্বে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কিরলিয়ান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ফটোগ্রাফির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জবাব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মিলে</w:t>
      </w:r>
      <w:r>
        <w:t xml:space="preserve">,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t xml:space="preserve">, </w:t>
      </w:r>
      <w:r>
        <w:rPr>
          <w:rFonts w:hint="cs"/>
          <w:cs/>
          <w:lang w:bidi="bn-IN"/>
        </w:rPr>
        <w:t>মানুষ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প্রাণশীল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সজীব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অস্তিত্বেরই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বস্তুদেহ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ছাড়াও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সন্দেহ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প্রায়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অথবা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ধারক।</w:t>
      </w:r>
    </w:p>
    <w:p w:rsidR="009E173E" w:rsidRPr="009C308B" w:rsidRDefault="009E173E" w:rsidP="009E173E">
      <w:r>
        <w:br w:type="page"/>
      </w:r>
    </w:p>
    <w:p w:rsidR="00700727" w:rsidRDefault="00700727" w:rsidP="009E173E">
      <w:pPr>
        <w:pStyle w:val="Heading1Center"/>
      </w:pPr>
      <w:r>
        <w:rPr>
          <w:rFonts w:hint="cs"/>
          <w:cs/>
        </w:rPr>
        <w:lastRenderedPageBreak/>
        <w:t>আালামে</w:t>
      </w:r>
      <w:r>
        <w:rPr>
          <w:cs/>
        </w:rPr>
        <w:t xml:space="preserve"> </w:t>
      </w:r>
      <w:r>
        <w:rPr>
          <w:rFonts w:hint="cs"/>
          <w:cs/>
        </w:rPr>
        <w:t>বারযাখ্</w:t>
      </w:r>
      <w:r>
        <w:rPr>
          <w:cs/>
        </w:rPr>
        <w:t xml:space="preserve"> </w:t>
      </w:r>
      <w:r>
        <w:rPr>
          <w:rFonts w:hint="cs"/>
          <w:cs/>
        </w:rPr>
        <w:t>ও</w:t>
      </w:r>
      <w:r>
        <w:rPr>
          <w:cs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</w:rPr>
        <w:t>আালামে</w:t>
      </w:r>
      <w:r>
        <w:rPr>
          <w:cs/>
        </w:rPr>
        <w:t xml:space="preserve"> </w:t>
      </w:r>
      <w:r>
        <w:rPr>
          <w:rFonts w:hint="cs"/>
          <w:cs/>
        </w:rPr>
        <w:t>মিছাল্</w:t>
      </w:r>
    </w:p>
    <w:p w:rsidR="00700727" w:rsidRDefault="00700727" w:rsidP="00700727">
      <w:pPr>
        <w:pStyle w:val="libNormal"/>
      </w:pP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দার্শনিক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আারেফ্গণ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দেহাতীত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ছাড়াও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বলেছেন।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মিছাল্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মিছালী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করেছেন।</w:t>
      </w:r>
    </w:p>
    <w:p w:rsidR="00700727" w:rsidRDefault="00700727" w:rsidP="00700727">
      <w:pPr>
        <w:pStyle w:val="libNormal"/>
      </w:pPr>
      <w:r>
        <w:rPr>
          <w:rFonts w:hint="eastAsia"/>
        </w:rPr>
        <w:t>‘</w:t>
      </w:r>
      <w:r>
        <w:rPr>
          <w:rFonts w:hint="cs"/>
          <w:cs/>
          <w:lang w:bidi="bn-IN"/>
        </w:rPr>
        <w:t>আারেফ্কুল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শিরোমণি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শায়খ্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মুহীউদ্দীন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ইব্নুল্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আরাবী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রহ্</w:t>
      </w:r>
      <w:r>
        <w:rPr>
          <w:cs/>
          <w:lang w:bidi="bn-IN"/>
        </w:rPr>
        <w:t xml:space="preserve">.) </w:t>
      </w:r>
      <w:r>
        <w:rPr>
          <w:rFonts w:hint="cs"/>
          <w:cs/>
          <w:lang w:bidi="bn-IN"/>
        </w:rPr>
        <w:t>বলেছেন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 w:rsidRPr="00700727">
        <w:rPr>
          <w:rStyle w:val="libEnChar"/>
        </w:rPr>
        <w:t>“</w:t>
      </w:r>
      <w:r>
        <w:rPr>
          <w:rFonts w:hint="cs"/>
          <w:cs/>
          <w:lang w:bidi="bn-IN"/>
        </w:rPr>
        <w:t>বারযাখ্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পরিভাষাটি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</w:t>
      </w:r>
      <w:r w:rsidRPr="009E173E">
        <w:rPr>
          <w:rStyle w:val="libEnChar"/>
        </w:rPr>
        <w:t>’</w:t>
      </w:r>
      <w:r>
        <w:rPr>
          <w:rFonts w:hint="cs"/>
          <w:cs/>
          <w:lang w:bidi="bn-IN"/>
        </w:rPr>
        <w:t>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ব্যবহৃত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বিচ্ছিন্ন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রূহ্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সমূহকে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t xml:space="preserve">; </w:t>
      </w:r>
      <w:r>
        <w:rPr>
          <w:rFonts w:hint="cs"/>
          <w:cs/>
          <w:lang w:bidi="bn-IN"/>
        </w:rPr>
        <w:t>এটা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স্বতন্ত্র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মুজাররাদ্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সমূহ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সমূহের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মাঝামাঝি।</w:t>
      </w:r>
      <w:r>
        <w:rPr>
          <w:cs/>
          <w:lang w:bidi="bn-IN"/>
        </w:rPr>
        <w:t xml:space="preserve"> (</w:t>
      </w:r>
      <w:r w:rsidRPr="00700727">
        <w:rPr>
          <w:rStyle w:val="libArChar"/>
          <w:rFonts w:hint="eastAsia"/>
          <w:rtl/>
        </w:rPr>
        <w:t>شرح</w:t>
      </w:r>
      <w:r w:rsidRPr="00700727">
        <w:rPr>
          <w:rStyle w:val="libArChar"/>
          <w:rtl/>
        </w:rPr>
        <w:t xml:space="preserve"> </w:t>
      </w:r>
      <w:r w:rsidRPr="00700727">
        <w:rPr>
          <w:rStyle w:val="libArChar"/>
          <w:rFonts w:hint="eastAsia"/>
          <w:rtl/>
        </w:rPr>
        <w:t>فصص</w:t>
      </w:r>
      <w:r w:rsidRPr="00700727">
        <w:rPr>
          <w:rStyle w:val="libArChar"/>
          <w:rtl/>
        </w:rPr>
        <w:t xml:space="preserve"> </w:t>
      </w:r>
      <w:r w:rsidRPr="00700727">
        <w:rPr>
          <w:rStyle w:val="libArChar"/>
          <w:rFonts w:hint="eastAsia"/>
          <w:rtl/>
        </w:rPr>
        <w:t>مح</w:t>
      </w:r>
      <w:r w:rsidRPr="00700727">
        <w:rPr>
          <w:rStyle w:val="libArChar"/>
          <w:rFonts w:hint="cs"/>
          <w:rtl/>
        </w:rPr>
        <w:t>ی</w:t>
      </w:r>
      <w:r w:rsidRPr="00700727">
        <w:rPr>
          <w:rStyle w:val="libArChar"/>
          <w:rtl/>
        </w:rPr>
        <w:t xml:space="preserve"> </w:t>
      </w:r>
      <w:r w:rsidRPr="00700727">
        <w:rPr>
          <w:rStyle w:val="libArChar"/>
          <w:rFonts w:hint="eastAsia"/>
          <w:rtl/>
        </w:rPr>
        <w:t>الدين</w:t>
      </w:r>
      <w:r w:rsidRPr="00700727">
        <w:rPr>
          <w:rStyle w:val="libArChar"/>
          <w:rtl/>
        </w:rPr>
        <w:t xml:space="preserve"> </w:t>
      </w:r>
      <w:r w:rsidRPr="00700727">
        <w:rPr>
          <w:rStyle w:val="libArChar"/>
          <w:rFonts w:hint="eastAsia"/>
          <w:rtl/>
        </w:rPr>
        <w:t>ابن</w:t>
      </w:r>
      <w:r w:rsidRPr="00700727">
        <w:rPr>
          <w:rStyle w:val="libArChar"/>
          <w:rtl/>
        </w:rPr>
        <w:t xml:space="preserve"> </w:t>
      </w:r>
      <w:r w:rsidRPr="00700727">
        <w:rPr>
          <w:rStyle w:val="libArChar"/>
          <w:rFonts w:hint="eastAsia"/>
          <w:rtl/>
        </w:rPr>
        <w:t>العرب</w:t>
      </w:r>
      <w:r w:rsidRPr="00700727">
        <w:rPr>
          <w:rStyle w:val="libArChar"/>
          <w:rFonts w:hint="cs"/>
          <w:rtl/>
        </w:rPr>
        <w:t>ی</w:t>
      </w:r>
      <w:r w:rsidRPr="00700727">
        <w:rPr>
          <w:rStyle w:val="libArChar"/>
          <w:rFonts w:hint="eastAsia"/>
          <w:rtl/>
        </w:rPr>
        <w:t>،</w:t>
      </w:r>
      <w:r w:rsidRPr="00700727">
        <w:rPr>
          <w:rStyle w:val="libArChar"/>
          <w:rtl/>
        </w:rPr>
        <w:t xml:space="preserve"> </w:t>
      </w:r>
      <w:r w:rsidRPr="00700727">
        <w:rPr>
          <w:rStyle w:val="libArChar"/>
          <w:rFonts w:hint="eastAsia"/>
          <w:rtl/>
        </w:rPr>
        <w:t>ص</w:t>
      </w:r>
      <w:r w:rsidRPr="00700727">
        <w:rPr>
          <w:rStyle w:val="libArChar"/>
          <w:rtl/>
        </w:rPr>
        <w:t xml:space="preserve"> ٣٢</w:t>
      </w:r>
      <w:r>
        <w:rPr>
          <w:cs/>
          <w:lang w:bidi="bn-IN"/>
        </w:rPr>
        <w:t>)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উল্লেখ্য</w:t>
      </w:r>
      <w:r>
        <w:t xml:space="preserve">, </w:t>
      </w:r>
      <w:r>
        <w:rPr>
          <w:rFonts w:hint="cs"/>
          <w:cs/>
          <w:lang w:bidi="bn-IN"/>
        </w:rPr>
        <w:t>দার্শনিক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আারেফ্গণ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বস্তুসম্পর্কহীন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স্বাধীন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সত্তাসমূহকে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যেগুলো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বস্তুদেহে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উদ্ভূত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মুজাররাদ্</w:t>
      </w:r>
      <w:r>
        <w:rPr>
          <w:cs/>
          <w:lang w:bidi="bn-IN"/>
        </w:rPr>
        <w:t xml:space="preserve"> (</w:t>
      </w:r>
      <w:r w:rsidRPr="00700727">
        <w:rPr>
          <w:rStyle w:val="libArChar"/>
          <w:rFonts w:hint="eastAsia"/>
          <w:rtl/>
        </w:rPr>
        <w:t>مجرد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বস্তুসম্পর্কহীন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থাকেন</w:t>
      </w:r>
      <w:r>
        <w:t xml:space="preserve">, </w:t>
      </w:r>
      <w:r>
        <w:rPr>
          <w:rFonts w:hint="cs"/>
          <w:cs/>
          <w:lang w:bidi="bn-IN"/>
        </w:rPr>
        <w:t>যেমন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ফেরেশতাগণ।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মুজাররাদ্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সত্তাসমূহের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জগতকে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মুজাররাদ্</w:t>
      </w:r>
      <w:r>
        <w:rPr>
          <w:cs/>
          <w:lang w:bidi="bn-IN"/>
        </w:rPr>
        <w:t xml:space="preserve"> (</w:t>
      </w:r>
      <w:r w:rsidRPr="00700727">
        <w:rPr>
          <w:rStyle w:val="libArChar"/>
          <w:rFonts w:hint="eastAsia"/>
          <w:rtl/>
        </w:rPr>
        <w:t>عالم</w:t>
      </w:r>
      <w:r w:rsidRPr="00700727">
        <w:rPr>
          <w:rStyle w:val="libArChar"/>
          <w:rtl/>
        </w:rPr>
        <w:t xml:space="preserve"> </w:t>
      </w:r>
      <w:r w:rsidRPr="00700727">
        <w:rPr>
          <w:rStyle w:val="libArChar"/>
          <w:rFonts w:hint="eastAsia"/>
          <w:rtl/>
        </w:rPr>
        <w:t>مجرد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অবস্তুগত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আরওয়াহ্</w:t>
      </w:r>
      <w:r>
        <w:rPr>
          <w:cs/>
          <w:lang w:bidi="bn-IN"/>
        </w:rPr>
        <w:t xml:space="preserve"> (</w:t>
      </w:r>
      <w:r w:rsidRPr="00700727">
        <w:rPr>
          <w:rStyle w:val="libArChar"/>
          <w:rFonts w:hint="eastAsia"/>
          <w:rtl/>
        </w:rPr>
        <w:t>عالم</w:t>
      </w:r>
      <w:r w:rsidRPr="00700727">
        <w:rPr>
          <w:rStyle w:val="libArChar"/>
          <w:rtl/>
        </w:rPr>
        <w:t xml:space="preserve"> </w:t>
      </w:r>
      <w:r w:rsidRPr="00700727">
        <w:rPr>
          <w:rStyle w:val="libArChar"/>
          <w:rFonts w:hint="eastAsia"/>
          <w:rtl/>
        </w:rPr>
        <w:t>ارواح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রূহের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অধিবাসীদের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স্থানের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প্রয়োজন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স্থান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দখলের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প্রয়োজন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দার্শনিক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আারেফ্গণের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মতে</w:t>
      </w:r>
      <w:r>
        <w:t xml:space="preserve">, </w:t>
      </w:r>
      <w:r>
        <w:rPr>
          <w:rFonts w:hint="cs"/>
          <w:cs/>
          <w:lang w:bidi="bn-IN"/>
        </w:rPr>
        <w:t>এই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মুজাররাদ্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মাঝামাঝি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বৈশিষ্ট্য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সম্বলিত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আরেকটি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</w:t>
      </w:r>
      <w:r>
        <w:t xml:space="preserve">;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মিছাল্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মিছালী।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সৃষ্টিনিচয়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আবার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পুরোপুরি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মুজাররাদ্ও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এতদুভয়ের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মাঝামাঝি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সূক্ষ্ম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উপাদানে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মৃত্যর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পুনরুত্থানের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পূর্ববর্তী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</w:t>
      </w:r>
      <w:r w:rsidRPr="009E173E">
        <w:rPr>
          <w:rStyle w:val="libEnChar"/>
        </w:rPr>
        <w:t>’</w:t>
      </w:r>
      <w:r>
        <w:rPr>
          <w:rFonts w:hint="cs"/>
          <w:cs/>
          <w:lang w:bidi="bn-IN"/>
        </w:rPr>
        <w:t>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প্রথমতঃ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পুনরুত্থানের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মাঝামাঝি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আখেরাতের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মাঝামাঝি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</w:t>
      </w:r>
      <w:r>
        <w:t xml:space="preserve">, </w:t>
      </w:r>
      <w:r>
        <w:rPr>
          <w:rFonts w:hint="cs"/>
          <w:cs/>
          <w:lang w:bidi="bn-IN"/>
        </w:rPr>
        <w:t>দ্বিতীয়তঃ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বস্তুদেহবিহীন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মিছালী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জিসমে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মিছালী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সহ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এখন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t xml:space="preserve">, </w:t>
      </w:r>
      <w:r>
        <w:rPr>
          <w:rFonts w:hint="cs"/>
          <w:cs/>
          <w:lang w:bidi="bn-IN"/>
        </w:rPr>
        <w:t>আসলেই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</w:t>
      </w:r>
      <w:r>
        <w:t xml:space="preserve">, </w:t>
      </w: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বলেছেন</w:t>
      </w:r>
      <w:r>
        <w:t xml:space="preserve">, </w:t>
      </w:r>
      <w:r>
        <w:rPr>
          <w:rFonts w:hint="cs"/>
          <w:cs/>
          <w:lang w:bidi="bn-IN"/>
        </w:rPr>
        <w:t>উপরোল্লিখিত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মিছাল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স্বতন্ত্র</w:t>
      </w:r>
      <w:r>
        <w:t xml:space="preserve">, </w:t>
      </w:r>
      <w:r>
        <w:rPr>
          <w:rFonts w:hint="cs"/>
          <w:cs/>
          <w:lang w:bidi="bn-IN"/>
        </w:rPr>
        <w:t>নাকি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অভিন্ন</w:t>
      </w:r>
      <w:r>
        <w:t>?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বাহুল্য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বস্তুজগতে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জাগ্রত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অবস্থায়ও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সম্পূর্ণরূপে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স্বাধীন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গতিবিধির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প্রাকৃতিক</w:t>
      </w:r>
      <w:r>
        <w:t xml:space="preserve">, </w:t>
      </w:r>
      <w:r>
        <w:rPr>
          <w:rFonts w:hint="cs"/>
          <w:cs/>
          <w:lang w:bidi="bn-IN"/>
        </w:rPr>
        <w:t>আইনগত</w:t>
      </w:r>
      <w:r>
        <w:t xml:space="preserve">, </w:t>
      </w:r>
      <w:r>
        <w:rPr>
          <w:rFonts w:hint="cs"/>
          <w:cs/>
          <w:lang w:bidi="bn-IN"/>
        </w:rPr>
        <w:t>বস্তুগত</w:t>
      </w:r>
      <w:r>
        <w:t xml:space="preserve">, </w:t>
      </w:r>
      <w:r>
        <w:rPr>
          <w:rFonts w:hint="cs"/>
          <w:cs/>
          <w:lang w:bidi="bn-IN"/>
        </w:rPr>
        <w:t>বিশেষতঃ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আর্থিক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সামাজিক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নৈতিক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বাধা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গতিবিধি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তৎপরতাকে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বিভিন্নভাবে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নিয়ন্ত্রিত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করে।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মৃত্যুপরবর্তী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সমূহের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গতিবিধি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নির্ধারিত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বিধিবিধানের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আওতায়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ফেরশতাদের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নিয়ন্ত্রিত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বাহুল্য।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রাসূলগণ</w:t>
      </w:r>
      <w:r>
        <w:rPr>
          <w:cs/>
          <w:lang w:bidi="bn-IN"/>
        </w:rPr>
        <w:t xml:space="preserve"> (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সহ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খাছ্ব্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বান্দাহ্গণ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সর্বোচ্চ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মাত্রার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স্বাধীনতা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ভোগ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করবেন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স্বাভাবিক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পাপিষ্ঠরা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গেলে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স্বাধীনতা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লাভ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এতেও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সন্দেহ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অনুযায়ী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স্বাধীনতা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সীমাবদ্ধতার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এটাই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বিচারবুদ্ধির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দাবী।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অন্যদিকে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দার্শনিক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আারেফ্গণ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মিছাল্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বলেছেন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নিঃসন্দেহে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পরিপূর্ণ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স্বাধীনতার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সুনির্দিষ্ট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নিয়ম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নীতি</w:t>
      </w:r>
      <w:r>
        <w:t xml:space="preserve">, </w:t>
      </w:r>
      <w:r>
        <w:rPr>
          <w:rFonts w:hint="cs"/>
          <w:cs/>
          <w:lang w:bidi="bn-IN"/>
        </w:rPr>
        <w:t>নৈতিকতা</w:t>
      </w:r>
      <w:r>
        <w:t xml:space="preserve">, </w:t>
      </w:r>
      <w:r>
        <w:rPr>
          <w:rFonts w:hint="cs"/>
          <w:cs/>
          <w:lang w:bidi="bn-IN"/>
        </w:rPr>
        <w:t>অতিপ্রাকৃতিক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বিধি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বিধান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ফেরেশতাদের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নিয়ন্ত্রিত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বাধ্য।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এমতাবস্থায়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জাগে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</w:t>
      </w:r>
      <w:r w:rsidRPr="009E173E">
        <w:rPr>
          <w:rStyle w:val="libEnChar"/>
        </w:rPr>
        <w:t>’</w:t>
      </w:r>
      <w:r>
        <w:rPr>
          <w:rFonts w:hint="cs"/>
          <w:cs/>
          <w:lang w:bidi="bn-IN"/>
        </w:rPr>
        <w:t>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বিভিন্ন</w:t>
      </w:r>
      <w:r>
        <w:t xml:space="preserve">, </w:t>
      </w:r>
      <w:r>
        <w:rPr>
          <w:rFonts w:hint="cs"/>
          <w:cs/>
          <w:lang w:bidi="bn-IN"/>
        </w:rPr>
        <w:t>নাকি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অভিন্ন</w:t>
      </w:r>
      <w:r>
        <w:t>?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ঘুমন্ত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উভয়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নাফসকে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(</w:t>
      </w:r>
      <w:r w:rsidRPr="00700727">
        <w:rPr>
          <w:rStyle w:val="libArChar"/>
          <w:rFonts w:hint="eastAsia"/>
          <w:rtl/>
        </w:rPr>
        <w:t>يتوفّ</w:t>
      </w:r>
      <w:r w:rsidRPr="00700727">
        <w:rPr>
          <w:rStyle w:val="libArChar"/>
          <w:rFonts w:hint="cs"/>
          <w:rtl/>
        </w:rPr>
        <w:t>ی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ক্রিয়াপদ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ব্যবহার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স্মরণ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দিয়েছেন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ঘুমন্ত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নাফসকে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ফিরিয়ে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নাফসকে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ফিরিয়ে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উভয়ের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অধিগ্রহণের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ক্রিয়াপদ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ব্যবহারের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অযৌক্তিক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উভয়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নাফসকে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যাওয়া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স্বাভাবিক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উভয়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নাফসকে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অংশে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এখন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t xml:space="preserve">, </w:t>
      </w:r>
      <w:r>
        <w:rPr>
          <w:rFonts w:hint="cs"/>
          <w:cs/>
          <w:lang w:bidi="bn-IN"/>
        </w:rPr>
        <w:t>মানুষ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স্বপ্নে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উভয়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সাক্ষাৎ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কীভাবে</w:t>
      </w:r>
      <w:r>
        <w:t>?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মৃত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ফেরেশতাদের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নিয়ন্ত্রিত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বিতর্কের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অবকাশ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এমতাবস্থায়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ঘুমন্ত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নাফসকে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দার্শনিক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আারেফ্গণ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সূক্ষ্ম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মিছাল্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স্বতন্ত্র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ঘুমন্ত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নাফসকে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সাক্ষাৎ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নাফসকে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কথিত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মিছালে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অপরিহার্য।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বিচারবুদ্ধি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সঠিক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তাহলে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সীমান্ত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সীমাবদ্ধতার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প্রাচীর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যদিও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অবস্তুগত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লঙ্ঘিত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ঘুমন্ত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নাফসকে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জগতেরই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অংশে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গেলে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সীমারেখা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সীমাবদ্ধতা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লঙ্ঘিত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নতুন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t xml:space="preserve">,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t xml:space="preserve">, </w:t>
      </w:r>
      <w:r>
        <w:rPr>
          <w:rFonts w:hint="cs"/>
          <w:cs/>
          <w:lang w:bidi="bn-IN"/>
        </w:rPr>
        <w:t>মানুষ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স্বপ্নে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শুধু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লোকদেরকেই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লোকদেরকেও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কথাবার্তা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আন্তঃক্রিয়ায়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লিপ্ত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স্বপ্নে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জাগ্রত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অথবা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ঘুমিয়ে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হুবহু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রকম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স্বপ্ন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দাঁড়ায়</w:t>
      </w:r>
      <w:r>
        <w:t xml:space="preserve">, </w:t>
      </w:r>
      <w:r>
        <w:rPr>
          <w:rFonts w:hint="cs"/>
          <w:cs/>
          <w:lang w:bidi="bn-IN"/>
        </w:rPr>
        <w:t>নিঃসন্দেহে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মিছালে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</w:t>
      </w:r>
      <w:r>
        <w:t xml:space="preserve">,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গেলেও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প্রথমোক্ত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মুখোমুখি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প্রথমোক্ত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স্বপ্নে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পায়</w:t>
      </w:r>
      <w:r>
        <w:t>?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দার্শনিক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আারেফ্গণের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জবাবে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সম্ভাবনা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প্রণিধানযোগ্য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জবাব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মিছালে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প্রাণশীল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নিষ্প্রাণ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নির্বিশেষে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সৃষ্টিরই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সদৃশ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রূপ</w:t>
      </w:r>
      <w:r>
        <w:rPr>
          <w:cs/>
          <w:lang w:bidi="bn-IN"/>
        </w:rPr>
        <w:t xml:space="preserve"> (</w:t>
      </w:r>
      <w:r w:rsidRPr="00700727">
        <w:rPr>
          <w:rStyle w:val="libArChar"/>
          <w:rFonts w:hint="eastAsia"/>
          <w:rtl/>
        </w:rPr>
        <w:t>صورت</w:t>
      </w:r>
      <w:r w:rsidRPr="00700727">
        <w:rPr>
          <w:rStyle w:val="libArChar"/>
          <w:rtl/>
        </w:rPr>
        <w:t xml:space="preserve"> </w:t>
      </w:r>
      <w:r w:rsidRPr="00700727">
        <w:rPr>
          <w:rStyle w:val="libArChar"/>
          <w:rFonts w:hint="eastAsia"/>
          <w:rtl/>
        </w:rPr>
        <w:t>مثال</w:t>
      </w:r>
      <w:r w:rsidRPr="00700727">
        <w:rPr>
          <w:rStyle w:val="libArChar"/>
          <w:rFonts w:hint="cs"/>
          <w:rtl/>
        </w:rPr>
        <w:t>ی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রয়েছে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তৎপরতাও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তৎপরতা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স্বপ্নযোগেই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জাগ্রত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চিন্তা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চেতনা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সচেতনভাবে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অবচেতনভাবে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আশা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আকাঙ্ক্ষা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কামনা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বাসনা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পোষণ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t xml:space="preserve">, </w:t>
      </w:r>
      <w:r>
        <w:rPr>
          <w:rFonts w:hint="cs"/>
          <w:cs/>
          <w:lang w:bidi="bn-IN"/>
        </w:rPr>
        <w:t>তেমনি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কল্পনা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মিছালে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মূর্ত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লাভ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তৎপরতায়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পরিণত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t xml:space="preserve">, </w:t>
      </w:r>
      <w:r>
        <w:rPr>
          <w:rFonts w:hint="cs"/>
          <w:cs/>
          <w:lang w:bidi="bn-IN"/>
        </w:rPr>
        <w:t>যদিও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বুঝতে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অন্যদিকে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ঘুমন্ত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জাগ্রত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চিন্তা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কল্পনা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আশা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আকাঙ্ক্ষা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কামনা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বাসনা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পোষণ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সেগুলোও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মিছালে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মূর্ত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লাভ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তৎপরতায়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পরিণত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ঘুমের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প্রধানতঃ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কতক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চিন্তা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কল্পনা</w:t>
      </w:r>
      <w:r>
        <w:t xml:space="preserve">, </w:t>
      </w:r>
      <w:r>
        <w:rPr>
          <w:rFonts w:hint="cs"/>
          <w:cs/>
          <w:lang w:bidi="bn-IN"/>
        </w:rPr>
        <w:t>আশা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আকাঙ্ক্ষা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কামনা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বাসনার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মূর্ত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রূপের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মুখোমুখি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পর্যবেক্ষণ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এছাড়া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উপস্থিতভাবেও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কতক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তৎপরতা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চালায়।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অতঃপর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মিছালী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সহকারে</w:t>
      </w:r>
      <w:r>
        <w:t xml:space="preserve">, </w:t>
      </w:r>
      <w:r>
        <w:rPr>
          <w:rFonts w:hint="cs"/>
          <w:cs/>
          <w:lang w:bidi="bn-IN"/>
        </w:rPr>
        <w:t>মতান্তরে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মিছালী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t xml:space="preserve">, </w:t>
      </w:r>
      <w:r>
        <w:rPr>
          <w:rFonts w:hint="cs"/>
          <w:cs/>
          <w:lang w:bidi="bn-IN"/>
        </w:rPr>
        <w:t>বস্তুদেহে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ফিরে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তখনই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জাগ্রত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</w:p>
    <w:p w:rsidR="00700727" w:rsidRDefault="00700727" w:rsidP="00700727">
      <w:pPr>
        <w:pStyle w:val="libNormal"/>
      </w:pPr>
      <w:r>
        <w:t>[</w:t>
      </w:r>
      <w:r>
        <w:rPr>
          <w:rFonts w:hint="cs"/>
          <w:cs/>
          <w:lang w:bidi="bn-IN"/>
        </w:rPr>
        <w:t>উল্লেখ্য</w:t>
      </w:r>
      <w:r>
        <w:t xml:space="preserve">,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আারেফ্গণের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সামগ্রিকভাবে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অস্তিত্বলোককে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বিবেচনায়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ভাগে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: (</w:t>
      </w:r>
      <w:r>
        <w:rPr>
          <w:rFonts w:hint="cs"/>
          <w:cs/>
          <w:lang w:bidi="bn-IN"/>
        </w:rPr>
        <w:t>১</w:t>
      </w:r>
      <w:r>
        <w:rPr>
          <w:cs/>
          <w:lang w:bidi="bn-IN"/>
        </w:rPr>
        <w:t xml:space="preserve">) </w:t>
      </w:r>
      <w:r w:rsidRPr="00700727">
        <w:rPr>
          <w:rStyle w:val="libArChar"/>
          <w:rFonts w:hint="eastAsia"/>
          <w:rtl/>
        </w:rPr>
        <w:t>عالم</w:t>
      </w:r>
      <w:r w:rsidRPr="00700727">
        <w:rPr>
          <w:rStyle w:val="libArChar"/>
          <w:rtl/>
        </w:rPr>
        <w:t xml:space="preserve"> </w:t>
      </w:r>
      <w:r w:rsidRPr="00700727">
        <w:rPr>
          <w:rStyle w:val="libArChar"/>
          <w:rFonts w:hint="eastAsia"/>
          <w:rtl/>
        </w:rPr>
        <w:t>لاهت</w:t>
      </w:r>
      <w:r>
        <w:rPr>
          <w:cs/>
          <w:lang w:bidi="bn-IN"/>
        </w:rPr>
        <w:t xml:space="preserve"> -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লাহূত্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রহস্যলোক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২</w:t>
      </w:r>
      <w:r>
        <w:rPr>
          <w:cs/>
          <w:lang w:bidi="bn-IN"/>
        </w:rPr>
        <w:t xml:space="preserve">) </w:t>
      </w:r>
      <w:r w:rsidRPr="00700727">
        <w:rPr>
          <w:rStyle w:val="libArChar"/>
          <w:rFonts w:hint="eastAsia"/>
          <w:rtl/>
        </w:rPr>
        <w:t>عالم</w:t>
      </w:r>
      <w:r w:rsidRPr="00700727">
        <w:rPr>
          <w:rStyle w:val="libArChar"/>
          <w:rtl/>
        </w:rPr>
        <w:t xml:space="preserve"> </w:t>
      </w:r>
      <w:r w:rsidRPr="00700727">
        <w:rPr>
          <w:rStyle w:val="libArChar"/>
          <w:rFonts w:hint="eastAsia"/>
          <w:rtl/>
        </w:rPr>
        <w:t>ناسوت</w:t>
      </w:r>
      <w:r>
        <w:rPr>
          <w:cs/>
          <w:lang w:bidi="bn-IN"/>
        </w:rPr>
        <w:t xml:space="preserve"> -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নাসূত্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বস্তুজগত।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৩</w:t>
      </w:r>
      <w:r>
        <w:rPr>
          <w:cs/>
          <w:lang w:bidi="bn-IN"/>
        </w:rPr>
        <w:t xml:space="preserve">) </w:t>
      </w:r>
      <w:r w:rsidRPr="00700727">
        <w:rPr>
          <w:rStyle w:val="libArChar"/>
          <w:rFonts w:hint="eastAsia"/>
          <w:rtl/>
        </w:rPr>
        <w:t>عالم</w:t>
      </w:r>
      <w:r w:rsidRPr="00700727">
        <w:rPr>
          <w:rStyle w:val="libArChar"/>
          <w:rtl/>
        </w:rPr>
        <w:t xml:space="preserve"> </w:t>
      </w:r>
      <w:r w:rsidRPr="00700727">
        <w:rPr>
          <w:rStyle w:val="libArChar"/>
          <w:rFonts w:hint="eastAsia"/>
          <w:rtl/>
        </w:rPr>
        <w:t>ملکوت</w:t>
      </w:r>
      <w:r>
        <w:rPr>
          <w:cs/>
          <w:lang w:bidi="bn-IN"/>
        </w:rPr>
        <w:t xml:space="preserve"> -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মালাকূত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অবস্তুলোক।</w:t>
      </w:r>
    </w:p>
    <w:p w:rsidR="00700727" w:rsidRDefault="00700727" w:rsidP="00700727">
      <w:pPr>
        <w:pStyle w:val="libNormal"/>
      </w:pPr>
      <w:r>
        <w:rPr>
          <w:rFonts w:hint="eastAsia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মালাকূত্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ভাগে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বিভক্ত</w:t>
      </w:r>
      <w:r>
        <w:rPr>
          <w:cs/>
          <w:lang w:bidi="bn-IN"/>
        </w:rPr>
        <w:t xml:space="preserve"> : (</w:t>
      </w:r>
      <w:r>
        <w:rPr>
          <w:rFonts w:hint="cs"/>
          <w:cs/>
          <w:lang w:bidi="bn-IN"/>
        </w:rPr>
        <w:t>ক</w:t>
      </w:r>
      <w:r>
        <w:rPr>
          <w:cs/>
          <w:lang w:bidi="bn-IN"/>
        </w:rPr>
        <w:t xml:space="preserve">) </w:t>
      </w:r>
      <w:r w:rsidRPr="00700727">
        <w:rPr>
          <w:rStyle w:val="libArChar"/>
          <w:rFonts w:hint="eastAsia"/>
          <w:rtl/>
        </w:rPr>
        <w:t>ملکوت</w:t>
      </w:r>
      <w:r w:rsidRPr="00700727">
        <w:rPr>
          <w:rStyle w:val="libArChar"/>
          <w:rtl/>
        </w:rPr>
        <w:t xml:space="preserve"> </w:t>
      </w:r>
      <w:r w:rsidRPr="00700727">
        <w:rPr>
          <w:rStyle w:val="libArChar"/>
          <w:rFonts w:hint="eastAsia"/>
          <w:rtl/>
        </w:rPr>
        <w:t>اعل</w:t>
      </w:r>
      <w:r w:rsidRPr="00700727">
        <w:rPr>
          <w:rStyle w:val="libArChar"/>
          <w:rFonts w:hint="cs"/>
          <w:rtl/>
        </w:rPr>
        <w:t>ی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মালাকূতে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</w:t>
      </w:r>
      <w:r>
        <w:rPr>
          <w:rFonts w:hint="eastAsia"/>
        </w:rPr>
        <w:t>‘</w:t>
      </w:r>
      <w:r>
        <w:rPr>
          <w:rFonts w:hint="cs"/>
          <w:cs/>
          <w:lang w:bidi="bn-IN"/>
        </w:rPr>
        <w:t>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উচ্চতর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অবস্তুলোক</w:t>
      </w:r>
      <w:r>
        <w:t xml:space="preserve">; </w:t>
      </w:r>
      <w:r>
        <w:rPr>
          <w:rFonts w:hint="cs"/>
          <w:cs/>
          <w:lang w:bidi="bn-IN"/>
        </w:rPr>
        <w:t>ফেরেশতাগণ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বস্তুসম্পর্কহীন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অন্তর্ভুক্ত।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খ</w:t>
      </w:r>
      <w:r>
        <w:rPr>
          <w:cs/>
          <w:lang w:bidi="bn-IN"/>
        </w:rPr>
        <w:t xml:space="preserve">) </w:t>
      </w:r>
      <w:r w:rsidRPr="00700727">
        <w:rPr>
          <w:rStyle w:val="libArChar"/>
          <w:rFonts w:hint="eastAsia"/>
          <w:rtl/>
        </w:rPr>
        <w:t>ملکوت</w:t>
      </w:r>
      <w:r w:rsidRPr="00700727">
        <w:rPr>
          <w:rStyle w:val="libArChar"/>
          <w:rtl/>
        </w:rPr>
        <w:t xml:space="preserve"> </w:t>
      </w:r>
      <w:r w:rsidRPr="00700727">
        <w:rPr>
          <w:rStyle w:val="libArChar"/>
          <w:rFonts w:hint="eastAsia"/>
          <w:rtl/>
        </w:rPr>
        <w:t>سفل</w:t>
      </w:r>
      <w:r w:rsidRPr="00700727">
        <w:rPr>
          <w:rStyle w:val="libArChar"/>
          <w:rFonts w:hint="cs"/>
          <w:rtl/>
        </w:rPr>
        <w:t>ی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মালাকূতে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সুফলা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নিম্ন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স্তরের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মালাকূত্</w:t>
      </w:r>
      <w:r>
        <w:t xml:space="preserve">; </w:t>
      </w:r>
      <w:r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চিন্তা</w:t>
      </w:r>
      <w:r>
        <w:t xml:space="preserve">, </w:t>
      </w:r>
      <w:r>
        <w:rPr>
          <w:rFonts w:hint="cs"/>
          <w:cs/>
          <w:lang w:bidi="bn-IN"/>
        </w:rPr>
        <w:t>কল্পনা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পরিকল্পনা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স্তরের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অন্তর্ভুক্ত।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গ</w:t>
      </w:r>
      <w:r>
        <w:rPr>
          <w:cs/>
          <w:lang w:bidi="bn-IN"/>
        </w:rPr>
        <w:t xml:space="preserve">) </w:t>
      </w:r>
      <w:r w:rsidRPr="00700727">
        <w:rPr>
          <w:rStyle w:val="libArChar"/>
          <w:rFonts w:hint="eastAsia"/>
          <w:rtl/>
        </w:rPr>
        <w:t>ملکوت</w:t>
      </w:r>
      <w:r w:rsidRPr="00700727">
        <w:rPr>
          <w:rStyle w:val="libArChar"/>
          <w:rtl/>
        </w:rPr>
        <w:t xml:space="preserve"> </w:t>
      </w:r>
      <w:r w:rsidRPr="00700727">
        <w:rPr>
          <w:rStyle w:val="libArChar"/>
          <w:rFonts w:hint="eastAsia"/>
          <w:rtl/>
        </w:rPr>
        <w:t>وسط</w:t>
      </w:r>
      <w:r w:rsidRPr="00700727">
        <w:rPr>
          <w:rStyle w:val="libArChar"/>
          <w:rFonts w:hint="cs"/>
          <w:rtl/>
        </w:rPr>
        <w:t>ی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মালাকূতে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উসত্বা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মালাকূত্</w:t>
      </w:r>
      <w:r>
        <w:t xml:space="preserve">; </w:t>
      </w:r>
      <w:r>
        <w:rPr>
          <w:rFonts w:hint="cs"/>
          <w:cs/>
          <w:lang w:bidi="bn-IN"/>
        </w:rPr>
        <w:t>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কাছাকাছি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সূক্ষ্ম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অস্তিত্বসমূহ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অন্তর্ভুক্ত।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lastRenderedPageBreak/>
        <w:t>অন্যদিকে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জিনিসেরই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মালাকূত্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এরশাদ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:</w:t>
      </w:r>
    </w:p>
    <w:p w:rsidR="00700727" w:rsidRPr="009E173E" w:rsidRDefault="009E173E" w:rsidP="009E173E">
      <w:pPr>
        <w:pStyle w:val="libAie"/>
      </w:pPr>
      <w:r w:rsidRPr="009E173E">
        <w:rPr>
          <w:rStyle w:val="libAlaemChar"/>
        </w:rPr>
        <w:t>)</w:t>
      </w:r>
      <w:r w:rsidR="00700727" w:rsidRPr="009E173E">
        <w:rPr>
          <w:rFonts w:hint="eastAsia"/>
          <w:rtl/>
        </w:rPr>
        <w:t>فَسُبْحَانَ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الَّذِي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بِيَدِهِ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مَلَكُوتُ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كُلِّ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شَيْءٍ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وَإِلَيْهِ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تُرْجَعُونَ</w:t>
      </w:r>
      <w:r w:rsidRPr="009E173E">
        <w:rPr>
          <w:rStyle w:val="libAlaemChar"/>
        </w:rPr>
        <w:t>(</w:t>
      </w:r>
    </w:p>
    <w:p w:rsidR="00700727" w:rsidRDefault="00700727" w:rsidP="00700727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bn-IN"/>
        </w:rPr>
        <w:t>অতএব</w:t>
      </w:r>
      <w:r>
        <w:t xml:space="preserve">, </w:t>
      </w:r>
      <w:r>
        <w:rPr>
          <w:rFonts w:hint="cs"/>
          <w:cs/>
          <w:lang w:bidi="bn-IN"/>
        </w:rPr>
        <w:t>পরম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প্রমুক্ত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যার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জিনিসের</w:t>
      </w:r>
      <w:r>
        <w:rPr>
          <w:cs/>
          <w:lang w:bidi="bn-IN"/>
        </w:rPr>
        <w:t xml:space="preserve"> (</w:t>
      </w:r>
      <w:r w:rsidRPr="00700727">
        <w:rPr>
          <w:rStyle w:val="libArChar"/>
          <w:rFonts w:hint="eastAsia"/>
          <w:rtl/>
        </w:rPr>
        <w:t>شَيْءٍ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মালাকূত্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প্রত্যাবর্তনরত।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ইয়া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সীন্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৮৩</w:t>
      </w:r>
      <w:r>
        <w:rPr>
          <w:cs/>
          <w:lang w:bidi="bn-IN"/>
        </w:rPr>
        <w:t>)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বস্তুতঃ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নিদর্শন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থাকলে</w:t>
      </w:r>
      <w:r>
        <w:rPr>
          <w:cs/>
          <w:lang w:bidi="bn-IN"/>
        </w:rPr>
        <w:t xml:space="preserve"> </w:t>
      </w:r>
      <w:r w:rsidRPr="00700727">
        <w:rPr>
          <w:rStyle w:val="libArChar"/>
          <w:rFonts w:hint="eastAsia"/>
          <w:rtl/>
        </w:rPr>
        <w:t>شَيْءٍ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বুঝায়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থাকুক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থাকুক।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অতএব</w:t>
      </w:r>
      <w:r>
        <w:t xml:space="preserve">, </w:t>
      </w:r>
      <w:r>
        <w:rPr>
          <w:rFonts w:hint="cs"/>
          <w:cs/>
          <w:lang w:bidi="bn-IN"/>
        </w:rPr>
        <w:t>বস্তুলোকের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প্রাণশীল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প্রাণহীন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নির্বিশেষে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সৃষ্টিরই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মালাকূত্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t xml:space="preserve">,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মালাকূত্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কী</w:t>
      </w:r>
      <w:r>
        <w:t xml:space="preserve">?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মিছালস্থ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সৃদৃশ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আকৃতি</w:t>
      </w:r>
      <w:r>
        <w:rPr>
          <w:cs/>
          <w:lang w:bidi="bn-IN"/>
        </w:rPr>
        <w:t xml:space="preserve"> (</w:t>
      </w:r>
      <w:r w:rsidRPr="00700727">
        <w:rPr>
          <w:rStyle w:val="libArChar"/>
          <w:rFonts w:hint="eastAsia"/>
          <w:rtl/>
        </w:rPr>
        <w:t>صورت</w:t>
      </w:r>
      <w:r w:rsidRPr="00700727">
        <w:rPr>
          <w:rStyle w:val="libArChar"/>
          <w:rtl/>
        </w:rPr>
        <w:t xml:space="preserve"> </w:t>
      </w:r>
      <w:r w:rsidRPr="00700727">
        <w:rPr>
          <w:rStyle w:val="libArChar"/>
          <w:rFonts w:hint="eastAsia"/>
          <w:rtl/>
        </w:rPr>
        <w:t>مثال</w:t>
      </w:r>
      <w:r w:rsidRPr="00700727">
        <w:rPr>
          <w:rStyle w:val="libArChar"/>
          <w:rFonts w:hint="cs"/>
          <w:rtl/>
        </w:rPr>
        <w:t>ی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</w:t>
      </w:r>
      <w:r>
        <w:t xml:space="preserve">?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নিষ্প্রাণ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সেগুলোরও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ইতিপূর্বেই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করেছি।</w:t>
      </w:r>
      <w:r>
        <w:rPr>
          <w:cs/>
          <w:lang w:bidi="bn-IN"/>
        </w:rPr>
        <w:t>]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অনুরূপভাবে</w:t>
      </w:r>
      <w:r>
        <w:t xml:space="preserve">,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মতে</w:t>
      </w:r>
      <w:r>
        <w:t xml:space="preserve">, </w:t>
      </w:r>
      <w:r>
        <w:rPr>
          <w:rFonts w:hint="cs"/>
          <w:cs/>
          <w:lang w:bidi="bn-IN"/>
        </w:rPr>
        <w:t>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ভালো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মন্দ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চিন্তা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পরিকল্পনা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কাজকর্ম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ভালো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মন্দ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মূর্ত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রূপ</w:t>
      </w:r>
      <w:r>
        <w:rPr>
          <w:cs/>
          <w:lang w:bidi="bn-IN"/>
        </w:rPr>
        <w:t xml:space="preserve"> (</w:t>
      </w:r>
      <w:r w:rsidRPr="00700727">
        <w:rPr>
          <w:rStyle w:val="libArChar"/>
          <w:rFonts w:hint="eastAsia"/>
          <w:rtl/>
        </w:rPr>
        <w:t>صورت</w:t>
      </w:r>
      <w:r w:rsidRPr="00700727">
        <w:rPr>
          <w:rStyle w:val="libArChar"/>
          <w:rtl/>
        </w:rPr>
        <w:t xml:space="preserve"> </w:t>
      </w:r>
      <w:r w:rsidRPr="00700727">
        <w:rPr>
          <w:rStyle w:val="libArChar"/>
          <w:rFonts w:hint="eastAsia"/>
          <w:rtl/>
        </w:rPr>
        <w:t>مثال</w:t>
      </w:r>
      <w:r w:rsidRPr="00700727">
        <w:rPr>
          <w:rStyle w:val="libArChar"/>
          <w:rFonts w:hint="cs"/>
          <w:rtl/>
        </w:rPr>
        <w:t>ی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ধারণ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মিছালে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উচ্চতর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রূপ</w:t>
      </w:r>
      <w:r>
        <w:rPr>
          <w:cs/>
          <w:lang w:bidi="bn-IN"/>
        </w:rPr>
        <w:t xml:space="preserve"> (</w:t>
      </w:r>
      <w:r w:rsidRPr="00700727">
        <w:rPr>
          <w:rStyle w:val="libArChar"/>
          <w:rFonts w:hint="eastAsia"/>
          <w:rtl/>
        </w:rPr>
        <w:t>صورت</w:t>
      </w:r>
      <w:r w:rsidRPr="00700727">
        <w:rPr>
          <w:rStyle w:val="libArChar"/>
          <w:rtl/>
        </w:rPr>
        <w:t xml:space="preserve"> </w:t>
      </w:r>
      <w:r w:rsidRPr="00700727">
        <w:rPr>
          <w:rStyle w:val="libArChar"/>
          <w:rFonts w:hint="eastAsia"/>
          <w:rtl/>
        </w:rPr>
        <w:t>اعل</w:t>
      </w:r>
      <w:r w:rsidRPr="00700727">
        <w:rPr>
          <w:rStyle w:val="libArChar"/>
          <w:rFonts w:hint="cs"/>
          <w:rtl/>
        </w:rPr>
        <w:t>ی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নিয়ে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আখেরাতে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মওজূদ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যেমন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চিন্তা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পরিকল্পনা</w:t>
      </w:r>
      <w:r>
        <w:t xml:space="preserve">,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প্রাসাদ</w:t>
      </w:r>
      <w:r>
        <w:t xml:space="preserve">, </w:t>
      </w:r>
      <w:r>
        <w:rPr>
          <w:rFonts w:hint="cs"/>
          <w:cs/>
          <w:lang w:bidi="bn-IN"/>
        </w:rPr>
        <w:t>স্নিগ্ধ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হাওয়া</w:t>
      </w:r>
      <w:r>
        <w:t xml:space="preserve">, </w:t>
      </w:r>
      <w:r>
        <w:rPr>
          <w:rFonts w:hint="cs"/>
          <w:cs/>
          <w:lang w:bidi="bn-IN"/>
        </w:rPr>
        <w:t>সুপেয়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পানি</w:t>
      </w:r>
      <w:r>
        <w:t xml:space="preserve">, </w:t>
      </w:r>
      <w:r>
        <w:rPr>
          <w:rFonts w:hint="cs"/>
          <w:cs/>
          <w:lang w:bidi="bn-IN"/>
        </w:rPr>
        <w:t>সুস্বাদু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খাবার</w:t>
      </w:r>
      <w:r>
        <w:t xml:space="preserve">, </w:t>
      </w:r>
      <w:r>
        <w:rPr>
          <w:rFonts w:hint="cs"/>
          <w:cs/>
          <w:lang w:bidi="bn-IN"/>
        </w:rPr>
        <w:t>ফলবান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বৃক্ষ</w:t>
      </w:r>
      <w:r>
        <w:t xml:space="preserve">, </w:t>
      </w:r>
      <w:r>
        <w:rPr>
          <w:rFonts w:hint="cs"/>
          <w:cs/>
          <w:lang w:bidi="bn-IN"/>
        </w:rPr>
        <w:t>ফুলের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গাছ</w:t>
      </w:r>
      <w:r>
        <w:t xml:space="preserve">, </w:t>
      </w:r>
      <w:r>
        <w:rPr>
          <w:rFonts w:hint="cs"/>
          <w:cs/>
          <w:lang w:bidi="bn-IN"/>
        </w:rPr>
        <w:t>পাখীর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ইত্যাদিতে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পরিণত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মূর্ত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রূপ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আখেরাতে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মূর্ত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রূপ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মিছালে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স্থানলাভ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তেমনি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মন্দ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চিন্তা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পরিকল্পনা</w:t>
      </w:r>
      <w:r>
        <w:t xml:space="preserve">,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আগুন</w:t>
      </w:r>
      <w:r>
        <w:t xml:space="preserve">, </w:t>
      </w:r>
      <w:r>
        <w:rPr>
          <w:rFonts w:hint="cs"/>
          <w:cs/>
          <w:lang w:bidi="bn-IN"/>
        </w:rPr>
        <w:t>কঠিন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শৈত্য</w:t>
      </w:r>
      <w:r>
        <w:t xml:space="preserve">, </w:t>
      </w:r>
      <w:r>
        <w:rPr>
          <w:rFonts w:hint="cs"/>
          <w:cs/>
          <w:lang w:bidi="bn-IN"/>
        </w:rPr>
        <w:t>সাপ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বিচ্ছু</w:t>
      </w:r>
      <w:r>
        <w:t xml:space="preserve">, </w:t>
      </w:r>
      <w:r>
        <w:rPr>
          <w:rFonts w:hint="cs"/>
          <w:cs/>
          <w:lang w:bidi="bn-IN"/>
        </w:rPr>
        <w:t>নোংরা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অপবিত্র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ইত্যাদিতে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পরিণত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মূর্ত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রূপ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আখেরাতে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মূর্ত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রূপ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মিছালে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স্থানলাভ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তেমনি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লোকেরা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মন্দ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চিন্তা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পরিকল্পনা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প্রতীকীভাবে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মূর্ত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যথাক্রমে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আখেরাতে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মিছালে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স্থিতিলাভ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lastRenderedPageBreak/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স্বপ্নে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সুখকর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অভিজ্ঞতা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লাভ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প্রধানতঃ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সুকর্ম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সুচিন্তা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পরিকল্পনার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অথবা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সুচিন্তা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পরিকল্পনা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মূর্ত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রূপ।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অন্যদিকে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স্বপ্নে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অসুখকর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কষ্টকর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অভিজ্ঞতা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লাভ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প্রধানতঃ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মন্দ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কর্ম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মন্দ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চিন্তা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পরিকল্পনার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অথবা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মন্দ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ক্ষতিকর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চিন্তা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পরিকল্পনা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মূর্ত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রূপ।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প্রধানতঃ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বলার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ক্ষেত্রবিশেষে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স্বয়ং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ইচ্ছার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মূর্ত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রূপও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অন্তর্ভুক্ত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থাকে।</w:t>
      </w:r>
      <w:r>
        <w:rPr>
          <w:cs/>
          <w:lang w:bidi="bn-IN"/>
        </w:rPr>
        <w:t>)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স্বপ্নলোকে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সুখ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শান্তি</w:t>
      </w:r>
      <w:r>
        <w:t xml:space="preserve">, </w:t>
      </w:r>
      <w:r>
        <w:rPr>
          <w:rFonts w:hint="cs"/>
          <w:cs/>
          <w:lang w:bidi="bn-IN"/>
        </w:rPr>
        <w:t>ভোগ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আনন্দ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দুঃখ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কষ্ট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বিতর্কাতীত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বস্তুদেহের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পঞ্চেন্দ্রিয়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নিষ্ক্রিয়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পুরোপুরি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পঞ্চেন্দ্রিয়ের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অভিজ্ঞতার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স্বপ্নলোকে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সুখ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দুঃখের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অনুভূতি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জাগ্রত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সুখ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দুঃখের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অনুভূতিতে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পার্থক্য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ক্ষেত্রবিশেষে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স্বপ্নে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সুখ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দুঃখের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অনুভূতি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তীব্র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এমতাবস্থায়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নাফসকে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মাত্রাগতভাবে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চেয়েও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তীব্রতর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অনুভূতি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পুরষ্কার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আস্বাদন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করানোর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আলোকেই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বিচারবুদ্ধির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দৃষ্টিতেও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অনস্বীকার্য।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সুতরাং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</w:t>
      </w:r>
      <w:r>
        <w:rPr>
          <w:rFonts w:hint="eastAsia"/>
        </w:rPr>
        <w:t>‘</w:t>
      </w:r>
      <w:r>
        <w:rPr>
          <w:rFonts w:hint="cs"/>
          <w:cs/>
          <w:lang w:bidi="bn-IN"/>
        </w:rPr>
        <w:t>আমত্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ভোগ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হোক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কেন</w:t>
      </w:r>
      <w:r>
        <w:t xml:space="preserve">,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প্রকৃতই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ভোগ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বৈ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,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বস্তুমধ্যস্থ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ভোগোপকরণ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সমূহের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ইতিবাচক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নেতিবাচক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উভয়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ক্ষেত্রেই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সবই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বর্ণ</w:t>
      </w:r>
      <w:r>
        <w:t xml:space="preserve">, </w:t>
      </w:r>
      <w:r>
        <w:rPr>
          <w:rFonts w:hint="cs"/>
          <w:cs/>
          <w:lang w:bidi="bn-IN"/>
        </w:rPr>
        <w:t>গন্ধ</w:t>
      </w:r>
      <w:r>
        <w:t xml:space="preserve">, </w:t>
      </w:r>
      <w:r>
        <w:rPr>
          <w:rFonts w:hint="cs"/>
          <w:cs/>
          <w:lang w:bidi="bn-IN"/>
        </w:rPr>
        <w:t>স্বাদ</w:t>
      </w:r>
      <w:r>
        <w:t xml:space="preserve">, </w:t>
      </w:r>
      <w:r>
        <w:rPr>
          <w:rFonts w:hint="cs"/>
          <w:cs/>
          <w:lang w:bidi="bn-IN"/>
        </w:rPr>
        <w:t>শ্রবণ</w:t>
      </w:r>
      <w:r>
        <w:t xml:space="preserve">, </w:t>
      </w:r>
      <w:r>
        <w:rPr>
          <w:rFonts w:hint="cs"/>
          <w:cs/>
          <w:lang w:bidi="bn-IN"/>
        </w:rPr>
        <w:t>দর্শন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স্পর্শ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খাদ্যদ্রব্যজাত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পুষ্টি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জিসমে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মিছালীর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অপরিহার্য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অবশ্য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বস্তুবিহীন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নিরঙ্কুশ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</w:t>
      </w:r>
      <w:r>
        <w:rPr>
          <w:rFonts w:hint="eastAsia"/>
        </w:rPr>
        <w:t>‘</w:t>
      </w:r>
      <w:r>
        <w:rPr>
          <w:rFonts w:hint="cs"/>
          <w:cs/>
          <w:lang w:bidi="bn-IN"/>
        </w:rPr>
        <w:t>আমত্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সমূহের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আকার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আকৃতি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উঠতে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দুর্বল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উপমা</w:t>
      </w:r>
      <w:r>
        <w:rPr>
          <w:cs/>
          <w:lang w:bidi="bn-IN"/>
        </w:rPr>
        <w:t xml:space="preserve"> (</w:t>
      </w:r>
      <w:r w:rsidRPr="00700727">
        <w:rPr>
          <w:rStyle w:val="libArChar"/>
          <w:rFonts w:hint="eastAsia"/>
          <w:rtl/>
        </w:rPr>
        <w:t>مثال</w:t>
      </w:r>
      <w:r w:rsidRPr="00700727">
        <w:rPr>
          <w:rStyle w:val="libArChar"/>
          <w:rtl/>
        </w:rPr>
        <w:t xml:space="preserve"> </w:t>
      </w:r>
      <w:r w:rsidRPr="00700727">
        <w:rPr>
          <w:rStyle w:val="libArChar"/>
          <w:rFonts w:hint="eastAsia"/>
          <w:rtl/>
        </w:rPr>
        <w:t>ناقص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বুঝতে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t xml:space="preserve">,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রঙ্গিন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অভ্যস্ত।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বাইরেও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শুধু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আশ্রয়কৃত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শুধুই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রং।</w:t>
      </w:r>
    </w:p>
    <w:p w:rsidR="00700727" w:rsidRDefault="00700727" w:rsidP="009E173E">
      <w:pPr>
        <w:pStyle w:val="Heading2"/>
      </w:pPr>
      <w:r>
        <w:rPr>
          <w:rFonts w:hint="cs"/>
          <w:cs/>
          <w:lang w:bidi="bn-IN"/>
        </w:rPr>
        <w:lastRenderedPageBreak/>
        <w:t>বারযাখী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স্বরূপ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আসলে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মৃত্যুপরবর্তী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কেমন</w:t>
      </w:r>
      <w:r>
        <w:t xml:space="preserve">?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জবাব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আগ্রহ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সকলেরই।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নিশ্চিত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জবাব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নিশ্চিত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অভিজ্ঞতা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সহকারে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ফিরে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বর্ণনা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কাউকে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পুনরায়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ফিরিয়ে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দেন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ঠিক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উযাইর্</w:t>
      </w:r>
      <w:r>
        <w:rPr>
          <w:cs/>
          <w:lang w:bidi="bn-IN"/>
        </w:rPr>
        <w:t xml:space="preserve"> (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ফিরিয়ে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দিয়েছিলেন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বর্ণনা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যেহেতু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মানুষ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আখেরাত্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ইন্দ্রিয়জ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অভিজ্ঞতা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ছাড়াই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বিচারবুদ্ধি</w:t>
      </w:r>
      <w:r>
        <w:rPr>
          <w:cs/>
          <w:lang w:bidi="bn-IN"/>
        </w:rPr>
        <w:t xml:space="preserve"> (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আক্বল্</w:t>
      </w:r>
      <w:r>
        <w:rPr>
          <w:cs/>
          <w:lang w:bidi="bn-IN"/>
        </w:rPr>
        <w:t>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সাহায্যে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পর্যালোচনা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উপনীত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ঈমান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পোষণ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করুক</w:t>
      </w:r>
      <w:r>
        <w:t xml:space="preserve">, </w:t>
      </w:r>
      <w:r>
        <w:rPr>
          <w:rFonts w:hint="cs"/>
          <w:cs/>
          <w:lang w:bidi="bn-IN"/>
        </w:rPr>
        <w:t>সেহেতু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স্বাভাবিক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কাউকে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পুনরায়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ফিরিয়ে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স্মৃতিগুলোকে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অবচেতনে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পাঠিয়ে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যার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গিয়েছিলো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ঘুমিয়ে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সংজ্ঞাহারা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উযাইর্</w:t>
      </w:r>
      <w:r>
        <w:rPr>
          <w:cs/>
          <w:lang w:bidi="bn-IN"/>
        </w:rPr>
        <w:t xml:space="preserve"> (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জবাব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সুস্পষ্ট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উযাইর্</w:t>
      </w:r>
      <w:r>
        <w:rPr>
          <w:cs/>
          <w:lang w:bidi="bn-IN"/>
        </w:rPr>
        <w:t xml:space="preserve"> (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বুঝতেই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গিয়েছিলেন।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উযাইর্</w:t>
      </w:r>
      <w:r>
        <w:rPr>
          <w:cs/>
          <w:lang w:bidi="bn-IN"/>
        </w:rPr>
        <w:t xml:space="preserve"> (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>)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সরাসরি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জিজ্ঞেস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: </w:t>
      </w:r>
      <w:r w:rsidRPr="00700727">
        <w:rPr>
          <w:rStyle w:val="libArChar"/>
          <w:rFonts w:hint="eastAsia"/>
          <w:rtl/>
        </w:rPr>
        <w:t>كَمْ</w:t>
      </w:r>
      <w:r w:rsidRPr="00700727">
        <w:rPr>
          <w:rStyle w:val="libArChar"/>
          <w:rtl/>
        </w:rPr>
        <w:t xml:space="preserve"> </w:t>
      </w:r>
      <w:r w:rsidRPr="00700727">
        <w:rPr>
          <w:rStyle w:val="libArChar"/>
          <w:rFonts w:hint="eastAsia"/>
          <w:rtl/>
        </w:rPr>
        <w:t>لَبِثْتَ</w:t>
      </w:r>
      <w:r>
        <w:rPr>
          <w:cs/>
          <w:lang w:bidi="bn-IN"/>
        </w:rPr>
        <w:t xml:space="preserve"> - </w:t>
      </w:r>
      <w:r w:rsidRPr="00700727">
        <w:rPr>
          <w:rStyle w:val="libEnChar"/>
        </w:rPr>
        <w:t>“</w:t>
      </w:r>
      <w:r>
        <w:rPr>
          <w:rFonts w:hint="cs"/>
          <w:cs/>
          <w:lang w:bidi="bn-IN"/>
        </w:rPr>
        <w:t>কতোদিন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এভাবে</w:t>
      </w:r>
      <w:r>
        <w:rPr>
          <w:cs/>
          <w:lang w:bidi="bn-IN"/>
        </w:rPr>
        <w:t xml:space="preserve">/ </w:t>
      </w:r>
      <w:r>
        <w:rPr>
          <w:rFonts w:hint="cs"/>
          <w:cs/>
          <w:lang w:bidi="bn-IN"/>
        </w:rPr>
        <w:t>মৃত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ছিলে</w:t>
      </w:r>
      <w:r>
        <w:t>?</w:t>
      </w:r>
      <w:r w:rsidRPr="00700727">
        <w:rPr>
          <w:rStyle w:val="libEnChar"/>
        </w:rPr>
        <w:t>”</w:t>
      </w:r>
      <w:r>
        <w:t xml:space="preserve"> </w:t>
      </w:r>
      <w:r>
        <w:rPr>
          <w:rFonts w:hint="cs"/>
          <w:cs/>
          <w:lang w:bidi="bn-IN"/>
        </w:rPr>
        <w:t>জবাবে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উযাইর্</w:t>
      </w:r>
      <w:r>
        <w:rPr>
          <w:cs/>
          <w:lang w:bidi="bn-IN"/>
        </w:rPr>
        <w:t xml:space="preserve"> (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বলেন</w:t>
      </w:r>
      <w:r>
        <w:rPr>
          <w:cs/>
          <w:lang w:bidi="bn-IN"/>
        </w:rPr>
        <w:t xml:space="preserve"> : </w:t>
      </w:r>
      <w:r w:rsidRPr="00700727">
        <w:rPr>
          <w:rStyle w:val="libArChar"/>
          <w:rFonts w:hint="eastAsia"/>
          <w:rtl/>
        </w:rPr>
        <w:t>لَبِثْتُ</w:t>
      </w:r>
      <w:r w:rsidRPr="00700727">
        <w:rPr>
          <w:rStyle w:val="libArChar"/>
          <w:rtl/>
        </w:rPr>
        <w:t xml:space="preserve"> </w:t>
      </w:r>
      <w:r w:rsidRPr="00700727">
        <w:rPr>
          <w:rStyle w:val="libArChar"/>
          <w:rFonts w:hint="eastAsia"/>
          <w:rtl/>
        </w:rPr>
        <w:t>يَوْمًا</w:t>
      </w:r>
      <w:r w:rsidRPr="00700727">
        <w:rPr>
          <w:rStyle w:val="libArChar"/>
          <w:rtl/>
        </w:rPr>
        <w:t xml:space="preserve"> </w:t>
      </w:r>
      <w:r w:rsidRPr="00700727">
        <w:rPr>
          <w:rStyle w:val="libArChar"/>
          <w:rFonts w:hint="eastAsia"/>
          <w:rtl/>
        </w:rPr>
        <w:t>أَوْ</w:t>
      </w:r>
      <w:r w:rsidRPr="00700727">
        <w:rPr>
          <w:rStyle w:val="libArChar"/>
          <w:rtl/>
        </w:rPr>
        <w:t xml:space="preserve"> </w:t>
      </w:r>
      <w:r w:rsidRPr="00700727">
        <w:rPr>
          <w:rStyle w:val="libArChar"/>
          <w:rFonts w:hint="eastAsia"/>
          <w:rtl/>
        </w:rPr>
        <w:t>بَعْضَ</w:t>
      </w:r>
      <w:r w:rsidRPr="00700727">
        <w:rPr>
          <w:rStyle w:val="libArChar"/>
          <w:rtl/>
        </w:rPr>
        <w:t xml:space="preserve"> </w:t>
      </w:r>
      <w:r w:rsidRPr="00700727">
        <w:rPr>
          <w:rStyle w:val="libArChar"/>
          <w:rFonts w:hint="eastAsia"/>
          <w:rtl/>
        </w:rPr>
        <w:t>يَوْمٍ</w:t>
      </w:r>
      <w:r>
        <w:rPr>
          <w:cs/>
          <w:lang w:bidi="bn-IN"/>
        </w:rPr>
        <w:t xml:space="preserve"> - </w:t>
      </w:r>
      <w:r w:rsidRPr="00700727">
        <w:rPr>
          <w:rStyle w:val="libEnChar"/>
        </w:rPr>
        <w:t>“</w:t>
      </w:r>
      <w:r>
        <w:rPr>
          <w:rFonts w:hint="cs"/>
          <w:cs/>
          <w:lang w:bidi="bn-IN"/>
        </w:rPr>
        <w:t>একদিন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একদিনের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অংশবিশেষ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এভাবে</w:t>
      </w:r>
      <w:r>
        <w:rPr>
          <w:cs/>
          <w:lang w:bidi="bn-IN"/>
        </w:rPr>
        <w:t xml:space="preserve">/ </w:t>
      </w:r>
      <w:r>
        <w:rPr>
          <w:rFonts w:hint="cs"/>
          <w:cs/>
          <w:lang w:bidi="bn-IN"/>
        </w:rPr>
        <w:t>ঘুমিয়ে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ছিলাম।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গাধাটির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জরাজীর্ণ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অস্থিসমূহ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বুঝিয়ে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দিন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একশ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বছর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মৃত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ছিলেন।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বাক্বারাহ্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২৫৯</w:t>
      </w:r>
      <w:r>
        <w:rPr>
          <w:cs/>
          <w:lang w:bidi="bn-IN"/>
        </w:rPr>
        <w:t>)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lastRenderedPageBreak/>
        <w:t>যা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হোক</w:t>
      </w:r>
      <w:r>
        <w:t xml:space="preserve">, </w:t>
      </w:r>
      <w:r>
        <w:rPr>
          <w:rFonts w:hint="cs"/>
          <w:cs/>
          <w:lang w:bidi="bn-IN"/>
        </w:rPr>
        <w:t>যেহেতু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সূক্ষ্ম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খুবই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হাল্কা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সম্বলিত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অদৃশ্য।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সঠিক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স্বপ্নে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প্রায়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অদৃশ্য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সুস্পষ্ট।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ইতিপূর্বে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t xml:space="preserve">, </w:t>
      </w:r>
      <w:r>
        <w:rPr>
          <w:rFonts w:hint="cs"/>
          <w:cs/>
          <w:lang w:bidi="bn-IN"/>
        </w:rPr>
        <w:t>স্বপ্নলোক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বারযাখেরই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অংশ</w:t>
      </w:r>
      <w:r>
        <w:t xml:space="preserve">, </w:t>
      </w:r>
      <w:r>
        <w:rPr>
          <w:rFonts w:hint="cs"/>
          <w:cs/>
          <w:lang w:bidi="bn-IN"/>
        </w:rPr>
        <w:t>সুতরাং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স্বপ্নলোকের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দৃশ্যাবলী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সুস্পষ্ট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সেহেতু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দৃশ্যাবলীও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অবশ্যই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সুস্পষ্ট।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যেহেতু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অবলোকন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যোগ্যতা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অনুমতির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অদৃশ্য</w:t>
      </w:r>
      <w:r>
        <w:t xml:space="preserve">,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অবলোকন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যোগ্যতা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অনুমতির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অদৃশ্য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মনীষী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আয়নায়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পতিত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দৃশ্যের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তুলনা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যাতে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সুস্পষ্টতার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কমতি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</w:t>
      </w:r>
      <w:r>
        <w:t xml:space="preserve">,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</w:t>
      </w:r>
      <w:r>
        <w:t xml:space="preserve">; </w:t>
      </w:r>
      <w:r>
        <w:rPr>
          <w:rFonts w:hint="cs"/>
          <w:cs/>
          <w:lang w:bidi="bn-IN"/>
        </w:rPr>
        <w:t>বস্তু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তুলনাটি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সঠিক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মনীষীর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মতে</w:t>
      </w:r>
      <w:r>
        <w:t xml:space="preserve">, </w:t>
      </w:r>
      <w:r>
        <w:rPr>
          <w:rFonts w:hint="cs"/>
          <w:cs/>
          <w:lang w:bidi="bn-IN"/>
        </w:rPr>
        <w:t>সুস্পষ্টতার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চেয়ে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উন্নততর।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মতে</w:t>
      </w:r>
      <w:r>
        <w:t xml:space="preserve">,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তুলনায়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নিদ্রাতুল্য।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জ্ঞানচক্ষুর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কার্যক্ষমতা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সীমিত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পড়ে</w:t>
      </w:r>
      <w:r>
        <w:t xml:space="preserve">,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সীমাবদ্ধতা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নিদ্রা</w:t>
      </w:r>
      <w:r>
        <w:t xml:space="preserve">, </w:t>
      </w:r>
      <w:r>
        <w:rPr>
          <w:rFonts w:hint="cs"/>
          <w:cs/>
          <w:lang w:bidi="bn-IN"/>
        </w:rPr>
        <w:t>তন্দ্রা</w:t>
      </w:r>
      <w:r>
        <w:t xml:space="preserve">, </w:t>
      </w:r>
      <w:r>
        <w:rPr>
          <w:rFonts w:hint="cs"/>
          <w:cs/>
          <w:lang w:bidi="bn-IN"/>
        </w:rPr>
        <w:t>ক্লান্তি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বিস্মৃতি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আছে</w:t>
      </w:r>
      <w:r>
        <w:t xml:space="preserve">,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তাছাড়া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জ্ঞান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,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</w:t>
      </w:r>
      <w:r>
        <w:t xml:space="preserve">, </w:t>
      </w:r>
      <w:r>
        <w:rPr>
          <w:rFonts w:hint="cs"/>
          <w:cs/>
          <w:lang w:bidi="bn-IN"/>
        </w:rPr>
        <w:t>বর্তমান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বর্তমান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বস্তুজগত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সম্বন্ধে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থাকে।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অবশ্য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ইতিপূর্বে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t xml:space="preserve">,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অধিবাসীরা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ব্যতীত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কতোখানি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জ্ঞানের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নির্ভর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প্রদত্ত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সুযোগ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অনুমতির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ওপর।</w:t>
      </w:r>
      <w:r>
        <w:rPr>
          <w:cs/>
          <w:lang w:bidi="bn-IN"/>
        </w:rPr>
        <w:t>)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বস্তুতঃ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নিদ্রিত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জাগ্রত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পার্থক্য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জাগ্রত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পারিপার্শ্বিক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সম্বন্ধে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t xml:space="preserve">,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নিদ্রিত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তুলনায়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জ্ঞানের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পরিধি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বেশী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সেহেতু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পারস্পরিক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তুলনায়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মোকাবিলায়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ঘুমন্ত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তুলনায়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জাগ্রত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তুলনা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অনুরূপভাবে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পুনরুত্থানপরবর্তী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জ্ঞানচক্ষু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পুরোপুরি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উন্মীলিত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যাবে।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অজানা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তুলনায়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জ্ঞানের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পরিধি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বেশী।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হাশরের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পূর্ণ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জাগ্রত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তুলনায়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নিদ্রিত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স্বাভাবিক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ঘুমিয়ে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মাধ্যমে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নিদ্রিত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জেগে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উঠেছে।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তেমনি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পুনরুত্থানের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নিদ্রিত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t xml:space="preserve">; </w:t>
      </w:r>
      <w:r>
        <w:rPr>
          <w:rFonts w:hint="cs"/>
          <w:cs/>
          <w:lang w:bidi="bn-IN"/>
        </w:rPr>
        <w:t>পুনরুত্থানের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মাধ্যমে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নিদ্রা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জেগে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উঠেছে।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তুলনাটি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আরেকভাবেও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তুলনায়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সমতুল্য।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পরিভাষায়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মাধ্যমে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কার্যতঃ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লাভ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পুনরুত্থানের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অনুভূতি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পার্থিব</w:t>
      </w:r>
      <w:r>
        <w:t xml:space="preserve">, </w:t>
      </w:r>
      <w:r>
        <w:rPr>
          <w:rFonts w:hint="cs"/>
          <w:cs/>
          <w:lang w:bidi="bn-IN"/>
        </w:rPr>
        <w:t>বারযাখী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আখেরাতের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তুলনা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মতে</w:t>
      </w:r>
      <w:r>
        <w:t xml:space="preserve">,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পরোক্ষ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সমর্থন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আখেরাতের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তুলনায়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সীমাহীনভাবে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ব্যাপকতর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গভীরতর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স্থায়ী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সুস্পষ্ট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ভাষায়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এরশাদ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:</w:t>
      </w:r>
    </w:p>
    <w:p w:rsidR="00700727" w:rsidRPr="009E173E" w:rsidRDefault="009E173E" w:rsidP="009E173E">
      <w:pPr>
        <w:pStyle w:val="libAie"/>
      </w:pPr>
      <w:r w:rsidRPr="009E173E">
        <w:rPr>
          <w:rStyle w:val="libAlaemChar"/>
        </w:rPr>
        <w:t>)</w:t>
      </w:r>
      <w:r w:rsidR="00700727" w:rsidRPr="009E173E">
        <w:rPr>
          <w:rFonts w:hint="eastAsia"/>
          <w:rtl/>
        </w:rPr>
        <w:t>وَمَا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هَذِهِ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الْحَيَاةُ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الدُّنْيَا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إِلا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لَهْوٌ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وَلَعِبٌ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وَإِنَّ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الدَّارَ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الآخِرَةَ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لَهِيَ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الْحَيَوَانُ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لَوْ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كَانُوا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يَعْلَمُونَ</w:t>
      </w:r>
      <w:r w:rsidRPr="009E173E">
        <w:rPr>
          <w:rStyle w:val="libAlaemChar"/>
        </w:rPr>
        <w:t>(</w:t>
      </w:r>
    </w:p>
    <w:p w:rsidR="00700727" w:rsidRDefault="00700727" w:rsidP="00700727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ক্রীড়া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কৌতুক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বৈ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rPr>
          <w:cs/>
          <w:lang w:bidi="bn-IN"/>
        </w:rPr>
        <w:t xml:space="preserve">: </w:t>
      </w:r>
      <w:r>
        <w:rPr>
          <w:rFonts w:hint="cs"/>
          <w:cs/>
          <w:lang w:bidi="bn-IN"/>
        </w:rPr>
        <w:t>নিঃসন্দেহে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পরকালের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আবাসস্থল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প্রাণশীল</w:t>
      </w:r>
      <w:r>
        <w:t xml:space="preserve">;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জানতো</w:t>
      </w:r>
      <w:r>
        <w:rPr>
          <w:cs/>
          <w:lang w:bidi="bn-IN"/>
        </w:rPr>
        <w:t>!</w:t>
      </w:r>
      <w:r w:rsidRPr="00700727">
        <w:rPr>
          <w:rStyle w:val="libEnChar"/>
        </w:rPr>
        <w:t>”</w:t>
      </w:r>
      <w:r>
        <w:t xml:space="preserve"> (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</w:t>
      </w:r>
      <w:r>
        <w:rPr>
          <w:cs/>
          <w:lang w:bidi="bn-IN"/>
        </w:rPr>
        <w:t>-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আনকাবূত্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৬৪</w:t>
      </w:r>
      <w:r>
        <w:rPr>
          <w:cs/>
          <w:lang w:bidi="bn-IN"/>
        </w:rPr>
        <w:t>)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lastRenderedPageBreak/>
        <w:t>ইতিপূর্বে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t xml:space="preserve">, </w:t>
      </w:r>
      <w:r>
        <w:rPr>
          <w:rFonts w:hint="cs"/>
          <w:cs/>
          <w:lang w:bidi="bn-IN"/>
        </w:rPr>
        <w:t>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আবাসস্থলে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উপায়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উপকরণে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,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আখেরাতের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অজ্ঞতার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পর্দা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যাবে</w:t>
      </w:r>
      <w:r>
        <w:t xml:space="preserve">, </w:t>
      </w: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কিছুতেই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পাবো।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অতএব</w:t>
      </w:r>
      <w:r>
        <w:t xml:space="preserve">, </w:t>
      </w:r>
      <w:r>
        <w:rPr>
          <w:rFonts w:hint="cs"/>
          <w:cs/>
          <w:lang w:bidi="bn-IN"/>
        </w:rPr>
        <w:t>দেখা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আখেরাতের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তুলনায়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মৃতপুরীর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সমতুল্য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বৈ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মতে</w:t>
      </w:r>
      <w:r>
        <w:t xml:space="preserve">, </w:t>
      </w:r>
      <w:r>
        <w:rPr>
          <w:rFonts w:hint="cs"/>
          <w:cs/>
          <w:lang w:bidi="bn-IN"/>
        </w:rPr>
        <w:t>অন্য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ধারণার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সমর্থন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মিলে।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এরশাদ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:</w:t>
      </w:r>
    </w:p>
    <w:p w:rsidR="00700727" w:rsidRPr="009E173E" w:rsidRDefault="009E173E" w:rsidP="009E173E">
      <w:pPr>
        <w:pStyle w:val="libAie"/>
      </w:pPr>
      <w:r w:rsidRPr="009E173E">
        <w:rPr>
          <w:rStyle w:val="libAlaemChar"/>
        </w:rPr>
        <w:t>)</w:t>
      </w:r>
      <w:r w:rsidR="00700727" w:rsidRPr="009E173E">
        <w:rPr>
          <w:rFonts w:hint="eastAsia"/>
          <w:rtl/>
        </w:rPr>
        <w:t>قَالُوا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رَبَّنَا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أَمَتَّنَا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اثْنَتَيْنِ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وَأَحْيَيْتَنَا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اثْنَتَيْنِ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فَاعْتَرَفْنَا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بِذُنُوبِنَا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فَهَلْ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إِلَى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خُرُوجٍ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مِنْ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سَبِيلٍ</w:t>
      </w:r>
      <w:r w:rsidRPr="009E173E">
        <w:rPr>
          <w:rStyle w:val="libAlaemChar"/>
        </w:rPr>
        <w:t>(</w:t>
      </w:r>
    </w:p>
    <w:p w:rsidR="00700727" w:rsidRDefault="00700727" w:rsidP="00700727">
      <w:pPr>
        <w:pStyle w:val="libNormal"/>
      </w:pPr>
      <w:r>
        <w:rPr>
          <w:rFonts w:hint="eastAsia"/>
        </w:rPr>
        <w:t>“</w:t>
      </w:r>
      <w:r>
        <w:t>(</w:t>
      </w:r>
      <w:r>
        <w:rPr>
          <w:rFonts w:hint="cs"/>
          <w:cs/>
          <w:lang w:bidi="bn-IN"/>
        </w:rPr>
        <w:t>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দিনে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কাফেররা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বলবে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রব</w:t>
      </w:r>
      <w:r>
        <w:rPr>
          <w:cs/>
          <w:lang w:bidi="bn-IN"/>
        </w:rPr>
        <w:t xml:space="preserve">! </w:t>
      </w:r>
      <w:r>
        <w:rPr>
          <w:rFonts w:hint="cs"/>
          <w:cs/>
          <w:lang w:bidi="bn-IN"/>
        </w:rPr>
        <w:t>আপনি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দিয়েছেন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এমতাবস্থায়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গুনাহ্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সমূহ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স্বীকার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করছি</w:t>
      </w:r>
      <w:r>
        <w:t xml:space="preserve">; </w:t>
      </w:r>
      <w:r>
        <w:rPr>
          <w:rFonts w:hint="cs"/>
          <w:cs/>
          <w:lang w:bidi="bn-IN"/>
        </w:rPr>
        <w:t>অতঃপর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নিষ্ক্রান্তির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</w:t>
      </w:r>
      <w:r>
        <w:t>?</w:t>
      </w:r>
      <w:r w:rsidRPr="00700727">
        <w:rPr>
          <w:rStyle w:val="libEnChar"/>
        </w:rPr>
        <w:t>”</w:t>
      </w:r>
      <w:r>
        <w:t xml:space="preserve"> (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গ্বাফির্</w:t>
      </w:r>
      <w:r>
        <w:rPr>
          <w:cs/>
          <w:lang w:bidi="bn-IN"/>
        </w:rPr>
        <w:t xml:space="preserve">/ </w:t>
      </w:r>
      <w:r>
        <w:rPr>
          <w:rFonts w:hint="cs"/>
          <w:cs/>
          <w:lang w:bidi="bn-IN"/>
        </w:rPr>
        <w:t>আল্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মু</w:t>
      </w:r>
      <w:r>
        <w:rPr>
          <w:rFonts w:hint="eastAsia"/>
        </w:rPr>
        <w:t>’</w:t>
      </w:r>
      <w:r>
        <w:rPr>
          <w:rFonts w:hint="cs"/>
          <w:cs/>
          <w:lang w:bidi="bn-IN"/>
        </w:rPr>
        <w:t>মিন্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১১</w:t>
      </w:r>
      <w:r>
        <w:rPr>
          <w:cs/>
          <w:lang w:bidi="bn-IN"/>
        </w:rPr>
        <w:t>)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মতে</w:t>
      </w:r>
      <w:r>
        <w:t xml:space="preserve">,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সুস্পষ্ট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তথা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স্থানান্তর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আখেরাতে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বুঝানো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t xml:space="preserve">, </w:t>
      </w:r>
      <w:r>
        <w:rPr>
          <w:rFonts w:hint="cs"/>
          <w:cs/>
          <w:lang w:bidi="bn-IN"/>
        </w:rPr>
        <w:t>তেমনি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জীবিতকরণ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যথাক্রমে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আখেরাতে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নতুন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বুঝানো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মতে</w:t>
      </w:r>
      <w:r>
        <w:t xml:space="preserve">, </w:t>
      </w:r>
      <w:r>
        <w:rPr>
          <w:rFonts w:hint="cs"/>
          <w:cs/>
          <w:lang w:bidi="bn-IN"/>
        </w:rPr>
        <w:t>আত্মিক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জ্ঞানচক্ষু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উন্মীলনের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দৃষ্টিতে</w:t>
      </w:r>
      <w:r>
        <w:t xml:space="preserve">, </w:t>
      </w:r>
      <w:r>
        <w:rPr>
          <w:rFonts w:hint="cs"/>
          <w:cs/>
          <w:lang w:bidi="bn-IN"/>
        </w:rPr>
        <w:t>প্রথম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মৃত্যুদান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জ্ঞানবিহীন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প্রেরণ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প্রথম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জীবিতকরণ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মাধ্যমে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দ্বিতীয়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বলতে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দ্বিতীয়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জীবিতকরণ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আখেরাতে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পুনর্জীবিতকরণ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বুঝানো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</w:t>
      </w:r>
      <w:r w:rsidRPr="009E173E">
        <w:rPr>
          <w:rStyle w:val="libEnChar"/>
        </w:rPr>
        <w:t>’</w:t>
      </w:r>
      <w:r>
        <w:rPr>
          <w:rFonts w:hint="cs"/>
          <w:cs/>
          <w:lang w:bidi="bn-IN"/>
        </w:rPr>
        <w:t>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অনুযায়ী</w:t>
      </w:r>
      <w:r>
        <w:t xml:space="preserve">, </w:t>
      </w:r>
      <w:r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মত্যুর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সম্ভাবনা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ওঠে</w:t>
      </w:r>
      <w:r>
        <w:t xml:space="preserve">,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t xml:space="preserve">, </w:t>
      </w:r>
      <w:r>
        <w:rPr>
          <w:rFonts w:hint="cs"/>
          <w:cs/>
          <w:lang w:bidi="bn-IN"/>
        </w:rPr>
        <w:t>ক্বিয়ামত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মহাপ্রলয়ের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প্রথমে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ধ্বংস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এরপর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জগতসমূহকেও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ধ্বংস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মিছালী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ব্যক্তিসত্তা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সমূহও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নিশ্চিহ্ন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যাবে।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এরশাদ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:</w:t>
      </w:r>
    </w:p>
    <w:p w:rsidR="00700727" w:rsidRPr="009E173E" w:rsidRDefault="009E173E" w:rsidP="009E173E">
      <w:pPr>
        <w:pStyle w:val="libAie"/>
      </w:pPr>
      <w:r w:rsidRPr="009E173E">
        <w:rPr>
          <w:rStyle w:val="libAlaemChar"/>
        </w:rPr>
        <w:t>)</w:t>
      </w:r>
      <w:r w:rsidR="00700727" w:rsidRPr="009E173E">
        <w:rPr>
          <w:rFonts w:hint="eastAsia"/>
          <w:rtl/>
        </w:rPr>
        <w:t>لا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إِلَهَ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إِلا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هُوَ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كُلُّ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شَيْءٍ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هَالِكٌ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إِلا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وَجْهَهُ</w:t>
      </w:r>
      <w:r w:rsidRPr="009E173E">
        <w:rPr>
          <w:rStyle w:val="libAlaemChar"/>
        </w:rPr>
        <w:t>(</w:t>
      </w:r>
    </w:p>
    <w:p w:rsidR="00700727" w:rsidRDefault="00700727" w:rsidP="00700727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ব্যতীত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</w:t>
      </w:r>
      <w:r>
        <w:t xml:space="preserve">;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ব্যতীত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ধ্বংসশীল।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ক্বাছ্বাছ্ব্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৮৮</w:t>
      </w:r>
      <w:r>
        <w:rPr>
          <w:cs/>
          <w:lang w:bidi="bn-IN"/>
        </w:rPr>
        <w:t>)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তাঁরা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ফেরেশতাদেরও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বর্ণনাও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সবশেষে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আযরা</w:t>
      </w:r>
      <w:r>
        <w:rPr>
          <w:rFonts w:hint="eastAsia"/>
        </w:rPr>
        <w:t>‘</w:t>
      </w:r>
      <w:r>
        <w:rPr>
          <w:rFonts w:hint="cs"/>
          <w:cs/>
          <w:lang w:bidi="bn-IN"/>
        </w:rPr>
        <w:t>ঈল্</w:t>
      </w:r>
      <w:r>
        <w:rPr>
          <w:cs/>
          <w:lang w:bidi="bn-IN"/>
        </w:rPr>
        <w:t xml:space="preserve"> (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ক্ববয্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করবেন।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t xml:space="preserve">, </w:t>
      </w:r>
      <w:r>
        <w:rPr>
          <w:rFonts w:hint="cs"/>
          <w:cs/>
          <w:lang w:bidi="bn-IN"/>
        </w:rPr>
        <w:t>ফেরেশতাদেরও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যেহেতু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নিয়ন্ত্রণ</w:t>
      </w:r>
      <w:r>
        <w:t xml:space="preserve">, </w:t>
      </w:r>
      <w:r>
        <w:rPr>
          <w:rFonts w:hint="cs"/>
          <w:cs/>
          <w:lang w:bidi="bn-IN"/>
        </w:rPr>
        <w:t>ব্যবস্থাপনা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প্রশাসন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সন্দেহাতীতভাবেই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ফেরেশতাদের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ফেরেশতাদের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অবর্তমানে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টিকে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বিচারবুদ্ধির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অতএব</w:t>
      </w:r>
      <w:r>
        <w:t xml:space="preserve">, </w:t>
      </w:r>
      <w:r>
        <w:rPr>
          <w:rFonts w:hint="cs"/>
          <w:cs/>
          <w:lang w:bidi="bn-IN"/>
        </w:rPr>
        <w:t>এমতাবস্থায়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ধ্বংস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নিশ্চিহ্ন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অনিবার্য।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অবস্থানরত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ব্যক্তিসত্তাদের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পরিপূর্ণ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অতঃপর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একমাত্র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মহান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রাব্বুল্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আালামীনের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কেউই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অবশ্য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ইতিপূর্বেকার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উল্লিখিত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প্রসঙ্গটি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সর্বজনীন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সীমিত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সংখ্যক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কাফেরদের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মাহ্দী</w:t>
      </w:r>
      <w:r>
        <w:rPr>
          <w:cs/>
          <w:lang w:bidi="bn-IN"/>
        </w:rPr>
        <w:t xml:space="preserve"> (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আত্মপ্রকাশের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করবেন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করবেন।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সুতরাং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ক্বিয়ামতের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ধ্বংসের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সংশ্লিষ্ট</w:t>
      </w:r>
      <w:r>
        <w:t xml:space="preserve">,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মিছালের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সংশ্লিষ্ট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ফেরেশেতাদেরও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তাঁদের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মতে</w:t>
      </w:r>
      <w:r>
        <w:t xml:space="preserve">, </w:t>
      </w:r>
      <w:r>
        <w:rPr>
          <w:rFonts w:hint="cs"/>
          <w:cs/>
          <w:lang w:bidi="bn-IN"/>
        </w:rPr>
        <w:t>ওপরের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আয়াতে</w:t>
      </w:r>
      <w:r>
        <w:rPr>
          <w:cs/>
          <w:lang w:bidi="bn-IN"/>
        </w:rPr>
        <w:t xml:space="preserve"> </w:t>
      </w:r>
      <w:r w:rsidRPr="00700727">
        <w:rPr>
          <w:rStyle w:val="libArChar"/>
          <w:rFonts w:hint="eastAsia"/>
          <w:rtl/>
        </w:rPr>
        <w:t>شَيْء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ধ্বংসশীলতার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t xml:space="preserve">,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 w:rsidRPr="00700727">
        <w:rPr>
          <w:rStyle w:val="libArChar"/>
          <w:rFonts w:hint="eastAsia"/>
          <w:rtl/>
        </w:rPr>
        <w:t>شَيْء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বুঝানো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t xml:space="preserve">, </w:t>
      </w:r>
      <w:r>
        <w:rPr>
          <w:rFonts w:hint="cs"/>
          <w:cs/>
          <w:lang w:bidi="bn-IN"/>
        </w:rPr>
        <w:t>সুতরাং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ফেরেশতামণ্ডলী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ধ্বংস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বুঝানো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অনুযায়ী</w:t>
      </w:r>
      <w:r>
        <w:t xml:space="preserve">, </w:t>
      </w:r>
      <w:r>
        <w:rPr>
          <w:rFonts w:hint="cs"/>
          <w:cs/>
          <w:lang w:bidi="bn-IN"/>
        </w:rPr>
        <w:t>যেহেতু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ব্যতীত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ধ্বংসশীল</w:t>
      </w:r>
      <w:r>
        <w:t xml:space="preserve">, </w:t>
      </w:r>
      <w:r>
        <w:rPr>
          <w:rFonts w:hint="cs"/>
          <w:cs/>
          <w:lang w:bidi="bn-IN"/>
        </w:rPr>
        <w:t>সেহেতু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ফেরেশতারা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eastAsia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বারযাখ্ও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ধ্বংস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যাবে।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প্রথমোক্ত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অনুযায়ী</w:t>
      </w:r>
      <w:r>
        <w:t xml:space="preserve">, </w:t>
      </w:r>
      <w:r>
        <w:rPr>
          <w:rFonts w:hint="cs"/>
          <w:cs/>
          <w:lang w:bidi="bn-IN"/>
        </w:rPr>
        <w:lastRenderedPageBreak/>
        <w:t>এখানে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</w:t>
      </w:r>
      <w:r>
        <w:rPr>
          <w:rFonts w:hint="eastAsia"/>
        </w:rPr>
        <w:t>’</w:t>
      </w:r>
      <w:r>
        <w:rPr>
          <w:rFonts w:hint="cs"/>
          <w:cs/>
          <w:lang w:bidi="bn-IN"/>
        </w:rPr>
        <w:t>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ধ্বংস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বুঝানো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উদ্দেশ্য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অবিনশ্বর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স্মরণ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t xml:space="preserve">;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ধ্বংস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প্রয়োজন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বিবেচিত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</w:t>
      </w:r>
      <w:r>
        <w:t xml:space="preserve">;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ব্যাকরণ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অনুযায়ী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প্রকাশের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সুযোগ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ফেরেশতা</w:t>
      </w:r>
      <w:r>
        <w:t xml:space="preserve">,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উহ্য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এছাড়া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ক্ববর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হাশরের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মাঠে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উত্থিত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এরশাদ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:</w:t>
      </w:r>
    </w:p>
    <w:p w:rsidR="00700727" w:rsidRPr="009E173E" w:rsidRDefault="009E173E" w:rsidP="009E173E">
      <w:pPr>
        <w:pStyle w:val="libAie"/>
      </w:pPr>
      <w:r w:rsidRPr="009E173E">
        <w:rPr>
          <w:rStyle w:val="libAlaemChar"/>
        </w:rPr>
        <w:t>)</w:t>
      </w:r>
      <w:r w:rsidR="00700727" w:rsidRPr="009E173E">
        <w:rPr>
          <w:rFonts w:hint="eastAsia"/>
          <w:rtl/>
        </w:rPr>
        <w:t>وَنُفِخَ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فِي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الصُّورِ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فَإِذَا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هُمْ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مِنَ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الأجْدَاثِ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إِلَى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رَبِّهِمْ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يَنْسِلُونَ</w:t>
      </w:r>
      <w:r w:rsidR="00700727" w:rsidRPr="009E173E">
        <w:rPr>
          <w:rtl/>
        </w:rPr>
        <w:t xml:space="preserve">. </w:t>
      </w:r>
      <w:r w:rsidR="00700727" w:rsidRPr="009E173E">
        <w:rPr>
          <w:rFonts w:hint="eastAsia"/>
          <w:rtl/>
        </w:rPr>
        <w:t>قَالُوا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يَا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وَيْلَنَا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مَنْ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بَعَثَنَا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مِنْ</w:t>
      </w:r>
      <w:r w:rsidR="00700727" w:rsidRPr="009E173E">
        <w:rPr>
          <w:rtl/>
        </w:rPr>
        <w:t xml:space="preserve"> </w:t>
      </w:r>
      <w:r w:rsidR="00700727" w:rsidRPr="009E173E">
        <w:rPr>
          <w:rFonts w:hint="eastAsia"/>
          <w:rtl/>
        </w:rPr>
        <w:t>مَرْقَدِنَا</w:t>
      </w:r>
      <w:r w:rsidRPr="009E173E">
        <w:rPr>
          <w:rStyle w:val="libAlaemChar"/>
        </w:rPr>
        <w:t>(</w:t>
      </w:r>
    </w:p>
    <w:p w:rsidR="00700727" w:rsidRDefault="00700727" w:rsidP="00700727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শিঙ্গায়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ফুঁক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ক্ববরসমূহ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ছুটে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আসবে।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বলবে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হায়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দুর্ভাগ্য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! 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নিদ্রাস্থল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উত্থিত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করলো</w:t>
      </w:r>
      <w:r>
        <w:rPr>
          <w:cs/>
          <w:lang w:bidi="bn-IN"/>
        </w:rPr>
        <w:t>!</w:t>
      </w:r>
      <w:r w:rsidRPr="00700727">
        <w:rPr>
          <w:rStyle w:val="libEnChar"/>
        </w:rPr>
        <w:t>”</w:t>
      </w:r>
      <w:r>
        <w:t xml:space="preserve"> (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ইয়া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সীন্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৫১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৫২</w:t>
      </w:r>
      <w:r>
        <w:rPr>
          <w:cs/>
          <w:lang w:bidi="bn-IN"/>
        </w:rPr>
        <w:t>)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বাহুল্য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ক্ববর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ক্ববরকে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বুঝানো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</w:t>
      </w:r>
      <w:r>
        <w:t xml:space="preserve">,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সকলের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ক্ববর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তাছাড়া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পৃথিবী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ধ্বংস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ক্ববর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সমূহের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চিহ্ন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অবশিষ্ট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অতএব</w:t>
      </w:r>
      <w:r>
        <w:t xml:space="preserve">, </w:t>
      </w:r>
      <w:r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ক্ববর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ছুটে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সরাসরি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নবসৃষ্ট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পৃথিবীর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উত্থিত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বুঝানো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সুতরাং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কাফেররা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কাফেরদের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সংশ্লিষ্ট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সম্ভাবনাই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বেশী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মাহ্দী</w:t>
      </w:r>
      <w:r>
        <w:rPr>
          <w:cs/>
          <w:lang w:bidi="bn-IN"/>
        </w:rPr>
        <w:t xml:space="preserve"> (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আঃ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জীবিত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করবেন।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আরো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মতটিই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সঠিক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t xml:space="preserve">, </w:t>
      </w:r>
      <w:r>
        <w:rPr>
          <w:rFonts w:hint="cs"/>
          <w:cs/>
          <w:lang w:bidi="bn-IN"/>
        </w:rPr>
        <w:t>ক্বিয়ামত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সংঘটিত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বস্তুজগত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ধ্বংস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প্রাণী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নিহত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ধ্বংস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ফেরেশতারাও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মৃত্যুবরণ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বস্তুজগত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ধ্বংসের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পুরষ্কারও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ক্ববর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হাশরের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মাঠে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উত্থিত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কার্যকর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সকলেরই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ক্ববর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হাশরের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মাঠে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উঠে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t xml:space="preserve">;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ব্যতিক্রমের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থেকেও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উপসংহারে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ক্বিয়ামতে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বস্তুজগত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ধ্বংস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প্রাণীকুল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নিহত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t xml:space="preserve">;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ধ্বংস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ফেরেশতা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সৃষ্টিসমূহ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মৃত্যুবরণ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</w:p>
    <w:p w:rsidR="00700727" w:rsidRDefault="00700727" w:rsidP="00700727">
      <w:pPr>
        <w:pStyle w:val="libNormal"/>
      </w:pPr>
      <w:r>
        <w:rPr>
          <w:rFonts w:hint="eastAsia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বারযাখকে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মিছাল্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সদৃশ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মনীষীর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আখেরাতের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সাদৃশ্য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মিছাল্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অভিহিত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বস্তুতঃ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আখেরাতের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বহুলাংশেই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অনুরূপ।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আখেরাতের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সমন্বিত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</w:t>
      </w:r>
      <w:r>
        <w:t xml:space="preserve">; </w:t>
      </w:r>
      <w:r>
        <w:rPr>
          <w:rFonts w:hint="cs"/>
          <w:cs/>
          <w:lang w:bidi="bn-IN"/>
        </w:rPr>
        <w:t>ঠিক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পৃথিবীর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মতোই।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আখেরাতের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চিরস্থায়ী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ভালো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মন্দ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কর্মের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ফলাফল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লাভের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তাছাড়া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গোপন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নৈতিক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ফলাফলের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পরিপূর্ণ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প্রতিফলনের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সামান্যতম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বাধাও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গঠনপ্রকৃতির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আখেরাতের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অন্যদিকে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পুরোপুরি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মাত্রার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সেখানকার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আকার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আকৃতির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আখেরাতের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সাদৃশ্যপূর্ণ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</w:t>
      </w:r>
      <w:r>
        <w:t xml:space="preserve">, </w:t>
      </w: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অবস্তুগত।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সুখ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দুঃখ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উপায়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উপকরণের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আখেরাতের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সাদৃশ্যপূর্ণ</w:t>
      </w:r>
      <w:r>
        <w:t xml:space="preserve">, </w:t>
      </w:r>
      <w:r>
        <w:rPr>
          <w:rFonts w:hint="cs"/>
          <w:cs/>
          <w:lang w:bidi="bn-IN"/>
        </w:rPr>
        <w:t>যদিও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এছাড়া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নৈতিক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বিধানের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ফলাফল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বেঁচে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সুযোগ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</w:t>
      </w:r>
      <w:r>
        <w:t xml:space="preserve">, </w:t>
      </w:r>
      <w:r>
        <w:rPr>
          <w:rFonts w:hint="cs"/>
          <w:cs/>
          <w:lang w:bidi="bn-IN"/>
        </w:rPr>
        <w:t>ঠিক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আখেরাতের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ন্যায়ই।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তেমনি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জ্ঞানগত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সীমাবদ্ধতা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আছে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ঘুচে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এদিক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আখেরাতের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সাদৃশ্য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</w:t>
      </w:r>
      <w:r>
        <w:t xml:space="preserve">, </w:t>
      </w:r>
      <w:r>
        <w:rPr>
          <w:rFonts w:hint="cs"/>
          <w:cs/>
          <w:lang w:bidi="bn-IN"/>
        </w:rPr>
        <w:t>যদিও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আখেরাতের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ন্যায়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পরিপূর্ণ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জ্ঞানের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তাছাড়া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আখেরাতের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অনুযায়ী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স্তরের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বেহেশত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দোযখ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তেমনি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জীবনেও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স্তরের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পুরষ্কার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স্তরের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বেহেশত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দোযখ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বিবেচনা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বারযাখকে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মিছাল্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অভিহিত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বিভিন্ন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সূত্রের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বর্ণনা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অনুযায়ী</w:t>
      </w:r>
      <w:r>
        <w:t xml:space="preserve">,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আরেকটি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বৈশিষ্ট্য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ভালো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মন্দ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গুণ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বৈশিষ্ট্য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সমূহ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রূপক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মূর্ত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সংশ্লিষ্ট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সঙ্গীরূপে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সুখ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দুঃখের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যেমন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দুনিয়ার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স্বভাব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নিষ্ঠুর</w:t>
      </w:r>
      <w:r>
        <w:t xml:space="preserve">, </w:t>
      </w:r>
      <w:r>
        <w:rPr>
          <w:rFonts w:hint="cs"/>
          <w:cs/>
          <w:lang w:bidi="bn-IN"/>
        </w:rPr>
        <w:t>কুটিল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হিংস্র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সাপের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স্বভাব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স্বভাব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বিষধর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সাপরূপে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দংশন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থাকবে।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বাহুল্য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ন্যায়ই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অন্যদিকে</w:t>
      </w:r>
      <w:r>
        <w:t xml:space="preserve">, </w:t>
      </w:r>
      <w:r>
        <w:rPr>
          <w:rFonts w:hint="cs"/>
          <w:cs/>
          <w:lang w:bidi="bn-IN"/>
        </w:rPr>
        <w:t>বিভিন্ন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সূত্রের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হাদীছ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অনুযায়ী</w:t>
      </w:r>
      <w:r>
        <w:t xml:space="preserve">, </w:t>
      </w:r>
      <w:r>
        <w:rPr>
          <w:rFonts w:hint="cs"/>
          <w:cs/>
          <w:lang w:bidi="bn-IN"/>
        </w:rPr>
        <w:t>দুনিয়ার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নিয়মিত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তেলাওয়াত্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t xml:space="preserve">, </w:t>
      </w:r>
      <w:r>
        <w:rPr>
          <w:rFonts w:hint="cs"/>
          <w:cs/>
          <w:lang w:bidi="bn-IN"/>
        </w:rPr>
        <w:t>কোরআনকে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ভালোবাসেন</w:t>
      </w:r>
      <w:r>
        <w:t xml:space="preserve">, </w:t>
      </w:r>
      <w:r>
        <w:rPr>
          <w:rFonts w:hint="cs"/>
          <w:cs/>
          <w:lang w:bidi="bn-IN"/>
        </w:rPr>
        <w:t>কোরআনের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হুকুম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পালন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প্রতিষ্ঠিত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চেষ্টা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সাধনা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মূর্ত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t xml:space="preserve">,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বর্ণনা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অনুযায়ী</w:t>
      </w:r>
      <w:r>
        <w:t xml:space="preserve">, </w:t>
      </w:r>
      <w:r>
        <w:rPr>
          <w:rFonts w:hint="cs"/>
          <w:cs/>
          <w:lang w:bidi="bn-IN"/>
        </w:rPr>
        <w:t>একজন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সুদর্শন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যুবক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রূপে</w:t>
      </w:r>
      <w:r>
        <w:t xml:space="preserve">, </w:t>
      </w:r>
      <w:r>
        <w:rPr>
          <w:rFonts w:hint="cs"/>
          <w:cs/>
          <w:lang w:bidi="bn-IN"/>
        </w:rPr>
        <w:t>অন্তরঙ্গ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বন্ধু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সাহচর্য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আনন্দঘন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রাখবে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যাতে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একাকিত্ব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বোধ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করেন।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অবশ্য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বস্তুবাদীরা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সম্ভাব্যতা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তুলতে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t xml:space="preserve">,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চাইলে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খুবই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সহজসাধ্য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ব্যাপার।</w:t>
      </w:r>
      <w:r>
        <w:rPr>
          <w:cs/>
          <w:lang w:bidi="bn-IN"/>
        </w:rPr>
        <w:t>)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এছাড়া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নাফ্স্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ভালো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মন্দ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কর্মের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স্মৃতিসমূহ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সুখ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দুঃখ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বোধ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স্মৃতির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স্মরণে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ক্লেশ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বোধ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স্মৃতি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একেবারেই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ভুলে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</w:t>
      </w:r>
      <w:r>
        <w:t xml:space="preserve">; </w:t>
      </w:r>
      <w:r>
        <w:rPr>
          <w:rFonts w:hint="cs"/>
          <w:cs/>
          <w:lang w:bidi="bn-IN"/>
        </w:rPr>
        <w:t>আদৌ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অন্যান্য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স্মৃতি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ব্যবধানে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ক্রমেই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আসে</w:t>
      </w:r>
      <w:r>
        <w:t xml:space="preserve">, </w:t>
      </w:r>
      <w:r>
        <w:rPr>
          <w:rFonts w:hint="cs"/>
          <w:cs/>
          <w:lang w:bidi="bn-IN"/>
        </w:rPr>
        <w:t>ফলে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সুখকর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কষ্টকর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প্রতিক্রিয়াও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ক্রমেই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দুর্বল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সমস্ত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স্মৃতিই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চলমান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ঘটনাবলীর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ন্যায়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সুস্পষ্টরূপে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স্মরণ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সুখকর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কষ্টকর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প্রতিক্রিয়াও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স্মৃতিচারণের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তুলনায়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বেশী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সংঘটিত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অনুভূতির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ন্যায়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তীব্র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অনুভূতি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পাপকর্মের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আনন্দ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লাভ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সেগুলোর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প্রতিক্রিয়ায়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বহু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শাস্তির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উপকরণ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তৈরী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গিয়েছে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স্মৃতি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চরম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আত্মপীড়ন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আফসোস্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করবে।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অন্যদিকে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ন্যায়ের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যুলুম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নির্যাতন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সেগুলোর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প্রতিক্রিয়ায়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</w:t>
      </w:r>
      <w:r>
        <w:rPr>
          <w:rFonts w:hint="eastAsia"/>
        </w:rPr>
        <w:t>‘</w:t>
      </w:r>
      <w:r>
        <w:rPr>
          <w:rFonts w:hint="cs"/>
          <w:cs/>
          <w:lang w:bidi="bn-IN"/>
        </w:rPr>
        <w:t>আমত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তৈরী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স্মৃতি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পরমানন্দ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করবে।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মানুষ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ভালো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মন্দ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কর্মসমূহ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আখেরাতের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সুস্পষ্ট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ভাষায়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এরশাদ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:</w:t>
      </w:r>
    </w:p>
    <w:p w:rsidR="00700727" w:rsidRPr="009E173E" w:rsidRDefault="00700727" w:rsidP="009E173E">
      <w:pPr>
        <w:pStyle w:val="libAie"/>
      </w:pPr>
      <w:r w:rsidRPr="009E173E">
        <w:rPr>
          <w:rStyle w:val="libAlaemChar"/>
        </w:rPr>
        <w:t>)</w:t>
      </w:r>
      <w:r w:rsidRPr="009E173E">
        <w:rPr>
          <w:rFonts w:hint="eastAsia"/>
          <w:rtl/>
        </w:rPr>
        <w:t>يَوْمَئِذٍ</w:t>
      </w:r>
      <w:r w:rsidRPr="009E173E">
        <w:rPr>
          <w:rtl/>
        </w:rPr>
        <w:t xml:space="preserve"> </w:t>
      </w:r>
      <w:r w:rsidRPr="009E173E">
        <w:rPr>
          <w:rFonts w:hint="eastAsia"/>
          <w:rtl/>
        </w:rPr>
        <w:t>يَصْدُرُ</w:t>
      </w:r>
      <w:r w:rsidRPr="009E173E">
        <w:rPr>
          <w:rtl/>
        </w:rPr>
        <w:t xml:space="preserve"> </w:t>
      </w:r>
      <w:r w:rsidRPr="009E173E">
        <w:rPr>
          <w:rFonts w:hint="eastAsia"/>
          <w:rtl/>
        </w:rPr>
        <w:t>النَّاسُ</w:t>
      </w:r>
      <w:r w:rsidRPr="009E173E">
        <w:rPr>
          <w:rtl/>
        </w:rPr>
        <w:t xml:space="preserve"> </w:t>
      </w:r>
      <w:r w:rsidRPr="009E173E">
        <w:rPr>
          <w:rFonts w:hint="eastAsia"/>
          <w:rtl/>
        </w:rPr>
        <w:t>أَشْتَاتًا</w:t>
      </w:r>
      <w:r w:rsidRPr="009E173E">
        <w:rPr>
          <w:rtl/>
        </w:rPr>
        <w:t xml:space="preserve"> </w:t>
      </w:r>
      <w:r w:rsidRPr="009E173E">
        <w:rPr>
          <w:rFonts w:hint="eastAsia"/>
          <w:rtl/>
        </w:rPr>
        <w:t>لِيُرَوْا</w:t>
      </w:r>
      <w:r w:rsidRPr="009E173E">
        <w:rPr>
          <w:rtl/>
        </w:rPr>
        <w:t xml:space="preserve"> </w:t>
      </w:r>
      <w:r w:rsidRPr="009E173E">
        <w:rPr>
          <w:rFonts w:hint="eastAsia"/>
          <w:rtl/>
        </w:rPr>
        <w:t>أَعْمَالَهُمْ</w:t>
      </w:r>
      <w:r w:rsidRPr="009E173E">
        <w:rPr>
          <w:rtl/>
        </w:rPr>
        <w:t xml:space="preserve">. </w:t>
      </w:r>
      <w:r w:rsidRPr="009E173E">
        <w:rPr>
          <w:rFonts w:hint="eastAsia"/>
          <w:rtl/>
        </w:rPr>
        <w:t>فَمَنْ</w:t>
      </w:r>
      <w:r w:rsidRPr="009E173E">
        <w:rPr>
          <w:rtl/>
        </w:rPr>
        <w:t xml:space="preserve"> </w:t>
      </w:r>
      <w:r w:rsidRPr="009E173E">
        <w:rPr>
          <w:rFonts w:hint="eastAsia"/>
          <w:rtl/>
        </w:rPr>
        <w:t>يَعْمَلْ</w:t>
      </w:r>
      <w:r w:rsidRPr="009E173E">
        <w:rPr>
          <w:rtl/>
        </w:rPr>
        <w:t xml:space="preserve"> </w:t>
      </w:r>
      <w:r w:rsidRPr="009E173E">
        <w:rPr>
          <w:rFonts w:hint="eastAsia"/>
          <w:rtl/>
        </w:rPr>
        <w:t>مِثْقَالَ</w:t>
      </w:r>
      <w:r w:rsidRPr="009E173E">
        <w:rPr>
          <w:rtl/>
        </w:rPr>
        <w:t xml:space="preserve"> </w:t>
      </w:r>
      <w:r w:rsidRPr="009E173E">
        <w:rPr>
          <w:rFonts w:hint="eastAsia"/>
          <w:rtl/>
        </w:rPr>
        <w:t>ذَرَّةٍ</w:t>
      </w:r>
      <w:r w:rsidRPr="009E173E">
        <w:rPr>
          <w:rtl/>
        </w:rPr>
        <w:t xml:space="preserve"> </w:t>
      </w:r>
      <w:r w:rsidRPr="009E173E">
        <w:rPr>
          <w:rFonts w:hint="eastAsia"/>
          <w:rtl/>
        </w:rPr>
        <w:t>خَيْرًا</w:t>
      </w:r>
      <w:r w:rsidRPr="009E173E">
        <w:rPr>
          <w:rtl/>
        </w:rPr>
        <w:t xml:space="preserve"> </w:t>
      </w:r>
      <w:r w:rsidRPr="009E173E">
        <w:rPr>
          <w:rFonts w:hint="eastAsia"/>
          <w:rtl/>
        </w:rPr>
        <w:t>يَرَهُ</w:t>
      </w:r>
      <w:r w:rsidRPr="009E173E">
        <w:rPr>
          <w:rtl/>
        </w:rPr>
        <w:t xml:space="preserve">. </w:t>
      </w:r>
      <w:r w:rsidRPr="009E173E">
        <w:rPr>
          <w:rFonts w:hint="eastAsia"/>
          <w:rtl/>
        </w:rPr>
        <w:t>وَمَنْ</w:t>
      </w:r>
      <w:r w:rsidRPr="009E173E">
        <w:rPr>
          <w:rtl/>
        </w:rPr>
        <w:t xml:space="preserve"> </w:t>
      </w:r>
      <w:r w:rsidRPr="009E173E">
        <w:rPr>
          <w:rFonts w:hint="eastAsia"/>
          <w:rtl/>
        </w:rPr>
        <w:t>يَعْمَلْ</w:t>
      </w:r>
      <w:r w:rsidRPr="009E173E">
        <w:rPr>
          <w:rtl/>
        </w:rPr>
        <w:t xml:space="preserve"> </w:t>
      </w:r>
      <w:r w:rsidRPr="009E173E">
        <w:rPr>
          <w:rFonts w:hint="eastAsia"/>
          <w:rtl/>
        </w:rPr>
        <w:t>مِثْقَالَ</w:t>
      </w:r>
      <w:r w:rsidRPr="009E173E">
        <w:rPr>
          <w:rtl/>
        </w:rPr>
        <w:t xml:space="preserve"> </w:t>
      </w:r>
      <w:r w:rsidRPr="009E173E">
        <w:rPr>
          <w:rFonts w:hint="eastAsia"/>
          <w:rtl/>
        </w:rPr>
        <w:t>ذَرَّةٍ</w:t>
      </w:r>
      <w:r w:rsidRPr="009E173E">
        <w:rPr>
          <w:rtl/>
        </w:rPr>
        <w:t xml:space="preserve"> </w:t>
      </w:r>
      <w:r w:rsidRPr="009E173E">
        <w:rPr>
          <w:rFonts w:hint="eastAsia"/>
          <w:rtl/>
        </w:rPr>
        <w:t>شَرًّا</w:t>
      </w:r>
      <w:r w:rsidRPr="009E173E">
        <w:rPr>
          <w:rtl/>
        </w:rPr>
        <w:t xml:space="preserve"> </w:t>
      </w:r>
      <w:r w:rsidRPr="009E173E">
        <w:rPr>
          <w:rFonts w:hint="eastAsia"/>
          <w:rtl/>
        </w:rPr>
        <w:t>يَرَهُ</w:t>
      </w:r>
      <w:r w:rsidR="009E173E" w:rsidRPr="009E173E">
        <w:rPr>
          <w:rStyle w:val="libAlaemChar"/>
        </w:rPr>
        <w:t>(</w:t>
      </w:r>
    </w:p>
    <w:p w:rsidR="00700727" w:rsidRDefault="00700727" w:rsidP="00700727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bn-IN"/>
        </w:rPr>
        <w:t>সেদিন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দিনে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লোকেরা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বহির্গত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সমূহ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দেখানো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সুতরাং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অণু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পরিমাণ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অণু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মন্দ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পাবে।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bn-IN"/>
        </w:rPr>
        <w:t>সূরাহ্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আয্</w:t>
      </w:r>
      <w:r>
        <w:rPr>
          <w:cs/>
          <w:lang w:bidi="bn-IN"/>
        </w:rPr>
        <w:t>-</w:t>
      </w:r>
      <w:r w:rsidR="009E173E">
        <w:rPr>
          <w:rFonts w:hint="cs"/>
          <w:cs/>
          <w:lang w:bidi="bn-IN"/>
        </w:rPr>
        <w:t>যিল</w:t>
      </w:r>
      <w:r w:rsidR="009E173E">
        <w:rPr>
          <w:lang w:bidi="bn-IN"/>
        </w:rPr>
        <w:t>যা</w:t>
      </w:r>
      <w:r>
        <w:rPr>
          <w:rFonts w:hint="cs"/>
          <w:cs/>
          <w:lang w:bidi="bn-IN"/>
        </w:rPr>
        <w:t>ল্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৬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৮</w:t>
      </w:r>
      <w:r>
        <w:rPr>
          <w:cs/>
          <w:lang w:bidi="bn-IN"/>
        </w:rPr>
        <w:t>)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মাঠে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লোকেরা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ভালো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মন্দ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সমূহ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সবাক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চলচ্চিত্রের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ন্যায়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পাবে।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অকাট্য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বৈজ্ঞানিক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কোষেই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জীবনের</w:t>
      </w:r>
      <w:r>
        <w:t xml:space="preserve">, </w:t>
      </w:r>
      <w:r>
        <w:rPr>
          <w:rFonts w:hint="cs"/>
          <w:cs/>
          <w:lang w:bidi="bn-IN"/>
        </w:rPr>
        <w:t>এমনকি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পূর্বপুরুষদের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ইতিহাস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জেনেটিক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কোড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লিপিবদ্ধ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অধিকতর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ক্ষুদ্র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অংশে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অণু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পরমাণুতে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পর্যন্ত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লিপিবদ্ধ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</w:t>
      </w:r>
      <w:r>
        <w:t xml:space="preserve">, </w:t>
      </w:r>
      <w:r>
        <w:rPr>
          <w:rFonts w:hint="cs"/>
          <w:cs/>
          <w:lang w:bidi="bn-IN"/>
        </w:rPr>
        <w:t>যদিও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বিজ্ঞানীরা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পর্যন্ত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চিহ্নিত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সবাক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চলচ্চিত্রে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রূপান্তরিত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প্রযুক্তি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আবিষ্কার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সক্ষম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</w:t>
      </w:r>
      <w:r>
        <w:t xml:space="preserve">,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বৈশিষ্ট্যগুলো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চিহ্নিত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প্রযুক্তি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আবিষ্কার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সক্ষম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হয়েছেন।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হোক</w:t>
      </w:r>
      <w:r>
        <w:t xml:space="preserve">,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শুধু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কোষেই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রেকর্ডকৃত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অণু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পরমাণুতেও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লিপিবদ্ধ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</w:t>
      </w:r>
      <w:r>
        <w:t xml:space="preserve">,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আমলকে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কোড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রেকর্ড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ব্যবস্থা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কোডকে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সবাক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চলচ্চিত্রে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রূপান্তরিত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খুবই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সহজসাধ্য।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ফেরেশতাদের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লিখিত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আমলনামার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সত্যায়নের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লক্ষ্যে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সবাক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চলচ্চিত্র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প্রদর্শন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নইলে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নাস্তিক</w:t>
      </w:r>
      <w:r>
        <w:t xml:space="preserve">, </w:t>
      </w:r>
      <w:r>
        <w:rPr>
          <w:rFonts w:hint="cs"/>
          <w:cs/>
          <w:lang w:bidi="bn-IN"/>
        </w:rPr>
        <w:t>কাফের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পাপাচারী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লোকেরা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ফেরেশতাদের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মিথ্যা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লেখার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অভিযোগ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উত্থাপন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যেহেতু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আখেরাতের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প্রতিচ্ছবি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স্বাভাবিক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সেখানেও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লোকেরা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কাজকর্ম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সবাক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চলচ্চিত্রের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ন্যায়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পাবে।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আনুষ্ঠানিকভাবে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প্রদর্শন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নাফসগুলো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স্মরণ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t xml:space="preserve">, </w:t>
      </w:r>
      <w:r>
        <w:rPr>
          <w:rFonts w:hint="cs"/>
          <w:cs/>
          <w:lang w:bidi="bn-IN"/>
        </w:rPr>
        <w:t>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স্মৃতি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চলমান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ঘটনাবলী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পর্যবেক্ষণের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ন্যায়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জ্বলজ্বলে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সুখকর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কষ্টকর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প্রতিক্রিয়া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প্রতিক্রিয়ার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তুলনায়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বেশী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তীব্র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সন্দেহ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নেই।</w:t>
      </w:r>
    </w:p>
    <w:p w:rsidR="009E173E" w:rsidRPr="009C308B" w:rsidRDefault="009E173E" w:rsidP="009E173E">
      <w:r>
        <w:br w:type="page"/>
      </w:r>
    </w:p>
    <w:p w:rsidR="00700727" w:rsidRDefault="00700727" w:rsidP="009E173E">
      <w:pPr>
        <w:pStyle w:val="Heading1"/>
      </w:pPr>
      <w:r>
        <w:rPr>
          <w:rFonts w:hint="cs"/>
          <w:cs/>
          <w:lang w:bidi="bn-IN"/>
        </w:rPr>
        <w:lastRenderedPageBreak/>
        <w:t>পরিশিষ্ট</w:t>
      </w:r>
    </w:p>
    <w:p w:rsidR="00700727" w:rsidRDefault="00700727" w:rsidP="00700727">
      <w:pPr>
        <w:pStyle w:val="libNormal"/>
      </w:pPr>
    </w:p>
    <w:p w:rsidR="00700727" w:rsidRDefault="00700727" w:rsidP="009E173E">
      <w:pPr>
        <w:pStyle w:val="Heading2"/>
      </w:pPr>
      <w:r>
        <w:rPr>
          <w:rFonts w:hint="cs"/>
          <w:cs/>
          <w:lang w:bidi="bn-IN"/>
        </w:rPr>
        <w:t>শয়ত্বান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স্বপ্ন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সক্ষম</w:t>
      </w:r>
      <w:r>
        <w:t>?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মর্মে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ধারণা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প্রচলিত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শয়ত্বান্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স্বপ্নে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কেউ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ভীতিকর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স্বপ্ন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শয়ত্বান্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দেখাবার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উদ্দেশ্যে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স্বপ্ন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দেখিয়েছে।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t xml:space="preserve">, </w:t>
      </w:r>
      <w:r>
        <w:rPr>
          <w:rFonts w:hint="cs"/>
          <w:cs/>
          <w:lang w:bidi="bn-IN"/>
        </w:rPr>
        <w:t>শয়ত্বানের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আদৌ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স্বপ্ন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দেখানো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t>?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মানুষ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স্বপ্ন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ঘুমের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t xml:space="preserve">,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মজীদের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সুস্পষ্ট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ঘোষণা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অনুযায়ী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ঘুমিয়ে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পড়লে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নাফসকে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ঘুমন্ত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নাফসকে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খোদায়ী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ব্যবস্থাধীন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যেখানে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নাফসগুলো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নিঃসন্দেহে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ফেরেশতাদের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নিয়ন্ত্রণাধীনে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t xml:space="preserve">, </w:t>
      </w:r>
      <w:r>
        <w:rPr>
          <w:rFonts w:hint="cs"/>
          <w:cs/>
          <w:lang w:bidi="bn-IN"/>
        </w:rPr>
        <w:t>শয়ত্বানের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অবস্থানরত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নাফসকে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স্বপ্ন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দেখানো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সম্ভবপর</w:t>
      </w:r>
      <w:r>
        <w:t>?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প্রশ্নের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জবাব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স্বভাবতঃই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“</w:t>
      </w:r>
      <w:r>
        <w:rPr>
          <w:rFonts w:hint="cs"/>
          <w:cs/>
          <w:lang w:bidi="bn-IN"/>
        </w:rPr>
        <w:t>না</w:t>
      </w:r>
      <w:r>
        <w:rPr>
          <w:rFonts w:hint="eastAsia"/>
        </w:rPr>
        <w:t>”</w:t>
      </w:r>
      <w:r>
        <w:rPr>
          <w:rFonts w:hint="cs"/>
          <w:cs/>
          <w:lang w:bidi="bn-IN"/>
        </w:rPr>
        <w:t>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শয়ত্বানকে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ক্ষমতা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অকল্পনীয়।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তাছাড়া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শয়ত্বানের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ওয়াস্ওয়াসা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দ্বীনের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ফিরিয়ে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প্রলুব্ধ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স্বপ্নে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কাউকে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দেখানো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t xml:space="preserve">, </w:t>
      </w:r>
      <w:r>
        <w:rPr>
          <w:rFonts w:hint="cs"/>
          <w:cs/>
          <w:lang w:bidi="bn-IN"/>
        </w:rPr>
        <w:t>মানুষ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ভীতিকর</w:t>
      </w:r>
      <w:r>
        <w:t xml:space="preserve">, </w:t>
      </w:r>
      <w:r>
        <w:rPr>
          <w:rFonts w:hint="cs"/>
          <w:cs/>
          <w:lang w:bidi="bn-IN"/>
        </w:rPr>
        <w:t>এলোমেলো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বিশ্রী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স্বপ্ন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জাগ্রত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দো</w:t>
      </w:r>
      <w:r>
        <w:rPr>
          <w:rFonts w:hint="eastAsia"/>
        </w:rPr>
        <w:t>‘</w:t>
      </w:r>
      <w:r>
        <w:rPr>
          <w:rFonts w:hint="cs"/>
          <w:cs/>
          <w:lang w:bidi="bn-IN"/>
        </w:rPr>
        <w:t>আ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দুরূদ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পাঠ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t xml:space="preserve">, </w:t>
      </w:r>
      <w:r>
        <w:rPr>
          <w:rFonts w:hint="cs"/>
          <w:cs/>
          <w:lang w:bidi="bn-IN"/>
        </w:rPr>
        <w:t>নফল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ইবাদত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পানাহ্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কাজকর্মে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সতর্কতা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অবলম্বন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গুনাহর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পরিহার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চেষ্টা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t xml:space="preserve">, </w:t>
      </w:r>
      <w:r>
        <w:rPr>
          <w:rFonts w:hint="cs"/>
          <w:cs/>
          <w:lang w:bidi="bn-IN"/>
        </w:rPr>
        <w:t>ক্ষেত্রবিশেষে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স্বাভাবিক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দৈনন্দিন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অভ্যাসের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চেয়েও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অতিরিক্ত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দান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ছ্বাদাক্বাহ্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সুতরাং</w:t>
      </w:r>
      <w:r>
        <w:t xml:space="preserve">, </w:t>
      </w:r>
      <w:r>
        <w:rPr>
          <w:rFonts w:hint="cs"/>
          <w:cs/>
          <w:lang w:bidi="bn-IN"/>
        </w:rPr>
        <w:t>নিঃসন্দেহে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শয়ত্বান্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পরিত্যাগ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ঝুঁকে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পড়ে।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অতএব</w:t>
      </w:r>
      <w:r>
        <w:t xml:space="preserve">, </w:t>
      </w:r>
      <w:r>
        <w:rPr>
          <w:rFonts w:hint="cs"/>
          <w:cs/>
          <w:lang w:bidi="bn-IN"/>
        </w:rPr>
        <w:t>এতে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সন্দেহ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শয়ত্বান্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কাউকে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স্বপ্ন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ভীতিকর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স্বপ্ন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দেখাতো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তাহলে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ভীতিকর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এলোমেলো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অর্থহীন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স্বপ্নের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ব্যাখ্যা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কী</w:t>
      </w:r>
      <w:r>
        <w:t>?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lastRenderedPageBreak/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আলোচনায়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মানুষ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জাগ্রত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</w:t>
      </w:r>
      <w:r>
        <w:t xml:space="preserve">, </w:t>
      </w:r>
      <w:r>
        <w:rPr>
          <w:rFonts w:hint="cs"/>
          <w:cs/>
          <w:lang w:bidi="bn-IN"/>
        </w:rPr>
        <w:t>চিন্তা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পরিকল্পনা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মালাকূতে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অংশে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প্রতীকী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রূপক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মূর্ত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পরিগ্রহ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আখেরাতে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প্রতীকী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রূপক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মূর্ত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পরিগ্রহ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ঘুমিয়ে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পড়লে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নাফসকে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মালাকূতের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অংশে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সেখানকার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মূর্ত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ঘটনাবলী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দৃশ্যের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মুখোমুখি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ক্ষেত্রবিশেষে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স্বয়ং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অংশগ্রহণ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</w:t>
      </w:r>
      <w:r>
        <w:t xml:space="preserve">,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চিন্তা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পরিকল্পনার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মূর্ত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রূপের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মুখোমুখি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t xml:space="preserve">, </w:t>
      </w:r>
      <w:r>
        <w:rPr>
          <w:rFonts w:hint="cs"/>
          <w:cs/>
          <w:lang w:bidi="bn-IN"/>
        </w:rPr>
        <w:t>তেমনি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সম্বন্ধে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</w:t>
      </w:r>
      <w:r>
        <w:t xml:space="preserve">,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চিন্তা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পরিকল্পনার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মূর্ত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রূপেরও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মুখোমুখি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ঘটনাবলীর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আনন্দজনক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ভীতিকর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উভয়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দৃশ্যই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তেমনি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এলোমেলো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রূপ</w:t>
      </w:r>
      <w:r>
        <w:rPr>
          <w:cs/>
          <w:lang w:bidi="bn-IN"/>
        </w:rPr>
        <w:t xml:space="preserve"> -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আপাতঃদৃষ্টিতে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অর্থহীন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এছাড়া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700727">
        <w:rPr>
          <w:rStyle w:val="libEnChar"/>
          <w:rFonts w:hint="cs"/>
        </w:rPr>
        <w:t>‘</w:t>
      </w:r>
      <w:r>
        <w:rPr>
          <w:rFonts w:hint="cs"/>
          <w:cs/>
          <w:lang w:bidi="bn-IN"/>
        </w:rPr>
        <w:t>আলার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আভাস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আভাস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হুবহু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ভবিষ্যত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বাণী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আকারেও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t xml:space="preserve">, </w:t>
      </w:r>
      <w:r>
        <w:rPr>
          <w:rFonts w:hint="cs"/>
          <w:cs/>
          <w:lang w:bidi="bn-IN"/>
        </w:rPr>
        <w:t>আবার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প্রতীকী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আকারেও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সংশ্লিষ্ট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অথবা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শয়ত্বানের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আন্তঃক্রিয়া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সংঘটিত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সবেরও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প্রতীকী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রূপ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সংশ্লিষ্ট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অংশে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সঞ্চিত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স্বপ্নে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মুখোমুখি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প্রণিধানযোগ্য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মানুষ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স্নায়বিক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উত্তেজনায়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ভোগে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সাধারণতঃ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ঘুমের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এলোমেলো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স্বপ্ন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স্বপ্নের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বৈজ্ঞানিক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ব্যাখ্যার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স্বপ্ন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স্নায়বিক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উত্তেজনার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ফসল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জাগ্রত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কল্পনা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ঘুমের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স্বপ্ন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জাগ্রত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চিন্তা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পরিকল্পনা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ন্যায়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স্নায়বিক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উত্তেজনাও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ধরে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সংশ্লিষ্ট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অংশে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সঞ্চিত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ঘুমের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স্বপ্ন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আকারে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t xml:space="preserve">, </w:t>
      </w: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কদাচিৎ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হুবহু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স্বপ্নে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স্বপ্নে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ভালো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মন্দ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দেখুক</w:t>
      </w:r>
      <w:r>
        <w:t xml:space="preserve">, </w:t>
      </w:r>
      <w:r>
        <w:rPr>
          <w:rFonts w:hint="cs"/>
          <w:cs/>
          <w:lang w:bidi="bn-IN"/>
        </w:rPr>
        <w:t>বিরল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ব্যতিক্রম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সাধারণতঃ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রূপক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মানুষ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মূলতঃ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স্নায়ুমণ্ডলী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মস্তিষ্ক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ক্লান্ত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নিষ্ক্রিয়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শিথিল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পড়লে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ঘুমিয়ে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পড়ে।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সুতরাং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স্নায়বিক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উত্তেজনার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ঘুমিয়ে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স্বপ্নে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বদ্ধ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চাচ্ছে</w:t>
      </w:r>
      <w:r>
        <w:t xml:space="preserve">,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t xml:space="preserve">,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জাগ্রত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কল্পনার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প্রতিচ্ছবি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মানসিক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অস্থিরতা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দিশাহারা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অথবা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জাগ্রত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দারুণ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দুশ্চিন্তায়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সমস্যারই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অবস্তুগত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রূপক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মূর্ত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রূপ।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তেমনি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নাপাক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বিছানায়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ঘুমালে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সাধারণতঃ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আজেবাজে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এলোমেলো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স্বপ্ন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দেখে</w:t>
      </w:r>
      <w:r>
        <w:t xml:space="preserve">,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t xml:space="preserve">,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নাপাক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বস্তুর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মালাকূতী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রূপের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মূর্ত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প্রতিক্রিয়ার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সম্মুখীন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</w:p>
    <w:p w:rsidR="00700727" w:rsidRDefault="00700727" w:rsidP="00700727">
      <w:pPr>
        <w:pStyle w:val="libNormal"/>
      </w:pPr>
      <w:r>
        <w:rPr>
          <w:rFonts w:hint="cs"/>
          <w:cs/>
          <w:lang w:bidi="bn-IN"/>
        </w:rPr>
        <w:t>এভাবে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প্রাণী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অপ্রাণী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নির্বিশেষে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পার্থিব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t xml:space="preserve">, </w:t>
      </w:r>
      <w:r>
        <w:rPr>
          <w:rFonts w:hint="cs"/>
          <w:cs/>
          <w:lang w:bidi="bn-IN"/>
        </w:rPr>
        <w:t>কাজ</w:t>
      </w:r>
      <w:r>
        <w:t xml:space="preserve">, </w:t>
      </w:r>
      <w:r>
        <w:rPr>
          <w:rFonts w:hint="cs"/>
          <w:cs/>
          <w:lang w:bidi="bn-IN"/>
        </w:rPr>
        <w:t>চিন্তা</w:t>
      </w:r>
      <w:r>
        <w:t xml:space="preserve">, </w:t>
      </w:r>
      <w:r>
        <w:rPr>
          <w:rFonts w:hint="cs"/>
          <w:cs/>
          <w:lang w:bidi="bn-IN"/>
        </w:rPr>
        <w:t>কল্পনা</w:t>
      </w:r>
      <w:r>
        <w:t xml:space="preserve">, </w:t>
      </w:r>
      <w:r>
        <w:rPr>
          <w:rFonts w:hint="cs"/>
          <w:cs/>
          <w:lang w:bidi="bn-IN"/>
        </w:rPr>
        <w:t>পরিকল্পনা</w:t>
      </w:r>
      <w:r>
        <w:t xml:space="preserve">, </w:t>
      </w:r>
      <w:r>
        <w:rPr>
          <w:rFonts w:hint="cs"/>
          <w:cs/>
          <w:lang w:bidi="bn-IN"/>
        </w:rPr>
        <w:t>মানসিক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ঘটনারই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মালাকূতী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মূর্ত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রূপক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সুনির্দিষ্ট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রূপান্তর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বিধি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অনুযায়ী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মালাকূতে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 w:rsidRPr="00700727">
        <w:rPr>
          <w:rStyle w:val="libEnChar"/>
        </w:rPr>
        <w:t>‘</w:t>
      </w:r>
      <w:r>
        <w:rPr>
          <w:rFonts w:hint="cs"/>
          <w:cs/>
          <w:lang w:bidi="bn-IN"/>
        </w:rPr>
        <w:t>আালামে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বারযাখের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সুনির্দিষ্ট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অংশে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সঞ্চিত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বিস্তারিত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ধারণা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নেই।</w:t>
      </w:r>
    </w:p>
    <w:p w:rsidR="009E173E" w:rsidRPr="009C308B" w:rsidRDefault="009E173E" w:rsidP="009E173E">
      <w:r>
        <w:br w:type="page"/>
      </w:r>
    </w:p>
    <w:p w:rsidR="000C0B2A" w:rsidRPr="00890FD9" w:rsidRDefault="00700727" w:rsidP="009E173E">
      <w:pPr>
        <w:pStyle w:val="Heading1"/>
        <w:rPr>
          <w:rtl/>
          <w:cs/>
        </w:rPr>
      </w:pPr>
      <w:r>
        <w:rPr>
          <w:rFonts w:hint="cs"/>
          <w:cs/>
          <w:lang w:bidi="bn-IN"/>
        </w:rPr>
        <w:lastRenderedPageBreak/>
        <w:t>সূচীপত্র</w:t>
      </w:r>
      <w:r>
        <w:rPr>
          <w:cs/>
          <w:lang w:bidi="bn-IN"/>
        </w:rPr>
        <w:t>:</w:t>
      </w:r>
    </w:p>
    <w:sectPr w:rsidR="000C0B2A" w:rsidRPr="00890FD9" w:rsidSect="00235071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4C73" w:rsidRDefault="00AF4C73" w:rsidP="008B7801">
      <w:pPr>
        <w:spacing w:after="0" w:line="240" w:lineRule="auto"/>
      </w:pPr>
      <w:r>
        <w:separator/>
      </w:r>
    </w:p>
  </w:endnote>
  <w:endnote w:type="continuationSeparator" w:id="0">
    <w:p w:rsidR="00AF4C73" w:rsidRDefault="00AF4C73" w:rsidP="008B7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olaimanLipi">
    <w:panose1 w:val="03000609000000000000"/>
    <w:charset w:val="00"/>
    <w:family w:val="script"/>
    <w:pitch w:val="fixed"/>
    <w:sig w:usb0="80018007" w:usb1="00002000" w:usb2="00000000" w:usb3="00000000" w:csb0="00000093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utonnyMJ">
    <w:altName w:val="Times New Roman"/>
    <w:panose1 w:val="00000000000000000000"/>
    <w:charset w:val="00"/>
    <w:family w:val="auto"/>
    <w:pitch w:val="variable"/>
    <w:sig w:usb0="80000AAF" w:usb1="00000048" w:usb2="00000000" w:usb3="00000000" w:csb0="0000003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09348"/>
      <w:docPartObj>
        <w:docPartGallery w:val="Page Numbers (Bottom of Page)"/>
        <w:docPartUnique/>
      </w:docPartObj>
    </w:sdtPr>
    <w:sdtContent>
      <w:p w:rsidR="0037633E" w:rsidRDefault="0037633E" w:rsidP="000E3D11">
        <w:pPr>
          <w:jc w:val="center"/>
        </w:pPr>
        <w:r w:rsidRPr="00AA7385">
          <w:rPr>
            <w:rFonts w:ascii="SutonnyMJ" w:hAnsi="SutonnyMJ" w:cs="SutonnyMJ"/>
          </w:rPr>
          <w:fldChar w:fldCharType="begin"/>
        </w:r>
        <w:r w:rsidRPr="00AA7385">
          <w:rPr>
            <w:rFonts w:ascii="SutonnyMJ" w:hAnsi="SutonnyMJ" w:cs="SutonnyMJ"/>
          </w:rPr>
          <w:instrText xml:space="preserve"> PAGE   \* MERGEFORMAT </w:instrText>
        </w:r>
        <w:r w:rsidRPr="00AA7385">
          <w:rPr>
            <w:rFonts w:ascii="SutonnyMJ" w:hAnsi="SutonnyMJ" w:cs="SutonnyMJ"/>
          </w:rPr>
          <w:fldChar w:fldCharType="separate"/>
        </w:r>
        <w:r w:rsidR="009C308B">
          <w:rPr>
            <w:rFonts w:ascii="SutonnyMJ" w:hAnsi="SutonnyMJ" w:cs="SutonnyMJ"/>
            <w:noProof/>
          </w:rPr>
          <w:t>132</w:t>
        </w:r>
        <w:r w:rsidRPr="00AA7385">
          <w:rPr>
            <w:rFonts w:ascii="SutonnyMJ" w:hAnsi="SutonnyMJ" w:cs="SutonnyMJ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4C73" w:rsidRDefault="00AF4C73" w:rsidP="008B7801">
      <w:pPr>
        <w:spacing w:after="0" w:line="240" w:lineRule="auto"/>
      </w:pPr>
      <w:r>
        <w:separator/>
      </w:r>
    </w:p>
  </w:footnote>
  <w:footnote w:type="continuationSeparator" w:id="0">
    <w:p w:rsidR="00AF4C73" w:rsidRDefault="00AF4C73" w:rsidP="008B78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attachedTemplate r:id="rId1"/>
  <w:stylePaneFormatFilter w:val="17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3260C6"/>
    <w:rsid w:val="00005ECF"/>
    <w:rsid w:val="00017698"/>
    <w:rsid w:val="00026914"/>
    <w:rsid w:val="00036558"/>
    <w:rsid w:val="00036F5D"/>
    <w:rsid w:val="000416CF"/>
    <w:rsid w:val="000451DA"/>
    <w:rsid w:val="00046AE4"/>
    <w:rsid w:val="00064BD1"/>
    <w:rsid w:val="00064D4E"/>
    <w:rsid w:val="00067176"/>
    <w:rsid w:val="000709D5"/>
    <w:rsid w:val="000753B9"/>
    <w:rsid w:val="000858AF"/>
    <w:rsid w:val="000A16E2"/>
    <w:rsid w:val="000A3C87"/>
    <w:rsid w:val="000A4CBF"/>
    <w:rsid w:val="000B6A4B"/>
    <w:rsid w:val="000C0B2A"/>
    <w:rsid w:val="000C4F54"/>
    <w:rsid w:val="000D0FC8"/>
    <w:rsid w:val="000D641E"/>
    <w:rsid w:val="000D7BE3"/>
    <w:rsid w:val="000E3D11"/>
    <w:rsid w:val="000F7C17"/>
    <w:rsid w:val="00103B9B"/>
    <w:rsid w:val="0010506E"/>
    <w:rsid w:val="0011039F"/>
    <w:rsid w:val="0011328D"/>
    <w:rsid w:val="00123EB4"/>
    <w:rsid w:val="0012511E"/>
    <w:rsid w:val="00136137"/>
    <w:rsid w:val="00142294"/>
    <w:rsid w:val="001650CE"/>
    <w:rsid w:val="00167139"/>
    <w:rsid w:val="001749BA"/>
    <w:rsid w:val="00176F00"/>
    <w:rsid w:val="00184DB8"/>
    <w:rsid w:val="001A3437"/>
    <w:rsid w:val="001A4AD2"/>
    <w:rsid w:val="001A68B3"/>
    <w:rsid w:val="001A71E8"/>
    <w:rsid w:val="001B2552"/>
    <w:rsid w:val="001B383C"/>
    <w:rsid w:val="001C43A6"/>
    <w:rsid w:val="001C7B58"/>
    <w:rsid w:val="001D1762"/>
    <w:rsid w:val="001D3A19"/>
    <w:rsid w:val="001E0D60"/>
    <w:rsid w:val="001E34D3"/>
    <w:rsid w:val="001E72E2"/>
    <w:rsid w:val="002029B8"/>
    <w:rsid w:val="00214A0A"/>
    <w:rsid w:val="0022370C"/>
    <w:rsid w:val="00235071"/>
    <w:rsid w:val="00242CD3"/>
    <w:rsid w:val="00244159"/>
    <w:rsid w:val="00244C94"/>
    <w:rsid w:val="0024762D"/>
    <w:rsid w:val="002525EC"/>
    <w:rsid w:val="0025608C"/>
    <w:rsid w:val="00257166"/>
    <w:rsid w:val="0026134F"/>
    <w:rsid w:val="00265709"/>
    <w:rsid w:val="00271B22"/>
    <w:rsid w:val="00275890"/>
    <w:rsid w:val="002811B7"/>
    <w:rsid w:val="0028663A"/>
    <w:rsid w:val="00286C01"/>
    <w:rsid w:val="00292BC3"/>
    <w:rsid w:val="00296130"/>
    <w:rsid w:val="002B709B"/>
    <w:rsid w:val="002D0682"/>
    <w:rsid w:val="002D13B7"/>
    <w:rsid w:val="002D15B8"/>
    <w:rsid w:val="002D16D2"/>
    <w:rsid w:val="002D259D"/>
    <w:rsid w:val="002D2865"/>
    <w:rsid w:val="002D5979"/>
    <w:rsid w:val="002E3FD3"/>
    <w:rsid w:val="002E4766"/>
    <w:rsid w:val="002E58A2"/>
    <w:rsid w:val="002E7FD0"/>
    <w:rsid w:val="002F11BE"/>
    <w:rsid w:val="002F3624"/>
    <w:rsid w:val="00304CCF"/>
    <w:rsid w:val="003137DA"/>
    <w:rsid w:val="00313BE8"/>
    <w:rsid w:val="00313FD6"/>
    <w:rsid w:val="00317A77"/>
    <w:rsid w:val="003211F2"/>
    <w:rsid w:val="003237FA"/>
    <w:rsid w:val="003260C6"/>
    <w:rsid w:val="003357C3"/>
    <w:rsid w:val="003359CB"/>
    <w:rsid w:val="00336A70"/>
    <w:rsid w:val="003446AD"/>
    <w:rsid w:val="00353EDF"/>
    <w:rsid w:val="003637C9"/>
    <w:rsid w:val="003640EF"/>
    <w:rsid w:val="0037633E"/>
    <w:rsid w:val="00382A05"/>
    <w:rsid w:val="0038315C"/>
    <w:rsid w:val="00393AC5"/>
    <w:rsid w:val="00394EB9"/>
    <w:rsid w:val="003A1605"/>
    <w:rsid w:val="003A380C"/>
    <w:rsid w:val="003B34CB"/>
    <w:rsid w:val="003C5A32"/>
    <w:rsid w:val="003D6637"/>
    <w:rsid w:val="003E0AB4"/>
    <w:rsid w:val="003E4BC2"/>
    <w:rsid w:val="003F3F47"/>
    <w:rsid w:val="003F77EC"/>
    <w:rsid w:val="00400A41"/>
    <w:rsid w:val="004036E5"/>
    <w:rsid w:val="00406D51"/>
    <w:rsid w:val="004151F5"/>
    <w:rsid w:val="00416E01"/>
    <w:rsid w:val="004208E1"/>
    <w:rsid w:val="00421052"/>
    <w:rsid w:val="004219FE"/>
    <w:rsid w:val="004234A1"/>
    <w:rsid w:val="004438CE"/>
    <w:rsid w:val="00445982"/>
    <w:rsid w:val="004473CF"/>
    <w:rsid w:val="004517A4"/>
    <w:rsid w:val="004546B7"/>
    <w:rsid w:val="00454795"/>
    <w:rsid w:val="00457262"/>
    <w:rsid w:val="0046364A"/>
    <w:rsid w:val="00463EDB"/>
    <w:rsid w:val="00463F84"/>
    <w:rsid w:val="00464136"/>
    <w:rsid w:val="004662BF"/>
    <w:rsid w:val="004726A7"/>
    <w:rsid w:val="00482325"/>
    <w:rsid w:val="00483A81"/>
    <w:rsid w:val="004924CF"/>
    <w:rsid w:val="00492513"/>
    <w:rsid w:val="00494293"/>
    <w:rsid w:val="004A56BA"/>
    <w:rsid w:val="004B2105"/>
    <w:rsid w:val="004B5D66"/>
    <w:rsid w:val="004B73D3"/>
    <w:rsid w:val="004B74AC"/>
    <w:rsid w:val="004C1471"/>
    <w:rsid w:val="004C57A4"/>
    <w:rsid w:val="004C63C5"/>
    <w:rsid w:val="004F68DD"/>
    <w:rsid w:val="005106C4"/>
    <w:rsid w:val="00517792"/>
    <w:rsid w:val="005262B2"/>
    <w:rsid w:val="00540CD3"/>
    <w:rsid w:val="00541032"/>
    <w:rsid w:val="005423C6"/>
    <w:rsid w:val="00544132"/>
    <w:rsid w:val="0054501D"/>
    <w:rsid w:val="0054568C"/>
    <w:rsid w:val="0055334B"/>
    <w:rsid w:val="00554FFC"/>
    <w:rsid w:val="00555871"/>
    <w:rsid w:val="00560460"/>
    <w:rsid w:val="0056237B"/>
    <w:rsid w:val="005626FD"/>
    <w:rsid w:val="005656A1"/>
    <w:rsid w:val="005668A9"/>
    <w:rsid w:val="005726E1"/>
    <w:rsid w:val="0057711A"/>
    <w:rsid w:val="00584195"/>
    <w:rsid w:val="00586283"/>
    <w:rsid w:val="005862E0"/>
    <w:rsid w:val="00592B83"/>
    <w:rsid w:val="00593844"/>
    <w:rsid w:val="0059796A"/>
    <w:rsid w:val="005A0E2B"/>
    <w:rsid w:val="005A21F0"/>
    <w:rsid w:val="005A364A"/>
    <w:rsid w:val="005A3798"/>
    <w:rsid w:val="005A4A96"/>
    <w:rsid w:val="005B04A4"/>
    <w:rsid w:val="005B1ECA"/>
    <w:rsid w:val="005C5C7E"/>
    <w:rsid w:val="005C64EB"/>
    <w:rsid w:val="005C7052"/>
    <w:rsid w:val="005D2D86"/>
    <w:rsid w:val="005D3333"/>
    <w:rsid w:val="005D6020"/>
    <w:rsid w:val="005E1B80"/>
    <w:rsid w:val="005E3682"/>
    <w:rsid w:val="005E4BD4"/>
    <w:rsid w:val="005F1B25"/>
    <w:rsid w:val="005F2D37"/>
    <w:rsid w:val="005F5ADE"/>
    <w:rsid w:val="00603FA1"/>
    <w:rsid w:val="00606FA3"/>
    <w:rsid w:val="0061174D"/>
    <w:rsid w:val="00612107"/>
    <w:rsid w:val="00613A48"/>
    <w:rsid w:val="00631FC0"/>
    <w:rsid w:val="00632C44"/>
    <w:rsid w:val="0063395D"/>
    <w:rsid w:val="00640AC4"/>
    <w:rsid w:val="00643B33"/>
    <w:rsid w:val="006533E6"/>
    <w:rsid w:val="006628C5"/>
    <w:rsid w:val="00665161"/>
    <w:rsid w:val="006662F8"/>
    <w:rsid w:val="0066667A"/>
    <w:rsid w:val="00666E34"/>
    <w:rsid w:val="006708D9"/>
    <w:rsid w:val="00671693"/>
    <w:rsid w:val="006746F0"/>
    <w:rsid w:val="00684A6B"/>
    <w:rsid w:val="00690232"/>
    <w:rsid w:val="006A02FE"/>
    <w:rsid w:val="006A335F"/>
    <w:rsid w:val="006C775E"/>
    <w:rsid w:val="006D03E9"/>
    <w:rsid w:val="006D197A"/>
    <w:rsid w:val="006D1B58"/>
    <w:rsid w:val="006D440E"/>
    <w:rsid w:val="006E09C7"/>
    <w:rsid w:val="006E3F16"/>
    <w:rsid w:val="006E7BCD"/>
    <w:rsid w:val="00700727"/>
    <w:rsid w:val="00702DFA"/>
    <w:rsid w:val="00703FD3"/>
    <w:rsid w:val="00707890"/>
    <w:rsid w:val="00713A8F"/>
    <w:rsid w:val="00714C8C"/>
    <w:rsid w:val="00717766"/>
    <w:rsid w:val="007269F6"/>
    <w:rsid w:val="00733E6E"/>
    <w:rsid w:val="00736945"/>
    <w:rsid w:val="00737D04"/>
    <w:rsid w:val="00741F32"/>
    <w:rsid w:val="0074697D"/>
    <w:rsid w:val="0075520E"/>
    <w:rsid w:val="00755E02"/>
    <w:rsid w:val="0076064C"/>
    <w:rsid w:val="007611D5"/>
    <w:rsid w:val="00765A26"/>
    <w:rsid w:val="007719FE"/>
    <w:rsid w:val="00776659"/>
    <w:rsid w:val="00780C38"/>
    <w:rsid w:val="007959C0"/>
    <w:rsid w:val="007A1366"/>
    <w:rsid w:val="007D0C93"/>
    <w:rsid w:val="007D3565"/>
    <w:rsid w:val="007F38BE"/>
    <w:rsid w:val="007F622E"/>
    <w:rsid w:val="00807972"/>
    <w:rsid w:val="00810AD6"/>
    <w:rsid w:val="00812AE2"/>
    <w:rsid w:val="00813C73"/>
    <w:rsid w:val="008146D3"/>
    <w:rsid w:val="00817378"/>
    <w:rsid w:val="008227CD"/>
    <w:rsid w:val="008230AE"/>
    <w:rsid w:val="00825862"/>
    <w:rsid w:val="00826493"/>
    <w:rsid w:val="008275E9"/>
    <w:rsid w:val="008302AE"/>
    <w:rsid w:val="00835EBB"/>
    <w:rsid w:val="00837A7A"/>
    <w:rsid w:val="0084394B"/>
    <w:rsid w:val="00843C53"/>
    <w:rsid w:val="0085324D"/>
    <w:rsid w:val="00864E13"/>
    <w:rsid w:val="008703C6"/>
    <w:rsid w:val="008715EA"/>
    <w:rsid w:val="00872BD6"/>
    <w:rsid w:val="00873980"/>
    <w:rsid w:val="00881A1C"/>
    <w:rsid w:val="00883EA9"/>
    <w:rsid w:val="00884A8B"/>
    <w:rsid w:val="00890FD9"/>
    <w:rsid w:val="00895198"/>
    <w:rsid w:val="008A11A7"/>
    <w:rsid w:val="008A4E3F"/>
    <w:rsid w:val="008A5A1E"/>
    <w:rsid w:val="008A6E9A"/>
    <w:rsid w:val="008B258A"/>
    <w:rsid w:val="008B2D48"/>
    <w:rsid w:val="008B7801"/>
    <w:rsid w:val="008B7AD9"/>
    <w:rsid w:val="008C285B"/>
    <w:rsid w:val="008C3D64"/>
    <w:rsid w:val="008C5E0F"/>
    <w:rsid w:val="008D1772"/>
    <w:rsid w:val="008D2BC5"/>
    <w:rsid w:val="008D3A01"/>
    <w:rsid w:val="008D4310"/>
    <w:rsid w:val="008D5302"/>
    <w:rsid w:val="008D6263"/>
    <w:rsid w:val="008D663A"/>
    <w:rsid w:val="008E1557"/>
    <w:rsid w:val="008E16D7"/>
    <w:rsid w:val="008E1B39"/>
    <w:rsid w:val="008E330F"/>
    <w:rsid w:val="008F0D7B"/>
    <w:rsid w:val="008F787A"/>
    <w:rsid w:val="00902D3C"/>
    <w:rsid w:val="00905FE7"/>
    <w:rsid w:val="009117EC"/>
    <w:rsid w:val="00915079"/>
    <w:rsid w:val="00916F9A"/>
    <w:rsid w:val="00921503"/>
    <w:rsid w:val="009221B9"/>
    <w:rsid w:val="00927BB9"/>
    <w:rsid w:val="009314BF"/>
    <w:rsid w:val="00934323"/>
    <w:rsid w:val="00937772"/>
    <w:rsid w:val="00937B74"/>
    <w:rsid w:val="00941AEF"/>
    <w:rsid w:val="00944C14"/>
    <w:rsid w:val="009465C1"/>
    <w:rsid w:val="0094696C"/>
    <w:rsid w:val="00950DBB"/>
    <w:rsid w:val="00957C1E"/>
    <w:rsid w:val="00957CDC"/>
    <w:rsid w:val="00967533"/>
    <w:rsid w:val="009736E4"/>
    <w:rsid w:val="00974B47"/>
    <w:rsid w:val="00976CDC"/>
    <w:rsid w:val="00985CF1"/>
    <w:rsid w:val="00990FF6"/>
    <w:rsid w:val="009923E5"/>
    <w:rsid w:val="0099357E"/>
    <w:rsid w:val="009A053A"/>
    <w:rsid w:val="009A39DC"/>
    <w:rsid w:val="009B1612"/>
    <w:rsid w:val="009B48E5"/>
    <w:rsid w:val="009B52D9"/>
    <w:rsid w:val="009B6DD8"/>
    <w:rsid w:val="009C0768"/>
    <w:rsid w:val="009C0780"/>
    <w:rsid w:val="009C308B"/>
    <w:rsid w:val="009C51FE"/>
    <w:rsid w:val="009D142D"/>
    <w:rsid w:val="009D2CA9"/>
    <w:rsid w:val="009D3FD2"/>
    <w:rsid w:val="009D5BFF"/>
    <w:rsid w:val="009D759C"/>
    <w:rsid w:val="009D7A0F"/>
    <w:rsid w:val="009E0884"/>
    <w:rsid w:val="009E173E"/>
    <w:rsid w:val="009F2D96"/>
    <w:rsid w:val="009F5560"/>
    <w:rsid w:val="00A00AE9"/>
    <w:rsid w:val="00A02BD0"/>
    <w:rsid w:val="00A04A66"/>
    <w:rsid w:val="00A06151"/>
    <w:rsid w:val="00A072CA"/>
    <w:rsid w:val="00A07514"/>
    <w:rsid w:val="00A1022F"/>
    <w:rsid w:val="00A1598F"/>
    <w:rsid w:val="00A25828"/>
    <w:rsid w:val="00A2744B"/>
    <w:rsid w:val="00A32710"/>
    <w:rsid w:val="00A35C21"/>
    <w:rsid w:val="00A41120"/>
    <w:rsid w:val="00A44DBB"/>
    <w:rsid w:val="00A455D0"/>
    <w:rsid w:val="00A4649B"/>
    <w:rsid w:val="00A560EA"/>
    <w:rsid w:val="00A565CE"/>
    <w:rsid w:val="00A578F7"/>
    <w:rsid w:val="00A65C07"/>
    <w:rsid w:val="00A67363"/>
    <w:rsid w:val="00A74D8C"/>
    <w:rsid w:val="00A772D7"/>
    <w:rsid w:val="00A77675"/>
    <w:rsid w:val="00A8054A"/>
    <w:rsid w:val="00A826A7"/>
    <w:rsid w:val="00A831D9"/>
    <w:rsid w:val="00A86936"/>
    <w:rsid w:val="00A87D98"/>
    <w:rsid w:val="00AA08F1"/>
    <w:rsid w:val="00AA7385"/>
    <w:rsid w:val="00AB18E8"/>
    <w:rsid w:val="00AB1E22"/>
    <w:rsid w:val="00AB2DB8"/>
    <w:rsid w:val="00AB6543"/>
    <w:rsid w:val="00AC3E47"/>
    <w:rsid w:val="00AD052B"/>
    <w:rsid w:val="00AD44A5"/>
    <w:rsid w:val="00AD6384"/>
    <w:rsid w:val="00AE4471"/>
    <w:rsid w:val="00AE454D"/>
    <w:rsid w:val="00AF4C73"/>
    <w:rsid w:val="00B122F8"/>
    <w:rsid w:val="00B26972"/>
    <w:rsid w:val="00B27FA0"/>
    <w:rsid w:val="00B33BE6"/>
    <w:rsid w:val="00B37215"/>
    <w:rsid w:val="00B476A4"/>
    <w:rsid w:val="00B50F2A"/>
    <w:rsid w:val="00B62251"/>
    <w:rsid w:val="00B62775"/>
    <w:rsid w:val="00B63941"/>
    <w:rsid w:val="00B6472E"/>
    <w:rsid w:val="00B657DA"/>
    <w:rsid w:val="00B73BA5"/>
    <w:rsid w:val="00B74DAE"/>
    <w:rsid w:val="00B75560"/>
    <w:rsid w:val="00B76F31"/>
    <w:rsid w:val="00B811CF"/>
    <w:rsid w:val="00B83985"/>
    <w:rsid w:val="00B841C2"/>
    <w:rsid w:val="00B84558"/>
    <w:rsid w:val="00B854B9"/>
    <w:rsid w:val="00B877D9"/>
    <w:rsid w:val="00B91799"/>
    <w:rsid w:val="00B96407"/>
    <w:rsid w:val="00BA3C1C"/>
    <w:rsid w:val="00BB2AC1"/>
    <w:rsid w:val="00BD15E9"/>
    <w:rsid w:val="00BD38C5"/>
    <w:rsid w:val="00BE1409"/>
    <w:rsid w:val="00BE6A25"/>
    <w:rsid w:val="00C161E3"/>
    <w:rsid w:val="00C208CA"/>
    <w:rsid w:val="00C2470C"/>
    <w:rsid w:val="00C25C7E"/>
    <w:rsid w:val="00C303C9"/>
    <w:rsid w:val="00C313B1"/>
    <w:rsid w:val="00C34189"/>
    <w:rsid w:val="00C36628"/>
    <w:rsid w:val="00C36870"/>
    <w:rsid w:val="00C456D3"/>
    <w:rsid w:val="00C53098"/>
    <w:rsid w:val="00C53229"/>
    <w:rsid w:val="00C539D3"/>
    <w:rsid w:val="00C56AD4"/>
    <w:rsid w:val="00C70B64"/>
    <w:rsid w:val="00C7440B"/>
    <w:rsid w:val="00C8675F"/>
    <w:rsid w:val="00C90407"/>
    <w:rsid w:val="00C924E6"/>
    <w:rsid w:val="00C94039"/>
    <w:rsid w:val="00CA6C17"/>
    <w:rsid w:val="00CB01CB"/>
    <w:rsid w:val="00CB1489"/>
    <w:rsid w:val="00CB552C"/>
    <w:rsid w:val="00CC48FE"/>
    <w:rsid w:val="00CC70FE"/>
    <w:rsid w:val="00CD6057"/>
    <w:rsid w:val="00CD6507"/>
    <w:rsid w:val="00CD6645"/>
    <w:rsid w:val="00CD7C95"/>
    <w:rsid w:val="00CE088A"/>
    <w:rsid w:val="00CE09E4"/>
    <w:rsid w:val="00CE1847"/>
    <w:rsid w:val="00CE4625"/>
    <w:rsid w:val="00CF0372"/>
    <w:rsid w:val="00D00839"/>
    <w:rsid w:val="00D02065"/>
    <w:rsid w:val="00D2360E"/>
    <w:rsid w:val="00D320D5"/>
    <w:rsid w:val="00D4000F"/>
    <w:rsid w:val="00D40666"/>
    <w:rsid w:val="00D41F6C"/>
    <w:rsid w:val="00D430A5"/>
    <w:rsid w:val="00D443B1"/>
    <w:rsid w:val="00D44DB1"/>
    <w:rsid w:val="00D450D2"/>
    <w:rsid w:val="00D454B5"/>
    <w:rsid w:val="00D457C0"/>
    <w:rsid w:val="00D46570"/>
    <w:rsid w:val="00D46717"/>
    <w:rsid w:val="00D4723B"/>
    <w:rsid w:val="00D56332"/>
    <w:rsid w:val="00D6090C"/>
    <w:rsid w:val="00D625CE"/>
    <w:rsid w:val="00D7533E"/>
    <w:rsid w:val="00D82D5F"/>
    <w:rsid w:val="00D8491B"/>
    <w:rsid w:val="00D86325"/>
    <w:rsid w:val="00D91596"/>
    <w:rsid w:val="00D91979"/>
    <w:rsid w:val="00D941C7"/>
    <w:rsid w:val="00D95DB7"/>
    <w:rsid w:val="00DB313C"/>
    <w:rsid w:val="00DB5B31"/>
    <w:rsid w:val="00DB746C"/>
    <w:rsid w:val="00DC1C18"/>
    <w:rsid w:val="00DC2F89"/>
    <w:rsid w:val="00DC6B7C"/>
    <w:rsid w:val="00DC782C"/>
    <w:rsid w:val="00DD005F"/>
    <w:rsid w:val="00DD1EA5"/>
    <w:rsid w:val="00DD5C1E"/>
    <w:rsid w:val="00DE5A1C"/>
    <w:rsid w:val="00DE66DD"/>
    <w:rsid w:val="00DE75FC"/>
    <w:rsid w:val="00DE7BF6"/>
    <w:rsid w:val="00DF0DAD"/>
    <w:rsid w:val="00DF4130"/>
    <w:rsid w:val="00DF45E8"/>
    <w:rsid w:val="00DF5F3D"/>
    <w:rsid w:val="00E02BA8"/>
    <w:rsid w:val="00E03474"/>
    <w:rsid w:val="00E10D9B"/>
    <w:rsid w:val="00E12627"/>
    <w:rsid w:val="00E12AD3"/>
    <w:rsid w:val="00E13A49"/>
    <w:rsid w:val="00E13B42"/>
    <w:rsid w:val="00E152B2"/>
    <w:rsid w:val="00E1613B"/>
    <w:rsid w:val="00E179DB"/>
    <w:rsid w:val="00E27091"/>
    <w:rsid w:val="00E30987"/>
    <w:rsid w:val="00E32589"/>
    <w:rsid w:val="00E33BDB"/>
    <w:rsid w:val="00E400A5"/>
    <w:rsid w:val="00E52113"/>
    <w:rsid w:val="00E65558"/>
    <w:rsid w:val="00E655C8"/>
    <w:rsid w:val="00E742B8"/>
    <w:rsid w:val="00E74E31"/>
    <w:rsid w:val="00E7560C"/>
    <w:rsid w:val="00E83EE1"/>
    <w:rsid w:val="00E84EB1"/>
    <w:rsid w:val="00E850CD"/>
    <w:rsid w:val="00E9343A"/>
    <w:rsid w:val="00EB103F"/>
    <w:rsid w:val="00EB1BF3"/>
    <w:rsid w:val="00EB64E8"/>
    <w:rsid w:val="00EB74F5"/>
    <w:rsid w:val="00EC3351"/>
    <w:rsid w:val="00EC4B61"/>
    <w:rsid w:val="00ED319B"/>
    <w:rsid w:val="00EF7ADF"/>
    <w:rsid w:val="00EF7C64"/>
    <w:rsid w:val="00F058D3"/>
    <w:rsid w:val="00F1024A"/>
    <w:rsid w:val="00F11A1C"/>
    <w:rsid w:val="00F160A7"/>
    <w:rsid w:val="00F16EE1"/>
    <w:rsid w:val="00F20557"/>
    <w:rsid w:val="00F42E53"/>
    <w:rsid w:val="00F43C5D"/>
    <w:rsid w:val="00F45DB8"/>
    <w:rsid w:val="00F45DDD"/>
    <w:rsid w:val="00F525D6"/>
    <w:rsid w:val="00F56439"/>
    <w:rsid w:val="00F60477"/>
    <w:rsid w:val="00F64920"/>
    <w:rsid w:val="00F66A17"/>
    <w:rsid w:val="00F75DA7"/>
    <w:rsid w:val="00F84511"/>
    <w:rsid w:val="00F85ECA"/>
    <w:rsid w:val="00F86D8D"/>
    <w:rsid w:val="00F87E84"/>
    <w:rsid w:val="00F91E16"/>
    <w:rsid w:val="00F9327C"/>
    <w:rsid w:val="00F94EBD"/>
    <w:rsid w:val="00F96A5E"/>
    <w:rsid w:val="00F96D78"/>
    <w:rsid w:val="00FA7291"/>
    <w:rsid w:val="00FB2C9D"/>
    <w:rsid w:val="00FC45C2"/>
    <w:rsid w:val="00FD2508"/>
    <w:rsid w:val="00FD2E0A"/>
    <w:rsid w:val="00FD48E1"/>
    <w:rsid w:val="00FD6799"/>
    <w:rsid w:val="00FE115C"/>
    <w:rsid w:val="00FE168D"/>
    <w:rsid w:val="00FE246C"/>
    <w:rsid w:val="00FE7835"/>
    <w:rsid w:val="00FF0E50"/>
    <w:rsid w:val="00FF73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unhideWhenUsed="0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0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95D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Heading1">
    <w:name w:val="heading 1"/>
    <w:basedOn w:val="libNormal"/>
    <w:link w:val="Heading1Char"/>
    <w:uiPriority w:val="9"/>
    <w:qFormat/>
    <w:rsid w:val="003137DA"/>
    <w:pPr>
      <w:keepNext/>
      <w:keepLines/>
      <w:spacing w:before="120"/>
      <w:outlineLvl w:val="0"/>
    </w:pPr>
    <w:rPr>
      <w:rFonts w:eastAsia="Times New Roman"/>
      <w:b/>
      <w:bCs/>
      <w:color w:val="1F497D"/>
      <w:sz w:val="36"/>
      <w:szCs w:val="36"/>
    </w:rPr>
  </w:style>
  <w:style w:type="paragraph" w:styleId="Heading2">
    <w:name w:val="heading 2"/>
    <w:basedOn w:val="libNormal"/>
    <w:link w:val="Heading2Char"/>
    <w:uiPriority w:val="9"/>
    <w:qFormat/>
    <w:rsid w:val="00CE088A"/>
    <w:pPr>
      <w:keepNext/>
      <w:keepLines/>
      <w:spacing w:before="120"/>
      <w:outlineLvl w:val="1"/>
    </w:pPr>
    <w:rPr>
      <w:rFonts w:eastAsia="Times New Roman"/>
      <w:b/>
      <w:bCs/>
      <w:color w:val="1F497D"/>
      <w:sz w:val="32"/>
      <w:szCs w:val="32"/>
    </w:rPr>
  </w:style>
  <w:style w:type="paragraph" w:styleId="Heading3">
    <w:name w:val="heading 3"/>
    <w:basedOn w:val="libNormal"/>
    <w:link w:val="Heading3Char"/>
    <w:uiPriority w:val="9"/>
    <w:qFormat/>
    <w:rsid w:val="00E32589"/>
    <w:pPr>
      <w:keepNext/>
      <w:keepLines/>
      <w:spacing w:before="120"/>
      <w:outlineLvl w:val="2"/>
    </w:pPr>
    <w:rPr>
      <w:rFonts w:eastAsia="Times New Roman"/>
      <w:color w:val="1F497D"/>
    </w:rPr>
  </w:style>
  <w:style w:type="paragraph" w:styleId="Heading4">
    <w:name w:val="heading 4"/>
    <w:basedOn w:val="libNormal"/>
    <w:link w:val="Heading4Char"/>
    <w:uiPriority w:val="9"/>
    <w:qFormat/>
    <w:rsid w:val="00E32589"/>
    <w:pPr>
      <w:keepNext/>
      <w:keepLines/>
      <w:spacing w:before="240" w:after="60"/>
      <w:outlineLvl w:val="3"/>
    </w:pPr>
    <w:rPr>
      <w:rFonts w:eastAsia="Times New Roman"/>
      <w:b/>
      <w:bCs/>
    </w:rPr>
  </w:style>
  <w:style w:type="paragraph" w:styleId="Heading5">
    <w:name w:val="heading 5"/>
    <w:basedOn w:val="libNormal"/>
    <w:link w:val="Heading5Char"/>
    <w:uiPriority w:val="9"/>
    <w:qFormat/>
    <w:rsid w:val="00E32589"/>
    <w:pPr>
      <w:keepNext/>
      <w:keepLines/>
      <w:spacing w:before="240" w:after="60"/>
      <w:outlineLvl w:val="4"/>
    </w:pPr>
    <w:rPr>
      <w:rFonts w:eastAsia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5F2D37"/>
    <w:pPr>
      <w:spacing w:line="360" w:lineRule="auto"/>
      <w:jc w:val="both"/>
    </w:pPr>
    <w:rPr>
      <w:rFonts w:ascii="SolaimanLipi" w:hAnsi="SolaimanLipi" w:cs="SolaimanLipi"/>
      <w:color w:val="000000"/>
      <w:sz w:val="28"/>
      <w:szCs w:val="28"/>
    </w:rPr>
  </w:style>
  <w:style w:type="character" w:customStyle="1" w:styleId="libNormalChar">
    <w:name w:val="libNormal Char"/>
    <w:basedOn w:val="DefaultParagraphFont"/>
    <w:link w:val="libNormal"/>
    <w:rsid w:val="005F2D37"/>
    <w:rPr>
      <w:rFonts w:ascii="SolaimanLipi" w:hAnsi="SolaimanLipi" w:cs="SolaimanLipi"/>
      <w:color w:val="000000"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3137DA"/>
    <w:rPr>
      <w:rFonts w:ascii="SolaimanLipi" w:eastAsia="Times New Roman" w:hAnsi="SolaimanLipi" w:cs="SolaimanLipi"/>
      <w:b/>
      <w:bCs/>
      <w:color w:val="1F497D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CE088A"/>
    <w:rPr>
      <w:rFonts w:ascii="SolaimanLipi" w:eastAsia="Times New Roman" w:hAnsi="SolaimanLipi" w:cs="SolaimanLipi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E32589"/>
    <w:rPr>
      <w:rFonts w:ascii="Times New Roman" w:eastAsia="Times New Roman" w:hAnsi="Times New Roman" w:cs="SolaimanLipi"/>
      <w:color w:val="1F497D"/>
      <w:sz w:val="28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E32589"/>
    <w:rPr>
      <w:rFonts w:ascii="Times New Roman" w:eastAsia="Times New Roman" w:hAnsi="Times New Roman" w:cs="SolaimanLipi"/>
      <w:b/>
      <w:bCs/>
      <w:color w:val="000000"/>
      <w:sz w:val="28"/>
      <w:szCs w:val="32"/>
    </w:rPr>
  </w:style>
  <w:style w:type="character" w:customStyle="1" w:styleId="Heading5Char">
    <w:name w:val="Heading 5 Char"/>
    <w:basedOn w:val="DefaultParagraphFont"/>
    <w:link w:val="Heading5"/>
    <w:uiPriority w:val="9"/>
    <w:rsid w:val="00E32589"/>
    <w:rPr>
      <w:rFonts w:ascii="Times New Roman" w:eastAsia="Times New Roman" w:hAnsi="Times New Roman" w:cs="SolaimanLipi"/>
      <w:color w:val="000000"/>
      <w:sz w:val="28"/>
      <w:szCs w:val="32"/>
    </w:rPr>
  </w:style>
  <w:style w:type="paragraph" w:customStyle="1" w:styleId="libAr">
    <w:name w:val="libAr"/>
    <w:link w:val="libArChar"/>
    <w:qFormat/>
    <w:rsid w:val="00E32589"/>
    <w:pPr>
      <w:bidi/>
      <w:ind w:firstLine="289"/>
      <w:jc w:val="both"/>
    </w:pPr>
    <w:rPr>
      <w:rFonts w:ascii="Times New Roman" w:hAnsi="Times New Roman" w:cs="Traditional Arabic"/>
      <w:color w:val="000000"/>
      <w:sz w:val="28"/>
      <w:szCs w:val="32"/>
    </w:rPr>
  </w:style>
  <w:style w:type="character" w:customStyle="1" w:styleId="libArChar">
    <w:name w:val="libAr Char"/>
    <w:basedOn w:val="DefaultParagraphFont"/>
    <w:link w:val="libAr"/>
    <w:rsid w:val="00E32589"/>
    <w:rPr>
      <w:rFonts w:ascii="Times New Roman" w:hAnsi="Times New Roman" w:cs="Traditional Arabic"/>
      <w:color w:val="000000"/>
      <w:sz w:val="28"/>
      <w:szCs w:val="32"/>
      <w:lang w:val="en-US" w:eastAsia="en-US" w:bidi="ar-SA"/>
    </w:rPr>
  </w:style>
  <w:style w:type="paragraph" w:customStyle="1" w:styleId="Heading1Center">
    <w:name w:val="Heading 1 Center"/>
    <w:basedOn w:val="Heading1"/>
    <w:link w:val="Heading1CenterChar"/>
    <w:qFormat/>
    <w:rsid w:val="00304CCF"/>
    <w:pPr>
      <w:jc w:val="center"/>
    </w:pPr>
    <w:rPr>
      <w:lang w:bidi="fa-IR"/>
    </w:rPr>
  </w:style>
  <w:style w:type="character" w:customStyle="1" w:styleId="Heading1CenterChar">
    <w:name w:val="Heading 1 Center Char"/>
    <w:basedOn w:val="Heading1Char"/>
    <w:link w:val="Heading1Center"/>
    <w:rsid w:val="00304CCF"/>
    <w:rPr>
      <w:lang w:bidi="fa-IR"/>
    </w:rPr>
  </w:style>
  <w:style w:type="paragraph" w:customStyle="1" w:styleId="Heading2Center">
    <w:name w:val="Heading 2 Center"/>
    <w:basedOn w:val="Heading2"/>
    <w:link w:val="Heading2CenterChar"/>
    <w:qFormat/>
    <w:rsid w:val="00CE088A"/>
    <w:pPr>
      <w:jc w:val="center"/>
    </w:pPr>
  </w:style>
  <w:style w:type="character" w:customStyle="1" w:styleId="Heading2CenterChar">
    <w:name w:val="Heading 2 Center Char"/>
    <w:basedOn w:val="Heading2Char"/>
    <w:link w:val="Heading2Center"/>
    <w:rsid w:val="00CE088A"/>
    <w:rPr>
      <w:b/>
      <w:bCs/>
      <w:szCs w:val="32"/>
    </w:rPr>
  </w:style>
  <w:style w:type="paragraph" w:customStyle="1" w:styleId="Heading3Center">
    <w:name w:val="Heading 3 Center"/>
    <w:basedOn w:val="Heading3"/>
    <w:link w:val="Heading3CenterChar"/>
    <w:qFormat/>
    <w:rsid w:val="00E32589"/>
    <w:pPr>
      <w:jc w:val="center"/>
    </w:pPr>
  </w:style>
  <w:style w:type="character" w:customStyle="1" w:styleId="Heading3CenterChar">
    <w:name w:val="Heading 3 Center Char"/>
    <w:basedOn w:val="Heading3Char"/>
    <w:link w:val="Heading3Center"/>
    <w:rsid w:val="00E32589"/>
  </w:style>
  <w:style w:type="paragraph" w:customStyle="1" w:styleId="Heading4Center">
    <w:name w:val="Heading 4 Center"/>
    <w:basedOn w:val="Heading4"/>
    <w:link w:val="Heading4CenterChar"/>
    <w:qFormat/>
    <w:rsid w:val="00E32589"/>
    <w:pPr>
      <w:jc w:val="center"/>
    </w:pPr>
  </w:style>
  <w:style w:type="character" w:customStyle="1" w:styleId="Heading4CenterChar">
    <w:name w:val="Heading 4 Center Char"/>
    <w:basedOn w:val="Heading4Char"/>
    <w:link w:val="Heading4Center"/>
    <w:rsid w:val="00E32589"/>
  </w:style>
  <w:style w:type="paragraph" w:customStyle="1" w:styleId="Heading5Center">
    <w:name w:val="Heading 5 Center"/>
    <w:basedOn w:val="Heading5"/>
    <w:link w:val="Heading5CenterChar"/>
    <w:qFormat/>
    <w:rsid w:val="00E32589"/>
    <w:pPr>
      <w:jc w:val="center"/>
    </w:pPr>
  </w:style>
  <w:style w:type="character" w:customStyle="1" w:styleId="Heading5CenterChar">
    <w:name w:val="Heading 5 Center Char"/>
    <w:basedOn w:val="Heading5Char"/>
    <w:link w:val="Heading5Center"/>
    <w:rsid w:val="00E32589"/>
  </w:style>
  <w:style w:type="paragraph" w:customStyle="1" w:styleId="libAie">
    <w:name w:val="libAie"/>
    <w:basedOn w:val="libAr"/>
    <w:link w:val="libAieChar"/>
    <w:qFormat/>
    <w:rsid w:val="009D5BFF"/>
    <w:rPr>
      <w:rFonts w:ascii="Traditional Arabic" w:eastAsia="Traditional Arabic" w:hAnsi="Traditional Arabic"/>
      <w:color w:val="008000"/>
    </w:rPr>
  </w:style>
  <w:style w:type="character" w:customStyle="1" w:styleId="libAieChar">
    <w:name w:val="libAie Char"/>
    <w:basedOn w:val="libArChar"/>
    <w:link w:val="libAie"/>
    <w:rsid w:val="009D5BFF"/>
    <w:rPr>
      <w:rFonts w:ascii="Traditional Arabic" w:eastAsia="Traditional Arabic" w:hAnsi="Traditional Arabic"/>
      <w:color w:val="008000"/>
    </w:rPr>
  </w:style>
  <w:style w:type="paragraph" w:customStyle="1" w:styleId="libBold1">
    <w:name w:val="libBold1"/>
    <w:basedOn w:val="libNormal"/>
    <w:link w:val="libBold1Char"/>
    <w:qFormat/>
    <w:rsid w:val="00E32589"/>
    <w:rPr>
      <w:b/>
      <w:bCs/>
    </w:rPr>
  </w:style>
  <w:style w:type="character" w:customStyle="1" w:styleId="libBold1Char">
    <w:name w:val="libBold1 Char"/>
    <w:basedOn w:val="libNormalChar"/>
    <w:link w:val="libBold1"/>
    <w:rsid w:val="00E32589"/>
    <w:rPr>
      <w:b/>
      <w:bCs/>
    </w:rPr>
  </w:style>
  <w:style w:type="paragraph" w:customStyle="1" w:styleId="libFootnote">
    <w:name w:val="libFootnote"/>
    <w:basedOn w:val="libNormal"/>
    <w:link w:val="libFootnoteChar"/>
    <w:qFormat/>
    <w:rsid w:val="00235071"/>
    <w:rPr>
      <w:sz w:val="24"/>
      <w:szCs w:val="24"/>
    </w:rPr>
  </w:style>
  <w:style w:type="character" w:customStyle="1" w:styleId="libFootnoteChar">
    <w:name w:val="libFootnote Char"/>
    <w:basedOn w:val="libNormalChar"/>
    <w:link w:val="libFootnote"/>
    <w:rsid w:val="00235071"/>
    <w:rPr>
      <w:sz w:val="24"/>
      <w:szCs w:val="24"/>
    </w:rPr>
  </w:style>
  <w:style w:type="paragraph" w:customStyle="1" w:styleId="libFootnote0">
    <w:name w:val="libFootnote0"/>
    <w:basedOn w:val="libFootnote"/>
    <w:link w:val="libFootnote0Char"/>
    <w:rsid w:val="008A5A1E"/>
    <w:rPr>
      <w:rFonts w:eastAsia="Times New Roman"/>
    </w:rPr>
  </w:style>
  <w:style w:type="character" w:customStyle="1" w:styleId="libFootnote0Char">
    <w:name w:val="libFootnote0 Char"/>
    <w:basedOn w:val="libFootnoteChar"/>
    <w:link w:val="libFootnote0"/>
    <w:rsid w:val="008A5A1E"/>
    <w:rPr>
      <w:rFonts w:eastAsia="Times New Roman"/>
    </w:rPr>
  </w:style>
  <w:style w:type="paragraph" w:customStyle="1" w:styleId="libBold2">
    <w:name w:val="libBold2"/>
    <w:basedOn w:val="libBold1"/>
    <w:link w:val="libBold2Char"/>
    <w:qFormat/>
    <w:rsid w:val="00235071"/>
    <w:rPr>
      <w:sz w:val="26"/>
      <w:szCs w:val="26"/>
    </w:rPr>
  </w:style>
  <w:style w:type="character" w:customStyle="1" w:styleId="libBold2Char">
    <w:name w:val="libBold2 Char"/>
    <w:basedOn w:val="libBold1Char"/>
    <w:link w:val="libBold2"/>
    <w:rsid w:val="00235071"/>
    <w:rPr>
      <w:b/>
      <w:bCs/>
      <w:sz w:val="26"/>
      <w:szCs w:val="26"/>
    </w:rPr>
  </w:style>
  <w:style w:type="paragraph" w:customStyle="1" w:styleId="libCenterBold1">
    <w:name w:val="libCenterBold1"/>
    <w:basedOn w:val="libBold1"/>
    <w:rsid w:val="00235071"/>
    <w:pPr>
      <w:jc w:val="center"/>
    </w:pPr>
    <w:rPr>
      <w:rFonts w:eastAsia="Times New Roman"/>
      <w:sz w:val="32"/>
      <w:szCs w:val="32"/>
    </w:rPr>
  </w:style>
  <w:style w:type="paragraph" w:customStyle="1" w:styleId="libCenterBold2">
    <w:name w:val="libCenterBold2"/>
    <w:basedOn w:val="libCenterBold1"/>
    <w:rsid w:val="008A5A1E"/>
    <w:rPr>
      <w:sz w:val="28"/>
      <w:szCs w:val="28"/>
    </w:rPr>
  </w:style>
  <w:style w:type="paragraph" w:customStyle="1" w:styleId="libCenter">
    <w:name w:val="libCenter"/>
    <w:basedOn w:val="libCenterBold2"/>
    <w:rsid w:val="00235071"/>
    <w:rPr>
      <w:b w:val="0"/>
      <w:bCs w:val="0"/>
    </w:rPr>
  </w:style>
  <w:style w:type="paragraph" w:customStyle="1" w:styleId="libFootnoteCenter">
    <w:name w:val="libFootnoteCenter"/>
    <w:basedOn w:val="libFootnote"/>
    <w:link w:val="libFootnoteCenterChar"/>
    <w:rsid w:val="00A455D0"/>
    <w:pPr>
      <w:jc w:val="center"/>
    </w:pPr>
    <w:rPr>
      <w:rFonts w:eastAsia="Times New Roman"/>
    </w:rPr>
  </w:style>
  <w:style w:type="character" w:customStyle="1" w:styleId="libFootnoteCenterChar">
    <w:name w:val="libFootnoteCenter Char"/>
    <w:basedOn w:val="libFootnoteChar"/>
    <w:link w:val="libFootnoteCenter"/>
    <w:rsid w:val="00A455D0"/>
    <w:rPr>
      <w:rFonts w:eastAsia="Times New Roman"/>
    </w:rPr>
  </w:style>
  <w:style w:type="paragraph" w:customStyle="1" w:styleId="libFootnoteCenterBold">
    <w:name w:val="libFootnoteCenterBold"/>
    <w:basedOn w:val="libFootnoteCenter"/>
    <w:link w:val="libFootnoteCenterBoldChar"/>
    <w:rsid w:val="00A455D0"/>
    <w:rPr>
      <w:b/>
      <w:bCs/>
    </w:rPr>
  </w:style>
  <w:style w:type="character" w:customStyle="1" w:styleId="libFootnoteCenterBoldChar">
    <w:name w:val="libFootnoteCenterBold Char"/>
    <w:basedOn w:val="libFootnoteCenterChar"/>
    <w:link w:val="libFootnoteCenterBold"/>
    <w:rsid w:val="00A455D0"/>
    <w:rPr>
      <w:b/>
      <w:bCs/>
    </w:rPr>
  </w:style>
  <w:style w:type="paragraph" w:customStyle="1" w:styleId="libFootnoteBold">
    <w:name w:val="libFootnoteBold"/>
    <w:basedOn w:val="libFootnote"/>
    <w:link w:val="libFootnoteBoldChar"/>
    <w:rsid w:val="00A455D0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A455D0"/>
    <w:rPr>
      <w:b/>
      <w:bCs/>
    </w:rPr>
  </w:style>
  <w:style w:type="paragraph" w:customStyle="1" w:styleId="libFootnoteArAie">
    <w:name w:val="libFootnoteArAie"/>
    <w:basedOn w:val="libAr"/>
    <w:link w:val="libFootnoteArAieChar"/>
    <w:rsid w:val="00643B33"/>
    <w:rPr>
      <w:color w:val="008000"/>
      <w:szCs w:val="26"/>
    </w:rPr>
  </w:style>
  <w:style w:type="character" w:customStyle="1" w:styleId="libFootnoteArAieChar">
    <w:name w:val="libFootnoteArAie Char"/>
    <w:basedOn w:val="libFootnoteChar"/>
    <w:link w:val="libFootnoteArAie"/>
    <w:rsid w:val="00643B33"/>
    <w:rPr>
      <w:rFonts w:ascii="Times New Roman" w:hAnsi="Times New Roman" w:cs="Traditional Arabic"/>
      <w:color w:val="008000"/>
      <w:sz w:val="28"/>
      <w:szCs w:val="26"/>
    </w:rPr>
  </w:style>
  <w:style w:type="paragraph" w:customStyle="1" w:styleId="libFootnoteRight">
    <w:name w:val="libFootnoteRight"/>
    <w:basedOn w:val="libFootnote"/>
    <w:link w:val="libFootnoteRightChar"/>
    <w:rsid w:val="00A455D0"/>
    <w:pPr>
      <w:jc w:val="right"/>
    </w:pPr>
    <w:rPr>
      <w:rFonts w:eastAsia="Times New Roman"/>
    </w:rPr>
  </w:style>
  <w:style w:type="character" w:customStyle="1" w:styleId="libFootnoteRightChar">
    <w:name w:val="libFootnoteRight Char"/>
    <w:basedOn w:val="libFootnoteChar"/>
    <w:link w:val="libFootnoteRight"/>
    <w:rsid w:val="00A455D0"/>
    <w:rPr>
      <w:rFonts w:eastAsia="Times New Roman"/>
    </w:rPr>
  </w:style>
  <w:style w:type="paragraph" w:customStyle="1" w:styleId="libFootnoteRightBold">
    <w:name w:val="libFootnoteRightBold"/>
    <w:basedOn w:val="libFootnoteRight"/>
    <w:link w:val="libFootnoteRightBoldChar"/>
    <w:rsid w:val="00A455D0"/>
    <w:rPr>
      <w:b/>
      <w:bCs/>
    </w:rPr>
  </w:style>
  <w:style w:type="character" w:customStyle="1" w:styleId="libFootnoteRightBoldChar">
    <w:name w:val="libFootnoteRightBold Char"/>
    <w:basedOn w:val="libFootnoteRightChar"/>
    <w:link w:val="libFootnoteRightBold"/>
    <w:rsid w:val="00A455D0"/>
    <w:rPr>
      <w:b/>
      <w:bCs/>
    </w:rPr>
  </w:style>
  <w:style w:type="paragraph" w:customStyle="1" w:styleId="libRight">
    <w:name w:val="libRight"/>
    <w:basedOn w:val="libNormal"/>
    <w:link w:val="libRightChar"/>
    <w:rsid w:val="00A455D0"/>
    <w:pPr>
      <w:jc w:val="right"/>
    </w:pPr>
  </w:style>
  <w:style w:type="character" w:customStyle="1" w:styleId="libRightChar">
    <w:name w:val="libRight Char"/>
    <w:basedOn w:val="libNormalChar"/>
    <w:link w:val="libRight"/>
    <w:rsid w:val="00A455D0"/>
  </w:style>
  <w:style w:type="paragraph" w:customStyle="1" w:styleId="libRightBold">
    <w:name w:val="libRightBold"/>
    <w:basedOn w:val="libRight"/>
    <w:link w:val="libRightBoldChar"/>
    <w:rsid w:val="00A455D0"/>
    <w:rPr>
      <w:b/>
      <w:bCs/>
    </w:rPr>
  </w:style>
  <w:style w:type="character" w:customStyle="1" w:styleId="libRightBoldChar">
    <w:name w:val="libRightBold Char"/>
    <w:basedOn w:val="libRightChar"/>
    <w:link w:val="libRightBold"/>
    <w:rsid w:val="00A455D0"/>
    <w:rPr>
      <w:b/>
      <w:bCs/>
    </w:rPr>
  </w:style>
  <w:style w:type="paragraph" w:customStyle="1" w:styleId="libLine">
    <w:name w:val="libLine"/>
    <w:basedOn w:val="libNormal"/>
    <w:link w:val="libLineChar"/>
    <w:rsid w:val="00A455D0"/>
    <w:rPr>
      <w:rFonts w:eastAsia="Times New Roman"/>
      <w:sz w:val="26"/>
      <w:szCs w:val="26"/>
    </w:rPr>
  </w:style>
  <w:style w:type="character" w:customStyle="1" w:styleId="libLineChar">
    <w:name w:val="libLine Char"/>
    <w:basedOn w:val="libNormalChar"/>
    <w:link w:val="libLine"/>
    <w:rsid w:val="00A455D0"/>
    <w:rPr>
      <w:rFonts w:eastAsia="Times New Roman"/>
      <w:sz w:val="26"/>
      <w:szCs w:val="26"/>
    </w:rPr>
  </w:style>
  <w:style w:type="paragraph" w:customStyle="1" w:styleId="libItalic">
    <w:name w:val="libItalic"/>
    <w:basedOn w:val="libNormal"/>
    <w:link w:val="libItalicChar"/>
    <w:rsid w:val="0028663A"/>
    <w:rPr>
      <w:i/>
      <w:iCs/>
    </w:rPr>
  </w:style>
  <w:style w:type="character" w:customStyle="1" w:styleId="libItalicChar">
    <w:name w:val="libItalic Char"/>
    <w:basedOn w:val="libNormalChar"/>
    <w:link w:val="libItalic"/>
    <w:rsid w:val="0028663A"/>
    <w:rPr>
      <w:i/>
      <w:iCs/>
    </w:rPr>
  </w:style>
  <w:style w:type="paragraph" w:customStyle="1" w:styleId="libBoldItalic">
    <w:name w:val="libBoldItalic"/>
    <w:basedOn w:val="libNormal"/>
    <w:link w:val="libBoldItalicChar"/>
    <w:rsid w:val="0028663A"/>
    <w:rPr>
      <w:b/>
      <w:bCs/>
      <w:i/>
      <w:iCs/>
    </w:rPr>
  </w:style>
  <w:style w:type="character" w:customStyle="1" w:styleId="libBoldItalicChar">
    <w:name w:val="libBoldItalic Char"/>
    <w:basedOn w:val="libNormalChar"/>
    <w:link w:val="libBoldItalic"/>
    <w:rsid w:val="0028663A"/>
    <w:rPr>
      <w:b/>
      <w:bCs/>
      <w:i/>
      <w:iCs/>
    </w:rPr>
  </w:style>
  <w:style w:type="paragraph" w:customStyle="1" w:styleId="libUnderline">
    <w:name w:val="libUnderline"/>
    <w:basedOn w:val="libNormal"/>
    <w:link w:val="libUnderlineChar"/>
    <w:rsid w:val="0028663A"/>
    <w:rPr>
      <w:u w:val="single"/>
    </w:rPr>
  </w:style>
  <w:style w:type="character" w:customStyle="1" w:styleId="libUnderlineChar">
    <w:name w:val="libUnderline Char"/>
    <w:basedOn w:val="libNormalChar"/>
    <w:link w:val="libUnderline"/>
    <w:rsid w:val="0028663A"/>
    <w:rPr>
      <w:u w:val="single"/>
    </w:rPr>
  </w:style>
  <w:style w:type="paragraph" w:customStyle="1" w:styleId="libUnderlineBold">
    <w:name w:val="libUnderlineBold"/>
    <w:basedOn w:val="libUnderline"/>
    <w:link w:val="libUnderlineBoldChar"/>
    <w:rsid w:val="0028663A"/>
    <w:rPr>
      <w:b/>
      <w:bCs/>
    </w:rPr>
  </w:style>
  <w:style w:type="character" w:customStyle="1" w:styleId="libUnderlineBoldChar">
    <w:name w:val="libUnderlineBold Char"/>
    <w:basedOn w:val="libUnderlineChar"/>
    <w:link w:val="libUnderlineBold"/>
    <w:rsid w:val="0028663A"/>
    <w:rPr>
      <w:b/>
      <w:bCs/>
    </w:rPr>
  </w:style>
  <w:style w:type="paragraph" w:customStyle="1" w:styleId="libUnderlineItalic">
    <w:name w:val="libUnderlineItalic"/>
    <w:basedOn w:val="libUnderline"/>
    <w:link w:val="libUnderlineItalicChar"/>
    <w:rsid w:val="0028663A"/>
    <w:rPr>
      <w:i/>
      <w:iCs/>
    </w:rPr>
  </w:style>
  <w:style w:type="character" w:customStyle="1" w:styleId="libUnderlineItalicChar">
    <w:name w:val="libUnderlineItalic Char"/>
    <w:basedOn w:val="libUnderlineChar"/>
    <w:link w:val="libUnderlineItalic"/>
    <w:rsid w:val="0028663A"/>
    <w:rPr>
      <w:i/>
      <w:iCs/>
    </w:rPr>
  </w:style>
  <w:style w:type="paragraph" w:customStyle="1" w:styleId="libUnderlineBoldItalic">
    <w:name w:val="libUnderlineBoldItalic"/>
    <w:basedOn w:val="libNormal"/>
    <w:link w:val="libUnderlineBoldItalicChar"/>
    <w:rsid w:val="0028663A"/>
    <w:rPr>
      <w:b/>
      <w:bCs/>
      <w:i/>
      <w:iCs/>
      <w:u w:val="single"/>
    </w:rPr>
  </w:style>
  <w:style w:type="character" w:customStyle="1" w:styleId="libUnderlineBoldItalicChar">
    <w:name w:val="libUnderlineBoldItalic Char"/>
    <w:basedOn w:val="libNormalChar"/>
    <w:link w:val="libUnderlineBoldItalic"/>
    <w:rsid w:val="0028663A"/>
    <w:rPr>
      <w:b/>
      <w:bCs/>
      <w:i/>
      <w:iCs/>
      <w:u w:val="single"/>
    </w:rPr>
  </w:style>
  <w:style w:type="paragraph" w:customStyle="1" w:styleId="libFootnotenum">
    <w:name w:val="libFootnotenum"/>
    <w:basedOn w:val="libNormal"/>
    <w:link w:val="libFootnotenumChar"/>
    <w:rsid w:val="00235071"/>
    <w:rPr>
      <w:color w:val="C00000"/>
      <w:sz w:val="24"/>
      <w:szCs w:val="24"/>
      <w:vertAlign w:val="superscript"/>
    </w:rPr>
  </w:style>
  <w:style w:type="character" w:customStyle="1" w:styleId="libFootnotenumChar">
    <w:name w:val="libFootnotenum Char"/>
    <w:basedOn w:val="libNormalChar"/>
    <w:link w:val="libFootnotenum"/>
    <w:rsid w:val="00235071"/>
    <w:rPr>
      <w:color w:val="C00000"/>
      <w:sz w:val="24"/>
      <w:szCs w:val="24"/>
      <w:vertAlign w:val="superscript"/>
    </w:rPr>
  </w:style>
  <w:style w:type="paragraph" w:customStyle="1" w:styleId="libAlaem">
    <w:name w:val="libAlaem"/>
    <w:basedOn w:val="libAr"/>
    <w:link w:val="libAlaemChar"/>
    <w:qFormat/>
    <w:rsid w:val="002D0682"/>
    <w:rPr>
      <w:rFonts w:ascii="Rafed Alaem" w:eastAsia="Rafed Alaem" w:hAnsi="Rafed Alaem" w:cs="Rafed Alaem"/>
    </w:rPr>
  </w:style>
  <w:style w:type="character" w:customStyle="1" w:styleId="libAlaemChar">
    <w:name w:val="libAlaem Char"/>
    <w:basedOn w:val="libNormalChar"/>
    <w:link w:val="libAlaem"/>
    <w:rsid w:val="002D0682"/>
    <w:rPr>
      <w:rFonts w:ascii="Rafed Alaem" w:eastAsia="Rafed Alaem" w:hAnsi="Rafed Alaem" w:cs="Rafed Alaem"/>
      <w:szCs w:val="32"/>
    </w:rPr>
  </w:style>
  <w:style w:type="character" w:customStyle="1" w:styleId="libEnChar">
    <w:name w:val="libEn Char"/>
    <w:basedOn w:val="libNormalChar"/>
    <w:link w:val="libEn"/>
    <w:rsid w:val="000E3D11"/>
    <w:rPr>
      <w:rFonts w:asciiTheme="minorBidi" w:hAnsiTheme="minorBidi"/>
      <w:sz w:val="24"/>
    </w:rPr>
  </w:style>
  <w:style w:type="paragraph" w:customStyle="1" w:styleId="libEn">
    <w:name w:val="libEn"/>
    <w:basedOn w:val="libNormal"/>
    <w:link w:val="libEnChar"/>
    <w:qFormat/>
    <w:rsid w:val="00336A70"/>
    <w:rPr>
      <w:rFonts w:asciiTheme="minorBidi" w:hAnsiTheme="minorBidi"/>
      <w:sz w:val="24"/>
    </w:rPr>
  </w:style>
  <w:style w:type="character" w:styleId="Hyperlink">
    <w:name w:val="Hyperlink"/>
    <w:uiPriority w:val="99"/>
    <w:rsid w:val="00776659"/>
    <w:rPr>
      <w:rFonts w:ascii="SolaimanLipi" w:hAnsi="SolaimanLipi" w:cs="SolaimanLipi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7385"/>
    <w:pPr>
      <w:spacing w:after="0" w:line="240" w:lineRule="auto"/>
    </w:pPr>
    <w:rPr>
      <w:rFonts w:ascii="Tahoma" w:eastAsia="SolaimanLip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7385"/>
    <w:rPr>
      <w:rFonts w:ascii="Tahoma" w:eastAsiaTheme="minorHAnsi" w:hAnsi="Tahoma" w:cs="Tahoma"/>
      <w:sz w:val="16"/>
      <w:szCs w:val="16"/>
    </w:rPr>
  </w:style>
  <w:style w:type="paragraph" w:styleId="TOCHeading">
    <w:name w:val="TOC Heading"/>
    <w:basedOn w:val="Heading1"/>
    <w:next w:val="libNormal"/>
    <w:uiPriority w:val="39"/>
    <w:unhideWhenUsed/>
    <w:qFormat/>
    <w:rsid w:val="00FD2E0A"/>
    <w:p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TOC1">
    <w:name w:val="toc 1"/>
    <w:basedOn w:val="libNormal"/>
    <w:next w:val="libNormal"/>
    <w:autoRedefine/>
    <w:uiPriority w:val="39"/>
    <w:unhideWhenUsed/>
    <w:qFormat/>
    <w:rsid w:val="00776659"/>
    <w:pPr>
      <w:spacing w:after="100"/>
    </w:pPr>
  </w:style>
  <w:style w:type="paragraph" w:styleId="TOC2">
    <w:name w:val="toc 2"/>
    <w:basedOn w:val="libNormal"/>
    <w:next w:val="libNormal"/>
    <w:autoRedefine/>
    <w:uiPriority w:val="39"/>
    <w:unhideWhenUsed/>
    <w:qFormat/>
    <w:rsid w:val="00FD2E0A"/>
    <w:pPr>
      <w:spacing w:after="100"/>
      <w:ind w:left="220"/>
    </w:pPr>
    <w:rPr>
      <w:rFonts w:eastAsiaTheme="minorEastAsia"/>
    </w:rPr>
  </w:style>
  <w:style w:type="paragraph" w:styleId="TOC3">
    <w:name w:val="toc 3"/>
    <w:basedOn w:val="libNormal"/>
    <w:next w:val="libNormal"/>
    <w:autoRedefine/>
    <w:uiPriority w:val="39"/>
    <w:unhideWhenUsed/>
    <w:qFormat/>
    <w:rsid w:val="00FD2E0A"/>
    <w:pPr>
      <w:spacing w:after="100"/>
      <w:ind w:left="440"/>
    </w:pPr>
    <w:rPr>
      <w:rFonts w:eastAsiaTheme="minorEastAsia"/>
    </w:rPr>
  </w:style>
  <w:style w:type="paragraph" w:customStyle="1" w:styleId="libTitr1">
    <w:name w:val="libTitr1"/>
    <w:basedOn w:val="libCenterBold1"/>
    <w:rsid w:val="00776659"/>
    <w:rPr>
      <w:sz w:val="56"/>
      <w:szCs w:val="56"/>
    </w:rPr>
  </w:style>
  <w:style w:type="paragraph" w:customStyle="1" w:styleId="libArCenter">
    <w:name w:val="libArCenter"/>
    <w:basedOn w:val="libAr"/>
    <w:qFormat/>
    <w:rsid w:val="000C0B2A"/>
    <w:pPr>
      <w:jc w:val="center"/>
    </w:pPr>
    <w:rPr>
      <w:lang w:bidi="bn-IN"/>
    </w:rPr>
  </w:style>
  <w:style w:type="paragraph" w:styleId="TOC4">
    <w:name w:val="toc 4"/>
    <w:basedOn w:val="Normal"/>
    <w:next w:val="Normal"/>
    <w:autoRedefine/>
    <w:uiPriority w:val="39"/>
    <w:unhideWhenUsed/>
    <w:rsid w:val="001B2552"/>
    <w:pPr>
      <w:spacing w:after="100" w:line="276" w:lineRule="auto"/>
      <w:ind w:left="660"/>
    </w:pPr>
    <w:rPr>
      <w:rFonts w:ascii="SolaimanLipi" w:hAnsi="SolaimanLipi" w:cs="SolaimanLipi"/>
    </w:rPr>
  </w:style>
  <w:style w:type="paragraph" w:styleId="TOC5">
    <w:name w:val="toc 5"/>
    <w:basedOn w:val="Normal"/>
    <w:next w:val="Normal"/>
    <w:autoRedefine/>
    <w:uiPriority w:val="39"/>
    <w:unhideWhenUsed/>
    <w:rsid w:val="001B2552"/>
    <w:pPr>
      <w:spacing w:after="100" w:line="276" w:lineRule="auto"/>
      <w:ind w:left="880"/>
    </w:pPr>
    <w:rPr>
      <w:rFonts w:ascii="SolaimanLipi" w:hAnsi="SolaimanLipi" w:cs="SolaimanLipi"/>
    </w:rPr>
  </w:style>
  <w:style w:type="paragraph" w:styleId="TOC6">
    <w:name w:val="toc 6"/>
    <w:basedOn w:val="Normal"/>
    <w:next w:val="Normal"/>
    <w:autoRedefine/>
    <w:uiPriority w:val="39"/>
    <w:unhideWhenUsed/>
    <w:rsid w:val="001B2552"/>
    <w:pPr>
      <w:spacing w:after="100" w:line="276" w:lineRule="auto"/>
      <w:ind w:left="1100"/>
    </w:pPr>
    <w:rPr>
      <w:rFonts w:ascii="SolaimanLipi" w:hAnsi="SolaimanLipi" w:cs="SolaimanLipi"/>
    </w:rPr>
  </w:style>
  <w:style w:type="paragraph" w:styleId="TOC7">
    <w:name w:val="toc 7"/>
    <w:basedOn w:val="Normal"/>
    <w:next w:val="Normal"/>
    <w:autoRedefine/>
    <w:uiPriority w:val="39"/>
    <w:unhideWhenUsed/>
    <w:rsid w:val="001B2552"/>
    <w:pPr>
      <w:spacing w:after="100" w:line="276" w:lineRule="auto"/>
      <w:ind w:left="1320"/>
    </w:pPr>
    <w:rPr>
      <w:rFonts w:ascii="SolaimanLipi" w:hAnsi="SolaimanLipi" w:cs="SolaimanLipi"/>
    </w:rPr>
  </w:style>
  <w:style w:type="paragraph" w:styleId="TOC8">
    <w:name w:val="toc 8"/>
    <w:basedOn w:val="Normal"/>
    <w:next w:val="Normal"/>
    <w:autoRedefine/>
    <w:uiPriority w:val="39"/>
    <w:unhideWhenUsed/>
    <w:rsid w:val="001B2552"/>
    <w:pPr>
      <w:spacing w:after="100" w:line="276" w:lineRule="auto"/>
      <w:ind w:left="1540"/>
    </w:pPr>
    <w:rPr>
      <w:rFonts w:ascii="SolaimanLipi" w:hAnsi="SolaimanLipi" w:cs="SolaimanLipi"/>
    </w:rPr>
  </w:style>
  <w:style w:type="paragraph" w:styleId="TOC9">
    <w:name w:val="toc 9"/>
    <w:basedOn w:val="Normal"/>
    <w:next w:val="Normal"/>
    <w:autoRedefine/>
    <w:uiPriority w:val="39"/>
    <w:unhideWhenUsed/>
    <w:rsid w:val="001B2552"/>
    <w:pPr>
      <w:spacing w:after="100" w:line="276" w:lineRule="auto"/>
      <w:ind w:left="1760"/>
    </w:pPr>
    <w:rPr>
      <w:rFonts w:ascii="SolaimanLipi" w:hAnsi="SolaimanLipi" w:cs="SolaimanLipi"/>
    </w:rPr>
  </w:style>
  <w:style w:type="paragraph" w:customStyle="1" w:styleId="libPoemTini">
    <w:name w:val="libPoemTini"/>
    <w:basedOn w:val="Normal"/>
    <w:link w:val="libPoemTiniChar"/>
    <w:rsid w:val="000858AF"/>
    <w:pPr>
      <w:bidi/>
      <w:spacing w:after="0" w:line="240" w:lineRule="auto"/>
      <w:jc w:val="highKashida"/>
    </w:pPr>
    <w:rPr>
      <w:rFonts w:ascii="Times New Roman" w:eastAsia="Times New Roman" w:hAnsi="Times New Roman" w:cs="Traditional Arabic"/>
      <w:color w:val="000000"/>
      <w:sz w:val="24"/>
      <w:szCs w:val="2"/>
    </w:rPr>
  </w:style>
  <w:style w:type="character" w:customStyle="1" w:styleId="libPoemTiniChar">
    <w:name w:val="libPoemTini Char"/>
    <w:basedOn w:val="DefaultParagraphFont"/>
    <w:link w:val="libPoemTini"/>
    <w:rsid w:val="000858AF"/>
    <w:rPr>
      <w:rFonts w:ascii="Times New Roman" w:eastAsia="Times New Roman" w:hAnsi="Times New Roman" w:cs="Traditional Arabic"/>
      <w:color w:val="000000"/>
      <w:sz w:val="24"/>
      <w:szCs w:val="2"/>
    </w:rPr>
  </w:style>
  <w:style w:type="paragraph" w:customStyle="1" w:styleId="libArCenterBold">
    <w:name w:val="libArCenterBold"/>
    <w:basedOn w:val="libAr"/>
    <w:rsid w:val="000C0B2A"/>
    <w:pPr>
      <w:jc w:val="center"/>
    </w:pPr>
    <w:rPr>
      <w:rFonts w:ascii="Traditional Arabic" w:eastAsia="Traditional Arabic" w:hAnsi="Traditional Arabic"/>
      <w:b/>
      <w:bCs/>
      <w:szCs w:val="36"/>
    </w:rPr>
  </w:style>
  <w:style w:type="paragraph" w:customStyle="1" w:styleId="libPoem">
    <w:name w:val="libPoem"/>
    <w:basedOn w:val="Normal"/>
    <w:link w:val="libPoemChar"/>
    <w:rsid w:val="000858AF"/>
    <w:pPr>
      <w:bidi/>
      <w:spacing w:after="0" w:line="240" w:lineRule="auto"/>
      <w:jc w:val="lowKashida"/>
    </w:pPr>
    <w:rPr>
      <w:rFonts w:ascii="Times New Roman" w:eastAsia="Times New Roman" w:hAnsi="Times New Roman" w:cs="Traditional Arabic"/>
      <w:color w:val="000000"/>
      <w:sz w:val="24"/>
      <w:szCs w:val="30"/>
    </w:rPr>
  </w:style>
  <w:style w:type="character" w:customStyle="1" w:styleId="libPoemChar">
    <w:name w:val="libPoem Char"/>
    <w:basedOn w:val="DefaultParagraphFont"/>
    <w:link w:val="libPoem"/>
    <w:rsid w:val="000858AF"/>
    <w:rPr>
      <w:rFonts w:ascii="Times New Roman" w:eastAsia="Times New Roman" w:hAnsi="Times New Roman" w:cs="Traditional Arabic"/>
      <w:color w:val="000000"/>
      <w:sz w:val="24"/>
      <w:szCs w:val="30"/>
    </w:rPr>
  </w:style>
  <w:style w:type="table" w:styleId="TableGrid">
    <w:name w:val="Table Grid"/>
    <w:basedOn w:val="TableNormal"/>
    <w:rsid w:val="000858AF"/>
    <w:pPr>
      <w:bidi/>
      <w:jc w:val="lowKashida"/>
    </w:pPr>
    <w:rPr>
      <w:rFonts w:ascii="Times New Roman" w:eastAsia="Times New Roman" w:hAnsi="Times New Roman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unhideWhenUsed/>
    <w:rsid w:val="00873980"/>
    <w:pPr>
      <w:spacing w:after="0" w:line="240" w:lineRule="auto"/>
    </w:pPr>
    <w:rPr>
      <w:rFonts w:ascii="Tahoma" w:eastAsia="SolaimanLipi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73980"/>
    <w:rPr>
      <w:rFonts w:ascii="Tahoma" w:eastAsia="SolaimanLipi" w:hAnsi="Tahoma" w:cs="Tahoma"/>
      <w:sz w:val="16"/>
      <w:szCs w:val="16"/>
    </w:rPr>
  </w:style>
  <w:style w:type="paragraph" w:customStyle="1" w:styleId="libTitr2">
    <w:name w:val="libTitr2"/>
    <w:basedOn w:val="libTitr1"/>
    <w:qFormat/>
    <w:rsid w:val="000E3D11"/>
    <w:rPr>
      <w:sz w:val="48"/>
      <w:szCs w:val="48"/>
    </w:rPr>
  </w:style>
  <w:style w:type="paragraph" w:customStyle="1" w:styleId="libNotice">
    <w:name w:val="libNotice"/>
    <w:basedOn w:val="libNormal"/>
    <w:qFormat/>
    <w:rsid w:val="000E3D11"/>
    <w:rPr>
      <w:color w:val="FF0000"/>
    </w:rPr>
  </w:style>
  <w:style w:type="paragraph" w:customStyle="1" w:styleId="libFootnoteAr">
    <w:name w:val="libFootnoteAr"/>
    <w:basedOn w:val="libAr"/>
    <w:next w:val="libAr"/>
    <w:link w:val="libFootnoteArChar"/>
    <w:qFormat/>
    <w:rsid w:val="002D0682"/>
    <w:rPr>
      <w:sz w:val="26"/>
      <w:szCs w:val="26"/>
    </w:rPr>
  </w:style>
  <w:style w:type="character" w:customStyle="1" w:styleId="libFootnoteArChar">
    <w:name w:val="libFootnoteAr Char"/>
    <w:basedOn w:val="libArChar"/>
    <w:link w:val="libFootnoteAr"/>
    <w:rsid w:val="00313FD6"/>
    <w:rPr>
      <w:sz w:val="26"/>
      <w:szCs w:val="26"/>
    </w:rPr>
  </w:style>
  <w:style w:type="paragraph" w:customStyle="1" w:styleId="libArChar0">
    <w:name w:val="libArChar"/>
    <w:basedOn w:val="libAr"/>
    <w:link w:val="libArCharChar"/>
    <w:rsid w:val="002D259D"/>
    <w:pPr>
      <w:bidi w:val="0"/>
      <w:ind w:firstLine="288"/>
    </w:pPr>
    <w:rPr>
      <w:rFonts w:eastAsia="Times New Roman"/>
    </w:rPr>
  </w:style>
  <w:style w:type="character" w:customStyle="1" w:styleId="libArCharChar">
    <w:name w:val="libArChar Char"/>
    <w:basedOn w:val="libArChar"/>
    <w:link w:val="libArChar0"/>
    <w:rsid w:val="002D259D"/>
    <w:rPr>
      <w:rFonts w:eastAsia="Times New Roman"/>
    </w:rPr>
  </w:style>
  <w:style w:type="paragraph" w:customStyle="1" w:styleId="libLink">
    <w:name w:val="libLink"/>
    <w:basedOn w:val="libEn"/>
    <w:link w:val="libLinkChar"/>
    <w:rsid w:val="00CB01CB"/>
    <w:pPr>
      <w:jc w:val="center"/>
    </w:pPr>
    <w:rPr>
      <w:b/>
      <w:bCs/>
      <w:sz w:val="48"/>
    </w:rPr>
  </w:style>
  <w:style w:type="character" w:customStyle="1" w:styleId="libLinkChar">
    <w:name w:val="libLink Char"/>
    <w:basedOn w:val="libEnChar"/>
    <w:link w:val="libLink"/>
    <w:rsid w:val="00CB01CB"/>
    <w:rPr>
      <w:b/>
      <w:bCs/>
      <w:sz w:val="48"/>
    </w:rPr>
  </w:style>
  <w:style w:type="paragraph" w:customStyle="1" w:styleId="libFootnotenum0">
    <w:name w:val="libFootnote_num"/>
    <w:basedOn w:val="libFootnote"/>
    <w:next w:val="libFootnote"/>
    <w:link w:val="libFootnotenumChar0"/>
    <w:qFormat/>
    <w:rsid w:val="0063395D"/>
    <w:pPr>
      <w:bidi/>
      <w:spacing w:line="240" w:lineRule="auto"/>
      <w:ind w:firstLine="289"/>
      <w:jc w:val="lowKashida"/>
    </w:pPr>
    <w:rPr>
      <w:rFonts w:ascii="Times New Roman" w:eastAsia="Times New Roman" w:hAnsi="Times New Roman" w:cs="Traditional Arabic"/>
      <w:color w:val="C00000"/>
      <w:sz w:val="22"/>
      <w:vertAlign w:val="superscript"/>
      <w:lang w:bidi="bn-IN"/>
    </w:rPr>
  </w:style>
  <w:style w:type="character" w:customStyle="1" w:styleId="libFootnotenumChar0">
    <w:name w:val="libFootnote_num Char"/>
    <w:basedOn w:val="libFootnoteChar"/>
    <w:link w:val="libFootnotenum0"/>
    <w:rsid w:val="0063395D"/>
    <w:rPr>
      <w:rFonts w:ascii="Times New Roman" w:eastAsia="Times New Roman" w:hAnsi="Times New Roman" w:cs="Traditional Arabic"/>
      <w:color w:val="C00000"/>
      <w:sz w:val="22"/>
      <w:vertAlign w:val="superscript"/>
      <w:lang w:bidi="bn-I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3395D"/>
    <w:rPr>
      <w:rFonts w:asciiTheme="minorHAnsi" w:eastAsiaTheme="minorEastAsia" w:hAnsiTheme="minorHAnsi" w:cstheme="minorBid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3395D"/>
    <w:pPr>
      <w:spacing w:after="0" w:line="240" w:lineRule="auto"/>
    </w:pPr>
    <w:rPr>
      <w:sz w:val="20"/>
      <w:szCs w:val="20"/>
    </w:rPr>
  </w:style>
  <w:style w:type="paragraph" w:customStyle="1" w:styleId="libArBold">
    <w:name w:val="libArBold"/>
    <w:basedOn w:val="libAr"/>
    <w:link w:val="libArBoldChar"/>
    <w:rsid w:val="0063395D"/>
    <w:rPr>
      <w:b/>
      <w:bCs/>
    </w:rPr>
  </w:style>
  <w:style w:type="character" w:customStyle="1" w:styleId="libArBoldChar">
    <w:name w:val="libArBold Char"/>
    <w:basedOn w:val="libArChar"/>
    <w:link w:val="libArBold"/>
    <w:rsid w:val="0063395D"/>
    <w:rPr>
      <w:b/>
      <w:bCs/>
    </w:rPr>
  </w:style>
  <w:style w:type="paragraph" w:customStyle="1" w:styleId="libNormal0">
    <w:name w:val="libNormal0"/>
    <w:basedOn w:val="libNormal"/>
    <w:next w:val="libNormal"/>
    <w:link w:val="libNormal0Char"/>
    <w:rsid w:val="0063395D"/>
    <w:pPr>
      <w:bidi/>
      <w:spacing w:line="240" w:lineRule="auto"/>
      <w:jc w:val="lowKashida"/>
    </w:pPr>
    <w:rPr>
      <w:rFonts w:ascii="Times New Roman" w:eastAsia="Times New Roman" w:hAnsi="Times New Roman" w:cs="Traditional Arabic"/>
      <w:sz w:val="24"/>
      <w:szCs w:val="32"/>
    </w:rPr>
  </w:style>
  <w:style w:type="character" w:customStyle="1" w:styleId="libNormal0Char">
    <w:name w:val="libNormal0 Char"/>
    <w:basedOn w:val="DefaultParagraphFont"/>
    <w:link w:val="libNormal0"/>
    <w:rsid w:val="0063395D"/>
    <w:rPr>
      <w:rFonts w:ascii="Times New Roman" w:eastAsia="Times New Roman" w:hAnsi="Times New Roman" w:cs="Traditional Arabic"/>
      <w:color w:val="000000"/>
      <w:sz w:val="24"/>
      <w:szCs w:val="32"/>
    </w:rPr>
  </w:style>
  <w:style w:type="paragraph" w:customStyle="1" w:styleId="libVar">
    <w:name w:val="libVar"/>
    <w:basedOn w:val="libNormal"/>
    <w:next w:val="libNormal"/>
    <w:link w:val="libVarChar"/>
    <w:rsid w:val="0063395D"/>
    <w:pPr>
      <w:bidi/>
      <w:spacing w:line="168" w:lineRule="auto"/>
      <w:ind w:firstLine="288"/>
      <w:jc w:val="lowKashida"/>
    </w:pPr>
    <w:rPr>
      <w:rFonts w:ascii="Times New Roman" w:eastAsia="Times New Roman" w:hAnsi="Times New Roman" w:cs="B Badr"/>
      <w:sz w:val="32"/>
    </w:rPr>
  </w:style>
  <w:style w:type="character" w:customStyle="1" w:styleId="libVarChar">
    <w:name w:val="libVar Char"/>
    <w:basedOn w:val="libNormalChar"/>
    <w:link w:val="libVar"/>
    <w:rsid w:val="0063395D"/>
    <w:rPr>
      <w:rFonts w:ascii="Times New Roman" w:eastAsia="Times New Roman" w:hAnsi="Times New Roman" w:cs="B Badr"/>
      <w:sz w:val="32"/>
    </w:rPr>
  </w:style>
  <w:style w:type="paragraph" w:customStyle="1" w:styleId="libPoemTiniChar0">
    <w:name w:val="libPoemTiniChar"/>
    <w:basedOn w:val="libPoemTini"/>
    <w:link w:val="libPoemTiniCharChar"/>
    <w:qFormat/>
    <w:rsid w:val="0063395D"/>
    <w:pPr>
      <w:spacing w:line="168" w:lineRule="auto"/>
    </w:pPr>
    <w:rPr>
      <w:rFonts w:cs="B Badr"/>
      <w:sz w:val="2"/>
    </w:rPr>
  </w:style>
  <w:style w:type="character" w:customStyle="1" w:styleId="libPoemTiniCharChar">
    <w:name w:val="libPoemTiniChar Char"/>
    <w:basedOn w:val="libPoemTiniChar"/>
    <w:link w:val="libPoemTiniChar0"/>
    <w:rsid w:val="0063395D"/>
    <w:rPr>
      <w:rFonts w:cs="B Badr"/>
      <w:sz w:val="2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63395D"/>
    <w:rPr>
      <w:rFonts w:asciiTheme="minorHAnsi" w:eastAsiaTheme="minorEastAsia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6339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3395D"/>
    <w:rPr>
      <w:rFonts w:asciiTheme="minorHAnsi" w:eastAsiaTheme="minorEastAsia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63395D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libPoemCenter">
    <w:name w:val="libPoemCenter"/>
    <w:basedOn w:val="libPoem"/>
    <w:next w:val="libPoem"/>
    <w:rsid w:val="0063395D"/>
    <w:pPr>
      <w:jc w:val="center"/>
    </w:pPr>
    <w:rPr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b%20back%20up\faysal\FAYSAL\faysal\HASSANAIN%20BOOK\new%20template\new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D14C72-DA41-48ED-85D8-0D1BF0C9D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 template</Template>
  <TotalTime>94</TotalTime>
  <Pages>133</Pages>
  <Words>30654</Words>
  <Characters>174731</Characters>
  <Application>Microsoft Office Word</Application>
  <DocSecurity>0</DocSecurity>
  <Lines>1456</Lines>
  <Paragraphs>409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204976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Feysal</dc:creator>
  <cp:lastModifiedBy>Feysal</cp:lastModifiedBy>
  <cp:revision>1</cp:revision>
  <cp:lastPrinted>2017-06-20T08:11:00Z</cp:lastPrinted>
  <dcterms:created xsi:type="dcterms:W3CDTF">2019-01-31T15:11:00Z</dcterms:created>
  <dcterms:modified xsi:type="dcterms:W3CDTF">2019-01-31T16:48:00Z</dcterms:modified>
</cp:coreProperties>
</file>