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115" w:rsidRDefault="00635115" w:rsidP="00635115">
      <w:pPr>
        <w:pStyle w:val="libNormal"/>
      </w:pPr>
    </w:p>
    <w:p w:rsidR="008D1E99" w:rsidRDefault="008D1E99" w:rsidP="00635115">
      <w:pPr>
        <w:pStyle w:val="libNormal"/>
      </w:pPr>
    </w:p>
    <w:p w:rsidR="00635115" w:rsidRDefault="00635115" w:rsidP="00635115">
      <w:pPr>
        <w:pStyle w:val="libNormal"/>
      </w:pPr>
    </w:p>
    <w:p w:rsidR="008D1E99" w:rsidRDefault="008D1E99" w:rsidP="00635115">
      <w:pPr>
        <w:pStyle w:val="libNormal"/>
      </w:pPr>
    </w:p>
    <w:p w:rsidR="00635115" w:rsidRDefault="00635115" w:rsidP="00635115">
      <w:pPr>
        <w:pStyle w:val="libTitr1"/>
      </w:pPr>
      <w:r>
        <w:rPr>
          <w:rFonts w:hint="cs"/>
          <w:cs/>
          <w:lang w:bidi="bn-IN"/>
        </w:rPr>
        <w:t>রাসূলুল্লাহর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বিবিগণ</w:t>
      </w:r>
    </w:p>
    <w:p w:rsidR="00635115" w:rsidRDefault="00635115" w:rsidP="00635115">
      <w:pPr>
        <w:pStyle w:val="libNormal"/>
      </w:pPr>
    </w:p>
    <w:p w:rsidR="00635115" w:rsidRDefault="00635115" w:rsidP="00635115">
      <w:pPr>
        <w:pStyle w:val="libNormal"/>
      </w:pPr>
    </w:p>
    <w:p w:rsidR="00635115" w:rsidRDefault="00635115" w:rsidP="00635115">
      <w:pPr>
        <w:pStyle w:val="libNormal"/>
      </w:pPr>
    </w:p>
    <w:p w:rsidR="00635115" w:rsidRDefault="00635115" w:rsidP="00635115">
      <w:pPr>
        <w:pStyle w:val="libNormal"/>
      </w:pPr>
    </w:p>
    <w:p w:rsidR="00635115" w:rsidRDefault="00635115" w:rsidP="00635115">
      <w:pPr>
        <w:pStyle w:val="libNormal"/>
      </w:pPr>
    </w:p>
    <w:p w:rsidR="00635115" w:rsidRDefault="00635115" w:rsidP="00635115">
      <w:pPr>
        <w:pStyle w:val="libNormal"/>
      </w:pPr>
    </w:p>
    <w:p w:rsidR="00635115" w:rsidRDefault="00635115" w:rsidP="00635115">
      <w:pPr>
        <w:pStyle w:val="libNormal"/>
      </w:pPr>
    </w:p>
    <w:p w:rsidR="00635115" w:rsidRDefault="00635115" w:rsidP="00635115">
      <w:pPr>
        <w:pStyle w:val="libNormal"/>
      </w:pPr>
    </w:p>
    <w:p w:rsidR="00635115" w:rsidRDefault="00635115" w:rsidP="00635115">
      <w:pPr>
        <w:pStyle w:val="libNormal"/>
      </w:pPr>
    </w:p>
    <w:p w:rsidR="00635115" w:rsidRDefault="00635115" w:rsidP="00635115">
      <w:pPr>
        <w:pStyle w:val="libNormal"/>
      </w:pPr>
    </w:p>
    <w:p w:rsidR="00635115" w:rsidRDefault="00635115" w:rsidP="00635115">
      <w:pPr>
        <w:pStyle w:val="libNormal"/>
      </w:pPr>
    </w:p>
    <w:p w:rsidR="00635115" w:rsidRDefault="00635115" w:rsidP="00635115">
      <w:pPr>
        <w:pStyle w:val="libNormal"/>
      </w:pPr>
    </w:p>
    <w:p w:rsidR="00635115" w:rsidRDefault="00635115" w:rsidP="00635115">
      <w:pPr>
        <w:pStyle w:val="libNormal"/>
      </w:pPr>
    </w:p>
    <w:p w:rsidR="00635115" w:rsidRDefault="00635115" w:rsidP="00635115">
      <w:pPr>
        <w:pStyle w:val="libTitr2"/>
      </w:pPr>
      <w:r>
        <w:rPr>
          <w:rFonts w:hint="cs"/>
          <w:cs/>
          <w:lang w:bidi="bn-IN"/>
        </w:rPr>
        <w:t>নূর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মজিদী</w:t>
      </w:r>
    </w:p>
    <w:p w:rsidR="00635115" w:rsidRPr="00E45B2C" w:rsidRDefault="00635115" w:rsidP="00E45B2C">
      <w:r>
        <w:br w:type="page"/>
      </w:r>
    </w:p>
    <w:p w:rsidR="00E45B2C" w:rsidRPr="00E45B2C" w:rsidRDefault="00E45B2C" w:rsidP="00E45B2C">
      <w:pPr>
        <w:pStyle w:val="libBold1"/>
      </w:pPr>
      <w:r w:rsidRPr="00E45B2C">
        <w:rPr>
          <w:rFonts w:hint="cs"/>
          <w:cs/>
          <w:lang w:bidi="bn-IN"/>
        </w:rPr>
        <w:lastRenderedPageBreak/>
        <w:t>রাসূলুল্লাহর</w:t>
      </w:r>
      <w:r w:rsidRPr="00E45B2C">
        <w:rPr>
          <w:cs/>
          <w:lang w:bidi="bn-IN"/>
        </w:rPr>
        <w:t xml:space="preserve"> (</w:t>
      </w:r>
      <w:r w:rsidRPr="00E45B2C">
        <w:rPr>
          <w:rFonts w:hint="cs"/>
          <w:cs/>
          <w:lang w:bidi="bn-IN"/>
        </w:rPr>
        <w:t>ছ্বাঃ</w:t>
      </w:r>
      <w:r w:rsidRPr="00E45B2C">
        <w:rPr>
          <w:cs/>
          <w:lang w:bidi="bn-IN"/>
        </w:rPr>
        <w:t xml:space="preserve">) </w:t>
      </w:r>
      <w:r w:rsidRPr="00E45B2C">
        <w:rPr>
          <w:rFonts w:hint="cs"/>
          <w:cs/>
          <w:lang w:bidi="bn-IN"/>
        </w:rPr>
        <w:t>আহলে</w:t>
      </w:r>
      <w:r w:rsidRPr="00E45B2C">
        <w:rPr>
          <w:cs/>
          <w:lang w:bidi="bn-IN"/>
        </w:rPr>
        <w:t xml:space="preserve"> </w:t>
      </w:r>
      <w:r w:rsidRPr="00E45B2C">
        <w:rPr>
          <w:rFonts w:hint="cs"/>
          <w:cs/>
          <w:lang w:bidi="bn-IN"/>
        </w:rPr>
        <w:t>বাইত</w:t>
      </w:r>
      <w:r w:rsidRPr="00E45B2C">
        <w:rPr>
          <w:cs/>
          <w:lang w:bidi="bn-IN"/>
        </w:rPr>
        <w:t xml:space="preserve"> </w:t>
      </w:r>
      <w:r w:rsidRPr="00E45B2C">
        <w:rPr>
          <w:rFonts w:hint="cs"/>
          <w:cs/>
          <w:lang w:bidi="bn-IN"/>
        </w:rPr>
        <w:t>ও</w:t>
      </w:r>
      <w:r w:rsidRPr="00E45B2C">
        <w:rPr>
          <w:cs/>
          <w:lang w:bidi="bn-IN"/>
        </w:rPr>
        <w:t xml:space="preserve"> </w:t>
      </w:r>
      <w:r w:rsidRPr="00E45B2C">
        <w:rPr>
          <w:rFonts w:hint="cs"/>
          <w:cs/>
          <w:lang w:bidi="bn-IN"/>
        </w:rPr>
        <w:t>বিবিগণ</w:t>
      </w:r>
    </w:p>
    <w:p w:rsidR="00E45B2C" w:rsidRDefault="00E45B2C" w:rsidP="00E45B2C">
      <w:pPr>
        <w:pStyle w:val="libBold1"/>
        <w:rPr>
          <w:lang w:bidi="bn-IN"/>
        </w:rPr>
      </w:pPr>
      <w:r w:rsidRPr="00E45B2C">
        <w:rPr>
          <w:rFonts w:hint="cs"/>
          <w:cs/>
          <w:lang w:bidi="bn-IN"/>
        </w:rPr>
        <w:t>নূর</w:t>
      </w:r>
      <w:r w:rsidRPr="00E45B2C">
        <w:rPr>
          <w:cs/>
          <w:lang w:bidi="bn-IN"/>
        </w:rPr>
        <w:t xml:space="preserve"> </w:t>
      </w:r>
      <w:r w:rsidRPr="00E45B2C">
        <w:rPr>
          <w:rFonts w:hint="cs"/>
          <w:cs/>
          <w:lang w:bidi="bn-IN"/>
        </w:rPr>
        <w:t>হোসেন</w:t>
      </w:r>
      <w:r w:rsidRPr="00E45B2C">
        <w:rPr>
          <w:cs/>
          <w:lang w:bidi="bn-IN"/>
        </w:rPr>
        <w:t xml:space="preserve"> </w:t>
      </w:r>
      <w:r w:rsidRPr="00E45B2C">
        <w:rPr>
          <w:rFonts w:hint="cs"/>
          <w:cs/>
          <w:lang w:bidi="bn-IN"/>
        </w:rPr>
        <w:t>মজিদী</w:t>
      </w:r>
    </w:p>
    <w:p w:rsidR="00E45B2C" w:rsidRDefault="00E45B2C" w:rsidP="00E45B2C">
      <w:pPr>
        <w:pStyle w:val="libEn"/>
        <w:rPr>
          <w:lang w:bidi="bn-IN"/>
        </w:rPr>
      </w:pPr>
      <w:r>
        <w:rPr>
          <w:lang w:bidi="bn-IN"/>
        </w:rPr>
        <w:t>Rasulullahr (Sallallahu `alaihi wa aalih) Ahl-e-Bayt O Bibigan- Household and Wives of the Holy Prophet (S.A.W.A) by Nur Hosain Majidi written in Bengali Language. May 2015</w:t>
      </w:r>
    </w:p>
    <w:p w:rsidR="00E45B2C" w:rsidRPr="00E45B2C" w:rsidRDefault="00E45B2C" w:rsidP="00E45B2C">
      <w:r>
        <w:rPr>
          <w:lang w:bidi="bn-IN"/>
        </w:rPr>
        <w:br w:type="page"/>
      </w:r>
    </w:p>
    <w:p w:rsidR="00E45B2C" w:rsidRDefault="00E45B2C" w:rsidP="00E45B2C">
      <w:pPr>
        <w:pStyle w:val="libEn"/>
        <w:rPr>
          <w:lang w:bidi="bn-IN"/>
        </w:rPr>
      </w:pPr>
    </w:p>
    <w:p w:rsidR="00E45B2C" w:rsidRDefault="00E45B2C" w:rsidP="00E45B2C">
      <w:pPr>
        <w:pStyle w:val="libEn"/>
        <w:rPr>
          <w:lang w:bidi="bn-IN"/>
        </w:rPr>
      </w:pPr>
    </w:p>
    <w:p w:rsidR="00E45B2C" w:rsidRPr="00E45B2C" w:rsidRDefault="00E45B2C" w:rsidP="00E45B2C">
      <w:pPr>
        <w:pStyle w:val="libTitr1"/>
        <w:rPr>
          <w:lang w:bidi="bn-BD"/>
        </w:rPr>
      </w:pPr>
      <w:r w:rsidRPr="00E45B2C">
        <w:rPr>
          <w:cs/>
          <w:lang w:bidi="bn-BD"/>
        </w:rPr>
        <w:t>এই বইটি আল হাসানাইন (আ.) ওয়েব সাইট কর্তৃক আপলোড করা হয়েছে ।</w:t>
      </w:r>
    </w:p>
    <w:p w:rsidR="00E45B2C" w:rsidRDefault="00E45B2C" w:rsidP="00E45B2C">
      <w:pPr>
        <w:pStyle w:val="libEn"/>
        <w:rPr>
          <w:lang w:bidi="bn-IN"/>
        </w:rPr>
      </w:pPr>
      <w:r w:rsidRPr="00E45B2C">
        <w:t>http://alhassanain.org/bengali</w:t>
      </w:r>
    </w:p>
    <w:p w:rsidR="007C6394" w:rsidRDefault="007C6394" w:rsidP="00E45B2C">
      <w:pPr>
        <w:pStyle w:val="libNormal"/>
        <w:rPr>
          <w:lang w:bidi="bn-IN"/>
        </w:rPr>
      </w:pPr>
      <w:r>
        <w:rPr>
          <w:cs/>
          <w:lang w:bidi="bn-IN"/>
        </w:rPr>
        <w:br w:type="page"/>
      </w:r>
    </w:p>
    <w:p w:rsidR="00E45B2C" w:rsidRDefault="00E45B2C" w:rsidP="00E45B2C">
      <w:pPr>
        <w:pStyle w:val="libNormal"/>
        <w:rPr>
          <w:cs/>
          <w:lang w:bidi="bn-IN"/>
        </w:rPr>
      </w:pPr>
    </w:p>
    <w:p w:rsidR="00635115" w:rsidRDefault="00635115" w:rsidP="00635115">
      <w:pPr>
        <w:pStyle w:val="Heading1Center"/>
      </w:pPr>
      <w:bookmarkStart w:id="0" w:name="_Toc528959837"/>
      <w:bookmarkStart w:id="1" w:name="_Toc529016135"/>
      <w:bookmarkStart w:id="2" w:name="_Toc529017453"/>
      <w:r>
        <w:rPr>
          <w:rFonts w:hint="cs"/>
          <w:cs/>
          <w:lang w:bidi="bn-IN"/>
        </w:rPr>
        <w:t>ভূমিকা</w:t>
      </w:r>
      <w:bookmarkEnd w:id="0"/>
      <w:bookmarkEnd w:id="1"/>
      <w:bookmarkEnd w:id="2"/>
    </w:p>
    <w:p w:rsidR="00635115" w:rsidRDefault="00635115" w:rsidP="00635115">
      <w:pPr>
        <w:pStyle w:val="libCenterBold1"/>
      </w:pPr>
      <w:r>
        <w:rPr>
          <w:rFonts w:hint="cs"/>
          <w:cs/>
          <w:lang w:bidi="bn-IN"/>
        </w:rPr>
        <w:t>বিসমিল্লাহির্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রাহমনির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রাহীম</w:t>
      </w:r>
    </w:p>
    <w:p w:rsidR="00635115" w:rsidRDefault="00635115" w:rsidP="00635115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পরিভাষা</w:t>
      </w:r>
      <w:r>
        <w:t xml:space="preserve">,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তাৎপর্য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দ্বিধাদ্বন্দ্ব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বিতর্কের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পরিভাষার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তাৎপর্যে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অস্পষ্টতা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শুরু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সুদীর্ঘ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মুসলিম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মতপার্থক্য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ভিন্নমতের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একান্তই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ব্যতিক্রম।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বিংশ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শতাব্দী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কর্তৃক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পরিকল্পিতভাবে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ভিন্নমত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  <w:r>
        <w:rPr>
          <w:cs/>
          <w:lang w:bidi="bn-IN"/>
        </w:rPr>
        <w:t xml:space="preserve"> 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আভিধানিক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</w:t>
      </w:r>
      <w:r>
        <w:rPr>
          <w:cs/>
          <w:lang w:bidi="bn-IN"/>
        </w:rPr>
        <w:t xml:space="preserve"> </w:t>
      </w:r>
      <w:r w:rsidRPr="00635115">
        <w:rPr>
          <w:rStyle w:val="libArChar"/>
          <w:rFonts w:hint="eastAsia"/>
          <w:rtl/>
        </w:rPr>
        <w:t>اهل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بيت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গৃহবাসী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গৃহে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বসবাসকারীগণ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গৃহকর্তার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সদস্যবর্গ।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নাবালেগ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সন্তান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সন্ততিকে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সাবালেগ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পুত্রকন্যা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বিয়েশাদী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নিজস্ব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ঘরসংসার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সাবালেগ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নিজস্ব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কর্তা</w:t>
      </w:r>
      <w:r>
        <w:t xml:space="preserve">,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সাবালেগ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বিবাহিতা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কন্যা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স্বামীর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স্বামীর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অন্তর্ভুক্ত।</w:t>
      </w:r>
      <w:r>
        <w:rPr>
          <w:cs/>
          <w:lang w:bidi="bn-IN"/>
        </w:rPr>
        <w:t xml:space="preserve"> 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আভিধানিক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পরিভাষার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পরিভাষা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মুসলিম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সর্বসম্মতভাবে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ফাতেমাহ্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সালামুল্লাহি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আলাইহা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আলী</w:t>
      </w:r>
      <w:r>
        <w:t xml:space="preserve">, </w:t>
      </w:r>
      <w:r>
        <w:rPr>
          <w:rFonts w:hint="cs"/>
          <w:cs/>
          <w:lang w:bidi="bn-IN"/>
        </w:rPr>
        <w:lastRenderedPageBreak/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হাসান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সম্প্রসারিত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তাৎপর্য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বান্দাহ্গণ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উপরোক্ত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বুযুর্গ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বিতর্কাতীত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বিষয়।</w:t>
      </w:r>
      <w:r>
        <w:rPr>
          <w:cs/>
          <w:lang w:bidi="bn-IN"/>
        </w:rPr>
        <w:t xml:space="preserve"> </w:t>
      </w:r>
    </w:p>
    <w:p w:rsidR="00635115" w:rsidRDefault="00635115" w:rsidP="00A72AC0">
      <w:pPr>
        <w:pStyle w:val="libLine"/>
      </w:pPr>
      <w:r>
        <w:t>[</w:t>
      </w:r>
      <w:r>
        <w:rPr>
          <w:rFonts w:hint="cs"/>
          <w:cs/>
          <w:lang w:bidi="bn-IN"/>
        </w:rPr>
        <w:t>বাংলাভাষী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নামোল্লেখের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বিবেচনায়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রাযীয়াল্লাহু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A72AC0">
        <w:rPr>
          <w:rStyle w:val="libEnChar"/>
          <w:rFonts w:hint="eastAsia"/>
        </w:rPr>
        <w:t>’</w:t>
      </w:r>
      <w:r w:rsidR="00BD1680">
        <w:rPr>
          <w:rFonts w:hint="cs"/>
          <w:cs/>
          <w:lang w:bidi="bn-IN"/>
        </w:rPr>
        <w:t>আ</w:t>
      </w:r>
      <w:r>
        <w:rPr>
          <w:rFonts w:hint="cs"/>
          <w:cs/>
          <w:lang w:bidi="bn-IN"/>
        </w:rPr>
        <w:t>লা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আনহু</w:t>
      </w:r>
      <w:r>
        <w:rPr>
          <w:cs/>
          <w:lang w:bidi="bn-IN"/>
        </w:rPr>
        <w:t xml:space="preserve">/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আনহা</w:t>
      </w:r>
      <w:r>
        <w:rPr>
          <w:cs/>
          <w:lang w:bidi="bn-IN"/>
        </w:rPr>
        <w:t xml:space="preserve">/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আনহুম্</w:t>
      </w:r>
      <w:r w:rsidRPr="00A72AC0">
        <w:rPr>
          <w:rStyle w:val="libEnChar"/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প্রজন্মের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রাহমাতুল্লাহি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আলাইহ্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নামাযে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দরূদ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প্রেরণের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A72AC0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প্রেক্ষিতে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নামোল্লেখের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প্রেরণকে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সঙ্গত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যরূরী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করি।</w:t>
      </w:r>
      <w:r>
        <w:rPr>
          <w:cs/>
          <w:lang w:bidi="bn-IN"/>
        </w:rPr>
        <w:t>]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বিংশ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শতাব্দীতে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মুফাসসির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বিতর্কিত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প্রচেষ্টা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বিবিগণও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</w:t>
      </w:r>
      <w:r>
        <w:t xml:space="preserve">, </w:t>
      </w:r>
      <w:r>
        <w:rPr>
          <w:rFonts w:hint="cs"/>
          <w:cs/>
          <w:lang w:bidi="bn-IN"/>
        </w:rPr>
        <w:t>আবার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t xml:space="preserve">,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শতাব্দীর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উদ্ভূত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চৈন্তিক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যায়দ্</w:t>
      </w:r>
      <w:r>
        <w:t xml:space="preserve">,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আম্মার্</w:t>
      </w:r>
      <w:r>
        <w:t xml:space="preserve">, </w:t>
      </w:r>
      <w:r>
        <w:rPr>
          <w:rFonts w:hint="cs"/>
          <w:cs/>
          <w:lang w:bidi="bn-IN"/>
        </w:rPr>
        <w:t>সালমান্</w:t>
      </w:r>
      <w:r>
        <w:t xml:space="preserve">, </w:t>
      </w:r>
      <w:r>
        <w:rPr>
          <w:rFonts w:hint="cs"/>
          <w:cs/>
          <w:lang w:bidi="bn-IN"/>
        </w:rPr>
        <w:t>আবূ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রাযীয়াল্লাহু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rFonts w:hint="eastAsia"/>
        </w:rPr>
        <w:t>’</w:t>
      </w:r>
      <w:r w:rsidR="00BD1680">
        <w:rPr>
          <w:rFonts w:hint="cs"/>
          <w:cs/>
          <w:lang w:bidi="bn-IN"/>
        </w:rPr>
        <w:t>আ</w:t>
      </w:r>
      <w:r>
        <w:rPr>
          <w:rFonts w:hint="cs"/>
          <w:cs/>
          <w:lang w:bidi="bn-IN"/>
        </w:rPr>
        <w:t>লা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আনহুম্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প্রমুখ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অন্তর্ভুক্ত।</w:t>
      </w:r>
      <w:r>
        <w:rPr>
          <w:cs/>
          <w:lang w:bidi="bn-IN"/>
        </w:rPr>
        <w:t xml:space="preserve"> 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উক্ত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ত্যাগ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তিতিক্ষার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অগ্রগণ্য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অনস্বীকার্য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বর্তমান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নতুন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মুসলিম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ছড়াচ্ছে।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পরিস্থিতি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সম্প্রতি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২০১২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বিশ্ববিদ্যালয়ে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ডি</w:t>
      </w:r>
      <w:r>
        <w:rPr>
          <w:cs/>
          <w:lang w:bidi="bn-IN"/>
        </w:rPr>
        <w:t>.</w:t>
      </w:r>
      <w:r>
        <w:rPr>
          <w:rFonts w:hint="cs"/>
          <w:cs/>
          <w:lang w:bidi="bn-IN"/>
        </w:rPr>
        <w:t>ফিল্</w:t>
      </w:r>
      <w:r>
        <w:rPr>
          <w:cs/>
          <w:lang w:bidi="bn-IN"/>
        </w:rPr>
        <w:t>.-</w:t>
      </w:r>
      <w:r>
        <w:rPr>
          <w:rFonts w:hint="cs"/>
          <w:cs/>
          <w:lang w:bidi="bn-IN"/>
        </w:rPr>
        <w:t>শিক্ষার্থীকে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অভিসন্দর্ভ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লেখার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সদস্যগণের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শিক্ষাচর্চা</w:t>
      </w:r>
      <w:r>
        <w:t xml:space="preserve">, </w:t>
      </w:r>
      <w:r>
        <w:rPr>
          <w:rFonts w:hint="cs"/>
          <w:cs/>
          <w:lang w:bidi="bn-IN"/>
        </w:rPr>
        <w:t>সমাজসেবা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আদর্শ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গঠন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শীর্ষক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বিষয়বস্তু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বিষয়পরিকল্পনা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সর্বসম্মত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সদস্যের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পাশাপাশি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বিবিগণকেও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পরিস্থিতিতে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বিবিগণ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বিভ্রান্তির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নিরসন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অপরিহার্য।</w:t>
      </w:r>
      <w:r>
        <w:rPr>
          <w:cs/>
          <w:lang w:bidi="bn-IN"/>
        </w:rPr>
        <w:t xml:space="preserve"> 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বিভ্রান্তি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নিরসন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নামাযের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বৈঠকে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দরূদ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পাঠ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ব্যতিরেকে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নামায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ছহীহ্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দরূদের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আল্লাহুম্মা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ছাল্লে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পাঠভেদে</w:t>
      </w:r>
      <w:r>
        <w:rPr>
          <w:cs/>
          <w:lang w:bidi="bn-IN"/>
        </w:rPr>
        <w:t xml:space="preserve">)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আল্লাহুম্মা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ছাল্লে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দ্বিমত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উল্লিখিত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দরূদে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উল্লিখিত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</w:t>
      </w:r>
      <w:r>
        <w:rPr>
          <w:rFonts w:hint="eastAsia"/>
        </w:rPr>
        <w:t>”</w:t>
      </w:r>
      <w:r>
        <w:t>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তাৎপর্য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অভিন্ন।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কারা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নিয়্যত্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বিবেচনা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দরূদ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প্রেরণ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নামায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ছহীহ্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অবতারণা।</w:t>
      </w:r>
      <w:r>
        <w:rPr>
          <w:cs/>
          <w:lang w:bidi="bn-IN"/>
        </w:rPr>
        <w:t xml:space="preserve"> 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ধারাবাহিকতায়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আক্বাএদী</w:t>
      </w:r>
      <w:r>
        <w:t xml:space="preserve">, </w:t>
      </w:r>
      <w:r>
        <w:rPr>
          <w:rFonts w:hint="cs"/>
          <w:cs/>
          <w:lang w:bidi="bn-IN"/>
        </w:rPr>
        <w:t>ফিক্ব্হী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রাজনৈতিক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নির্বিশেষে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বিষয়াদিতে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মুসলিম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বিরাজমান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মতপার্থক্যেরও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উৎস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অনবহিতি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বাস্তবায়ন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উল্লিখিত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মতভেদ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নিরসনের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পন্থার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আলোকপাত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অতীতে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t xml:space="preserve">,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ভালোবাসা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বিরুদ্ধেই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উমাইয়াহ্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আব্বাসী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স্বৈরশাসকদের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তাবেদার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শিয়া</w:t>
      </w:r>
      <w:r>
        <w:rPr>
          <w:rFonts w:hint="eastAsia"/>
        </w:rPr>
        <w:t>”</w:t>
      </w:r>
      <w:r>
        <w:t xml:space="preserve">,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রাফেযী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ইত্যাদি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অপবাদ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অপবাদ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সুন্নী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মায্হাব্গুলোর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কয়েক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রেহাই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আত্মবিক্রিত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কর্মধারা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তক্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অব্যাহত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t xml:space="preserve">,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ভালোবাসা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শিয়া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লক্বব্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লাগিয়ে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অপচেষ্টা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বক্তব্যের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যথার্থতা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বক্তার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বিরুদ্ধে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শিয়া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শ্লোগান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বক্তব্য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গ্রন্থকারের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বিরুদ্ধেও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আক্রমণ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চালিয়েছে।</w:t>
      </w:r>
      <w:r>
        <w:rPr>
          <w:cs/>
          <w:lang w:bidi="bn-IN"/>
        </w:rPr>
        <w:t xml:space="preserve"> 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ইতিপূর্বে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ভাষায়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করছি</w:t>
      </w:r>
      <w:r>
        <w:t xml:space="preserve">,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মায্হাবের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আক্বাএদ্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শাখা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প্রশাখা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ফরয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হারামের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অনুসরণীয়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অনুসরণকে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পাঠের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শুরুতেই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উপসংহার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বিতর্কিত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পরিগণিত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আক্বাএদের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ফরয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হারামের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মায্হাবের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পরিত্যাগ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নীতির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প্রবক্তাদের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মায্হাবের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বস্তুতঃ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মায্হাব্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আক্বাএদ্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শাখা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প্রশাখা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ফরয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হারামের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আহকাম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মায্হাব্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মায্হাবের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আক্বাএদের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শাখা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প্রশাখা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ফরয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হারাম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আহকাম</w:t>
      </w:r>
      <w:r>
        <w:t xml:space="preserve">, </w:t>
      </w:r>
      <w:r>
        <w:rPr>
          <w:rFonts w:hint="cs"/>
          <w:cs/>
          <w:lang w:bidi="bn-IN"/>
        </w:rPr>
        <w:t>উছূলে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ফিক্বাহ্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উছূলে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ফিক্বাহ্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ভাণ্ডার।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মায্হাবের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আক্বাএদের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একান্ত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শাখা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প্রশাখা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</w:t>
      </w:r>
      <w:r>
        <w:t xml:space="preserve">,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গোটা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ফিক্বাহ্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হাদীছগ্রন্থ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অনুসরণের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পক্ষপাতী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এরপরও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মায্হাবের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লক্বব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লাগাবার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অপচেষ্টা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পাগলের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প্রলাপ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ভণ্ড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মতলববাযের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মতলববাযী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আবোলতাবোল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গ্রন্থটির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মাসে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২০১৫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সমাপ্ত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ইউনিকোডে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রূপান্তরিত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নোট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ফেসবুকে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করেছিলাম।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আঞ্জাম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দ্বিতীয়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চতুর্থাংশে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গুরুত্বপূর্ণ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সংযোজন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নতুন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ফেসবুকে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করছি।</w:t>
      </w:r>
      <w:r>
        <w:rPr>
          <w:cs/>
          <w:lang w:bidi="bn-IN"/>
        </w:rPr>
        <w:t xml:space="preserve"> 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বিভ্রান্তির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সক্ষম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সার্থকতা।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পুস্তককে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লেখক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জড়িত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পাঠক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পাঠিকাদের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পরকালীন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পাথেয়রূপে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করুন।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আমীন</w:t>
      </w:r>
      <w:r>
        <w:rPr>
          <w:cs/>
          <w:lang w:bidi="bn-IN"/>
        </w:rPr>
        <w:t xml:space="preserve"> </w:t>
      </w:r>
    </w:p>
    <w:p w:rsidR="00635115" w:rsidRDefault="00635115" w:rsidP="00635115">
      <w:pPr>
        <w:pStyle w:val="libRight"/>
      </w:pPr>
      <w:r>
        <w:rPr>
          <w:rFonts w:hint="cs"/>
          <w:cs/>
          <w:lang w:bidi="bn-IN"/>
        </w:rPr>
        <w:t>বিনীত</w:t>
      </w:r>
      <w:r>
        <w:rPr>
          <w:cs/>
          <w:lang w:bidi="bn-IN"/>
        </w:rPr>
        <w:t xml:space="preserve"> </w:t>
      </w:r>
    </w:p>
    <w:p w:rsidR="00635115" w:rsidRDefault="00635115" w:rsidP="00635115">
      <w:pPr>
        <w:pStyle w:val="libRight"/>
      </w:pPr>
      <w:r>
        <w:rPr>
          <w:rFonts w:hint="cs"/>
          <w:cs/>
          <w:lang w:bidi="bn-IN"/>
        </w:rPr>
        <w:t>নূর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মজিদী</w:t>
      </w:r>
    </w:p>
    <w:p w:rsidR="00635115" w:rsidRPr="00E45B2C" w:rsidRDefault="00635115" w:rsidP="00E45B2C">
      <w:r>
        <w:br w:type="page"/>
      </w:r>
    </w:p>
    <w:p w:rsidR="00635115" w:rsidRDefault="00635115" w:rsidP="00635115">
      <w:pPr>
        <w:pStyle w:val="Heading1Center"/>
        <w:rPr>
          <w:lang w:bidi="bn-BD"/>
        </w:rPr>
      </w:pPr>
      <w:bookmarkStart w:id="3" w:name="_Toc528959838"/>
      <w:bookmarkStart w:id="4" w:name="_Toc529016136"/>
      <w:bookmarkStart w:id="5" w:name="_Toc529017454"/>
      <w:r>
        <w:rPr>
          <w:cs/>
          <w:lang w:bidi="bn-BD"/>
        </w:rPr>
        <w:lastRenderedPageBreak/>
        <w:t>রাসূলুল্লাহর (ছ্বাঃ) আহলে বাইত ও বিবিগণ</w:t>
      </w:r>
      <w:bookmarkEnd w:id="3"/>
      <w:bookmarkEnd w:id="4"/>
      <w:bookmarkEnd w:id="5"/>
    </w:p>
    <w:p w:rsidR="00635115" w:rsidRDefault="00635115" w:rsidP="00635115">
      <w:pPr>
        <w:pStyle w:val="libNormal"/>
        <w:rPr>
          <w:lang w:bidi="bn-BD"/>
        </w:rPr>
      </w:pPr>
    </w:p>
    <w:p w:rsidR="00635115" w:rsidRDefault="00635115" w:rsidP="00635115">
      <w:pPr>
        <w:pStyle w:val="Heading2"/>
      </w:pPr>
      <w:bookmarkStart w:id="6" w:name="_Toc528959839"/>
      <w:bookmarkStart w:id="7" w:name="_Toc529016137"/>
      <w:bookmarkStart w:id="8" w:name="_Toc529017455"/>
      <w:r>
        <w:rPr>
          <w:rFonts w:hint="cs"/>
          <w:cs/>
          <w:lang w:bidi="bn-IN"/>
        </w:rPr>
        <w:t>আলোচনার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মানদণ্ড</w:t>
      </w:r>
      <w:bookmarkEnd w:id="6"/>
      <w:bookmarkEnd w:id="7"/>
      <w:bookmarkEnd w:id="8"/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শুরুতে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বিষয়াদিতে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সর্বজনগ্রহণযোগ্য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মানদণ্ড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সংক্ষেপে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সন্দেহাতীত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উপসংহারে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মানদণ্ডের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মাযহাব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ফিরক্বাহ্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নির্বিশেষে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মাযহাব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ফিরক্বাহ্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নির্বিশেষে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বিষয়াদিতে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মানদণ্ড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আক্বল্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>)</w:t>
      </w:r>
      <w:r>
        <w:t xml:space="preserve">,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t xml:space="preserve">, </w:t>
      </w:r>
      <w:r>
        <w:rPr>
          <w:rFonts w:hint="cs"/>
          <w:cs/>
          <w:lang w:bidi="bn-IN"/>
        </w:rPr>
        <w:t>মুতাওয়াতির্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উম্মাহ্।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সংক্ষেপে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t xml:space="preserve">,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মানদণ্ড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সর্বজনীন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মানদণ্ড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জ্ঞানসূত্র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অমুসলিম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জ্ঞানসূত্র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তাৎপর্য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আক্বল্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সহায়ক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ভূমিকা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পালন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আক্ব্ল্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</w:p>
    <w:p w:rsidR="00635115" w:rsidRDefault="00635115" w:rsidP="00850164">
      <w:pPr>
        <w:pStyle w:val="libLine"/>
      </w:pPr>
      <w:r>
        <w:t>[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জ্ঞানতত্ত্ব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</w:t>
      </w:r>
      <w:r w:rsidRPr="00A72AC0">
        <w:rPr>
          <w:rStyle w:val="libEnChar"/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জিজ্ঞাসা</w:t>
      </w:r>
      <w:r w:rsidRPr="00A72AC0">
        <w:rPr>
          <w:rStyle w:val="libEnChar"/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গ্রন্থ</w:t>
      </w:r>
      <w:r>
        <w:rPr>
          <w:cs/>
          <w:lang w:bidi="bn-IN"/>
        </w:rPr>
        <w:t xml:space="preserve"> </w:t>
      </w:r>
      <w:r w:rsidR="00184621">
        <w:rPr>
          <w:rFonts w:hint="cs"/>
          <w:cs/>
          <w:lang w:bidi="bn-IN"/>
        </w:rPr>
        <w:t>দু</w:t>
      </w:r>
      <w:r w:rsidR="00184621" w:rsidRPr="00184621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টিতে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সর্বজনীন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মানদণ্ড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জ্ঞানসূত্র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আরোপ</w:t>
      </w:r>
      <w:r>
        <w:t xml:space="preserve">,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আক্ব্লী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মানদণ্ডের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ইসলামী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আক্বাএদের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মৌলিক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বিষয়গুলোর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দাও</w:t>
      </w:r>
      <w:r w:rsidRPr="00A72AC0">
        <w:rPr>
          <w:rStyle w:val="libEnChar"/>
          <w:rFonts w:hint="eastAsia"/>
        </w:rPr>
        <w:t>’</w:t>
      </w:r>
      <w:r>
        <w:rPr>
          <w:rFonts w:hint="cs"/>
          <w:cs/>
          <w:lang w:bidi="bn-IN"/>
        </w:rPr>
        <w:t>আত্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বিস্তারিত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গ্রন্থই</w:t>
      </w:r>
      <w:r>
        <w:rPr>
          <w:cs/>
          <w:lang w:bidi="bn-IN"/>
        </w:rPr>
        <w:t xml:space="preserve"> </w:t>
      </w:r>
      <w:r w:rsidR="00850164" w:rsidRPr="00850164">
        <w:rPr>
          <w:rStyle w:val="libEnChar"/>
        </w:rPr>
        <w:t>alhassanain.org/Bengali</w:t>
      </w:r>
      <w:r w:rsidR="00850164">
        <w:rPr>
          <w:lang w:bidi="bn-IN"/>
        </w:rPr>
        <w:t xml:space="preserve"> ওয়েব সাইটে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>]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নাযিলকৃত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সর্বশেষ</w:t>
      </w:r>
      <w:r>
        <w:t xml:space="preserve">, </w:t>
      </w:r>
      <w:r>
        <w:rPr>
          <w:rFonts w:hint="cs"/>
          <w:cs/>
          <w:lang w:bidi="bn-IN"/>
        </w:rPr>
        <w:t>পূর্ণাঙ্গ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সংরক্ষিত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কিতাব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মানদণ্ড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উপস্থাপনের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মানদণ্ড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মুতাওয়াতির্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ছাহাবায়ে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কেরাম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শুরু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গ্রন্থাবদ্ধকরণ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সংখ্যক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মিথ্যা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রচনার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সত্যিই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এসেছে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ধারাবাহিকভাবে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মাযহাব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ফিরক্বাহ্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নির্বিশেষে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বিবেচিত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এসেছে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উপরোক্ত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সাংঘর্ষিক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সাপেক্ষে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নির্ভুলতা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পরবর্তীকালে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ধরা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যাক</w:t>
      </w:r>
      <w:r>
        <w:t xml:space="preserve">, </w:t>
      </w:r>
      <w:r>
        <w:rPr>
          <w:rFonts w:hint="cs"/>
          <w:cs/>
          <w:lang w:bidi="bn-IN"/>
        </w:rPr>
        <w:t>পাঁচশ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হাজার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দ্বিমত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বাহুল্য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পরিভাষাটি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ফিক্বাহ্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তথ্যসূত্র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>
        <w:t>-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সুন্নাতে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উদ্ঘাটনকারী।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ইসলামী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আক্বাএদের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মূলনীতি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শাখা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প্রশাখাসমূহ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ফরয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হারামের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তথ্যসূত্রের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বাইরে</w:t>
      </w:r>
      <w:r>
        <w:t xml:space="preserve">, </w:t>
      </w:r>
      <w:r>
        <w:rPr>
          <w:rFonts w:hint="cs"/>
          <w:cs/>
          <w:lang w:bidi="bn-IN"/>
        </w:rPr>
        <w:t>কমপক্ষে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ধারাক্রমের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স্বল্পসংখ্যক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মনীষীদের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পরিভাষায়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খবরে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ওয়াহেদ্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পরিচিত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বিশেষজ্ঞ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মনীষীদের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মতামত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সাংঘর্ষিক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সাপেক্ষে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গৌণ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মুস্তাহাব্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মাকরূহ্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প্রায়োগিক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বিষয়াদির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গ্রহণযোগ্য।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lastRenderedPageBreak/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প্রধানতঃ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আক্ব্ল্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ফয়ছালায়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চেষ্টা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উদ্দেশ্য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যথাসম্ভব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সংক্ষেপে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ফয়ছালায়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দলীলগুলোর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আশ্রয়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দীর্ঘই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অবিতর্কিত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ফয়ছালায়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কঠিন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মুতাওয়াতির্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মুতাওয়াতির্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মোকাবিলার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বিস্তারিত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</w:t>
      </w:r>
      <w:r>
        <w:t xml:space="preserve">; </w:t>
      </w:r>
      <w:r>
        <w:rPr>
          <w:rFonts w:hint="cs"/>
          <w:cs/>
          <w:lang w:bidi="bn-IN"/>
        </w:rPr>
        <w:t>খবরে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ওয়াহেদ্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খুবই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</w:t>
      </w:r>
      <w:r>
        <w:t xml:space="preserve">,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পরস্পর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বিরোধী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খুবই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সংখ্যক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যেগুলোর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যথার্থতা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উম্মাহরয়েছে।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কদাচিৎ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উপস্থাপন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সহায়ক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t xml:space="preserve">, </w:t>
      </w:r>
      <w:r>
        <w:rPr>
          <w:rFonts w:hint="cs"/>
          <w:cs/>
          <w:lang w:bidi="bn-IN"/>
        </w:rPr>
        <w:t>মূল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সর্বোপরি</w:t>
      </w:r>
      <w:r>
        <w:t xml:space="preserve">,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আক্বল্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ফয়ছালায়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যথেষ্ট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অন্যান্য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দ্বারস্থ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কলেবর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বৃদ্ধি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A72AC0" w:rsidRDefault="00A72AC0" w:rsidP="00635115">
      <w:pPr>
        <w:pStyle w:val="libNormal"/>
        <w:rPr>
          <w:lang w:bidi="bn-IN"/>
        </w:rPr>
      </w:pPr>
    </w:p>
    <w:p w:rsidR="00635115" w:rsidRDefault="00635115" w:rsidP="00A72AC0">
      <w:pPr>
        <w:pStyle w:val="Heading1Center"/>
        <w:rPr>
          <w:lang w:bidi="bn-BD"/>
        </w:rPr>
      </w:pPr>
      <w:bookmarkStart w:id="9" w:name="_Toc528959840"/>
      <w:bookmarkStart w:id="10" w:name="_Toc529016138"/>
      <w:bookmarkStart w:id="11" w:name="_Toc529017456"/>
      <w:r>
        <w:rPr>
          <w:cs/>
          <w:lang w:bidi="bn-BD"/>
        </w:rPr>
        <w:t>কোরআন মজীদে রাসূলুল্লাহর (ছ্বাঃ) আহলে বাইত ও বিবিগণ</w:t>
      </w:r>
      <w:bookmarkEnd w:id="9"/>
      <w:bookmarkEnd w:id="10"/>
      <w:bookmarkEnd w:id="11"/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রাব্বুল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আলামীন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আহযাবের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২৮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৩৩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প্রথমাংশ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বিবিগণ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নির্দেশাদি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৩৩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দ্বিতীয়াংশে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:</w:t>
      </w:r>
    </w:p>
    <w:p w:rsidR="00635115" w:rsidRPr="00A72AC0" w:rsidRDefault="00A72AC0" w:rsidP="00A72AC0">
      <w:pPr>
        <w:pStyle w:val="libAie"/>
      </w:pPr>
      <w:r w:rsidRPr="00A72AC0">
        <w:rPr>
          <w:rStyle w:val="libAlaemChar"/>
          <w:rFonts w:hint="cs"/>
          <w:rtl/>
        </w:rPr>
        <w:t>(</w:t>
      </w:r>
      <w:r w:rsidR="00635115" w:rsidRPr="00A72AC0">
        <w:rPr>
          <w:rFonts w:hint="eastAsia"/>
          <w:rtl/>
        </w:rPr>
        <w:t>يَا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أَيُّهَا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النَّبِيُّ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قُلْ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لأزْوَاجِكَ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إِنْ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كُنْتُنَّ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تُرِدْنَ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الْحَيَاةَ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الدُّنْيَا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وَزِينَتَهَا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فَتَعَالَيْنَ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أُمَتِّعْكُنَّ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وَأُسَرِّحْكُنَّ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سَرَاحًا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جَمِيلا</w:t>
      </w:r>
      <w:r w:rsidR="00635115" w:rsidRPr="00A72AC0">
        <w:rPr>
          <w:rtl/>
        </w:rPr>
        <w:t xml:space="preserve">. </w:t>
      </w:r>
      <w:r w:rsidR="00635115" w:rsidRPr="00A72AC0">
        <w:rPr>
          <w:rFonts w:hint="eastAsia"/>
          <w:rtl/>
        </w:rPr>
        <w:t>وَإِنْ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كُنْتُنَّ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تُرِدْنَ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اللَّهَ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وَرَسُولَهُ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وَالدَّارَ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الآخِرَةَ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فَإِنَّ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اللَّهَ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أَعَدَّ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لِلْمُحْسِنَاتِ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مِنْكُنَّ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أَجْرًا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عَظِيمًا</w:t>
      </w:r>
      <w:r w:rsidR="00635115" w:rsidRPr="00A72AC0">
        <w:rPr>
          <w:rtl/>
        </w:rPr>
        <w:t xml:space="preserve">. </w:t>
      </w:r>
      <w:r w:rsidR="00635115" w:rsidRPr="00A72AC0">
        <w:rPr>
          <w:rFonts w:hint="eastAsia"/>
          <w:rtl/>
        </w:rPr>
        <w:t>يَا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نِسَاءَ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النَّبِيِّ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مَنْ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يَأْتِ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مِنْكُنَّ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بِفَاحِشَةٍ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مُبَيِّنَةٍ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يُضَاعَفْ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لَهَا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الْعَذَابُ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ضِعْفَيْنِ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وَكَانَ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ذَلِكَ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عَلَى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اللَّهِ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يَسِيرًا</w:t>
      </w:r>
      <w:r w:rsidR="00635115" w:rsidRPr="00A72AC0">
        <w:rPr>
          <w:rtl/>
        </w:rPr>
        <w:t xml:space="preserve">. </w:t>
      </w:r>
      <w:r w:rsidR="00635115" w:rsidRPr="00A72AC0">
        <w:rPr>
          <w:rFonts w:hint="eastAsia"/>
          <w:rtl/>
        </w:rPr>
        <w:t>وَمَنْ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يَقْنُتْ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مِنْكُنَّ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لِلَّهِ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وَرَسُولِهِ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وَتَعْمَلْ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صَالِحًا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lastRenderedPageBreak/>
        <w:t>نُؤْتِهَا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أَجْرَهَا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مَرَّتَيْنِ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وَأَعْتَدْنَا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لَهَا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رِزْقًا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كَرِيمًا</w:t>
      </w:r>
      <w:r w:rsidR="00635115" w:rsidRPr="00A72AC0">
        <w:rPr>
          <w:rtl/>
        </w:rPr>
        <w:t xml:space="preserve">. </w:t>
      </w:r>
      <w:r w:rsidR="00635115" w:rsidRPr="00A72AC0">
        <w:rPr>
          <w:rFonts w:hint="eastAsia"/>
          <w:rtl/>
        </w:rPr>
        <w:t>يَا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نِسَاءَ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النَّبِيِّ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لَسْتُنَّ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كَأَحَدٍ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مِنَ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النِّسَاءِ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إِنِ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اتَّقَيْتُنَّ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فَلا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تَخْضَعْنَ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بِالْقَوْلِ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فَيَطْمَعَ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الَّذِي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فِي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قَلْبِهِ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مَرَضٌ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وَقُلْنَ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قَوْلا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مَعْرُوفًا</w:t>
      </w:r>
      <w:r w:rsidR="00635115" w:rsidRPr="00A72AC0">
        <w:rPr>
          <w:rtl/>
        </w:rPr>
        <w:t xml:space="preserve">. </w:t>
      </w:r>
      <w:r w:rsidR="00635115" w:rsidRPr="00A72AC0">
        <w:rPr>
          <w:rFonts w:hint="eastAsia"/>
          <w:rtl/>
        </w:rPr>
        <w:t>وَقَرْنَ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فِي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بُيُوتِكُنَّ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وَلا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تَبَرَّجْنَ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تَبَرُّجَ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الْجَاهِلِيَّةِ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الأولَى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وَأَقِمْنَ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الصَّلاةَ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وآتِينَ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الزَّكَاةَ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وَأَطِعْنَ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اللَّهَ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وَرَسُولَهُ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إِنَّمَا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يُرِيدُ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اللَّهُ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لِيُذْهِبَ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عَنْكُمُ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الرِّجْسَ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أَهْلَ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الْبَيْتِ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وَيُطَهِّرَكُمْ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تَطْهِيرًا</w:t>
      </w:r>
      <w:r w:rsidRPr="00A72AC0">
        <w:rPr>
          <w:rStyle w:val="libAlaemChar"/>
          <w:rFonts w:hint="cs"/>
          <w:rtl/>
        </w:rPr>
        <w:t>)</w:t>
      </w:r>
    </w:p>
    <w:p w:rsidR="00635115" w:rsidRDefault="00635115" w:rsidP="00635115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! </w:t>
      </w:r>
      <w:r>
        <w:rPr>
          <w:rFonts w:hint="cs"/>
          <w:cs/>
          <w:lang w:bidi="bn-IN"/>
        </w:rPr>
        <w:t>আপনার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বলুন</w:t>
      </w:r>
      <w:r>
        <w:t xml:space="preserve">, </w:t>
      </w:r>
      <w:r>
        <w:rPr>
          <w:rFonts w:hint="cs"/>
          <w:cs/>
          <w:lang w:bidi="bn-IN"/>
        </w:rPr>
        <w:t>তোমরা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সৌন্দর্য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ভোগ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বিলাসিতা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কামনা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এসো</w:t>
      </w:r>
      <w:r>
        <w:t xml:space="preserve">,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উপকরণাদির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উত্তমভাবে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বিদায়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পরকালের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গৃহকে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কামনা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জেনো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,)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সম্পাদনকারীদের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মহাপুরষ্কার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প্রস্তুত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রেখেছেন।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পত্নীগণ</w:t>
      </w:r>
      <w:r>
        <w:rPr>
          <w:cs/>
          <w:lang w:bidi="bn-IN"/>
        </w:rPr>
        <w:t xml:space="preserve">! </w:t>
      </w:r>
      <w:r>
        <w:rPr>
          <w:rFonts w:hint="cs"/>
          <w:cs/>
          <w:lang w:bidi="bn-IN"/>
        </w:rPr>
        <w:t>তোমাদের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অশ্লীল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দ্বিগুণ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খুবই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সহজ।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সম্পাদন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পুরষ্কার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সম্মানজনক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রিয্ক্ব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প্রস্তুত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রেখেছি।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পত্নীগণ</w:t>
      </w:r>
      <w:r>
        <w:rPr>
          <w:cs/>
          <w:lang w:bidi="bn-IN"/>
        </w:rPr>
        <w:t xml:space="preserve">! </w:t>
      </w:r>
      <w:r>
        <w:rPr>
          <w:rFonts w:hint="cs"/>
          <w:cs/>
          <w:lang w:bidi="bn-IN"/>
        </w:rPr>
        <w:t>তোমরা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নও</w:t>
      </w:r>
      <w:r>
        <w:t>; (</w:t>
      </w:r>
      <w:r>
        <w:rPr>
          <w:rFonts w:hint="cs"/>
          <w:cs/>
          <w:lang w:bidi="bn-IN"/>
        </w:rPr>
        <w:t>অতএব</w:t>
      </w:r>
      <w:r>
        <w:t xml:space="preserve">,) </w:t>
      </w:r>
      <w:r>
        <w:rPr>
          <w:rFonts w:hint="cs"/>
          <w:cs/>
          <w:lang w:bidi="bn-IN"/>
        </w:rPr>
        <w:t>তোমরা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তাক্ব্ওয়া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অবলম্বন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তোমরা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পরপুরুষদের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তোমাদের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কোমলতার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আকর্ষণীয়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ভঙ্গির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আশ্রয়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প্রলুব্ধ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স্বাভাবিকভাবে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গৃহে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পূর্বতন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জাহেলীয়াত্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যুগের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সাজসজ্জা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প্রদর্শনীর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সাজসজ্জা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প্রদর্শন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বেড়িয়ো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নামায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কায়েম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রাখো</w:t>
      </w:r>
      <w:r>
        <w:t xml:space="preserve">, </w:t>
      </w:r>
      <w:r>
        <w:rPr>
          <w:rFonts w:hint="cs"/>
          <w:cs/>
          <w:lang w:bidi="bn-IN"/>
        </w:rPr>
        <w:t>যাকাত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আনুগত্য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 xml:space="preserve">!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অপকৃষ্টতা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অপসারিত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পরিপূর্ণরূপে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পূতপবিত্র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চান।</w:t>
      </w:r>
      <w:r>
        <w:rPr>
          <w:rFonts w:hint="eastAsia"/>
        </w:rPr>
        <w:t>”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লক্ষণীয়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৩৩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শেষাংশে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সম্বোধন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নির্দেশাদির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বিবিগণ।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করীম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সম্বোধন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স্ত্রীগণকে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সতর্ক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নির্দেশ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সরাসরি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পত্নীগণ</w:t>
      </w:r>
      <w:r>
        <w:rPr>
          <w:cs/>
          <w:lang w:bidi="bn-IN"/>
        </w:rPr>
        <w:t>!</w:t>
      </w:r>
      <w:r w:rsidRPr="00635115">
        <w:rPr>
          <w:rStyle w:val="libEnChar"/>
        </w:rPr>
        <w:t>’</w:t>
      </w:r>
      <w: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সম্বোধন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 w:rsidRPr="00635115">
        <w:rPr>
          <w:rStyle w:val="libArChar"/>
          <w:rFonts w:hint="eastAsia"/>
          <w:rtl/>
        </w:rPr>
        <w:t>کُنتُنَّ</w:t>
      </w:r>
      <w:r w:rsidRPr="00635115">
        <w:rPr>
          <w:rStyle w:val="libArChar"/>
          <w:rtl/>
        </w:rPr>
        <w:t xml:space="preserve">, </w:t>
      </w:r>
      <w:r w:rsidRPr="00635115">
        <w:rPr>
          <w:rStyle w:val="libArChar"/>
          <w:rFonts w:hint="eastAsia"/>
          <w:rtl/>
        </w:rPr>
        <w:t>تُرِدنَ</w:t>
      </w:r>
      <w:r w:rsidRPr="00635115">
        <w:rPr>
          <w:rStyle w:val="libArChar"/>
          <w:rtl/>
        </w:rPr>
        <w:t xml:space="preserve">, </w:t>
      </w:r>
      <w:r w:rsidRPr="00635115">
        <w:rPr>
          <w:rStyle w:val="libArChar"/>
          <w:rFonts w:hint="eastAsia"/>
          <w:rtl/>
        </w:rPr>
        <w:t>مِنکُنَّ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ইত্যাদিতে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বহুবচনে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স্ত্রীবাচক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সংযুক্ত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সর্বনাম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৩৩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শেষাংশে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সম্বোধন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 w:rsidRPr="00635115">
        <w:rPr>
          <w:rStyle w:val="libArChar"/>
          <w:rFonts w:hint="eastAsia"/>
          <w:rtl/>
        </w:rPr>
        <w:t>عَنکُم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635115">
        <w:rPr>
          <w:rStyle w:val="libArChar"/>
          <w:rFonts w:hint="eastAsia"/>
          <w:rtl/>
        </w:rPr>
        <w:t>يُطَهِّرَکُم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বহুবচনে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পুরুষবাচক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সংযুক্ত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সর্বনাম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ভাষায়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বহুবচনে</w:t>
      </w:r>
      <w:r>
        <w:rPr>
          <w:cs/>
          <w:lang w:bidi="bn-IN"/>
        </w:rPr>
        <w:t xml:space="preserve"> </w:t>
      </w:r>
      <w:r w:rsidR="00184621">
        <w:rPr>
          <w:rFonts w:hint="cs"/>
          <w:cs/>
          <w:lang w:bidi="bn-IN"/>
        </w:rPr>
        <w:t>দু</w:t>
      </w:r>
      <w:r w:rsidR="00184621" w:rsidRPr="00184621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পুরুষবাচক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সর্বনাম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বুঝাতে।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অতএব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কথাটি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আভিধানিক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t xml:space="preserve">;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নাবালেগ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সাবালেগও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পুরুষ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সন্তান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কথাটি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আভিধানিক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বহুবচনে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স্ত্রীবাচক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সম্বোধন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অতএব</w:t>
      </w:r>
      <w:r>
        <w:t xml:space="preserve">, </w:t>
      </w:r>
      <w:r>
        <w:rPr>
          <w:rFonts w:hint="cs"/>
          <w:cs/>
          <w:lang w:bidi="bn-IN"/>
        </w:rPr>
        <w:t>এতে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পারিভাষিক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,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উভয়ই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শামিল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দ্বিতীয়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শামিলকৃত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সদস্য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সদস্যই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অথবা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কারা</w:t>
      </w:r>
      <w:r>
        <w:t xml:space="preserve">?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সদস্য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বিবিগণ</w:t>
      </w:r>
      <w:r>
        <w:t xml:space="preserve">, </w:t>
      </w:r>
      <w:r>
        <w:rPr>
          <w:rFonts w:hint="cs"/>
          <w:cs/>
          <w:lang w:bidi="bn-IN"/>
        </w:rPr>
        <w:t>নাকি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t xml:space="preserve">, </w:t>
      </w:r>
      <w:r>
        <w:rPr>
          <w:rFonts w:hint="cs"/>
          <w:cs/>
          <w:lang w:bidi="bn-IN"/>
        </w:rPr>
        <w:t>নাকি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বিবিগণের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t>?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বক্তব্যের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বাচনভঙ্গির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উল্লিখিত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বিবিগণ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সম্বোধন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কয়েকটি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চরম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, </w:t>
      </w:r>
      <w:r>
        <w:rPr>
          <w:rFonts w:hint="cs"/>
          <w:cs/>
          <w:lang w:bidi="bn-IN"/>
        </w:rPr>
        <w:t>কয়েকটি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নিষেধ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কয়েকটি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চরম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সৌন্দর্য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ভোগ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বিলাসিতা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কামনা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বিদায়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ইঙ্গিত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উপায়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উপকরণাদির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করেছিলেন।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বক্তব্যে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নিষেধ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পরোক্ষভাবে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মিনা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নিষেধ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পত্নীগণকে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সতর্কীকরণ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নিষেধকরণ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ইঙ্গিত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মিনা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জড়িত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আলাদাভাবে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নিষেধ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একই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অপরাধ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মিনা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দ্বিগুণ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ফয়ছালার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আচরণের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ব্যক্তিগত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জড়িত।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আরেকটি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লক্ষণীয়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বিদায়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হুমকির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বিবিগণের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শামিল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শামিল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যদিও</w:t>
      </w:r>
      <w:r>
        <w:t xml:space="preserve">,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স্ত্রী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স্বামীর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স্বাভাবিক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ভরণ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পোষণ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ভোগোপকরণ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দাবী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করলে</w:t>
      </w:r>
      <w:r>
        <w:t xml:space="preserve">,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অতিরিক্ত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অলঙ্কারাদি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আরাম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আয়েশের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উপকরণাদির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আবদার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করলে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স্বামীর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তালাক্ব্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নাজায়েয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বিবি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সক্ষম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পসন্দনীয়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lastRenderedPageBreak/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পুরষ্কারের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সুসংবাদের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বিষয়গুলোতে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সম্মিলিতভাবে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শামিল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প্রত্যেককে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ব্যক্তিগতভাবে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সুসংবাদ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অতঃপর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:</w:t>
      </w:r>
    </w:p>
    <w:p w:rsidR="00635115" w:rsidRPr="00A72AC0" w:rsidRDefault="00A72AC0" w:rsidP="00A72AC0">
      <w:pPr>
        <w:pStyle w:val="libAie"/>
      </w:pPr>
      <w:r w:rsidRPr="00A72AC0">
        <w:rPr>
          <w:rStyle w:val="libAlaemChar"/>
          <w:rFonts w:hint="cs"/>
          <w:rtl/>
        </w:rPr>
        <w:t>(</w:t>
      </w:r>
      <w:r w:rsidR="00635115" w:rsidRPr="00A72AC0">
        <w:rPr>
          <w:rFonts w:hint="eastAsia"/>
          <w:rtl/>
        </w:rPr>
        <w:t>إِنَّمَا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يُرِيدُ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اللَّهُ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لِيُذْهِبَ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عَنْكُمُ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الرِّجْسَ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أَهْلَ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الْبَيْتِ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وَيُطَهِّرَكُمْ</w:t>
      </w:r>
      <w:r w:rsidR="00635115" w:rsidRPr="00A72AC0">
        <w:rPr>
          <w:rtl/>
        </w:rPr>
        <w:t xml:space="preserve"> </w:t>
      </w:r>
      <w:r w:rsidR="00635115" w:rsidRPr="00A72AC0">
        <w:rPr>
          <w:rFonts w:hint="eastAsia"/>
          <w:rtl/>
        </w:rPr>
        <w:t>تَطْهِيرًا</w:t>
      </w:r>
      <w:r w:rsidRPr="00A72AC0">
        <w:rPr>
          <w:rStyle w:val="libAlaemChar"/>
          <w:rFonts w:hint="cs"/>
          <w:rtl/>
        </w:rPr>
        <w:t>)</w:t>
      </w:r>
    </w:p>
    <w:p w:rsidR="00635115" w:rsidRDefault="00635115" w:rsidP="00635115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 xml:space="preserve">!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অপকৃষ্টতা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অপসারিত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পরিপূর্ণরূপে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পূতপবিত্র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চান।</w:t>
      </w:r>
      <w:r>
        <w:rPr>
          <w:rFonts w:hint="eastAsia"/>
        </w:rPr>
        <w:t>”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আয়াতের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শব্দাবলীর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সতর্কতার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দৃষ্টিপাত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সম্বোধন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বিবিগণের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সতর্কীকরণ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দূরের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t xml:space="preserve">,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নছীহতও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 w:rsidR="00184621">
        <w:rPr>
          <w:rFonts w:hint="cs"/>
          <w:cs/>
          <w:lang w:bidi="bn-IN"/>
        </w:rPr>
        <w:t>দু</w:t>
      </w:r>
      <w:r w:rsidR="00184621" w:rsidRPr="00184621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ফয়ছালা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সিদ্ধান্তের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অপকৃষ্টতা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অপসারিত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পরিপূর্ণরূপে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পূতপবিত্র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সিদ্ধান্ত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ঘোষণার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বাক্য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শুরু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 w:rsidRPr="00635115">
        <w:rPr>
          <w:rStyle w:val="libArChar"/>
          <w:rFonts w:hint="eastAsia"/>
          <w:rtl/>
        </w:rPr>
        <w:t>انما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শব্দ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এটি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অপরিবর্তনীয়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সিদ্ধান্ত</w:t>
      </w:r>
      <w:r>
        <w:t xml:space="preserve">; </w:t>
      </w:r>
      <w:r>
        <w:rPr>
          <w:rFonts w:hint="cs"/>
          <w:cs/>
          <w:lang w:bidi="bn-IN"/>
        </w:rPr>
        <w:t>কোনোরূপ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সম্ভাবনাযুক্ত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বিকল্প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সিদ্ধান্ত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পাপমুক্ততা</w:t>
      </w:r>
      <w:r>
        <w:rPr>
          <w:cs/>
          <w:lang w:bidi="bn-IN"/>
        </w:rPr>
        <w:t xml:space="preserve"> (</w:t>
      </w:r>
      <w:r w:rsidRPr="00635115">
        <w:rPr>
          <w:rStyle w:val="libArChar"/>
          <w:rFonts w:hint="eastAsia"/>
          <w:rtl/>
        </w:rPr>
        <w:t>عصمة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কোথাওই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বিবিগণের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পরোক্ষ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কোনোভাবেই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পাপমুক্ততা</w:t>
      </w:r>
      <w:r>
        <w:rPr>
          <w:cs/>
          <w:lang w:bidi="bn-IN"/>
        </w:rPr>
        <w:t xml:space="preserve"> (</w:t>
      </w:r>
      <w:r w:rsidRPr="00635115">
        <w:rPr>
          <w:rStyle w:val="libArChar"/>
          <w:rFonts w:hint="eastAsia"/>
          <w:rtl/>
        </w:rPr>
        <w:t>عصمة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ঘোষণা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</w:p>
    <w:p w:rsidR="00635115" w:rsidRDefault="00635115" w:rsidP="00807656">
      <w:pPr>
        <w:pStyle w:val="libLine"/>
      </w:pPr>
      <w:r>
        <w:t>[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 w:rsidR="00184621">
        <w:rPr>
          <w:rFonts w:hint="cs"/>
          <w:cs/>
          <w:lang w:bidi="bn-IN"/>
        </w:rPr>
        <w:t>ছূম্</w:t>
      </w:r>
      <w:r>
        <w:rPr>
          <w:cs/>
          <w:lang w:bidi="bn-IN"/>
        </w:rPr>
        <w:t xml:space="preserve"> (</w:t>
      </w:r>
      <w:r w:rsidRPr="00635115">
        <w:rPr>
          <w:rStyle w:val="libArChar"/>
          <w:rFonts w:hint="eastAsia"/>
          <w:rtl/>
        </w:rPr>
        <w:t>معصوم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পাপমুক্ত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নিশ্চিতভাবেই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পাপমুক্ত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 w:rsidR="00184621">
        <w:rPr>
          <w:rFonts w:hint="cs"/>
          <w:cs/>
          <w:lang w:bidi="bn-IN"/>
        </w:rPr>
        <w:t>ছূম্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নিশ্চিতভাবেই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 w:rsidR="00184621">
        <w:rPr>
          <w:rFonts w:hint="cs"/>
          <w:cs/>
          <w:lang w:bidi="bn-IN"/>
        </w:rPr>
        <w:t>ছূম্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পাপ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নিশ্চয়তা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লিপ্ত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কাউকে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পাপী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>]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উপরোদ্ধৃত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বাচনভঙ্গি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বিবিগণ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 w:rsidR="00184621">
        <w:rPr>
          <w:rFonts w:hint="cs"/>
          <w:cs/>
          <w:lang w:bidi="bn-IN"/>
        </w:rPr>
        <w:t>ছূম্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 w:rsidR="00807656">
        <w:rPr>
          <w:rFonts w:hint="cs"/>
          <w:cs/>
          <w:lang w:bidi="bn-IN"/>
        </w:rPr>
        <w:t>মু</w:t>
      </w:r>
      <w:r w:rsidR="00807656" w:rsidRPr="00807656">
        <w:rPr>
          <w:rStyle w:val="libEnChar"/>
          <w:rFonts w:hint="cs"/>
        </w:rPr>
        <w:t>’</w:t>
      </w:r>
      <w:r w:rsidR="00807656">
        <w:rPr>
          <w:rFonts w:hint="cs"/>
          <w:cs/>
          <w:lang w:bidi="bn-IN"/>
        </w:rPr>
        <w:t>মিনা</w:t>
      </w:r>
      <w:r>
        <w:rPr>
          <w:rFonts w:hint="cs"/>
          <w:cs/>
          <w:lang w:bidi="bn-IN"/>
        </w:rPr>
        <w:t>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আহযাব্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৬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ইন্তেকালের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কাউকে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বিবাহ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 w:rsidR="00807656">
        <w:rPr>
          <w:rFonts w:hint="cs"/>
          <w:cs/>
          <w:lang w:bidi="bn-IN"/>
        </w:rPr>
        <w:t>মু</w:t>
      </w:r>
      <w:r w:rsidR="00807656" w:rsidRPr="00807656">
        <w:rPr>
          <w:rStyle w:val="libEnChar"/>
          <w:rFonts w:hint="cs"/>
        </w:rPr>
        <w:t>’</w:t>
      </w:r>
      <w:r w:rsidR="00807656">
        <w:rPr>
          <w:rFonts w:hint="cs"/>
          <w:cs/>
          <w:lang w:bidi="bn-IN"/>
        </w:rPr>
        <w:t>মিনা</w:t>
      </w:r>
      <w:r>
        <w:rPr>
          <w:rFonts w:hint="cs"/>
          <w:cs/>
          <w:lang w:bidi="bn-IN"/>
        </w:rPr>
        <w:t>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হারাম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আহযাব্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৫৩</w:t>
      </w:r>
      <w:r>
        <w:rPr>
          <w:cs/>
          <w:lang w:bidi="bn-IN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 w:rsidR="00807656">
        <w:rPr>
          <w:rFonts w:hint="cs"/>
          <w:cs/>
          <w:lang w:bidi="bn-IN"/>
        </w:rPr>
        <w:t>মু</w:t>
      </w:r>
      <w:r w:rsidR="00807656" w:rsidRPr="00807656">
        <w:rPr>
          <w:rStyle w:val="libEnChar"/>
          <w:rFonts w:hint="cs"/>
        </w:rPr>
        <w:t>’</w:t>
      </w:r>
      <w:r w:rsidR="00807656">
        <w:rPr>
          <w:rFonts w:hint="cs"/>
          <w:cs/>
          <w:lang w:bidi="bn-IN"/>
        </w:rPr>
        <w:t>মিনা</w:t>
      </w:r>
      <w:r>
        <w:rPr>
          <w:rFonts w:hint="cs"/>
          <w:cs/>
          <w:lang w:bidi="bn-IN"/>
        </w:rPr>
        <w:t>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সম্মানার্হ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পরিপ্রেক্ষিতে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পাপমুক্ততার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উন্নীত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চেষ্টা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হলো</w:t>
      </w:r>
      <w:r>
        <w:rPr>
          <w:cs/>
          <w:lang w:bidi="bn-IN"/>
        </w:rPr>
        <w:t xml:space="preserve"> </w:t>
      </w:r>
      <w:r w:rsidR="00807656">
        <w:rPr>
          <w:rFonts w:hint="cs"/>
          <w:cs/>
          <w:lang w:bidi="bn-IN"/>
        </w:rPr>
        <w:t>মু</w:t>
      </w:r>
      <w:r w:rsidR="00807656" w:rsidRPr="00807656">
        <w:rPr>
          <w:rStyle w:val="libEnChar"/>
          <w:rFonts w:hint="cs"/>
        </w:rPr>
        <w:t>’</w:t>
      </w:r>
      <w:r w:rsidR="00807656">
        <w:rPr>
          <w:rFonts w:hint="cs"/>
          <w:cs/>
          <w:lang w:bidi="bn-IN"/>
        </w:rPr>
        <w:t>মিনা</w:t>
      </w:r>
      <w:r>
        <w:rPr>
          <w:rFonts w:hint="cs"/>
          <w:cs/>
          <w:lang w:bidi="bn-IN"/>
        </w:rPr>
        <w:t>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মাতৃস্বরূপ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 w:rsidR="00184621">
        <w:rPr>
          <w:rFonts w:hint="cs"/>
          <w:cs/>
          <w:lang w:bidi="bn-IN"/>
        </w:rPr>
        <w:t>ছূম্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t xml:space="preserve">, </w:t>
      </w:r>
      <w:r>
        <w:rPr>
          <w:rFonts w:hint="cs"/>
          <w:cs/>
          <w:lang w:bidi="bn-IN"/>
        </w:rPr>
        <w:t>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 w:rsidR="00807656">
        <w:rPr>
          <w:rFonts w:hint="cs"/>
          <w:cs/>
          <w:lang w:bidi="bn-IN"/>
        </w:rPr>
        <w:t>মু</w:t>
      </w:r>
      <w:r w:rsidR="00807656" w:rsidRPr="00807656">
        <w:rPr>
          <w:rStyle w:val="libEnChar"/>
          <w:rFonts w:hint="cs"/>
        </w:rPr>
        <w:t>’</w:t>
      </w:r>
      <w:r w:rsidR="00807656">
        <w:rPr>
          <w:rFonts w:hint="cs"/>
          <w:cs/>
          <w:lang w:bidi="bn-IN"/>
        </w:rPr>
        <w:t>মিনা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জন্মদাত্রী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সম্মানার্হ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অনিবার্যভাবেই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 w:rsidR="00184621">
        <w:rPr>
          <w:rFonts w:hint="cs"/>
          <w:cs/>
          <w:lang w:bidi="bn-IN"/>
        </w:rPr>
        <w:t>ছূম্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 w:rsidR="00807656">
        <w:rPr>
          <w:rFonts w:hint="cs"/>
          <w:cs/>
          <w:lang w:bidi="bn-IN"/>
        </w:rPr>
        <w:t>মু</w:t>
      </w:r>
      <w:r w:rsidR="00807656" w:rsidRPr="00807656">
        <w:rPr>
          <w:rStyle w:val="libEnChar"/>
          <w:rFonts w:hint="cs"/>
        </w:rPr>
        <w:t>’</w:t>
      </w:r>
      <w:r w:rsidR="00807656">
        <w:rPr>
          <w:rFonts w:hint="cs"/>
          <w:cs/>
          <w:lang w:bidi="bn-IN"/>
        </w:rPr>
        <w:t>মিনা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মাতা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কাফেরও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সম্মানার্হ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সৌজন্যমূলক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আচরণ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অব্যাহত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নির্দেশ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 w:rsidR="00807656">
        <w:rPr>
          <w:rFonts w:hint="cs"/>
          <w:cs/>
          <w:lang w:bidi="bn-IN"/>
        </w:rPr>
        <w:t>মু</w:t>
      </w:r>
      <w:r w:rsidR="00807656" w:rsidRPr="00807656">
        <w:rPr>
          <w:rStyle w:val="libEnChar"/>
          <w:rFonts w:hint="cs"/>
        </w:rPr>
        <w:t>’</w:t>
      </w:r>
      <w:r w:rsidR="00807656">
        <w:rPr>
          <w:rFonts w:hint="cs"/>
          <w:cs/>
          <w:lang w:bidi="bn-IN"/>
        </w:rPr>
        <w:t>মিনা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আচরণ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মাতাকে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মিনে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পরিণত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635115" w:rsidRDefault="00807656" w:rsidP="00635115">
      <w:pPr>
        <w:pStyle w:val="libNormal"/>
      </w:pPr>
      <w:r>
        <w:rPr>
          <w:rFonts w:hint="cs"/>
          <w:cs/>
          <w:lang w:bidi="bn-IN"/>
        </w:rPr>
        <w:t>মু</w:t>
      </w:r>
      <w:r w:rsidRPr="00807656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মিনা</w:t>
      </w:r>
      <w:r w:rsidR="00635115">
        <w:rPr>
          <w:rFonts w:hint="cs"/>
          <w:cs/>
          <w:lang w:bidi="bn-IN"/>
        </w:rPr>
        <w:t>দের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জন্য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হযরত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রাসূলে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আকরাম</w:t>
      </w:r>
      <w:r w:rsidR="00635115">
        <w:rPr>
          <w:cs/>
          <w:lang w:bidi="bn-IN"/>
        </w:rPr>
        <w:t xml:space="preserve"> (</w:t>
      </w:r>
      <w:r w:rsidR="00635115">
        <w:rPr>
          <w:rFonts w:hint="cs"/>
          <w:cs/>
          <w:lang w:bidi="bn-IN"/>
        </w:rPr>
        <w:t>ছ্বাঃ</w:t>
      </w:r>
      <w:r w:rsidR="00635115">
        <w:rPr>
          <w:cs/>
          <w:lang w:bidi="bn-IN"/>
        </w:rPr>
        <w:t>)-</w:t>
      </w:r>
      <w:r w:rsidR="00635115">
        <w:rPr>
          <w:rFonts w:hint="cs"/>
          <w:cs/>
          <w:lang w:bidi="bn-IN"/>
        </w:rPr>
        <w:t>এর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বিবিগণকে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মায়ের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ন্যায়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সম্মানার্হ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গণ্য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করার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বিষয়টিও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একই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ধরনের।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প্রকৃত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পক্ষে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স্বয়ং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রাসূলুল্লাহ্</w:t>
      </w:r>
      <w:r w:rsidR="00635115">
        <w:rPr>
          <w:cs/>
          <w:lang w:bidi="bn-IN"/>
        </w:rPr>
        <w:t xml:space="preserve"> (</w:t>
      </w:r>
      <w:r w:rsidR="00635115">
        <w:rPr>
          <w:rFonts w:hint="cs"/>
          <w:cs/>
          <w:lang w:bidi="bn-IN"/>
        </w:rPr>
        <w:t>ছ্বাঃ</w:t>
      </w:r>
      <w:r w:rsidR="00635115">
        <w:rPr>
          <w:cs/>
          <w:lang w:bidi="bn-IN"/>
        </w:rPr>
        <w:t>)-</w:t>
      </w:r>
      <w:r w:rsidR="00635115">
        <w:rPr>
          <w:rFonts w:hint="cs"/>
          <w:cs/>
          <w:lang w:bidi="bn-IN"/>
        </w:rPr>
        <w:t>এর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স্ত্রীর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মর্যাদাই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তাঁদের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প্রতি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সম্মান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প্রদর্শনকে</w:t>
      </w:r>
      <w:r w:rsidR="00635115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</w:t>
      </w:r>
      <w:r w:rsidRPr="00807656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মিনা</w:t>
      </w:r>
      <w:r w:rsidR="00635115">
        <w:rPr>
          <w:rFonts w:hint="cs"/>
          <w:cs/>
          <w:lang w:bidi="bn-IN"/>
        </w:rPr>
        <w:t>দের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জন্য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অপরিহার্য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করেছে।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কারণ</w:t>
      </w:r>
      <w:r w:rsidR="00635115">
        <w:t xml:space="preserve">, </w:t>
      </w:r>
      <w:r w:rsidR="00635115">
        <w:rPr>
          <w:rFonts w:hint="cs"/>
          <w:cs/>
          <w:lang w:bidi="bn-IN"/>
        </w:rPr>
        <w:t>হযরত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রাসূলে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আকরাম</w:t>
      </w:r>
      <w:r w:rsidR="00635115">
        <w:rPr>
          <w:cs/>
          <w:lang w:bidi="bn-IN"/>
        </w:rPr>
        <w:t xml:space="preserve"> (</w:t>
      </w:r>
      <w:r w:rsidR="00635115">
        <w:rPr>
          <w:rFonts w:hint="cs"/>
          <w:cs/>
          <w:lang w:bidi="bn-IN"/>
        </w:rPr>
        <w:t>ছ্বাঃ</w:t>
      </w:r>
      <w:r w:rsidR="00635115"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মু</w:t>
      </w:r>
      <w:r w:rsidRPr="00807656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মিনা</w:t>
      </w:r>
      <w:r w:rsidR="00635115">
        <w:rPr>
          <w:rFonts w:hint="cs"/>
          <w:cs/>
          <w:lang w:bidi="bn-IN"/>
        </w:rPr>
        <w:t>দের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জন্য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পিতৃতুল্য</w:t>
      </w:r>
      <w:r w:rsidR="00635115">
        <w:t xml:space="preserve">, </w:t>
      </w:r>
      <w:r w:rsidR="00635115">
        <w:rPr>
          <w:rFonts w:hint="cs"/>
          <w:cs/>
          <w:lang w:bidi="bn-IN"/>
        </w:rPr>
        <w:t>বরং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তিনি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পিতার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চেয়েও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অধিকতর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সম্মান</w:t>
      </w:r>
      <w:r w:rsidR="00635115">
        <w:t xml:space="preserve">, </w:t>
      </w:r>
      <w:r w:rsidR="00635115">
        <w:rPr>
          <w:rFonts w:hint="cs"/>
          <w:cs/>
          <w:lang w:bidi="bn-IN"/>
        </w:rPr>
        <w:t>শ্রদ্ধা</w:t>
      </w:r>
      <w:r w:rsidR="00635115">
        <w:t xml:space="preserve">, </w:t>
      </w:r>
      <w:r w:rsidR="00635115">
        <w:rPr>
          <w:rFonts w:hint="cs"/>
          <w:cs/>
          <w:lang w:bidi="bn-IN"/>
        </w:rPr>
        <w:t>ভক্তি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ও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ভালোবাসা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পাবার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হক্বদার।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এমতাবস্থায়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তাঁর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পরে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তাঁর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কোনো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স্ত্রীকে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বিবাহ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করলে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স্বয়ং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রাসূলুল্লাহ্</w:t>
      </w:r>
      <w:r w:rsidR="00635115">
        <w:rPr>
          <w:cs/>
          <w:lang w:bidi="bn-IN"/>
        </w:rPr>
        <w:t xml:space="preserve"> (</w:t>
      </w:r>
      <w:r w:rsidR="00635115">
        <w:rPr>
          <w:rFonts w:hint="cs"/>
          <w:cs/>
          <w:lang w:bidi="bn-IN"/>
        </w:rPr>
        <w:t>ছ্বাঃ</w:t>
      </w:r>
      <w:r w:rsidR="00635115">
        <w:rPr>
          <w:cs/>
          <w:lang w:bidi="bn-IN"/>
        </w:rPr>
        <w:t>)-</w:t>
      </w:r>
      <w:r w:rsidR="00635115">
        <w:rPr>
          <w:rFonts w:hint="cs"/>
          <w:cs/>
          <w:lang w:bidi="bn-IN"/>
        </w:rPr>
        <w:t>এর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প্রতি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পূর্বানুরূপ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সম্মান</w:t>
      </w:r>
      <w:r w:rsidR="00635115">
        <w:t xml:space="preserve">, </w:t>
      </w:r>
      <w:r w:rsidR="00635115">
        <w:rPr>
          <w:rFonts w:hint="cs"/>
          <w:cs/>
          <w:lang w:bidi="bn-IN"/>
        </w:rPr>
        <w:t>শ্রদ্ধা</w:t>
      </w:r>
      <w:r w:rsidR="00635115">
        <w:t xml:space="preserve">, </w:t>
      </w:r>
      <w:r w:rsidR="00635115">
        <w:rPr>
          <w:rFonts w:hint="cs"/>
          <w:cs/>
          <w:lang w:bidi="bn-IN"/>
        </w:rPr>
        <w:t>ভক্তি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ও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ভালোবাসা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বজায়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থাকবে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না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এটাই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স্বাভাবিক।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এমতাবস্থায়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তাঁর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পরে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তাঁর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বিবিগণকে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বিবাহ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করা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হারাম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হওয়া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ও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তাঁদেরকে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মাতৃতুল্য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গণ্য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করা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অপরিহার্য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ছিলো।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কিন্তু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এর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দ্বারা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কিছুতেই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তাঁদেরকে</w:t>
      </w:r>
      <w:r w:rsidR="00635115"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 w:rsidR="00184621">
        <w:rPr>
          <w:rFonts w:hint="cs"/>
          <w:cs/>
          <w:lang w:bidi="bn-IN"/>
        </w:rPr>
        <w:t>ছূম্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বলে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গণ্য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করা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চলে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না।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lastRenderedPageBreak/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অতীতের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বিবিগণের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নিদ্বির্ধায়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অতীতের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বিবিগণের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ক্ষেত্রেও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 w:rsidR="00184621">
        <w:rPr>
          <w:rFonts w:hint="cs"/>
          <w:cs/>
          <w:lang w:bidi="bn-IN"/>
        </w:rPr>
        <w:t>ছূম্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 w:rsidR="00184621">
        <w:rPr>
          <w:rFonts w:hint="cs"/>
          <w:cs/>
          <w:lang w:bidi="bn-IN"/>
        </w:rPr>
        <w:t>ছূম্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t xml:space="preserve">,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স্ত্রী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</w:t>
      </w:r>
      <w:r>
        <w:t xml:space="preserve">,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নূহ্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লূত্ব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কুফরী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জাহান্নামী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ভাষায়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উল্লিখিত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মূলনীতি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স্ত্রী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 w:rsidR="00807656">
        <w:rPr>
          <w:rFonts w:hint="cs"/>
          <w:cs/>
          <w:lang w:bidi="bn-IN"/>
        </w:rPr>
        <w:t>মু</w:t>
      </w:r>
      <w:r w:rsidR="00807656" w:rsidRPr="00807656">
        <w:rPr>
          <w:rStyle w:val="libEnChar"/>
          <w:rFonts w:hint="cs"/>
        </w:rPr>
        <w:t>’</w:t>
      </w:r>
      <w:r w:rsidR="00807656">
        <w:rPr>
          <w:rFonts w:hint="cs"/>
          <w:cs/>
          <w:lang w:bidi="bn-IN"/>
        </w:rPr>
        <w:t>মিনা</w:t>
      </w:r>
      <w:r>
        <w:rPr>
          <w:rFonts w:hint="cs"/>
          <w:cs/>
          <w:lang w:bidi="bn-IN"/>
        </w:rPr>
        <w:t>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পাপমুক্ততা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 w:rsidR="00184621">
        <w:rPr>
          <w:rFonts w:hint="cs"/>
          <w:cs/>
          <w:lang w:bidi="bn-IN"/>
        </w:rPr>
        <w:t>দু</w:t>
      </w:r>
      <w:r w:rsidR="00184621" w:rsidRPr="00184621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ব্যতিক্রম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নীতিগতভাবে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মূলনীতি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উম্মাহাতুল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মিনীন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বিবিগণ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 w:rsidR="00184621">
        <w:rPr>
          <w:rFonts w:hint="cs"/>
          <w:cs/>
          <w:lang w:bidi="bn-IN"/>
        </w:rPr>
        <w:t>ছূম্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উল্লিখিত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উপরোক্ত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এজমালীভাবে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সহকারে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তাহরীম্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গোপন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গোপনীয়তা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ভঙ্গ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</w:t>
      </w:r>
      <w:r>
        <w:rPr>
          <w:cs/>
          <w:lang w:bidi="bn-IN"/>
        </w:rPr>
        <w:t xml:space="preserve"> </w:t>
      </w:r>
      <w:r w:rsidRPr="00184621">
        <w:rPr>
          <w:rStyle w:val="libLineChar"/>
          <w:rFonts w:eastAsia="Calibri"/>
          <w:rtl/>
          <w:cs/>
        </w:rPr>
        <w:t>[</w:t>
      </w:r>
      <w:r w:rsidRPr="00184621">
        <w:rPr>
          <w:rStyle w:val="libLineChar"/>
          <w:rFonts w:eastAsia="Calibri" w:hint="cs"/>
          <w:cs/>
          <w:lang w:bidi="bn-IN"/>
        </w:rPr>
        <w:t>যথাসম্ভব</w:t>
      </w:r>
      <w:r w:rsidRPr="00184621">
        <w:rPr>
          <w:rStyle w:val="libLineChar"/>
          <w:rFonts w:eastAsia="Calibri"/>
          <w:rtl/>
          <w:cs/>
        </w:rPr>
        <w:t xml:space="preserve"> </w:t>
      </w:r>
      <w:r w:rsidRPr="00184621">
        <w:rPr>
          <w:rStyle w:val="libLineChar"/>
          <w:rFonts w:eastAsia="Calibri" w:hint="cs"/>
          <w:cs/>
          <w:lang w:bidi="bn-IN"/>
        </w:rPr>
        <w:t>ঐ</w:t>
      </w:r>
      <w:r w:rsidRPr="00184621">
        <w:rPr>
          <w:rStyle w:val="libLineChar"/>
          <w:rFonts w:eastAsia="Calibri"/>
          <w:rtl/>
          <w:cs/>
        </w:rPr>
        <w:t xml:space="preserve"> </w:t>
      </w:r>
      <w:r w:rsidR="00184621" w:rsidRPr="00184621">
        <w:rPr>
          <w:rStyle w:val="libLineChar"/>
          <w:rFonts w:eastAsia="Calibri" w:hint="cs"/>
          <w:cs/>
          <w:lang w:bidi="bn-IN"/>
        </w:rPr>
        <w:t>দু</w:t>
      </w:r>
      <w:r w:rsidR="00184621" w:rsidRPr="00184621">
        <w:rPr>
          <w:rStyle w:val="libEnChar"/>
          <w:rFonts w:hint="cs"/>
        </w:rPr>
        <w:t>’</w:t>
      </w:r>
      <w:r w:rsidRPr="00184621">
        <w:rPr>
          <w:rStyle w:val="libLineChar"/>
          <w:rFonts w:eastAsia="Calibri" w:hint="cs"/>
          <w:cs/>
          <w:lang w:bidi="bn-IN"/>
        </w:rPr>
        <w:t>জনই</w:t>
      </w:r>
      <w:r w:rsidRPr="00184621">
        <w:rPr>
          <w:rStyle w:val="libLineChar"/>
          <w:rFonts w:eastAsia="Calibri"/>
          <w:rtl/>
          <w:cs/>
        </w:rPr>
        <w:t xml:space="preserve"> </w:t>
      </w:r>
      <w:r w:rsidRPr="00184621">
        <w:rPr>
          <w:rStyle w:val="libLineChar"/>
          <w:rFonts w:eastAsia="Calibri" w:hint="cs"/>
          <w:cs/>
          <w:lang w:bidi="bn-IN"/>
        </w:rPr>
        <w:t>অর্থাৎ</w:t>
      </w:r>
      <w:r w:rsidRPr="00184621">
        <w:rPr>
          <w:rStyle w:val="libLineChar"/>
          <w:rFonts w:eastAsia="Calibri"/>
          <w:rtl/>
          <w:cs/>
        </w:rPr>
        <w:t xml:space="preserve"> </w:t>
      </w:r>
      <w:r w:rsidRPr="00184621">
        <w:rPr>
          <w:rStyle w:val="libLineChar"/>
          <w:rFonts w:eastAsia="Calibri" w:hint="cs"/>
          <w:cs/>
          <w:lang w:bidi="bn-IN"/>
        </w:rPr>
        <w:t>যারা</w:t>
      </w:r>
      <w:r w:rsidRPr="00184621">
        <w:rPr>
          <w:rStyle w:val="libLineChar"/>
          <w:rFonts w:eastAsia="Calibri"/>
          <w:rtl/>
          <w:cs/>
        </w:rPr>
        <w:t xml:space="preserve"> </w:t>
      </w:r>
      <w:r w:rsidRPr="00184621">
        <w:rPr>
          <w:rStyle w:val="libLineChar"/>
          <w:rFonts w:eastAsia="Calibri" w:hint="cs"/>
          <w:cs/>
          <w:lang w:bidi="bn-IN"/>
        </w:rPr>
        <w:t>একজন</w:t>
      </w:r>
      <w:r w:rsidRPr="00184621">
        <w:rPr>
          <w:rStyle w:val="libLineChar"/>
          <w:rFonts w:eastAsia="Calibri"/>
          <w:rtl/>
          <w:cs/>
        </w:rPr>
        <w:t xml:space="preserve"> </w:t>
      </w:r>
      <w:r w:rsidRPr="00184621">
        <w:rPr>
          <w:rStyle w:val="libLineChar"/>
          <w:rFonts w:eastAsia="Calibri" w:hint="cs"/>
          <w:cs/>
          <w:lang w:bidi="bn-IN"/>
        </w:rPr>
        <w:t>আরেক</w:t>
      </w:r>
      <w:r w:rsidRPr="00184621">
        <w:rPr>
          <w:rStyle w:val="libLineChar"/>
          <w:rFonts w:eastAsia="Calibri"/>
          <w:rtl/>
          <w:cs/>
        </w:rPr>
        <w:t xml:space="preserve"> </w:t>
      </w:r>
      <w:r w:rsidRPr="00184621">
        <w:rPr>
          <w:rStyle w:val="libLineChar"/>
          <w:rFonts w:eastAsia="Calibri" w:hint="cs"/>
          <w:cs/>
          <w:lang w:bidi="bn-IN"/>
        </w:rPr>
        <w:t>জনের</w:t>
      </w:r>
      <w:r w:rsidRPr="00184621">
        <w:rPr>
          <w:rStyle w:val="libLineChar"/>
          <w:rFonts w:eastAsia="Calibri"/>
          <w:rtl/>
          <w:cs/>
        </w:rPr>
        <w:t xml:space="preserve"> </w:t>
      </w:r>
      <w:r w:rsidRPr="00184621">
        <w:rPr>
          <w:rStyle w:val="libLineChar"/>
          <w:rFonts w:eastAsia="Calibri" w:hint="cs"/>
          <w:cs/>
          <w:lang w:bidi="bn-IN"/>
        </w:rPr>
        <w:t>কাছে</w:t>
      </w:r>
      <w:r w:rsidRPr="00184621">
        <w:rPr>
          <w:rStyle w:val="libLineChar"/>
          <w:rFonts w:eastAsia="Calibri"/>
          <w:rtl/>
          <w:cs/>
        </w:rPr>
        <w:t xml:space="preserve"> </w:t>
      </w:r>
      <w:r w:rsidRPr="00184621">
        <w:rPr>
          <w:rStyle w:val="libLineChar"/>
          <w:rFonts w:eastAsia="Calibri" w:hint="cs"/>
          <w:cs/>
          <w:lang w:bidi="bn-IN"/>
        </w:rPr>
        <w:t>রাসূলুল্লাহ্</w:t>
      </w:r>
      <w:r w:rsidRPr="00184621">
        <w:rPr>
          <w:rStyle w:val="libLineChar"/>
          <w:rFonts w:eastAsia="Calibri"/>
          <w:rtl/>
          <w:cs/>
        </w:rPr>
        <w:t xml:space="preserve"> (</w:t>
      </w:r>
      <w:r w:rsidRPr="00184621">
        <w:rPr>
          <w:rStyle w:val="libLineChar"/>
          <w:rFonts w:eastAsia="Calibri" w:hint="cs"/>
          <w:cs/>
          <w:lang w:bidi="bn-IN"/>
        </w:rPr>
        <w:t>ছ্বাঃ</w:t>
      </w:r>
      <w:r w:rsidRPr="00184621">
        <w:rPr>
          <w:rStyle w:val="libLineChar"/>
          <w:rFonts w:eastAsia="Calibri"/>
          <w:rtl/>
          <w:cs/>
        </w:rPr>
        <w:t>)-</w:t>
      </w:r>
      <w:r w:rsidRPr="00184621">
        <w:rPr>
          <w:rStyle w:val="libLineChar"/>
          <w:rFonts w:eastAsia="Calibri" w:hint="cs"/>
          <w:cs/>
          <w:lang w:bidi="bn-IN"/>
        </w:rPr>
        <w:t>এর</w:t>
      </w:r>
      <w:r w:rsidRPr="00184621">
        <w:rPr>
          <w:rStyle w:val="libLineChar"/>
          <w:rFonts w:eastAsia="Calibri"/>
          <w:rtl/>
          <w:cs/>
        </w:rPr>
        <w:t xml:space="preserve"> </w:t>
      </w:r>
      <w:r w:rsidRPr="00184621">
        <w:rPr>
          <w:rStyle w:val="libLineChar"/>
          <w:rFonts w:eastAsia="Calibri" w:hint="cs"/>
          <w:cs/>
          <w:lang w:bidi="bn-IN"/>
        </w:rPr>
        <w:t>গোপন</w:t>
      </w:r>
      <w:r w:rsidRPr="00184621">
        <w:rPr>
          <w:rStyle w:val="libLineChar"/>
          <w:rFonts w:eastAsia="Calibri"/>
          <w:rtl/>
          <w:cs/>
        </w:rPr>
        <w:t xml:space="preserve"> </w:t>
      </w:r>
      <w:r w:rsidRPr="00184621">
        <w:rPr>
          <w:rStyle w:val="libLineChar"/>
          <w:rFonts w:eastAsia="Calibri" w:hint="cs"/>
          <w:cs/>
          <w:lang w:bidi="bn-IN"/>
        </w:rPr>
        <w:t>কথা</w:t>
      </w:r>
      <w:r w:rsidRPr="00184621">
        <w:rPr>
          <w:rStyle w:val="libLineChar"/>
          <w:rFonts w:eastAsia="Calibri"/>
          <w:rtl/>
          <w:cs/>
        </w:rPr>
        <w:t xml:space="preserve"> </w:t>
      </w:r>
      <w:r w:rsidRPr="00184621">
        <w:rPr>
          <w:rStyle w:val="libLineChar"/>
          <w:rFonts w:eastAsia="Calibri" w:hint="cs"/>
          <w:cs/>
          <w:lang w:bidi="bn-IN"/>
        </w:rPr>
        <w:t>বলে</w:t>
      </w:r>
      <w:r w:rsidRPr="00184621">
        <w:rPr>
          <w:rStyle w:val="libLineChar"/>
          <w:rFonts w:eastAsia="Calibri"/>
          <w:rtl/>
          <w:cs/>
        </w:rPr>
        <w:t xml:space="preserve"> </w:t>
      </w:r>
      <w:r w:rsidRPr="00184621">
        <w:rPr>
          <w:rStyle w:val="libLineChar"/>
          <w:rFonts w:eastAsia="Calibri" w:hint="cs"/>
          <w:cs/>
          <w:lang w:bidi="bn-IN"/>
        </w:rPr>
        <w:t>দিয়েছিলেন</w:t>
      </w:r>
      <w:r w:rsidRPr="00184621">
        <w:rPr>
          <w:rStyle w:val="libLineChar"/>
          <w:rFonts w:eastAsia="Calibri"/>
          <w:rtl/>
          <w:cs/>
        </w:rPr>
        <w:t>]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বিরুদ্ধে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পরস্পরকে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সাহায্য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বিরুদ্ধে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যাচ্ছিলেন।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কঠোর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ভাষায়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তিরস্কার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তাওবাহ্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নছীহত্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</w:p>
    <w:p w:rsidR="00635115" w:rsidRDefault="00635115" w:rsidP="00184621">
      <w:pPr>
        <w:pStyle w:val="libLine"/>
      </w:pPr>
      <w:r>
        <w:lastRenderedPageBreak/>
        <w:t>[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সুন্নাতের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ওলামায়ে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কেরামের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নির্ভরযোগ্য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পরিগণিত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গ্রন্থ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তাফসীরে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 w:rsidR="00184621">
        <w:rPr>
          <w:rFonts w:hint="cs"/>
          <w:cs/>
          <w:lang w:bidi="bn-IN"/>
        </w:rPr>
        <w:t>দু</w:t>
      </w:r>
      <w:r w:rsidR="00184621" w:rsidRPr="00184621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সুনির্দিষ্টভাবে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গোপন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চক্রান্তের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ভাষায়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উল্লিখিত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সুনির্দিষ্টভাবে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চিহ্নিত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নামোল্লেখ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থাকছি।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নীতিগত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t xml:space="preserve">,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একজনের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 w:rsidR="00184621">
        <w:rPr>
          <w:rFonts w:hint="cs"/>
          <w:cs/>
          <w:lang w:bidi="bn-IN"/>
        </w:rPr>
        <w:t>ছূম্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যিনিই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কেন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কাউকে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 w:rsidR="00184621">
        <w:rPr>
          <w:rFonts w:hint="cs"/>
          <w:cs/>
          <w:lang w:bidi="bn-IN"/>
        </w:rPr>
        <w:t>ছূম্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>]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:</w:t>
      </w:r>
    </w:p>
    <w:p w:rsidR="00635115" w:rsidRPr="00184621" w:rsidRDefault="00184621" w:rsidP="00184621">
      <w:pPr>
        <w:pStyle w:val="libAie"/>
      </w:pPr>
      <w:r w:rsidRPr="00184621">
        <w:rPr>
          <w:rStyle w:val="libAlaemChar"/>
        </w:rPr>
        <w:t>)</w:t>
      </w:r>
      <w:r w:rsidR="00635115" w:rsidRPr="00184621">
        <w:rPr>
          <w:rFonts w:hint="eastAsia"/>
          <w:rtl/>
        </w:rPr>
        <w:t>وَإِذْ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أَسَرَّ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النَّبِيُّ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إِلَى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بَعْضِ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أَزْوَاجِهِ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حَدِيثًا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فَلَمَّا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نَبَّأَتْ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بِهِ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وَأَظْهَرَهُ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اللَّهُ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عَلَيْهِ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عَرَّفَ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بَعْضَهُ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وَأَعْرَضَ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عَنْ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بَعْضٍ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فَلَمَّا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نَبَّأَهَا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بِهِ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قَالَتْ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مَنْ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أَنْبَأَكَ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هَذَا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قَالَ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نَبَّأَنِيَ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الْعَلِيمُ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الْخَبِيرُ</w:t>
      </w:r>
      <w:r w:rsidR="00635115" w:rsidRPr="00184621">
        <w:t>.</w:t>
      </w:r>
      <w:r w:rsidRPr="00184621">
        <w:rPr>
          <w:rStyle w:val="libAlaemChar"/>
        </w:rPr>
        <w:t>(</w:t>
      </w:r>
    </w:p>
    <w:p w:rsidR="00635115" w:rsidRDefault="00635115" w:rsidP="00635115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গোপনে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বললেন</w:t>
      </w:r>
      <w:r>
        <w:t xml:space="preserve">, </w:t>
      </w:r>
      <w:r>
        <w:rPr>
          <w:rFonts w:hint="cs"/>
          <w:cs/>
          <w:lang w:bidi="bn-IN"/>
        </w:rPr>
        <w:t>অতঃপর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কাউকে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[</w:t>
      </w:r>
      <w:r>
        <w:rPr>
          <w:rFonts w:hint="cs"/>
          <w:cs/>
          <w:lang w:bidi="bn-IN"/>
        </w:rPr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]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স্ত্রীকে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বললো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আপনাকে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জানিয়েছে</w:t>
      </w:r>
      <w:r>
        <w:t xml:space="preserve">?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বললেন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পরম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সর্বজ্ঞ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জানিয়েছেন।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তাহরীম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৩</w:t>
      </w:r>
      <w:r>
        <w:rPr>
          <w:cs/>
          <w:lang w:bidi="bn-IN"/>
        </w:rPr>
        <w:t>)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ঈমানদার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কর্তৃক</w:t>
      </w:r>
      <w:r>
        <w:t xml:space="preserve">,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ঘনিষ্ঠ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কর্তৃক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বিশ্বাস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গোপন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বলেছিলেন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গোপন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:</w:t>
      </w:r>
    </w:p>
    <w:p w:rsidR="00635115" w:rsidRPr="00184621" w:rsidRDefault="00184621" w:rsidP="00CA1609">
      <w:pPr>
        <w:pStyle w:val="libAie"/>
      </w:pPr>
      <w:r w:rsidRPr="00CA1609">
        <w:rPr>
          <w:rStyle w:val="libAlaemChar"/>
        </w:rPr>
        <w:t>)</w:t>
      </w:r>
      <w:r w:rsidR="00635115" w:rsidRPr="00184621">
        <w:rPr>
          <w:rFonts w:hint="eastAsia"/>
          <w:rtl/>
        </w:rPr>
        <w:t>إِنْ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تَتُوبَا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إِلَى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اللَّهِ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فَقَدْ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صَغَتْ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قُلُوبُكُمَا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وَإِنْ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تَظَاهَرَا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عَلَيْهِ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فَإِنَّ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اللَّهَ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هُوَ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مَوْلاهُ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وَجِبْرِيلُ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وَصَالِحُ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الْمُؤْمِنِينَ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وَالْمَلائِكَةُ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بَعْدَ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ذَلِكَ</w:t>
      </w:r>
      <w:r w:rsidR="00635115" w:rsidRPr="00184621">
        <w:rPr>
          <w:rtl/>
        </w:rPr>
        <w:t xml:space="preserve"> </w:t>
      </w:r>
      <w:r w:rsidR="00635115" w:rsidRPr="00184621">
        <w:rPr>
          <w:rFonts w:hint="eastAsia"/>
          <w:rtl/>
        </w:rPr>
        <w:t>ظَهِيرٌ</w:t>
      </w:r>
      <w:r w:rsidR="00CA1609" w:rsidRPr="00CA1609">
        <w:rPr>
          <w:rStyle w:val="libAlaemChar"/>
        </w:rPr>
        <w:t>(</w:t>
      </w:r>
      <w:r w:rsidR="00635115" w:rsidRPr="00184621">
        <w:t>.</w:t>
      </w:r>
    </w:p>
    <w:p w:rsidR="00635115" w:rsidRDefault="00635115" w:rsidP="00635115">
      <w:pPr>
        <w:pStyle w:val="libNormal"/>
      </w:pPr>
      <w:r>
        <w:rPr>
          <w:rFonts w:hint="eastAsia"/>
        </w:rPr>
        <w:lastRenderedPageBreak/>
        <w:t>“</w:t>
      </w:r>
      <w:r>
        <w:rPr>
          <w:rFonts w:hint="cs"/>
          <w:cs/>
          <w:lang w:bidi="bn-IN"/>
        </w:rPr>
        <w:t>তোমাদের</w:t>
      </w:r>
      <w:r>
        <w:rPr>
          <w:cs/>
          <w:lang w:bidi="bn-IN"/>
        </w:rPr>
        <w:t xml:space="preserve"> </w:t>
      </w:r>
      <w:r w:rsidR="00184621">
        <w:rPr>
          <w:rFonts w:hint="cs"/>
          <w:cs/>
          <w:lang w:bidi="bn-IN"/>
        </w:rPr>
        <w:t>দু</w:t>
      </w:r>
      <w:r w:rsidR="00184621" w:rsidRPr="00184621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জনের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অন্যায়ের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ঝুঁকে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তাওবাহ্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করো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>)</w:t>
      </w:r>
      <w:r>
        <w:t xml:space="preserve">, </w:t>
      </w:r>
      <w:r>
        <w:rPr>
          <w:rFonts w:hint="cs"/>
          <w:cs/>
          <w:lang w:bidi="bn-IN"/>
        </w:rPr>
        <w:t>নচেৎ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তোমরা</w:t>
      </w:r>
      <w:r>
        <w:rPr>
          <w:cs/>
          <w:lang w:bidi="bn-IN"/>
        </w:rPr>
        <w:t xml:space="preserve"> </w:t>
      </w:r>
      <w:r w:rsidR="00184621">
        <w:rPr>
          <w:rFonts w:hint="cs"/>
          <w:cs/>
          <w:lang w:bidi="bn-IN"/>
        </w:rPr>
        <w:t>দু</w:t>
      </w:r>
      <w:r w:rsidR="00184621" w:rsidRPr="00184621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রাসূলের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বিরুদ্ধে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পরস্পরকে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সহায়তা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করো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বিরুদ্ধে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করো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জেনে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রেখো</w:t>
      </w:r>
      <w:r>
        <w:t xml:space="preserve">,) 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অভিভাবক</w:t>
      </w:r>
      <w:r>
        <w:t xml:space="preserve">,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এছাড়াও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জিবরাঈল</w:t>
      </w:r>
      <w:r>
        <w:t xml:space="preserve">, </w:t>
      </w:r>
      <w:r>
        <w:rPr>
          <w:rFonts w:hint="cs"/>
          <w:cs/>
          <w:lang w:bidi="bn-IN"/>
        </w:rPr>
        <w:t>উপযুক্ত</w:t>
      </w:r>
      <w:r>
        <w:rPr>
          <w:cs/>
          <w:lang w:bidi="bn-IN"/>
        </w:rPr>
        <w:t xml:space="preserve"> </w:t>
      </w:r>
      <w:r w:rsidR="00807656">
        <w:rPr>
          <w:rFonts w:hint="cs"/>
          <w:cs/>
          <w:lang w:bidi="bn-IN"/>
        </w:rPr>
        <w:t>মু</w:t>
      </w:r>
      <w:r w:rsidR="00807656" w:rsidRPr="00807656">
        <w:rPr>
          <w:rStyle w:val="libEnChar"/>
          <w:rFonts w:hint="cs"/>
        </w:rPr>
        <w:t>’</w:t>
      </w:r>
      <w:r w:rsidR="00807656">
        <w:rPr>
          <w:rFonts w:hint="cs"/>
          <w:cs/>
          <w:lang w:bidi="bn-IN"/>
        </w:rPr>
        <w:t>মিনা</w:t>
      </w:r>
      <w:r>
        <w:rPr>
          <w:rFonts w:hint="cs"/>
          <w:cs/>
          <w:lang w:bidi="bn-IN"/>
        </w:rPr>
        <w:t>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ফেরেশতাগণ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সাহায্যকারী।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তাহরীম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৪</w:t>
      </w:r>
      <w:r>
        <w:rPr>
          <w:cs/>
          <w:lang w:bidi="bn-IN"/>
        </w:rPr>
        <w:t>)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 w:rsidR="00184621">
        <w:rPr>
          <w:rFonts w:hint="cs"/>
          <w:cs/>
          <w:lang w:bidi="bn-IN"/>
        </w:rPr>
        <w:t>দু</w:t>
      </w:r>
      <w:r w:rsidR="00184621" w:rsidRPr="00184621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জনের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তালাক্ব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অস্বাভাবিক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দ্বিবচনের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পরিবর্তে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স্ত্রীবাচক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বহুবচন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চক্রান্তে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বাধা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,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শৈথিল্যের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তালাক্ব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অস্বাভাবিক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:</w:t>
      </w:r>
    </w:p>
    <w:p w:rsidR="00635115" w:rsidRDefault="00CA1609" w:rsidP="00CA1609">
      <w:pPr>
        <w:pStyle w:val="libAie"/>
      </w:pPr>
      <w:r w:rsidRPr="00CA1609">
        <w:rPr>
          <w:rStyle w:val="libAlaemChar"/>
        </w:rPr>
        <w:t>)</w:t>
      </w:r>
      <w:r w:rsidR="00635115" w:rsidRPr="00CA1609">
        <w:rPr>
          <w:rFonts w:hint="cs"/>
          <w:rtl/>
        </w:rPr>
        <w:t>عَسَى</w:t>
      </w:r>
      <w:r w:rsidR="00635115" w:rsidRPr="00CA1609">
        <w:rPr>
          <w:rtl/>
        </w:rPr>
        <w:t xml:space="preserve"> </w:t>
      </w:r>
      <w:r w:rsidR="00635115" w:rsidRPr="00CA1609">
        <w:rPr>
          <w:rFonts w:hint="eastAsia"/>
          <w:rtl/>
        </w:rPr>
        <w:t>رَبُّهُ</w:t>
      </w:r>
      <w:r w:rsidR="00635115" w:rsidRPr="00CA1609">
        <w:rPr>
          <w:rtl/>
        </w:rPr>
        <w:t xml:space="preserve"> </w:t>
      </w:r>
      <w:r w:rsidR="00635115" w:rsidRPr="00CA1609">
        <w:rPr>
          <w:rFonts w:hint="eastAsia"/>
          <w:rtl/>
        </w:rPr>
        <w:t>إِنْ</w:t>
      </w:r>
      <w:r w:rsidR="00635115" w:rsidRPr="00CA1609">
        <w:rPr>
          <w:rtl/>
        </w:rPr>
        <w:t xml:space="preserve"> </w:t>
      </w:r>
      <w:r w:rsidR="00635115" w:rsidRPr="00CA1609">
        <w:rPr>
          <w:rFonts w:hint="eastAsia"/>
          <w:rtl/>
        </w:rPr>
        <w:t>طَلَّقَكُنَّ</w:t>
      </w:r>
      <w:r w:rsidR="00635115" w:rsidRPr="00CA1609">
        <w:rPr>
          <w:rtl/>
        </w:rPr>
        <w:t xml:space="preserve"> </w:t>
      </w:r>
      <w:r w:rsidR="00635115" w:rsidRPr="00CA1609">
        <w:rPr>
          <w:rFonts w:hint="eastAsia"/>
          <w:rtl/>
        </w:rPr>
        <w:t>أَنْ</w:t>
      </w:r>
      <w:r w:rsidR="00635115" w:rsidRPr="00CA1609">
        <w:rPr>
          <w:rtl/>
        </w:rPr>
        <w:t xml:space="preserve"> </w:t>
      </w:r>
      <w:r w:rsidR="00635115" w:rsidRPr="00CA1609">
        <w:rPr>
          <w:rFonts w:hint="eastAsia"/>
          <w:rtl/>
        </w:rPr>
        <w:t>يُبْدِلَهُ</w:t>
      </w:r>
      <w:r w:rsidR="00635115" w:rsidRPr="00CA1609">
        <w:rPr>
          <w:rtl/>
        </w:rPr>
        <w:t xml:space="preserve"> </w:t>
      </w:r>
      <w:r w:rsidR="00635115" w:rsidRPr="00CA1609">
        <w:rPr>
          <w:rFonts w:hint="eastAsia"/>
          <w:rtl/>
        </w:rPr>
        <w:t>أَزْوَاجًا</w:t>
      </w:r>
      <w:r w:rsidR="00635115" w:rsidRPr="00CA1609">
        <w:rPr>
          <w:rtl/>
        </w:rPr>
        <w:t xml:space="preserve"> </w:t>
      </w:r>
      <w:r w:rsidR="00635115" w:rsidRPr="00CA1609">
        <w:rPr>
          <w:rFonts w:hint="eastAsia"/>
          <w:rtl/>
        </w:rPr>
        <w:t>خَيْرًا</w:t>
      </w:r>
      <w:r w:rsidR="00635115" w:rsidRPr="00CA1609">
        <w:rPr>
          <w:rtl/>
        </w:rPr>
        <w:t xml:space="preserve"> </w:t>
      </w:r>
      <w:r w:rsidR="00635115" w:rsidRPr="00CA1609">
        <w:rPr>
          <w:rFonts w:hint="eastAsia"/>
          <w:rtl/>
        </w:rPr>
        <w:t>مِنْكُنَّ</w:t>
      </w:r>
      <w:r w:rsidR="00635115" w:rsidRPr="00CA1609">
        <w:rPr>
          <w:rtl/>
        </w:rPr>
        <w:t xml:space="preserve"> </w:t>
      </w:r>
      <w:r w:rsidR="00635115" w:rsidRPr="00CA1609">
        <w:rPr>
          <w:rFonts w:hint="eastAsia"/>
          <w:rtl/>
        </w:rPr>
        <w:t>مُسْلِمَاتٍ</w:t>
      </w:r>
      <w:r w:rsidR="00635115" w:rsidRPr="00CA1609">
        <w:rPr>
          <w:rtl/>
        </w:rPr>
        <w:t xml:space="preserve"> </w:t>
      </w:r>
      <w:r w:rsidR="00635115" w:rsidRPr="00CA1609">
        <w:rPr>
          <w:rFonts w:hint="eastAsia"/>
          <w:rtl/>
        </w:rPr>
        <w:t>مُؤْمِنَاتٍ</w:t>
      </w:r>
      <w:r w:rsidR="00635115" w:rsidRPr="00CA1609">
        <w:rPr>
          <w:rtl/>
        </w:rPr>
        <w:t xml:space="preserve"> </w:t>
      </w:r>
      <w:r w:rsidR="00635115" w:rsidRPr="00CA1609">
        <w:rPr>
          <w:rFonts w:hint="eastAsia"/>
          <w:rtl/>
        </w:rPr>
        <w:t>قَانِتَاتٍ</w:t>
      </w:r>
      <w:r w:rsidR="00635115" w:rsidRPr="00CA1609">
        <w:rPr>
          <w:rtl/>
        </w:rPr>
        <w:t xml:space="preserve"> </w:t>
      </w:r>
      <w:r w:rsidR="00635115" w:rsidRPr="00CA1609">
        <w:rPr>
          <w:rFonts w:hint="eastAsia"/>
          <w:rtl/>
        </w:rPr>
        <w:t>تَائِبَاتٍ</w:t>
      </w:r>
      <w:r w:rsidR="00635115" w:rsidRPr="00CA1609">
        <w:rPr>
          <w:rtl/>
        </w:rPr>
        <w:t xml:space="preserve"> </w:t>
      </w:r>
      <w:r w:rsidR="00635115" w:rsidRPr="00CA1609">
        <w:rPr>
          <w:rFonts w:hint="eastAsia"/>
          <w:rtl/>
        </w:rPr>
        <w:t>عَابِدَاتٍ</w:t>
      </w:r>
      <w:r w:rsidR="00635115" w:rsidRPr="00CA1609">
        <w:rPr>
          <w:rtl/>
        </w:rPr>
        <w:t xml:space="preserve"> </w:t>
      </w:r>
      <w:r w:rsidR="00635115" w:rsidRPr="00CA1609">
        <w:rPr>
          <w:rFonts w:hint="eastAsia"/>
          <w:rtl/>
        </w:rPr>
        <w:t>سَائِحَاتٍ</w:t>
      </w:r>
      <w:r w:rsidR="00635115" w:rsidRPr="00CA1609">
        <w:rPr>
          <w:rtl/>
        </w:rPr>
        <w:t xml:space="preserve"> </w:t>
      </w:r>
      <w:r w:rsidR="00635115" w:rsidRPr="00CA1609">
        <w:rPr>
          <w:rFonts w:hint="eastAsia"/>
          <w:rtl/>
        </w:rPr>
        <w:t>ثَيِّبَاتٍ</w:t>
      </w:r>
      <w:r w:rsidR="00635115" w:rsidRPr="00CA1609">
        <w:rPr>
          <w:rtl/>
        </w:rPr>
        <w:t xml:space="preserve"> </w:t>
      </w:r>
      <w:r w:rsidR="00635115" w:rsidRPr="00CA1609">
        <w:rPr>
          <w:rFonts w:hint="eastAsia"/>
          <w:rtl/>
        </w:rPr>
        <w:t>وَأَبْكَارً</w:t>
      </w:r>
      <w:r w:rsidR="00635115" w:rsidRPr="00CA1609">
        <w:rPr>
          <w:rFonts w:hint="cs"/>
          <w:rtl/>
        </w:rPr>
        <w:t>ا</w:t>
      </w:r>
      <w:r w:rsidRPr="00CA1609">
        <w:rPr>
          <w:rStyle w:val="libAlaemChar"/>
        </w:rPr>
        <w:t>(</w:t>
      </w:r>
    </w:p>
    <w:p w:rsidR="00635115" w:rsidRDefault="00635115" w:rsidP="00635115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তালাক্ব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পরিবর্তে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স্ত্রীবর্গ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আত্মসমর্পিত</w:t>
      </w:r>
      <w:r>
        <w:t xml:space="preserve">, </w:t>
      </w:r>
      <w:r>
        <w:rPr>
          <w:rFonts w:hint="cs"/>
          <w:cs/>
          <w:lang w:bidi="bn-IN"/>
        </w:rPr>
        <w:t>মু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মিনাহ্</w:t>
      </w:r>
      <w:r>
        <w:t xml:space="preserve">, </w:t>
      </w:r>
      <w:r>
        <w:rPr>
          <w:rFonts w:hint="cs"/>
          <w:cs/>
          <w:lang w:bidi="bn-IN"/>
        </w:rPr>
        <w:t>আজ্ঞাবহ</w:t>
      </w:r>
      <w:r>
        <w:t xml:space="preserve">, </w:t>
      </w:r>
      <w:r>
        <w:rPr>
          <w:rFonts w:hint="cs"/>
          <w:cs/>
          <w:lang w:bidi="bn-IN"/>
        </w:rPr>
        <w:t>তাওবাহ্কারিনী</w:t>
      </w:r>
      <w:r>
        <w:t xml:space="preserve">,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ইবাদত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কারিনী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পথে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পরিভ্রমণকারিনী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কুমারী।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তাহরীম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৫</w:t>
      </w:r>
      <w:r>
        <w:rPr>
          <w:cs/>
          <w:lang w:bidi="bn-IN"/>
        </w:rPr>
        <w:t xml:space="preserve">) 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ইঙ্গিতও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বিবিগণের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উল্লিখিত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বৈশিষ্ট্য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বাঞ্ছিত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সর্বোচ্চ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বিবিগণ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 w:rsidR="00184621">
        <w:rPr>
          <w:rFonts w:hint="cs"/>
          <w:cs/>
          <w:lang w:bidi="bn-IN"/>
        </w:rPr>
        <w:t>ছূম্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এরপরও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ভাবাবেগের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উর্ধে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ভেঙ্গে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নিম্নোক্ত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যথেষ্ট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উচিত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উদ্দেশে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উচ্চারিত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হুমকির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ধারাবাহিকতায়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নাযিল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:</w:t>
      </w:r>
    </w:p>
    <w:p w:rsidR="00635115" w:rsidRDefault="00CA1609" w:rsidP="00CA1609">
      <w:pPr>
        <w:pStyle w:val="libAie"/>
      </w:pPr>
      <w:r w:rsidRPr="00CA1609">
        <w:rPr>
          <w:rStyle w:val="libAlaemChar"/>
        </w:rPr>
        <w:t>)</w:t>
      </w:r>
      <w:r w:rsidR="00635115" w:rsidRPr="00CA1609">
        <w:rPr>
          <w:rFonts w:hint="cs"/>
          <w:rtl/>
        </w:rPr>
        <w:t>ضَرَبَ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اللَّهُ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مَثَلا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لِلَّذِينَ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كَفَرُوا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اِمْرَأَةَ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نُوحٍ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وَامْرَأَةَ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لُوطٍ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كَانَتَا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تَحْتَ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عَبْدَيْنِ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مِنْ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عِبَادِنَا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صَالِحَيْنِ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فَخَانَتَاهُمَا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فَلَمْ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يُغْنِيَا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عَنْهُمَا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مِنَ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اللَّهِ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شَيْئًا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وَقِيلَ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ادْخُلا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النَّارَ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مَعَ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الدَّاخِلِينَ</w:t>
      </w:r>
      <w:r w:rsidRPr="00CA1609">
        <w:rPr>
          <w:rStyle w:val="libAlaemChar"/>
        </w:rPr>
        <w:t>(</w:t>
      </w:r>
    </w:p>
    <w:p w:rsidR="00635115" w:rsidRDefault="00635115" w:rsidP="00635115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কাফের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লূত্বের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t xml:space="preserve">;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 w:rsidR="00184621">
        <w:rPr>
          <w:rFonts w:hint="cs"/>
          <w:cs/>
          <w:lang w:bidi="bn-IN"/>
        </w:rPr>
        <w:t>দু</w:t>
      </w:r>
      <w:r w:rsidR="00184621" w:rsidRPr="00184621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 w:rsidR="00184621">
        <w:rPr>
          <w:rFonts w:hint="cs"/>
          <w:cs/>
          <w:lang w:bidi="bn-IN"/>
        </w:rPr>
        <w:t>দু</w:t>
      </w:r>
      <w:r w:rsidR="00184621" w:rsidRPr="00184621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বান্দাহর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আওতায়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বিবাহাধীনে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ছিলো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উভয়ই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বিশ্বাসঘাতকতা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 w:rsidR="00184621">
        <w:rPr>
          <w:rFonts w:hint="cs"/>
          <w:cs/>
          <w:lang w:bidi="bn-IN"/>
        </w:rPr>
        <w:t>দু</w:t>
      </w:r>
      <w:r w:rsidR="00184621" w:rsidRPr="00184621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জন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নূহ্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লূত্ব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 w:rsidR="00184621">
        <w:rPr>
          <w:rFonts w:hint="cs"/>
          <w:cs/>
          <w:lang w:bidi="bn-IN"/>
        </w:rPr>
        <w:t>দু</w:t>
      </w:r>
      <w:r w:rsidR="00184621" w:rsidRPr="00184621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জনকে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শাস্তি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;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হলো</w:t>
      </w:r>
      <w:r>
        <w:rPr>
          <w:cs/>
          <w:lang w:bidi="bn-IN"/>
        </w:rPr>
        <w:t xml:space="preserve"> : (</w:t>
      </w:r>
      <w:r>
        <w:rPr>
          <w:rFonts w:hint="cs"/>
          <w:cs/>
          <w:lang w:bidi="bn-IN"/>
        </w:rPr>
        <w:t>অন্যান্য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প্রবেশকারীদের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দোযখে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করো।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তাহরীম্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১০</w:t>
      </w:r>
      <w:r>
        <w:rPr>
          <w:cs/>
          <w:lang w:bidi="bn-IN"/>
        </w:rPr>
        <w:t>)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এছাড়াও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উম্মাহাতুল্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মিনীনকে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সম্বোধন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বলেছেন</w:t>
      </w:r>
      <w:r>
        <w:rPr>
          <w:cs/>
          <w:lang w:bidi="bn-IN"/>
        </w:rPr>
        <w:t xml:space="preserve"> : (</w:t>
      </w:r>
      <w:r w:rsidRPr="00635115">
        <w:rPr>
          <w:rStyle w:val="libArChar"/>
          <w:rFonts w:hint="eastAsia"/>
          <w:rtl/>
        </w:rPr>
        <w:t>وَقَرْنَ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فِي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بُيُوتِكُنَّ</w:t>
      </w:r>
      <w:r>
        <w:rPr>
          <w:cs/>
          <w:lang w:bidi="bn-IN"/>
        </w:rPr>
        <w:t>)</w:t>
      </w:r>
      <w:r w:rsidR="007B3B0F">
        <w:rPr>
          <w:cs/>
          <w:lang w:bidi="bn-IN"/>
        </w:rPr>
        <w:t>-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গৃহে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আহযাব্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৩৩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সর্বসম্মত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মশহূর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ঐতিহাসিক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অমান্য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খলীফাহর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বিরুদ্ধে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বিদ্রোহ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রণাঙ্গনে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বিরুদ্ধে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যুদ্ধে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পরিণতিতে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হাজার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হাজার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প্রাণহানি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উম্মাহাতুল্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মিনীন্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 w:rsidR="00184621">
        <w:rPr>
          <w:rFonts w:hint="cs"/>
          <w:cs/>
          <w:lang w:bidi="bn-IN"/>
        </w:rPr>
        <w:t>ছূম্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CA1609" w:rsidRPr="00E45B2C" w:rsidRDefault="00CA1609" w:rsidP="00E45B2C">
      <w:r>
        <w:br w:type="page"/>
      </w:r>
    </w:p>
    <w:p w:rsidR="00635115" w:rsidRDefault="00635115" w:rsidP="00CA1609">
      <w:pPr>
        <w:pStyle w:val="Heading2Center"/>
      </w:pPr>
      <w:bookmarkStart w:id="12" w:name="_Toc528959841"/>
      <w:bookmarkStart w:id="13" w:name="_Toc529016139"/>
      <w:bookmarkStart w:id="14" w:name="_Toc529017457"/>
      <w:r>
        <w:rPr>
          <w:rFonts w:hint="cs"/>
          <w:cs/>
          <w:lang w:bidi="bn-IN"/>
        </w:rPr>
        <w:lastRenderedPageBreak/>
        <w:t>রাসূলুল্লাহর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কারা</w:t>
      </w:r>
      <w:r>
        <w:t>?</w:t>
      </w:r>
      <w:bookmarkEnd w:id="12"/>
      <w:bookmarkEnd w:id="13"/>
      <w:bookmarkEnd w:id="14"/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ভূমিকায়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শুরু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ব্যতিক্রম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সর্বসম্মত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ইজমা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চলে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এসেছে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ন্যূনকল্পে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ফাতেমাহ্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সালামুল্লাহি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আলাইহা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আলী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হাসান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বলতেও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ন্যূনকল্পে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সমর্থনে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বর্ণনাসূত্রের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মুতাওয়াতির্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পর্যালোচনায়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প্রথমতঃ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বিষয়বস্তু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জ্ঞানসূত্রের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সাংঘর্ষিক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দ্বিতীয়তঃ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নাযিলকালে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পুত্রসন্তান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বিবিগণ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 w:rsidR="00184621">
        <w:rPr>
          <w:rFonts w:hint="cs"/>
          <w:cs/>
          <w:lang w:bidi="bn-IN"/>
        </w:rPr>
        <w:t>ছূম্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প্রেক্ষাপটে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আয়াতাংশের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প্রায়োগিকতা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আদৌ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আয়াতাংশ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সর্বজ্ঞাতা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প্রমুক্ত।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অধিকন্তু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মুবাহালাহ্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ইমরান্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৬১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তদ্সংক্রান্ত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সমর্থন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নাজরানের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খৃস্টান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ধর্মনেতাদের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সত্যিকারের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পয়গাম্বর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বিরোধিতার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t xml:space="preserve">,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ঈসা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একগুঁয়েমি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নতের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চ্যালেঞ্জ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নির্দেশ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দেন</w:t>
      </w:r>
      <w:r>
        <w:t xml:space="preserve">;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:</w:t>
      </w:r>
    </w:p>
    <w:p w:rsidR="00635115" w:rsidRPr="00CA1609" w:rsidRDefault="00CA1609" w:rsidP="00CA1609">
      <w:pPr>
        <w:pStyle w:val="libAie"/>
      </w:pPr>
      <w:r w:rsidRPr="00CA1609">
        <w:rPr>
          <w:rStyle w:val="libAlaemChar"/>
        </w:rPr>
        <w:t>)</w:t>
      </w:r>
      <w:r w:rsidR="00635115" w:rsidRPr="00CA1609">
        <w:rPr>
          <w:rFonts w:hint="cs"/>
          <w:rtl/>
        </w:rPr>
        <w:t>فَمَنْ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حَاجَّكَ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فِيهِ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مِنْ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بَعْدِ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مَا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جَاءَكَ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مِنَ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الْعِلْمِ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فَقُلْ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تَعَالَوْا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نَدْعُ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أَبْنَاءَنَا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وَأَبْنَاءَكُمْ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وَنِسَاءَنَا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وَنِسَاءَكُمْ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وَأَنْفُسَنَا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وَأَنْفُسَكُمْ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ثُمَّ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نَبْتَهِلْ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فَنَجْعَلْ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لَعْنَةَ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اللَّهِ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عَلَى</w:t>
      </w:r>
      <w:r w:rsidR="00635115" w:rsidRPr="00CA1609">
        <w:rPr>
          <w:rtl/>
        </w:rPr>
        <w:t xml:space="preserve"> </w:t>
      </w:r>
      <w:r w:rsidR="00635115" w:rsidRPr="00CA1609">
        <w:rPr>
          <w:rFonts w:hint="cs"/>
          <w:rtl/>
        </w:rPr>
        <w:t>الْكَاذِبِينَ</w:t>
      </w:r>
      <w:r w:rsidRPr="00CA1609">
        <w:rPr>
          <w:rStyle w:val="libAlaemChar"/>
        </w:rPr>
        <w:t>(</w:t>
      </w:r>
    </w:p>
    <w:p w:rsidR="00635115" w:rsidRDefault="00635115" w:rsidP="00635115">
      <w:pPr>
        <w:pStyle w:val="libNormal"/>
      </w:pPr>
      <w:r>
        <w:rPr>
          <w:rFonts w:hint="eastAsia"/>
        </w:rPr>
        <w:t>“</w:t>
      </w:r>
      <w:r>
        <w:t>(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!) </w:t>
      </w:r>
      <w:r>
        <w:rPr>
          <w:rFonts w:hint="cs"/>
          <w:cs/>
          <w:lang w:bidi="bn-IN"/>
        </w:rPr>
        <w:t>আপনার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আপনার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ঈসার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বিতর্ক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বলুন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এসো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ডেকে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পুত্রদেরকে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পুত্রদেরকে</w:t>
      </w:r>
      <w:r>
        <w:t xml:space="preserve">,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নিজেদেরকে</w:t>
      </w:r>
      <w:r>
        <w:t xml:space="preserve">, </w:t>
      </w:r>
      <w:r>
        <w:rPr>
          <w:rFonts w:hint="cs"/>
          <w:cs/>
          <w:lang w:bidi="bn-IN"/>
        </w:rPr>
        <w:t>অতঃপর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প্রার্থনা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মিথ্যাবাদীদের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নত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ইমরান্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৬১</w:t>
      </w:r>
      <w:r>
        <w:rPr>
          <w:cs/>
          <w:lang w:bidi="bn-IN"/>
        </w:rPr>
        <w:t>)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মাযহাব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ফিরক্বাহর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সমগ্র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সর্বসম্মতভাবে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গৃহীত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ফাতেমাহ্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সালামুল্লাহি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আলাইহা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আলী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হাসান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চাদর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আবা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নীচে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নাজরানের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খৃস্টানদের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মুবাহালাহ্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দো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এরাই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হাদীছগুলোরও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বিষয়বস্তু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জ্ঞানসূত্র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সাংঘর্ষিক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এতদ্ব্যতীত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নচেৎ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নির্দ্বিধায়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প্রত্যাখ্যানযোগ্য।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লক্ষণীয়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সবচেয়ে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মানুষগুলোকে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মুবাহালাহ্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মুবাহালায়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অংশগ্রহণকারীকে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t xml:space="preserve">,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: </w:t>
      </w:r>
      <w:r w:rsidRPr="00635115">
        <w:rPr>
          <w:rStyle w:val="libArChar"/>
          <w:rFonts w:hint="eastAsia"/>
          <w:rtl/>
        </w:rPr>
        <w:t>انفسنا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নিজেরা</w:t>
      </w:r>
      <w:r>
        <w:rPr>
          <w:cs/>
          <w:lang w:bidi="bn-IN"/>
        </w:rPr>
        <w:t>)</w:t>
      </w:r>
      <w:r>
        <w:t xml:space="preserve">, </w:t>
      </w:r>
      <w:r w:rsidRPr="00635115">
        <w:rPr>
          <w:rStyle w:val="libArChar"/>
          <w:rFonts w:hint="eastAsia"/>
          <w:rtl/>
        </w:rPr>
        <w:t>ابنئنا</w:t>
      </w:r>
      <w:r>
        <w:t xml:space="preserve"> (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পুত্রগণ</w:t>
      </w:r>
      <w:r>
        <w:rPr>
          <w:cs/>
          <w:lang w:bidi="bn-IN"/>
        </w:rPr>
        <w:t xml:space="preserve">/ </w:t>
      </w:r>
      <w:r>
        <w:rPr>
          <w:rFonts w:hint="cs"/>
          <w:cs/>
          <w:lang w:bidi="bn-IN"/>
        </w:rPr>
        <w:t>বংশধর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পুরুষগণ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635115">
        <w:rPr>
          <w:rStyle w:val="libArChar"/>
          <w:rFonts w:hint="eastAsia"/>
          <w:rtl/>
        </w:rPr>
        <w:t>نسائنا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নারীগণ</w:t>
      </w:r>
      <w:r>
        <w:rPr>
          <w:cs/>
          <w:lang w:bidi="bn-IN"/>
        </w:rPr>
        <w:t xml:space="preserve">/ </w:t>
      </w:r>
      <w:r>
        <w:rPr>
          <w:rFonts w:hint="cs"/>
          <w:cs/>
          <w:lang w:bidi="bn-IN"/>
        </w:rPr>
        <w:t>স্ত্রী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কন্যাগণ</w:t>
      </w:r>
      <w:r>
        <w:rPr>
          <w:cs/>
          <w:lang w:bidi="bn-IN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প্রদত্ত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নির্দেশের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lastRenderedPageBreak/>
        <w:t>যাদেরকে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মুবাহালাহ্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হাসান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 w:rsidRPr="00635115">
        <w:rPr>
          <w:rStyle w:val="libArChar"/>
          <w:rFonts w:hint="eastAsia"/>
          <w:rtl/>
        </w:rPr>
        <w:t>ابنئنا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পুত্রগণ</w:t>
      </w:r>
      <w:r>
        <w:rPr>
          <w:cs/>
          <w:lang w:bidi="bn-IN"/>
        </w:rPr>
        <w:t xml:space="preserve">/ </w:t>
      </w:r>
      <w:r>
        <w:rPr>
          <w:rFonts w:hint="cs"/>
          <w:cs/>
          <w:lang w:bidi="bn-IN"/>
        </w:rPr>
        <w:t>পুরুষ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বংশধরগণ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হিসেবে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ফাতেমাহ্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 w:rsidRPr="00635115">
        <w:rPr>
          <w:rStyle w:val="libArChar"/>
          <w:rFonts w:hint="eastAsia"/>
          <w:rtl/>
        </w:rPr>
        <w:t>نسائنا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প্রিয়তম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নারীগণ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 w:rsidRPr="00635115">
        <w:rPr>
          <w:rStyle w:val="libArChar"/>
          <w:rFonts w:hint="eastAsia"/>
          <w:rtl/>
        </w:rPr>
        <w:t>انفسنا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নিজেরা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গভীরভাবে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তলিয়ে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মুবাহালাহর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মুবাহালাহ্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নির্দেশ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আভিধানিক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কন্যাকে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স্ত্রীগণকে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</w:t>
      </w:r>
      <w:r>
        <w:t xml:space="preserve">, </w:t>
      </w:r>
      <w:r>
        <w:rPr>
          <w:rFonts w:hint="cs"/>
          <w:cs/>
          <w:lang w:bidi="bn-IN"/>
        </w:rPr>
        <w:t>অথবা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কন্যার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স্ত্রীগণকেও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পুত্রসন্তান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নাতিদ্বয়কে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যৌক্তিকতা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আভিধানিক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তাৎপর্যের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জামাতাকে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আওতায়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মুবাহালাহর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বৈবাহিক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নিকটতম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যৌক্তিকতা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প্রতিপক্ষও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 w:rsidR="00184621">
        <w:rPr>
          <w:rFonts w:hint="cs"/>
          <w:cs/>
          <w:lang w:bidi="bn-IN"/>
        </w:rPr>
        <w:t>দু</w:t>
      </w:r>
      <w:r w:rsidR="00184621" w:rsidRPr="00184621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আদর্শিক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পারস্পরিক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চ্যালেঞ্জের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আদর্শিক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দৃষ্টিকোণ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নিকটতম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উত্তরাধিকারী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আদর্শের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চিরবিলুপ্তি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মুবাহালাহ্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পথের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ভিত্তিক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সর্বসম্মত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হারূন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হারূন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যেরূপ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মূসা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আদর্শিক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অবিচ্ছেদ্য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t xml:space="preserve">, </w:t>
      </w:r>
      <w:r>
        <w:rPr>
          <w:rFonts w:hint="cs"/>
          <w:cs/>
          <w:lang w:bidi="bn-IN"/>
        </w:rPr>
        <w:t>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সেভাবেই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আদর্শিক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অবিচ্ছেদ্য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মুবাহালাহ্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অসম্পূর্ণ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সম্ভবতঃ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প্রতিপক্ষও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প্রতিপক্ষের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অনুরূপভাবে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জানতেন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স্ত্রীদেরকে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নারীগণ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সদস্য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নেয়ায়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প্রতিপক্ষের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প্রতিবাদের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আশঙ্কা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প্রতিপক্ষও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আদর্শিক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পারিভাষিক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পারিভাষিক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অভিধানিক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সদস্য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বংশধর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পারিভাষিক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আদর্শিক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আদর্শিক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উত্তরাধিকারী।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মূসা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হারূন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ইউশা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বিন্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নূন্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ইউশা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বিন্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নূন্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মূসা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আদর্শিক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উত্তরাধিকারী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হয়েছিলেন।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পারিভাষিক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সদস্যগণের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রক্তধারা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বংশধর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পাপাচারী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বংশধরদেরকে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প্রতিশ্রুতির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রেখেছেন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বাক্বারাহ্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১২৪</w:t>
      </w:r>
      <w:r>
        <w:rPr>
          <w:cs/>
          <w:lang w:bidi="bn-IN"/>
        </w:rPr>
        <w:t>)</w:t>
      </w:r>
      <w:r>
        <w:t xml:space="preserve">, </w:t>
      </w:r>
      <w:r>
        <w:rPr>
          <w:rFonts w:hint="cs"/>
          <w:cs/>
          <w:lang w:bidi="bn-IN"/>
        </w:rPr>
        <w:t>অনুরূপভাবে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নূহ্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পাপাচারী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হূদ্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৪৬</w:t>
      </w:r>
      <w:r>
        <w:rPr>
          <w:cs/>
          <w:lang w:bidi="bn-IN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নবীর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রক্তধারা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রক্তধারার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বিভ্রান্তি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সৃষ্টিকারীদের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কারা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মতৈক্যের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বরখেলাফে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বিভ্রান্তি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অপচেষ্টা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চালানো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বিভ্রান্তি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কয়েকটি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বিভ্রান্তির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করছি।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বিভ্রান্তিকর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স্ত্রীগণ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আভিধানিক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আরেকটি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বিভ্রান্তিকর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স্ত্রীগণ</w:t>
      </w:r>
      <w:r>
        <w:t xml:space="preserve">,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করীম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প্রেক্ষিতে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কন্যা</w:t>
      </w:r>
      <w:r>
        <w:t xml:space="preserve">, </w:t>
      </w:r>
      <w:r>
        <w:rPr>
          <w:rFonts w:hint="cs"/>
          <w:cs/>
          <w:lang w:bidi="bn-IN"/>
        </w:rPr>
        <w:t>জামাতা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নাতিদেরকে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নিয়েছেন।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ধরেছি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</w:t>
      </w:r>
      <w:r w:rsidR="00DC1531">
        <w:rPr>
          <w:rFonts w:hint="cs"/>
          <w:cs/>
          <w:lang w:bidi="bn-IN"/>
        </w:rPr>
        <w:t>শা</w:t>
      </w:r>
      <w:r w:rsidR="00DC1531" w:rsidRPr="00DC1531">
        <w:rPr>
          <w:rStyle w:val="libEnChar"/>
          <w:rFonts w:hint="cs"/>
        </w:rPr>
        <w:t>’</w:t>
      </w:r>
      <w:r w:rsidR="00DC1531">
        <w:rPr>
          <w:rFonts w:hint="cs"/>
          <w:cs/>
          <w:lang w:bidi="bn-IN"/>
        </w:rPr>
        <w:t>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নাযিলকৃত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আয়াত্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তাতহীর্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নামে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মশহূর্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বেলায়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প্রযোজ্য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এককভাবে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ফাতেমাহ্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সালামুল্লাহি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আলাইহা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আলী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হাসান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আরেকটি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বিভ্রান্তিকর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বক্তব্য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ইসলামে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রক্তধারার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বংশধরদের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পাপাচারী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লোকদেরকেও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কিনা</w:t>
      </w:r>
      <w:r>
        <w:t>?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বাহুল্য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বিভ্রান্তি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অপযুক্তি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ফ্যালাসি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মাত্র।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নবুওয়াত্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গুরুদায়িত্ব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রক্তধারার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দায়িত্ব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রক্তধারার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সীমাবদ্ধ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রেখেছেন।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রাসূলুল্লাহর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বংশধরদের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পাপাচারীদেরকে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প্রদর্শনের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অবান্তর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আলোচ্য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কথাগুলো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পারিভাষিক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t xml:space="preserve">, </w:t>
      </w:r>
      <w:r>
        <w:rPr>
          <w:rFonts w:hint="cs"/>
          <w:cs/>
          <w:lang w:bidi="bn-IN"/>
        </w:rPr>
        <w:t>আভিধানিক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রাসূলুল্লাহর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বংশধরদের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পাপাচারীদেরকে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বিশেষভাবে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ফাতেমাহ্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সালামুল্লাহি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আলাইহা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এগারো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t xml:space="preserve">,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সম্প্রসারিত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অনেকে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রাসূলুল্লাহর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বংশধরদের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নেককার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বুযুর্গ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প্রদত্ত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প্রতিশ্রুতি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পারিভাষিক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প্রযোজ্য।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আরেকটি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বিভ্রান্তিকর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বক্তব্য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অন্যান্য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শীর্ষস্থানীয়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এমনটিও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গোটা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মুহাম্মাদী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 w:rsidR="00184621">
        <w:rPr>
          <w:rFonts w:hint="cs"/>
          <w:cs/>
          <w:lang w:bidi="bn-IN"/>
        </w:rPr>
        <w:t>দু</w:t>
      </w:r>
      <w:r w:rsidR="00184621" w:rsidRPr="00184621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কোনোটিই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 w:rsidR="00BD1680">
        <w:rPr>
          <w:rFonts w:hint="cs"/>
          <w:cs/>
          <w:lang w:bidi="bn-IN"/>
        </w:rPr>
        <w:t>আ</w:t>
      </w:r>
      <w:r>
        <w:rPr>
          <w:rFonts w:hint="cs"/>
          <w:cs/>
          <w:lang w:bidi="bn-IN"/>
        </w:rPr>
        <w:t>ল্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কথাটির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পর্যায়ভুক্ত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প্রযোজ্যতার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t xml:space="preserve">,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দ্বিতীয়টি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অবান্তর।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জ্ঞানী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মূর্খ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নেককার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বদকার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নির্বিশেষে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মুহাম্মাদীর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সকলে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নামাযে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দরূদ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পাঠাবার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পাগল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খাতিরে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প্রবক্তাদের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তালিকা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চাচ্ছে।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অতঃপর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তাতহীর্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প্রযোজ্য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লঙ্ঘন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গেলে</w:t>
      </w:r>
      <w:r>
        <w:rPr>
          <w:cs/>
          <w:lang w:bidi="bn-IN"/>
        </w:rPr>
        <w:t xml:space="preserve"> </w:t>
      </w:r>
      <w:r w:rsidRPr="00CA1609">
        <w:rPr>
          <w:rStyle w:val="libLineChar"/>
          <w:rFonts w:eastAsia="Calibri"/>
          <w:rtl/>
          <w:cs/>
        </w:rPr>
        <w:t>[</w:t>
      </w:r>
      <w:r w:rsidRPr="00CA1609">
        <w:rPr>
          <w:rStyle w:val="libLineChar"/>
          <w:rFonts w:eastAsia="Calibri" w:hint="cs"/>
          <w:cs/>
          <w:lang w:bidi="bn-IN"/>
        </w:rPr>
        <w:t>উদাহরণ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স্বরূপ</w:t>
      </w:r>
      <w:r w:rsidRPr="00CA1609">
        <w:rPr>
          <w:rStyle w:val="libLineChar"/>
          <w:rFonts w:eastAsia="Calibri"/>
        </w:rPr>
        <w:t xml:space="preserve">, </w:t>
      </w:r>
      <w:r w:rsidRPr="00CA1609">
        <w:rPr>
          <w:rStyle w:val="libLineChar"/>
          <w:rFonts w:eastAsia="Calibri" w:hint="cs"/>
          <w:cs/>
          <w:lang w:bidi="bn-IN"/>
        </w:rPr>
        <w:t>ইসলাম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গ্রহণের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পূর্বে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শিরকে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লিপ্ত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থাকা</w:t>
      </w:r>
      <w:r w:rsidRPr="00CA1609">
        <w:rPr>
          <w:rStyle w:val="libLineChar"/>
          <w:rFonts w:eastAsia="Calibri"/>
        </w:rPr>
        <w:t xml:space="preserve">, </w:t>
      </w:r>
      <w:r w:rsidRPr="00CA1609">
        <w:rPr>
          <w:rStyle w:val="libLineChar"/>
          <w:rFonts w:eastAsia="Calibri" w:hint="cs"/>
          <w:cs/>
          <w:lang w:bidi="bn-IN"/>
        </w:rPr>
        <w:t>ইসলাম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গ্রহণের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পরে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নবী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করীম</w:t>
      </w:r>
      <w:r w:rsidRPr="00CA1609">
        <w:rPr>
          <w:rStyle w:val="libLineChar"/>
          <w:rFonts w:eastAsia="Calibri"/>
          <w:rtl/>
          <w:cs/>
        </w:rPr>
        <w:t xml:space="preserve"> (</w:t>
      </w:r>
      <w:r w:rsidRPr="00CA1609">
        <w:rPr>
          <w:rStyle w:val="libLineChar"/>
          <w:rFonts w:eastAsia="Calibri" w:hint="cs"/>
          <w:cs/>
          <w:lang w:bidi="bn-IN"/>
        </w:rPr>
        <w:t>ছ্বাঃ</w:t>
      </w:r>
      <w:r w:rsidRPr="00CA1609">
        <w:rPr>
          <w:rStyle w:val="libLineChar"/>
          <w:rFonts w:eastAsia="Calibri"/>
          <w:rtl/>
          <w:cs/>
        </w:rPr>
        <w:t>)-</w:t>
      </w:r>
      <w:r w:rsidRPr="00CA1609">
        <w:rPr>
          <w:rStyle w:val="libLineChar"/>
          <w:rFonts w:eastAsia="Calibri" w:hint="cs"/>
          <w:cs/>
          <w:lang w:bidi="bn-IN"/>
        </w:rPr>
        <w:t>এর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নবুওয়াতে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সন্দেহ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প্রকাশ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করা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বা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তাঁর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সিদ্ধান্তের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বিরোধিতা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করা</w:t>
      </w:r>
      <w:r w:rsidRPr="00CA1609">
        <w:rPr>
          <w:rStyle w:val="libLineChar"/>
          <w:rFonts w:eastAsia="Calibri"/>
        </w:rPr>
        <w:t xml:space="preserve">, </w:t>
      </w:r>
      <w:r w:rsidRPr="00CA1609">
        <w:rPr>
          <w:rStyle w:val="libLineChar"/>
          <w:rFonts w:eastAsia="Calibri" w:hint="cs"/>
          <w:cs/>
          <w:lang w:bidi="bn-IN"/>
        </w:rPr>
        <w:t>শাসনক্ষমতায়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অধিষ্ঠিত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থেকে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প্রমাণিত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যেনাকারকে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শাস্তিদান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থেকে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বিরত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থাকা</w:t>
      </w:r>
      <w:r w:rsidRPr="00CA1609">
        <w:rPr>
          <w:rStyle w:val="libLineChar"/>
          <w:rFonts w:eastAsia="Calibri"/>
        </w:rPr>
        <w:t xml:space="preserve">, </w:t>
      </w:r>
      <w:r w:rsidRPr="00CA1609">
        <w:rPr>
          <w:rStyle w:val="libLineChar"/>
          <w:rFonts w:eastAsia="Calibri" w:hint="cs"/>
          <w:cs/>
          <w:lang w:bidi="bn-IN"/>
        </w:rPr>
        <w:t>কারো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বৈধ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সম্পদ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বাযেয়াফ্ত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করা</w:t>
      </w:r>
      <w:r w:rsidRPr="00CA1609">
        <w:rPr>
          <w:rStyle w:val="libLineChar"/>
          <w:rFonts w:eastAsia="Calibri"/>
        </w:rPr>
        <w:t xml:space="preserve">, </w:t>
      </w:r>
      <w:r w:rsidRPr="00CA1609">
        <w:rPr>
          <w:rStyle w:val="libLineChar"/>
          <w:rFonts w:eastAsia="Calibri" w:hint="cs"/>
          <w:cs/>
          <w:lang w:bidi="bn-IN"/>
        </w:rPr>
        <w:t>কোরআনের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সুস্পষ্ট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বিধানের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বরখেলাফে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আইন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জারী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করা</w:t>
      </w:r>
      <w:r w:rsidRPr="00CA1609">
        <w:rPr>
          <w:rStyle w:val="libLineChar"/>
          <w:rFonts w:eastAsia="Calibri"/>
        </w:rPr>
        <w:t xml:space="preserve">, </w:t>
      </w:r>
      <w:r w:rsidRPr="00CA1609">
        <w:rPr>
          <w:rStyle w:val="libLineChar"/>
          <w:rFonts w:eastAsia="Calibri" w:hint="cs"/>
          <w:cs/>
          <w:lang w:bidi="bn-IN"/>
        </w:rPr>
        <w:t>কোরআনে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ঘোষিত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যাকাতের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হক্ব্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থেকে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কাউকে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বঞ্চিত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করা</w:t>
      </w:r>
      <w:r w:rsidRPr="00CA1609">
        <w:rPr>
          <w:rStyle w:val="libLineChar"/>
          <w:rFonts w:eastAsia="Calibri"/>
        </w:rPr>
        <w:t xml:space="preserve">, </w:t>
      </w:r>
      <w:r w:rsidRPr="00CA1609">
        <w:rPr>
          <w:rStyle w:val="libLineChar"/>
          <w:rFonts w:eastAsia="Calibri" w:hint="cs"/>
          <w:cs/>
          <w:lang w:bidi="bn-IN"/>
        </w:rPr>
        <w:t>স্বজনপ্রীতির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পরিচয়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দেয়া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ইত্যাদি</w:t>
      </w:r>
      <w:r w:rsidRPr="00CA1609">
        <w:rPr>
          <w:rStyle w:val="libLineChar"/>
          <w:rFonts w:eastAsia="Calibri"/>
          <w:rtl/>
          <w:cs/>
        </w:rPr>
        <w:t>]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নিঃসন্দেহে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তাত্বহীর্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প্রযোজ্য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সমালোচনার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দফতর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চাইলে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পরীক্ষা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নিরীক্ষা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 w:rsidR="00184621">
        <w:rPr>
          <w:rFonts w:hint="cs"/>
          <w:cs/>
          <w:lang w:bidi="bn-IN"/>
        </w:rPr>
        <w:t>ছূম্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সমালোচনার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উর্ধে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চোখ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বুঁজে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বিবিগণকে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 w:rsidR="00BD1680">
        <w:rPr>
          <w:rFonts w:hint="cs"/>
          <w:cs/>
          <w:lang w:bidi="bn-IN"/>
        </w:rPr>
        <w:t>আ</w:t>
      </w:r>
      <w:r>
        <w:rPr>
          <w:rFonts w:hint="cs"/>
          <w:cs/>
          <w:lang w:bidi="bn-IN"/>
        </w:rPr>
        <w:t>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সুন্নাতের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সংক্রান্ত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আক্বীদাহর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সুন্নাতের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নামাযের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দরূদ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পাঠ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: </w:t>
      </w:r>
    </w:p>
    <w:p w:rsidR="00635115" w:rsidRDefault="00635115" w:rsidP="00CA1609">
      <w:pPr>
        <w:pStyle w:val="libAr"/>
      </w:pPr>
      <w:r w:rsidRPr="00CA1609">
        <w:rPr>
          <w:rFonts w:hint="cs"/>
          <w:rtl/>
        </w:rPr>
        <w:t>اللهم</w:t>
      </w:r>
      <w:r w:rsidRPr="00CA1609">
        <w:rPr>
          <w:rtl/>
        </w:rPr>
        <w:t xml:space="preserve"> </w:t>
      </w:r>
      <w:r w:rsidRPr="00CA1609">
        <w:rPr>
          <w:rFonts w:hint="cs"/>
          <w:rtl/>
        </w:rPr>
        <w:t>صل</w:t>
      </w:r>
      <w:r w:rsidRPr="00CA1609">
        <w:rPr>
          <w:rtl/>
        </w:rPr>
        <w:t xml:space="preserve"> </w:t>
      </w:r>
      <w:r w:rsidRPr="00CA1609">
        <w:rPr>
          <w:rFonts w:hint="cs"/>
          <w:rtl/>
        </w:rPr>
        <w:t>علی</w:t>
      </w:r>
      <w:r w:rsidRPr="00CA1609">
        <w:rPr>
          <w:rtl/>
        </w:rPr>
        <w:t xml:space="preserve"> </w:t>
      </w:r>
      <w:r w:rsidRPr="00CA1609">
        <w:rPr>
          <w:rFonts w:hint="cs"/>
          <w:rtl/>
        </w:rPr>
        <w:t>سيدنا</w:t>
      </w:r>
      <w:r w:rsidRPr="00CA1609">
        <w:rPr>
          <w:rtl/>
        </w:rPr>
        <w:t xml:space="preserve"> </w:t>
      </w:r>
      <w:r w:rsidRPr="00CA1609">
        <w:rPr>
          <w:rFonts w:hint="cs"/>
          <w:rtl/>
        </w:rPr>
        <w:t>و</w:t>
      </w:r>
      <w:r w:rsidRPr="00CA1609">
        <w:rPr>
          <w:rtl/>
        </w:rPr>
        <w:t xml:space="preserve"> </w:t>
      </w:r>
      <w:r w:rsidRPr="00CA1609">
        <w:rPr>
          <w:rFonts w:hint="cs"/>
          <w:rtl/>
        </w:rPr>
        <w:t>نبينا</w:t>
      </w:r>
      <w:r w:rsidRPr="00CA1609">
        <w:rPr>
          <w:rtl/>
        </w:rPr>
        <w:t xml:space="preserve"> </w:t>
      </w:r>
      <w:r w:rsidRPr="00CA1609">
        <w:rPr>
          <w:rFonts w:hint="cs"/>
          <w:rtl/>
        </w:rPr>
        <w:t>و</w:t>
      </w:r>
      <w:r w:rsidRPr="00CA1609">
        <w:rPr>
          <w:rtl/>
        </w:rPr>
        <w:t xml:space="preserve"> </w:t>
      </w:r>
      <w:r w:rsidRPr="00CA1609">
        <w:rPr>
          <w:rFonts w:hint="cs"/>
          <w:rtl/>
        </w:rPr>
        <w:t>شافعنا</w:t>
      </w:r>
      <w:r w:rsidRPr="00CA1609">
        <w:rPr>
          <w:rtl/>
        </w:rPr>
        <w:t xml:space="preserve"> </w:t>
      </w:r>
      <w:r w:rsidRPr="00CA1609">
        <w:rPr>
          <w:rFonts w:hint="cs"/>
          <w:rtl/>
        </w:rPr>
        <w:t>و</w:t>
      </w:r>
      <w:r w:rsidRPr="00CA1609">
        <w:rPr>
          <w:rtl/>
        </w:rPr>
        <w:t xml:space="preserve"> </w:t>
      </w:r>
      <w:r w:rsidRPr="00CA1609">
        <w:rPr>
          <w:rFonts w:hint="cs"/>
          <w:rtl/>
        </w:rPr>
        <w:t>مولانا</w:t>
      </w:r>
      <w:r w:rsidRPr="00CA1609">
        <w:rPr>
          <w:rtl/>
        </w:rPr>
        <w:t xml:space="preserve"> </w:t>
      </w:r>
      <w:r w:rsidRPr="00CA1609">
        <w:rPr>
          <w:rFonts w:hint="cs"/>
          <w:rtl/>
        </w:rPr>
        <w:t>محمد</w:t>
      </w:r>
      <w:r w:rsidRPr="00CA1609">
        <w:rPr>
          <w:rtl/>
        </w:rPr>
        <w:t xml:space="preserve"> </w:t>
      </w:r>
      <w:r w:rsidRPr="00CA1609">
        <w:rPr>
          <w:rFonts w:hint="cs"/>
          <w:rtl/>
        </w:rPr>
        <w:t>و</w:t>
      </w:r>
      <w:r w:rsidRPr="00CA1609">
        <w:rPr>
          <w:rtl/>
        </w:rPr>
        <w:t xml:space="preserve"> </w:t>
      </w:r>
      <w:r w:rsidRPr="00CA1609">
        <w:rPr>
          <w:rFonts w:hint="cs"/>
          <w:rtl/>
        </w:rPr>
        <w:t>علی</w:t>
      </w:r>
      <w:r w:rsidRPr="00CA1609">
        <w:rPr>
          <w:rtl/>
        </w:rPr>
        <w:t xml:space="preserve"> </w:t>
      </w:r>
      <w:r w:rsidRPr="00CA1609">
        <w:rPr>
          <w:rFonts w:hint="cs"/>
          <w:rtl/>
        </w:rPr>
        <w:t>آله</w:t>
      </w:r>
      <w:r w:rsidRPr="00CA1609">
        <w:rPr>
          <w:rtl/>
        </w:rPr>
        <w:t xml:space="preserve"> </w:t>
      </w:r>
      <w:r w:rsidRPr="00CA1609">
        <w:rPr>
          <w:rFonts w:hint="cs"/>
          <w:rtl/>
        </w:rPr>
        <w:t>و</w:t>
      </w:r>
      <w:r w:rsidRPr="00CA1609">
        <w:rPr>
          <w:rtl/>
        </w:rPr>
        <w:t xml:space="preserve"> </w:t>
      </w:r>
      <w:r w:rsidRPr="00CA1609">
        <w:rPr>
          <w:rFonts w:hint="cs"/>
          <w:rtl/>
        </w:rPr>
        <w:t>اصحابه</w:t>
      </w:r>
      <w:r w:rsidRPr="00CA1609">
        <w:rPr>
          <w:rtl/>
        </w:rPr>
        <w:t xml:space="preserve"> </w:t>
      </w:r>
      <w:r w:rsidRPr="00CA1609">
        <w:rPr>
          <w:rFonts w:hint="cs"/>
          <w:rtl/>
        </w:rPr>
        <w:t>و</w:t>
      </w:r>
      <w:r w:rsidRPr="00CA1609">
        <w:rPr>
          <w:rtl/>
        </w:rPr>
        <w:t xml:space="preserve"> </w:t>
      </w:r>
      <w:r w:rsidRPr="00CA1609">
        <w:rPr>
          <w:rFonts w:hint="cs"/>
          <w:rtl/>
        </w:rPr>
        <w:t>ازواجه</w:t>
      </w:r>
      <w:r w:rsidRPr="00CA1609">
        <w:rPr>
          <w:rtl/>
        </w:rPr>
        <w:t xml:space="preserve"> </w:t>
      </w:r>
      <w:r w:rsidRPr="00CA1609">
        <w:rPr>
          <w:rFonts w:hint="cs"/>
          <w:rtl/>
        </w:rPr>
        <w:t>اجمعين</w:t>
      </w:r>
      <w:r>
        <w:t xml:space="preserve"> </w:t>
      </w:r>
      <w:r w:rsidRPr="00635115">
        <w:rPr>
          <w:rStyle w:val="libEnChar"/>
        </w:rPr>
        <w:t>–</w:t>
      </w:r>
      <w:r>
        <w:t xml:space="preserve"> </w:t>
      </w:r>
    </w:p>
    <w:p w:rsidR="00635115" w:rsidRDefault="00635115" w:rsidP="00635115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!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নেতা</w:t>
      </w:r>
      <w:r>
        <w:t xml:space="preserve">,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t xml:space="preserve">,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শাফা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আতকারী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মাওলা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 w:rsidR="00BD1680">
        <w:rPr>
          <w:rFonts w:hint="cs"/>
          <w:cs/>
          <w:lang w:bidi="bn-IN"/>
        </w:rPr>
        <w:t>আ</w:t>
      </w:r>
      <w:r>
        <w:rPr>
          <w:rFonts w:hint="cs"/>
          <w:cs/>
          <w:lang w:bidi="bn-IN"/>
        </w:rPr>
        <w:t>ল্</w:t>
      </w:r>
      <w:r>
        <w:t xml:space="preserve">,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স্ত্রীদের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সকলের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দরূদ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প্রেরণ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করো।</w:t>
      </w:r>
      <w:r>
        <w:rPr>
          <w:rFonts w:hint="eastAsia"/>
        </w:rPr>
        <w:t>”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আবার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এভাবেও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: </w:t>
      </w:r>
    </w:p>
    <w:p w:rsidR="00635115" w:rsidRDefault="00635115" w:rsidP="00CA1609">
      <w:pPr>
        <w:pStyle w:val="libAr"/>
      </w:pPr>
      <w:r w:rsidRPr="00CA1609">
        <w:rPr>
          <w:rFonts w:hint="cs"/>
          <w:rtl/>
        </w:rPr>
        <w:t>اللهم</w:t>
      </w:r>
      <w:r w:rsidRPr="00CA1609">
        <w:rPr>
          <w:rtl/>
        </w:rPr>
        <w:t xml:space="preserve"> </w:t>
      </w:r>
      <w:r w:rsidRPr="00CA1609">
        <w:rPr>
          <w:rFonts w:hint="cs"/>
          <w:rtl/>
        </w:rPr>
        <w:t>صل</w:t>
      </w:r>
      <w:r w:rsidRPr="00CA1609">
        <w:rPr>
          <w:rtl/>
        </w:rPr>
        <w:t xml:space="preserve"> </w:t>
      </w:r>
      <w:r w:rsidRPr="00CA1609">
        <w:rPr>
          <w:rFonts w:hint="cs"/>
          <w:rtl/>
        </w:rPr>
        <w:t>علی</w:t>
      </w:r>
      <w:r w:rsidRPr="00CA1609">
        <w:rPr>
          <w:rtl/>
        </w:rPr>
        <w:t xml:space="preserve"> </w:t>
      </w:r>
      <w:r w:rsidRPr="00CA1609">
        <w:rPr>
          <w:rFonts w:hint="cs"/>
          <w:rtl/>
        </w:rPr>
        <w:t>سيدنا</w:t>
      </w:r>
      <w:r w:rsidRPr="00CA1609">
        <w:rPr>
          <w:rtl/>
        </w:rPr>
        <w:t xml:space="preserve"> </w:t>
      </w:r>
      <w:r w:rsidRPr="00CA1609">
        <w:rPr>
          <w:rFonts w:hint="cs"/>
          <w:rtl/>
        </w:rPr>
        <w:t>و</w:t>
      </w:r>
      <w:r w:rsidRPr="00CA1609">
        <w:rPr>
          <w:rtl/>
        </w:rPr>
        <w:t xml:space="preserve"> </w:t>
      </w:r>
      <w:r w:rsidRPr="00CA1609">
        <w:rPr>
          <w:rFonts w:hint="cs"/>
          <w:rtl/>
        </w:rPr>
        <w:t>نبينا</w:t>
      </w:r>
      <w:r w:rsidRPr="00CA1609">
        <w:rPr>
          <w:rtl/>
        </w:rPr>
        <w:t xml:space="preserve"> </w:t>
      </w:r>
      <w:r w:rsidRPr="00CA1609">
        <w:rPr>
          <w:rFonts w:hint="cs"/>
          <w:rtl/>
        </w:rPr>
        <w:t>و</w:t>
      </w:r>
      <w:r w:rsidRPr="00CA1609">
        <w:rPr>
          <w:rtl/>
        </w:rPr>
        <w:t xml:space="preserve"> </w:t>
      </w:r>
      <w:r w:rsidRPr="00CA1609">
        <w:rPr>
          <w:rFonts w:hint="cs"/>
          <w:rtl/>
        </w:rPr>
        <w:t>شافعنا</w:t>
      </w:r>
      <w:r w:rsidRPr="00CA1609">
        <w:rPr>
          <w:rtl/>
        </w:rPr>
        <w:t xml:space="preserve"> </w:t>
      </w:r>
      <w:r w:rsidRPr="00CA1609">
        <w:rPr>
          <w:rFonts w:hint="cs"/>
          <w:rtl/>
        </w:rPr>
        <w:t>و</w:t>
      </w:r>
      <w:r w:rsidRPr="00CA1609">
        <w:rPr>
          <w:rtl/>
        </w:rPr>
        <w:t xml:space="preserve"> </w:t>
      </w:r>
      <w:r w:rsidRPr="00CA1609">
        <w:rPr>
          <w:rFonts w:hint="cs"/>
          <w:rtl/>
        </w:rPr>
        <w:t>مولانا</w:t>
      </w:r>
      <w:r w:rsidRPr="00CA1609">
        <w:rPr>
          <w:rtl/>
        </w:rPr>
        <w:t xml:space="preserve"> </w:t>
      </w:r>
      <w:r w:rsidRPr="00CA1609">
        <w:rPr>
          <w:rFonts w:hint="cs"/>
          <w:rtl/>
        </w:rPr>
        <w:t>محمد</w:t>
      </w:r>
      <w:r w:rsidRPr="00CA1609">
        <w:rPr>
          <w:rtl/>
        </w:rPr>
        <w:t xml:space="preserve">. </w:t>
      </w:r>
      <w:r w:rsidRPr="00CA1609">
        <w:rPr>
          <w:rFonts w:hint="cs"/>
          <w:rtl/>
        </w:rPr>
        <w:t>صل</w:t>
      </w:r>
      <w:r w:rsidRPr="00CA1609">
        <w:rPr>
          <w:rtl/>
        </w:rPr>
        <w:t xml:space="preserve"> </w:t>
      </w:r>
      <w:r w:rsidRPr="00CA1609">
        <w:rPr>
          <w:rFonts w:hint="cs"/>
          <w:rtl/>
        </w:rPr>
        <w:t>الله</w:t>
      </w:r>
      <w:r w:rsidRPr="00CA1609">
        <w:rPr>
          <w:rtl/>
        </w:rPr>
        <w:t xml:space="preserve"> </w:t>
      </w:r>
      <w:r w:rsidRPr="00CA1609">
        <w:rPr>
          <w:rFonts w:hint="cs"/>
          <w:rtl/>
        </w:rPr>
        <w:t>عليه</w:t>
      </w:r>
      <w:r w:rsidRPr="00CA1609">
        <w:rPr>
          <w:rtl/>
        </w:rPr>
        <w:t xml:space="preserve"> </w:t>
      </w:r>
      <w:r w:rsidRPr="00CA1609">
        <w:rPr>
          <w:rFonts w:hint="cs"/>
          <w:rtl/>
        </w:rPr>
        <w:t>و</w:t>
      </w:r>
      <w:r w:rsidRPr="00CA1609">
        <w:rPr>
          <w:rtl/>
        </w:rPr>
        <w:t xml:space="preserve"> </w:t>
      </w:r>
      <w:r w:rsidRPr="00CA1609">
        <w:rPr>
          <w:rFonts w:hint="cs"/>
          <w:rtl/>
        </w:rPr>
        <w:t>علی</w:t>
      </w:r>
      <w:r w:rsidRPr="00CA1609">
        <w:rPr>
          <w:rtl/>
        </w:rPr>
        <w:t xml:space="preserve"> </w:t>
      </w:r>
      <w:r w:rsidRPr="00CA1609">
        <w:rPr>
          <w:rFonts w:hint="cs"/>
          <w:rtl/>
        </w:rPr>
        <w:t>آله</w:t>
      </w:r>
      <w:r w:rsidRPr="00CA1609">
        <w:rPr>
          <w:rtl/>
        </w:rPr>
        <w:t xml:space="preserve"> </w:t>
      </w:r>
      <w:r w:rsidRPr="00CA1609">
        <w:rPr>
          <w:rFonts w:hint="cs"/>
          <w:rtl/>
        </w:rPr>
        <w:t>و</w:t>
      </w:r>
      <w:r w:rsidRPr="00CA1609">
        <w:rPr>
          <w:rtl/>
        </w:rPr>
        <w:t xml:space="preserve"> </w:t>
      </w:r>
      <w:r w:rsidRPr="00CA1609">
        <w:rPr>
          <w:rFonts w:hint="cs"/>
          <w:rtl/>
        </w:rPr>
        <w:t>اصحابه</w:t>
      </w:r>
      <w:r w:rsidRPr="00CA1609">
        <w:rPr>
          <w:rtl/>
        </w:rPr>
        <w:t xml:space="preserve"> </w:t>
      </w:r>
      <w:r w:rsidRPr="00CA1609">
        <w:rPr>
          <w:rFonts w:hint="cs"/>
          <w:rtl/>
        </w:rPr>
        <w:t>و</w:t>
      </w:r>
      <w:r w:rsidRPr="00CA1609">
        <w:rPr>
          <w:rtl/>
        </w:rPr>
        <w:t xml:space="preserve"> </w:t>
      </w:r>
      <w:r w:rsidRPr="00CA1609">
        <w:rPr>
          <w:rFonts w:hint="cs"/>
          <w:rtl/>
        </w:rPr>
        <w:t>ازواجه</w:t>
      </w:r>
      <w:r w:rsidRPr="00CA1609">
        <w:rPr>
          <w:rtl/>
        </w:rPr>
        <w:t xml:space="preserve"> </w:t>
      </w:r>
      <w:r w:rsidRPr="00CA1609">
        <w:rPr>
          <w:rFonts w:hint="cs"/>
          <w:rtl/>
        </w:rPr>
        <w:t>اجمعين</w:t>
      </w:r>
      <w:r>
        <w:t xml:space="preserve"> </w:t>
      </w:r>
      <w:r w:rsidRPr="00635115">
        <w:rPr>
          <w:rStyle w:val="libEnChar"/>
        </w:rPr>
        <w:t>–</w:t>
      </w:r>
    </w:p>
    <w:p w:rsidR="00635115" w:rsidRDefault="00635115" w:rsidP="00635115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!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নেতা</w:t>
      </w:r>
      <w:r>
        <w:t xml:space="preserve">,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t xml:space="preserve">,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শাফা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আতকারী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মাওলা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দরূদ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প্রেরণ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করো</w:t>
      </w:r>
      <w:r>
        <w:t xml:space="preserve">;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 w:rsidR="00BD1680">
        <w:rPr>
          <w:rFonts w:hint="cs"/>
          <w:cs/>
          <w:lang w:bidi="bn-IN"/>
        </w:rPr>
        <w:t>আ</w:t>
      </w:r>
      <w:r>
        <w:rPr>
          <w:rFonts w:hint="cs"/>
          <w:cs/>
          <w:lang w:bidi="bn-IN"/>
        </w:rPr>
        <w:t>ল্</w:t>
      </w:r>
      <w:r>
        <w:t xml:space="preserve">,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স্ত্রীদের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সকলের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দরূদ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প্রেরণ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  <w:r>
        <w:rPr>
          <w:rFonts w:hint="eastAsia"/>
        </w:rPr>
        <w:t>”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lastRenderedPageBreak/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দরূদ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পাঠ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নিশ্চয়ই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ছাহাবীগণকে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স্ত্রীগণকে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 w:rsidR="00BD1680">
        <w:rPr>
          <w:rFonts w:hint="cs"/>
          <w:cs/>
          <w:lang w:bidi="bn-IN"/>
        </w:rPr>
        <w:t>আ</w:t>
      </w:r>
      <w:r>
        <w:rPr>
          <w:rFonts w:hint="cs"/>
          <w:cs/>
          <w:lang w:bidi="bn-IN"/>
        </w:rPr>
        <w:t>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আলাদাভাবে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বিভ্রান্তি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সৃষ্টিকারীদের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আরেকটি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বিভ্রান্তিকর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অপযুক্তি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তাত্বহীরে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ইচ্ছা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t xml:space="preserve">,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ঘোষণা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ওযূ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উত্থাপন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 w:rsidR="00807656">
        <w:rPr>
          <w:rFonts w:hint="cs"/>
          <w:cs/>
          <w:lang w:bidi="bn-IN"/>
        </w:rPr>
        <w:t>মু</w:t>
      </w:r>
      <w:r w:rsidR="00807656" w:rsidRPr="00807656">
        <w:rPr>
          <w:rStyle w:val="libEnChar"/>
          <w:rFonts w:hint="cs"/>
        </w:rPr>
        <w:t>’</w:t>
      </w:r>
      <w:r w:rsidR="00807656">
        <w:rPr>
          <w:rFonts w:hint="cs"/>
          <w:cs/>
          <w:lang w:bidi="bn-IN"/>
        </w:rPr>
        <w:t>মিনা</w:t>
      </w:r>
      <w:r>
        <w:rPr>
          <w:rFonts w:hint="cs"/>
          <w:cs/>
          <w:lang w:bidi="bn-IN"/>
        </w:rPr>
        <w:t>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ইচ্ছা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 w:rsidR="00807656">
        <w:rPr>
          <w:rFonts w:hint="cs"/>
          <w:cs/>
          <w:lang w:bidi="bn-IN"/>
        </w:rPr>
        <w:t>মু</w:t>
      </w:r>
      <w:r w:rsidR="00807656" w:rsidRPr="00807656">
        <w:rPr>
          <w:rStyle w:val="libEnChar"/>
          <w:rFonts w:hint="cs"/>
        </w:rPr>
        <w:t>’</w:t>
      </w:r>
      <w:r w:rsidR="00807656">
        <w:rPr>
          <w:rFonts w:hint="cs"/>
          <w:cs/>
          <w:lang w:bidi="bn-IN"/>
        </w:rPr>
        <w:t>মিনা</w:t>
      </w:r>
      <w:r>
        <w:rPr>
          <w:rFonts w:hint="cs"/>
          <w:cs/>
          <w:lang w:bidi="bn-IN"/>
        </w:rPr>
        <w:t>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বলেছেন</w:t>
      </w:r>
      <w:r>
        <w:t xml:space="preserve">,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ঘোষণা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অপযুক্তির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ওযূর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মাধ্যমে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ইচ্ছা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সদস্যগণও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শামিল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রয়েছেন</w:t>
      </w:r>
      <w:r>
        <w:t xml:space="preserve">,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তাত্বহীরে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</w:t>
      </w:r>
      <w:r>
        <w:t xml:space="preserve">?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এতদুভয়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সাধারণ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ওযূর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ইবাদতের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পূর্বপ্রস্তুতি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পূর্বশর্ত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শারীরিক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মানসিক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পবিত্রতা।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তাত্বহীরে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পরিপূর্ণরূপে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পবিত্রতা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মানসিক</w:t>
      </w:r>
      <w:r>
        <w:t xml:space="preserve">, </w:t>
      </w:r>
      <w:r>
        <w:rPr>
          <w:rFonts w:hint="cs"/>
          <w:cs/>
          <w:lang w:bidi="bn-IN"/>
        </w:rPr>
        <w:t>আত্মিক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চৈন্তিক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পবিত্রতা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অপযুক্তির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দ্বিতীয়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সদস্যগণ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রক্তধারার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মানসিক</w:t>
      </w:r>
      <w:r>
        <w:t xml:space="preserve">, </w:t>
      </w:r>
      <w:r>
        <w:rPr>
          <w:rFonts w:hint="cs"/>
          <w:cs/>
          <w:lang w:bidi="bn-IN"/>
        </w:rPr>
        <w:t>আত্মিক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চৈন্তিক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পরিপূর্ণ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পবিত্রতা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থাকার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উপযুক্ততার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rFonts w:hint="eastAsia"/>
        </w:rPr>
        <w:t>’</w:t>
      </w:r>
      <w:r>
        <w:t xml:space="preserve">, </w:t>
      </w:r>
      <w:r>
        <w:rPr>
          <w:rFonts w:hint="cs"/>
          <w:cs/>
          <w:lang w:bidi="bn-IN"/>
        </w:rPr>
        <w:t>অতঃপর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চাইলে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পারবেন।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উপযুক্ততার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চেষ্টা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বটে</w:t>
      </w:r>
      <w:r>
        <w:t xml:space="preserve">,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বিচ্যুতির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t xml:space="preserve">,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পরিপূর্ণ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পবিত্রতার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 w:rsidRPr="00CA1609">
        <w:rPr>
          <w:rStyle w:val="libLineChar"/>
          <w:rFonts w:eastAsia="Calibri"/>
          <w:rtl/>
          <w:cs/>
        </w:rPr>
        <w:t>[</w:t>
      </w:r>
      <w:r w:rsidRPr="00CA1609">
        <w:rPr>
          <w:rStyle w:val="libLineChar"/>
          <w:rFonts w:eastAsia="Calibri" w:hint="cs"/>
          <w:cs/>
          <w:lang w:bidi="bn-IN"/>
        </w:rPr>
        <w:t>আল্লাহ্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="00A72AC0" w:rsidRPr="00CA1609">
        <w:rPr>
          <w:rStyle w:val="libLineChar"/>
          <w:rFonts w:eastAsia="Calibri" w:hint="cs"/>
          <w:cs/>
          <w:lang w:bidi="bn-IN"/>
        </w:rPr>
        <w:t>তা</w:t>
      </w:r>
      <w:r w:rsidR="00A72AC0" w:rsidRPr="00CA1609">
        <w:rPr>
          <w:rStyle w:val="libEnChar"/>
          <w:rFonts w:hint="cs"/>
        </w:rPr>
        <w:t>’</w:t>
      </w:r>
      <w:r w:rsidR="00A72AC0" w:rsidRPr="00CA1609">
        <w:rPr>
          <w:rStyle w:val="libLineChar"/>
          <w:rFonts w:eastAsia="Calibri" w:hint="cs"/>
          <w:cs/>
          <w:lang w:bidi="bn-IN"/>
        </w:rPr>
        <w:t>আলা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যে</w:t>
      </w:r>
      <w:r w:rsidRPr="00CA1609">
        <w:rPr>
          <w:rStyle w:val="libLineChar"/>
          <w:rFonts w:eastAsia="Calibri"/>
        </w:rPr>
        <w:t xml:space="preserve">, </w:t>
      </w:r>
      <w:r w:rsidRPr="00CA1609">
        <w:rPr>
          <w:rStyle w:val="libLineChar"/>
          <w:rFonts w:eastAsia="Calibri" w:hint="cs"/>
          <w:cs/>
          <w:lang w:bidi="bn-IN"/>
        </w:rPr>
        <w:t>তাঁর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মনোনীত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নবী</w:t>
      </w:r>
      <w:r w:rsidRPr="00CA1609">
        <w:rPr>
          <w:rStyle w:val="libLineChar"/>
          <w:rFonts w:eastAsia="Calibri"/>
          <w:rtl/>
          <w:cs/>
        </w:rPr>
        <w:t>-</w:t>
      </w:r>
      <w:r w:rsidRPr="00CA1609">
        <w:rPr>
          <w:rStyle w:val="libLineChar"/>
          <w:rFonts w:eastAsia="Calibri" w:hint="cs"/>
          <w:cs/>
          <w:lang w:bidi="bn-IN"/>
        </w:rPr>
        <w:t>রাসূল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ও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ইমামগণ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এবং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অন্যান্য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খাছ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বান্দাহর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কাছ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থেকে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গুনাহে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lastRenderedPageBreak/>
        <w:t>লিপ্ত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হবার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ক্ষমতা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কেড়ে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নেন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নি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এবং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কেন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নেন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নি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সে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সম্পর্কে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পরে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আলোচনা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করা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হয়েছে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এবং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তাঁদের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EnChar"/>
        </w:rPr>
        <w:t>‘</w:t>
      </w:r>
      <w:r w:rsidRPr="00CA1609">
        <w:rPr>
          <w:rStyle w:val="libLineChar"/>
          <w:rFonts w:eastAsia="Calibri" w:hint="cs"/>
          <w:cs/>
          <w:lang w:bidi="bn-IN"/>
        </w:rPr>
        <w:t>ইছমাত্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বা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পাপমুক্ততা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এ</w:t>
      </w:r>
      <w:r w:rsidRPr="00CA1609">
        <w:rPr>
          <w:rStyle w:val="libLineChar"/>
          <w:rFonts w:eastAsia="Calibri"/>
          <w:rtl/>
          <w:cs/>
        </w:rPr>
        <w:t xml:space="preserve"> </w:t>
      </w:r>
      <w:r w:rsidRPr="00CA1609">
        <w:rPr>
          <w:rStyle w:val="libLineChar"/>
          <w:rFonts w:eastAsia="Calibri" w:hint="cs"/>
          <w:cs/>
          <w:lang w:bidi="bn-IN"/>
        </w:rPr>
        <w:t>অর্থেই।</w:t>
      </w:r>
      <w:r w:rsidRPr="00CA1609">
        <w:rPr>
          <w:rStyle w:val="libLineChar"/>
          <w:rFonts w:eastAsia="Calibri"/>
          <w:rtl/>
          <w:cs/>
        </w:rPr>
        <w:t>]</w:t>
      </w:r>
    </w:p>
    <w:p w:rsidR="00B36A58" w:rsidRPr="008D1E99" w:rsidRDefault="00B36A58" w:rsidP="008D1E99">
      <w:r>
        <w:br w:type="page"/>
      </w:r>
    </w:p>
    <w:p w:rsidR="00CA1609" w:rsidRDefault="00CA1609" w:rsidP="00635115">
      <w:pPr>
        <w:pStyle w:val="libEn"/>
      </w:pPr>
    </w:p>
    <w:p w:rsidR="00635115" w:rsidRDefault="00635115" w:rsidP="00CA1609">
      <w:pPr>
        <w:pStyle w:val="Heading2Center"/>
      </w:pPr>
      <w:bookmarkStart w:id="15" w:name="_Toc528959842"/>
      <w:bookmarkStart w:id="16" w:name="_Toc529016140"/>
      <w:bookmarkStart w:id="17" w:name="_Toc529017458"/>
      <w:r>
        <w:rPr>
          <w:rFonts w:hint="cs"/>
          <w:cs/>
          <w:lang w:bidi="bn-IN"/>
        </w:rPr>
        <w:t>ইসলামে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</w:t>
      </w:r>
      <w:bookmarkEnd w:id="15"/>
      <w:bookmarkEnd w:id="16"/>
      <w:bookmarkEnd w:id="17"/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পরোক্ষভাবে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পরোক্ষভাবে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ইখলাছের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নিরপেক্ষভাবে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ব্যাখ্যা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মুতাওয়াতির্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দলীলেরই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আশ্রয়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নেবো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তাৎপর্যের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দ্বিমতের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ভালোবাসা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ফরয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রাব্বুল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আলামীন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ভালোবাসাকে</w:t>
      </w:r>
      <w:r>
        <w:rPr>
          <w:cs/>
          <w:lang w:bidi="bn-IN"/>
        </w:rPr>
        <w:t xml:space="preserve"> </w:t>
      </w:r>
      <w:r w:rsidR="00807656">
        <w:rPr>
          <w:rFonts w:hint="cs"/>
          <w:cs/>
          <w:lang w:bidi="bn-IN"/>
        </w:rPr>
        <w:t>মু</w:t>
      </w:r>
      <w:r w:rsidR="00807656" w:rsidRPr="00807656">
        <w:rPr>
          <w:rStyle w:val="libEnChar"/>
          <w:rFonts w:hint="cs"/>
        </w:rPr>
        <w:t>’</w:t>
      </w:r>
      <w:r w:rsidR="00807656">
        <w:rPr>
          <w:rFonts w:hint="cs"/>
          <w:cs/>
          <w:lang w:bidi="bn-IN"/>
        </w:rPr>
        <w:t>মিনা</w:t>
      </w:r>
      <w:r>
        <w:rPr>
          <w:rFonts w:hint="cs"/>
          <w:cs/>
          <w:lang w:bidi="bn-IN"/>
        </w:rPr>
        <w:t>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ফরয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t xml:space="preserve">;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:</w:t>
      </w:r>
    </w:p>
    <w:p w:rsidR="00635115" w:rsidRPr="00CA1609" w:rsidRDefault="00CA1609" w:rsidP="00CA1609">
      <w:pPr>
        <w:pStyle w:val="libAie"/>
      </w:pPr>
      <w:r w:rsidRPr="00CA1609">
        <w:rPr>
          <w:rStyle w:val="libAlaemChar"/>
        </w:rPr>
        <w:t>)</w:t>
      </w:r>
      <w:r w:rsidR="00635115" w:rsidRPr="00CA1609">
        <w:rPr>
          <w:rFonts w:hint="eastAsia"/>
          <w:rtl/>
        </w:rPr>
        <w:t>قُلْ</w:t>
      </w:r>
      <w:r w:rsidR="00635115" w:rsidRPr="00CA1609">
        <w:rPr>
          <w:rtl/>
        </w:rPr>
        <w:t xml:space="preserve"> </w:t>
      </w:r>
      <w:r w:rsidR="00635115" w:rsidRPr="00CA1609">
        <w:rPr>
          <w:rFonts w:hint="eastAsia"/>
          <w:rtl/>
        </w:rPr>
        <w:t>لا</w:t>
      </w:r>
      <w:r w:rsidR="00635115" w:rsidRPr="00CA1609">
        <w:rPr>
          <w:rtl/>
        </w:rPr>
        <w:t xml:space="preserve"> </w:t>
      </w:r>
      <w:r w:rsidR="00635115" w:rsidRPr="00CA1609">
        <w:rPr>
          <w:rFonts w:hint="eastAsia"/>
          <w:rtl/>
        </w:rPr>
        <w:t>أَسْأَلُكُمْ</w:t>
      </w:r>
      <w:r w:rsidR="00635115" w:rsidRPr="00CA1609">
        <w:rPr>
          <w:rtl/>
        </w:rPr>
        <w:t xml:space="preserve"> </w:t>
      </w:r>
      <w:r w:rsidR="00635115" w:rsidRPr="00CA1609">
        <w:rPr>
          <w:rFonts w:hint="eastAsia"/>
          <w:rtl/>
        </w:rPr>
        <w:t>عَلَيْهِ</w:t>
      </w:r>
      <w:r w:rsidR="00635115" w:rsidRPr="00CA1609">
        <w:rPr>
          <w:rtl/>
        </w:rPr>
        <w:t xml:space="preserve"> </w:t>
      </w:r>
      <w:r w:rsidR="00635115" w:rsidRPr="00CA1609">
        <w:rPr>
          <w:rFonts w:hint="eastAsia"/>
          <w:rtl/>
        </w:rPr>
        <w:t>أَجْرًا</w:t>
      </w:r>
      <w:r w:rsidR="00635115" w:rsidRPr="00CA1609">
        <w:rPr>
          <w:rtl/>
        </w:rPr>
        <w:t xml:space="preserve"> </w:t>
      </w:r>
      <w:r w:rsidR="00635115" w:rsidRPr="00CA1609">
        <w:rPr>
          <w:rFonts w:hint="eastAsia"/>
          <w:rtl/>
        </w:rPr>
        <w:t>إِلا</w:t>
      </w:r>
      <w:r w:rsidR="00635115" w:rsidRPr="00CA1609">
        <w:rPr>
          <w:rtl/>
        </w:rPr>
        <w:t xml:space="preserve"> </w:t>
      </w:r>
      <w:r w:rsidR="00635115" w:rsidRPr="00CA1609">
        <w:rPr>
          <w:rFonts w:hint="eastAsia"/>
          <w:rtl/>
        </w:rPr>
        <w:t>الْمَوَدَّةَ</w:t>
      </w:r>
      <w:r w:rsidR="00635115" w:rsidRPr="00CA1609">
        <w:rPr>
          <w:rtl/>
        </w:rPr>
        <w:t xml:space="preserve"> </w:t>
      </w:r>
      <w:r w:rsidR="00635115" w:rsidRPr="00CA1609">
        <w:rPr>
          <w:rFonts w:hint="eastAsia"/>
          <w:rtl/>
        </w:rPr>
        <w:t>فِي</w:t>
      </w:r>
      <w:r w:rsidR="00635115" w:rsidRPr="00CA1609">
        <w:rPr>
          <w:rtl/>
        </w:rPr>
        <w:t xml:space="preserve"> </w:t>
      </w:r>
      <w:r w:rsidR="00635115" w:rsidRPr="00CA1609">
        <w:rPr>
          <w:rFonts w:hint="eastAsia"/>
          <w:rtl/>
        </w:rPr>
        <w:t>الْقُرْبَى</w:t>
      </w:r>
      <w:r w:rsidRPr="00D57CCC">
        <w:rPr>
          <w:rStyle w:val="libAlaemChar"/>
        </w:rPr>
        <w:t>(</w:t>
      </w:r>
    </w:p>
    <w:p w:rsidR="00635115" w:rsidRDefault="00635115" w:rsidP="00635115">
      <w:pPr>
        <w:pStyle w:val="libNormal"/>
      </w:pPr>
      <w:r>
        <w:rPr>
          <w:rFonts w:hint="eastAsia"/>
        </w:rPr>
        <w:t>“</w:t>
      </w:r>
      <w:r>
        <w:t>(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!) </w:t>
      </w:r>
      <w:r>
        <w:rPr>
          <w:rFonts w:hint="cs"/>
          <w:cs/>
          <w:lang w:bidi="bn-IN"/>
        </w:rPr>
        <w:t>বলুন</w:t>
      </w:r>
      <w:r>
        <w:t xml:space="preserve">,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হেদায়াত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পৌঁছে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বিনিময়ে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তোমাদের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ঘনিষ্ঠতমদের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ভালোবাসা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বিনিময়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শূরা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২৩</w:t>
      </w:r>
      <w:r>
        <w:rPr>
          <w:cs/>
          <w:lang w:bidi="bn-IN"/>
        </w:rPr>
        <w:t>)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 w:rsidR="00807656">
        <w:rPr>
          <w:rFonts w:hint="cs"/>
          <w:cs/>
          <w:lang w:bidi="bn-IN"/>
        </w:rPr>
        <w:t>মু</w:t>
      </w:r>
      <w:r w:rsidR="00807656" w:rsidRPr="00807656">
        <w:rPr>
          <w:rStyle w:val="libEnChar"/>
          <w:rFonts w:hint="cs"/>
        </w:rPr>
        <w:t>’</w:t>
      </w:r>
      <w:r w:rsidR="00807656">
        <w:rPr>
          <w:rFonts w:hint="cs"/>
          <w:cs/>
          <w:lang w:bidi="bn-IN"/>
        </w:rPr>
        <w:t>মিনা</w:t>
      </w:r>
      <w:r>
        <w:rPr>
          <w:rFonts w:hint="cs"/>
          <w:cs/>
          <w:lang w:bidi="bn-IN"/>
        </w:rPr>
        <w:t>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স্বজনদের</w:t>
      </w:r>
      <w:r>
        <w:rPr>
          <w:cs/>
          <w:lang w:bidi="bn-IN"/>
        </w:rPr>
        <w:t xml:space="preserve"> (</w:t>
      </w:r>
      <w:r w:rsidRPr="00635115">
        <w:rPr>
          <w:rStyle w:val="libArChar"/>
          <w:rFonts w:hint="eastAsia"/>
          <w:rtl/>
        </w:rPr>
        <w:t>قرب</w:t>
      </w:r>
      <w:r w:rsidRPr="00635115">
        <w:rPr>
          <w:rStyle w:val="libArChar"/>
          <w:rFonts w:hint="cs"/>
          <w:rtl/>
        </w:rPr>
        <w:t>ی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ভালোবাসা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পোষণ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দ্বিমতের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করীম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স্বজন</w:t>
      </w:r>
      <w:r>
        <w:rPr>
          <w:cs/>
          <w:lang w:bidi="bn-IN"/>
        </w:rPr>
        <w:t xml:space="preserve"> (</w:t>
      </w:r>
      <w:r w:rsidRPr="00635115">
        <w:rPr>
          <w:rStyle w:val="libArChar"/>
          <w:rFonts w:hint="eastAsia"/>
          <w:rtl/>
        </w:rPr>
        <w:t>قرب</w:t>
      </w:r>
      <w:r w:rsidRPr="00635115">
        <w:rPr>
          <w:rStyle w:val="libArChar"/>
          <w:rFonts w:hint="cs"/>
          <w:rtl/>
        </w:rPr>
        <w:t>ی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বাইতকেই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বুঝানো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ব্যাপকতর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আত্মীয়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স্বজন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হাশেমকে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অগ্রগণ্য।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lastRenderedPageBreak/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মাযহাব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ফিরক্বাহর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ফাতেমাহ্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যাহরা</w:t>
      </w:r>
      <w:r>
        <w:rPr>
          <w:rFonts w:hint="eastAsia"/>
        </w:rPr>
        <w:t>’</w:t>
      </w:r>
      <w:r>
        <w:t xml:space="preserve"> (</w:t>
      </w:r>
      <w:r>
        <w:rPr>
          <w:rFonts w:hint="cs"/>
          <w:cs/>
          <w:lang w:bidi="bn-IN"/>
        </w:rPr>
        <w:t>সালামুল্লাহি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আলাইহা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আলী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হাসান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বিষয়বস্তুসমূহ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মুতাওয়াতির্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তাওয়াতুর্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পারেন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কতোগুলো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বিতর্কের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উর্ধে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মতৈক্য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বর্তমানে</w:t>
      </w:r>
      <w:r>
        <w:rPr>
          <w:cs/>
          <w:lang w:bidi="bn-IN"/>
        </w:rPr>
        <w:t xml:space="preserve"> </w:t>
      </w:r>
      <w:r w:rsidR="00184621">
        <w:rPr>
          <w:rFonts w:hint="cs"/>
          <w:cs/>
          <w:lang w:bidi="bn-IN"/>
        </w:rPr>
        <w:t>দু</w:t>
      </w:r>
      <w:r w:rsidR="00184621" w:rsidRPr="00184621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উদ্ভূত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চরমপন্থী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ফিরক্বাহ্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একমত।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বিতর্কাতীত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সর্বাধিক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জ্ঞানী।</w:t>
      </w:r>
    </w:p>
    <w:p w:rsidR="00D57CCC" w:rsidRDefault="00D57CCC" w:rsidP="00635115">
      <w:pPr>
        <w:pStyle w:val="libNormal"/>
        <w:rPr>
          <w:lang w:bidi="bn-IN"/>
        </w:rPr>
      </w:pPr>
    </w:p>
    <w:p w:rsidR="00635115" w:rsidRDefault="00635115" w:rsidP="00D57CCC">
      <w:pPr>
        <w:pStyle w:val="Heading2"/>
      </w:pPr>
      <w:bookmarkStart w:id="18" w:name="_Toc528959843"/>
      <w:bookmarkStart w:id="19" w:name="_Toc529016141"/>
      <w:bookmarkStart w:id="20" w:name="_Toc529017459"/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আলীর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ইলমী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শ্রেষ্ঠত্ব</w:t>
      </w:r>
      <w:bookmarkEnd w:id="18"/>
      <w:bookmarkEnd w:id="19"/>
      <w:bookmarkEnd w:id="20"/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:</w:t>
      </w:r>
    </w:p>
    <w:p w:rsidR="00635115" w:rsidRDefault="00635115" w:rsidP="00D57CCC">
      <w:pPr>
        <w:pStyle w:val="libAr"/>
      </w:pPr>
      <w:r w:rsidRPr="00D57CCC">
        <w:rPr>
          <w:rFonts w:hint="cs"/>
          <w:rtl/>
        </w:rPr>
        <w:t>انا</w:t>
      </w:r>
      <w:r w:rsidRPr="00D57CCC">
        <w:rPr>
          <w:rtl/>
        </w:rPr>
        <w:t xml:space="preserve"> </w:t>
      </w:r>
      <w:r w:rsidRPr="00D57CCC">
        <w:rPr>
          <w:rFonts w:hint="cs"/>
          <w:rtl/>
        </w:rPr>
        <w:t>مدينة</w:t>
      </w:r>
      <w:r w:rsidRPr="00D57CCC">
        <w:rPr>
          <w:rtl/>
        </w:rPr>
        <w:t xml:space="preserve"> </w:t>
      </w:r>
      <w:r w:rsidRPr="00D57CCC">
        <w:rPr>
          <w:rFonts w:hint="cs"/>
          <w:rtl/>
        </w:rPr>
        <w:t>العلم</w:t>
      </w:r>
      <w:r w:rsidRPr="00D57CCC">
        <w:rPr>
          <w:rtl/>
        </w:rPr>
        <w:t xml:space="preserve"> </w:t>
      </w:r>
      <w:r w:rsidRPr="00D57CCC">
        <w:rPr>
          <w:rFonts w:hint="cs"/>
          <w:rtl/>
        </w:rPr>
        <w:t>و</w:t>
      </w:r>
      <w:r w:rsidRPr="00D57CCC">
        <w:rPr>
          <w:rtl/>
        </w:rPr>
        <w:t xml:space="preserve"> </w:t>
      </w:r>
      <w:r w:rsidRPr="00D57CCC">
        <w:rPr>
          <w:rFonts w:hint="cs"/>
          <w:rtl/>
        </w:rPr>
        <w:t>علی</w:t>
      </w:r>
      <w:r w:rsidRPr="00D57CCC">
        <w:rPr>
          <w:rtl/>
        </w:rPr>
        <w:t xml:space="preserve"> </w:t>
      </w:r>
      <w:r w:rsidRPr="00D57CCC">
        <w:rPr>
          <w:rFonts w:hint="cs"/>
          <w:rtl/>
        </w:rPr>
        <w:t>بابها</w:t>
      </w:r>
      <w:r>
        <w:t>.</w:t>
      </w:r>
    </w:p>
    <w:p w:rsidR="00635115" w:rsidRDefault="00635115" w:rsidP="00635115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নগরী</w:t>
      </w:r>
      <w:r>
        <w:t xml:space="preserve">,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দরযা।</w:t>
      </w:r>
      <w:r>
        <w:rPr>
          <w:rFonts w:hint="eastAsia"/>
        </w:rPr>
        <w:t>”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আধার</w:t>
      </w:r>
      <w:r>
        <w:rPr>
          <w:cs/>
          <w:lang w:bidi="bn-IN"/>
        </w:rPr>
        <w:t xml:space="preserve"> (</w:t>
      </w:r>
      <w:r w:rsidRPr="00635115">
        <w:rPr>
          <w:rStyle w:val="libArChar"/>
          <w:rFonts w:hint="eastAsia"/>
          <w:rtl/>
        </w:rPr>
        <w:t>تبيانا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لکل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شيء</w:t>
      </w:r>
      <w:r>
        <w:rPr>
          <w:cs/>
          <w:lang w:bidi="bn-IN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অনস্বীকার্য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জীবদ্দশায়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হাতেগণা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কয়েক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ব্যক্তিগতভাবে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লিপিবদ্ধ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মুখস্ত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করেছিলেন।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স্বল্পসংখ্যক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লিপিবদ্ধ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সংগ্রহে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রেখেছিলেন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অন্যতম।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মুখস্ত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অভিজ্ঞতা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আরব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অনারব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নির্বিশেষে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মওজূদ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নিয়মিত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তেলাওয়াত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নিয়মিত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অধ্যয়ন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</w:t>
      </w:r>
      <w:r>
        <w:t xml:space="preserve">; </w:t>
      </w:r>
      <w:r>
        <w:rPr>
          <w:rFonts w:hint="cs"/>
          <w:cs/>
          <w:lang w:bidi="bn-IN"/>
        </w:rPr>
        <w:t>এছাড়া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হাফেয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ক</w:t>
      </w:r>
      <w:r w:rsidR="002346D3" w:rsidRPr="002346D3">
        <w:rPr>
          <w:rStyle w:val="libEnChar"/>
          <w:rFonts w:hint="cs"/>
        </w:rPr>
        <w:t>’</w:t>
      </w:r>
      <w:r w:rsidR="002346D3">
        <w:rPr>
          <w:rFonts w:hint="cs"/>
          <w:cs/>
          <w:lang w:bidi="bn-IN"/>
        </w:rPr>
        <w:t>জ</w:t>
      </w:r>
      <w:r>
        <w:rPr>
          <w:rFonts w:hint="cs"/>
          <w:cs/>
          <w:lang w:bidi="bn-IN"/>
        </w:rPr>
        <w:t>ন</w:t>
      </w:r>
      <w:r>
        <w:t>?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গ্রন্থাকারে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মওজূদ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অথবা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মুখস্ত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স্বাভাবিকভাবেই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ওঠে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মুখস্ত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নিয়মিত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তেলাওয়াত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অধ্যয়ন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যথেষ্ট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একদিকে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যথাযথভাবে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পূর্বশর্ত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পূর্বশর্ত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বিশেষজ্ঞ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শিক্ষকের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এতদ্বিষয়ক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তথ্যসূত্রাদি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বর্তমান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বিশেষজ্ঞ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শিক্ষক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বিশেষজ্ঞত্বমূলক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তথ্যসূত্রাদি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সহজলভ্য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স্বয়ং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বিশেষজ্ঞ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শিক্ষক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এতদ্বিষয়ক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বিশেষজ্ঞত্বমূলক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তথ্যসূত্রের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দ্বিতীয়তঃ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প্রায়োগিক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শাস্ত্রেরই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প্রায়োগিক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বাস্তব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পর্যবেক্ষণ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বাস্তব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স্বয়ং।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তৃতীয়তঃ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নাযিল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স্বয়ং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করীম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বিধিবিধান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প্রণয়ন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এখতিয়ার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উদাহরণস্বরূপ</w:t>
      </w:r>
      <w:r>
        <w:t xml:space="preserve">,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বিবাহিত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ব্যভিচারীর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প্রস্তরাঘাতে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হত্যার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কার্যকর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করতেন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মতৈক্য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t xml:space="preserve">,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</w:p>
    <w:p w:rsidR="00635115" w:rsidRDefault="00635115" w:rsidP="002346D3">
      <w:pPr>
        <w:pStyle w:val="libLine"/>
      </w:pPr>
      <w:r>
        <w:t>[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বিবাহিত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ব্যভিচারীকে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সার্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প্রস্তরাঘাতে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হত্যা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নির্দেশ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তেলাওয়াত্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মানসূখ্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হুকূম্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t xml:space="preserve">,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মোটেই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অভ্যন্তরে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নাসেখ্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মানসূখের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কার্যকরিতা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নাসেখ্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আসমানী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কিতাব্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মানসূখ্।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কোরআনের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পরিচয়</w:t>
      </w:r>
      <w:r w:rsidRPr="00DC1531">
        <w:rPr>
          <w:rStyle w:val="libEnChar"/>
        </w:rPr>
        <w:t>”</w:t>
      </w:r>
      <w:r>
        <w:t xml:space="preserve"> </w:t>
      </w:r>
      <w:r>
        <w:rPr>
          <w:rFonts w:hint="cs"/>
          <w:cs/>
          <w:lang w:bidi="bn-IN"/>
        </w:rPr>
        <w:t>গ্রন্থে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বিস্তারিত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করেছি।</w:t>
      </w:r>
      <w:r>
        <w:rPr>
          <w:cs/>
          <w:lang w:bidi="bn-IN"/>
        </w:rPr>
        <w:t>]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নামায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পাঁচ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ওয়াক্তে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সতর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রাক্</w:t>
      </w:r>
      <w:r w:rsidR="002346D3" w:rsidRPr="00DC1531">
        <w:rPr>
          <w:rStyle w:val="libEnChar"/>
        </w:rPr>
        <w:t>’</w:t>
      </w:r>
      <w:r w:rsidR="002346D3">
        <w:rPr>
          <w:rFonts w:hint="cs"/>
          <w:cs/>
          <w:lang w:bidi="bn-IN"/>
        </w:rPr>
        <w:t>আত্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ফরয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অনুল্লেখিত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জিনিসগুলোকে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হালাল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নোংরা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জিনিসগুলোকে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হারাম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 w:rsidR="002346D3">
        <w:rPr>
          <w:rFonts w:hint="cs"/>
          <w:cs/>
          <w:lang w:bidi="bn-IN"/>
        </w:rPr>
        <w:t>আ</w:t>
      </w:r>
      <w:r w:rsidR="002346D3" w:rsidRPr="00DC1531">
        <w:rPr>
          <w:rStyle w:val="libEnChar"/>
        </w:rPr>
        <w:t>’</w:t>
      </w:r>
      <w:r w:rsidR="002346D3">
        <w:rPr>
          <w:rFonts w:hint="cs"/>
          <w:cs/>
          <w:lang w:bidi="bn-IN"/>
        </w:rPr>
        <w:t>রা</w:t>
      </w:r>
      <w:r>
        <w:rPr>
          <w:rFonts w:hint="cs"/>
          <w:cs/>
          <w:lang w:bidi="bn-IN"/>
        </w:rPr>
        <w:t>ফ্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১৫৭</w:t>
      </w:r>
      <w:r>
        <w:rPr>
          <w:cs/>
          <w:lang w:bidi="bn-IN"/>
        </w:rPr>
        <w:t>)</w:t>
      </w:r>
      <w:r>
        <w:rPr>
          <w:rFonts w:hint="cs"/>
          <w:cs/>
          <w:lang w:bidi="hi-IN"/>
        </w:rPr>
        <w:t>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সাহচর্য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সর্বজনবিদিত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একমাত্র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নবুওয়াতী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যিন্দেগীর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সাহচর্য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করেছিলেন</w:t>
      </w:r>
      <w:r>
        <w:t xml:space="preserve">;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সাহচর্যের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সুন্নাতে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পূর্ণাঙ্গ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পুরোপুরি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নির্ভুল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পূর্ণাঙ্গ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দ্বারস্থ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অপরিহার্য।</w:t>
      </w:r>
    </w:p>
    <w:p w:rsidR="002346D3" w:rsidRDefault="002346D3" w:rsidP="00635115">
      <w:pPr>
        <w:pStyle w:val="libNormal"/>
        <w:rPr>
          <w:lang w:bidi="bn-IN"/>
        </w:rPr>
      </w:pPr>
    </w:p>
    <w:p w:rsidR="00635115" w:rsidRDefault="00635115" w:rsidP="002346D3">
      <w:pPr>
        <w:pStyle w:val="Heading2"/>
      </w:pPr>
      <w:bookmarkStart w:id="21" w:name="_Toc528959844"/>
      <w:bookmarkStart w:id="22" w:name="_Toc529016142"/>
      <w:bookmarkStart w:id="23" w:name="_Toc529017460"/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ফাতেমাহ্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হাসান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</w:t>
      </w:r>
      <w:bookmarkEnd w:id="21"/>
      <w:bookmarkEnd w:id="22"/>
      <w:bookmarkEnd w:id="23"/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জুমু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আহ্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নামাযের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খোত্ববাহ্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ফাতেমাহ্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সালামুল্লাহি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আলাইহা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বেহেশতে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নেত্রী</w:t>
      </w:r>
      <w:r>
        <w:rPr>
          <w:cs/>
          <w:lang w:bidi="bn-IN"/>
        </w:rPr>
        <w:t xml:space="preserve"> (</w:t>
      </w:r>
      <w:r w:rsidRPr="00635115">
        <w:rPr>
          <w:rStyle w:val="libArChar"/>
          <w:rFonts w:hint="eastAsia"/>
          <w:rtl/>
        </w:rPr>
        <w:t>سيدة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نساء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اهل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الجنة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হাসান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বেহেশতে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যুবকদের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নেতা</w:t>
      </w:r>
      <w:r>
        <w:rPr>
          <w:cs/>
          <w:lang w:bidi="bn-IN"/>
        </w:rPr>
        <w:t xml:space="preserve"> (</w:t>
      </w:r>
      <w:r w:rsidRPr="002346D3">
        <w:rPr>
          <w:rStyle w:val="libArChar"/>
          <w:rFonts w:hint="eastAsia"/>
          <w:rtl/>
        </w:rPr>
        <w:t>سيدا</w:t>
      </w:r>
      <w:r w:rsidRPr="002346D3">
        <w:rPr>
          <w:rStyle w:val="libArChar"/>
          <w:rtl/>
        </w:rPr>
        <w:t xml:space="preserve"> </w:t>
      </w:r>
      <w:r w:rsidRPr="002346D3">
        <w:rPr>
          <w:rStyle w:val="libArChar"/>
          <w:rFonts w:hint="eastAsia"/>
          <w:rtl/>
        </w:rPr>
        <w:t>شباب</w:t>
      </w:r>
      <w:r w:rsidRPr="002346D3">
        <w:rPr>
          <w:rStyle w:val="libArChar"/>
          <w:rtl/>
        </w:rPr>
        <w:t xml:space="preserve"> </w:t>
      </w:r>
      <w:r w:rsidRPr="002346D3">
        <w:rPr>
          <w:rStyle w:val="libArChar"/>
          <w:rFonts w:hint="eastAsia"/>
          <w:rtl/>
        </w:rPr>
        <w:t>اهل</w:t>
      </w:r>
      <w:r w:rsidRPr="002346D3">
        <w:rPr>
          <w:rStyle w:val="libArChar"/>
          <w:rtl/>
        </w:rPr>
        <w:t xml:space="preserve"> </w:t>
      </w:r>
      <w:r w:rsidRPr="002346D3">
        <w:rPr>
          <w:rStyle w:val="libArChar"/>
          <w:rFonts w:hint="eastAsia"/>
          <w:rtl/>
        </w:rPr>
        <w:t>الجنة</w:t>
      </w:r>
      <w:r>
        <w:rPr>
          <w:cs/>
          <w:lang w:bidi="bn-IN"/>
        </w:rPr>
        <w:t>)</w:t>
      </w:r>
      <w:r>
        <w:rPr>
          <w:rFonts w:hint="cs"/>
          <w:cs/>
          <w:lang w:bidi="hi-IN"/>
        </w:rPr>
        <w:t>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</w:p>
    <w:p w:rsidR="002346D3" w:rsidRDefault="002346D3" w:rsidP="00635115">
      <w:pPr>
        <w:pStyle w:val="libNormal"/>
        <w:rPr>
          <w:lang w:bidi="bn-IN"/>
        </w:rPr>
      </w:pPr>
    </w:p>
    <w:p w:rsidR="00635115" w:rsidRDefault="00635115" w:rsidP="002346D3">
      <w:pPr>
        <w:pStyle w:val="Heading2"/>
      </w:pPr>
      <w:bookmarkStart w:id="24" w:name="_Toc528959845"/>
      <w:bookmarkStart w:id="25" w:name="_Toc529016143"/>
      <w:bookmarkStart w:id="26" w:name="_Toc529017461"/>
      <w:r>
        <w:rPr>
          <w:rFonts w:hint="cs"/>
          <w:cs/>
          <w:lang w:bidi="bn-IN"/>
        </w:rPr>
        <w:t>নামাযের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দরূদে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মর্যাদা</w:t>
      </w:r>
      <w:bookmarkEnd w:id="24"/>
      <w:bookmarkEnd w:id="25"/>
      <w:bookmarkEnd w:id="26"/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অন্যদিকে</w:t>
      </w:r>
      <w:r>
        <w:t xml:space="preserve">, </w:t>
      </w:r>
      <w:r>
        <w:rPr>
          <w:rFonts w:hint="cs"/>
          <w:cs/>
          <w:lang w:bidi="bn-IN"/>
        </w:rPr>
        <w:t>অত্র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ভূমিকায়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,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নামাযের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রাক্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আতে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দরূদ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প্রেরণের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t xml:space="preserve">, </w:t>
      </w:r>
      <w:r>
        <w:rPr>
          <w:rFonts w:hint="cs"/>
          <w:cs/>
          <w:lang w:bidi="bn-IN"/>
        </w:rPr>
        <w:t>নচেৎ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নামায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ছহীহ্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হানাফী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মায্হাবের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অনুসারীরা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দরূদটি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থাকেন</w:t>
      </w:r>
      <w:r>
        <w:rPr>
          <w:cs/>
          <w:lang w:bidi="bn-IN"/>
        </w:rPr>
        <w:t xml:space="preserve"> :</w:t>
      </w:r>
    </w:p>
    <w:p w:rsidR="00635115" w:rsidRDefault="00635115" w:rsidP="002346D3">
      <w:pPr>
        <w:pStyle w:val="libAr"/>
      </w:pPr>
      <w:r w:rsidRPr="002346D3">
        <w:rPr>
          <w:rFonts w:hint="cs"/>
          <w:rtl/>
        </w:rPr>
        <w:t>اللهم</w:t>
      </w:r>
      <w:r w:rsidRPr="002346D3">
        <w:rPr>
          <w:rtl/>
        </w:rPr>
        <w:t xml:space="preserve"> </w:t>
      </w:r>
      <w:r w:rsidRPr="002346D3">
        <w:rPr>
          <w:rFonts w:hint="cs"/>
          <w:rtl/>
        </w:rPr>
        <w:t>صلِّ</w:t>
      </w:r>
      <w:r w:rsidRPr="002346D3">
        <w:rPr>
          <w:rtl/>
        </w:rPr>
        <w:t xml:space="preserve"> </w:t>
      </w:r>
      <w:r w:rsidRPr="002346D3">
        <w:rPr>
          <w:rFonts w:hint="cs"/>
          <w:rtl/>
        </w:rPr>
        <w:t>علی</w:t>
      </w:r>
      <w:r w:rsidRPr="002346D3">
        <w:rPr>
          <w:rtl/>
        </w:rPr>
        <w:t xml:space="preserve"> </w:t>
      </w:r>
      <w:r w:rsidRPr="002346D3">
        <w:rPr>
          <w:rFonts w:hint="cs"/>
          <w:rtl/>
        </w:rPr>
        <w:t>محمد</w:t>
      </w:r>
      <w:r w:rsidRPr="002346D3">
        <w:rPr>
          <w:rtl/>
        </w:rPr>
        <w:t xml:space="preserve"> </w:t>
      </w:r>
      <w:r w:rsidRPr="002346D3">
        <w:rPr>
          <w:rFonts w:hint="cs"/>
          <w:rtl/>
        </w:rPr>
        <w:t>و</w:t>
      </w:r>
      <w:r w:rsidRPr="002346D3">
        <w:rPr>
          <w:rtl/>
        </w:rPr>
        <w:t xml:space="preserve"> </w:t>
      </w:r>
      <w:r w:rsidRPr="002346D3">
        <w:rPr>
          <w:rFonts w:hint="cs"/>
          <w:rtl/>
        </w:rPr>
        <w:t>علی</w:t>
      </w:r>
      <w:r w:rsidRPr="002346D3">
        <w:rPr>
          <w:rtl/>
        </w:rPr>
        <w:t xml:space="preserve"> </w:t>
      </w:r>
      <w:r w:rsidRPr="002346D3">
        <w:rPr>
          <w:rFonts w:hint="cs"/>
          <w:rtl/>
        </w:rPr>
        <w:t>آل</w:t>
      </w:r>
      <w:r w:rsidRPr="002346D3">
        <w:rPr>
          <w:rtl/>
        </w:rPr>
        <w:t xml:space="preserve"> </w:t>
      </w:r>
      <w:r w:rsidRPr="002346D3">
        <w:rPr>
          <w:rFonts w:hint="cs"/>
          <w:rtl/>
        </w:rPr>
        <w:t>محمد</w:t>
      </w:r>
      <w:r w:rsidRPr="002346D3">
        <w:rPr>
          <w:rtl/>
        </w:rPr>
        <w:t xml:space="preserve"> </w:t>
      </w:r>
      <w:r w:rsidRPr="002346D3">
        <w:rPr>
          <w:rFonts w:hint="cs"/>
          <w:rtl/>
        </w:rPr>
        <w:t>کما</w:t>
      </w:r>
      <w:r w:rsidRPr="002346D3">
        <w:rPr>
          <w:rtl/>
        </w:rPr>
        <w:t xml:space="preserve"> </w:t>
      </w:r>
      <w:r w:rsidRPr="002346D3">
        <w:rPr>
          <w:rFonts w:hint="cs"/>
          <w:rtl/>
        </w:rPr>
        <w:t>صلَّيت</w:t>
      </w:r>
      <w:r w:rsidRPr="002346D3">
        <w:rPr>
          <w:rtl/>
        </w:rPr>
        <w:t xml:space="preserve"> </w:t>
      </w:r>
      <w:r w:rsidRPr="002346D3">
        <w:rPr>
          <w:rFonts w:hint="cs"/>
          <w:rtl/>
        </w:rPr>
        <w:t>علی</w:t>
      </w:r>
      <w:r w:rsidRPr="002346D3">
        <w:rPr>
          <w:rtl/>
        </w:rPr>
        <w:t xml:space="preserve"> </w:t>
      </w:r>
      <w:r w:rsidRPr="002346D3">
        <w:rPr>
          <w:rFonts w:hint="cs"/>
          <w:rtl/>
        </w:rPr>
        <w:t>ابراهيم</w:t>
      </w:r>
      <w:r w:rsidRPr="002346D3">
        <w:rPr>
          <w:rtl/>
        </w:rPr>
        <w:t xml:space="preserve"> </w:t>
      </w:r>
      <w:r w:rsidRPr="002346D3">
        <w:rPr>
          <w:rFonts w:hint="cs"/>
          <w:rtl/>
        </w:rPr>
        <w:t>و</w:t>
      </w:r>
      <w:r w:rsidRPr="002346D3">
        <w:rPr>
          <w:rtl/>
        </w:rPr>
        <w:t xml:space="preserve"> </w:t>
      </w:r>
      <w:r w:rsidRPr="002346D3">
        <w:rPr>
          <w:rFonts w:hint="cs"/>
          <w:rtl/>
        </w:rPr>
        <w:t>علی</w:t>
      </w:r>
      <w:r w:rsidRPr="002346D3">
        <w:rPr>
          <w:rtl/>
        </w:rPr>
        <w:t xml:space="preserve"> </w:t>
      </w:r>
      <w:r w:rsidRPr="002346D3">
        <w:rPr>
          <w:rFonts w:hint="cs"/>
          <w:rtl/>
        </w:rPr>
        <w:t>آل</w:t>
      </w:r>
      <w:r w:rsidRPr="002346D3">
        <w:rPr>
          <w:rtl/>
        </w:rPr>
        <w:t xml:space="preserve"> </w:t>
      </w:r>
      <w:r w:rsidRPr="002346D3">
        <w:rPr>
          <w:rFonts w:hint="cs"/>
          <w:rtl/>
        </w:rPr>
        <w:t>ابراهيم؛</w:t>
      </w:r>
      <w:r w:rsidRPr="002346D3">
        <w:rPr>
          <w:rtl/>
        </w:rPr>
        <w:t xml:space="preserve"> </w:t>
      </w:r>
      <w:r w:rsidRPr="002346D3">
        <w:rPr>
          <w:rFonts w:hint="cs"/>
          <w:rtl/>
        </w:rPr>
        <w:t>انک</w:t>
      </w:r>
      <w:r w:rsidRPr="002346D3">
        <w:rPr>
          <w:rtl/>
        </w:rPr>
        <w:t xml:space="preserve"> </w:t>
      </w:r>
      <w:r w:rsidRPr="002346D3">
        <w:rPr>
          <w:rFonts w:hint="cs"/>
          <w:rtl/>
        </w:rPr>
        <w:t>حميد</w:t>
      </w:r>
      <w:r w:rsidRPr="002346D3">
        <w:rPr>
          <w:rtl/>
        </w:rPr>
        <w:t xml:space="preserve"> </w:t>
      </w:r>
      <w:r w:rsidRPr="002346D3">
        <w:rPr>
          <w:rFonts w:hint="cs"/>
          <w:rtl/>
        </w:rPr>
        <w:t>مجيد</w:t>
      </w:r>
      <w:r w:rsidRPr="002346D3">
        <w:rPr>
          <w:rtl/>
        </w:rPr>
        <w:t xml:space="preserve">. </w:t>
      </w:r>
      <w:r w:rsidRPr="002346D3">
        <w:rPr>
          <w:rFonts w:hint="cs"/>
          <w:rtl/>
        </w:rPr>
        <w:t>اللهم</w:t>
      </w:r>
      <w:r w:rsidRPr="002346D3">
        <w:rPr>
          <w:rtl/>
        </w:rPr>
        <w:t xml:space="preserve"> </w:t>
      </w:r>
      <w:r w:rsidRPr="002346D3">
        <w:rPr>
          <w:rFonts w:hint="cs"/>
          <w:rtl/>
        </w:rPr>
        <w:t>بارک</w:t>
      </w:r>
      <w:r w:rsidRPr="002346D3">
        <w:rPr>
          <w:rtl/>
        </w:rPr>
        <w:t xml:space="preserve"> </w:t>
      </w:r>
      <w:r w:rsidRPr="002346D3">
        <w:rPr>
          <w:rFonts w:hint="cs"/>
          <w:rtl/>
        </w:rPr>
        <w:t>علی</w:t>
      </w:r>
      <w:r w:rsidRPr="002346D3">
        <w:rPr>
          <w:rtl/>
        </w:rPr>
        <w:t xml:space="preserve"> </w:t>
      </w:r>
      <w:r w:rsidRPr="002346D3">
        <w:rPr>
          <w:rFonts w:hint="cs"/>
          <w:rtl/>
        </w:rPr>
        <w:t>محمد</w:t>
      </w:r>
      <w:r w:rsidRPr="002346D3">
        <w:rPr>
          <w:rtl/>
        </w:rPr>
        <w:t xml:space="preserve"> </w:t>
      </w:r>
      <w:r w:rsidRPr="002346D3">
        <w:rPr>
          <w:rFonts w:hint="cs"/>
          <w:rtl/>
        </w:rPr>
        <w:t>و</w:t>
      </w:r>
      <w:r w:rsidRPr="002346D3">
        <w:rPr>
          <w:rtl/>
        </w:rPr>
        <w:t xml:space="preserve"> </w:t>
      </w:r>
      <w:r w:rsidRPr="002346D3">
        <w:rPr>
          <w:rFonts w:hint="cs"/>
          <w:rtl/>
        </w:rPr>
        <w:t>علی</w:t>
      </w:r>
      <w:r w:rsidRPr="002346D3">
        <w:rPr>
          <w:rtl/>
        </w:rPr>
        <w:t xml:space="preserve"> </w:t>
      </w:r>
      <w:r w:rsidRPr="002346D3">
        <w:rPr>
          <w:rFonts w:hint="cs"/>
          <w:rtl/>
        </w:rPr>
        <w:t>آل</w:t>
      </w:r>
      <w:r w:rsidRPr="002346D3">
        <w:rPr>
          <w:rtl/>
        </w:rPr>
        <w:t xml:space="preserve"> </w:t>
      </w:r>
      <w:r w:rsidRPr="002346D3">
        <w:rPr>
          <w:rFonts w:hint="cs"/>
          <w:rtl/>
        </w:rPr>
        <w:t>محمد</w:t>
      </w:r>
      <w:r w:rsidRPr="002346D3">
        <w:rPr>
          <w:rtl/>
        </w:rPr>
        <w:t xml:space="preserve"> </w:t>
      </w:r>
      <w:r w:rsidRPr="002346D3">
        <w:rPr>
          <w:rFonts w:hint="cs"/>
          <w:rtl/>
        </w:rPr>
        <w:t>کما</w:t>
      </w:r>
      <w:r w:rsidRPr="002346D3">
        <w:rPr>
          <w:rtl/>
        </w:rPr>
        <w:t xml:space="preserve"> </w:t>
      </w:r>
      <w:r w:rsidRPr="002346D3">
        <w:rPr>
          <w:rFonts w:hint="cs"/>
          <w:rtl/>
        </w:rPr>
        <w:t>بارکت</w:t>
      </w:r>
      <w:r w:rsidRPr="002346D3">
        <w:rPr>
          <w:rtl/>
        </w:rPr>
        <w:t xml:space="preserve"> </w:t>
      </w:r>
      <w:r w:rsidRPr="002346D3">
        <w:rPr>
          <w:rFonts w:hint="cs"/>
          <w:rtl/>
        </w:rPr>
        <w:t>علی</w:t>
      </w:r>
      <w:r w:rsidRPr="002346D3">
        <w:rPr>
          <w:rtl/>
        </w:rPr>
        <w:t xml:space="preserve"> </w:t>
      </w:r>
      <w:r w:rsidRPr="002346D3">
        <w:rPr>
          <w:rFonts w:hint="cs"/>
          <w:rtl/>
        </w:rPr>
        <w:t>ابراهيم</w:t>
      </w:r>
      <w:r w:rsidRPr="002346D3">
        <w:rPr>
          <w:rtl/>
        </w:rPr>
        <w:t xml:space="preserve"> </w:t>
      </w:r>
      <w:r w:rsidRPr="002346D3">
        <w:rPr>
          <w:rFonts w:hint="cs"/>
          <w:rtl/>
        </w:rPr>
        <w:t>و</w:t>
      </w:r>
      <w:r w:rsidRPr="002346D3">
        <w:rPr>
          <w:rtl/>
        </w:rPr>
        <w:t xml:space="preserve"> </w:t>
      </w:r>
      <w:r w:rsidRPr="002346D3">
        <w:rPr>
          <w:rFonts w:hint="cs"/>
          <w:rtl/>
        </w:rPr>
        <w:t>علی</w:t>
      </w:r>
      <w:r w:rsidRPr="002346D3">
        <w:rPr>
          <w:rtl/>
        </w:rPr>
        <w:t xml:space="preserve"> </w:t>
      </w:r>
      <w:r w:rsidRPr="002346D3">
        <w:rPr>
          <w:rFonts w:hint="cs"/>
          <w:rtl/>
        </w:rPr>
        <w:t>آل</w:t>
      </w:r>
      <w:r w:rsidRPr="002346D3">
        <w:rPr>
          <w:rtl/>
        </w:rPr>
        <w:t xml:space="preserve"> </w:t>
      </w:r>
      <w:r w:rsidRPr="002346D3">
        <w:rPr>
          <w:rFonts w:hint="cs"/>
          <w:rtl/>
        </w:rPr>
        <w:t>ابراهيم؛</w:t>
      </w:r>
      <w:r w:rsidRPr="002346D3">
        <w:rPr>
          <w:rtl/>
        </w:rPr>
        <w:t xml:space="preserve"> </w:t>
      </w:r>
      <w:r w:rsidRPr="002346D3">
        <w:rPr>
          <w:rFonts w:hint="cs"/>
          <w:rtl/>
        </w:rPr>
        <w:t>انک</w:t>
      </w:r>
      <w:r w:rsidRPr="002346D3">
        <w:rPr>
          <w:rtl/>
        </w:rPr>
        <w:t xml:space="preserve"> </w:t>
      </w:r>
      <w:r w:rsidRPr="002346D3">
        <w:rPr>
          <w:rFonts w:hint="cs"/>
          <w:rtl/>
        </w:rPr>
        <w:t>حميد</w:t>
      </w:r>
      <w:r w:rsidRPr="002346D3">
        <w:rPr>
          <w:rtl/>
        </w:rPr>
        <w:t xml:space="preserve"> </w:t>
      </w:r>
      <w:r w:rsidRPr="002346D3">
        <w:rPr>
          <w:rFonts w:hint="cs"/>
          <w:rtl/>
        </w:rPr>
        <w:t>مجيد</w:t>
      </w:r>
      <w:r>
        <w:t xml:space="preserve">. </w:t>
      </w:r>
    </w:p>
    <w:p w:rsidR="00635115" w:rsidRDefault="00635115" w:rsidP="00635115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! </w:t>
      </w:r>
      <w:r>
        <w:rPr>
          <w:rFonts w:hint="cs"/>
          <w:cs/>
          <w:lang w:bidi="bn-IN"/>
        </w:rPr>
        <w:t>মুহাম্মাদ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ছালাত্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ছালাত্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t xml:space="preserve">; 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প্রশংসিত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মহামহিম।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! </w:t>
      </w:r>
      <w:r>
        <w:rPr>
          <w:rFonts w:hint="cs"/>
          <w:cs/>
          <w:lang w:bidi="bn-IN"/>
        </w:rPr>
        <w:t>মুহাম্মাদ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বরকত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নাযিল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বরকত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নাযিল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t xml:space="preserve">; 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প্রশংসিত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মহামহিম।</w:t>
      </w:r>
      <w:r>
        <w:rPr>
          <w:rFonts w:hint="eastAsia"/>
        </w:rPr>
        <w:t>”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দরূদটি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দরূদে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মশহূর্।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দরূদের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বিরাট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খোরাক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ছালাত্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বরকত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নাযিলের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ছালাত্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বরকত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নাযিলের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আবেদনই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ছালাত্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বরকত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নাযিলের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ছালাত্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বরকত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নাযিল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হয়েছিলো।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ছালাত্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বরকত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নাযিলের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ছালাত্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বরকত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নাযিল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হয়েছিলো।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ভাষায়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সমপর্যায়ের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</w:p>
    <w:p w:rsidR="00635115" w:rsidRDefault="00635115" w:rsidP="007B3B0F">
      <w:pPr>
        <w:pStyle w:val="libBold1"/>
      </w:pPr>
      <w:r>
        <w:rPr>
          <w:rFonts w:hint="cs"/>
          <w:cs/>
          <w:lang w:bidi="bn-IN"/>
        </w:rPr>
        <w:lastRenderedPageBreak/>
        <w:t>এখন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কারা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t>?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কথাটি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আভিধানিক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পারিভাষিক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বিতর্কের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নিঃশর্তভাবে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পরিবার</w:t>
      </w:r>
      <w:r>
        <w:t xml:space="preserve">,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সন্তানগণ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বংশধরগণকে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বংশধরগণের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নাফরমানদেরকে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নামায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মধ্যস্থ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দরূদে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ওঠে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7B3B0F" w:rsidRPr="00E45B2C" w:rsidRDefault="007B3B0F" w:rsidP="00E45B2C">
      <w:r>
        <w:br w:type="page"/>
      </w:r>
    </w:p>
    <w:p w:rsidR="00635115" w:rsidRDefault="00635115" w:rsidP="007B3B0F">
      <w:pPr>
        <w:pStyle w:val="Heading1Center"/>
        <w:rPr>
          <w:lang w:bidi="bn-BD"/>
        </w:rPr>
      </w:pPr>
      <w:bookmarkStart w:id="27" w:name="_Toc528959846"/>
      <w:bookmarkStart w:id="28" w:name="_Toc529016144"/>
      <w:bookmarkStart w:id="29" w:name="_Toc529017462"/>
      <w:r>
        <w:rPr>
          <w:cs/>
          <w:lang w:bidi="bn-BD"/>
        </w:rPr>
        <w:lastRenderedPageBreak/>
        <w:t>কোরআন মজীদে ইমামত</w:t>
      </w:r>
      <w:bookmarkEnd w:id="27"/>
      <w:bookmarkEnd w:id="28"/>
      <w:bookmarkEnd w:id="29"/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রাব্বুল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আলামীন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মনোনীতকরণ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:</w:t>
      </w:r>
    </w:p>
    <w:p w:rsidR="00635115" w:rsidRPr="007B3B0F" w:rsidRDefault="007B3B0F" w:rsidP="007B3B0F">
      <w:pPr>
        <w:pStyle w:val="libAie"/>
      </w:pPr>
      <w:r w:rsidRPr="007B3B0F">
        <w:rPr>
          <w:rStyle w:val="libAlaemChar"/>
        </w:rPr>
        <w:t>)</w:t>
      </w:r>
      <w:r w:rsidR="00635115" w:rsidRPr="007B3B0F">
        <w:rPr>
          <w:rFonts w:hint="eastAsia"/>
          <w:rtl/>
        </w:rPr>
        <w:t>وَإِذِ</w:t>
      </w:r>
      <w:r w:rsidR="00635115" w:rsidRPr="007B3B0F">
        <w:rPr>
          <w:rtl/>
        </w:rPr>
        <w:t xml:space="preserve"> </w:t>
      </w:r>
      <w:r w:rsidR="00635115" w:rsidRPr="007B3B0F">
        <w:rPr>
          <w:rFonts w:hint="eastAsia"/>
          <w:rtl/>
        </w:rPr>
        <w:t>ابْتَلَى</w:t>
      </w:r>
      <w:r w:rsidR="00635115" w:rsidRPr="007B3B0F">
        <w:rPr>
          <w:rtl/>
        </w:rPr>
        <w:t xml:space="preserve"> </w:t>
      </w:r>
      <w:r w:rsidR="00635115" w:rsidRPr="007B3B0F">
        <w:rPr>
          <w:rFonts w:hint="eastAsia"/>
          <w:rtl/>
        </w:rPr>
        <w:t>إِبْرَاهِيمَ</w:t>
      </w:r>
      <w:r w:rsidR="00635115" w:rsidRPr="007B3B0F">
        <w:rPr>
          <w:rtl/>
        </w:rPr>
        <w:t xml:space="preserve"> </w:t>
      </w:r>
      <w:r w:rsidR="00635115" w:rsidRPr="007B3B0F">
        <w:rPr>
          <w:rFonts w:hint="eastAsia"/>
          <w:rtl/>
        </w:rPr>
        <w:t>رَبُّهُ</w:t>
      </w:r>
      <w:r w:rsidR="00635115" w:rsidRPr="007B3B0F">
        <w:rPr>
          <w:rtl/>
        </w:rPr>
        <w:t xml:space="preserve"> </w:t>
      </w:r>
      <w:r w:rsidR="00635115" w:rsidRPr="007B3B0F">
        <w:rPr>
          <w:rFonts w:hint="eastAsia"/>
          <w:rtl/>
        </w:rPr>
        <w:t>بِكَلِمَاتٍ</w:t>
      </w:r>
      <w:r w:rsidR="00635115" w:rsidRPr="007B3B0F">
        <w:rPr>
          <w:rtl/>
        </w:rPr>
        <w:t xml:space="preserve"> </w:t>
      </w:r>
      <w:r w:rsidR="00635115" w:rsidRPr="007B3B0F">
        <w:rPr>
          <w:rFonts w:hint="eastAsia"/>
          <w:rtl/>
        </w:rPr>
        <w:t>فَأَتَمَّهُنَّ</w:t>
      </w:r>
      <w:r w:rsidR="00635115" w:rsidRPr="007B3B0F">
        <w:rPr>
          <w:rtl/>
        </w:rPr>
        <w:t xml:space="preserve"> </w:t>
      </w:r>
      <w:r w:rsidR="00635115" w:rsidRPr="007B3B0F">
        <w:rPr>
          <w:rFonts w:hint="eastAsia"/>
          <w:rtl/>
        </w:rPr>
        <w:t>قَالَ</w:t>
      </w:r>
      <w:r w:rsidR="00635115" w:rsidRPr="007B3B0F">
        <w:rPr>
          <w:rtl/>
        </w:rPr>
        <w:t xml:space="preserve"> </w:t>
      </w:r>
      <w:r w:rsidR="00635115" w:rsidRPr="007B3B0F">
        <w:rPr>
          <w:rFonts w:hint="eastAsia"/>
          <w:rtl/>
        </w:rPr>
        <w:t>إِنِّي</w:t>
      </w:r>
      <w:r w:rsidR="00635115" w:rsidRPr="007B3B0F">
        <w:rPr>
          <w:rtl/>
        </w:rPr>
        <w:t xml:space="preserve"> </w:t>
      </w:r>
      <w:r w:rsidR="00635115" w:rsidRPr="007B3B0F">
        <w:rPr>
          <w:rFonts w:hint="eastAsia"/>
          <w:rtl/>
        </w:rPr>
        <w:t>جَاعِلُكَ</w:t>
      </w:r>
      <w:r w:rsidR="00635115" w:rsidRPr="007B3B0F">
        <w:rPr>
          <w:rtl/>
        </w:rPr>
        <w:t xml:space="preserve"> </w:t>
      </w:r>
      <w:r w:rsidR="00635115" w:rsidRPr="007B3B0F">
        <w:rPr>
          <w:rFonts w:hint="eastAsia"/>
          <w:rtl/>
        </w:rPr>
        <w:t>لِلنَّاسِ</w:t>
      </w:r>
      <w:r w:rsidR="00635115" w:rsidRPr="007B3B0F">
        <w:rPr>
          <w:rtl/>
        </w:rPr>
        <w:t xml:space="preserve"> </w:t>
      </w:r>
      <w:r w:rsidR="00635115" w:rsidRPr="007B3B0F">
        <w:rPr>
          <w:rFonts w:hint="eastAsia"/>
          <w:rtl/>
        </w:rPr>
        <w:t>إِمَامًا</w:t>
      </w:r>
      <w:r w:rsidRPr="007B3B0F">
        <w:rPr>
          <w:rStyle w:val="libAlaemChar"/>
        </w:rPr>
        <w:t>(</w:t>
      </w:r>
    </w:p>
    <w:p w:rsidR="00635115" w:rsidRDefault="00635115" w:rsidP="00635115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কয়েকটি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পরীক্ষা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সাফল্যের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সমাপ্ত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করলো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উত্তীর্ণ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হলো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রব</w:t>
      </w:r>
      <w:r>
        <w:rPr>
          <w:cs/>
          <w:lang w:bidi="bn-IN"/>
        </w:rPr>
        <w:t xml:space="preserve">/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বললেন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মনোনীতকারী।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বাক্বারাহ্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১২৪</w:t>
      </w:r>
      <w:r>
        <w:rPr>
          <w:cs/>
          <w:lang w:bidi="bn-IN"/>
        </w:rPr>
        <w:t>)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বললেন</w:t>
      </w:r>
      <w:r>
        <w:rPr>
          <w:cs/>
          <w:lang w:bidi="bn-IN"/>
        </w:rPr>
        <w:t xml:space="preserve"> :</w:t>
      </w:r>
    </w:p>
    <w:p w:rsidR="00635115" w:rsidRPr="007B3B0F" w:rsidRDefault="007B3B0F" w:rsidP="007B3B0F">
      <w:pPr>
        <w:pStyle w:val="libAie"/>
      </w:pPr>
      <w:r w:rsidRPr="007B3B0F">
        <w:rPr>
          <w:rStyle w:val="libAlaemChar"/>
        </w:rPr>
        <w:t>)</w:t>
      </w:r>
      <w:r w:rsidR="00635115" w:rsidRPr="007B3B0F">
        <w:rPr>
          <w:rFonts w:hint="eastAsia"/>
          <w:rtl/>
        </w:rPr>
        <w:t>وَمِنْ</w:t>
      </w:r>
      <w:r w:rsidR="00635115" w:rsidRPr="007B3B0F">
        <w:rPr>
          <w:rtl/>
        </w:rPr>
        <w:t xml:space="preserve"> </w:t>
      </w:r>
      <w:r w:rsidR="00635115" w:rsidRPr="007B3B0F">
        <w:rPr>
          <w:rFonts w:hint="eastAsia"/>
          <w:rtl/>
        </w:rPr>
        <w:t>ذُرِّيَّتِي</w:t>
      </w:r>
      <w:r>
        <w:rPr>
          <w:rStyle w:val="libAlaemChar"/>
        </w:rPr>
        <w:t>(</w:t>
      </w:r>
    </w:p>
    <w:p w:rsidR="00635115" w:rsidRDefault="00635115" w:rsidP="00635115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বংশধরদের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>)</w:t>
      </w:r>
      <w:r>
        <w:t>?</w:t>
      </w:r>
      <w:r w:rsidRPr="00635115">
        <w:rPr>
          <w:rStyle w:val="libEnChar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বাক্বারাহ্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১২৪</w:t>
      </w:r>
      <w:r>
        <w:rPr>
          <w:cs/>
          <w:lang w:bidi="bn-IN"/>
        </w:rPr>
        <w:t>)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জবাবে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বললেন</w:t>
      </w:r>
      <w:r>
        <w:rPr>
          <w:cs/>
          <w:lang w:bidi="bn-IN"/>
        </w:rPr>
        <w:t xml:space="preserve"> :</w:t>
      </w:r>
    </w:p>
    <w:p w:rsidR="00635115" w:rsidRPr="007B3B0F" w:rsidRDefault="007B3B0F" w:rsidP="007B3B0F">
      <w:pPr>
        <w:pStyle w:val="libAie"/>
      </w:pPr>
      <w:r w:rsidRPr="007B3B0F">
        <w:rPr>
          <w:rStyle w:val="libAlaemChar"/>
        </w:rPr>
        <w:t>)</w:t>
      </w:r>
      <w:r w:rsidR="00635115" w:rsidRPr="007B3B0F">
        <w:rPr>
          <w:rFonts w:hint="eastAsia"/>
          <w:rtl/>
        </w:rPr>
        <w:t>لا</w:t>
      </w:r>
      <w:r w:rsidR="00635115" w:rsidRPr="007B3B0F">
        <w:rPr>
          <w:rtl/>
        </w:rPr>
        <w:t xml:space="preserve"> </w:t>
      </w:r>
      <w:r w:rsidR="00635115" w:rsidRPr="007B3B0F">
        <w:rPr>
          <w:rFonts w:hint="eastAsia"/>
          <w:rtl/>
        </w:rPr>
        <w:t>يَنَالُ</w:t>
      </w:r>
      <w:r w:rsidR="00635115" w:rsidRPr="007B3B0F">
        <w:rPr>
          <w:rtl/>
        </w:rPr>
        <w:t xml:space="preserve"> </w:t>
      </w:r>
      <w:r w:rsidR="00635115" w:rsidRPr="007B3B0F">
        <w:rPr>
          <w:rFonts w:hint="eastAsia"/>
          <w:rtl/>
        </w:rPr>
        <w:t>عَهْدِي</w:t>
      </w:r>
      <w:r w:rsidR="00635115" w:rsidRPr="007B3B0F">
        <w:rPr>
          <w:rtl/>
        </w:rPr>
        <w:t xml:space="preserve"> </w:t>
      </w:r>
      <w:r w:rsidR="00635115" w:rsidRPr="007B3B0F">
        <w:rPr>
          <w:rFonts w:hint="eastAsia"/>
          <w:rtl/>
        </w:rPr>
        <w:t>الظَّالِمِينَ</w:t>
      </w:r>
      <w:r w:rsidRPr="007B3B0F">
        <w:rPr>
          <w:rStyle w:val="libAlaemChar"/>
        </w:rPr>
        <w:t>(</w:t>
      </w:r>
    </w:p>
    <w:p w:rsidR="00635115" w:rsidRDefault="00635115" w:rsidP="00635115">
      <w:pPr>
        <w:pStyle w:val="libNormal"/>
      </w:pPr>
      <w:r>
        <w:rPr>
          <w:rFonts w:hint="eastAsia"/>
        </w:rPr>
        <w:t>“</w:t>
      </w:r>
      <w:r>
        <w:t>(</w:t>
      </w:r>
      <w:r>
        <w:rPr>
          <w:rFonts w:hint="cs"/>
          <w:cs/>
          <w:lang w:bidi="bn-IN"/>
        </w:rPr>
        <w:t>হ্যা</w:t>
      </w:r>
      <w:r>
        <w:t xml:space="preserve">, 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করবো</w:t>
      </w:r>
      <w:r>
        <w:t xml:space="preserve">,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অঙ্গীকার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যালেমদের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বাক্বারাহ্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১২৪</w:t>
      </w:r>
      <w:r>
        <w:rPr>
          <w:cs/>
          <w:lang w:bidi="bn-IN"/>
        </w:rPr>
        <w:t>)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বংশধরদের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পরিপূর্ণ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নেককার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অঙ্গীকার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বংশধরদের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আবির্ভাব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ইমাতের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এছাড়াও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নবুওয়াত্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হেদায়াতপ্রাপ্ত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অতএব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নামাযে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দরূদ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পাঠ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ইবরাহীম্</w:t>
      </w:r>
      <w:r>
        <w:rPr>
          <w:rFonts w:hint="eastAsia"/>
        </w:rPr>
        <w:t>”</w:t>
      </w:r>
      <w: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নিষ্পাপ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ইমামগণকে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বুঝানো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ইবরাহীমের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ছালাতের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ছালাত্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জানানোর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মাধ্যমে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কার্যতঃ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ইবরাহীমের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সমতুল্য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মর্যাদার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সদস্যগণ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ইমামগণের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সমতুল্য।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স্বভাবতঃই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সদস্যগণ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সমতুল্য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t>?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প্রদত্ত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নিয়োগের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নেতা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সমুন্নত।</w:t>
      </w:r>
      <w:r>
        <w:rPr>
          <w:cs/>
          <w:lang w:bidi="bn-IN"/>
        </w:rPr>
        <w:t xml:space="preserve"> </w:t>
      </w:r>
      <w:r w:rsidRPr="007B3B0F">
        <w:rPr>
          <w:rStyle w:val="libLineChar"/>
          <w:rFonts w:eastAsia="Calibri"/>
          <w:rtl/>
          <w:cs/>
        </w:rPr>
        <w:t>[</w:t>
      </w:r>
      <w:r w:rsidRPr="007B3B0F">
        <w:rPr>
          <w:rStyle w:val="libLineChar"/>
          <w:rFonts w:eastAsia="Calibri" w:hint="cs"/>
          <w:cs/>
          <w:lang w:bidi="bn-IN"/>
        </w:rPr>
        <w:t>এখানে</w:t>
      </w:r>
      <w:r w:rsidRPr="007B3B0F">
        <w:rPr>
          <w:rStyle w:val="libLineChar"/>
          <w:rFonts w:eastAsia="Calibri"/>
          <w:rtl/>
          <w:cs/>
        </w:rPr>
        <w:t xml:space="preserve"> </w:t>
      </w:r>
      <w:r w:rsidRPr="007B3B0F">
        <w:rPr>
          <w:rStyle w:val="libLineChar"/>
          <w:rFonts w:eastAsia="Calibri" w:hint="cs"/>
          <w:cs/>
          <w:lang w:bidi="bn-IN"/>
        </w:rPr>
        <w:t>আমাদেরকে</w:t>
      </w:r>
      <w:r w:rsidRPr="007B3B0F">
        <w:rPr>
          <w:rStyle w:val="libLineChar"/>
          <w:rFonts w:eastAsia="Calibri"/>
          <w:rtl/>
          <w:cs/>
        </w:rPr>
        <w:t xml:space="preserve"> </w:t>
      </w:r>
      <w:r w:rsidRPr="007B3B0F">
        <w:rPr>
          <w:rStyle w:val="libLineChar"/>
          <w:rFonts w:eastAsia="Calibri" w:hint="cs"/>
          <w:cs/>
          <w:lang w:bidi="bn-IN"/>
        </w:rPr>
        <w:t>স্মরণ</w:t>
      </w:r>
      <w:r w:rsidRPr="007B3B0F">
        <w:rPr>
          <w:rStyle w:val="libLineChar"/>
          <w:rFonts w:eastAsia="Calibri"/>
          <w:rtl/>
          <w:cs/>
        </w:rPr>
        <w:t xml:space="preserve"> </w:t>
      </w:r>
      <w:r w:rsidRPr="007B3B0F">
        <w:rPr>
          <w:rStyle w:val="libLineChar"/>
          <w:rFonts w:eastAsia="Calibri" w:hint="cs"/>
          <w:cs/>
          <w:lang w:bidi="bn-IN"/>
        </w:rPr>
        <w:t>রাখতে</w:t>
      </w:r>
      <w:r w:rsidRPr="007B3B0F">
        <w:rPr>
          <w:rStyle w:val="libLineChar"/>
          <w:rFonts w:eastAsia="Calibri"/>
          <w:rtl/>
          <w:cs/>
        </w:rPr>
        <w:t xml:space="preserve"> </w:t>
      </w:r>
      <w:r w:rsidRPr="007B3B0F">
        <w:rPr>
          <w:rStyle w:val="libLineChar"/>
          <w:rFonts w:eastAsia="Calibri" w:hint="cs"/>
          <w:cs/>
          <w:lang w:bidi="bn-IN"/>
        </w:rPr>
        <w:t>হবে</w:t>
      </w:r>
      <w:r w:rsidRPr="007B3B0F">
        <w:rPr>
          <w:rStyle w:val="libLineChar"/>
          <w:rFonts w:eastAsia="Calibri"/>
          <w:rtl/>
          <w:cs/>
        </w:rPr>
        <w:t xml:space="preserve"> </w:t>
      </w:r>
      <w:r w:rsidRPr="007B3B0F">
        <w:rPr>
          <w:rStyle w:val="libLineChar"/>
          <w:rFonts w:eastAsia="Calibri" w:hint="cs"/>
          <w:cs/>
          <w:lang w:bidi="bn-IN"/>
        </w:rPr>
        <w:t>যে</w:t>
      </w:r>
      <w:r w:rsidRPr="007B3B0F">
        <w:rPr>
          <w:rStyle w:val="libLineChar"/>
          <w:rFonts w:eastAsia="Calibri"/>
        </w:rPr>
        <w:t xml:space="preserve">, </w:t>
      </w:r>
      <w:r w:rsidRPr="007B3B0F">
        <w:rPr>
          <w:rStyle w:val="libLineChar"/>
          <w:rFonts w:eastAsia="Calibri" w:hint="cs"/>
          <w:cs/>
          <w:lang w:bidi="bn-IN"/>
        </w:rPr>
        <w:t>এ</w:t>
      </w:r>
      <w:r w:rsidRPr="007B3B0F">
        <w:rPr>
          <w:rStyle w:val="libLineChar"/>
          <w:rFonts w:eastAsia="Calibri"/>
          <w:rtl/>
          <w:cs/>
        </w:rPr>
        <w:t xml:space="preserve"> </w:t>
      </w:r>
      <w:r w:rsidRPr="007B3B0F">
        <w:rPr>
          <w:rStyle w:val="libLineChar"/>
          <w:rFonts w:eastAsia="Calibri" w:hint="cs"/>
          <w:cs/>
          <w:lang w:bidi="bn-IN"/>
        </w:rPr>
        <w:t>মর্যাদা</w:t>
      </w:r>
      <w:r w:rsidRPr="007B3B0F">
        <w:rPr>
          <w:rStyle w:val="libLineChar"/>
          <w:rFonts w:eastAsia="Calibri"/>
          <w:rtl/>
          <w:cs/>
        </w:rPr>
        <w:t xml:space="preserve"> </w:t>
      </w:r>
      <w:r w:rsidRPr="007B3B0F">
        <w:rPr>
          <w:rStyle w:val="libLineChar"/>
          <w:rFonts w:eastAsia="Calibri" w:hint="cs"/>
          <w:cs/>
          <w:lang w:bidi="bn-IN"/>
        </w:rPr>
        <w:t>কেবল</w:t>
      </w:r>
      <w:r w:rsidRPr="007B3B0F">
        <w:rPr>
          <w:rStyle w:val="libLineChar"/>
          <w:rFonts w:eastAsia="Calibri"/>
          <w:rtl/>
          <w:cs/>
        </w:rPr>
        <w:t xml:space="preserve"> </w:t>
      </w:r>
      <w:r w:rsidRPr="007B3B0F">
        <w:rPr>
          <w:rStyle w:val="libLineChar"/>
          <w:rFonts w:eastAsia="Calibri" w:hint="cs"/>
          <w:cs/>
          <w:lang w:bidi="bn-IN"/>
        </w:rPr>
        <w:t>আল্লাহর</w:t>
      </w:r>
      <w:r w:rsidRPr="007B3B0F">
        <w:rPr>
          <w:rStyle w:val="libLineChar"/>
          <w:rFonts w:eastAsia="Calibri"/>
          <w:rtl/>
          <w:cs/>
        </w:rPr>
        <w:t xml:space="preserve"> </w:t>
      </w:r>
      <w:r w:rsidRPr="007B3B0F">
        <w:rPr>
          <w:rStyle w:val="libLineChar"/>
          <w:rFonts w:eastAsia="Calibri" w:hint="cs"/>
          <w:cs/>
          <w:lang w:bidi="bn-IN"/>
        </w:rPr>
        <w:t>পক্ষ</w:t>
      </w:r>
      <w:r w:rsidRPr="007B3B0F">
        <w:rPr>
          <w:rStyle w:val="libLineChar"/>
          <w:rFonts w:eastAsia="Calibri"/>
          <w:rtl/>
          <w:cs/>
        </w:rPr>
        <w:t xml:space="preserve"> </w:t>
      </w:r>
      <w:r w:rsidRPr="007B3B0F">
        <w:rPr>
          <w:rStyle w:val="libLineChar"/>
          <w:rFonts w:eastAsia="Calibri" w:hint="cs"/>
          <w:cs/>
          <w:lang w:bidi="bn-IN"/>
        </w:rPr>
        <w:t>থেকে</w:t>
      </w:r>
      <w:r w:rsidRPr="007B3B0F">
        <w:rPr>
          <w:rStyle w:val="libLineChar"/>
          <w:rFonts w:eastAsia="Calibri"/>
          <w:rtl/>
          <w:cs/>
        </w:rPr>
        <w:t xml:space="preserve"> </w:t>
      </w:r>
      <w:r w:rsidRPr="007B3B0F">
        <w:rPr>
          <w:rStyle w:val="libLineChar"/>
          <w:rFonts w:eastAsia="Calibri" w:hint="cs"/>
          <w:cs/>
          <w:lang w:bidi="bn-IN"/>
        </w:rPr>
        <w:t>মনোনীত</w:t>
      </w:r>
      <w:r w:rsidRPr="007B3B0F">
        <w:rPr>
          <w:rStyle w:val="libLineChar"/>
          <w:rFonts w:eastAsia="Calibri"/>
          <w:rtl/>
          <w:cs/>
        </w:rPr>
        <w:t xml:space="preserve"> </w:t>
      </w:r>
      <w:r w:rsidRPr="007B3B0F">
        <w:rPr>
          <w:rStyle w:val="libLineChar"/>
          <w:rFonts w:eastAsia="Calibri" w:hint="cs"/>
          <w:cs/>
          <w:lang w:bidi="bn-IN"/>
        </w:rPr>
        <w:t>ইমামের</w:t>
      </w:r>
      <w:r w:rsidRPr="007B3B0F">
        <w:rPr>
          <w:rStyle w:val="libLineChar"/>
          <w:rFonts w:eastAsia="Calibri"/>
        </w:rPr>
        <w:t xml:space="preserve">; </w:t>
      </w:r>
      <w:r w:rsidRPr="007B3B0F">
        <w:rPr>
          <w:rStyle w:val="libLineChar"/>
          <w:rFonts w:eastAsia="Calibri" w:hint="cs"/>
          <w:cs/>
          <w:lang w:bidi="bn-IN"/>
        </w:rPr>
        <w:t>কোনো</w:t>
      </w:r>
      <w:r w:rsidRPr="007B3B0F">
        <w:rPr>
          <w:rStyle w:val="libLineChar"/>
          <w:rFonts w:eastAsia="Calibri"/>
          <w:rtl/>
          <w:cs/>
        </w:rPr>
        <w:t xml:space="preserve"> </w:t>
      </w:r>
      <w:r w:rsidRPr="007B3B0F">
        <w:rPr>
          <w:rStyle w:val="libLineChar"/>
          <w:rFonts w:eastAsia="Calibri" w:hint="cs"/>
          <w:cs/>
          <w:lang w:bidi="bn-IN"/>
        </w:rPr>
        <w:t>পার্থিব</w:t>
      </w:r>
      <w:r w:rsidRPr="007B3B0F">
        <w:rPr>
          <w:rStyle w:val="libLineChar"/>
          <w:rFonts w:eastAsia="Calibri"/>
          <w:rtl/>
          <w:cs/>
        </w:rPr>
        <w:t xml:space="preserve"> </w:t>
      </w:r>
      <w:r w:rsidRPr="007B3B0F">
        <w:rPr>
          <w:rStyle w:val="libLineChar"/>
          <w:rFonts w:eastAsia="Calibri" w:hint="cs"/>
          <w:cs/>
          <w:lang w:bidi="bn-IN"/>
        </w:rPr>
        <w:t>নেতৃত্বের</w:t>
      </w:r>
      <w:r w:rsidRPr="007B3B0F">
        <w:rPr>
          <w:rStyle w:val="libLineChar"/>
          <w:rFonts w:eastAsia="Calibri"/>
          <w:rtl/>
          <w:cs/>
        </w:rPr>
        <w:t xml:space="preserve"> </w:t>
      </w:r>
      <w:r w:rsidRPr="007B3B0F">
        <w:rPr>
          <w:rStyle w:val="libLineChar"/>
          <w:rFonts w:eastAsia="Calibri" w:hint="cs"/>
          <w:cs/>
          <w:lang w:bidi="bn-IN"/>
        </w:rPr>
        <w:t>জন্য</w:t>
      </w:r>
      <w:r w:rsidRPr="007B3B0F">
        <w:rPr>
          <w:rStyle w:val="libLineChar"/>
          <w:rFonts w:eastAsia="Calibri"/>
          <w:rtl/>
          <w:cs/>
        </w:rPr>
        <w:t xml:space="preserve"> </w:t>
      </w:r>
      <w:r w:rsidRPr="007B3B0F">
        <w:rPr>
          <w:rStyle w:val="libLineChar"/>
          <w:rFonts w:eastAsia="Calibri" w:hint="cs"/>
          <w:cs/>
          <w:lang w:bidi="bn-IN"/>
        </w:rPr>
        <w:t>নয়</w:t>
      </w:r>
      <w:r w:rsidRPr="007B3B0F">
        <w:rPr>
          <w:rStyle w:val="libLineChar"/>
          <w:rFonts w:eastAsia="Calibri"/>
        </w:rPr>
        <w:t xml:space="preserve">, </w:t>
      </w:r>
      <w:r w:rsidRPr="007B3B0F">
        <w:rPr>
          <w:rStyle w:val="libLineChar"/>
          <w:rFonts w:eastAsia="Calibri" w:hint="cs"/>
          <w:cs/>
          <w:lang w:bidi="bn-IN"/>
        </w:rPr>
        <w:t>এমনকি</w:t>
      </w:r>
      <w:r w:rsidRPr="007B3B0F">
        <w:rPr>
          <w:rStyle w:val="libLineChar"/>
          <w:rFonts w:eastAsia="Calibri"/>
          <w:rtl/>
          <w:cs/>
        </w:rPr>
        <w:t xml:space="preserve"> </w:t>
      </w:r>
      <w:r w:rsidRPr="007B3B0F">
        <w:rPr>
          <w:rStyle w:val="libLineChar"/>
          <w:rFonts w:eastAsia="Calibri" w:hint="cs"/>
          <w:cs/>
          <w:lang w:bidi="bn-IN"/>
        </w:rPr>
        <w:t>মুসলিম</w:t>
      </w:r>
      <w:r w:rsidRPr="007B3B0F">
        <w:rPr>
          <w:rStyle w:val="libLineChar"/>
          <w:rFonts w:eastAsia="Calibri"/>
          <w:rtl/>
          <w:cs/>
        </w:rPr>
        <w:t xml:space="preserve"> </w:t>
      </w:r>
      <w:r w:rsidRPr="007B3B0F">
        <w:rPr>
          <w:rStyle w:val="libLineChar"/>
          <w:rFonts w:eastAsia="Calibri" w:hint="cs"/>
          <w:cs/>
          <w:lang w:bidi="bn-IN"/>
        </w:rPr>
        <w:t>জনগণের</w:t>
      </w:r>
      <w:r w:rsidRPr="007B3B0F">
        <w:rPr>
          <w:rStyle w:val="libLineChar"/>
          <w:rFonts w:eastAsia="Calibri"/>
          <w:rtl/>
          <w:cs/>
        </w:rPr>
        <w:t xml:space="preserve"> </w:t>
      </w:r>
      <w:r w:rsidRPr="007B3B0F">
        <w:rPr>
          <w:rStyle w:val="libLineChar"/>
          <w:rFonts w:eastAsia="Calibri" w:hint="cs"/>
          <w:cs/>
          <w:lang w:bidi="bn-IN"/>
        </w:rPr>
        <w:t>দ্বারা</w:t>
      </w:r>
      <w:r w:rsidRPr="007B3B0F">
        <w:rPr>
          <w:rStyle w:val="libLineChar"/>
          <w:rFonts w:eastAsia="Calibri"/>
          <w:rtl/>
          <w:cs/>
        </w:rPr>
        <w:t xml:space="preserve"> </w:t>
      </w:r>
      <w:r w:rsidRPr="007B3B0F">
        <w:rPr>
          <w:rStyle w:val="libLineChar"/>
          <w:rFonts w:eastAsia="Calibri" w:hint="cs"/>
          <w:cs/>
          <w:lang w:bidi="bn-IN"/>
        </w:rPr>
        <w:t>নির্বাচিত</w:t>
      </w:r>
      <w:r w:rsidRPr="007B3B0F">
        <w:rPr>
          <w:rStyle w:val="libLineChar"/>
          <w:rFonts w:eastAsia="Calibri"/>
          <w:rtl/>
          <w:cs/>
        </w:rPr>
        <w:t xml:space="preserve"> </w:t>
      </w:r>
      <w:r w:rsidRPr="007B3B0F">
        <w:rPr>
          <w:rStyle w:val="libLineChar"/>
          <w:rFonts w:eastAsia="Calibri" w:hint="cs"/>
          <w:cs/>
          <w:lang w:bidi="bn-IN"/>
        </w:rPr>
        <w:t>কোনো</w:t>
      </w:r>
      <w:r w:rsidRPr="007B3B0F">
        <w:rPr>
          <w:rStyle w:val="libLineChar"/>
          <w:rFonts w:eastAsia="Calibri"/>
          <w:rtl/>
          <w:cs/>
        </w:rPr>
        <w:t xml:space="preserve"> </w:t>
      </w:r>
      <w:r w:rsidRPr="007B3B0F">
        <w:rPr>
          <w:rStyle w:val="libLineChar"/>
          <w:rFonts w:eastAsia="Calibri" w:hint="cs"/>
          <w:cs/>
          <w:lang w:bidi="bn-IN"/>
        </w:rPr>
        <w:t>দ্বীনী</w:t>
      </w:r>
      <w:r w:rsidRPr="007B3B0F">
        <w:rPr>
          <w:rStyle w:val="libLineChar"/>
          <w:rFonts w:eastAsia="Calibri"/>
          <w:rtl/>
          <w:cs/>
        </w:rPr>
        <w:t xml:space="preserve"> </w:t>
      </w:r>
      <w:r w:rsidRPr="007B3B0F">
        <w:rPr>
          <w:rStyle w:val="libLineChar"/>
          <w:rFonts w:eastAsia="Calibri" w:hint="cs"/>
          <w:cs/>
          <w:lang w:bidi="bn-IN"/>
        </w:rPr>
        <w:t>নেতার</w:t>
      </w:r>
      <w:r w:rsidRPr="007B3B0F">
        <w:rPr>
          <w:rStyle w:val="libLineChar"/>
          <w:rFonts w:eastAsia="Calibri"/>
          <w:rtl/>
          <w:cs/>
        </w:rPr>
        <w:t xml:space="preserve"> </w:t>
      </w:r>
      <w:r w:rsidRPr="007B3B0F">
        <w:rPr>
          <w:rStyle w:val="libLineChar"/>
          <w:rFonts w:eastAsia="Calibri" w:hint="cs"/>
          <w:cs/>
          <w:lang w:bidi="bn-IN"/>
        </w:rPr>
        <w:t>জন্যও</w:t>
      </w:r>
      <w:r w:rsidRPr="007B3B0F">
        <w:rPr>
          <w:rStyle w:val="libLineChar"/>
          <w:rFonts w:eastAsia="Calibri"/>
          <w:rtl/>
          <w:cs/>
        </w:rPr>
        <w:t xml:space="preserve"> </w:t>
      </w:r>
      <w:r w:rsidRPr="007B3B0F">
        <w:rPr>
          <w:rStyle w:val="libLineChar"/>
          <w:rFonts w:eastAsia="Calibri" w:hint="cs"/>
          <w:cs/>
          <w:lang w:bidi="bn-IN"/>
        </w:rPr>
        <w:t>এ</w:t>
      </w:r>
      <w:r w:rsidRPr="007B3B0F">
        <w:rPr>
          <w:rStyle w:val="libLineChar"/>
          <w:rFonts w:eastAsia="Calibri"/>
          <w:rtl/>
          <w:cs/>
        </w:rPr>
        <w:t xml:space="preserve"> </w:t>
      </w:r>
      <w:r w:rsidRPr="007B3B0F">
        <w:rPr>
          <w:rStyle w:val="libLineChar"/>
          <w:rFonts w:eastAsia="Calibri" w:hint="cs"/>
          <w:cs/>
          <w:lang w:bidi="bn-IN"/>
        </w:rPr>
        <w:t>মর্যাদা</w:t>
      </w:r>
      <w:r w:rsidRPr="007B3B0F">
        <w:rPr>
          <w:rStyle w:val="libLineChar"/>
          <w:rFonts w:eastAsia="Calibri"/>
          <w:rtl/>
          <w:cs/>
        </w:rPr>
        <w:t xml:space="preserve"> </w:t>
      </w:r>
      <w:r w:rsidRPr="007B3B0F">
        <w:rPr>
          <w:rStyle w:val="libLineChar"/>
          <w:rFonts w:eastAsia="Calibri" w:hint="cs"/>
          <w:cs/>
          <w:lang w:bidi="bn-IN"/>
        </w:rPr>
        <w:t>নয়</w:t>
      </w:r>
      <w:r w:rsidRPr="007B3B0F">
        <w:rPr>
          <w:rStyle w:val="libLineChar"/>
          <w:rFonts w:eastAsia="Calibri"/>
        </w:rPr>
        <w:t xml:space="preserve">, </w:t>
      </w:r>
      <w:r w:rsidRPr="007B3B0F">
        <w:rPr>
          <w:rStyle w:val="libLineChar"/>
          <w:rFonts w:eastAsia="Calibri" w:hint="cs"/>
          <w:cs/>
          <w:lang w:bidi="bn-IN"/>
        </w:rPr>
        <w:t>তা</w:t>
      </w:r>
      <w:r w:rsidRPr="007B3B0F">
        <w:rPr>
          <w:rStyle w:val="libLineChar"/>
          <w:rFonts w:eastAsia="Calibri"/>
          <w:rtl/>
          <w:cs/>
        </w:rPr>
        <w:t xml:space="preserve"> </w:t>
      </w:r>
      <w:r w:rsidRPr="007B3B0F">
        <w:rPr>
          <w:rStyle w:val="libLineChar"/>
          <w:rFonts w:eastAsia="Calibri" w:hint="cs"/>
          <w:cs/>
          <w:lang w:bidi="bn-IN"/>
        </w:rPr>
        <w:t>সে</w:t>
      </w:r>
      <w:r w:rsidRPr="007B3B0F">
        <w:rPr>
          <w:rStyle w:val="libLineChar"/>
          <w:rFonts w:eastAsia="Calibri"/>
          <w:rtl/>
          <w:cs/>
        </w:rPr>
        <w:t xml:space="preserve"> </w:t>
      </w:r>
      <w:r w:rsidRPr="007B3B0F">
        <w:rPr>
          <w:rStyle w:val="libLineChar"/>
          <w:rFonts w:eastAsia="Calibri" w:hint="cs"/>
          <w:cs/>
          <w:lang w:bidi="bn-IN"/>
        </w:rPr>
        <w:t>নেতা</w:t>
      </w:r>
      <w:r w:rsidRPr="007B3B0F">
        <w:rPr>
          <w:rStyle w:val="libLineChar"/>
          <w:rFonts w:eastAsia="Calibri"/>
          <w:rtl/>
          <w:cs/>
        </w:rPr>
        <w:t xml:space="preserve"> </w:t>
      </w:r>
      <w:r w:rsidRPr="007B3B0F">
        <w:rPr>
          <w:rStyle w:val="libLineChar"/>
          <w:rFonts w:eastAsia="Calibri" w:hint="cs"/>
          <w:cs/>
          <w:lang w:bidi="bn-IN"/>
        </w:rPr>
        <w:t>মুসলিম</w:t>
      </w:r>
      <w:r w:rsidRPr="007B3B0F">
        <w:rPr>
          <w:rStyle w:val="libLineChar"/>
          <w:rFonts w:eastAsia="Calibri"/>
          <w:rtl/>
          <w:cs/>
        </w:rPr>
        <w:t xml:space="preserve"> </w:t>
      </w:r>
      <w:r w:rsidRPr="007B3B0F">
        <w:rPr>
          <w:rStyle w:val="libLineChar"/>
          <w:rFonts w:eastAsia="Calibri" w:hint="cs"/>
          <w:cs/>
          <w:lang w:bidi="bn-IN"/>
        </w:rPr>
        <w:t>জনগণের</w:t>
      </w:r>
      <w:r w:rsidRPr="007B3B0F">
        <w:rPr>
          <w:rStyle w:val="libLineChar"/>
          <w:rFonts w:eastAsia="Calibri"/>
          <w:rtl/>
          <w:cs/>
        </w:rPr>
        <w:t xml:space="preserve"> </w:t>
      </w:r>
      <w:r w:rsidRPr="007B3B0F">
        <w:rPr>
          <w:rStyle w:val="libLineChar"/>
          <w:rFonts w:eastAsia="Calibri" w:hint="cs"/>
          <w:cs/>
          <w:lang w:bidi="bn-IN"/>
        </w:rPr>
        <w:t>সর্বসম্মতিক্রমেই</w:t>
      </w:r>
      <w:r w:rsidRPr="007B3B0F">
        <w:rPr>
          <w:rStyle w:val="libLineChar"/>
          <w:rFonts w:eastAsia="Calibri"/>
          <w:rtl/>
          <w:cs/>
        </w:rPr>
        <w:t xml:space="preserve"> </w:t>
      </w:r>
      <w:r w:rsidRPr="007B3B0F">
        <w:rPr>
          <w:rStyle w:val="libLineChar"/>
          <w:rFonts w:eastAsia="Calibri" w:hint="cs"/>
          <w:cs/>
          <w:lang w:bidi="bn-IN"/>
        </w:rPr>
        <w:t>নেতৃত্বে</w:t>
      </w:r>
      <w:r w:rsidRPr="007B3B0F">
        <w:rPr>
          <w:rStyle w:val="libLineChar"/>
          <w:rFonts w:eastAsia="Calibri"/>
          <w:rtl/>
          <w:cs/>
        </w:rPr>
        <w:t xml:space="preserve"> </w:t>
      </w:r>
      <w:r w:rsidRPr="007B3B0F">
        <w:rPr>
          <w:rStyle w:val="libLineChar"/>
          <w:rFonts w:eastAsia="Calibri" w:hint="cs"/>
          <w:cs/>
          <w:lang w:bidi="bn-IN"/>
        </w:rPr>
        <w:t>অধিষ্ঠিত</w:t>
      </w:r>
      <w:r w:rsidRPr="007B3B0F">
        <w:rPr>
          <w:rStyle w:val="libLineChar"/>
          <w:rFonts w:eastAsia="Calibri"/>
          <w:rtl/>
          <w:cs/>
        </w:rPr>
        <w:t xml:space="preserve"> </w:t>
      </w:r>
      <w:r w:rsidRPr="007B3B0F">
        <w:rPr>
          <w:rStyle w:val="libLineChar"/>
          <w:rFonts w:eastAsia="Calibri" w:hint="cs"/>
          <w:cs/>
          <w:lang w:bidi="bn-IN"/>
        </w:rPr>
        <w:t>হোন</w:t>
      </w:r>
      <w:r w:rsidRPr="007B3B0F">
        <w:rPr>
          <w:rStyle w:val="libLineChar"/>
          <w:rFonts w:eastAsia="Calibri"/>
          <w:rtl/>
          <w:cs/>
        </w:rPr>
        <w:t xml:space="preserve"> </w:t>
      </w:r>
      <w:r w:rsidRPr="007B3B0F">
        <w:rPr>
          <w:rStyle w:val="libLineChar"/>
          <w:rFonts w:eastAsia="Calibri" w:hint="cs"/>
          <w:cs/>
          <w:lang w:bidi="bn-IN"/>
        </w:rPr>
        <w:t>না</w:t>
      </w:r>
      <w:r w:rsidRPr="007B3B0F">
        <w:rPr>
          <w:rStyle w:val="libLineChar"/>
          <w:rFonts w:eastAsia="Calibri"/>
          <w:rtl/>
          <w:cs/>
        </w:rPr>
        <w:t xml:space="preserve"> </w:t>
      </w:r>
      <w:r w:rsidRPr="007B3B0F">
        <w:rPr>
          <w:rStyle w:val="libLineChar"/>
          <w:rFonts w:eastAsia="Calibri" w:hint="cs"/>
          <w:cs/>
          <w:lang w:bidi="bn-IN"/>
        </w:rPr>
        <w:t>কেন।</w:t>
      </w:r>
      <w:r w:rsidRPr="007B3B0F">
        <w:rPr>
          <w:rStyle w:val="libLineChar"/>
          <w:rFonts w:eastAsia="Calibri"/>
          <w:rtl/>
          <w:cs/>
        </w:rPr>
        <w:t>]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দীর্ঘ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রিসালাতের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দায়িত্ব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পালন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কঠিন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পরীক্ষায়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উত্তীর্ণ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হন</w:t>
      </w:r>
      <w:r>
        <w:t xml:space="preserve">;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সংখ্যক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রাসূলই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হয়েছিলেন।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lastRenderedPageBreak/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হলো</w:t>
      </w:r>
      <w:r>
        <w:t xml:space="preserve">,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খাছ্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প্রতিনিধিত্বের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পরিস্থিতির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প্রয়োজনভেদে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দায়িত্ব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পালনের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কখনো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পাঠান</w:t>
      </w:r>
      <w:r>
        <w:t xml:space="preserve">, </w:t>
      </w:r>
      <w:r>
        <w:rPr>
          <w:rFonts w:hint="cs"/>
          <w:cs/>
          <w:lang w:bidi="bn-IN"/>
        </w:rPr>
        <w:t>কখনো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পাঠান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কখনো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t xml:space="preserve">; </w:t>
      </w:r>
      <w:r>
        <w:rPr>
          <w:rFonts w:hint="cs"/>
          <w:cs/>
          <w:lang w:bidi="bn-IN"/>
        </w:rPr>
        <w:t>কখনো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কখনো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নতুন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মওজূদ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হেদায়াত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পরিচালনার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নেককার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বংশধরদেরকে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প্রতিশ্রুতি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তদনুযায়ী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ইসহাক্ব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ইয়া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ক্বূব্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সহ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অনেককে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:</w:t>
      </w:r>
    </w:p>
    <w:p w:rsidR="00635115" w:rsidRPr="007B3B0F" w:rsidRDefault="00635115" w:rsidP="007B3B0F">
      <w:pPr>
        <w:pStyle w:val="libAie"/>
      </w:pPr>
      <w:r w:rsidRPr="007B3B0F">
        <w:rPr>
          <w:rStyle w:val="libAlaemChar"/>
        </w:rPr>
        <w:t>)</w:t>
      </w:r>
      <w:r w:rsidRPr="007B3B0F">
        <w:rPr>
          <w:rFonts w:hint="eastAsia"/>
          <w:rtl/>
        </w:rPr>
        <w:t>وَوَهَبْنَا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لَهُ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إِسْحَاقَ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وَيَعْقُوبَ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نَافِلَةً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وَكُلا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جَعَلْنَا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صَالِحِينَ</w:t>
      </w:r>
      <w:r w:rsidRPr="007B3B0F">
        <w:rPr>
          <w:rtl/>
        </w:rPr>
        <w:t xml:space="preserve">. </w:t>
      </w:r>
      <w:r w:rsidRPr="007B3B0F">
        <w:rPr>
          <w:rFonts w:hint="eastAsia"/>
          <w:rtl/>
        </w:rPr>
        <w:t>وَجَعَلْنَاهُمْ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أَئِمَّةً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يَهْدُونَ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بِأَمْرِنَا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وَأَوْحَيْنَا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إِلَيْهِمْ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فِعْلَ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الْخَيْرَاتِ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وَإِقَامَ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الصَّلاةِ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وَإِيتَاءَ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الزَّكَاةِ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وَكَانُوا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لَنَا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عَابِدِينَ</w:t>
      </w:r>
      <w:r w:rsidR="007B3B0F" w:rsidRPr="007B3B0F">
        <w:rPr>
          <w:rStyle w:val="libAlaemChar"/>
        </w:rPr>
        <w:t>(</w:t>
      </w:r>
    </w:p>
    <w:p w:rsidR="00635115" w:rsidRDefault="00635115" w:rsidP="00635115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ইবরাহীমকে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ইসহাক্বকে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অতিরিক্ত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করলাম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ইয়াকূবকে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প্রত্যেককেই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সৎকর্মশীল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বানিয়েছি।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বানিয়েছি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আদেশে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পরিচালিত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সম্পাদন</w:t>
      </w:r>
      <w:r>
        <w:t xml:space="preserve">, </w:t>
      </w:r>
      <w:r>
        <w:rPr>
          <w:rFonts w:hint="cs"/>
          <w:cs/>
          <w:lang w:bidi="bn-IN"/>
        </w:rPr>
        <w:t>নামায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ক্বায়েম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যাকাত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</w:t>
      </w:r>
      <w:r>
        <w:t xml:space="preserve">,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ইবাদতকারী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অনুগত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বান্দাহ্</w:t>
      </w:r>
      <w:r>
        <w:rPr>
          <w:cs/>
          <w:lang w:bidi="bn-IN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আম্বিয়া</w:t>
      </w:r>
      <w:r>
        <w:rPr>
          <w:rFonts w:hint="eastAsia"/>
        </w:rPr>
        <w:t>’</w:t>
      </w:r>
      <w:r>
        <w:t xml:space="preserve"> : </w:t>
      </w:r>
      <w:r>
        <w:rPr>
          <w:rFonts w:hint="cs"/>
          <w:cs/>
          <w:lang w:bidi="bn-IN"/>
        </w:rPr>
        <w:t>৭২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৭৩</w:t>
      </w:r>
      <w:r>
        <w:rPr>
          <w:cs/>
          <w:lang w:bidi="bn-IN"/>
        </w:rPr>
        <w:t>)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উপরোদ্ধৃত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 w:rsidR="00184621">
        <w:rPr>
          <w:rFonts w:hint="cs"/>
          <w:cs/>
          <w:lang w:bidi="bn-IN"/>
        </w:rPr>
        <w:t>দু</w:t>
      </w:r>
      <w:r w:rsidR="00184621" w:rsidRPr="00184621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 w:rsidR="00184621">
        <w:rPr>
          <w:rFonts w:hint="cs"/>
          <w:cs/>
          <w:lang w:bidi="bn-IN"/>
        </w:rPr>
        <w:t>দু</w:t>
      </w:r>
      <w:r w:rsidR="00184621" w:rsidRPr="00184621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দ্বিতীয়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বহুবচন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বংশধরদের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উপরোক্ত</w:t>
      </w:r>
      <w:r>
        <w:rPr>
          <w:cs/>
          <w:lang w:bidi="bn-IN"/>
        </w:rPr>
        <w:t xml:space="preserve"> </w:t>
      </w:r>
      <w:r w:rsidR="00184621">
        <w:rPr>
          <w:rFonts w:hint="cs"/>
          <w:cs/>
          <w:lang w:bidi="bn-IN"/>
        </w:rPr>
        <w:t>দু</w:t>
      </w:r>
      <w:r w:rsidR="00184621" w:rsidRPr="00184621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 w:rsidR="00184621">
        <w:rPr>
          <w:rFonts w:hint="cs"/>
          <w:cs/>
          <w:lang w:bidi="bn-IN"/>
        </w:rPr>
        <w:t>দু</w:t>
      </w:r>
      <w:r w:rsidR="00184621" w:rsidRPr="00184621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নামোল্লেখ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নামোল্লেখ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ওঠে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মওজূদ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পাশাপাশি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ইলহাম্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পরিচালনা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করতেন।</w:t>
      </w:r>
    </w:p>
    <w:p w:rsidR="00635115" w:rsidRDefault="00635115" w:rsidP="007B3B0F">
      <w:pPr>
        <w:pStyle w:val="libLine"/>
      </w:pPr>
      <w:r>
        <w:t>[</w:t>
      </w:r>
      <w:r>
        <w:rPr>
          <w:rFonts w:hint="cs"/>
          <w:cs/>
          <w:lang w:bidi="bn-IN"/>
        </w:rPr>
        <w:t>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ইলহাম্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পরিভাষার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ওয়াহী</w:t>
      </w:r>
      <w:r w:rsidRPr="00DC1531">
        <w:rPr>
          <w:rStyle w:val="libEnChar"/>
        </w:rPr>
        <w:t>”</w:t>
      </w:r>
      <w:r>
        <w:t xml:space="preserve"> </w:t>
      </w:r>
      <w:r>
        <w:rPr>
          <w:rFonts w:hint="cs"/>
          <w:cs/>
          <w:lang w:bidi="bn-IN"/>
        </w:rPr>
        <w:t>শব্দ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একাধিক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ইলহাম্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ওয়াহীয়ে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গায়রে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মাত্লূ</w:t>
      </w:r>
      <w:r w:rsidRPr="00DC1531">
        <w:rPr>
          <w:rStyle w:val="libEnChar"/>
        </w:rPr>
        <w:t>”</w:t>
      </w:r>
      <w:r w:rsidR="007B3B0F">
        <w:t>-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পঠনযোগ্য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হেদায়াতের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নীতিগতভাবে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পথনির্দেশ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কার্যতঃ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পরিচালনা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প্রথমোক্ত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ওয়াহী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ভাষায়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পারিভাষিক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ওয়াহী</w:t>
      </w:r>
      <w:r w:rsidRPr="00DC1531">
        <w:rPr>
          <w:rStyle w:val="libEnChar"/>
        </w:rPr>
        <w:t>”</w:t>
      </w:r>
      <w: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কিতাবের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দ্বিতীয়োক্ত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ওয়াহী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ভাষায়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ওয়াহী</w:t>
      </w:r>
      <w:r w:rsidRPr="00DC1531">
        <w:rPr>
          <w:rStyle w:val="libEnChar"/>
        </w:rPr>
        <w:t>”</w:t>
      </w:r>
      <w: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পারিভাষিক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ইলহাম্</w:t>
      </w:r>
      <w:r w:rsidRPr="00DC1531">
        <w:rPr>
          <w:rStyle w:val="libEnChar"/>
        </w:rPr>
        <w:t>”</w:t>
      </w:r>
      <w: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কিতাবের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তাৎপর্য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বাস্তব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পরোক্ষ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পথনির্দেশ।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আমরিনা</w:t>
      </w:r>
      <w:r w:rsidRPr="00DC1531">
        <w:rPr>
          <w:rStyle w:val="libEnChar"/>
        </w:rPr>
        <w:t>”</w:t>
      </w:r>
      <w:r>
        <w:t xml:space="preserve"> (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আদেশ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বুঝিয়েছেন।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তাৎপর্য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>]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উপরোক্ত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 w:rsidR="00184621">
        <w:rPr>
          <w:rFonts w:hint="cs"/>
          <w:cs/>
          <w:lang w:bidi="bn-IN"/>
        </w:rPr>
        <w:t>দু</w:t>
      </w:r>
      <w:r w:rsidR="00184621" w:rsidRPr="00184621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স্বয়ং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শামিল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বহুবচন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মূসা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কিতাব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ইসরাঈলের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পথপ্রদর্শক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বানানোর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:</w:t>
      </w:r>
    </w:p>
    <w:p w:rsidR="00635115" w:rsidRPr="007B3B0F" w:rsidRDefault="007B3B0F" w:rsidP="007B3B0F">
      <w:pPr>
        <w:pStyle w:val="libAie"/>
      </w:pPr>
      <w:r w:rsidRPr="007B3B0F">
        <w:rPr>
          <w:rStyle w:val="libAlaemChar"/>
        </w:rPr>
        <w:t>)</w:t>
      </w:r>
      <w:r w:rsidR="00635115" w:rsidRPr="007B3B0F">
        <w:rPr>
          <w:rFonts w:hint="eastAsia"/>
          <w:rtl/>
        </w:rPr>
        <w:t>وَجَعَلْنَا</w:t>
      </w:r>
      <w:r w:rsidR="00635115" w:rsidRPr="007B3B0F">
        <w:rPr>
          <w:rtl/>
        </w:rPr>
        <w:t xml:space="preserve"> </w:t>
      </w:r>
      <w:r w:rsidR="00635115" w:rsidRPr="007B3B0F">
        <w:rPr>
          <w:rFonts w:hint="eastAsia"/>
          <w:rtl/>
        </w:rPr>
        <w:t>مِنْهُمْ</w:t>
      </w:r>
      <w:r w:rsidR="00635115" w:rsidRPr="007B3B0F">
        <w:rPr>
          <w:rtl/>
        </w:rPr>
        <w:t xml:space="preserve"> </w:t>
      </w:r>
      <w:r w:rsidR="00635115" w:rsidRPr="007B3B0F">
        <w:rPr>
          <w:rFonts w:hint="eastAsia"/>
          <w:rtl/>
        </w:rPr>
        <w:t>أَئِمَّةً</w:t>
      </w:r>
      <w:r w:rsidR="00635115" w:rsidRPr="007B3B0F">
        <w:rPr>
          <w:rtl/>
        </w:rPr>
        <w:t xml:space="preserve"> </w:t>
      </w:r>
      <w:r w:rsidR="00635115" w:rsidRPr="007B3B0F">
        <w:rPr>
          <w:rFonts w:hint="eastAsia"/>
          <w:rtl/>
        </w:rPr>
        <w:t>يَهْدُونَ</w:t>
      </w:r>
      <w:r w:rsidR="00635115" w:rsidRPr="007B3B0F">
        <w:rPr>
          <w:rtl/>
        </w:rPr>
        <w:t xml:space="preserve"> </w:t>
      </w:r>
      <w:r w:rsidR="00635115" w:rsidRPr="007B3B0F">
        <w:rPr>
          <w:rFonts w:hint="eastAsia"/>
          <w:rtl/>
        </w:rPr>
        <w:t>بِأَمْرِنَا</w:t>
      </w:r>
      <w:r w:rsidR="00635115" w:rsidRPr="007B3B0F">
        <w:rPr>
          <w:rtl/>
        </w:rPr>
        <w:t xml:space="preserve"> </w:t>
      </w:r>
      <w:r w:rsidR="00635115" w:rsidRPr="007B3B0F">
        <w:rPr>
          <w:rFonts w:hint="eastAsia"/>
          <w:rtl/>
        </w:rPr>
        <w:t>لَمَّا</w:t>
      </w:r>
      <w:r w:rsidR="00635115" w:rsidRPr="007B3B0F">
        <w:rPr>
          <w:rtl/>
        </w:rPr>
        <w:t xml:space="preserve"> </w:t>
      </w:r>
      <w:r w:rsidR="00635115" w:rsidRPr="007B3B0F">
        <w:rPr>
          <w:rFonts w:hint="eastAsia"/>
          <w:rtl/>
        </w:rPr>
        <w:t>صَبَرُوا</w:t>
      </w:r>
      <w:r w:rsidR="00635115" w:rsidRPr="007B3B0F">
        <w:rPr>
          <w:rtl/>
        </w:rPr>
        <w:t xml:space="preserve"> </w:t>
      </w:r>
      <w:r w:rsidR="00635115" w:rsidRPr="007B3B0F">
        <w:rPr>
          <w:rFonts w:hint="eastAsia"/>
          <w:rtl/>
        </w:rPr>
        <w:t>وَكَانُوا</w:t>
      </w:r>
      <w:r w:rsidR="00635115" w:rsidRPr="007B3B0F">
        <w:rPr>
          <w:rtl/>
        </w:rPr>
        <w:t xml:space="preserve"> </w:t>
      </w:r>
      <w:r w:rsidR="00635115" w:rsidRPr="007B3B0F">
        <w:rPr>
          <w:rFonts w:hint="eastAsia"/>
          <w:rtl/>
        </w:rPr>
        <w:t>بِآيَاتِنَا</w:t>
      </w:r>
      <w:r w:rsidR="00635115" w:rsidRPr="007B3B0F">
        <w:rPr>
          <w:rtl/>
        </w:rPr>
        <w:t xml:space="preserve"> </w:t>
      </w:r>
      <w:r w:rsidR="00635115" w:rsidRPr="007B3B0F">
        <w:rPr>
          <w:rFonts w:hint="eastAsia"/>
          <w:rtl/>
        </w:rPr>
        <w:t>يُوقِنُونَ</w:t>
      </w:r>
      <w:r w:rsidRPr="007B3B0F">
        <w:rPr>
          <w:rStyle w:val="libAlaemChar"/>
        </w:rPr>
        <w:t>(</w:t>
      </w:r>
      <w:r w:rsidR="00635115" w:rsidRPr="007B3B0F">
        <w:t>.</w:t>
      </w:r>
    </w:p>
    <w:p w:rsidR="00635115" w:rsidRDefault="00635115" w:rsidP="00635115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যতোক্ষণ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বানী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ইসরাঈল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ধৈর্য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ইয়াক্বীন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পোষণ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ততোক্ষণ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আদেশক্রমে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পথপ্রদর্শনের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ব্যক্তিকে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বানিয়েছিলাম।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সাজদাহ্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২৪</w:t>
      </w:r>
      <w:r>
        <w:rPr>
          <w:cs/>
          <w:lang w:bidi="bn-IN"/>
        </w:rPr>
        <w:t>)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প্রদত্ত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প্রতিশ্রুতি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বংশধরদের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নেককার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নিয়োগের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সীমাবদ্ধ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আরেকটি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মনোনয়নের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উদ্দেশ্য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বান্দাহকে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দায়িত্ব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পালনের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পদ</w:t>
      </w:r>
      <w:r>
        <w:t xml:space="preserve">; </w:t>
      </w:r>
      <w:r>
        <w:rPr>
          <w:rFonts w:hint="cs"/>
          <w:cs/>
          <w:lang w:bidi="bn-IN"/>
        </w:rPr>
        <w:t>দায়িত্বের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কাউকে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মনোনীতকরণ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অকল্পনীয়।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দায়িত্ব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বাণী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পৌঁছে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দায়িত্ব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হেদায়াত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বান্দাহদেরকে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পরিচালিত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t xml:space="preserve">,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একই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বাণী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পৌঁছে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দায়িত্বও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পালন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প্রণিধানযোগ্য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পূর্ণাঙ্গ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বাণী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নাযিল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সংরক্ষিত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নতুন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প্রেরণের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প্রয়োজনীয়তা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বাণীর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তাৎপর্য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ব্যাখ্যা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বিশ্লেষণ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তদনুযায়ী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বান্দাহদেরকে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পরিচালনার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প্রয়োজনীয়তা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বাহুল্য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পাপমুক্ততা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নির্ভুলতার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নিশ্চয়তা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দায়িত্ব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পালন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অতএব</w:t>
      </w:r>
      <w:r>
        <w:t xml:space="preserve">, </w:t>
      </w:r>
      <w:r>
        <w:rPr>
          <w:rFonts w:hint="cs"/>
          <w:cs/>
          <w:lang w:bidi="bn-IN"/>
        </w:rPr>
        <w:t>নবীর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অবর্তমানে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দায়িত্ব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পালন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নিষ্পাপ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ভুলমুক্ত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নচেৎ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বান্দাহদের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হুজ্জাত্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বান্দাহ্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ইখলাছ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সহকারে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ফয়ছালায়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চেষ্টা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ভ্রান্তিতে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নিপতিত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পাকড়াও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উপযোগী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এগিয়ে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অবর্তমানে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বান্দাহ্দেরকে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অনিশ্চিত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রাখবেন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দুর্বলতা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প্রমুক্ত।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লক্ষণীয়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নিয়োগের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ওফাতের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প্রাসঙ্গিক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,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প্রাসঙ্গিক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ইতিমধ্যেই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অতীতে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আবির্ভাবের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পুরোপুরি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সুনিশ্চিত।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উপস্থিতিতে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সহায়তার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 w:rsidRPr="007B3B0F">
        <w:rPr>
          <w:rStyle w:val="libLineChar"/>
          <w:rFonts w:eastAsia="Calibri"/>
          <w:rtl/>
          <w:cs/>
        </w:rPr>
        <w:t>[</w:t>
      </w:r>
      <w:r w:rsidRPr="007B3B0F">
        <w:rPr>
          <w:rStyle w:val="libLineChar"/>
          <w:rFonts w:eastAsia="Calibri" w:hint="cs"/>
          <w:cs/>
          <w:lang w:bidi="bn-IN"/>
        </w:rPr>
        <w:t>যেমন</w:t>
      </w:r>
      <w:r w:rsidRPr="007B3B0F">
        <w:rPr>
          <w:rStyle w:val="libLineChar"/>
          <w:rFonts w:eastAsia="Calibri"/>
          <w:rtl/>
          <w:cs/>
        </w:rPr>
        <w:t xml:space="preserve"> : </w:t>
      </w:r>
      <w:r w:rsidRPr="007B3B0F">
        <w:rPr>
          <w:rStyle w:val="libLineChar"/>
          <w:rFonts w:eastAsia="Calibri" w:hint="cs"/>
          <w:cs/>
          <w:lang w:bidi="bn-IN"/>
        </w:rPr>
        <w:t>হযরত</w:t>
      </w:r>
      <w:r w:rsidRPr="007B3B0F">
        <w:rPr>
          <w:rStyle w:val="libLineChar"/>
          <w:rFonts w:eastAsia="Calibri"/>
          <w:rtl/>
          <w:cs/>
        </w:rPr>
        <w:t xml:space="preserve"> </w:t>
      </w:r>
      <w:r w:rsidRPr="007B3B0F">
        <w:rPr>
          <w:rStyle w:val="libLineChar"/>
          <w:rFonts w:eastAsia="Calibri" w:hint="cs"/>
          <w:cs/>
          <w:lang w:bidi="bn-IN"/>
        </w:rPr>
        <w:t>মূসা</w:t>
      </w:r>
      <w:r w:rsidRPr="007B3B0F">
        <w:rPr>
          <w:rStyle w:val="libLineChar"/>
          <w:rFonts w:eastAsia="Calibri"/>
          <w:rtl/>
          <w:cs/>
        </w:rPr>
        <w:t xml:space="preserve"> (</w:t>
      </w:r>
      <w:r w:rsidRPr="00DC1531">
        <w:rPr>
          <w:rStyle w:val="libEnChar"/>
        </w:rPr>
        <w:t>‘</w:t>
      </w:r>
      <w:r w:rsidRPr="007B3B0F">
        <w:rPr>
          <w:rStyle w:val="libLineChar"/>
          <w:rFonts w:eastAsia="Calibri" w:hint="cs"/>
          <w:cs/>
          <w:lang w:bidi="bn-IN"/>
        </w:rPr>
        <w:t>আঃ</w:t>
      </w:r>
      <w:r w:rsidRPr="007B3B0F">
        <w:rPr>
          <w:rStyle w:val="libLineChar"/>
          <w:rFonts w:eastAsia="Calibri"/>
          <w:rtl/>
          <w:cs/>
        </w:rPr>
        <w:t>)-</w:t>
      </w:r>
      <w:r w:rsidRPr="007B3B0F">
        <w:rPr>
          <w:rStyle w:val="libLineChar"/>
          <w:rFonts w:eastAsia="Calibri" w:hint="cs"/>
          <w:cs/>
          <w:lang w:bidi="bn-IN"/>
        </w:rPr>
        <w:t>এর</w:t>
      </w:r>
      <w:r w:rsidRPr="007B3B0F">
        <w:rPr>
          <w:rStyle w:val="libLineChar"/>
          <w:rFonts w:eastAsia="Calibri"/>
          <w:rtl/>
          <w:cs/>
        </w:rPr>
        <w:t xml:space="preserve"> </w:t>
      </w:r>
      <w:r w:rsidRPr="007B3B0F">
        <w:rPr>
          <w:rStyle w:val="libLineChar"/>
          <w:rFonts w:eastAsia="Calibri" w:hint="cs"/>
          <w:cs/>
          <w:lang w:bidi="bn-IN"/>
        </w:rPr>
        <w:lastRenderedPageBreak/>
        <w:t>সাথে</w:t>
      </w:r>
      <w:r w:rsidRPr="007B3B0F">
        <w:rPr>
          <w:rStyle w:val="libLineChar"/>
          <w:rFonts w:eastAsia="Calibri"/>
          <w:rtl/>
          <w:cs/>
        </w:rPr>
        <w:t xml:space="preserve"> </w:t>
      </w:r>
      <w:r w:rsidRPr="007B3B0F">
        <w:rPr>
          <w:rStyle w:val="libLineChar"/>
          <w:rFonts w:eastAsia="Calibri" w:hint="cs"/>
          <w:cs/>
          <w:lang w:bidi="bn-IN"/>
        </w:rPr>
        <w:t>হযরত</w:t>
      </w:r>
      <w:r w:rsidRPr="007B3B0F">
        <w:rPr>
          <w:rStyle w:val="libLineChar"/>
          <w:rFonts w:eastAsia="Calibri"/>
          <w:rtl/>
          <w:cs/>
        </w:rPr>
        <w:t xml:space="preserve"> </w:t>
      </w:r>
      <w:r w:rsidRPr="007B3B0F">
        <w:rPr>
          <w:rStyle w:val="libLineChar"/>
          <w:rFonts w:eastAsia="Calibri" w:hint="cs"/>
          <w:cs/>
          <w:lang w:bidi="bn-IN"/>
        </w:rPr>
        <w:t>হারূন্</w:t>
      </w:r>
      <w:r w:rsidRPr="007B3B0F">
        <w:rPr>
          <w:rStyle w:val="libLineChar"/>
          <w:rFonts w:eastAsia="Calibri"/>
          <w:rtl/>
          <w:cs/>
        </w:rPr>
        <w:t xml:space="preserve"> (</w:t>
      </w:r>
      <w:r w:rsidRPr="00DC1531">
        <w:rPr>
          <w:rStyle w:val="libEnChar"/>
        </w:rPr>
        <w:t>‘</w:t>
      </w:r>
      <w:r w:rsidRPr="007B3B0F">
        <w:rPr>
          <w:rStyle w:val="libLineChar"/>
          <w:rFonts w:eastAsia="Calibri" w:hint="cs"/>
          <w:cs/>
          <w:lang w:bidi="bn-IN"/>
        </w:rPr>
        <w:t>আঃ</w:t>
      </w:r>
      <w:r w:rsidRPr="007B3B0F">
        <w:rPr>
          <w:rStyle w:val="libLineChar"/>
          <w:rFonts w:eastAsia="Calibri"/>
          <w:rtl/>
          <w:cs/>
        </w:rPr>
        <w:t>)]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উপস্থিতিতে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সহায়তার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t xml:space="preserve">, </w:t>
      </w:r>
      <w:r>
        <w:rPr>
          <w:rFonts w:hint="cs"/>
          <w:cs/>
          <w:lang w:bidi="bn-IN"/>
        </w:rPr>
        <w:t>নেতা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প্রশাসক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দৃষ্টান্তও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রাব্বুল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আলামীন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:</w:t>
      </w:r>
    </w:p>
    <w:p w:rsidR="00635115" w:rsidRPr="007B3B0F" w:rsidRDefault="00635115" w:rsidP="007B3B0F">
      <w:pPr>
        <w:pStyle w:val="libAie"/>
      </w:pPr>
      <w:r w:rsidRPr="007B3B0F">
        <w:rPr>
          <w:rStyle w:val="libAlaemChar"/>
        </w:rPr>
        <w:t>)</w:t>
      </w:r>
      <w:r w:rsidRPr="007B3B0F">
        <w:rPr>
          <w:rFonts w:hint="eastAsia"/>
          <w:rtl/>
        </w:rPr>
        <w:t>وَنُرِيدُ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أَنْ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نَمُنَّ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عَلَى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الَّذِينَ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اسْتُضْعِفُوا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فِي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الأرْضِ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وَنَجْعَلَهُمْ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أَئِمَّةً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وَنَجْعَلَهُمُ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الْوَارِثِينَ</w:t>
      </w:r>
      <w:r w:rsidRPr="007B3B0F">
        <w:t>.</w:t>
      </w:r>
      <w:r w:rsidRPr="007B3B0F">
        <w:rPr>
          <w:rStyle w:val="libAlaemChar"/>
        </w:rPr>
        <w:t>(</w:t>
      </w:r>
    </w:p>
    <w:p w:rsidR="00635115" w:rsidRDefault="00635115" w:rsidP="00635115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ইচ্ছা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ধরণীর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দুর্বল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অনুগ্রহ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বানাই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উত্তরাধিকারী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বানাই।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ক্বাছাছ</w:t>
      </w:r>
      <w:r>
        <w:rPr>
          <w:rFonts w:hint="eastAsia"/>
        </w:rPr>
        <w:t>¡</w:t>
      </w:r>
      <w:r>
        <w:t xml:space="preserve"> : </w:t>
      </w:r>
      <w:r>
        <w:rPr>
          <w:rFonts w:hint="cs"/>
          <w:cs/>
          <w:lang w:bidi="bn-IN"/>
        </w:rPr>
        <w:t>৫</w:t>
      </w:r>
      <w:r>
        <w:rPr>
          <w:cs/>
          <w:lang w:bidi="bn-IN"/>
        </w:rPr>
        <w:t>)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হেদায়াত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নতুন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হেদায়াত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সহকারে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নতুন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অন্তর্বর্তীকালে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অবিকৃত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হেদায়াত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পরিচালনা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গুণাবলী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পূর্বাপর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ধারাবাহিকতা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দৃশ্যতঃ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ইসরাঈলকে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অধিষ্ঠিত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প্রতীয়মান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নীতির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দিকনির্দেশনা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গণ্ডির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সীমাবদ্ধ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বিশেষভাবে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বর্তমান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ভবিষ্যতকাল</w:t>
      </w:r>
      <w:r>
        <w:rPr>
          <w:cs/>
          <w:lang w:bidi="bn-IN"/>
        </w:rPr>
        <w:t xml:space="preserve"> (</w:t>
      </w:r>
      <w:r w:rsidRPr="00635115">
        <w:rPr>
          <w:rStyle w:val="libArChar"/>
          <w:rFonts w:hint="eastAsia"/>
          <w:rtl/>
        </w:rPr>
        <w:t>مضارع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বাচক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ক্রিয়াপদ</w:t>
      </w:r>
      <w:r>
        <w:rPr>
          <w:cs/>
          <w:lang w:bidi="bn-IN"/>
        </w:rPr>
        <w:t xml:space="preserve"> </w:t>
      </w:r>
      <w:r w:rsidRPr="00635115">
        <w:rPr>
          <w:rStyle w:val="libArChar"/>
          <w:rFonts w:hint="eastAsia"/>
          <w:rtl/>
        </w:rPr>
        <w:t>نُرِيدُ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ইচ্ছা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t xml:space="preserve">, </w:t>
      </w:r>
      <w:r>
        <w:rPr>
          <w:rFonts w:hint="cs"/>
          <w:cs/>
          <w:lang w:bidi="bn-IN"/>
        </w:rPr>
        <w:t>অতীত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বাচক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ক্রিয়াপদ</w:t>
      </w:r>
      <w:r>
        <w:rPr>
          <w:cs/>
          <w:lang w:bidi="bn-IN"/>
        </w:rPr>
        <w:t xml:space="preserve"> (</w:t>
      </w:r>
      <w:r w:rsidRPr="00635115">
        <w:rPr>
          <w:rStyle w:val="libArChar"/>
          <w:rFonts w:hint="eastAsia"/>
          <w:rtl/>
        </w:rPr>
        <w:t>ارادتُ</w:t>
      </w:r>
      <w:r w:rsidRPr="00635115">
        <w:rPr>
          <w:rStyle w:val="libArChar"/>
          <w:rtl/>
        </w:rPr>
        <w:t xml:space="preserve">/ </w:t>
      </w:r>
      <w:r w:rsidRPr="00635115">
        <w:rPr>
          <w:rStyle w:val="libArChar"/>
          <w:rFonts w:hint="eastAsia"/>
          <w:rtl/>
        </w:rPr>
        <w:t>ارادنا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ইসরাঈলের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উদ্দেশ্য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ক্রিয়াপদ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বিধেয়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পরিবর্তে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বর্তমান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ভবিষ্যতকাল</w:t>
      </w:r>
      <w:r>
        <w:rPr>
          <w:cs/>
          <w:lang w:bidi="bn-IN"/>
        </w:rPr>
        <w:t xml:space="preserve"> (</w:t>
      </w:r>
      <w:r w:rsidRPr="00635115">
        <w:rPr>
          <w:rStyle w:val="libArChar"/>
          <w:rFonts w:hint="eastAsia"/>
          <w:rtl/>
        </w:rPr>
        <w:t>مضارع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বাচক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ক্রিয়াপদ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উক্ত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নাযিলকালের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পরবর্তীকালের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ইচ্ছা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প্রযোজ্য।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ক্রিয়াপদ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ভবিষ্যতের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প্রযোজ্য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</w:t>
      </w:r>
      <w:r>
        <w:t xml:space="preserve">,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সুনর্দিষ্টভাবে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ইসরাঈলের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ধরণীর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দুর্বল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লোকদেরকে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নীতি।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ইচ্ছা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ইসরাঈলের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বর্তমান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ভবিষ্যত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বাচক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ক্রিয়াপদ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নাযিলের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ক্বিয়ামত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প্রযোজ্যতা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অস্বীকার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সুযোগই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ভাষার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ভাষায়ও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ক্ষেত্রবিশেষে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বর্তমান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ক্রিয়াপদ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ব্যবহারেরও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t xml:space="preserve">,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নিদর্শন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কার্যকরিতা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অতীতের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সীমাবদ্ধ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কার্যকরিতা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অতীত</w:t>
      </w:r>
      <w:r>
        <w:t xml:space="preserve">, </w:t>
      </w:r>
      <w:r>
        <w:rPr>
          <w:rFonts w:hint="cs"/>
          <w:cs/>
          <w:lang w:bidi="bn-IN"/>
        </w:rPr>
        <w:t>বর্তমান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ভবিষ্যত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পরিব্যাপ্ত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মনোনয়ন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ত্বালূত্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দৃষ্টান্ত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শামূয়িল্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ইসরাঈলের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ত্বালূত্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মনোনয়ন।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উদ্দেশে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:</w:t>
      </w:r>
    </w:p>
    <w:p w:rsidR="00635115" w:rsidRPr="007B3B0F" w:rsidRDefault="00635115" w:rsidP="007B3B0F">
      <w:pPr>
        <w:pStyle w:val="libAie"/>
      </w:pPr>
      <w:r w:rsidRPr="007B3B0F">
        <w:rPr>
          <w:rStyle w:val="libAlaemChar"/>
        </w:rPr>
        <w:t>)</w:t>
      </w:r>
      <w:r w:rsidRPr="007B3B0F">
        <w:rPr>
          <w:rFonts w:hint="eastAsia"/>
          <w:rtl/>
        </w:rPr>
        <w:t>أَلَمْ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تَرَ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إِلَى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الْمَلإ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مِنْ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بَنِي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إِسْرَائِيلَ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مِنْ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بَعْدِ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مُوسَى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إِذْ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قَالُوا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لِنَبِيٍّ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لَهُمُ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ابْعَثْ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لَنَا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مَلِكًا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نُقَاتِلْ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فِي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سَبِيلِ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اللَّهِ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قَالَ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هَلْ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عَسَيْتُمْ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إِنْ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كُتِبَ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عَلَيْكُمُ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الْقِتَالُ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أَلا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تُقَاتِلُوا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قَالُوا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وَمَا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لَنَا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أَلا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نُقَاتِلَ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فِي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سَبِيلِ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اللَّهِ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وَقَدْ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أُخْرِجْنَا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مِنْ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دِيَارِنَا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وَأَبْنَائِنَا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فَلَمَّا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كُتِبَ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عَلَيْهِمُ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الْقِتَالُ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تَوَلَّوْا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إِلا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قَلِيلا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مِنْهُمْ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وَاللَّهُ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عَلِيمٌ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بِالظَّالِمِينَ</w:t>
      </w:r>
      <w:r w:rsidRPr="007B3B0F">
        <w:rPr>
          <w:rtl/>
        </w:rPr>
        <w:t xml:space="preserve">. </w:t>
      </w:r>
      <w:r w:rsidRPr="007B3B0F">
        <w:rPr>
          <w:rFonts w:hint="eastAsia"/>
          <w:rtl/>
        </w:rPr>
        <w:t>وَقَالَ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لَهُمْ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نَبِيُّهُمْ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إِنَّ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اللَّهَ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قَدْ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بَعَثَ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لَكُمْ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طَالُوتَ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مَلِكًا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قَالُوا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أَنَّى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يَكُونُ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لَهُ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الْمُلْكُ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عَلَيْنَا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وَنَحْنُ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أَحَقُّ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بِالْمُلْكِ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مِنْهُ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وَلَمْ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يُؤْتَ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سَعَةً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مِنَ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الْمَالِ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قَالَ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إِنَّ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اللَّهَ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اصْطَفَاهُ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عَلَيْكُمْ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وَزَادَهُ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بَسْطَةً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فِي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الْعِلْمِ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وَالْجِسْمِ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وَاللَّهُ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يُؤْتِي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مُلْكَهُ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مَنْ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يَشَاءُ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وَاللَّهُ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وَاسِعٌ</w:t>
      </w:r>
      <w:r w:rsidRPr="007B3B0F">
        <w:rPr>
          <w:rtl/>
        </w:rPr>
        <w:t xml:space="preserve"> </w:t>
      </w:r>
      <w:r w:rsidRPr="007B3B0F">
        <w:rPr>
          <w:rFonts w:hint="eastAsia"/>
          <w:rtl/>
        </w:rPr>
        <w:t>عَلِيمٌ</w:t>
      </w:r>
      <w:r w:rsidRPr="007B3B0F">
        <w:rPr>
          <w:rStyle w:val="libAlaemChar"/>
        </w:rPr>
        <w:t>(</w:t>
      </w:r>
      <w:r w:rsidRPr="007B3B0F">
        <w:t>.</w:t>
      </w:r>
    </w:p>
    <w:p w:rsidR="00635115" w:rsidRDefault="00635115" w:rsidP="00635115">
      <w:pPr>
        <w:pStyle w:val="libNormal"/>
      </w:pPr>
      <w:r>
        <w:rPr>
          <w:rFonts w:hint="eastAsia"/>
        </w:rPr>
        <w:lastRenderedPageBreak/>
        <w:t>“</w:t>
      </w:r>
      <w:r>
        <w:t>(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!) </w:t>
      </w:r>
      <w:r>
        <w:rPr>
          <w:rFonts w:hint="cs"/>
          <w:cs/>
          <w:lang w:bidi="bn-IN"/>
        </w:rPr>
        <w:t>আপনি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মূসার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ইসরাঈলের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</w:t>
      </w:r>
      <w:r>
        <w:t>?</w:t>
      </w:r>
      <w:r w:rsidR="007B3B0F">
        <w:t>-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বললো</w:t>
      </w:r>
      <w:r>
        <w:rPr>
          <w:cs/>
          <w:lang w:bidi="bn-IN"/>
        </w:rPr>
        <w:t xml:space="preserve"> :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নিযুক্ত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করুন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অধিনায়কত্বে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পারি।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উক্ত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বললো</w:t>
      </w:r>
      <w:r>
        <w:rPr>
          <w:cs/>
          <w:lang w:bidi="bn-IN"/>
        </w:rPr>
        <w:t xml:space="preserve"> :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তোমাদের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বেলায়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তোমাদের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ফরয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>?</w:t>
      </w:r>
      <w:r w:rsidRPr="00635115">
        <w:rPr>
          <w:rStyle w:val="libEnChar"/>
        </w:rPr>
        <w:t>”</w:t>
      </w:r>
      <w:r>
        <w:t xml:space="preserve"> </w:t>
      </w:r>
      <w:r>
        <w:rPr>
          <w:rFonts w:hint="cs"/>
          <w:cs/>
          <w:lang w:bidi="bn-IN"/>
        </w:rPr>
        <w:t>জবাবে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বললো</w:t>
      </w:r>
      <w:r>
        <w:rPr>
          <w:cs/>
          <w:lang w:bidi="bn-IN"/>
        </w:rPr>
        <w:t xml:space="preserve"> :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বাড়ী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ঘর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সন্তানদের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বহিষ্কৃত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>?</w:t>
      </w:r>
      <w:r w:rsidRPr="00635115">
        <w:rPr>
          <w:rStyle w:val="libEnChar"/>
        </w:rPr>
        <w:t>”</w:t>
      </w:r>
      <w: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যুদ্ধকে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ফরয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স্বল্পসংখ্যক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পৃষ্ঠপ্রদর্শন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করলো</w:t>
      </w:r>
      <w:r>
        <w:t xml:space="preserve">;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পাপাচারীদের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বললো</w:t>
      </w:r>
      <w:r>
        <w:rPr>
          <w:cs/>
          <w:lang w:bidi="bn-IN"/>
        </w:rPr>
        <w:t xml:space="preserve"> :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ত্বালূতকে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বললো</w:t>
      </w:r>
      <w:r>
        <w:rPr>
          <w:cs/>
          <w:lang w:bidi="bn-IN"/>
        </w:rPr>
        <w:t xml:space="preserve"> :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রাজত্ব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t xml:space="preserve">?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হক্ব্দার</w:t>
      </w:r>
      <w:r>
        <w:t xml:space="preserve">,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ধনসম্পদ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বললো</w:t>
      </w:r>
      <w:r>
        <w:rPr>
          <w:cs/>
          <w:lang w:bidi="bn-IN"/>
        </w:rPr>
        <w:t xml:space="preserve"> :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আল্লাহ্ই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শারীরিক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রাজত্ব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ইচ্ছা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প্রশস্ততা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সর্বজ্ঞাতা।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বাক্বারাহ্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২২৬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২২৭</w:t>
      </w:r>
      <w:r>
        <w:rPr>
          <w:cs/>
          <w:lang w:bidi="bn-IN"/>
        </w:rPr>
        <w:t>)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ত্বালূতকে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মনোনয়নের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[</w:t>
      </w:r>
      <w:r>
        <w:rPr>
          <w:rFonts w:hint="cs"/>
          <w:cs/>
          <w:lang w:bidi="bn-IN"/>
        </w:rPr>
        <w:t>শামূয়িল্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)]-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 w:rsidR="00184621">
        <w:rPr>
          <w:rFonts w:hint="cs"/>
          <w:cs/>
          <w:lang w:bidi="bn-IN"/>
        </w:rPr>
        <w:t>দু</w:t>
      </w:r>
      <w:r w:rsidR="00184621" w:rsidRPr="00184621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,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শারীরিক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শক্তি।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ত্বালূত্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,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মালেক্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শব্দটি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শব্দের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পারিভাষিক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সার্বভৌম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রাজা</w:t>
      </w:r>
      <w:r>
        <w:rPr>
          <w:cs/>
          <w:lang w:bidi="bn-IN"/>
        </w:rPr>
        <w:t xml:space="preserve">/ </w:t>
      </w:r>
      <w:r>
        <w:rPr>
          <w:rFonts w:hint="cs"/>
          <w:cs/>
          <w:lang w:bidi="bn-IN"/>
        </w:rPr>
        <w:t>বাদশাহ্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ভাষায়ই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পরিভাষা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প্রচলন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lastRenderedPageBreak/>
        <w:t>মূলতঃ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ত্বালূত্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শামূয়িল্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নেতৃত্বাধীনে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ইসরাঈলের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সেনাপতি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প্রশাসনিক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প্রধান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</w:t>
      </w:r>
      <w:r>
        <w:t xml:space="preserve">; </w:t>
      </w:r>
      <w:r>
        <w:rPr>
          <w:rFonts w:hint="cs"/>
          <w:cs/>
          <w:lang w:bidi="bn-IN"/>
        </w:rPr>
        <w:t>বানী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ইসরাঈলের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রাজা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রাজা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উপাধি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তাছাড়া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ইসরাঈল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রাজা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উদ্দেশ্য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স্বৈরাচারী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সার্বভৌম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মনোনীতকরণ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চাচ্ছিলো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প্রতিপক্ষের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রাজা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বাদ্শাহর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মোকাবিলায়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শৌর্যবীর্য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জাঁকমকের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সেনাপতি।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কাউকে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স্বৈরাচারী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সার্বভৌম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ত্বাগূত্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একেবারেই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অকল্পনীয়।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ত্বালূত্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সৈন্যদেরকে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বলেন</w:t>
      </w:r>
      <w:r>
        <w:rPr>
          <w:cs/>
          <w:lang w:bidi="bn-IN"/>
        </w:rPr>
        <w:t xml:space="preserve"> :</w:t>
      </w:r>
    </w:p>
    <w:p w:rsidR="00635115" w:rsidRDefault="00635115" w:rsidP="00635115">
      <w:pPr>
        <w:pStyle w:val="libNormal"/>
      </w:pPr>
      <w:r>
        <w:t xml:space="preserve"> </w:t>
      </w:r>
      <w:r w:rsidRPr="00635115">
        <w:rPr>
          <w:rStyle w:val="libArChar"/>
          <w:rFonts w:hint="eastAsia"/>
          <w:rtl/>
        </w:rPr>
        <w:t>إِنَّ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اللَّهَ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مُبْتَلِيكُمْ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بِنَهَرٍ</w:t>
      </w:r>
      <w:r w:rsidR="007B3B0F">
        <w:t>-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নহরের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পরীক্ষা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করবেন।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বাক্বারাহ্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২৪৯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অধীনস্থ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ত্বালূত্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সেনাপতি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ইলহামের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পরিচালিত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শাসক।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নিষ্পাপ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নেতা</w:t>
      </w:r>
      <w:r>
        <w:t xml:space="preserve">,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নিষ্পাপ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দায়িত্বের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প্রত্যক্ষভাবে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করবেন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ভাবাই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ক্ষেত্রবিশেষে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স্বয়ংক্রিয়ভাবে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প্রাকৃতিক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নির্বাচনকে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ত্বালূতের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মনোনয়নের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মনোনয়ন।</w:t>
      </w:r>
      <w:r>
        <w:rPr>
          <w:cs/>
          <w:lang w:bidi="bn-IN"/>
        </w:rPr>
        <w:t>)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অনুরূপভাবে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দাউদ্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সুলাইমান্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জন্যও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রাজা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শব্দের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রাজা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বাদশাহ্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শব্দের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আভিধানিক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বহুলপ্রচলিত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পারিভাষিক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বাদ্শাহ্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>, (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ইসরাঈলের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শৌর্যবীর্য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জাঁকজমকের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অনুমতি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হয়েছিলো</w:t>
      </w:r>
      <w:r>
        <w:rPr>
          <w:cs/>
          <w:lang w:bidi="bn-IN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রাজতন্ত্র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স্বৈরতন্ত্রের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সমার্থক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যূলম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নিপীড়ন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প্রমাণিত।</w:t>
      </w:r>
    </w:p>
    <w:p w:rsidR="00635115" w:rsidRDefault="00635115" w:rsidP="00DC1531">
      <w:pPr>
        <w:pStyle w:val="libLine"/>
      </w:pPr>
      <w:r>
        <w:lastRenderedPageBreak/>
        <w:t>[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বাহুল্য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দুশমনরা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বান্দাহদেরকে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তুচ্ছতাচ্ছিল্য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অগভীর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চিন্তাচেতনার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লোকেরা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বিমুখ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বান্দাহদের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সৌন্দর্যোপকরণ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জাঁকজমক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বৈধই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ক্ষেত্রবিশেষে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যরূরীও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বটে।</w:t>
      </w:r>
      <w:r>
        <w:rPr>
          <w:cs/>
          <w:lang w:bidi="bn-IN"/>
        </w:rPr>
        <w:t>]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ইতিবাচকভাবে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সাবা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রাণী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বিলক্বিসের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উদ্ধৃত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:</w:t>
      </w:r>
    </w:p>
    <w:p w:rsidR="00635115" w:rsidRPr="00DC1531" w:rsidRDefault="00DC1531" w:rsidP="00DC1531">
      <w:pPr>
        <w:pStyle w:val="libAie"/>
      </w:pPr>
      <w:r w:rsidRPr="00DC1531">
        <w:rPr>
          <w:rStyle w:val="libAlaemChar"/>
        </w:rPr>
        <w:t>)</w:t>
      </w:r>
      <w:r w:rsidR="00635115" w:rsidRPr="00DC1531">
        <w:rPr>
          <w:rFonts w:hint="eastAsia"/>
          <w:rtl/>
        </w:rPr>
        <w:t>إِنَّ</w:t>
      </w:r>
      <w:r w:rsidR="00635115" w:rsidRPr="00DC1531">
        <w:rPr>
          <w:rtl/>
        </w:rPr>
        <w:t xml:space="preserve"> </w:t>
      </w:r>
      <w:r w:rsidR="00635115" w:rsidRPr="00DC1531">
        <w:rPr>
          <w:rFonts w:hint="eastAsia"/>
          <w:rtl/>
        </w:rPr>
        <w:t>الْمُلُوكَ</w:t>
      </w:r>
      <w:r w:rsidR="00635115" w:rsidRPr="00DC1531">
        <w:rPr>
          <w:rtl/>
        </w:rPr>
        <w:t xml:space="preserve"> </w:t>
      </w:r>
      <w:r w:rsidR="00635115" w:rsidRPr="00DC1531">
        <w:rPr>
          <w:rFonts w:hint="eastAsia"/>
          <w:rtl/>
        </w:rPr>
        <w:t>إِذَا</w:t>
      </w:r>
      <w:r w:rsidR="00635115" w:rsidRPr="00DC1531">
        <w:rPr>
          <w:rtl/>
        </w:rPr>
        <w:t xml:space="preserve"> </w:t>
      </w:r>
      <w:r w:rsidR="00635115" w:rsidRPr="00DC1531">
        <w:rPr>
          <w:rFonts w:hint="eastAsia"/>
          <w:rtl/>
        </w:rPr>
        <w:t>دَخَلُوا</w:t>
      </w:r>
      <w:r w:rsidR="00635115" w:rsidRPr="00DC1531">
        <w:rPr>
          <w:rtl/>
        </w:rPr>
        <w:t xml:space="preserve"> </w:t>
      </w:r>
      <w:r w:rsidR="00635115" w:rsidRPr="00DC1531">
        <w:rPr>
          <w:rFonts w:hint="eastAsia"/>
          <w:rtl/>
        </w:rPr>
        <w:t>قَرْيَةً</w:t>
      </w:r>
      <w:r w:rsidR="00635115" w:rsidRPr="00DC1531">
        <w:rPr>
          <w:rtl/>
        </w:rPr>
        <w:t xml:space="preserve"> </w:t>
      </w:r>
      <w:r w:rsidR="00635115" w:rsidRPr="00DC1531">
        <w:rPr>
          <w:rFonts w:hint="eastAsia"/>
          <w:rtl/>
        </w:rPr>
        <w:t>أَفْسَدُوهَا</w:t>
      </w:r>
      <w:r w:rsidR="00635115" w:rsidRPr="00DC1531">
        <w:rPr>
          <w:rtl/>
        </w:rPr>
        <w:t xml:space="preserve"> </w:t>
      </w:r>
      <w:r w:rsidR="00635115" w:rsidRPr="00DC1531">
        <w:rPr>
          <w:rFonts w:hint="eastAsia"/>
          <w:rtl/>
        </w:rPr>
        <w:t>وَجَعَلُوا</w:t>
      </w:r>
      <w:r w:rsidR="00635115" w:rsidRPr="00DC1531">
        <w:rPr>
          <w:rtl/>
        </w:rPr>
        <w:t xml:space="preserve"> </w:t>
      </w:r>
      <w:r w:rsidR="00635115" w:rsidRPr="00DC1531">
        <w:rPr>
          <w:rFonts w:hint="eastAsia"/>
          <w:rtl/>
        </w:rPr>
        <w:t>أَعِزَّةَ</w:t>
      </w:r>
      <w:r w:rsidR="00635115" w:rsidRPr="00DC1531">
        <w:rPr>
          <w:rtl/>
        </w:rPr>
        <w:t xml:space="preserve"> </w:t>
      </w:r>
      <w:r w:rsidR="00635115" w:rsidRPr="00DC1531">
        <w:rPr>
          <w:rFonts w:hint="eastAsia"/>
          <w:rtl/>
        </w:rPr>
        <w:t>أَهْلِهَا</w:t>
      </w:r>
      <w:r w:rsidR="00635115" w:rsidRPr="00DC1531">
        <w:rPr>
          <w:rtl/>
        </w:rPr>
        <w:t xml:space="preserve"> </w:t>
      </w:r>
      <w:r w:rsidR="00635115" w:rsidRPr="00DC1531">
        <w:rPr>
          <w:rFonts w:hint="eastAsia"/>
          <w:rtl/>
        </w:rPr>
        <w:t>أَذِلَّةً</w:t>
      </w:r>
      <w:r w:rsidR="00635115" w:rsidRPr="00DC1531">
        <w:rPr>
          <w:rtl/>
        </w:rPr>
        <w:t xml:space="preserve"> </w:t>
      </w:r>
      <w:r w:rsidR="00635115" w:rsidRPr="00DC1531">
        <w:rPr>
          <w:rFonts w:hint="eastAsia"/>
          <w:rtl/>
        </w:rPr>
        <w:t>وَكَذَلِكَ</w:t>
      </w:r>
      <w:r w:rsidR="00635115" w:rsidRPr="00DC1531">
        <w:rPr>
          <w:rtl/>
        </w:rPr>
        <w:t xml:space="preserve"> </w:t>
      </w:r>
      <w:r w:rsidR="00635115" w:rsidRPr="00DC1531">
        <w:rPr>
          <w:rFonts w:hint="eastAsia"/>
          <w:rtl/>
        </w:rPr>
        <w:t>يَفْعَلُونَ</w:t>
      </w:r>
      <w:r w:rsidR="00635115" w:rsidRPr="00DC1531">
        <w:rPr>
          <w:rStyle w:val="libAlaemChar"/>
        </w:rPr>
        <w:t>)</w:t>
      </w:r>
    </w:p>
    <w:p w:rsidR="00635115" w:rsidRDefault="00635115" w:rsidP="00635115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রাজা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বাদ্শাহরা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জনপদে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জনপদকে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বিপর্যস্ত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জনপদের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সর্বাধিক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শক্তিশালী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লাঞ্ছিত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এরূপই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নামল্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৩৪</w:t>
      </w:r>
      <w:r>
        <w:rPr>
          <w:cs/>
          <w:lang w:bidi="bn-IN"/>
        </w:rPr>
        <w:t>)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 w:rsidRPr="00635115">
        <w:rPr>
          <w:rStyle w:val="libArChar"/>
          <w:rFonts w:hint="eastAsia"/>
          <w:rtl/>
        </w:rPr>
        <w:t>وَكَذَلِكَ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يَفْعَلُونَ</w:t>
      </w:r>
      <w:r w:rsidR="007B3B0F">
        <w:rPr>
          <w:cs/>
          <w:lang w:bidi="bn-IN"/>
        </w:rPr>
        <w:t>-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এরূপই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যুলুম</w:t>
      </w:r>
      <w:r>
        <w:t xml:space="preserve">, </w:t>
      </w:r>
      <w:r>
        <w:rPr>
          <w:rFonts w:hint="cs"/>
          <w:cs/>
          <w:lang w:bidi="bn-IN"/>
        </w:rPr>
        <w:t>বলদর্পিতা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স্বৈরতান্ত্রিকতা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রাজতান্ত্রিক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শাসনব্যবস্থার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চিরাচরিত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বৈশিষ্ট্য।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ত্বালূত্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পারিভাষিক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আভিধানিক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নেতা</w:t>
      </w:r>
      <w:r>
        <w:t xml:space="preserve">, </w:t>
      </w:r>
      <w:r>
        <w:rPr>
          <w:rFonts w:hint="cs"/>
          <w:cs/>
          <w:lang w:bidi="bn-IN"/>
        </w:rPr>
        <w:t>শাসক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সেনাপতি।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 w:rsidR="00184621">
        <w:rPr>
          <w:rFonts w:hint="cs"/>
          <w:cs/>
          <w:lang w:bidi="bn-IN"/>
        </w:rPr>
        <w:t>দু</w:t>
      </w:r>
      <w:r w:rsidR="00184621" w:rsidRPr="00184621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ইসরাঈলের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শ্রেষ্ঠত্বের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ইলমী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যোগ্যতা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শক্তিমত্তা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সাহসিকতা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 w:rsidR="00184621">
        <w:rPr>
          <w:rFonts w:hint="cs"/>
          <w:cs/>
          <w:lang w:bidi="bn-IN"/>
        </w:rPr>
        <w:t>দু</w:t>
      </w:r>
      <w:r w:rsidR="00184621" w:rsidRPr="00184621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শ্রেষ্ঠত্বের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ছিলেন।</w:t>
      </w:r>
    </w:p>
    <w:p w:rsidR="00DC1531" w:rsidRDefault="00DC1531" w:rsidP="00635115">
      <w:pPr>
        <w:pStyle w:val="libNormal"/>
        <w:rPr>
          <w:lang w:bidi="bn-IN"/>
        </w:rPr>
      </w:pPr>
    </w:p>
    <w:p w:rsidR="00635115" w:rsidRDefault="00635115" w:rsidP="00DC1531">
      <w:pPr>
        <w:pStyle w:val="Heading2"/>
      </w:pPr>
      <w:bookmarkStart w:id="30" w:name="_Toc528959847"/>
      <w:bookmarkStart w:id="31" w:name="_Toc529016145"/>
      <w:bookmarkStart w:id="32" w:name="_Toc529017463"/>
      <w:r>
        <w:rPr>
          <w:rFonts w:hint="cs"/>
          <w:cs/>
          <w:lang w:bidi="bn-IN"/>
        </w:rPr>
        <w:t>গাদীরে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খূমে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ঘোষণা</w:t>
      </w:r>
      <w:bookmarkEnd w:id="30"/>
      <w:bookmarkEnd w:id="31"/>
      <w:bookmarkEnd w:id="32"/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নামাযে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পঠিত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দরূদের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আমলের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>
        <w:t xml:space="preserve"> </w:t>
      </w:r>
      <w:r>
        <w:rPr>
          <w:rFonts w:hint="cs"/>
          <w:cs/>
          <w:lang w:bidi="bn-IN"/>
        </w:rPr>
        <w:t>প্রমাণ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বক্তব্যের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ওফাতের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গাদীরে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খুম্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lastRenderedPageBreak/>
        <w:t>‘</w:t>
      </w:r>
      <w:r>
        <w:rPr>
          <w:rFonts w:hint="cs"/>
          <w:cs/>
          <w:lang w:bidi="bn-IN"/>
        </w:rPr>
        <w:t>মাওলা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মাওলা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শব্দের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তাৎপর্য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নেতা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শাসক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খলীফাহ্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এতেও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গাদীরে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বিষয়বস্তুর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সর্বোচ্চ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তাওয়াতুরের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বিপুল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সংখ্যক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কর্তৃক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মায্হাব্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ফিরক্বাহর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ধারাবাহিকতায়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গ্রন্থেই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স্থানলাভ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গাদীরে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সামান্য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কয়েকটি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মৌলিক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মতপার্থক্য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সংক্ষেপে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বিদায়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হজ্বের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মক্কাহ্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ত্যাগ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মদীনাহর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উদ্দেশে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রওয়ানা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১৮ই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যিল্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হাজ্ব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তারিখে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মক্কাহর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অদূরে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গাদীরে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প্রচণ্ড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গরম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সঙ্গীদেরকে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যাত্রাবিরতি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নির্দেশ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এগিয়ে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পাঠিয়ে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দেন</w:t>
      </w:r>
      <w:r>
        <w:t xml:space="preserve">,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পৌঁছেন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আগমনের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অপেক্ষা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নির্দেশে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হাওদার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গদী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মঞ্চের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পৌঁছলে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মঞ্চে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অতঃপর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ভূমিকাস্বরূপ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নাতিদীর্ঘ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উঁচু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বলেন</w:t>
      </w:r>
      <w:r>
        <w:rPr>
          <w:cs/>
          <w:lang w:bidi="bn-IN"/>
        </w:rPr>
        <w:t xml:space="preserve"> :</w:t>
      </w:r>
    </w:p>
    <w:p w:rsidR="00635115" w:rsidRDefault="00635115" w:rsidP="00DC1531">
      <w:pPr>
        <w:pStyle w:val="libArCenter"/>
      </w:pPr>
      <w:r w:rsidRPr="00DC1531">
        <w:rPr>
          <w:rFonts w:hint="cs"/>
          <w:rtl/>
          <w:lang w:bidi="ar-SA"/>
        </w:rPr>
        <w:t>من</w:t>
      </w:r>
      <w:r w:rsidRPr="00DC1531">
        <w:rPr>
          <w:rtl/>
          <w:cs/>
        </w:rPr>
        <w:t xml:space="preserve"> </w:t>
      </w:r>
      <w:r w:rsidRPr="00DC1531">
        <w:rPr>
          <w:rFonts w:hint="cs"/>
          <w:rtl/>
          <w:lang w:bidi="ar-SA"/>
        </w:rPr>
        <w:t>کنت</w:t>
      </w:r>
      <w:r w:rsidRPr="00DC1531">
        <w:rPr>
          <w:rtl/>
          <w:cs/>
        </w:rPr>
        <w:t xml:space="preserve"> </w:t>
      </w:r>
      <w:r w:rsidRPr="00DC1531">
        <w:rPr>
          <w:rFonts w:hint="cs"/>
          <w:rtl/>
          <w:lang w:bidi="ar-SA"/>
        </w:rPr>
        <w:t>مولاه</w:t>
      </w:r>
      <w:r w:rsidRPr="00DC1531">
        <w:rPr>
          <w:rtl/>
          <w:cs/>
        </w:rPr>
        <w:t xml:space="preserve"> </w:t>
      </w:r>
      <w:r w:rsidRPr="00DC1531">
        <w:rPr>
          <w:rFonts w:hint="cs"/>
          <w:rtl/>
          <w:lang w:bidi="ar-SA"/>
        </w:rPr>
        <w:t>فهذا</w:t>
      </w:r>
      <w:r w:rsidRPr="00DC1531">
        <w:rPr>
          <w:rtl/>
          <w:cs/>
        </w:rPr>
        <w:t xml:space="preserve"> </w:t>
      </w:r>
      <w:r w:rsidRPr="00DC1531">
        <w:rPr>
          <w:rFonts w:hint="cs"/>
          <w:rtl/>
          <w:lang w:bidi="ar-SA"/>
        </w:rPr>
        <w:t>علی</w:t>
      </w:r>
      <w:r w:rsidRPr="00DC1531">
        <w:rPr>
          <w:rtl/>
          <w:cs/>
        </w:rPr>
        <w:t xml:space="preserve"> </w:t>
      </w:r>
      <w:r w:rsidRPr="00DC1531">
        <w:rPr>
          <w:rFonts w:hint="cs"/>
          <w:rtl/>
          <w:lang w:bidi="ar-SA"/>
        </w:rPr>
        <w:t>مولاه</w:t>
      </w:r>
      <w:r>
        <w:t>.</w:t>
      </w:r>
    </w:p>
    <w:p w:rsidR="00635115" w:rsidRDefault="00635115" w:rsidP="00DC1531">
      <w:pPr>
        <w:pStyle w:val="libCenter"/>
      </w:pPr>
      <w:r w:rsidRPr="00DC1531">
        <w:rPr>
          <w:rStyle w:val="libEnChar"/>
          <w:rFonts w:hint="eastAsia"/>
        </w:rPr>
        <w:t>“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মাওলা</w:t>
      </w:r>
      <w:r>
        <w:t xml:space="preserve">, </w:t>
      </w:r>
      <w:r>
        <w:rPr>
          <w:rFonts w:hint="cs"/>
          <w:cs/>
          <w:lang w:bidi="bn-IN"/>
        </w:rPr>
        <w:t>অতঃপর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মাওলা।</w:t>
      </w:r>
      <w:r w:rsidRPr="00DC1531">
        <w:rPr>
          <w:rStyle w:val="libEnChar"/>
          <w:rFonts w:hint="eastAsia"/>
        </w:rPr>
        <w:t>”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গাদীরে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সমাবেশে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দ্বিমত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তাৎপর্য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দ্বিমত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মাওলা</w:t>
      </w:r>
      <w:r>
        <w:rPr>
          <w:rFonts w:hint="eastAsia"/>
        </w:rPr>
        <w:t>”</w:t>
      </w:r>
      <w:r>
        <w:t xml:space="preserve"> (</w:t>
      </w:r>
      <w:r w:rsidRPr="00635115">
        <w:rPr>
          <w:rStyle w:val="libArChar"/>
          <w:rFonts w:hint="eastAsia"/>
          <w:rtl/>
        </w:rPr>
        <w:t>مول</w:t>
      </w:r>
      <w:r w:rsidRPr="00635115">
        <w:rPr>
          <w:rStyle w:val="libArChar"/>
          <w:rFonts w:hint="cs"/>
          <w:rtl/>
        </w:rPr>
        <w:t>ی</w:t>
      </w:r>
      <w:r>
        <w:t xml:space="preserve">) </w:t>
      </w:r>
      <w:r>
        <w:rPr>
          <w:rFonts w:hint="cs"/>
          <w:cs/>
          <w:lang w:bidi="bn-IN"/>
        </w:rPr>
        <w:t>শব্দের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বন্ধু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পৃষ্ঠপোষক</w:t>
      </w:r>
      <w:r>
        <w:rPr>
          <w:rFonts w:hint="eastAsia"/>
        </w:rPr>
        <w:t>’</w:t>
      </w:r>
      <w:r>
        <w:t xml:space="preserve">;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</w:t>
      </w:r>
      <w:r>
        <w:rPr>
          <w:cs/>
          <w:lang w:bidi="bn-IN"/>
        </w:rPr>
        <w:t xml:space="preserve"> </w:t>
      </w:r>
      <w:r w:rsidR="00DC1531">
        <w:rPr>
          <w:rStyle w:val="libEnChar"/>
        </w:rPr>
        <w:t>‘</w:t>
      </w:r>
      <w:r w:rsidR="00DC1531">
        <w:rPr>
          <w:rStyle w:val="libEnChar"/>
          <w:cs/>
          <w:lang w:bidi="bn-IN"/>
        </w:rPr>
        <w:t>শাসক</w:t>
      </w:r>
      <w:r w:rsidR="00DC1531">
        <w:rPr>
          <w:rStyle w:val="libEnChar"/>
        </w:rPr>
        <w:t>’</w:t>
      </w:r>
      <w: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অর্থবোধক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শব্দটি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বন্ধু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পৃষ্ঠপোষক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অর্থেও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প্রযোজ্য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lastRenderedPageBreak/>
        <w:t>প্রথমতঃ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 w:rsidR="00807656">
        <w:rPr>
          <w:rFonts w:hint="cs"/>
          <w:cs/>
          <w:lang w:bidi="bn-IN"/>
        </w:rPr>
        <w:t>মু</w:t>
      </w:r>
      <w:r w:rsidR="00807656" w:rsidRPr="00807656">
        <w:rPr>
          <w:rStyle w:val="libEnChar"/>
          <w:rFonts w:hint="cs"/>
        </w:rPr>
        <w:t>’</w:t>
      </w:r>
      <w:r w:rsidR="00807656">
        <w:rPr>
          <w:rFonts w:hint="cs"/>
          <w:cs/>
          <w:lang w:bidi="bn-IN"/>
        </w:rPr>
        <w:t>মিনা</w:t>
      </w:r>
      <w:r>
        <w:rPr>
          <w:rFonts w:hint="cs"/>
          <w:cs/>
          <w:lang w:bidi="bn-IN"/>
        </w:rPr>
        <w:t>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পরস্পরের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বন্ধু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পৃষ্ঠপোষক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মাএদাহ্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৫৫</w:t>
      </w:r>
      <w:r>
        <w:rPr>
          <w:cs/>
          <w:lang w:bidi="bn-IN"/>
        </w:rPr>
        <w:t>)</w:t>
      </w:r>
      <w:r>
        <w:t xml:space="preserve">,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স্বাভাবিকভাবেই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="00807656">
        <w:rPr>
          <w:rFonts w:hint="cs"/>
          <w:cs/>
          <w:lang w:bidi="bn-IN"/>
        </w:rPr>
        <w:t>মু</w:t>
      </w:r>
      <w:r w:rsidR="00807656" w:rsidRPr="00807656">
        <w:rPr>
          <w:rStyle w:val="libEnChar"/>
          <w:rFonts w:hint="cs"/>
        </w:rPr>
        <w:t>’</w:t>
      </w:r>
      <w:r w:rsidR="00807656">
        <w:rPr>
          <w:rFonts w:hint="cs"/>
          <w:cs/>
          <w:lang w:bidi="bn-IN"/>
        </w:rPr>
        <w:t>মিনা</w:t>
      </w:r>
      <w:r>
        <w:rPr>
          <w:rFonts w:hint="cs"/>
          <w:cs/>
          <w:lang w:bidi="bn-IN"/>
        </w:rPr>
        <w:t>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অন্যতম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বন্ধু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পৃষ্ঠপোষক</w:t>
      </w:r>
      <w:r>
        <w:rPr>
          <w:rFonts w:hint="eastAsia"/>
        </w:rPr>
        <w:t>’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কর্তৃক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 w:rsidR="00807656">
        <w:rPr>
          <w:rFonts w:hint="cs"/>
          <w:cs/>
          <w:lang w:bidi="bn-IN"/>
        </w:rPr>
        <w:t>মু</w:t>
      </w:r>
      <w:r w:rsidR="00807656" w:rsidRPr="00807656">
        <w:rPr>
          <w:rStyle w:val="libEnChar"/>
          <w:rFonts w:hint="cs"/>
        </w:rPr>
        <w:t>’</w:t>
      </w:r>
      <w:r w:rsidR="00807656">
        <w:rPr>
          <w:rFonts w:hint="cs"/>
          <w:cs/>
          <w:lang w:bidi="bn-IN"/>
        </w:rPr>
        <w:t>মিনা</w:t>
      </w:r>
      <w:r>
        <w:rPr>
          <w:rFonts w:hint="cs"/>
          <w:cs/>
          <w:lang w:bidi="bn-IN"/>
        </w:rPr>
        <w:t>দের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বন্ধু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পৃষ্ঠপোষক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আলাদাভাবে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বাহুল্য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দ্বিতীয়তঃ</w:t>
      </w:r>
      <w:r>
        <w:t xml:space="preserve">,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ছাহাবীর</w:t>
      </w:r>
      <w:r>
        <w:rPr>
          <w:cs/>
          <w:lang w:bidi="bn-IN"/>
        </w:rPr>
        <w:t xml:space="preserve"> </w:t>
      </w:r>
      <w:r w:rsidR="00DC1531">
        <w:rPr>
          <w:rFonts w:hint="cs"/>
          <w:cs/>
          <w:lang w:bidi="bn-IN"/>
        </w:rPr>
        <w:t>শা</w:t>
      </w:r>
      <w:r w:rsidR="00DC1531" w:rsidRPr="00DC1531">
        <w:rPr>
          <w:rStyle w:val="libEnChar"/>
          <w:rFonts w:hint="cs"/>
        </w:rPr>
        <w:t>’</w:t>
      </w:r>
      <w:r w:rsidR="00DC1531">
        <w:rPr>
          <w:rFonts w:hint="cs"/>
          <w:cs/>
          <w:lang w:bidi="bn-IN"/>
        </w:rPr>
        <w:t>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উৎসাহব্যঞ্জক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প্রশংসাসূচক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উক্তিটিও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তদ্রূপ।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যথার্থতা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উৎসাহ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প্রশংসা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অভ্যাস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মুক্ত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t xml:space="preserve">, </w:t>
      </w:r>
      <w:r>
        <w:rPr>
          <w:rFonts w:hint="cs"/>
          <w:cs/>
          <w:lang w:bidi="bn-IN"/>
        </w:rPr>
        <w:t>তথাপি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খাতিরে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প্রচণ্ড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গরমের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অপেক্ষা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আনুষ্ঠানিকতার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আশ্রয়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মামূলী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আশ্রয়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রসিকতার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শামিল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রাসূলই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মুক্ত।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তৃতীয়তঃ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আক্বল্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নবুওয়াতের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ধারাবাহিকতা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নাযিল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মওজূদ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ব্যাখ্যা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পরিচালনার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নিষ্পাপ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নির্ভুল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অথচ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কাউকে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দায়িত্বের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, </w:t>
      </w: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গাদীরে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উক্তিতে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উল্লিখিত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মাওলা</w:t>
      </w:r>
      <w:r>
        <w:rPr>
          <w:rFonts w:hint="eastAsia"/>
        </w:rPr>
        <w:t>”</w:t>
      </w:r>
      <w:r>
        <w:t xml:space="preserve"> (</w:t>
      </w:r>
      <w:r w:rsidRPr="00635115">
        <w:rPr>
          <w:rStyle w:val="libArChar"/>
          <w:rFonts w:hint="eastAsia"/>
          <w:rtl/>
        </w:rPr>
        <w:t>مول</w:t>
      </w:r>
      <w:r w:rsidRPr="00635115">
        <w:rPr>
          <w:rStyle w:val="libArChar"/>
          <w:rFonts w:hint="cs"/>
          <w:rtl/>
        </w:rPr>
        <w:t>ی</w:t>
      </w:r>
      <w:r>
        <w:t xml:space="preserve">) </w:t>
      </w:r>
      <w:r>
        <w:rPr>
          <w:rFonts w:hint="cs"/>
          <w:cs/>
          <w:lang w:bidi="bn-IN"/>
        </w:rPr>
        <w:t>শব্দ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 w:rsidR="00DC1531">
        <w:rPr>
          <w:rStyle w:val="libEnChar"/>
        </w:rPr>
        <w:t>‘</w:t>
      </w:r>
      <w:r w:rsidR="00DC1531">
        <w:rPr>
          <w:rStyle w:val="libEnChar"/>
          <w:cs/>
          <w:lang w:bidi="bn-IN"/>
        </w:rPr>
        <w:t>শাসক</w:t>
      </w:r>
      <w:r w:rsidR="00DC1531">
        <w:rPr>
          <w:rStyle w:val="libEnChar"/>
        </w:rPr>
        <w:t>’</w:t>
      </w:r>
      <w:r>
        <w:t xml:space="preserve"> </w:t>
      </w:r>
      <w:r>
        <w:rPr>
          <w:rFonts w:hint="cs"/>
          <w:cs/>
          <w:lang w:bidi="bn-IN"/>
        </w:rPr>
        <w:t>অর্থ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গত্যন্তর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</w:p>
    <w:p w:rsidR="00DC1531" w:rsidRPr="00E45B2C" w:rsidRDefault="00DC1531" w:rsidP="00E45B2C">
      <w:r>
        <w:rPr>
          <w:lang w:bidi="bn-IN"/>
        </w:rPr>
        <w:br w:type="page"/>
      </w:r>
    </w:p>
    <w:p w:rsidR="00635115" w:rsidRDefault="00635115" w:rsidP="00DC1531">
      <w:pPr>
        <w:pStyle w:val="Heading2"/>
      </w:pPr>
      <w:bookmarkStart w:id="33" w:name="_Toc528959848"/>
      <w:bookmarkStart w:id="34" w:name="_Toc529016146"/>
      <w:bookmarkStart w:id="35" w:name="_Toc529017464"/>
      <w:r>
        <w:rPr>
          <w:rFonts w:hint="cs"/>
          <w:cs/>
          <w:lang w:bidi="bn-IN"/>
        </w:rPr>
        <w:lastRenderedPageBreak/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কর্তৃক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নির্বাচিতব্য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শর্ত</w:t>
      </w:r>
      <w:bookmarkEnd w:id="33"/>
      <w:bookmarkEnd w:id="34"/>
      <w:bookmarkEnd w:id="35"/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দৃষ্টিকোণ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বাস্তবতার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ফয়ছালাহ্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বিনাবাক্যব্যয়ে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পূর্বশর্ত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হুজ্জাত্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পূর্ণ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ইতমামে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হুজ্জাত্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ফয়ছালাহ্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ইয়াক্বীন্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t xml:space="preserve">; </w:t>
      </w:r>
      <w:r>
        <w:rPr>
          <w:rFonts w:hint="cs"/>
          <w:cs/>
          <w:lang w:bidi="bn-IN"/>
        </w:rPr>
        <w:t>ইখ্লাছ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ইয়াক্বীনের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অক্ষম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ফয়ছালাহ্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ওযর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ইখ্লাছ্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সংখ্যাগুরু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সদস্যদের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ইয়াক্বীন্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নবুওয়াত্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রিসালাতের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ধারাবাহিকতা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সমাপ্তির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শাসনকর্তৃত্বের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কাউকে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দিয়েছেন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ইখ্লাছের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স্থলাভিসিক্ততার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মুসলিম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নির্বাচনের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ছেড়ে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দিয়েছেন</w:t>
      </w:r>
      <w:r>
        <w:t xml:space="preserve">;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সিদ্ধান্ত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t>?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আদর্শনিরপেক্ষ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নিরেট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রাস্তাঘাট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নির্মাণ</w:t>
      </w:r>
      <w:r>
        <w:t xml:space="preserve">, </w:t>
      </w:r>
      <w:r>
        <w:rPr>
          <w:rFonts w:hint="cs"/>
          <w:cs/>
          <w:lang w:bidi="bn-IN"/>
        </w:rPr>
        <w:t>বাজার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কারখানা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পরিচালনা</w:t>
      </w:r>
      <w:r>
        <w:t xml:space="preserve">, </w:t>
      </w:r>
      <w:r>
        <w:rPr>
          <w:rFonts w:hint="cs"/>
          <w:cs/>
          <w:lang w:bidi="bn-IN"/>
        </w:rPr>
        <w:t>গৃহের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ডিজাইন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ইত্যাদির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জড়িত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="00DC1531">
        <w:rPr>
          <w:rFonts w:hint="cs"/>
          <w:cs/>
          <w:lang w:bidi="bn-IN"/>
        </w:rPr>
        <w:t>শরী</w:t>
      </w:r>
      <w:r w:rsidR="00DC1531" w:rsidRPr="00DC1531">
        <w:rPr>
          <w:rStyle w:val="libEnChar"/>
          <w:rFonts w:hint="cs"/>
        </w:rPr>
        <w:t>’</w:t>
      </w:r>
      <w:r w:rsidR="00DC1531">
        <w:rPr>
          <w:rFonts w:hint="cs"/>
          <w:cs/>
          <w:lang w:bidi="bn-IN"/>
        </w:rPr>
        <w:t>আ</w:t>
      </w:r>
      <w:r>
        <w:rPr>
          <w:rFonts w:hint="cs"/>
          <w:cs/>
          <w:lang w:bidi="bn-IN"/>
        </w:rPr>
        <w:t>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বাস্তবায়নের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জড়িত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ইখ্লাছের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দৃষ্টিকোণ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সর্বাধিক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যোগ্যতাসম্পন্ন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দায়িত্ব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অর্পণ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গুণাবলী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গুণাবলীর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অগ্রগণ্য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অগ্রাধিকার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: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ইলম্</w:t>
      </w:r>
      <w:r>
        <w:t xml:space="preserve">,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আমল্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দূরদৃষ্টি।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ইলম্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সর্বাগ্রে</w:t>
      </w:r>
      <w:r>
        <w:t xml:space="preserve">,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যথাযথ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ইলম্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ইখলাছ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="00DC1531">
        <w:rPr>
          <w:rStyle w:val="libEnChar"/>
        </w:rPr>
        <w:t>“</w:t>
      </w:r>
      <w:r w:rsidR="00DC1531">
        <w:rPr>
          <w:rStyle w:val="libEnChar"/>
          <w:cs/>
          <w:lang w:bidi="bn-IN"/>
        </w:rPr>
        <w:t>তাক্বওয়া</w:t>
      </w:r>
      <w:r w:rsidR="00DC1531">
        <w:rPr>
          <w:rStyle w:val="libEnChar"/>
        </w:rPr>
        <w:t>’</w:t>
      </w:r>
      <w:r>
        <w:t>-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ইখ্লাছ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="00DC1531">
        <w:rPr>
          <w:rFonts w:hint="cs"/>
          <w:cs/>
          <w:lang w:bidi="bn-IN"/>
        </w:rPr>
        <w:t>শর</w:t>
      </w:r>
      <w:r w:rsidR="00DC1531" w:rsidRPr="00DC1531">
        <w:rPr>
          <w:rStyle w:val="libEnChar"/>
          <w:rFonts w:hint="cs"/>
        </w:rPr>
        <w:t>’</w:t>
      </w:r>
      <w:r w:rsidR="00DC1531">
        <w:rPr>
          <w:rFonts w:hint="cs"/>
          <w:cs/>
          <w:lang w:bidi="bn-IN"/>
        </w:rPr>
        <w:t>ঈ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বিষয়াদিতে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ফয়ছালাহ্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যোগ্যতার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যথাযথ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ইলম্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ব্যতিরেকে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</w:t>
      </w:r>
      <w:r>
        <w:rPr>
          <w:cs/>
          <w:lang w:bidi="bn-IN"/>
        </w:rPr>
        <w:t xml:space="preserve"> </w:t>
      </w:r>
      <w:r w:rsidR="00DC1531">
        <w:rPr>
          <w:rStyle w:val="libEnChar"/>
        </w:rPr>
        <w:lastRenderedPageBreak/>
        <w:t>“</w:t>
      </w:r>
      <w:r w:rsidR="00DC1531">
        <w:rPr>
          <w:rStyle w:val="libEnChar"/>
          <w:cs/>
          <w:lang w:bidi="bn-IN"/>
        </w:rPr>
        <w:t>তাক্বওয়া</w:t>
      </w:r>
      <w:r w:rsidR="00DC1531">
        <w:rPr>
          <w:rStyle w:val="libEnChar"/>
        </w:rPr>
        <w:t>’</w:t>
      </w:r>
      <w:r>
        <w:t>-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আদৌ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যথাযথ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ইলম্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ফরযকে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মুস্তাহাব</w:t>
      </w:r>
      <w:r>
        <w:t xml:space="preserve">, </w:t>
      </w:r>
      <w:r>
        <w:rPr>
          <w:rFonts w:hint="cs"/>
          <w:cs/>
          <w:lang w:bidi="bn-IN"/>
        </w:rPr>
        <w:t>মুস্তাহাবকে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ফরয</w:t>
      </w:r>
      <w:r>
        <w:t xml:space="preserve">, </w:t>
      </w:r>
      <w:r>
        <w:rPr>
          <w:rFonts w:hint="cs"/>
          <w:cs/>
          <w:lang w:bidi="bn-IN"/>
        </w:rPr>
        <w:t>মোবাহকে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হারাম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হারামকে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মোবাহ্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বাড়াবাড়ি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তাক্ব্ওয়া</w:t>
      </w:r>
      <w:r>
        <w:rPr>
          <w:rFonts w:hint="eastAsia"/>
        </w:rPr>
        <w:t>’</w:t>
      </w:r>
      <w:r>
        <w:t>-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দাড়ি</w:t>
      </w:r>
      <w:r>
        <w:t xml:space="preserve">,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কাটিং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পোশাক</w:t>
      </w:r>
      <w:r>
        <w:t xml:space="preserve">, </w:t>
      </w:r>
      <w:r>
        <w:rPr>
          <w:rFonts w:hint="cs"/>
          <w:cs/>
          <w:lang w:bidi="bn-IN"/>
        </w:rPr>
        <w:t>নফল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ইবাদত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তাসবীহ্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তাহলীল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 w:rsidR="00DC1531">
        <w:rPr>
          <w:rStyle w:val="libEnChar"/>
        </w:rPr>
        <w:t>“</w:t>
      </w:r>
      <w:r w:rsidR="00DC1531">
        <w:rPr>
          <w:rStyle w:val="libEnChar"/>
          <w:cs/>
          <w:lang w:bidi="bn-IN"/>
        </w:rPr>
        <w:t>তাক্বওয়া</w:t>
      </w:r>
      <w:r w:rsidR="00DC1531">
        <w:rPr>
          <w:rStyle w:val="libEnChar"/>
        </w:rPr>
        <w:t>’</w:t>
      </w:r>
      <w:r>
        <w:t>-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আদেশ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নিষেধকে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অক্ষরে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অক্ষরে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কমতি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বাড়তি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বাড়াবাড়ি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যথাযথ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ইলম্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:</w:t>
      </w:r>
    </w:p>
    <w:p w:rsidR="00635115" w:rsidRPr="00A54E11" w:rsidRDefault="00A54E11" w:rsidP="00A54E11">
      <w:pPr>
        <w:pStyle w:val="libAie"/>
      </w:pPr>
      <w:r w:rsidRPr="00A54E11">
        <w:rPr>
          <w:rStyle w:val="libAlaemChar"/>
        </w:rPr>
        <w:t>)</w:t>
      </w:r>
      <w:r w:rsidR="00635115" w:rsidRPr="00A54E11">
        <w:rPr>
          <w:rFonts w:hint="eastAsia"/>
          <w:rtl/>
        </w:rPr>
        <w:t>إِنَّمَا</w:t>
      </w:r>
      <w:r w:rsidR="00635115" w:rsidRPr="00A54E11">
        <w:rPr>
          <w:rtl/>
        </w:rPr>
        <w:t xml:space="preserve"> </w:t>
      </w:r>
      <w:r w:rsidR="00635115" w:rsidRPr="00A54E11">
        <w:rPr>
          <w:rFonts w:hint="eastAsia"/>
          <w:rtl/>
        </w:rPr>
        <w:t>يَخْشَى</w:t>
      </w:r>
      <w:r w:rsidR="00635115" w:rsidRPr="00A54E11">
        <w:rPr>
          <w:rtl/>
        </w:rPr>
        <w:t xml:space="preserve"> </w:t>
      </w:r>
      <w:r w:rsidR="00635115" w:rsidRPr="00A54E11">
        <w:rPr>
          <w:rFonts w:hint="eastAsia"/>
          <w:rtl/>
        </w:rPr>
        <w:t>اللَّهَ</w:t>
      </w:r>
      <w:r w:rsidR="00635115" w:rsidRPr="00A54E11">
        <w:rPr>
          <w:rtl/>
        </w:rPr>
        <w:t xml:space="preserve"> </w:t>
      </w:r>
      <w:r w:rsidR="00635115" w:rsidRPr="00A54E11">
        <w:rPr>
          <w:rFonts w:hint="eastAsia"/>
          <w:rtl/>
        </w:rPr>
        <w:t>مِنْ</w:t>
      </w:r>
      <w:r w:rsidR="00635115" w:rsidRPr="00A54E11">
        <w:rPr>
          <w:rtl/>
        </w:rPr>
        <w:t xml:space="preserve"> </w:t>
      </w:r>
      <w:r w:rsidR="00635115" w:rsidRPr="00A54E11">
        <w:rPr>
          <w:rFonts w:hint="eastAsia"/>
          <w:rtl/>
        </w:rPr>
        <w:t>عِبَادِهِ</w:t>
      </w:r>
      <w:r w:rsidR="00635115" w:rsidRPr="00A54E11">
        <w:rPr>
          <w:rtl/>
        </w:rPr>
        <w:t xml:space="preserve"> </w:t>
      </w:r>
      <w:r w:rsidR="00635115" w:rsidRPr="00A54E11">
        <w:rPr>
          <w:rFonts w:hint="eastAsia"/>
          <w:rtl/>
        </w:rPr>
        <w:t>الْعُلَمَاءُ</w:t>
      </w:r>
      <w:r w:rsidRPr="00A54E11">
        <w:rPr>
          <w:rStyle w:val="libAlaemChar"/>
        </w:rPr>
        <w:t>(</w:t>
      </w:r>
      <w:r w:rsidR="00635115" w:rsidRPr="00A54E11">
        <w:t xml:space="preserve"> </w:t>
      </w:r>
    </w:p>
    <w:p w:rsidR="00635115" w:rsidRDefault="00635115" w:rsidP="00635115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নিঃসন্দেহে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বান্দাহদের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জ্ঞানীরাই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ফাত্বির্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২৮</w:t>
      </w:r>
      <w:r>
        <w:rPr>
          <w:cs/>
          <w:lang w:bidi="bn-IN"/>
        </w:rPr>
        <w:t>)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ইলমের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:</w:t>
      </w:r>
    </w:p>
    <w:p w:rsidR="00635115" w:rsidRPr="00A54E11" w:rsidRDefault="00A54E11" w:rsidP="00A54E11">
      <w:pPr>
        <w:pStyle w:val="libAie"/>
      </w:pPr>
      <w:r w:rsidRPr="00A54E11">
        <w:rPr>
          <w:rStyle w:val="libAlaemChar"/>
        </w:rPr>
        <w:t>)</w:t>
      </w:r>
      <w:r w:rsidR="00635115" w:rsidRPr="00A54E11">
        <w:rPr>
          <w:rFonts w:hint="eastAsia"/>
          <w:rtl/>
        </w:rPr>
        <w:t>قُلْ</w:t>
      </w:r>
      <w:r w:rsidR="00635115" w:rsidRPr="00A54E11">
        <w:rPr>
          <w:rtl/>
        </w:rPr>
        <w:t xml:space="preserve"> </w:t>
      </w:r>
      <w:r w:rsidR="00635115" w:rsidRPr="00A54E11">
        <w:rPr>
          <w:rFonts w:hint="eastAsia"/>
          <w:rtl/>
        </w:rPr>
        <w:t>هَلْ</w:t>
      </w:r>
      <w:r w:rsidR="00635115" w:rsidRPr="00A54E11">
        <w:rPr>
          <w:rtl/>
        </w:rPr>
        <w:t xml:space="preserve"> </w:t>
      </w:r>
      <w:r w:rsidR="00635115" w:rsidRPr="00A54E11">
        <w:rPr>
          <w:rFonts w:hint="eastAsia"/>
          <w:rtl/>
        </w:rPr>
        <w:t>يَسْتَوِي</w:t>
      </w:r>
      <w:r w:rsidR="00635115" w:rsidRPr="00A54E11">
        <w:rPr>
          <w:rtl/>
        </w:rPr>
        <w:t xml:space="preserve"> </w:t>
      </w:r>
      <w:r w:rsidR="00635115" w:rsidRPr="00A54E11">
        <w:rPr>
          <w:rFonts w:hint="eastAsia"/>
          <w:rtl/>
        </w:rPr>
        <w:t>الَّذِينَ</w:t>
      </w:r>
      <w:r w:rsidR="00635115" w:rsidRPr="00A54E11">
        <w:rPr>
          <w:rtl/>
        </w:rPr>
        <w:t xml:space="preserve"> </w:t>
      </w:r>
      <w:r w:rsidR="00635115" w:rsidRPr="00A54E11">
        <w:rPr>
          <w:rFonts w:hint="eastAsia"/>
          <w:rtl/>
        </w:rPr>
        <w:t>يَعْلَمُونَ</w:t>
      </w:r>
      <w:r w:rsidR="00635115" w:rsidRPr="00A54E11">
        <w:rPr>
          <w:rtl/>
        </w:rPr>
        <w:t xml:space="preserve"> </w:t>
      </w:r>
      <w:r w:rsidR="00635115" w:rsidRPr="00A54E11">
        <w:rPr>
          <w:rFonts w:hint="eastAsia"/>
          <w:rtl/>
        </w:rPr>
        <w:t>وَالَّذِينَ</w:t>
      </w:r>
      <w:r w:rsidR="00635115" w:rsidRPr="00A54E11">
        <w:rPr>
          <w:rtl/>
        </w:rPr>
        <w:t xml:space="preserve"> </w:t>
      </w:r>
      <w:r w:rsidR="00635115" w:rsidRPr="00A54E11">
        <w:rPr>
          <w:rFonts w:hint="eastAsia"/>
          <w:rtl/>
        </w:rPr>
        <w:t>لا</w:t>
      </w:r>
      <w:r w:rsidR="00635115" w:rsidRPr="00A54E11">
        <w:rPr>
          <w:rtl/>
        </w:rPr>
        <w:t xml:space="preserve"> </w:t>
      </w:r>
      <w:r w:rsidR="00635115" w:rsidRPr="00A54E11">
        <w:rPr>
          <w:rFonts w:hint="eastAsia"/>
          <w:rtl/>
        </w:rPr>
        <w:t>يَعْلَمُونَ</w:t>
      </w:r>
      <w:r>
        <w:rPr>
          <w:rStyle w:val="libAlaemChar"/>
        </w:rPr>
        <w:t>(</w:t>
      </w:r>
      <w:r w:rsidR="00635115" w:rsidRPr="00A54E11">
        <w:t xml:space="preserve"> </w:t>
      </w:r>
    </w:p>
    <w:p w:rsidR="00635115" w:rsidRDefault="00635115" w:rsidP="00635115">
      <w:pPr>
        <w:pStyle w:val="libNormal"/>
      </w:pPr>
      <w:r>
        <w:rPr>
          <w:rFonts w:hint="eastAsia"/>
        </w:rPr>
        <w:t>“</w:t>
      </w:r>
      <w:r>
        <w:t>(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!) </w:t>
      </w:r>
      <w:r>
        <w:rPr>
          <w:rFonts w:hint="cs"/>
          <w:cs/>
          <w:lang w:bidi="bn-IN"/>
        </w:rPr>
        <w:t>আপনি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বলুন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t>?</w:t>
      </w:r>
      <w:r w:rsidRPr="00635115">
        <w:rPr>
          <w:rStyle w:val="libEnChar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আয্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যুমার্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৯</w:t>
      </w:r>
      <w:r>
        <w:rPr>
          <w:cs/>
          <w:lang w:bidi="bn-IN"/>
        </w:rPr>
        <w:t>)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যিনি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ইলমের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শেষ্ঠত্বের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আনুগত্য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অনুসরণের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মুস্তাহাব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আনুগত্য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:</w:t>
      </w:r>
    </w:p>
    <w:p w:rsidR="00635115" w:rsidRPr="00A54E11" w:rsidRDefault="00A54E11" w:rsidP="00A54E11">
      <w:pPr>
        <w:pStyle w:val="libAie"/>
      </w:pPr>
      <w:r w:rsidRPr="00A54E11">
        <w:rPr>
          <w:rStyle w:val="libAlaemChar"/>
        </w:rPr>
        <w:t>)</w:t>
      </w:r>
      <w:r w:rsidR="00635115" w:rsidRPr="00A54E11">
        <w:rPr>
          <w:rFonts w:hint="eastAsia"/>
          <w:rtl/>
        </w:rPr>
        <w:t>أَفَمَنْ</w:t>
      </w:r>
      <w:r w:rsidR="00635115" w:rsidRPr="00A54E11">
        <w:rPr>
          <w:rtl/>
        </w:rPr>
        <w:t xml:space="preserve"> </w:t>
      </w:r>
      <w:r w:rsidR="00635115" w:rsidRPr="00A54E11">
        <w:rPr>
          <w:rFonts w:hint="eastAsia"/>
          <w:rtl/>
        </w:rPr>
        <w:t>يَهْدِي</w:t>
      </w:r>
      <w:r w:rsidR="00635115" w:rsidRPr="00A54E11">
        <w:rPr>
          <w:rtl/>
        </w:rPr>
        <w:t xml:space="preserve"> </w:t>
      </w:r>
      <w:r w:rsidR="00635115" w:rsidRPr="00A54E11">
        <w:rPr>
          <w:rFonts w:hint="eastAsia"/>
          <w:rtl/>
        </w:rPr>
        <w:t>إِلَى</w:t>
      </w:r>
      <w:r w:rsidR="00635115" w:rsidRPr="00A54E11">
        <w:rPr>
          <w:rtl/>
        </w:rPr>
        <w:t xml:space="preserve"> </w:t>
      </w:r>
      <w:r w:rsidR="00635115" w:rsidRPr="00A54E11">
        <w:rPr>
          <w:rFonts w:hint="eastAsia"/>
          <w:rtl/>
        </w:rPr>
        <w:t>الْحَقِّ</w:t>
      </w:r>
      <w:r w:rsidR="00635115" w:rsidRPr="00A54E11">
        <w:rPr>
          <w:rtl/>
        </w:rPr>
        <w:t xml:space="preserve"> </w:t>
      </w:r>
      <w:r w:rsidR="00635115" w:rsidRPr="00A54E11">
        <w:rPr>
          <w:rFonts w:hint="eastAsia"/>
          <w:rtl/>
        </w:rPr>
        <w:t>أَحَقُّ</w:t>
      </w:r>
      <w:r w:rsidR="00635115" w:rsidRPr="00A54E11">
        <w:rPr>
          <w:rtl/>
        </w:rPr>
        <w:t xml:space="preserve"> </w:t>
      </w:r>
      <w:r w:rsidR="00635115" w:rsidRPr="00A54E11">
        <w:rPr>
          <w:rFonts w:hint="eastAsia"/>
          <w:rtl/>
        </w:rPr>
        <w:t>أَنْ</w:t>
      </w:r>
      <w:r w:rsidR="00635115" w:rsidRPr="00A54E11">
        <w:rPr>
          <w:rtl/>
        </w:rPr>
        <w:t xml:space="preserve"> </w:t>
      </w:r>
      <w:r w:rsidR="00635115" w:rsidRPr="00A54E11">
        <w:rPr>
          <w:rFonts w:hint="eastAsia"/>
          <w:rtl/>
        </w:rPr>
        <w:t>يُتَّبَعَ</w:t>
      </w:r>
      <w:r w:rsidR="00635115" w:rsidRPr="00A54E11">
        <w:rPr>
          <w:rtl/>
        </w:rPr>
        <w:t xml:space="preserve"> </w:t>
      </w:r>
      <w:r w:rsidR="00635115" w:rsidRPr="00A54E11">
        <w:rPr>
          <w:rFonts w:hint="eastAsia"/>
          <w:rtl/>
        </w:rPr>
        <w:t>أَمْ</w:t>
      </w:r>
      <w:r w:rsidR="00635115" w:rsidRPr="00A54E11">
        <w:rPr>
          <w:rtl/>
        </w:rPr>
        <w:t xml:space="preserve"> </w:t>
      </w:r>
      <w:r w:rsidR="00635115" w:rsidRPr="00A54E11">
        <w:rPr>
          <w:rFonts w:hint="eastAsia"/>
          <w:rtl/>
        </w:rPr>
        <w:t>مَنْ</w:t>
      </w:r>
      <w:r w:rsidR="00635115" w:rsidRPr="00A54E11">
        <w:rPr>
          <w:rtl/>
        </w:rPr>
        <w:t xml:space="preserve"> </w:t>
      </w:r>
      <w:r w:rsidR="00635115" w:rsidRPr="00A54E11">
        <w:rPr>
          <w:rFonts w:hint="eastAsia"/>
          <w:rtl/>
        </w:rPr>
        <w:t>لا</w:t>
      </w:r>
      <w:r w:rsidR="00635115" w:rsidRPr="00A54E11">
        <w:rPr>
          <w:rtl/>
        </w:rPr>
        <w:t xml:space="preserve"> </w:t>
      </w:r>
      <w:r w:rsidR="00635115" w:rsidRPr="00A54E11">
        <w:rPr>
          <w:rFonts w:hint="eastAsia"/>
          <w:rtl/>
        </w:rPr>
        <w:t>يَهِدِّي</w:t>
      </w:r>
      <w:r w:rsidR="00635115" w:rsidRPr="00A54E11">
        <w:rPr>
          <w:rtl/>
        </w:rPr>
        <w:t xml:space="preserve"> </w:t>
      </w:r>
      <w:r w:rsidR="00635115" w:rsidRPr="00A54E11">
        <w:rPr>
          <w:rFonts w:hint="eastAsia"/>
          <w:rtl/>
        </w:rPr>
        <w:t>إِلا</w:t>
      </w:r>
      <w:r w:rsidR="00635115" w:rsidRPr="00A54E11">
        <w:rPr>
          <w:rtl/>
        </w:rPr>
        <w:t xml:space="preserve"> </w:t>
      </w:r>
      <w:r w:rsidR="00635115" w:rsidRPr="00A54E11">
        <w:rPr>
          <w:rFonts w:hint="eastAsia"/>
          <w:rtl/>
        </w:rPr>
        <w:t>أَنْ</w:t>
      </w:r>
      <w:r w:rsidR="00635115" w:rsidRPr="00A54E11">
        <w:rPr>
          <w:rtl/>
        </w:rPr>
        <w:t xml:space="preserve"> </w:t>
      </w:r>
      <w:r w:rsidR="00635115" w:rsidRPr="00A54E11">
        <w:rPr>
          <w:rFonts w:hint="eastAsia"/>
          <w:rtl/>
        </w:rPr>
        <w:t>يُهْدَى</w:t>
      </w:r>
      <w:r w:rsidRPr="00A54E11">
        <w:rPr>
          <w:rStyle w:val="libAlaemChar"/>
        </w:rPr>
        <w:t>(</w:t>
      </w:r>
    </w:p>
    <w:p w:rsidR="00635115" w:rsidRDefault="00635115" w:rsidP="00635115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হক্ব্দার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প্রদর্শন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t xml:space="preserve">, </w:t>
      </w:r>
      <w:r>
        <w:rPr>
          <w:rFonts w:hint="cs"/>
          <w:cs/>
          <w:lang w:bidi="bn-IN"/>
        </w:rPr>
        <w:t>নাকি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পথপ্রদর্শিত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পথলাভ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>?</w:t>
      </w:r>
      <w:r w:rsidRPr="00635115">
        <w:rPr>
          <w:rStyle w:val="libEnChar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ইউনুস্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৩৫</w:t>
      </w:r>
      <w:r>
        <w:rPr>
          <w:cs/>
          <w:lang w:bidi="bn-IN"/>
        </w:rPr>
        <w:t>)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হেদায়াতের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নবীর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ইলম্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পুরোপুরি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আনুগত্য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হেদায়াত্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</w:p>
    <w:p w:rsidR="00A54E11" w:rsidRDefault="00A54E11" w:rsidP="00635115">
      <w:pPr>
        <w:pStyle w:val="libNormal"/>
        <w:rPr>
          <w:lang w:bidi="bn-IN"/>
        </w:rPr>
      </w:pPr>
    </w:p>
    <w:p w:rsidR="00635115" w:rsidRDefault="00635115" w:rsidP="00A54E11">
      <w:pPr>
        <w:pStyle w:val="Heading2"/>
      </w:pPr>
      <w:bookmarkStart w:id="36" w:name="_Toc528959849"/>
      <w:bookmarkStart w:id="37" w:name="_Toc529016147"/>
      <w:bookmarkStart w:id="38" w:name="_Toc529017465"/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বৈশিষ্ট্য</w:t>
      </w:r>
      <w:bookmarkEnd w:id="36"/>
      <w:bookmarkEnd w:id="37"/>
      <w:bookmarkEnd w:id="38"/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যথাযথ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জ্ঞানী</w:t>
      </w:r>
      <w:r>
        <w:rPr>
          <w:rFonts w:hint="eastAsia"/>
        </w:rPr>
        <w:t>’</w:t>
      </w:r>
      <w: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আলেম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,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আলেম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অতএব</w:t>
      </w:r>
      <w:r>
        <w:t xml:space="preserve">, </w:t>
      </w:r>
      <w:r>
        <w:rPr>
          <w:rFonts w:hint="cs"/>
          <w:cs/>
          <w:lang w:bidi="bn-IN"/>
        </w:rPr>
        <w:t>সত্যিকারের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আলেম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যথাযথ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আমলের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তাক্ব্ওয়ার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, </w:t>
      </w:r>
      <w:r>
        <w:rPr>
          <w:rFonts w:hint="cs"/>
          <w:cs/>
          <w:lang w:bidi="bn-IN"/>
        </w:rPr>
        <w:t>তাক্ব্ওয়ার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="00D17C42">
        <w:rPr>
          <w:rFonts w:hint="cs"/>
          <w:cs/>
          <w:lang w:bidi="bn-IN"/>
        </w:rPr>
        <w:t>শারী</w:t>
      </w:r>
      <w:r w:rsidR="00D17C42" w:rsidRPr="00D17C42">
        <w:rPr>
          <w:rStyle w:val="libEnChar"/>
          <w:rFonts w:hint="cs"/>
        </w:rPr>
        <w:t>’</w:t>
      </w:r>
      <w:r w:rsidR="00D17C42">
        <w:rPr>
          <w:rFonts w:hint="cs"/>
          <w:cs/>
          <w:lang w:bidi="bn-IN"/>
        </w:rPr>
        <w:t>আ</w:t>
      </w:r>
      <w:r>
        <w:rPr>
          <w:rFonts w:hint="cs"/>
          <w:cs/>
          <w:lang w:bidi="bn-IN"/>
        </w:rPr>
        <w:t>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নির্ধারণের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কমতি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বাড়তি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বাড়াবাড়ি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চরম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পন্থা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ইফরাত্ব্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শিথিল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পন্থা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তাফরীত্ব্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ভারসাম্যের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আদ্ল্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পন্থার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অনুসারী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উম্মাতে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ওয়াসাত্ব</w:t>
      </w:r>
      <w:r>
        <w:rPr>
          <w:cs/>
          <w:lang w:bidi="bn-IN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ঈমানদারদেরকে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সম্বোধন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:</w:t>
      </w:r>
    </w:p>
    <w:p w:rsidR="00635115" w:rsidRPr="00A54E11" w:rsidRDefault="00A54E11" w:rsidP="00A54E11">
      <w:pPr>
        <w:pStyle w:val="libAie"/>
      </w:pPr>
      <w:r w:rsidRPr="00A54E11">
        <w:rPr>
          <w:rStyle w:val="libAlaemChar"/>
        </w:rPr>
        <w:t>)</w:t>
      </w:r>
      <w:r w:rsidR="00635115" w:rsidRPr="00A54E11">
        <w:rPr>
          <w:rFonts w:hint="eastAsia"/>
          <w:rtl/>
        </w:rPr>
        <w:t>لا</w:t>
      </w:r>
      <w:r w:rsidR="00635115" w:rsidRPr="00A54E11">
        <w:rPr>
          <w:rtl/>
        </w:rPr>
        <w:t xml:space="preserve"> </w:t>
      </w:r>
      <w:r w:rsidR="00635115" w:rsidRPr="00A54E11">
        <w:rPr>
          <w:rFonts w:hint="eastAsia"/>
          <w:rtl/>
        </w:rPr>
        <w:t>تُقَدِّمُوا</w:t>
      </w:r>
      <w:r w:rsidR="00635115" w:rsidRPr="00A54E11">
        <w:rPr>
          <w:rtl/>
        </w:rPr>
        <w:t xml:space="preserve"> </w:t>
      </w:r>
      <w:r w:rsidR="00635115" w:rsidRPr="00A54E11">
        <w:rPr>
          <w:rFonts w:hint="eastAsia"/>
          <w:rtl/>
        </w:rPr>
        <w:t>بَيْنَ</w:t>
      </w:r>
      <w:r w:rsidR="00635115" w:rsidRPr="00A54E11">
        <w:rPr>
          <w:rtl/>
        </w:rPr>
        <w:t xml:space="preserve"> </w:t>
      </w:r>
      <w:r w:rsidR="00635115" w:rsidRPr="00A54E11">
        <w:rPr>
          <w:rFonts w:hint="eastAsia"/>
          <w:rtl/>
        </w:rPr>
        <w:t>يَدَيِ</w:t>
      </w:r>
      <w:r w:rsidR="00635115" w:rsidRPr="00A54E11">
        <w:rPr>
          <w:rtl/>
        </w:rPr>
        <w:t xml:space="preserve"> </w:t>
      </w:r>
      <w:r w:rsidR="00635115" w:rsidRPr="00A54E11">
        <w:rPr>
          <w:rFonts w:hint="eastAsia"/>
          <w:rtl/>
        </w:rPr>
        <w:t>اللَّهِ</w:t>
      </w:r>
      <w:r w:rsidR="00635115" w:rsidRPr="00A54E11">
        <w:rPr>
          <w:rtl/>
        </w:rPr>
        <w:t xml:space="preserve"> </w:t>
      </w:r>
      <w:r w:rsidR="00635115" w:rsidRPr="00A54E11">
        <w:rPr>
          <w:rFonts w:hint="eastAsia"/>
          <w:rtl/>
        </w:rPr>
        <w:t>وَرَسُولِهِ</w:t>
      </w:r>
      <w:r w:rsidRPr="00A54E11">
        <w:rPr>
          <w:rStyle w:val="libAlaemChar"/>
        </w:rPr>
        <w:t>(</w:t>
      </w:r>
    </w:p>
    <w:p w:rsidR="00635115" w:rsidRDefault="00635115" w:rsidP="00635115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তোমরা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অগ্রে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পদক্ষেপ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হুজুরাত্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১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নিজস্ব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বিবেচনায়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স্বার্থচিন্তা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নির্ধারিত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সীমারেখা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অতিক্রম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তৃতীয়তঃ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উপরোক্ত</w:t>
      </w:r>
      <w:r>
        <w:rPr>
          <w:cs/>
          <w:lang w:bidi="bn-IN"/>
        </w:rPr>
        <w:t xml:space="preserve"> </w:t>
      </w:r>
      <w:r w:rsidR="00184621">
        <w:rPr>
          <w:rFonts w:hint="cs"/>
          <w:cs/>
          <w:lang w:bidi="bn-IN"/>
        </w:rPr>
        <w:t>দু</w:t>
      </w:r>
      <w:r w:rsidR="00184621" w:rsidRPr="00184621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দূরদৃষ্টি</w:t>
      </w:r>
      <w:r>
        <w:rPr>
          <w:cs/>
          <w:lang w:bidi="bn-IN"/>
        </w:rPr>
        <w:t xml:space="preserve"> (</w:t>
      </w:r>
      <w:r w:rsidRPr="00635115">
        <w:rPr>
          <w:rStyle w:val="libArChar"/>
          <w:rFonts w:hint="eastAsia"/>
          <w:rtl/>
        </w:rPr>
        <w:t>بصيرت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পরিস্থিতি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বিবেচনা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এগিয়ে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জীবনেও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উর্ধে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পরিস্থিতি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কর্মনীতি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চেয়েও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t xml:space="preserve">, </w:t>
      </w:r>
      <w:r>
        <w:rPr>
          <w:rFonts w:hint="cs"/>
          <w:cs/>
          <w:lang w:bidi="bn-IN"/>
        </w:rPr>
        <w:t>এককভাবে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পরিস্থিতি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বিবেচনায়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যথোপযুক্ত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কর্মনীতি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অনুসরণের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নবুওয়াত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রিসালাতের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দায়িত্ব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পালনের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নির্দেশ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গোপনে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সুনির্দিষ্ট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স্বল্পসংখ্যক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দাও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আত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মক্কায়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অহিংস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প্রতিরোধবিহীন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কর্মনীতি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প্রচারতৎপরতা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চালান</w:t>
      </w:r>
      <w:r>
        <w:t xml:space="preserve">;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হিজরতে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পাঠান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কিছুদিন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অবরুদ্ধ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কাটান।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হিজরত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t xml:space="preserve">, </w:t>
      </w:r>
      <w:r>
        <w:rPr>
          <w:rFonts w:hint="cs"/>
          <w:cs/>
          <w:lang w:bidi="bn-IN"/>
        </w:rPr>
        <w:t>উপযুক্ত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মদীনায়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হুকুমত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প্রতিষ্ঠা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হুকুমতে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ইয়াহূদীদের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নিরাপত্তা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শান্তিপূর্ণ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ঘোষণাপত্র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মদীনার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t xml:space="preserve">, </w:t>
      </w:r>
      <w:r>
        <w:rPr>
          <w:rFonts w:hint="cs"/>
          <w:cs/>
          <w:lang w:bidi="bn-IN"/>
        </w:rPr>
        <w:t>সন্ধি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পত্রযোগাযোগ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কূটনৈতিক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তৎপরতা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চালান।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শর্তাবলী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সহকারে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হুদায়বীয়্যাহর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সম্পাদন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দৃশ্যতঃ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অপমানজনক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আপত্তি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করেছিলেন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বিরাট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কল্যাণ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এনেছিলো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সন্ধি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সম্পাদিত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নাযিল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সন্ধিকে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বিজয়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আখ্যায়িত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কল্যাণ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অগ্রিম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সুসংবাদ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বস্তুতঃ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নিশ্চয়তা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পরিস্থিতিতে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যথাযথ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কর্মনীতি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মোদ্দা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t xml:space="preserve">,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অবর্তমানে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পরিচালনা</w:t>
      </w:r>
      <w:r>
        <w:t xml:space="preserve">, </w:t>
      </w:r>
      <w:r>
        <w:rPr>
          <w:rFonts w:hint="cs"/>
          <w:cs/>
          <w:lang w:bidi="bn-IN"/>
        </w:rPr>
        <w:t>নেতৃত্ব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কর্তৃত্বের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কাউকে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, </w:t>
      </w:r>
      <w:r>
        <w:rPr>
          <w:rFonts w:hint="cs"/>
          <w:cs/>
          <w:lang w:bidi="bn-IN"/>
        </w:rPr>
        <w:t>তথাপি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ইখলাছের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 w:rsidR="00807656">
        <w:rPr>
          <w:rFonts w:hint="cs"/>
          <w:cs/>
          <w:lang w:bidi="bn-IN"/>
        </w:rPr>
        <w:t>মু</w:t>
      </w:r>
      <w:r w:rsidR="00807656" w:rsidRPr="00807656">
        <w:rPr>
          <w:rStyle w:val="libEnChar"/>
          <w:rFonts w:hint="cs"/>
        </w:rPr>
        <w:t>’</w:t>
      </w:r>
      <w:r w:rsidR="00807656">
        <w:rPr>
          <w:rFonts w:hint="cs"/>
          <w:cs/>
          <w:lang w:bidi="bn-IN"/>
        </w:rPr>
        <w:t>মিনা</w:t>
      </w:r>
      <w:r>
        <w:rPr>
          <w:rFonts w:hint="cs"/>
          <w:cs/>
          <w:lang w:bidi="bn-IN"/>
        </w:rPr>
        <w:t>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কর্তব্য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গুণাবলীর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সর্বোত্তম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দায়িত্ব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অর্পণ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অতএব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ওফাতের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কর্তৃত্বের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দায়িত্ব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অর্পণ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বিভেদ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অনৈক্য</w:t>
      </w:r>
      <w:r>
        <w:t xml:space="preserve">, </w:t>
      </w:r>
      <w:r>
        <w:rPr>
          <w:rFonts w:hint="cs"/>
          <w:cs/>
          <w:lang w:bidi="bn-IN"/>
        </w:rPr>
        <w:t>দ্বন্দ্ব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সংঘাত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বিভ্রান্তির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ধারাবাহিকতার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অজানা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</w:p>
    <w:p w:rsidR="00A54E11" w:rsidRDefault="00A54E11" w:rsidP="00635115">
      <w:pPr>
        <w:pStyle w:val="libNormal"/>
        <w:rPr>
          <w:lang w:bidi="bn-IN"/>
        </w:rPr>
      </w:pPr>
    </w:p>
    <w:p w:rsidR="00635115" w:rsidRDefault="00635115" w:rsidP="00A54E11">
      <w:pPr>
        <w:pStyle w:val="Heading2"/>
      </w:pPr>
      <w:bookmarkStart w:id="39" w:name="_Toc528959850"/>
      <w:bookmarkStart w:id="40" w:name="_Toc529016148"/>
      <w:bookmarkStart w:id="41" w:name="_Toc529017466"/>
      <w:r>
        <w:rPr>
          <w:rFonts w:hint="cs"/>
          <w:cs/>
          <w:lang w:bidi="bn-IN"/>
        </w:rPr>
        <w:t>ছাহাবীদের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</w:t>
      </w:r>
      <w:bookmarkEnd w:id="39"/>
      <w:bookmarkEnd w:id="40"/>
      <w:bookmarkEnd w:id="41"/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আরেকটি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আলোকপাত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যরূরী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lastRenderedPageBreak/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ইতিহাস</w:t>
      </w:r>
      <w:r>
        <w:t xml:space="preserve">,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বহুলপ্রচলিত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প্রবণতা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আক্বল্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সমর্থন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ঢালাওভাবে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পোষণ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ভুলত্রুটি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সঞ্চারিত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অব্যাহত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যাচ্ছে।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ঐতিহাসিক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ছহীহ্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চিহ্নিত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বহুলপ্রচলিত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ভুল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ত্রুটির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যেনা</w:t>
      </w:r>
      <w:r>
        <w:t xml:space="preserve">, </w:t>
      </w:r>
      <w:r>
        <w:rPr>
          <w:rFonts w:hint="cs"/>
          <w:cs/>
          <w:lang w:bidi="bn-IN"/>
        </w:rPr>
        <w:t>নরহত্যা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মদপানের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অপরাধমূলক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কার্যকলাপ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সংঘটিত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t xml:space="preserve">,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স্বয়ং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খলীফাহ্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কঠিন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অপরাধের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দিয়েছেন</w:t>
      </w:r>
      <w:r>
        <w:t xml:space="preserve">, </w:t>
      </w:r>
      <w:r>
        <w:rPr>
          <w:rFonts w:hint="cs"/>
          <w:cs/>
          <w:lang w:bidi="bn-IN"/>
        </w:rPr>
        <w:t>এছাড়া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পরস্পর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রণাঙ্গনে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পরস্পরকে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t xml:space="preserve">,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ঢালাওভাবে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নক্ষত্রতুল্য</w:t>
      </w:r>
      <w:r>
        <w:t xml:space="preserve">, </w:t>
      </w:r>
      <w:r>
        <w:rPr>
          <w:rFonts w:hint="cs"/>
          <w:cs/>
          <w:lang w:bidi="bn-IN"/>
        </w:rPr>
        <w:t>অনুসরণীয়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সমালোচনার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উর্ধে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দুনিয়া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স্বয়ং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ওয়াক্বিফ্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চেষ্টা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বহুলপ্রচলিত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অপরাধকে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ইজতিহাদী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উপেক্ষা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চেষ্টা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যথাযথ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যোগ্যতা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ব্যতিরেকে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ইজতিহাদের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জায়েয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দ্বিতীয়তঃ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ইজতিহাদী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অবৈধভাবে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বিনষ্ট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ক্ষমাযোগ্য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ক্ষমাযোগ্য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তথাপি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 w:rsidR="00DC1531">
        <w:rPr>
          <w:rFonts w:hint="cs"/>
          <w:cs/>
          <w:lang w:bidi="bn-IN"/>
        </w:rPr>
        <w:t>শর</w:t>
      </w:r>
      <w:r w:rsidR="00DC1531" w:rsidRPr="00DC1531">
        <w:rPr>
          <w:rStyle w:val="libEnChar"/>
          <w:rFonts w:hint="cs"/>
        </w:rPr>
        <w:t>’</w:t>
      </w:r>
      <w:r w:rsidR="00DC1531">
        <w:rPr>
          <w:rFonts w:hint="cs"/>
          <w:cs/>
          <w:lang w:bidi="bn-IN"/>
        </w:rPr>
        <w:t>ঈ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শাস্তিযোগ্য</w:t>
      </w:r>
      <w:r>
        <w:t xml:space="preserve">, </w:t>
      </w:r>
      <w:r>
        <w:rPr>
          <w:rFonts w:hint="cs"/>
          <w:cs/>
          <w:lang w:bidi="bn-IN"/>
        </w:rPr>
        <w:t>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অপরাধের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পরকালীন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খালেছ্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তাওবাহর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ক্ষমাযোগ্য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হুকূমাত্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অপরাধের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রেহাই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তৃতীয়তঃ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ব্যতিক্রম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খলীফাহ্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অপরাধের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অথচ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অপরাধের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বহুলপ্রচলিত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ছাহাবীগণকে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চতুর্থতঃ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নক্ষত্রতুল্য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সমালোচনার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উর্ধে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কাউকে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="00DC1531">
        <w:rPr>
          <w:rFonts w:hint="cs"/>
          <w:cs/>
          <w:lang w:bidi="bn-IN"/>
        </w:rPr>
        <w:t>শরী</w:t>
      </w:r>
      <w:r w:rsidR="00DC1531" w:rsidRPr="00DC1531">
        <w:rPr>
          <w:rStyle w:val="libEnChar"/>
          <w:rFonts w:hint="cs"/>
        </w:rPr>
        <w:t>’</w:t>
      </w:r>
      <w:r w:rsidR="00DC1531">
        <w:rPr>
          <w:rFonts w:hint="cs"/>
          <w:cs/>
          <w:lang w:bidi="bn-IN"/>
        </w:rPr>
        <w:t>আ</w:t>
      </w:r>
      <w:r>
        <w:rPr>
          <w:rFonts w:hint="cs"/>
          <w:cs/>
          <w:lang w:bidi="bn-IN"/>
        </w:rPr>
        <w:t>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লঙ্ঘনমূলক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লিপ্ত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t xml:space="preserve">;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কার্যতঃও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ফত্ওয়া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পরিহাসের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ঢালাওভাবে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বহুলপ্রচলিত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নক্ষত্রতুল্য</w:t>
      </w:r>
      <w:r>
        <w:t xml:space="preserve">, </w:t>
      </w:r>
      <w:r>
        <w:rPr>
          <w:rFonts w:hint="cs"/>
          <w:cs/>
          <w:lang w:bidi="bn-IN"/>
        </w:rPr>
        <w:t>অনুসরণীয়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সমালোচনার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উর্ধে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করছেন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আক্বাএদের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স্বয়ং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নিষ্পাপ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ঢালাওভাবে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নক্ষত্রতুল্য</w:t>
      </w:r>
      <w:r>
        <w:t xml:space="preserve">, </w:t>
      </w:r>
      <w:r>
        <w:rPr>
          <w:rFonts w:hint="cs"/>
          <w:cs/>
          <w:lang w:bidi="bn-IN"/>
        </w:rPr>
        <w:t>অনুসরণীয়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সমালোচনার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উর্ধে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প্রস্তুত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ছাহাবীদের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নক্ষত্রতুল্য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বর্ণনার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সুদীর্ঘ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পরম্পরার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মিথ্যা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অথবা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ছাহাবী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ঈমানের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ঘোষণা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সহকারে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ছাহাবী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শারীরিক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সাহচর্যই</w:t>
      </w:r>
      <w:r>
        <w:rPr>
          <w:cs/>
          <w:lang w:bidi="bn-IN"/>
        </w:rPr>
        <w:t xml:space="preserve"> (</w:t>
      </w:r>
      <w:r w:rsidRPr="00635115">
        <w:rPr>
          <w:rStyle w:val="libArChar"/>
          <w:rFonts w:hint="eastAsia"/>
          <w:rtl/>
        </w:rPr>
        <w:t>معيت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جسمان</w:t>
      </w:r>
      <w:r w:rsidRPr="00635115">
        <w:rPr>
          <w:rStyle w:val="libArChar"/>
          <w:rFonts w:hint="cs"/>
          <w:rtl/>
        </w:rPr>
        <w:t>ی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و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روحان</w:t>
      </w:r>
      <w:r w:rsidRPr="00635115">
        <w:rPr>
          <w:rStyle w:val="libArChar"/>
          <w:rFonts w:hint="cs"/>
          <w:rtl/>
        </w:rPr>
        <w:t>ی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ছাহাবী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শ্রেষ্ঠত্বের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পর্যায়ক্রম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নির্ধারণের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খলীফাহকে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পর্যায়ক্রম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উর্ধে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নীতি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পর্যায়ক্রমে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খেলাফতের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দায়িত্ব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পালন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পর্যায়ক্রমে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শ্রেষ্ঠত্বের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! </w:t>
      </w:r>
      <w:r>
        <w:rPr>
          <w:rFonts w:hint="cs"/>
          <w:cs/>
          <w:lang w:bidi="bn-IN"/>
        </w:rPr>
        <w:t>ঘটনাক্রমে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পরিবর্তে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কয়েক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খলীফাহ্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পর্যায়ক্রমে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শ্রেষ্ঠত্বের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দিতেন।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উদাহরণস্বরূপ</w:t>
      </w:r>
      <w:r>
        <w:t xml:space="preserve">, </w:t>
      </w:r>
      <w:r>
        <w:rPr>
          <w:rFonts w:hint="cs"/>
          <w:cs/>
          <w:lang w:bidi="bn-IN"/>
        </w:rPr>
        <w:t>ছয়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সদস্যের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নির্বাচনী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কমিটির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তৃতীয়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খলীফাহ্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তৃতীয়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শ্রেষ্ঠ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দিতেন।</w:t>
      </w:r>
      <w:r>
        <w:rPr>
          <w:cs/>
          <w:lang w:bidi="bn-IN"/>
        </w:rPr>
        <w:t xml:space="preserve"> (!!)</w:t>
      </w:r>
    </w:p>
    <w:p w:rsidR="00635115" w:rsidRDefault="00635115" w:rsidP="00A54E11">
      <w:pPr>
        <w:pStyle w:val="libLine"/>
      </w:pPr>
      <w:r>
        <w:lastRenderedPageBreak/>
        <w:t>[</w:t>
      </w:r>
      <w:r>
        <w:rPr>
          <w:rFonts w:hint="cs"/>
          <w:cs/>
          <w:lang w:bidi="bn-IN"/>
        </w:rPr>
        <w:t>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পরিশিষ্টে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সংযোজিত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ছ্বাহাবী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রাসূলুল্লাহর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যুগের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মুনাফিক্ব্</w:t>
      </w:r>
      <w:r w:rsidRPr="00A54E11">
        <w:rPr>
          <w:rStyle w:val="libEnChar"/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প্রবন্ধে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বিস্তারিতভাবে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>]</w:t>
      </w:r>
    </w:p>
    <w:p w:rsidR="00635115" w:rsidRDefault="00635115" w:rsidP="00635115">
      <w:pPr>
        <w:pStyle w:val="libEn"/>
      </w:pPr>
    </w:p>
    <w:p w:rsidR="00635115" w:rsidRDefault="00635115" w:rsidP="00A54E11">
      <w:pPr>
        <w:pStyle w:val="Heading2Center"/>
      </w:pPr>
      <w:bookmarkStart w:id="42" w:name="_Toc528959851"/>
      <w:bookmarkStart w:id="43" w:name="_Toc529016149"/>
      <w:bookmarkStart w:id="44" w:name="_Toc529017467"/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শাসনকর্তৃত্বের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হক্ব্দার</w:t>
      </w:r>
      <w:bookmarkEnd w:id="42"/>
      <w:bookmarkEnd w:id="43"/>
      <w:bookmarkEnd w:id="44"/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বস্তুতঃ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গুণাবলীর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অনস্বীকার্য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ছাহাবীগণের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সর্বশ্রেষ্ঠ।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সাবালেগ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শিরক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প্রযোজ্য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বয়সে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ছায়াতলে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স্থানলাভ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মুহূর্তের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তরেও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শিরকী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যিন্দেগী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যাপন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সন্দেহ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ইসলাম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অতীতের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শিরক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কখনো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লিপ্ত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কখনো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নতুন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কাগজে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ছবি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আঁকা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ছবি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ছবিযুক্ত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কাগজের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ছবি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আঁকা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 w:rsidR="00184621">
        <w:rPr>
          <w:rFonts w:hint="cs"/>
          <w:cs/>
          <w:lang w:bidi="bn-IN"/>
        </w:rPr>
        <w:t>দু</w:t>
      </w:r>
      <w:r w:rsidR="00184621" w:rsidRPr="00184621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ছবি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তাক্ব্ওয়া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বাছীরাতের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অগ্রগণ্য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সর্বসম্মত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ইলমের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সর্বশ্রেষ্ঠ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আলেমের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সর্বশ্রেষ্ঠ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অস্বীকার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অতঃপর</w:t>
      </w:r>
      <w:r>
        <w:t xml:space="preserve">,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ইলমী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যোগ্যতার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ক্রমবিন্যাস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 w:rsidRPr="00A54E11">
        <w:rPr>
          <w:rStyle w:val="libLineChar"/>
          <w:rFonts w:eastAsia="Calibri"/>
          <w:rtl/>
          <w:cs/>
        </w:rPr>
        <w:t>[</w:t>
      </w:r>
      <w:r w:rsidRPr="00A54E11">
        <w:rPr>
          <w:rStyle w:val="libLineChar"/>
          <w:rFonts w:eastAsia="Calibri" w:hint="cs"/>
          <w:cs/>
          <w:lang w:bidi="bn-IN"/>
        </w:rPr>
        <w:t>এবং</w:t>
      </w:r>
      <w:r w:rsidRPr="00A54E11">
        <w:rPr>
          <w:rStyle w:val="libLineChar"/>
          <w:rFonts w:eastAsia="Calibri"/>
          <w:rtl/>
          <w:cs/>
        </w:rPr>
        <w:t xml:space="preserve"> </w:t>
      </w:r>
      <w:r w:rsidRPr="00A54E11">
        <w:rPr>
          <w:rStyle w:val="libLineChar"/>
          <w:rFonts w:eastAsia="Calibri" w:hint="cs"/>
          <w:cs/>
          <w:lang w:bidi="bn-IN"/>
        </w:rPr>
        <w:t>আহলে</w:t>
      </w:r>
      <w:r w:rsidRPr="00A54E11">
        <w:rPr>
          <w:rStyle w:val="libLineChar"/>
          <w:rFonts w:eastAsia="Calibri"/>
          <w:rtl/>
          <w:cs/>
        </w:rPr>
        <w:t xml:space="preserve"> </w:t>
      </w:r>
      <w:r w:rsidRPr="00A54E11">
        <w:rPr>
          <w:rStyle w:val="libLineChar"/>
          <w:rFonts w:eastAsia="Calibri" w:hint="cs"/>
          <w:cs/>
          <w:lang w:bidi="bn-IN"/>
        </w:rPr>
        <w:t>বাইতের</w:t>
      </w:r>
      <w:r w:rsidRPr="00A54E11">
        <w:rPr>
          <w:rStyle w:val="libLineChar"/>
          <w:rFonts w:eastAsia="Calibri"/>
          <w:rtl/>
          <w:cs/>
        </w:rPr>
        <w:t xml:space="preserve"> (</w:t>
      </w:r>
      <w:r w:rsidRPr="002D22A3">
        <w:rPr>
          <w:rStyle w:val="libEnChar"/>
        </w:rPr>
        <w:t>‘</w:t>
      </w:r>
      <w:r w:rsidRPr="00A54E11">
        <w:rPr>
          <w:rStyle w:val="libLineChar"/>
          <w:rFonts w:eastAsia="Calibri" w:hint="cs"/>
          <w:cs/>
          <w:lang w:bidi="bn-IN"/>
        </w:rPr>
        <w:t>আঃ</w:t>
      </w:r>
      <w:r w:rsidRPr="00A54E11">
        <w:rPr>
          <w:rStyle w:val="libLineChar"/>
          <w:rFonts w:eastAsia="Calibri"/>
          <w:rtl/>
          <w:cs/>
        </w:rPr>
        <w:t xml:space="preserve">) </w:t>
      </w:r>
      <w:r w:rsidRPr="00A54E11">
        <w:rPr>
          <w:rStyle w:val="libLineChar"/>
          <w:rFonts w:eastAsia="Calibri" w:hint="cs"/>
          <w:cs/>
          <w:lang w:bidi="bn-IN"/>
        </w:rPr>
        <w:t>অপর</w:t>
      </w:r>
      <w:r w:rsidRPr="00A54E11">
        <w:rPr>
          <w:rStyle w:val="libLineChar"/>
          <w:rFonts w:eastAsia="Calibri"/>
          <w:rtl/>
          <w:cs/>
        </w:rPr>
        <w:t xml:space="preserve"> </w:t>
      </w:r>
      <w:r w:rsidRPr="00A54E11">
        <w:rPr>
          <w:rStyle w:val="libLineChar"/>
          <w:rFonts w:eastAsia="Calibri" w:hint="cs"/>
          <w:cs/>
          <w:lang w:bidi="bn-IN"/>
        </w:rPr>
        <w:t>ব্যক্তিত্ববর্গের</w:t>
      </w:r>
      <w:r w:rsidR="007B3B0F" w:rsidRPr="00A54E11">
        <w:rPr>
          <w:rStyle w:val="libLineChar"/>
          <w:rFonts w:eastAsia="Calibri"/>
          <w:rtl/>
          <w:cs/>
        </w:rPr>
        <w:t>-</w:t>
      </w:r>
      <w:r w:rsidRPr="00A54E11">
        <w:rPr>
          <w:rStyle w:val="libLineChar"/>
          <w:rFonts w:eastAsia="Calibri" w:hint="cs"/>
          <w:cs/>
          <w:lang w:bidi="bn-IN"/>
        </w:rPr>
        <w:t>যারা</w:t>
      </w:r>
      <w:r w:rsidRPr="00A54E11">
        <w:rPr>
          <w:rStyle w:val="libLineChar"/>
          <w:rFonts w:eastAsia="Calibri"/>
          <w:rtl/>
          <w:cs/>
        </w:rPr>
        <w:t xml:space="preserve"> </w:t>
      </w:r>
      <w:r w:rsidRPr="00A54E11">
        <w:rPr>
          <w:rStyle w:val="libLineChar"/>
          <w:rFonts w:eastAsia="Calibri" w:hint="cs"/>
          <w:cs/>
          <w:lang w:bidi="bn-IN"/>
        </w:rPr>
        <w:t>ছাহাবীগণের</w:t>
      </w:r>
      <w:r w:rsidRPr="00A54E11">
        <w:rPr>
          <w:rStyle w:val="libLineChar"/>
          <w:rFonts w:eastAsia="Calibri"/>
          <w:rtl/>
          <w:cs/>
        </w:rPr>
        <w:t xml:space="preserve"> </w:t>
      </w:r>
      <w:r w:rsidRPr="00A54E11">
        <w:rPr>
          <w:rStyle w:val="libLineChar"/>
          <w:rFonts w:eastAsia="Calibri" w:hint="cs"/>
          <w:cs/>
          <w:lang w:bidi="bn-IN"/>
        </w:rPr>
        <w:t>অন্তর্ভুক্ত</w:t>
      </w:r>
      <w:r w:rsidRPr="00A54E11">
        <w:rPr>
          <w:rStyle w:val="libLineChar"/>
          <w:rFonts w:eastAsia="Calibri"/>
          <w:rtl/>
          <w:cs/>
        </w:rPr>
        <w:t xml:space="preserve"> </w:t>
      </w:r>
      <w:r w:rsidRPr="00A54E11">
        <w:rPr>
          <w:rStyle w:val="libLineChar"/>
          <w:rFonts w:eastAsia="Calibri" w:hint="cs"/>
          <w:cs/>
          <w:lang w:bidi="bn-IN"/>
        </w:rPr>
        <w:t>ছিলেন</w:t>
      </w:r>
      <w:r w:rsidRPr="00A54E11">
        <w:rPr>
          <w:rStyle w:val="libLineChar"/>
          <w:rFonts w:eastAsia="Calibri"/>
        </w:rPr>
        <w:t xml:space="preserve">, </w:t>
      </w:r>
      <w:r w:rsidRPr="00A54E11">
        <w:rPr>
          <w:rStyle w:val="libLineChar"/>
          <w:rFonts w:eastAsia="Calibri" w:hint="cs"/>
          <w:cs/>
          <w:lang w:bidi="bn-IN"/>
        </w:rPr>
        <w:t>তাঁদের</w:t>
      </w:r>
      <w:r w:rsidRPr="00A54E11">
        <w:rPr>
          <w:rStyle w:val="libLineChar"/>
          <w:rFonts w:eastAsia="Calibri"/>
          <w:rtl/>
          <w:cs/>
        </w:rPr>
        <w:t xml:space="preserve"> </w:t>
      </w:r>
      <w:r w:rsidRPr="00A54E11">
        <w:rPr>
          <w:rStyle w:val="libLineChar"/>
          <w:rFonts w:eastAsia="Calibri" w:hint="cs"/>
          <w:cs/>
          <w:lang w:bidi="bn-IN"/>
        </w:rPr>
        <w:t>বিষয়টি</w:t>
      </w:r>
      <w:r w:rsidRPr="00A54E11">
        <w:rPr>
          <w:rStyle w:val="libLineChar"/>
          <w:rFonts w:eastAsia="Calibri"/>
          <w:rtl/>
          <w:cs/>
        </w:rPr>
        <w:t xml:space="preserve"> </w:t>
      </w:r>
      <w:r w:rsidRPr="00A54E11">
        <w:rPr>
          <w:rStyle w:val="libLineChar"/>
          <w:rFonts w:eastAsia="Calibri" w:hint="cs"/>
          <w:cs/>
          <w:lang w:bidi="bn-IN"/>
        </w:rPr>
        <w:t>বিবেচনায়</w:t>
      </w:r>
      <w:r w:rsidRPr="00A54E11">
        <w:rPr>
          <w:rStyle w:val="libLineChar"/>
          <w:rFonts w:eastAsia="Calibri"/>
          <w:rtl/>
          <w:cs/>
        </w:rPr>
        <w:t xml:space="preserve"> </w:t>
      </w:r>
      <w:r w:rsidRPr="00A54E11">
        <w:rPr>
          <w:rStyle w:val="libLineChar"/>
          <w:rFonts w:eastAsia="Calibri" w:hint="cs"/>
          <w:cs/>
          <w:lang w:bidi="bn-IN"/>
        </w:rPr>
        <w:t>না</w:t>
      </w:r>
      <w:r w:rsidRPr="00A54E11">
        <w:rPr>
          <w:rStyle w:val="libLineChar"/>
          <w:rFonts w:eastAsia="Calibri"/>
          <w:rtl/>
          <w:cs/>
        </w:rPr>
        <w:t xml:space="preserve"> </w:t>
      </w:r>
      <w:r w:rsidRPr="00A54E11">
        <w:rPr>
          <w:rStyle w:val="libLineChar"/>
          <w:rFonts w:eastAsia="Calibri" w:hint="cs"/>
          <w:cs/>
          <w:lang w:bidi="bn-IN"/>
        </w:rPr>
        <w:t>নিলেও</w:t>
      </w:r>
      <w:r w:rsidRPr="00A54E11">
        <w:rPr>
          <w:rStyle w:val="libLineChar"/>
          <w:rFonts w:eastAsia="Calibri"/>
          <w:rtl/>
          <w:cs/>
        </w:rPr>
        <w:t>]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শ্রেষ্ঠত্বের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ওপরে</w:t>
      </w:r>
      <w:r>
        <w:t xml:space="preserve">, </w:t>
      </w:r>
      <w:r>
        <w:rPr>
          <w:rFonts w:hint="cs"/>
          <w:cs/>
          <w:lang w:bidi="bn-IN"/>
        </w:rPr>
        <w:t>অতঃপর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আবদুল্লাহ্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আব্বাস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রাঃ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</w:t>
      </w:r>
      <w:r>
        <w:t>; (</w:t>
      </w:r>
      <w:r>
        <w:rPr>
          <w:rFonts w:hint="cs"/>
          <w:cs/>
          <w:lang w:bidi="bn-IN"/>
        </w:rPr>
        <w:t>তর্কের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খাতিরে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নিলে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অপর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খলীফাহর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তৃতীয়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পঞ্চম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lastRenderedPageBreak/>
        <w:t>অনুরূপভাবে</w:t>
      </w:r>
      <w:r>
        <w:t xml:space="preserve">,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কাউকে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শাসনকর্তৃত্বের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, </w:t>
      </w:r>
      <w:r>
        <w:rPr>
          <w:rFonts w:hint="cs"/>
          <w:cs/>
          <w:lang w:bidi="bn-IN"/>
        </w:rPr>
        <w:t>তাহলেও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যথাক্রমে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হাসান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খেলাফতে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অধিষ্ঠিত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দ্বিমতের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খলীফাহর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খেলাফতকেই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প্রতিষ্ঠিত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যথাক্রমে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হাসান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খেলাফতের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</w:p>
    <w:p w:rsidR="00635115" w:rsidRDefault="00635115" w:rsidP="00635115">
      <w:pPr>
        <w:pStyle w:val="libNormal"/>
      </w:pPr>
    </w:p>
    <w:p w:rsidR="00635115" w:rsidRDefault="00635115" w:rsidP="00A54E11">
      <w:pPr>
        <w:pStyle w:val="Heading2"/>
      </w:pPr>
      <w:bookmarkStart w:id="45" w:name="_Toc528959852"/>
      <w:bookmarkStart w:id="46" w:name="_Toc529016150"/>
      <w:bookmarkStart w:id="47" w:name="_Toc529017468"/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গুরুত্বপূর্ণ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উত্তর</w:t>
      </w:r>
      <w:bookmarkEnd w:id="45"/>
      <w:bookmarkEnd w:id="46"/>
      <w:bookmarkEnd w:id="47"/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ধারাবাহিকতার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ইমামগণের</w:t>
      </w:r>
      <w:r>
        <w:t xml:space="preserve">, </w:t>
      </w:r>
      <w:r>
        <w:rPr>
          <w:rFonts w:hint="cs"/>
          <w:cs/>
          <w:lang w:bidi="bn-IN"/>
        </w:rPr>
        <w:t>বিশেষতঃ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নামোল্লেখ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নিয়োগের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কেন</w:t>
      </w:r>
      <w:r>
        <w:t xml:space="preserve">?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বিতর্ক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বিভ্রান্তির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t xml:space="preserve">,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স্থলাভিষিক্ত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ধারাবাহিকতা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নিয়োগের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ভিত্তিহীন।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অবতারণা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কতোগুলো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গুরুত্বপূর্ণ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বাস্তবতার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তাওরাত্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ইনজীলে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নামোল্লেখ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ভবিষ্যদ্বাণী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স্বয়ং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করীম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যুগেও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তাওরাত্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ইনজীলে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ইয়াহূদী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খৃস্টান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ধর্মনেতা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নেয়াকে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স্বার্থের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পরিপন্থী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তাওরাত্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ইনজীল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lastRenderedPageBreak/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সভ্যতার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বিকাশ</w:t>
      </w:r>
      <w:r>
        <w:t xml:space="preserve">, </w:t>
      </w:r>
      <w:r>
        <w:rPr>
          <w:rFonts w:hint="cs"/>
          <w:cs/>
          <w:lang w:bidi="bn-IN"/>
        </w:rPr>
        <w:t>লিখন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পঠন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গ্রন্থসমূহের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কপিকরণের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সহজেই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হয়েছিলো।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প্রাচীন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গ্রন্থসমূহের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বারনাবাসের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ইনজীলেই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করীম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ভাষায়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সেন্ট্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পল্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খৃস্ট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ধর্মীয়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একচ্ছত্রভাবে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করায়ত্ত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বারনাবাস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লিখিত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ইনজীল্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খৃস্ট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বর্জিত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কপি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লোকেরা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জানতোই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;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সাম্প্রতিক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আবিষ্কৃত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খৃস্ট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ধর্মীয়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সেটিকে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বারনাবাসের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ইনজীল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খৃস্ট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প্রভাব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সক্ষম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ইন্তেকাল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নির্দেশে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লিপিবদ্ধ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কপিটি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স্বল্প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সংখ্যক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ব্যক্তিগতভাবে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কপি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সংরক্ষণ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স্বল্পসংখ্যক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মুখস্ত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করেছিলেন।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 w:rsidRPr="00A54E11">
        <w:rPr>
          <w:rStyle w:val="libLineChar"/>
          <w:rFonts w:eastAsia="Calibri"/>
          <w:rtl/>
          <w:cs/>
        </w:rPr>
        <w:t>[</w:t>
      </w:r>
      <w:r w:rsidRPr="00A54E11">
        <w:rPr>
          <w:rStyle w:val="libLineChar"/>
          <w:rFonts w:eastAsia="Calibri" w:hint="cs"/>
          <w:cs/>
          <w:lang w:bidi="bn-IN"/>
        </w:rPr>
        <w:t>হযরত</w:t>
      </w:r>
      <w:r w:rsidRPr="00A54E11">
        <w:rPr>
          <w:rStyle w:val="libLineChar"/>
          <w:rFonts w:eastAsia="Calibri"/>
          <w:rtl/>
          <w:cs/>
        </w:rPr>
        <w:t xml:space="preserve"> </w:t>
      </w:r>
      <w:r w:rsidRPr="00A54E11">
        <w:rPr>
          <w:rStyle w:val="libLineChar"/>
          <w:rFonts w:eastAsia="Calibri" w:hint="cs"/>
          <w:cs/>
          <w:lang w:bidi="bn-IN"/>
        </w:rPr>
        <w:t>রাসূলে</w:t>
      </w:r>
      <w:r w:rsidRPr="00A54E11">
        <w:rPr>
          <w:rStyle w:val="libLineChar"/>
          <w:rFonts w:eastAsia="Calibri"/>
          <w:rtl/>
          <w:cs/>
        </w:rPr>
        <w:t xml:space="preserve"> </w:t>
      </w:r>
      <w:r w:rsidRPr="00A54E11">
        <w:rPr>
          <w:rStyle w:val="libLineChar"/>
          <w:rFonts w:eastAsia="Calibri" w:hint="cs"/>
          <w:cs/>
          <w:lang w:bidi="bn-IN"/>
        </w:rPr>
        <w:t>আকরাম</w:t>
      </w:r>
      <w:r w:rsidRPr="00A54E11">
        <w:rPr>
          <w:rStyle w:val="libLineChar"/>
          <w:rFonts w:eastAsia="Calibri"/>
          <w:rtl/>
          <w:cs/>
        </w:rPr>
        <w:t xml:space="preserve"> (</w:t>
      </w:r>
      <w:r w:rsidRPr="00A54E11">
        <w:rPr>
          <w:rStyle w:val="libLineChar"/>
          <w:rFonts w:eastAsia="Calibri" w:hint="cs"/>
          <w:cs/>
          <w:lang w:bidi="bn-IN"/>
        </w:rPr>
        <w:t>ছ্বাঃ</w:t>
      </w:r>
      <w:r w:rsidRPr="00A54E11">
        <w:rPr>
          <w:rStyle w:val="libLineChar"/>
          <w:rFonts w:eastAsia="Calibri"/>
          <w:rtl/>
          <w:cs/>
        </w:rPr>
        <w:t xml:space="preserve">) </w:t>
      </w:r>
      <w:r w:rsidRPr="00A54E11">
        <w:rPr>
          <w:rStyle w:val="libLineChar"/>
          <w:rFonts w:eastAsia="Calibri" w:hint="cs"/>
          <w:cs/>
          <w:lang w:bidi="bn-IN"/>
        </w:rPr>
        <w:t>কর্তৃক</w:t>
      </w:r>
      <w:r w:rsidRPr="00A54E11">
        <w:rPr>
          <w:rStyle w:val="libLineChar"/>
          <w:rFonts w:eastAsia="Calibri"/>
          <w:rtl/>
          <w:cs/>
        </w:rPr>
        <w:t xml:space="preserve"> </w:t>
      </w:r>
      <w:r w:rsidRPr="00A54E11">
        <w:rPr>
          <w:rStyle w:val="libLineChar"/>
          <w:rFonts w:eastAsia="Calibri" w:hint="cs"/>
          <w:cs/>
          <w:lang w:bidi="bn-IN"/>
        </w:rPr>
        <w:t>লিপিবদ্ধ</w:t>
      </w:r>
      <w:r w:rsidRPr="00A54E11">
        <w:rPr>
          <w:rStyle w:val="libLineChar"/>
          <w:rFonts w:eastAsia="Calibri"/>
          <w:rtl/>
          <w:cs/>
        </w:rPr>
        <w:t xml:space="preserve"> </w:t>
      </w:r>
      <w:r w:rsidRPr="00A54E11">
        <w:rPr>
          <w:rStyle w:val="libLineChar"/>
          <w:rFonts w:eastAsia="Calibri" w:hint="cs"/>
          <w:cs/>
          <w:lang w:bidi="bn-IN"/>
        </w:rPr>
        <w:t>করানো</w:t>
      </w:r>
      <w:r w:rsidRPr="00A54E11">
        <w:rPr>
          <w:rStyle w:val="libLineChar"/>
          <w:rFonts w:eastAsia="Calibri"/>
          <w:rtl/>
          <w:cs/>
        </w:rPr>
        <w:t xml:space="preserve"> </w:t>
      </w:r>
      <w:r w:rsidRPr="00A54E11">
        <w:rPr>
          <w:rStyle w:val="libLineChar"/>
          <w:rFonts w:eastAsia="Calibri" w:hint="cs"/>
          <w:cs/>
          <w:lang w:bidi="bn-IN"/>
        </w:rPr>
        <w:t>কপি</w:t>
      </w:r>
      <w:r w:rsidRPr="00A54E11">
        <w:rPr>
          <w:rStyle w:val="libLineChar"/>
          <w:rFonts w:eastAsia="Calibri"/>
          <w:rtl/>
          <w:cs/>
        </w:rPr>
        <w:t xml:space="preserve"> </w:t>
      </w:r>
      <w:r w:rsidRPr="00A54E11">
        <w:rPr>
          <w:rStyle w:val="libLineChar"/>
          <w:rFonts w:eastAsia="Calibri" w:hint="cs"/>
          <w:cs/>
          <w:lang w:bidi="bn-IN"/>
        </w:rPr>
        <w:t>থাকা</w:t>
      </w:r>
      <w:r w:rsidRPr="00A54E11">
        <w:rPr>
          <w:rStyle w:val="libLineChar"/>
          <w:rFonts w:eastAsia="Calibri"/>
          <w:rtl/>
          <w:cs/>
        </w:rPr>
        <w:t xml:space="preserve"> </w:t>
      </w:r>
      <w:r w:rsidRPr="00A54E11">
        <w:rPr>
          <w:rStyle w:val="libLineChar"/>
          <w:rFonts w:eastAsia="Calibri" w:hint="cs"/>
          <w:cs/>
          <w:lang w:bidi="bn-IN"/>
        </w:rPr>
        <w:t>সত্ত্বেও</w:t>
      </w:r>
      <w:r w:rsidRPr="00A54E11">
        <w:rPr>
          <w:rStyle w:val="libLineChar"/>
          <w:rFonts w:eastAsia="Calibri"/>
          <w:rtl/>
          <w:cs/>
        </w:rPr>
        <w:t>]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পরবর্তীকালে</w:t>
      </w:r>
      <w:r>
        <w:t xml:space="preserve">, 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খলীফাহর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উদ্যোগে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লিপিবদ্ধ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কল্পকাহিনী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বেশী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মিথ্যা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তৈরী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এতদসত্ত্বেও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অনুগ্রহে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সমগ্র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মাঝে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একটিমাত্র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পাঠ</w:t>
      </w:r>
      <w:r>
        <w:rPr>
          <w:cs/>
          <w:lang w:bidi="bn-IN"/>
        </w:rPr>
        <w:t xml:space="preserve"> (</w:t>
      </w:r>
      <w:r w:rsidRPr="00A54E11">
        <w:rPr>
          <w:rStyle w:val="libEnChar"/>
        </w:rPr>
        <w:t>text</w:t>
      </w:r>
      <w:r w:rsidR="007B3B0F">
        <w:t>-</w:t>
      </w:r>
      <w:r w:rsidRPr="00635115">
        <w:rPr>
          <w:rStyle w:val="libArChar"/>
          <w:rFonts w:hint="eastAsia"/>
          <w:rtl/>
        </w:rPr>
        <w:t>متن</w:t>
      </w:r>
      <w:r>
        <w:t xml:space="preserve">) </w:t>
      </w:r>
      <w:r>
        <w:rPr>
          <w:rFonts w:hint="cs"/>
          <w:cs/>
          <w:lang w:bidi="bn-IN"/>
        </w:rPr>
        <w:t>রয়েছে।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ইমামগণের</w:t>
      </w:r>
      <w:r>
        <w:t xml:space="preserve">,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ন্যূনকল্পে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নামোল্লেখ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নিয়োগের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এতদসংক্রান্ত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বিতর্ক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বিভ্রান্তি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একাধিক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পাঠ</w:t>
      </w:r>
      <w:r>
        <w:rPr>
          <w:cs/>
          <w:lang w:bidi="bn-IN"/>
        </w:rPr>
        <w:t xml:space="preserve"> (</w:t>
      </w:r>
      <w:r w:rsidRPr="00A54E11">
        <w:rPr>
          <w:rStyle w:val="libEnChar"/>
        </w:rPr>
        <w:t>text</w:t>
      </w:r>
      <w:r w:rsidR="007B3B0F">
        <w:t>-</w:t>
      </w:r>
      <w:r w:rsidRPr="00635115">
        <w:rPr>
          <w:rStyle w:val="libArChar"/>
          <w:rFonts w:hint="eastAsia"/>
          <w:rtl/>
        </w:rPr>
        <w:t>متن</w:t>
      </w:r>
      <w:r>
        <w:t xml:space="preserve">) </w:t>
      </w:r>
      <w:r>
        <w:rPr>
          <w:rFonts w:hint="cs"/>
          <w:cs/>
          <w:lang w:bidi="bn-IN"/>
        </w:rPr>
        <w:t>অস্তিত্বলাভ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t xml:space="preserve">, </w:t>
      </w:r>
      <w:r>
        <w:rPr>
          <w:rFonts w:hint="cs"/>
          <w:cs/>
          <w:lang w:bidi="bn-IN"/>
        </w:rPr>
        <w:t>মুনাফিক্বরা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বিভ্রান্তি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কিছুতেই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হাতছাড়া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কপির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মুখস্তকারী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সংখ্যা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অল্প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মুনাফিক্বদের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সহজেই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স্বল্পসংখ্যক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নাযিল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জামাতা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কন্যার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বংশধরদেরকে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স্থায়ীভাবে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মুসলিম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শাসনকর্তৃত্বে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অধিষ্ঠিত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সরলমনা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নবুওয়াত্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মযবূত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বিশ্বাস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ঢালাওভাবে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</w:t>
      </w:r>
      <w:r>
        <w:t xml:space="preserve">,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ইলম্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তাক্ব্ওয়ার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আদর্শ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সমালোচনার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উর্ধে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জ্ঞাতার্থে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মানব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সভ্যতার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বিকাশ</w:t>
      </w:r>
      <w:r>
        <w:t xml:space="preserve">,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তথ্যবিস্তারের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বিশ্ব</w:t>
      </w:r>
      <w:r>
        <w:t xml:space="preserve">, </w:t>
      </w:r>
      <w:r>
        <w:rPr>
          <w:rFonts w:hint="cs"/>
          <w:cs/>
          <w:lang w:bidi="bn-IN"/>
        </w:rPr>
        <w:t>বিশেষতঃ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ভূখণ্ড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তৎকালে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সংখ্যকের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নবুওয়াতের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ছিলো।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বস্তুতঃ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কপি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মুখস্ত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কোরআনের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ইলমের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>)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ভাষায়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প্রবৃত্তি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</w:t>
      </w:r>
      <w:r>
        <w:t xml:space="preserve">, </w:t>
      </w:r>
      <w:r>
        <w:rPr>
          <w:rFonts w:hint="cs"/>
          <w:cs/>
          <w:lang w:bidi="bn-IN"/>
        </w:rPr>
        <w:t>আদর্শ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পথনির্দেশ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ওয়াহীয়ে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মাত্লূ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গায়রে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মাত্লূ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হুদায়বীয়ায়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সিদ্ধান্তের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বিরোধিতা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মৃত্যুশয্যায়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ওয়াছীয়াত্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লিখে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রেখে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চাইলে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বিরোধিতা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t xml:space="preserve">,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অসুস্থতার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ঘোরে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প্রলাপ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বকছেন।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ওয়াছীয়াত্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লেখার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বিরোধিতাকারী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অসদুদ্দেশ্য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অবস্থায়ই</w:t>
      </w:r>
      <w:r>
        <w:t xml:space="preserve">,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অসুস্থ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অবস্থায়ও</w:t>
      </w:r>
      <w:r>
        <w:t xml:space="preserve">,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দেবেন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lastRenderedPageBreak/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মন্তব্য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করীম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প্রলাপ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বকছেন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ওয়াছীয়াত্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লিপিবদ্ধ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এরপরও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লিপিবদ্ধ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গ্রহণযোগ্যতা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বিতর্ক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কুফর্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গড়াতো।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অনুরূপভাবে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ইমামগণের</w:t>
      </w:r>
      <w:r>
        <w:t xml:space="preserve">, </w:t>
      </w:r>
      <w:r>
        <w:rPr>
          <w:rFonts w:hint="cs"/>
          <w:cs/>
          <w:lang w:bidi="bn-IN"/>
        </w:rPr>
        <w:t>নিদেন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নামোল্লেখ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নিয়োগের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গ্রহণযোগ্যতা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বিতর্ক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 w:rsidR="00184621">
        <w:rPr>
          <w:rFonts w:hint="cs"/>
          <w:cs/>
          <w:lang w:bidi="bn-IN"/>
        </w:rPr>
        <w:t>দু</w:t>
      </w:r>
      <w:r w:rsidR="00184621" w:rsidRPr="00184621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পাঠ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তৈরী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পরোক্ষভাবে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এতদসংশ্লিষ্ট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মুতাওয়াতির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তথ্যাদি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বিদ্যমান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চিন্তাশীল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গবেষণা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তাদাব্বুর্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উপসংহারে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আরেকটি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বান্দাহদের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দুর্বলতা</w:t>
      </w:r>
      <w:r>
        <w:t xml:space="preserve">, </w:t>
      </w:r>
      <w:r>
        <w:rPr>
          <w:rFonts w:hint="cs"/>
          <w:cs/>
          <w:lang w:bidi="bn-IN"/>
        </w:rPr>
        <w:t>সত্যে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বিরাজমান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বাধা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বিঘ্ন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মেধা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প্রতিভার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সীমাবদ্ধতা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ওয়াক্বিফহাল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বান্দাহদের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অনুগ্রহও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বটে।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পোষণ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বিনষ্ট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পরিবর্তে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সরাসরি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ইখ্লাছ্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ইতমামে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হুজ্জাত্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ইমামতকে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পাকড়াও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;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পাকড়াও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ইতমামে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হুজ্জাত্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, </w:t>
      </w:r>
      <w:r>
        <w:rPr>
          <w:rFonts w:hint="cs"/>
          <w:cs/>
          <w:lang w:bidi="bn-IN"/>
        </w:rPr>
        <w:t>অথবা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বিতর্ক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চেষ্টা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</w:p>
    <w:p w:rsidR="00A54E11" w:rsidRDefault="00A54E11" w:rsidP="00635115">
      <w:pPr>
        <w:pStyle w:val="libNormal"/>
        <w:rPr>
          <w:lang w:bidi="bn-IN"/>
        </w:rPr>
      </w:pPr>
    </w:p>
    <w:p w:rsidR="00635115" w:rsidRDefault="00635115" w:rsidP="00A54E11">
      <w:pPr>
        <w:pStyle w:val="libBold1"/>
      </w:pP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উত্তর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lastRenderedPageBreak/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t xml:space="preserve">,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অব্যবহিত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স্থলাভিষিক্ততা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পরিপ্রেক্ষিতে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খলীফাহর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খেলাফত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খেলাফতের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</w:t>
      </w:r>
      <w:r>
        <w:t>?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পাঁচটি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পারি</w:t>
      </w:r>
      <w:r>
        <w:rPr>
          <w:cs/>
          <w:lang w:bidi="bn-IN"/>
        </w:rPr>
        <w:t xml:space="preserve"> :</w:t>
      </w:r>
    </w:p>
    <w:p w:rsidR="00635115" w:rsidRDefault="00635115" w:rsidP="00635115">
      <w:pPr>
        <w:pStyle w:val="libNormal"/>
      </w:pPr>
      <w:r>
        <w:t>(</w:t>
      </w:r>
      <w:r>
        <w:rPr>
          <w:rFonts w:hint="cs"/>
          <w:cs/>
          <w:lang w:bidi="bn-IN"/>
        </w:rPr>
        <w:t>১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একদল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নির্দেশে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স্থলাভিষিক্ত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খেলাফতকে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হক্ব্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খলীফাহ্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নির্বাচনের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প্রক্রিয়ার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এতদসংক্রান্ত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বৈঠকের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অনুপস্থিত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হাশেমকে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খলীফাহ্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নির্বাচনের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বৈঠক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অনুষ্ঠান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খলীফাহ্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নির্বাচন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খলীফাহর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অনুকূলে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বাইআত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সাধ্যানুযায়ী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চেষ্টা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চাপের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অনন্যোপায়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বাইআত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</w:p>
    <w:p w:rsidR="00635115" w:rsidRDefault="00635115" w:rsidP="00635115">
      <w:pPr>
        <w:pStyle w:val="libNormal"/>
      </w:pPr>
      <w:r>
        <w:t>(</w:t>
      </w:r>
      <w:r>
        <w:rPr>
          <w:rFonts w:hint="cs"/>
          <w:cs/>
          <w:lang w:bidi="bn-IN"/>
        </w:rPr>
        <w:t>২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কাউকে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স্থলাভিষিক্ত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ছেড়ে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খলীফাহ্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নির্বাচনের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বৈঠকে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নির্বাচন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প্রক্রিয়ায়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খলীফাহ্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নির্বাচনের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প্রক্রিয়ায়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খলীফাহ্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নির্বাচনের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ফলাফল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দৃষ্টিকোণ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সন্তুষ্ট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চিত্তে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খলীফাহ্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নির্বাচনকে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নির্বাচিত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খলীফাহর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অনুকূলে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বাইআত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</w:p>
    <w:p w:rsidR="00635115" w:rsidRDefault="00635115" w:rsidP="00635115">
      <w:pPr>
        <w:pStyle w:val="libNormal"/>
      </w:pPr>
      <w:r>
        <w:lastRenderedPageBreak/>
        <w:t>(</w:t>
      </w:r>
      <w:r>
        <w:rPr>
          <w:rFonts w:hint="cs"/>
          <w:cs/>
          <w:lang w:bidi="bn-IN"/>
        </w:rPr>
        <w:t>৩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সম্ভাব্য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এদের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সংখ্যাই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সবচেয়ে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অগভীর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</w:t>
      </w:r>
      <w:r>
        <w:t xml:space="preserve">;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খেলাফত্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বৈঠক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অনুষ্ঠিত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জেনে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খেলাফত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প্রক্রিয়ায়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চিন্তায়ই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ভাগই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খলীফাহ্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নির্বাচনের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বৈঠকে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খলীফাহ্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নির্বাচনের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ভাবনা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স্রোতের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টানে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ভাসিয়ে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পরিস্থিতিকে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নির্বাচিত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খলীফাহর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অনুকূলে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বাইআত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</w:p>
    <w:p w:rsidR="00635115" w:rsidRDefault="00635115" w:rsidP="00635115">
      <w:pPr>
        <w:pStyle w:val="libNormal"/>
      </w:pPr>
      <w:r>
        <w:t>(</w:t>
      </w:r>
      <w:r>
        <w:rPr>
          <w:rFonts w:hint="cs"/>
          <w:cs/>
          <w:lang w:bidi="bn-IN"/>
        </w:rPr>
        <w:t>৪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খলীফাহ্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নির্বাচনের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বৈঠকে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খেলাফতের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হক্ব্দার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অসন্তুষ্টি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খলীফাহ্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নির্বাচনকে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খলীফাহর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অনুকূলে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বাইআত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বাইআত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বাইআত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</w:p>
    <w:p w:rsidR="00635115" w:rsidRDefault="00635115" w:rsidP="00635115">
      <w:pPr>
        <w:pStyle w:val="libNormal"/>
      </w:pPr>
      <w:r>
        <w:t>(</w:t>
      </w:r>
      <w:r>
        <w:rPr>
          <w:rFonts w:hint="cs"/>
          <w:cs/>
          <w:lang w:bidi="bn-IN"/>
        </w:rPr>
        <w:t>৫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সম্ভাব্য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নির্দেশে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স্থলাভিষিক্ত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করেছিলেন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হিংসা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বিদ্বেষ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ঈর্ষাবশতঃ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খেলাফত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t xml:space="preserve">; </w:t>
      </w:r>
      <w:r>
        <w:rPr>
          <w:rFonts w:hint="cs"/>
          <w:cs/>
          <w:lang w:bidi="bn-IN"/>
        </w:rPr>
        <w:t>এরা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মুনাফিক্ব্।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খেলাফতের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হক্ব্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উপরোল্লিখিত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দ্বিতীয়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তৃতীয়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হুজ্জাত্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চতুর্থ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করণীয়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দোদুল্যমানতার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হয়েছিলেন।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ইখলাছের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ওযর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পঞ্চম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খেলাফতের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মনোনয়ন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বরখেলাফ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বিরোধিতা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করেছিলো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নেফাক্ব।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ওযর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সুনির্দিষ্ট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মুখ্লিছ</w:t>
      </w:r>
      <w:r>
        <w:t xml:space="preserve">,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মুনাফিক্ব্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সোপর্দ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উত্তম।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অন্যান্য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কর্মকাণ্ড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ইখ্লাছ্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নেফাক্ব্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t xml:space="preserve">,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তথ্যাদির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নির্ভরশীল।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দ্বিতীয়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নির্দেশ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স্থলাভিষিক্ত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খেলাফতের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হক্ব্দার</w:t>
      </w:r>
      <w:r>
        <w:t xml:space="preserve">,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নির্বাচিত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খলীফাহর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বিপরীতে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খলীফাহ্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ঘোষণা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হক্ব্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উদ্ধারের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খলীফাহকেই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সহযোগিতা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করেছিলেন</w:t>
      </w:r>
      <w:r>
        <w:t>?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 w:rsidR="00184621">
        <w:rPr>
          <w:rFonts w:hint="cs"/>
          <w:cs/>
          <w:lang w:bidi="bn-IN"/>
        </w:rPr>
        <w:t>ছূম্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ইমামগণ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মনোনয়নের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শাসনকর্তৃত্বের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হক্ব্দার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কার্যতঃ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প্রতিষ্ঠিত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মনোনয়নের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শাসনকর্তৃত্ব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;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জীবনাচরণ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মূলনীতি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নিষ্পন্ন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জনপদের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মদীনাহর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জনগোষ্ঠীর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প্রদত্ত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শাসনাধিকার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কার্যকর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নিরঙ্কুশ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সংখ্যাগুরু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রিসালাত্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শাসনকর্তৃত্ব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মক্কায়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কার্যকর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নিজেকে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খেলাফতের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হক্ব্দার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স্বতঃস্ফূর্তভাবে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খলীফাহ্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নির্বাচন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খেলাফতের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দায়িত্ব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একই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অতীতের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সংখ্যকই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শাসনক্ষমতার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হয়েছিলেন।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ইসরাঈলের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স্বয়ং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উপস্থিতিতে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শাসনকর্তৃত্ব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পরিচালনা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সহযোগিতা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ক্ষেত্রবিশেষে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রাজার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বিরুদ্ধে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অভ্যুত্থানে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কার্যতঃ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রাজার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নির্ভর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রাজার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বাহ্যিক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দ্বীনদারী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বিধিবিধান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কার্যকর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পরিপ্রেক্ষিতে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রাজাকে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সহযোগিতা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শাসনক্ষমতার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হক্বদার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নিজেই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রক্তক্ষয়ী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যুদ্ধের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মাধ্যমে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কার্যকর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চেষ্টা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চালানোর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পরিবর্তে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শান্তি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বজায়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রাখাকেই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স্বার্থের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সহায়ক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দ্বীন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রাজার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বিচ্যুতি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কোনোভাবেই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সহযোগিতা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রাজার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বিরুদ্ধে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বিদ্রোহ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অভ্যুত্থান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সহায়তা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 w:rsidR="00184621">
        <w:rPr>
          <w:rFonts w:hint="cs"/>
          <w:cs/>
          <w:lang w:bidi="bn-IN"/>
        </w:rPr>
        <w:t>ছূম্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ইমামগণের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জীবনাচরণেও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বিদ্যমান।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 w:rsidR="00184621">
        <w:rPr>
          <w:rFonts w:hint="cs"/>
          <w:cs/>
          <w:lang w:bidi="bn-IN"/>
        </w:rPr>
        <w:t>দু</w:t>
      </w:r>
      <w:r w:rsidR="00184621" w:rsidRPr="00184621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 w:rsidR="00184621">
        <w:rPr>
          <w:rFonts w:hint="cs"/>
          <w:cs/>
          <w:lang w:bidi="bn-IN"/>
        </w:rPr>
        <w:t>দু</w:t>
      </w:r>
      <w:r w:rsidR="00184621" w:rsidRPr="00184621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বিদ্যমান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ক্ষমতাসীন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শাসকদেরকে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নিয়েছিলেন।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কর্তৃক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বাহ্যতঃ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যাপন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বিধিবিধান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কার্যকর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রাখা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বিপরীতে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রক্তক্ষয়ী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যুদ্ধের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আশ্রয়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রক্তক্ষয়ের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পরিণামে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দুর্বল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দুশমনদের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নিশ্চিহ্ন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আশঙ্কা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দ্বিতীয়তঃ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কর্তৃক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বাহ্যিক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আচরণে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বিচ্যুতি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বিধি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বিধান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কার্যকর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মোকাবিলায়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খুবই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দুর্বল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সংঘাতের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পুরোপুরি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বিলুপ্তির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আশঙ্কা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ছিলো।</w:t>
      </w:r>
    </w:p>
    <w:p w:rsidR="00A54E11" w:rsidRDefault="00635115" w:rsidP="00A54E11">
      <w:pPr>
        <w:pStyle w:val="libNormal"/>
      </w:pPr>
      <w:r>
        <w:rPr>
          <w:rFonts w:hint="cs"/>
          <w:cs/>
          <w:lang w:bidi="bn-IN"/>
        </w:rPr>
        <w:lastRenderedPageBreak/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বিচ্যুতির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শাসককে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সহযোগিতা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চেতনাই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বিলুপ্ত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আশঙ্কা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শাসককে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সহযোগিতা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অস্বীকৃতি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ইয়াযীদের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ক্ষমতারোহণের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পরিস্থিতি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বিবেচনায়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সহযোগিতা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অস্বীকৃতি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জানান।</w:t>
      </w:r>
    </w:p>
    <w:p w:rsidR="00A54E11" w:rsidRPr="00E45B2C" w:rsidRDefault="00A54E11" w:rsidP="00E45B2C">
      <w:r>
        <w:rPr>
          <w:lang w:bidi="bn-IN"/>
        </w:rPr>
        <w:br w:type="page"/>
      </w:r>
    </w:p>
    <w:p w:rsidR="00635115" w:rsidRDefault="00635115" w:rsidP="00A54E11">
      <w:pPr>
        <w:pStyle w:val="Heading2Center"/>
      </w:pPr>
      <w:bookmarkStart w:id="48" w:name="_Toc528959853"/>
      <w:bookmarkStart w:id="49" w:name="_Toc529016151"/>
      <w:bookmarkStart w:id="50" w:name="_Toc529017469"/>
      <w:r>
        <w:rPr>
          <w:rFonts w:hint="cs"/>
          <w:cs/>
          <w:lang w:bidi="bn-IN"/>
        </w:rPr>
        <w:lastRenderedPageBreak/>
        <w:t>আদর্শিক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উত্তরাধিকারের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অভিন্নতা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</w:t>
      </w:r>
      <w:bookmarkEnd w:id="48"/>
      <w:bookmarkEnd w:id="49"/>
      <w:bookmarkEnd w:id="50"/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এমনও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স্থলাভিষিক্ত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নেতৃত্ব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কর্তৃত্বের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অস্বীকার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উপস্থাপন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ইসলামে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শ্রেষ্ঠত্বের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শাসনকর্তৃত্বের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এগিয়ে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কঠোর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নেতৃত্ব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শাসনকর্তৃত্বের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প্রত্যাখ্যানের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কটাক্ষ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রাজতন্ত্রের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বলেন</w:t>
      </w:r>
      <w:r>
        <w:t xml:space="preserve">, </w:t>
      </w:r>
      <w:r>
        <w:rPr>
          <w:rFonts w:hint="cs"/>
          <w:cs/>
          <w:lang w:bidi="bn-IN"/>
        </w:rPr>
        <w:t>ইসলামে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রাজতন্ত্রের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বিভ্রান্তি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আলোকপাত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ইসলামে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শ্রেষ্ঠত্বের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শাসনকর্তৃত্বের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রাজতন্ত্রের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বিতর্কের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সর্বাত্মক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নেতৃত্বের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যাদেরকে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অন্তর্ভুক্ত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আত্মীয়তার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গুণাবলীর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অতীতের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ক্ষেত্রেও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নীতি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কার্যকর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অতীতের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বংশধারায়ই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লক্ষণীয়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বংশধর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কাউকে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নবুওয়াত্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বংশধরদের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মনোনয়ন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:</w:t>
      </w:r>
    </w:p>
    <w:p w:rsidR="00635115" w:rsidRPr="007104AD" w:rsidRDefault="00635115" w:rsidP="007104AD">
      <w:pPr>
        <w:pStyle w:val="libAie"/>
      </w:pPr>
      <w:r w:rsidRPr="007104AD">
        <w:rPr>
          <w:rStyle w:val="libAlaemChar"/>
        </w:rPr>
        <w:t>)</w:t>
      </w:r>
      <w:r w:rsidRPr="007104AD">
        <w:rPr>
          <w:rFonts w:hint="eastAsia"/>
          <w:rtl/>
        </w:rPr>
        <w:t>إِنَّ</w:t>
      </w:r>
      <w:r w:rsidRPr="007104AD">
        <w:rPr>
          <w:rtl/>
        </w:rPr>
        <w:t xml:space="preserve"> </w:t>
      </w:r>
      <w:r w:rsidRPr="007104AD">
        <w:rPr>
          <w:rFonts w:hint="eastAsia"/>
          <w:rtl/>
        </w:rPr>
        <w:t>اللَّهَ</w:t>
      </w:r>
      <w:r w:rsidRPr="007104AD">
        <w:rPr>
          <w:rtl/>
        </w:rPr>
        <w:t xml:space="preserve"> </w:t>
      </w:r>
      <w:r w:rsidRPr="007104AD">
        <w:rPr>
          <w:rFonts w:hint="eastAsia"/>
          <w:rtl/>
        </w:rPr>
        <w:t>اصْطَفَى</w:t>
      </w:r>
      <w:r w:rsidRPr="007104AD">
        <w:rPr>
          <w:rtl/>
        </w:rPr>
        <w:t xml:space="preserve"> </w:t>
      </w:r>
      <w:r w:rsidRPr="007104AD">
        <w:rPr>
          <w:rFonts w:hint="eastAsia"/>
          <w:rtl/>
        </w:rPr>
        <w:t>آدَمَ</w:t>
      </w:r>
      <w:r w:rsidRPr="007104AD">
        <w:rPr>
          <w:rtl/>
        </w:rPr>
        <w:t xml:space="preserve"> </w:t>
      </w:r>
      <w:r w:rsidRPr="007104AD">
        <w:rPr>
          <w:rFonts w:hint="eastAsia"/>
          <w:rtl/>
        </w:rPr>
        <w:t>وَنُوحًا</w:t>
      </w:r>
      <w:r w:rsidRPr="007104AD">
        <w:rPr>
          <w:rtl/>
        </w:rPr>
        <w:t xml:space="preserve"> </w:t>
      </w:r>
      <w:r w:rsidRPr="007104AD">
        <w:rPr>
          <w:rFonts w:hint="eastAsia"/>
          <w:rtl/>
        </w:rPr>
        <w:t>وَآلَ</w:t>
      </w:r>
      <w:r w:rsidRPr="007104AD">
        <w:rPr>
          <w:rtl/>
        </w:rPr>
        <w:t xml:space="preserve"> </w:t>
      </w:r>
      <w:r w:rsidRPr="007104AD">
        <w:rPr>
          <w:rFonts w:hint="eastAsia"/>
          <w:rtl/>
        </w:rPr>
        <w:t>إِبْرَاهِيمَ</w:t>
      </w:r>
      <w:r w:rsidRPr="007104AD">
        <w:rPr>
          <w:rtl/>
        </w:rPr>
        <w:t xml:space="preserve"> </w:t>
      </w:r>
      <w:r w:rsidRPr="007104AD">
        <w:rPr>
          <w:rFonts w:hint="eastAsia"/>
          <w:rtl/>
        </w:rPr>
        <w:t>وَآلَ</w:t>
      </w:r>
      <w:r w:rsidRPr="007104AD">
        <w:rPr>
          <w:rtl/>
        </w:rPr>
        <w:t xml:space="preserve"> </w:t>
      </w:r>
      <w:r w:rsidRPr="007104AD">
        <w:rPr>
          <w:rFonts w:hint="eastAsia"/>
          <w:rtl/>
        </w:rPr>
        <w:t>عِمْرَانَ</w:t>
      </w:r>
      <w:r w:rsidRPr="007104AD">
        <w:rPr>
          <w:rtl/>
        </w:rPr>
        <w:t xml:space="preserve"> </w:t>
      </w:r>
      <w:r w:rsidRPr="007104AD">
        <w:rPr>
          <w:rFonts w:hint="eastAsia"/>
          <w:rtl/>
        </w:rPr>
        <w:t>عَلَى</w:t>
      </w:r>
      <w:r w:rsidRPr="007104AD">
        <w:rPr>
          <w:rtl/>
        </w:rPr>
        <w:t xml:space="preserve"> </w:t>
      </w:r>
      <w:r w:rsidRPr="007104AD">
        <w:rPr>
          <w:rFonts w:hint="eastAsia"/>
          <w:rtl/>
        </w:rPr>
        <w:t>الْعَالَمِينَ</w:t>
      </w:r>
      <w:r w:rsidRPr="007104AD">
        <w:rPr>
          <w:rtl/>
        </w:rPr>
        <w:t xml:space="preserve"> </w:t>
      </w:r>
      <w:r w:rsidRPr="007104AD">
        <w:rPr>
          <w:rFonts w:hint="eastAsia"/>
          <w:rtl/>
        </w:rPr>
        <w:t>ذُرِّيَّةً</w:t>
      </w:r>
      <w:r w:rsidRPr="007104AD">
        <w:rPr>
          <w:rtl/>
        </w:rPr>
        <w:t xml:space="preserve"> </w:t>
      </w:r>
      <w:r w:rsidRPr="007104AD">
        <w:rPr>
          <w:rFonts w:hint="eastAsia"/>
          <w:rtl/>
        </w:rPr>
        <w:t>بَعْضُهَا</w:t>
      </w:r>
      <w:r w:rsidRPr="007104AD">
        <w:rPr>
          <w:rtl/>
        </w:rPr>
        <w:t xml:space="preserve"> </w:t>
      </w:r>
      <w:r w:rsidRPr="007104AD">
        <w:rPr>
          <w:rFonts w:hint="eastAsia"/>
          <w:rtl/>
        </w:rPr>
        <w:t>مِنْ</w:t>
      </w:r>
      <w:r w:rsidRPr="007104AD">
        <w:rPr>
          <w:rtl/>
        </w:rPr>
        <w:t xml:space="preserve"> </w:t>
      </w:r>
      <w:r w:rsidRPr="007104AD">
        <w:rPr>
          <w:rFonts w:hint="eastAsia"/>
          <w:rtl/>
        </w:rPr>
        <w:t>بَعْضٍ</w:t>
      </w:r>
      <w:r w:rsidR="007104AD" w:rsidRPr="007104AD">
        <w:rPr>
          <w:rStyle w:val="libAlaemChar"/>
        </w:rPr>
        <w:t>(</w:t>
      </w:r>
    </w:p>
    <w:p w:rsidR="00635115" w:rsidRDefault="00635115" w:rsidP="00635115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জগতবাসীদের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আদম</w:t>
      </w:r>
      <w:r>
        <w:t xml:space="preserve">, </w:t>
      </w:r>
      <w:r>
        <w:rPr>
          <w:rFonts w:hint="cs"/>
          <w:cs/>
          <w:lang w:bidi="bn-IN"/>
        </w:rPr>
        <w:t>নূহ্</w:t>
      </w:r>
      <w:r>
        <w:t xml:space="preserve">,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ইমরান্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নির্বাচিত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t xml:space="preserve">;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বংশধর।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ইমরান্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৩৩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৩৪</w:t>
      </w:r>
      <w:r>
        <w:rPr>
          <w:cs/>
          <w:lang w:bidi="bn-IN"/>
        </w:rPr>
        <w:t>)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lastRenderedPageBreak/>
        <w:t>ইমামত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সর্বাত্মক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কর্তৃত্বের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অনুরূপ।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নিয়োগের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অঙ্গীকার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বংশধরদের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বেলায়ও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প্রযোজ্য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চান</w:t>
      </w:r>
      <w:r>
        <w:t xml:space="preserve">,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দেন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ইতিপূর্বেই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ফয়ছালাহর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যথার্থতা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দ্বিধাদ্বন্দ্বের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উদ্রেক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পরিপন্থী।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যথার্থতার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সহকারে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বাস্তবতার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চেষ্টা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দূষণীয়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মযবূত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দৃষ্টিকোণ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নবুওয়াত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রিসালাত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দায়িত্ব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পালনের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উর্ধে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নিশ্চয়তা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নিশ্চয়তার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রক্তধারার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পবিত্রতাও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রক্তধারার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অধস্তন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বংশধরদের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অপবিত্রতা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অপবিত্রতার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বংশধরদের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নিশ্চয়তা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বাস্তবে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মনস্তাত্বিক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গঠন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সর্বস্তরে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রক্তধারায়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নিষ্পাপ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সমতুল্য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সৃষ্টিলক্ষ্যের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চূড়ান্ত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বাস্তবায়নের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নিশ্চয়তা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স্বার্থে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সৃষ্টিপরিকল্পনা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সিদ্ধান্ত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মৌলিক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কাঠামো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নিষ্পাপ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দায়িত্ব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সুনির্দিষ্ট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রাখবেন</w:t>
      </w:r>
      <w:r>
        <w:t xml:space="preserve">,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নিষ্পাপ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রক্তধারার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রাখবেন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স্বাভাবিক</w:t>
      </w:r>
      <w:r>
        <w:t xml:space="preserve">; </w:t>
      </w:r>
      <w:r>
        <w:rPr>
          <w:rFonts w:hint="cs"/>
          <w:cs/>
          <w:lang w:bidi="bn-IN"/>
        </w:rPr>
        <w:t>যাদের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পাপমুক্ততা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উর্ধে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অনিশ্চিত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অধিকতর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বাস্তব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নিষ্পাপ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বান্দাহকে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সৃষ্টিপরিকল্পনার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শুরুতে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দুনিয়ার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আগমনের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এজমালী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নির্ধারিত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ফলশ্রুতি</w:t>
      </w:r>
      <w:r>
        <w:rPr>
          <w:rFonts w:hint="eastAsia"/>
        </w:rPr>
        <w:t>’</w:t>
      </w:r>
      <w:r>
        <w:t xml:space="preserve"> (</w:t>
      </w:r>
      <w:r w:rsidRPr="003F7829">
        <w:rPr>
          <w:rStyle w:val="libEnChar"/>
        </w:rPr>
        <w:t>Cause and Effect</w:t>
      </w:r>
      <w:r w:rsidR="007B3B0F">
        <w:t>-</w:t>
      </w:r>
      <w:r w:rsidRPr="00635115">
        <w:rPr>
          <w:rStyle w:val="libArChar"/>
          <w:rFonts w:hint="eastAsia"/>
          <w:rtl/>
        </w:rPr>
        <w:t>علت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و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معلول</w:t>
      </w:r>
      <w:r>
        <w:t xml:space="preserve">) </w:t>
      </w:r>
      <w:r>
        <w:rPr>
          <w:rFonts w:hint="cs"/>
          <w:cs/>
          <w:lang w:bidi="bn-IN"/>
        </w:rPr>
        <w:t>বিধির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নির্ভরশীল</w:t>
      </w:r>
      <w:r>
        <w:t xml:space="preserve">, </w:t>
      </w:r>
      <w:r>
        <w:rPr>
          <w:rFonts w:hint="cs"/>
          <w:cs/>
          <w:lang w:bidi="bn-IN"/>
        </w:rPr>
        <w:t>সুনির্দিষ্ট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সৃষ্টিপরিকল্পনা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আদম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হাজার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হাজার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কোটি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মানুষ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আগমনের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আপনার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নির্ধারিত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ফলশ্রুতি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বিধির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আওতায়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আপনার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ওঠার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আপনার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সৃষ্টিপরিকল্পনায়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</w:t>
      </w:r>
      <w:r>
        <w:t xml:space="preserve">, </w:t>
      </w:r>
      <w:r>
        <w:rPr>
          <w:rFonts w:hint="cs"/>
          <w:cs/>
          <w:lang w:bidi="bn-IN"/>
        </w:rPr>
        <w:t>নিষ্পাপ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বান্দাহর</w:t>
      </w:r>
      <w:r>
        <w:rPr>
          <w:cs/>
          <w:lang w:bidi="bn-IN"/>
        </w:rPr>
        <w:t xml:space="preserve"> [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মারইয়াম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ফাতেমাহ্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সা</w:t>
      </w:r>
      <w:r>
        <w:rPr>
          <w:cs/>
          <w:lang w:bidi="bn-IN"/>
        </w:rPr>
        <w:t>.</w:t>
      </w:r>
      <w:r w:rsidRPr="00635115">
        <w:rPr>
          <w:rStyle w:val="libEnChar"/>
        </w:rPr>
        <w:t>’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)] </w:t>
      </w:r>
      <w:r>
        <w:rPr>
          <w:rFonts w:hint="cs"/>
          <w:cs/>
          <w:lang w:bidi="bn-IN"/>
        </w:rPr>
        <w:t>অন্তর্ভুক্তি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সুনির্দিষ্ট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(</w:t>
      </w:r>
      <w:r w:rsidRPr="003F7829">
        <w:rPr>
          <w:rStyle w:val="libEnChar"/>
        </w:rPr>
        <w:t>Proper Noun</w:t>
      </w:r>
      <w:r>
        <w:t xml:space="preserve">)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মানুষ</w:t>
      </w:r>
      <w:r>
        <w:rPr>
          <w:rFonts w:hint="eastAsia"/>
        </w:rPr>
        <w:t>’</w:t>
      </w:r>
      <w:r>
        <w:t xml:space="preserve"> (</w:t>
      </w:r>
      <w:r w:rsidRPr="003F7829">
        <w:rPr>
          <w:rStyle w:val="libEnChar"/>
        </w:rPr>
        <w:t>Common Noun</w:t>
      </w:r>
      <w:r>
        <w:t xml:space="preserve">) </w:t>
      </w:r>
      <w:r>
        <w:rPr>
          <w:rFonts w:hint="cs"/>
          <w:cs/>
          <w:lang w:bidi="bn-IN"/>
        </w:rPr>
        <w:t>হিসেবে।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বস্তুতঃ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বরখেলাফে</w:t>
      </w:r>
      <w:r>
        <w:t xml:space="preserve">,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</w:t>
      </w:r>
      <w:r>
        <w:t xml:space="preserve">, </w:t>
      </w:r>
      <w:r>
        <w:rPr>
          <w:rFonts w:hint="cs"/>
          <w:cs/>
          <w:lang w:bidi="bn-IN"/>
        </w:rPr>
        <w:t>নিষ্পাপ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বান্দাহকে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সৃষ্টির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সৃষ্টিপরিকল্পনায়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নির্ধারিত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ইসমাঈল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ইসহাক্ব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ইয়াকূব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মূসা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ঈসা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ইয়াহ্ইয়া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নবুওয়াত্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নামোল্লেখ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সুসংবাদ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ভাষায়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নির্ধারিত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ঈসা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করীম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আহমাদ্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নাম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আগমনের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ভবিষ্যদ্বাণী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ছাফ্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৬</w:t>
      </w:r>
      <w:r>
        <w:rPr>
          <w:cs/>
          <w:lang w:bidi="bn-IN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বারনাবাসের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ইনজীলে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মাযহাব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ফিরক্বাহর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আরশে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পবিত্র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নূরানী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নাম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ওয়াসীলাহ্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প্রার্থনা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ইয়াহূদীদের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ধর্মগ্রন্থ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ইদরীস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কিতাব</w:t>
      </w:r>
      <w:r>
        <w:rPr>
          <w:rFonts w:hint="eastAsia"/>
        </w:rPr>
        <w:t>’</w:t>
      </w:r>
      <w:r>
        <w:t>-</w:t>
      </w:r>
      <w:r>
        <w:rPr>
          <w:rFonts w:hint="cs"/>
          <w:cs/>
          <w:lang w:bidi="bn-IN"/>
        </w:rPr>
        <w:t>এও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</w:p>
    <w:p w:rsidR="00635115" w:rsidRDefault="00635115" w:rsidP="002D22A3">
      <w:pPr>
        <w:pStyle w:val="libLine"/>
      </w:pPr>
      <w:r>
        <w:t>[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ব্যাপক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এরূপ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আক্বীদাহরয়েছে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ক্বিয়ামত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দুনিয়ায়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পাঠানোর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সকলের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নাফ্স্</w:t>
      </w:r>
      <w:r w:rsidRPr="002D22A3">
        <w:rPr>
          <w:rStyle w:val="libEnChar"/>
          <w:rFonts w:hint="eastAsia"/>
        </w:rPr>
        <w:t>’</w:t>
      </w:r>
      <w:r>
        <w:t xml:space="preserve"> (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রূহ্</w:t>
      </w:r>
      <w:r w:rsidRPr="002D22A3">
        <w:rPr>
          <w:rStyle w:val="libEnChar"/>
          <w:rFonts w:hint="eastAsia"/>
        </w:rPr>
        <w:t>’</w:t>
      </w:r>
      <w:r>
        <w:t xml:space="preserve">)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অদৃষ্টবাদী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আক্বীদাহ্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কল্পকাহিনী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পিছনে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কল্পকাহিনীকে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যথার্থতা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 w:rsidR="002346D3">
        <w:rPr>
          <w:rFonts w:hint="cs"/>
          <w:cs/>
          <w:lang w:bidi="bn-IN"/>
        </w:rPr>
        <w:t>আ</w:t>
      </w:r>
      <w:r w:rsidR="002346D3" w:rsidRPr="00DC1531">
        <w:rPr>
          <w:rStyle w:val="libEnChar"/>
        </w:rPr>
        <w:t>’</w:t>
      </w:r>
      <w:r w:rsidR="002346D3">
        <w:rPr>
          <w:rFonts w:hint="cs"/>
          <w:cs/>
          <w:lang w:bidi="bn-IN"/>
        </w:rPr>
        <w:t>রা</w:t>
      </w:r>
      <w:r>
        <w:rPr>
          <w:rFonts w:hint="cs"/>
          <w:cs/>
          <w:lang w:bidi="bn-IN"/>
        </w:rPr>
        <w:t>ফ্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১৭২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ভ্রান্ত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ব্যাখ্যা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 w:rsidRPr="00635115">
        <w:rPr>
          <w:rStyle w:val="libArChar"/>
          <w:rFonts w:hint="eastAsia"/>
          <w:rtl/>
        </w:rPr>
        <w:t>الست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بربکم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নই</w:t>
      </w:r>
      <w:r>
        <w:t>?)-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হয়েছিলো</w:t>
      </w:r>
      <w:r>
        <w:rPr>
          <w:cs/>
          <w:lang w:bidi="bn-IN"/>
        </w:rPr>
        <w:t xml:space="preserve"> : </w:t>
      </w:r>
      <w:r w:rsidRPr="00635115">
        <w:rPr>
          <w:rStyle w:val="libArChar"/>
          <w:rFonts w:hint="eastAsia"/>
          <w:rtl/>
        </w:rPr>
        <w:t>بلا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>)</w:t>
      </w:r>
      <w:r w:rsidRPr="002D22A3">
        <w:rPr>
          <w:rFonts w:hint="cs"/>
          <w:cs/>
          <w:lang w:bidi="hi-IN"/>
        </w:rPr>
        <w:t>।</w:t>
      </w:r>
    </w:p>
    <w:p w:rsidR="00635115" w:rsidRDefault="00635115" w:rsidP="002D22A3">
      <w:pPr>
        <w:pStyle w:val="libLine"/>
      </w:pP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অঙ্গীকার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ভবিষ্যত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বংশধরদের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সন্তানদের</w:t>
      </w:r>
      <w:r>
        <w:rPr>
          <w:cs/>
          <w:lang w:bidi="bn-IN"/>
        </w:rPr>
        <w:t xml:space="preserve"> (</w:t>
      </w:r>
      <w:r w:rsidRPr="00635115">
        <w:rPr>
          <w:rStyle w:val="libArChar"/>
          <w:rFonts w:hint="eastAsia"/>
          <w:rtl/>
        </w:rPr>
        <w:t>بن</w:t>
      </w:r>
      <w:r w:rsidRPr="00635115">
        <w:rPr>
          <w:rStyle w:val="libArChar"/>
          <w:rFonts w:hint="cs"/>
          <w:rtl/>
        </w:rPr>
        <w:t>ی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آدم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বংশধরদের</w:t>
      </w:r>
      <w:r>
        <w:rPr>
          <w:cs/>
          <w:lang w:bidi="bn-IN"/>
        </w:rPr>
        <w:t xml:space="preserve"> (</w:t>
      </w:r>
      <w:r w:rsidRPr="00635115">
        <w:rPr>
          <w:rStyle w:val="libArChar"/>
          <w:rFonts w:hint="eastAsia"/>
          <w:rtl/>
        </w:rPr>
        <w:t>من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ظهورهم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ذريتهم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সন্তানদের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সন্তান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নাতি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নাত্নীদের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দুনিয়ার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সংঘটিত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হয়েছিলো।</w:t>
      </w:r>
    </w:p>
    <w:p w:rsidR="00635115" w:rsidRDefault="00635115" w:rsidP="002D22A3">
      <w:pPr>
        <w:pStyle w:val="libLine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অদৃষ্টবাদীদের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আক্বীদাহ্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 w:rsidRPr="002D22A3">
        <w:rPr>
          <w:rStyle w:val="libEnChar"/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সৃষ্টি</w:t>
      </w:r>
      <w:r>
        <w:t xml:space="preserve">,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জন্ম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মৃত্যু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 w:rsidRPr="002D22A3">
        <w:rPr>
          <w:rStyle w:val="libEnChar"/>
          <w:rFonts w:hint="eastAsia"/>
        </w:rPr>
        <w:t>’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নির্ধারিত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রেখে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থাকবেন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অনিবার্য</w:t>
      </w:r>
      <w:r w:rsidRPr="002D22A3">
        <w:rPr>
          <w:rStyle w:val="libEnChar"/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পুরষ্কার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="00D17C42">
        <w:rPr>
          <w:rFonts w:hint="cs"/>
          <w:cs/>
          <w:lang w:bidi="bn-IN"/>
        </w:rPr>
        <w:t>শারী</w:t>
      </w:r>
      <w:r w:rsidR="00D17C42" w:rsidRPr="00D17C42">
        <w:rPr>
          <w:rStyle w:val="libEnChar"/>
          <w:rFonts w:hint="cs"/>
        </w:rPr>
        <w:t>’</w:t>
      </w:r>
      <w:r w:rsidR="00D17C42">
        <w:rPr>
          <w:rFonts w:hint="cs"/>
          <w:cs/>
          <w:lang w:bidi="bn-IN"/>
        </w:rPr>
        <w:t>আ</w:t>
      </w:r>
      <w:r>
        <w:rPr>
          <w:rFonts w:hint="cs"/>
          <w:cs/>
          <w:lang w:bidi="bn-IN"/>
        </w:rPr>
        <w:t>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অযৌক্তিক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t xml:space="preserve">, </w:t>
      </w: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একবারে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নির্ধারিত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অনিবার্য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অতঃপর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স্রষ্টা</w:t>
      </w:r>
      <w:r w:rsidRPr="002D22A3">
        <w:rPr>
          <w:rStyle w:val="libEnChar"/>
          <w:rFonts w:hint="eastAsia"/>
        </w:rPr>
        <w:t>’</w:t>
      </w:r>
      <w:r>
        <w:t>-</w:t>
      </w:r>
      <w:r>
        <w:rPr>
          <w:rFonts w:hint="cs"/>
          <w:cs/>
          <w:lang w:bidi="bn-IN"/>
        </w:rPr>
        <w:t>গুণ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অব্যাহত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অপ্রকাশিত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অদৃষ্টবাদ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</w:t>
      </w:r>
      <w:r w:rsidRPr="002D22A3">
        <w:rPr>
          <w:rStyle w:val="libEnChar"/>
          <w:rFonts w:hint="eastAsia"/>
        </w:rPr>
        <w:t>”</w:t>
      </w:r>
      <w:r>
        <w:t>-</w:t>
      </w:r>
      <w:r>
        <w:rPr>
          <w:rFonts w:hint="cs"/>
          <w:cs/>
          <w:lang w:bidi="bn-IN"/>
        </w:rPr>
        <w:t>এ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বিস্তারিত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করেছি।</w:t>
      </w:r>
      <w:r>
        <w:rPr>
          <w:cs/>
          <w:lang w:bidi="bn-IN"/>
        </w:rPr>
        <w:t>]</w:t>
      </w:r>
    </w:p>
    <w:p w:rsidR="002D22A3" w:rsidRPr="00E45B2C" w:rsidRDefault="002D22A3" w:rsidP="00E45B2C">
      <w:r>
        <w:rPr>
          <w:lang w:bidi="bn-IN"/>
        </w:rPr>
        <w:br w:type="page"/>
      </w:r>
    </w:p>
    <w:p w:rsidR="00635115" w:rsidRDefault="00635115" w:rsidP="002D22A3">
      <w:pPr>
        <w:pStyle w:val="Heading2"/>
      </w:pPr>
      <w:bookmarkStart w:id="51" w:name="_Toc528959854"/>
      <w:bookmarkStart w:id="52" w:name="_Toc529016152"/>
      <w:bookmarkStart w:id="53" w:name="_Toc529017470"/>
      <w:r>
        <w:rPr>
          <w:rFonts w:hint="cs"/>
          <w:cs/>
          <w:lang w:bidi="bn-IN"/>
        </w:rPr>
        <w:lastRenderedPageBreak/>
        <w:t>ইমামত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বংশধারায়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কেন</w:t>
      </w:r>
      <w:bookmarkEnd w:id="51"/>
      <w:bookmarkEnd w:id="52"/>
      <w:bookmarkEnd w:id="53"/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অনেককে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ধারাবাহিকতায়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বংশধরদের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কেন</w:t>
      </w:r>
      <w:r>
        <w:t xml:space="preserve">?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হাসান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বংশধরদের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কেন</w:t>
      </w:r>
      <w:r>
        <w:t>?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বস্তুতঃ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ইমামতের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আক্বীদাহর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উদ্রেক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ইমামতের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আক্বীদাহর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ভালোবাসার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লোকেরা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নেবে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ইমামত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আক্বীদাহর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স্বয়ং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পর্যায়ক্রমিক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স্থলাভিষিক্ত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মাধ্যমে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বংশধরদের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একান্তই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ইচ্ছা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এখতিয়ারাধীন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পর্যায়ক্রমিক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বংশধরদের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ভাষায়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প্রশ্নের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যথেষ্ট।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বাস্তবতাকে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উপসংহারে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কারবালায়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শাহাদাতের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পুত্র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যায়নুল্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 w:rsidR="00BD1680">
        <w:rPr>
          <w:rFonts w:hint="cs"/>
          <w:cs/>
          <w:lang w:bidi="bn-IN"/>
        </w:rPr>
        <w:t>আ</w:t>
      </w:r>
      <w:r>
        <w:rPr>
          <w:rFonts w:hint="cs"/>
          <w:cs/>
          <w:lang w:bidi="bn-IN"/>
        </w:rPr>
        <w:t>বেদীন্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নামে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সমধিক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পরিচিত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যুবক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ইয়াযীদী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বাহিনীর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ইচ্ছায়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গুরুতরভাবে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অসুস্থ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মরণাপন্ন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ইয়াযীদী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সৈন্যরা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ইচ্ছায়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শীঘ্রই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ওঠেন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দায়িত্ব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তর্কের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খাতিরে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বিবেচনার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রাখলেও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ইলম্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তাক্ব্ওয়ার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দৃষ্টিকোণ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নির্দ্বিধায়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যোগ্যতর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অনুরূপভাবে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বিন্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)- </w:t>
      </w:r>
      <w:r>
        <w:rPr>
          <w:rFonts w:hint="cs"/>
          <w:cs/>
          <w:lang w:bidi="bn-IN"/>
        </w:rPr>
        <w:t>যিনি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বাক্বের্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নামে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সমধিক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পরিচিত</w:t>
      </w:r>
      <w:r w:rsidR="007B3B0F">
        <w:rPr>
          <w:cs/>
          <w:lang w:bidi="bn-IN"/>
        </w:rPr>
        <w:t>-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ইলমী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শ্রেষ্ঠতম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বাক্বেরুল্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উলূম্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জ্ঞানসমূহের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ব্যবচ্ছেদকারী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 w:rsidR="002D22A3">
        <w:rPr>
          <w:rFonts w:hint="cs"/>
          <w:cs/>
          <w:lang w:bidi="bn-IN"/>
        </w:rPr>
        <w:t>জা</w:t>
      </w:r>
      <w:r w:rsidR="002D22A3" w:rsidRPr="002D22A3">
        <w:rPr>
          <w:rStyle w:val="libEnChar"/>
          <w:rFonts w:hint="cs"/>
        </w:rPr>
        <w:t>’</w:t>
      </w:r>
      <w:r w:rsidR="002D22A3">
        <w:rPr>
          <w:rFonts w:hint="cs"/>
          <w:cs/>
          <w:lang w:bidi="bn-IN"/>
        </w:rPr>
        <w:t>ফার্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ছাদেক্ব্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অপেক্ষা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সুন্নাতের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পরোক্ষ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ইতিহাসে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মাধ্যমে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রেখে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ইলম্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মাধ্যমে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সর্বাধিক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ফুলে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বিকশিত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সমতুল্য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দ্বিতীয়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প্রজন্মেই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জন্মগ্রহণ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ইমামগণ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ইলম্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ভক্ত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অনুসারীদেরকে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হাসান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আলেম</w:t>
      </w:r>
      <w:r>
        <w:t xml:space="preserve">, </w:t>
      </w:r>
      <w:r>
        <w:rPr>
          <w:rFonts w:hint="cs"/>
          <w:cs/>
          <w:lang w:bidi="bn-IN"/>
        </w:rPr>
        <w:t>বুযুর্গ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মুজাহিদ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আবির্ভাব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ইমামগণের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সমতুল্য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আবির্ভাব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ইমামগণেরই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অনুসরণ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উপরোক্ত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যরূরী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প্রসঙ্গক্রমে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যায়নুল্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আবেদীন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যায়দ্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রাহ্ঃ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যায়দী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মাযহাব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তৈরী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তৈরী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তৈরী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 w:rsidR="002D22A3">
        <w:rPr>
          <w:rFonts w:hint="cs"/>
          <w:cs/>
          <w:lang w:bidi="bn-IN"/>
        </w:rPr>
        <w:t>জা</w:t>
      </w:r>
      <w:r w:rsidR="002D22A3" w:rsidRPr="002D22A3">
        <w:rPr>
          <w:rStyle w:val="libEnChar"/>
          <w:rFonts w:hint="cs"/>
        </w:rPr>
        <w:t>’</w:t>
      </w:r>
      <w:r w:rsidR="002D22A3">
        <w:rPr>
          <w:rFonts w:hint="cs"/>
          <w:cs/>
          <w:lang w:bidi="bn-IN"/>
        </w:rPr>
        <w:t>ফার্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ছাদেক্ব্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ঈল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রাহ্ঃ</w:t>
      </w:r>
      <w:r>
        <w:rPr>
          <w:cs/>
          <w:lang w:bidi="bn-IN"/>
        </w:rPr>
        <w:t>)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ঈলীয়াহ্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মাযহাব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তৈরী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জীবদ্দশায়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ইন্তেকাল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t xml:space="preserve">,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 w:rsidR="002D22A3">
        <w:rPr>
          <w:rFonts w:hint="cs"/>
          <w:cs/>
          <w:lang w:bidi="bn-IN"/>
        </w:rPr>
        <w:t>জা</w:t>
      </w:r>
      <w:r w:rsidR="002D22A3" w:rsidRPr="002D22A3">
        <w:rPr>
          <w:rStyle w:val="libEnChar"/>
          <w:rFonts w:hint="cs"/>
        </w:rPr>
        <w:t>’</w:t>
      </w:r>
      <w:r w:rsidR="002D22A3">
        <w:rPr>
          <w:rFonts w:hint="cs"/>
          <w:cs/>
          <w:lang w:bidi="bn-IN"/>
        </w:rPr>
        <w:t>ফার্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ছাদেক্ব্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অধিষ্ঠিত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ওঠে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lastRenderedPageBreak/>
        <w:t>তাছাড়া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[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 w:rsidR="002D22A3">
        <w:rPr>
          <w:rFonts w:hint="cs"/>
          <w:cs/>
          <w:lang w:bidi="bn-IN"/>
        </w:rPr>
        <w:t>জা</w:t>
      </w:r>
      <w:r w:rsidR="002D22A3" w:rsidRPr="002D22A3">
        <w:rPr>
          <w:rStyle w:val="libEnChar"/>
          <w:rFonts w:hint="cs"/>
        </w:rPr>
        <w:t>’</w:t>
      </w:r>
      <w:r w:rsidR="002D22A3">
        <w:rPr>
          <w:rFonts w:hint="cs"/>
          <w:cs/>
          <w:lang w:bidi="bn-IN"/>
        </w:rPr>
        <w:t>ফার্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ছাদেক্ব্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] </w:t>
      </w:r>
      <w:r>
        <w:rPr>
          <w:rFonts w:hint="cs"/>
          <w:cs/>
          <w:lang w:bidi="bn-IN"/>
        </w:rPr>
        <w:t>যেভাবে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সমগ্র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ইলমী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দিকনির্দেশনা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বাস্তবতা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বংশধরদের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ইমামগণের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বাস্তব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প্রতিফলনই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রক্তধারার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পবিত্রতা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বিভ্রান্তির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নিরসন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ইতিপুর্বে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,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ইমরান্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৩৩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৩৪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হচ্ছেন</w:t>
      </w:r>
      <w:r>
        <w:rPr>
          <w:cs/>
          <w:lang w:bidi="bn-IN"/>
        </w:rPr>
        <w:t xml:space="preserve"> </w:t>
      </w:r>
      <w:r w:rsidRPr="002D22A3">
        <w:rPr>
          <w:rStyle w:val="libAieChar"/>
          <w:rFonts w:hint="eastAsia"/>
          <w:rtl/>
        </w:rPr>
        <w:t>ذُرِّيَّةً</w:t>
      </w:r>
      <w:r w:rsidRPr="002D22A3">
        <w:rPr>
          <w:rStyle w:val="libAieChar"/>
          <w:rtl/>
        </w:rPr>
        <w:t xml:space="preserve"> </w:t>
      </w:r>
      <w:r w:rsidRPr="002D22A3">
        <w:rPr>
          <w:rStyle w:val="libAieChar"/>
          <w:rFonts w:hint="eastAsia"/>
          <w:rtl/>
        </w:rPr>
        <w:t>بَعْضُهَا</w:t>
      </w:r>
      <w:r w:rsidRPr="002D22A3">
        <w:rPr>
          <w:rStyle w:val="libAieChar"/>
          <w:rtl/>
        </w:rPr>
        <w:t xml:space="preserve"> </w:t>
      </w:r>
      <w:r w:rsidRPr="002D22A3">
        <w:rPr>
          <w:rStyle w:val="libAieChar"/>
          <w:rFonts w:hint="eastAsia"/>
          <w:rtl/>
        </w:rPr>
        <w:t>مِنْ</w:t>
      </w:r>
      <w:r w:rsidRPr="002D22A3">
        <w:rPr>
          <w:rStyle w:val="libAieChar"/>
          <w:rtl/>
        </w:rPr>
        <w:t xml:space="preserve"> </w:t>
      </w:r>
      <w:r w:rsidRPr="002D22A3">
        <w:rPr>
          <w:rStyle w:val="libAieChar"/>
          <w:rFonts w:hint="eastAsia"/>
          <w:rtl/>
        </w:rPr>
        <w:t>بَعْضٍ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বংশধর</w:t>
      </w:r>
      <w:r>
        <w:rPr>
          <w:cs/>
          <w:lang w:bidi="bn-IN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আয়াতাংশ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 (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নিষ্পাপ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ইমামের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পূর্বতন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রক্তধারায়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কখনোই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শিরক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সংমিশ্রণ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 w:rsidRPr="002D22A3">
        <w:rPr>
          <w:rStyle w:val="libAieChar"/>
          <w:rFonts w:hint="eastAsia"/>
          <w:rtl/>
        </w:rPr>
        <w:t>ذُرِّيَّةً</w:t>
      </w:r>
      <w:r w:rsidRPr="002D22A3">
        <w:rPr>
          <w:rStyle w:val="libAieChar"/>
          <w:rtl/>
        </w:rPr>
        <w:t xml:space="preserve"> </w:t>
      </w:r>
      <w:r w:rsidRPr="002D22A3">
        <w:rPr>
          <w:rStyle w:val="libAieChar"/>
          <w:rFonts w:hint="eastAsia"/>
          <w:rtl/>
        </w:rPr>
        <w:t>بَعْضُهَا</w:t>
      </w:r>
      <w:r w:rsidRPr="002D22A3">
        <w:rPr>
          <w:rStyle w:val="libAieChar"/>
          <w:rtl/>
        </w:rPr>
        <w:t xml:space="preserve"> </w:t>
      </w:r>
      <w:r w:rsidRPr="002D22A3">
        <w:rPr>
          <w:rStyle w:val="libAieChar"/>
          <w:rFonts w:hint="eastAsia"/>
          <w:rtl/>
        </w:rPr>
        <w:t>مِنْ</w:t>
      </w:r>
      <w:r w:rsidRPr="002D22A3">
        <w:rPr>
          <w:rStyle w:val="libAieChar"/>
          <w:rtl/>
        </w:rPr>
        <w:t xml:space="preserve"> </w:t>
      </w:r>
      <w:r w:rsidRPr="002D22A3">
        <w:rPr>
          <w:rStyle w:val="libAieChar"/>
          <w:rFonts w:hint="eastAsia"/>
          <w:rtl/>
        </w:rPr>
        <w:t>بَعْضٍ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অব্যবহিত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বংশধরই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একাধিক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বংশধরও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বুঝায়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স্তরগুলোতে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শিরক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সংমিশ্রণ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নবীকে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গুণাবলী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নিষ্পাপ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ইমামকে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পূর্ববর্তী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বংশধর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বুঝাতে</w:t>
      </w:r>
      <w:r>
        <w:rPr>
          <w:cs/>
          <w:lang w:bidi="bn-IN"/>
        </w:rPr>
        <w:t xml:space="preserve"> </w:t>
      </w:r>
      <w:r w:rsidRPr="002D22A3">
        <w:rPr>
          <w:rStyle w:val="libAieChar"/>
          <w:rFonts w:hint="eastAsia"/>
          <w:rtl/>
        </w:rPr>
        <w:t>ذُرِّيَّةً</w:t>
      </w:r>
      <w:r w:rsidRPr="002D22A3">
        <w:rPr>
          <w:rStyle w:val="libAieChar"/>
          <w:rtl/>
        </w:rPr>
        <w:t xml:space="preserve"> </w:t>
      </w:r>
      <w:r w:rsidRPr="002D22A3">
        <w:rPr>
          <w:rStyle w:val="libAieChar"/>
          <w:rFonts w:hint="eastAsia"/>
          <w:rtl/>
        </w:rPr>
        <w:t>بَعْضُهَا</w:t>
      </w:r>
      <w:r w:rsidRPr="002D22A3">
        <w:rPr>
          <w:rStyle w:val="libAieChar"/>
          <w:rtl/>
        </w:rPr>
        <w:t xml:space="preserve"> </w:t>
      </w:r>
      <w:r w:rsidRPr="002D22A3">
        <w:rPr>
          <w:rStyle w:val="libAieChar"/>
          <w:rFonts w:hint="eastAsia"/>
          <w:rtl/>
        </w:rPr>
        <w:t>مِنْ</w:t>
      </w:r>
      <w:r w:rsidRPr="002D22A3">
        <w:rPr>
          <w:rStyle w:val="libAieChar"/>
          <w:rtl/>
        </w:rPr>
        <w:t xml:space="preserve"> </w:t>
      </w:r>
      <w:r w:rsidRPr="002D22A3">
        <w:rPr>
          <w:rStyle w:val="libAieChar"/>
          <w:rFonts w:hint="eastAsia"/>
          <w:rtl/>
        </w:rPr>
        <w:t>بَعْضٍ</w:t>
      </w:r>
      <w:r w:rsidRPr="002D22A3">
        <w:rPr>
          <w:rStyle w:val="libAieChar"/>
          <w:rtl/>
          <w:cs/>
        </w:rPr>
        <w:t xml:space="preserve"> 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দাঁড়ায়।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দাঁড়ায়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আদম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বংশধর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নমরূদ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আউন্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বংশধর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অনুরূপ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প্রমুক্ত।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অতএব</w:t>
      </w:r>
      <w:r>
        <w:t xml:space="preserve">, </w:t>
      </w:r>
      <w:r>
        <w:rPr>
          <w:rFonts w:hint="cs"/>
          <w:cs/>
          <w:lang w:bidi="bn-IN"/>
        </w:rPr>
        <w:t>সন্দেহ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নীতি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রাসূলকেই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গুণাবলী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নিষ্পাপ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ইমামকে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রক্তধারায়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পাঠিয়েছেন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কখনোই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শিরক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সংমিশ্রণ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পিতৃপরিচয়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নীতি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প্রস্তুত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lastRenderedPageBreak/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পাপমুক্ততা</w:t>
      </w:r>
      <w:r>
        <w:rPr>
          <w:cs/>
          <w:lang w:bidi="bn-IN"/>
        </w:rPr>
        <w:t xml:space="preserve"> (</w:t>
      </w:r>
      <w:r w:rsidRPr="00635115">
        <w:rPr>
          <w:rStyle w:val="libArChar"/>
          <w:rFonts w:hint="eastAsia"/>
          <w:rtl/>
        </w:rPr>
        <w:t>عصمة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الانبياء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সম্পর্কিত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বিস্তারিতভাবে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সর্বোত্তম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গ্রন্থকারের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পাপমুক্ততা</w:t>
      </w:r>
      <w:r>
        <w:rPr>
          <w:rFonts w:hint="eastAsia"/>
        </w:rPr>
        <w:t>”</w:t>
      </w:r>
      <w:r>
        <w:t>-</w:t>
      </w:r>
      <w:r>
        <w:rPr>
          <w:rFonts w:hint="cs"/>
          <w:cs/>
          <w:lang w:bidi="bn-IN"/>
        </w:rPr>
        <w:t>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অপেক্ষাকৃত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বিস্তারিত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,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পুস্তকের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বিষয়বস্তুর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প্রাসঙ্গিক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সংক্ষেপে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আলোকপাত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করছি।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আন্</w:t>
      </w:r>
      <w:r>
        <w:rPr>
          <w:rFonts w:hint="eastAsia"/>
        </w:rPr>
        <w:t>’</w:t>
      </w:r>
      <w:r w:rsidR="00BD1680">
        <w:rPr>
          <w:rFonts w:hint="cs"/>
          <w:cs/>
          <w:lang w:bidi="bn-IN"/>
        </w:rPr>
        <w:t>আ</w:t>
      </w:r>
      <w:r>
        <w:rPr>
          <w:rFonts w:hint="cs"/>
          <w:cs/>
          <w:lang w:bidi="bn-IN"/>
        </w:rPr>
        <w:t>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৭৪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কর্তৃক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আযার্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সম্প্রদায়ের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মূর্তিপূজার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সমালোচনার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</w:t>
      </w:r>
      <w:r>
        <w:rPr>
          <w:cs/>
          <w:lang w:bidi="bn-IN"/>
        </w:rPr>
        <w:t xml:space="preserve"> </w:t>
      </w:r>
      <w:r w:rsidRPr="00635115">
        <w:rPr>
          <w:rStyle w:val="libArChar"/>
          <w:rFonts w:hint="eastAsia"/>
          <w:rtl/>
        </w:rPr>
        <w:t>ابيه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آزر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 w:rsidR="002D22A3">
        <w:rPr>
          <w:rStyle w:val="libEnChar"/>
        </w:rPr>
        <w:t>“</w:t>
      </w:r>
      <w:r w:rsidR="002D22A3">
        <w:rPr>
          <w:rStyle w:val="libEnChar"/>
          <w:cs/>
          <w:lang w:bidi="bn-IN"/>
        </w:rPr>
        <w:t>আব্</w:t>
      </w:r>
      <w:r w:rsidR="002D22A3">
        <w:rPr>
          <w:rStyle w:val="libEnChar"/>
        </w:rPr>
        <w:t>”</w:t>
      </w:r>
      <w:r>
        <w:t xml:space="preserve"> </w:t>
      </w:r>
      <w:r>
        <w:rPr>
          <w:rFonts w:hint="cs"/>
          <w:cs/>
          <w:lang w:bidi="bn-IN"/>
        </w:rPr>
        <w:t>আযার্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আযার্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জন্মদাতা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পিতা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নিশ্চিতরূপে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আযার্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জন্মদাতা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আরবী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ভাষায়</w:t>
      </w:r>
      <w:r>
        <w:rPr>
          <w:cs/>
          <w:lang w:bidi="bn-IN"/>
        </w:rPr>
        <w:t xml:space="preserve"> </w:t>
      </w:r>
      <w:r w:rsidR="002D22A3">
        <w:rPr>
          <w:rStyle w:val="libEnChar"/>
        </w:rPr>
        <w:t>“</w:t>
      </w:r>
      <w:r w:rsidR="002D22A3">
        <w:rPr>
          <w:rStyle w:val="libEnChar"/>
          <w:cs/>
          <w:lang w:bidi="bn-IN"/>
        </w:rPr>
        <w:t>আব্</w:t>
      </w:r>
      <w:r w:rsidR="002D22A3">
        <w:rPr>
          <w:rStyle w:val="libEnChar"/>
        </w:rPr>
        <w:t>”</w:t>
      </w:r>
      <w:r>
        <w:t xml:space="preserve"> (</w:t>
      </w:r>
      <w:r>
        <w:rPr>
          <w:rFonts w:hint="cs"/>
          <w:cs/>
          <w:lang w:bidi="bn-IN"/>
        </w:rPr>
        <w:t>বাক্যমধ্যে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ভূমিকাভেদে</w:t>
      </w:r>
      <w:r>
        <w:rPr>
          <w:cs/>
          <w:lang w:bidi="bn-IN"/>
        </w:rPr>
        <w:t xml:space="preserve"> </w:t>
      </w:r>
      <w:r w:rsidRPr="00635115">
        <w:rPr>
          <w:rStyle w:val="libArChar"/>
          <w:rFonts w:hint="eastAsia"/>
          <w:rtl/>
        </w:rPr>
        <w:t>ابو</w:t>
      </w:r>
      <w:r w:rsidRPr="00635115">
        <w:rPr>
          <w:rStyle w:val="libArChar"/>
          <w:rtl/>
        </w:rPr>
        <w:t xml:space="preserve">/ </w:t>
      </w:r>
      <w:r w:rsidRPr="00635115">
        <w:rPr>
          <w:rStyle w:val="libArChar"/>
          <w:rFonts w:hint="eastAsia"/>
          <w:rtl/>
        </w:rPr>
        <w:t>ابا</w:t>
      </w:r>
      <w:r w:rsidRPr="00635115">
        <w:rPr>
          <w:rStyle w:val="libArChar"/>
          <w:rtl/>
        </w:rPr>
        <w:t xml:space="preserve">/ </w:t>
      </w:r>
      <w:r w:rsidRPr="00635115">
        <w:rPr>
          <w:rStyle w:val="libArChar"/>
          <w:rFonts w:hint="eastAsia"/>
          <w:rtl/>
        </w:rPr>
        <w:t>اب</w:t>
      </w:r>
      <w:r w:rsidRPr="00635115">
        <w:rPr>
          <w:rStyle w:val="libArChar"/>
          <w:rFonts w:hint="cs"/>
          <w:rtl/>
        </w:rPr>
        <w:t>ی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শব্দটি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অর্থবোধক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জন্মদাতা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দাদা</w:t>
      </w:r>
      <w:r>
        <w:t xml:space="preserve">, </w:t>
      </w:r>
      <w:r>
        <w:rPr>
          <w:rFonts w:hint="cs"/>
          <w:cs/>
          <w:lang w:bidi="bn-IN"/>
        </w:rPr>
        <w:t>চাচা</w:t>
      </w:r>
      <w:r>
        <w:t xml:space="preserve">, </w:t>
      </w:r>
      <w:r>
        <w:rPr>
          <w:rFonts w:hint="cs"/>
          <w:cs/>
          <w:lang w:bidi="bn-IN"/>
        </w:rPr>
        <w:t>পালক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বিপিতাকে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দাদার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পূর্বপুরুষকেও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জন্মদাতা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উদ্দেশ্য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ওয়ালেদ</w:t>
      </w:r>
      <w:r>
        <w:rPr>
          <w:rFonts w:hint="eastAsia"/>
        </w:rPr>
        <w:t>”</w:t>
      </w:r>
      <w:r>
        <w:t xml:space="preserve"> (</w:t>
      </w:r>
      <w:r w:rsidRPr="00635115">
        <w:rPr>
          <w:rStyle w:val="libArChar"/>
          <w:rFonts w:hint="eastAsia"/>
          <w:rtl/>
        </w:rPr>
        <w:t>والد</w:t>
      </w:r>
      <w:r>
        <w:t xml:space="preserve">)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কয়েকটি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আযারকে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জন্মদাতা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: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১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বিভ্রান্তির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t xml:space="preserve">, </w:t>
      </w: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জন্মদাতা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উদ্দেশ্য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 w:rsidRPr="00635115">
        <w:rPr>
          <w:rStyle w:val="libArChar"/>
          <w:rFonts w:hint="eastAsia"/>
          <w:rtl/>
        </w:rPr>
        <w:t>ابيه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 w:rsidRPr="00635115">
        <w:rPr>
          <w:rStyle w:val="libArChar"/>
          <w:rFonts w:hint="eastAsia"/>
          <w:rtl/>
        </w:rPr>
        <w:t>والده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বিভ্রান্তির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অথবা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 w:rsidRPr="00635115">
        <w:rPr>
          <w:rStyle w:val="libArChar"/>
          <w:rFonts w:hint="eastAsia"/>
          <w:rtl/>
        </w:rPr>
        <w:t>ابيه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</w:t>
      </w:r>
      <w:r>
        <w:t xml:space="preserve">, </w:t>
      </w:r>
      <w:r>
        <w:rPr>
          <w:rFonts w:hint="cs"/>
          <w:cs/>
          <w:lang w:bidi="bn-IN"/>
        </w:rPr>
        <w:t>আযরের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নামোল্লেখ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শব্দটির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জন্মদাতা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পিতা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অর্থজ্ঞাপক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নিদর্শন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জন্মদাতা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পিতা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নিদর্শন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জুড়ে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আযারের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নামোল্লেখ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শব্দটিকে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অর্থে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 w:rsidRPr="00635115">
        <w:rPr>
          <w:rStyle w:val="libArChar"/>
          <w:rFonts w:hint="eastAsia"/>
          <w:rtl/>
        </w:rPr>
        <w:t>ابيه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জন্মদাতাকে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আযারকে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পালক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বুঝানো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২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বিদ্যমান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তাওরাতে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জন্মদাতা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পিতার</w:t>
      </w:r>
      <w:r w:rsidR="002D22A3">
        <w:rPr>
          <w:lang w:bidi="bn-IN"/>
        </w:rPr>
        <w:t xml:space="preserve"> </w:t>
      </w:r>
      <w:r>
        <w:rPr>
          <w:rFonts w:hint="cs"/>
          <w:cs/>
          <w:lang w:bidi="bn-IN"/>
        </w:rPr>
        <w:t>নাম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তেরহ্</w:t>
      </w:r>
      <w:r>
        <w:rPr>
          <w:rFonts w:hint="eastAsia"/>
        </w:rPr>
        <w:t>’</w:t>
      </w:r>
      <w:r w:rsidR="002D22A3"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তারেহ্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জন্মদাতা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আযার্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তৎকালীন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ইয়াহূদী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খৃস্টান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পণ্ডিতরা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বিরুদ্ধে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আপত্তি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চালাতো।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প্রতিবাদ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তৎকালীন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ইয়াহূদী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খৃস্টান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পণ্ডিতরা</w:t>
      </w:r>
      <w:r>
        <w:rPr>
          <w:cs/>
          <w:lang w:bidi="bn-IN"/>
        </w:rPr>
        <w:t xml:space="preserve"> </w:t>
      </w:r>
      <w:r w:rsidRPr="00635115">
        <w:rPr>
          <w:rStyle w:val="libArChar"/>
          <w:rFonts w:hint="eastAsia"/>
          <w:rtl/>
        </w:rPr>
        <w:t>ابيه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জন্মদাতা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পিতা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অর্থ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৩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নম্রহৃদয়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বৈশিষ্ট্যের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আযারের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মাগফেরাত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কামনা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করতেন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শত্রু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মাগফেরাত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কামনা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বন্ধ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দিলেন</w:t>
      </w:r>
      <w:r>
        <w:rPr>
          <w:cs/>
          <w:lang w:bidi="bn-IN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তাওবাহ্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১১৪</w:t>
      </w:r>
      <w:r>
        <w:rPr>
          <w:cs/>
          <w:lang w:bidi="bn-IN"/>
        </w:rPr>
        <w:t>)</w:t>
      </w:r>
      <w:r>
        <w:rPr>
          <w:rFonts w:hint="cs"/>
          <w:cs/>
          <w:lang w:bidi="hi-IN"/>
        </w:rPr>
        <w:t>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কখনকার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উল্লেখের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>)</w:t>
      </w:r>
      <w:r>
        <w:t xml:space="preserve">,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নিঃসন্দেহে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অগ্নিকুণ্ড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নিরাপদে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ফিলিস্তিনে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হিজরতের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আযারের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মাগফেরাত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কামনা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বন্ধ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তাওবাহ্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১১৪</w:t>
      </w:r>
      <w:r>
        <w:rPr>
          <w:cs/>
          <w:lang w:bidi="bn-IN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হিজরতের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তরুণ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ঈল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মক্কায়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রেখে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আসার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৩৭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সময়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ইসহাক্ব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[</w:t>
      </w:r>
      <w:r>
        <w:rPr>
          <w:rFonts w:hint="cs"/>
          <w:cs/>
          <w:lang w:bidi="bn-IN"/>
        </w:rPr>
        <w:t>ইবরাহীম্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)] </w:t>
      </w:r>
      <w:r>
        <w:rPr>
          <w:rFonts w:hint="cs"/>
          <w:cs/>
          <w:lang w:bidi="bn-IN"/>
        </w:rPr>
        <w:t>বৃদ্ধ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পড়েছেন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৩৯</w:t>
      </w:r>
      <w:r>
        <w:rPr>
          <w:cs/>
          <w:lang w:bidi="bn-IN"/>
        </w:rPr>
        <w:t>) (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বয়স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একশ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বছর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গেছে</w:t>
      </w:r>
      <w:r>
        <w:rPr>
          <w:cs/>
          <w:lang w:bidi="bn-IN"/>
        </w:rPr>
        <w:t>)</w:t>
      </w:r>
      <w:r>
        <w:t xml:space="preserve">,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মাতার</w:t>
      </w:r>
      <w:r>
        <w:rPr>
          <w:cs/>
          <w:lang w:bidi="bn-IN"/>
        </w:rPr>
        <w:t xml:space="preserve"> (</w:t>
      </w:r>
      <w:r w:rsidRPr="00635115">
        <w:rPr>
          <w:rStyle w:val="libArChar"/>
          <w:rFonts w:hint="eastAsia"/>
          <w:rtl/>
        </w:rPr>
        <w:t>والدي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মাগফেরাতের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lastRenderedPageBreak/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দোআ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৪১</w:t>
      </w:r>
      <w:r>
        <w:rPr>
          <w:cs/>
          <w:lang w:bidi="bn-IN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আযার্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জন্মদাতা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উপসংহার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t xml:space="preserve">, </w:t>
      </w:r>
      <w:r>
        <w:rPr>
          <w:rFonts w:hint="cs"/>
          <w:cs/>
          <w:lang w:bidi="bn-IN"/>
        </w:rPr>
        <w:t>উম্মাতে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শ্রেষ্ঠতম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t xml:space="preserve">,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কর্তৃত্বের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উপযুক্ততম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পাপমুক্ততা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গুণাবলী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পিতৃপুরুষদের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রক্তধারায়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কখনো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শিরক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সংমিশ্রণ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অতএব</w:t>
      </w:r>
      <w:r>
        <w:t xml:space="preserve">,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ত্বালিবের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মুশরিক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চরম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রাজনৈতিক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মিথ্যাচার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আবদুল্লাহ্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আবদুল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মুত্তালিবের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চাচা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ত্বালিব্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শিরক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তাওহীদবাদী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t xml:space="preserve">,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করীম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কর্তৃক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সূচনাতেই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করেছিলেন।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করীম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সর্বাত্মকভাবে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সাহায্য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করেছিলেন।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ত্বালিব্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কর্তৃক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করীম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আশ্রয়</w:t>
      </w:r>
      <w:r>
        <w:t xml:space="preserve">, </w:t>
      </w:r>
      <w:r>
        <w:rPr>
          <w:rFonts w:hint="cs"/>
          <w:cs/>
          <w:lang w:bidi="bn-IN"/>
        </w:rPr>
        <w:t>পৃষ্ঠপোষকতা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সর্বাত্মক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সাহায্য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সহযোগিতা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ইতিহাসের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বিতর্কাতীত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মাযহাব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ফিরক্বাহর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মতৈক্য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>,</w:t>
      </w:r>
      <w:r w:rsidRPr="00635115">
        <w:rPr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নবীকুলশিরোমণি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নবুওয়াতের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দায়িত্ব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পালনের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নির্দেশ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মুশরিকের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আশ্রয়ে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থাকবেন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সাহায্য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সহযোগিতা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পৃষ্ঠপোষকতা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করবেন</w:t>
      </w:r>
      <w:r>
        <w:t xml:space="preserve">? </w:t>
      </w:r>
      <w:r>
        <w:rPr>
          <w:rFonts w:hint="cs"/>
          <w:cs/>
          <w:lang w:bidi="bn-IN"/>
        </w:rPr>
        <w:t>এরূপ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লজ্জাজনক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অপমানজনক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?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স্বয়ং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শ্রেষ্ঠ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লজ্জাজনক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অপমানজনক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রেখে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t xml:space="preserve">? </w:t>
      </w:r>
      <w:r>
        <w:rPr>
          <w:rFonts w:hint="cs"/>
          <w:cs/>
          <w:lang w:bidi="bn-IN"/>
        </w:rPr>
        <w:t>অতএব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ত্বালিব্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মুশরিক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স্রেফ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রাজনৈতিক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মিথ্যাচার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</w:p>
    <w:p w:rsidR="00635115" w:rsidRDefault="00635115" w:rsidP="002D22A3">
      <w:pPr>
        <w:pStyle w:val="libLine"/>
      </w:pPr>
      <w:r>
        <w:lastRenderedPageBreak/>
        <w:t>[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রাজনৈতিক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মিথ্যাচারের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ইতিহাসে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ক্ষমতালোভী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হয়েছিলো।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মিথ্যা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করীম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উদ্দেশে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বলেন</w:t>
      </w:r>
      <w:r>
        <w:rPr>
          <w:cs/>
          <w:lang w:bidi="bn-IN"/>
        </w:rPr>
        <w:t xml:space="preserve"> :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এখন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জাহান্নামী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</w:t>
      </w:r>
      <w:r w:rsidRPr="002D22A3">
        <w:rPr>
          <w:rStyle w:val="libEnChar"/>
          <w:rFonts w:hint="eastAsia"/>
        </w:rPr>
        <w:t>’</w:t>
      </w:r>
      <w:r>
        <w:t xml:space="preserve">,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করলেন।</w:t>
      </w:r>
      <w:r>
        <w:rPr>
          <w:cs/>
          <w:lang w:bidi="bn-IN"/>
        </w:rPr>
        <w:t xml:space="preserve"> (!!!)]</w:t>
      </w:r>
    </w:p>
    <w:p w:rsidR="002D22A3" w:rsidRDefault="002D22A3" w:rsidP="00635115">
      <w:pPr>
        <w:pStyle w:val="libNormal"/>
        <w:rPr>
          <w:lang w:bidi="bn-IN"/>
        </w:rPr>
      </w:pPr>
    </w:p>
    <w:p w:rsidR="00635115" w:rsidRDefault="00635115" w:rsidP="00723C8F">
      <w:pPr>
        <w:pStyle w:val="Heading2"/>
      </w:pPr>
      <w:bookmarkStart w:id="54" w:name="_Toc528959855"/>
      <w:bookmarkStart w:id="55" w:name="_Toc529016153"/>
      <w:bookmarkStart w:id="56" w:name="_Toc529017471"/>
      <w:r>
        <w:rPr>
          <w:rFonts w:hint="cs"/>
          <w:cs/>
          <w:lang w:bidi="bn-IN"/>
        </w:rPr>
        <w:t>পাপমুক্ততা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এখ্তিয়ার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সমন্বয়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কীভাবে</w:t>
      </w:r>
      <w:bookmarkEnd w:id="54"/>
      <w:bookmarkEnd w:id="55"/>
      <w:bookmarkEnd w:id="56"/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অনেকের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অন্যান্য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বান্দাহর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পাপমুক্ততা</w:t>
      </w:r>
      <w:r>
        <w:rPr>
          <w:cs/>
          <w:lang w:bidi="bn-IN"/>
        </w:rPr>
        <w:t xml:space="preserve"> (</w:t>
      </w:r>
      <w:r w:rsidRPr="00635115">
        <w:rPr>
          <w:rStyle w:val="libArChar"/>
          <w:rFonts w:hint="eastAsia"/>
          <w:rtl/>
        </w:rPr>
        <w:t>عصمة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ফেরেশতার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অনুসরণীয়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আদর্শ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বিলুপ্ত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,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মূলতঃ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পাপমুক্ততা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উপরোক্ত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শিরোনামে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গ্রন্থকারের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পুস্তকের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সংক্ষেপে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আলোকপাত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হলো।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বস্তুতঃ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নিষ্পাপ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স্বেচ্ছায়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রক্তধারার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পবিত্রতা</w:t>
      </w:r>
      <w:r>
        <w:t xml:space="preserve">, </w:t>
      </w:r>
      <w:r>
        <w:rPr>
          <w:rFonts w:hint="cs"/>
          <w:cs/>
          <w:lang w:bidi="bn-IN"/>
        </w:rPr>
        <w:t>ঈমানের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গভীরতা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দৃঢ়তা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পূত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পবিত্র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যাপনে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অভ্যস্ততার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গোটা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উভয়ের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অবিচ্ছেদ্য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পরিণত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কিছুতেই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লিপ্ত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635115" w:rsidRDefault="00635115" w:rsidP="00D17C42">
      <w:pPr>
        <w:pStyle w:val="libLine"/>
      </w:pPr>
      <w:r>
        <w:lastRenderedPageBreak/>
        <w:t>[</w:t>
      </w:r>
      <w:r>
        <w:rPr>
          <w:rFonts w:hint="cs"/>
          <w:cs/>
          <w:lang w:bidi="bn-IN"/>
        </w:rPr>
        <w:t>গ্রন্থকারের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বাল্যকালে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শোনা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সহজতর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সংক্ষেপে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হলো</w:t>
      </w:r>
      <w:r>
        <w:rPr>
          <w:cs/>
          <w:lang w:bidi="bn-IN"/>
        </w:rPr>
        <w:t xml:space="preserve"> : </w:t>
      </w:r>
      <w:r w:rsidR="00184621">
        <w:rPr>
          <w:rFonts w:hint="cs"/>
          <w:cs/>
          <w:lang w:bidi="bn-IN"/>
        </w:rPr>
        <w:t>দু</w:t>
      </w:r>
      <w:r w:rsidR="00184621" w:rsidRPr="00184621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জন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তিনজন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মুসলমান</w:t>
      </w:r>
      <w:r>
        <w:rPr>
          <w:cs/>
          <w:lang w:bidi="bn-IN"/>
        </w:rPr>
        <w:t xml:space="preserve"> (!) </w:t>
      </w:r>
      <w:r>
        <w:rPr>
          <w:rFonts w:hint="cs"/>
          <w:cs/>
          <w:lang w:bidi="bn-IN"/>
        </w:rPr>
        <w:t>চোর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হিন্দুর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সিঁদেল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চুরি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মালামাল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হাঁড়িপাতিল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রান্নাঘরে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তৈরী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রুটি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পাতিলে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রান্না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মাংস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পাঠার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মাংস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রুটি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মাংস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শুরু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মাংসের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কাছিমের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আবিষ্কৃত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শুরু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পুরোপুরি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খালি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বমির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বন্ধ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নাড়িভুঁড়িও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উপক্রম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</w:p>
    <w:p w:rsidR="00635115" w:rsidRDefault="00635115" w:rsidP="00D17C42">
      <w:pPr>
        <w:pStyle w:val="libLine"/>
      </w:pPr>
      <w:r>
        <w:rPr>
          <w:rFonts w:hint="cs"/>
          <w:cs/>
          <w:lang w:bidi="bn-IN"/>
        </w:rPr>
        <w:t>এমনটা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হলো</w:t>
      </w:r>
      <w:r>
        <w:t>?</w:t>
      </w:r>
    </w:p>
    <w:p w:rsidR="00635115" w:rsidRDefault="00635115" w:rsidP="00D17C42">
      <w:pPr>
        <w:pStyle w:val="libLine"/>
      </w:pPr>
      <w:r>
        <w:rPr>
          <w:rFonts w:hint="cs"/>
          <w:cs/>
          <w:lang w:bidi="bn-IN"/>
        </w:rPr>
        <w:t>চুরি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চুরি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হারাম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চুরি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,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অগভীর।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কাছিম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হারাম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অবিচ্ছেদ্য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পরিণত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গিয়েছিলো।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পাকস্থলী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কাছিমকে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কাছিম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মাংসকে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রাযী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,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পাঠা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আপত্তি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অথচ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ইসলামী</w:t>
      </w:r>
      <w:r>
        <w:rPr>
          <w:cs/>
          <w:lang w:bidi="bn-IN"/>
        </w:rPr>
        <w:t xml:space="preserve"> </w:t>
      </w:r>
      <w:r w:rsidR="00D17C42">
        <w:rPr>
          <w:rFonts w:hint="cs"/>
          <w:cs/>
          <w:lang w:bidi="bn-IN"/>
        </w:rPr>
        <w:t>শারী</w:t>
      </w:r>
      <w:r w:rsidR="00D17C42" w:rsidRPr="00D17C42">
        <w:rPr>
          <w:rStyle w:val="libEnChar"/>
        </w:rPr>
        <w:t>’</w:t>
      </w:r>
      <w:r w:rsidR="00D17C42">
        <w:rPr>
          <w:rFonts w:hint="cs"/>
          <w:cs/>
          <w:lang w:bidi="bn-IN"/>
        </w:rPr>
        <w:t>আ</w:t>
      </w:r>
      <w:r>
        <w:rPr>
          <w:rFonts w:hint="cs"/>
          <w:cs/>
          <w:lang w:bidi="bn-IN"/>
        </w:rPr>
        <w:t>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হারাম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বাঁচানোর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ন্যূনতম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পরিমাণে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অনুমতি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;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বাঁচানোর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চুরি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গরুর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গোশত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ইঁদুর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বিড়ালের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মাংস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অপেক্ষাকৃত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উত্তম</w:t>
      </w:r>
      <w:r>
        <w:t xml:space="preserve">,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দ্বিতীয়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635115" w:rsidRDefault="00635115" w:rsidP="00D17C42">
      <w:pPr>
        <w:pStyle w:val="libLine"/>
      </w:pPr>
      <w:r>
        <w:rPr>
          <w:rFonts w:hint="cs"/>
          <w:cs/>
          <w:lang w:bidi="bn-IN"/>
        </w:rPr>
        <w:t>উপরোক্ত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কাছিম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হারাম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চোরদের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অবিচ্ছেদ্য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পরিণত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গিয়েছিলো</w:t>
      </w:r>
      <w:r>
        <w:t xml:space="preserve">, </w:t>
      </w:r>
      <w:r>
        <w:rPr>
          <w:rFonts w:hint="cs"/>
          <w:cs/>
          <w:lang w:bidi="bn-IN"/>
        </w:rPr>
        <w:t>একইভাবে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নাফরমানী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ছূম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পরিণত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  <w:r>
        <w:rPr>
          <w:cs/>
          <w:lang w:bidi="bn-IN"/>
        </w:rPr>
        <w:t>]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শূন্যের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কাছাকাছি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একেবারে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শূন্য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কঠিনভাবে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পাকড়াও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হাক্বক্বাহ্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৪৪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৪৬</w:t>
      </w:r>
      <w:r>
        <w:rPr>
          <w:cs/>
          <w:lang w:bidi="bn-IN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লিপ্ত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ছিনিয়ে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 w:rsidRPr="00D17C42">
        <w:rPr>
          <w:rStyle w:val="libLineChar"/>
          <w:rFonts w:eastAsia="Calibri"/>
          <w:rtl/>
          <w:cs/>
        </w:rPr>
        <w:t>[</w:t>
      </w:r>
      <w:r w:rsidRPr="00D17C42">
        <w:rPr>
          <w:rStyle w:val="libLineChar"/>
          <w:rFonts w:eastAsia="Calibri" w:hint="cs"/>
          <w:cs/>
          <w:lang w:bidi="bn-IN"/>
        </w:rPr>
        <w:t>অবশ্য</w:t>
      </w:r>
      <w:r w:rsidRPr="00D17C42">
        <w:rPr>
          <w:rStyle w:val="libLineChar"/>
          <w:rFonts w:eastAsia="Calibri"/>
          <w:rtl/>
          <w:cs/>
        </w:rPr>
        <w:t xml:space="preserve"> </w:t>
      </w:r>
      <w:r w:rsidRPr="00D17C42">
        <w:rPr>
          <w:rStyle w:val="libLineChar"/>
          <w:rFonts w:eastAsia="Calibri" w:hint="cs"/>
          <w:cs/>
          <w:lang w:bidi="bn-IN"/>
        </w:rPr>
        <w:t>ইন্তেকালের</w:t>
      </w:r>
      <w:r w:rsidRPr="00D17C42">
        <w:rPr>
          <w:rStyle w:val="libLineChar"/>
          <w:rFonts w:eastAsia="Calibri"/>
          <w:rtl/>
          <w:cs/>
        </w:rPr>
        <w:t xml:space="preserve"> </w:t>
      </w:r>
      <w:r w:rsidRPr="00D17C42">
        <w:rPr>
          <w:rStyle w:val="libLineChar"/>
          <w:rFonts w:eastAsia="Calibri" w:hint="cs"/>
          <w:cs/>
          <w:lang w:bidi="bn-IN"/>
        </w:rPr>
        <w:t>পরে</w:t>
      </w:r>
      <w:r w:rsidRPr="00D17C42">
        <w:rPr>
          <w:rStyle w:val="libLineChar"/>
          <w:rFonts w:eastAsia="Calibri"/>
          <w:rtl/>
          <w:cs/>
        </w:rPr>
        <w:t xml:space="preserve"> </w:t>
      </w:r>
      <w:r w:rsidRPr="00D17C42">
        <w:rPr>
          <w:rStyle w:val="libLineChar"/>
          <w:rFonts w:eastAsia="Calibri" w:hint="cs"/>
          <w:cs/>
          <w:lang w:bidi="bn-IN"/>
        </w:rPr>
        <w:t>রাসূলুল্লাহ্</w:t>
      </w:r>
      <w:r w:rsidRPr="00D17C42">
        <w:rPr>
          <w:rStyle w:val="libLineChar"/>
          <w:rFonts w:eastAsia="Calibri"/>
          <w:rtl/>
          <w:cs/>
        </w:rPr>
        <w:t xml:space="preserve"> (</w:t>
      </w:r>
      <w:r w:rsidRPr="00D17C42">
        <w:rPr>
          <w:rStyle w:val="libLineChar"/>
          <w:rFonts w:eastAsia="Calibri" w:hint="cs"/>
          <w:cs/>
          <w:lang w:bidi="bn-IN"/>
        </w:rPr>
        <w:t>ছ্বাঃ</w:t>
      </w:r>
      <w:r w:rsidRPr="00D17C42">
        <w:rPr>
          <w:rStyle w:val="libLineChar"/>
          <w:rFonts w:eastAsia="Calibri"/>
          <w:rtl/>
          <w:cs/>
        </w:rPr>
        <w:t xml:space="preserve">) </w:t>
      </w:r>
      <w:r w:rsidRPr="00D17C42">
        <w:rPr>
          <w:rStyle w:val="libLineChar"/>
          <w:rFonts w:eastAsia="Calibri" w:hint="cs"/>
          <w:cs/>
          <w:lang w:bidi="bn-IN"/>
        </w:rPr>
        <w:t>সহ</w:t>
      </w:r>
      <w:r w:rsidRPr="00D17C42">
        <w:rPr>
          <w:rStyle w:val="libLineChar"/>
          <w:rFonts w:eastAsia="Calibri"/>
          <w:rtl/>
          <w:cs/>
        </w:rPr>
        <w:t xml:space="preserve"> </w:t>
      </w:r>
      <w:r w:rsidRPr="00D17C42">
        <w:rPr>
          <w:rStyle w:val="libLineChar"/>
          <w:rFonts w:eastAsia="Calibri" w:hint="cs"/>
          <w:cs/>
          <w:lang w:bidi="bn-IN"/>
        </w:rPr>
        <w:t>যে</w:t>
      </w:r>
      <w:r w:rsidRPr="00D17C42">
        <w:rPr>
          <w:rStyle w:val="libLineChar"/>
          <w:rFonts w:eastAsia="Calibri"/>
          <w:rtl/>
          <w:cs/>
        </w:rPr>
        <w:t xml:space="preserve"> </w:t>
      </w:r>
      <w:r w:rsidRPr="00D17C42">
        <w:rPr>
          <w:rStyle w:val="libLineChar"/>
          <w:rFonts w:eastAsia="Calibri" w:hint="cs"/>
          <w:cs/>
          <w:lang w:bidi="bn-IN"/>
        </w:rPr>
        <w:t>কোনো</w:t>
      </w:r>
      <w:r w:rsidRPr="00D17C42">
        <w:rPr>
          <w:rStyle w:val="libLineChar"/>
          <w:rFonts w:eastAsia="Calibri"/>
          <w:rtl/>
          <w:cs/>
        </w:rPr>
        <w:t xml:space="preserve"> </w:t>
      </w:r>
      <w:r w:rsidR="002346D3" w:rsidRPr="00D17C42">
        <w:rPr>
          <w:rStyle w:val="libLineChar"/>
          <w:rFonts w:eastAsia="Calibri" w:hint="cs"/>
          <w:cs/>
          <w:lang w:bidi="bn-IN"/>
        </w:rPr>
        <w:t>মা</w:t>
      </w:r>
      <w:r w:rsidR="002346D3" w:rsidRPr="00D17C42">
        <w:rPr>
          <w:rStyle w:val="libEnChar"/>
          <w:rFonts w:hint="cs"/>
        </w:rPr>
        <w:t>’</w:t>
      </w:r>
      <w:r w:rsidR="00184621" w:rsidRPr="00D17C42">
        <w:rPr>
          <w:rStyle w:val="libLineChar"/>
          <w:rFonts w:eastAsia="Calibri" w:hint="cs"/>
          <w:cs/>
          <w:lang w:bidi="bn-IN"/>
        </w:rPr>
        <w:t>ছূম্</w:t>
      </w:r>
      <w:r w:rsidRPr="00D17C42">
        <w:rPr>
          <w:rStyle w:val="libLineChar"/>
          <w:rFonts w:eastAsia="Calibri"/>
          <w:rtl/>
          <w:cs/>
        </w:rPr>
        <w:t xml:space="preserve"> </w:t>
      </w:r>
      <w:r w:rsidRPr="00D17C42">
        <w:rPr>
          <w:rStyle w:val="libLineChar"/>
          <w:rFonts w:eastAsia="Calibri" w:hint="cs"/>
          <w:cs/>
          <w:lang w:bidi="bn-IN"/>
        </w:rPr>
        <w:t>ব্যক্তিরই</w:t>
      </w:r>
      <w:r w:rsidRPr="00D17C42">
        <w:rPr>
          <w:rStyle w:val="libLineChar"/>
          <w:rFonts w:eastAsia="Calibri"/>
          <w:rtl/>
          <w:cs/>
        </w:rPr>
        <w:t xml:space="preserve"> (</w:t>
      </w:r>
      <w:r w:rsidRPr="00D17C42">
        <w:rPr>
          <w:rStyle w:val="libEnChar"/>
        </w:rPr>
        <w:t>‘</w:t>
      </w:r>
      <w:r w:rsidRPr="00D17C42">
        <w:rPr>
          <w:rStyle w:val="libLineChar"/>
          <w:rFonts w:eastAsia="Calibri" w:hint="cs"/>
          <w:cs/>
          <w:lang w:bidi="bn-IN"/>
        </w:rPr>
        <w:t>আঃ</w:t>
      </w:r>
      <w:r w:rsidRPr="00D17C42">
        <w:rPr>
          <w:rStyle w:val="libLineChar"/>
          <w:rFonts w:eastAsia="Calibri"/>
          <w:rtl/>
          <w:cs/>
        </w:rPr>
        <w:t xml:space="preserve">) </w:t>
      </w:r>
      <w:r w:rsidR="002346D3" w:rsidRPr="00D17C42">
        <w:rPr>
          <w:rStyle w:val="libLineChar"/>
          <w:rFonts w:eastAsia="Calibri" w:hint="cs"/>
          <w:cs/>
          <w:lang w:bidi="bn-IN"/>
        </w:rPr>
        <w:t>মা</w:t>
      </w:r>
      <w:r w:rsidR="002346D3" w:rsidRPr="00D17C42">
        <w:rPr>
          <w:rStyle w:val="libEnChar"/>
          <w:rFonts w:hint="cs"/>
        </w:rPr>
        <w:t>’</w:t>
      </w:r>
      <w:r w:rsidR="00184621" w:rsidRPr="00D17C42">
        <w:rPr>
          <w:rStyle w:val="libLineChar"/>
          <w:rFonts w:eastAsia="Calibri" w:hint="cs"/>
          <w:cs/>
          <w:lang w:bidi="bn-IN"/>
        </w:rPr>
        <w:t>ছূম্</w:t>
      </w:r>
      <w:r w:rsidRPr="00D17C42">
        <w:rPr>
          <w:rStyle w:val="libLineChar"/>
          <w:rFonts w:eastAsia="Calibri"/>
          <w:rtl/>
          <w:cs/>
        </w:rPr>
        <w:t xml:space="preserve"> </w:t>
      </w:r>
      <w:r w:rsidRPr="00D17C42">
        <w:rPr>
          <w:rStyle w:val="libLineChar"/>
          <w:rFonts w:eastAsia="Calibri" w:hint="cs"/>
          <w:cs/>
          <w:lang w:bidi="bn-IN"/>
        </w:rPr>
        <w:t>থাকার</w:t>
      </w:r>
      <w:r w:rsidRPr="00D17C42">
        <w:rPr>
          <w:rStyle w:val="libLineChar"/>
          <w:rFonts w:eastAsia="Calibri"/>
          <w:rtl/>
          <w:cs/>
        </w:rPr>
        <w:t xml:space="preserve"> </w:t>
      </w:r>
      <w:r w:rsidRPr="00D17C42">
        <w:rPr>
          <w:rStyle w:val="libLineChar"/>
          <w:rFonts w:eastAsia="Calibri" w:hint="cs"/>
          <w:cs/>
          <w:lang w:bidi="bn-IN"/>
        </w:rPr>
        <w:t>বিষয়টি</w:t>
      </w:r>
      <w:r w:rsidRPr="00D17C42">
        <w:rPr>
          <w:rStyle w:val="libLineChar"/>
          <w:rFonts w:eastAsia="Calibri"/>
          <w:rtl/>
          <w:cs/>
        </w:rPr>
        <w:t xml:space="preserve"> </w:t>
      </w:r>
      <w:r w:rsidRPr="00D17C42">
        <w:rPr>
          <w:rStyle w:val="libLineChar"/>
          <w:rFonts w:eastAsia="Calibri" w:hint="cs"/>
          <w:cs/>
          <w:lang w:bidi="bn-IN"/>
        </w:rPr>
        <w:t>সম্পর্কে</w:t>
      </w:r>
      <w:r w:rsidRPr="00D17C42">
        <w:rPr>
          <w:rStyle w:val="libLineChar"/>
          <w:rFonts w:eastAsia="Calibri"/>
          <w:rtl/>
          <w:cs/>
        </w:rPr>
        <w:t xml:space="preserve"> </w:t>
      </w:r>
      <w:r w:rsidRPr="00D17C42">
        <w:rPr>
          <w:rStyle w:val="libLineChar"/>
          <w:rFonts w:eastAsia="Calibri" w:hint="cs"/>
          <w:cs/>
          <w:lang w:bidi="bn-IN"/>
        </w:rPr>
        <w:t>আর</w:t>
      </w:r>
      <w:r w:rsidRPr="00D17C42">
        <w:rPr>
          <w:rStyle w:val="libLineChar"/>
          <w:rFonts w:eastAsia="Calibri"/>
          <w:rtl/>
          <w:cs/>
        </w:rPr>
        <w:t xml:space="preserve"> </w:t>
      </w:r>
      <w:r w:rsidRPr="00D17C42">
        <w:rPr>
          <w:rStyle w:val="libLineChar"/>
          <w:rFonts w:eastAsia="Calibri" w:hint="cs"/>
          <w:cs/>
          <w:lang w:bidi="bn-IN"/>
        </w:rPr>
        <w:t>কোনোরূপ</w:t>
      </w:r>
      <w:r w:rsidRPr="00D17C42">
        <w:rPr>
          <w:rStyle w:val="libLineChar"/>
          <w:rFonts w:eastAsia="Calibri"/>
          <w:rtl/>
          <w:cs/>
        </w:rPr>
        <w:t xml:space="preserve"> </w:t>
      </w:r>
      <w:r w:rsidRPr="00D17C42">
        <w:rPr>
          <w:rStyle w:val="libLineChar"/>
          <w:rFonts w:eastAsia="Calibri" w:hint="cs"/>
          <w:cs/>
          <w:lang w:bidi="bn-IN"/>
        </w:rPr>
        <w:t>অনিশ্চয়তা</w:t>
      </w:r>
      <w:r w:rsidRPr="00D17C42">
        <w:rPr>
          <w:rStyle w:val="libLineChar"/>
          <w:rFonts w:eastAsia="Calibri"/>
          <w:rtl/>
          <w:cs/>
        </w:rPr>
        <w:t xml:space="preserve"> </w:t>
      </w:r>
      <w:r w:rsidRPr="00D17C42">
        <w:rPr>
          <w:rStyle w:val="libLineChar"/>
          <w:rFonts w:eastAsia="Calibri" w:hint="cs"/>
          <w:cs/>
          <w:lang w:bidi="bn-IN"/>
        </w:rPr>
        <w:t>থাকে</w:t>
      </w:r>
      <w:r w:rsidRPr="00D17C42">
        <w:rPr>
          <w:rStyle w:val="libLineChar"/>
          <w:rFonts w:eastAsia="Calibri"/>
          <w:rtl/>
          <w:cs/>
        </w:rPr>
        <w:t xml:space="preserve"> </w:t>
      </w:r>
      <w:r w:rsidRPr="00D17C42">
        <w:rPr>
          <w:rStyle w:val="libLineChar"/>
          <w:rFonts w:eastAsia="Calibri" w:hint="cs"/>
          <w:cs/>
          <w:lang w:bidi="bn-IN"/>
        </w:rPr>
        <w:t>নি।</w:t>
      </w:r>
      <w:r w:rsidRPr="00D17C42">
        <w:rPr>
          <w:rStyle w:val="libLineChar"/>
          <w:rFonts w:eastAsia="Calibri"/>
          <w:rtl/>
          <w:cs/>
        </w:rPr>
        <w:t>]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ছূমগণের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নিষ্পাপ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অনুকূলে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 w:rsidR="00184621">
        <w:rPr>
          <w:rFonts w:hint="cs"/>
          <w:cs/>
          <w:lang w:bidi="bn-IN"/>
        </w:rPr>
        <w:t>ছূম্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পাপমুক্ত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ছোট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খুবই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দুরূহ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প্রায়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অসম্ভব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পুরোপুরি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অসম্ভব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নয়।</w:t>
      </w:r>
    </w:p>
    <w:p w:rsidR="00D17C42" w:rsidRDefault="00D17C42" w:rsidP="00635115">
      <w:pPr>
        <w:pStyle w:val="libNormal"/>
        <w:rPr>
          <w:lang w:bidi="bn-IN"/>
        </w:rPr>
      </w:pPr>
    </w:p>
    <w:p w:rsidR="00635115" w:rsidRDefault="00635115" w:rsidP="00D17C42">
      <w:pPr>
        <w:pStyle w:val="libBold1"/>
      </w:pPr>
      <w:r>
        <w:rPr>
          <w:rFonts w:hint="cs"/>
          <w:cs/>
          <w:lang w:bidi="bn-IN"/>
        </w:rPr>
        <w:t>সতর্কতার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নীতি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অব্যবহিত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কর্তৃত্বের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অনুসারীদের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চেয়েও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রাখেন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আহযাব্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৬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সিদ্ধান্তের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আত্মসমর্পণ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ভাত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খাবেন</w:t>
      </w:r>
      <w:r>
        <w:t xml:space="preserve">, </w:t>
      </w:r>
      <w:r>
        <w:rPr>
          <w:rFonts w:hint="cs"/>
          <w:cs/>
          <w:lang w:bidi="bn-IN"/>
        </w:rPr>
        <w:t>নাকি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রুটি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খাবেন</w:t>
      </w:r>
      <w:r>
        <w:rPr>
          <w:rFonts w:hint="eastAsia"/>
        </w:rPr>
        <w:t>’</w:t>
      </w:r>
      <w:r>
        <w:t>-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জাতীয়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নেহায়েতই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মোবাহ্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বিষয়াদি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ব্যতীত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দায়িত্ব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পালনের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সম্পৃক্ত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ওয়াহী</w:t>
      </w:r>
      <w:r>
        <w:rPr>
          <w:cs/>
          <w:lang w:bidi="bn-IN"/>
        </w:rPr>
        <w:t xml:space="preserve"> (</w:t>
      </w:r>
      <w:r w:rsidRPr="00635115">
        <w:rPr>
          <w:rStyle w:val="libArChar"/>
          <w:rFonts w:hint="eastAsia"/>
          <w:rtl/>
        </w:rPr>
        <w:t>وح</w:t>
      </w:r>
      <w:r w:rsidRPr="00635115">
        <w:rPr>
          <w:rStyle w:val="libArChar"/>
          <w:rFonts w:hint="cs"/>
          <w:rtl/>
        </w:rPr>
        <w:t>ی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متلو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পরোক্ষ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ওয়াহী</w:t>
      </w:r>
      <w:r>
        <w:rPr>
          <w:cs/>
          <w:lang w:bidi="bn-IN"/>
        </w:rPr>
        <w:t xml:space="preserve"> (</w:t>
      </w:r>
      <w:r w:rsidRPr="00635115">
        <w:rPr>
          <w:rStyle w:val="libArChar"/>
          <w:rFonts w:hint="eastAsia"/>
          <w:rtl/>
        </w:rPr>
        <w:t>وح</w:t>
      </w:r>
      <w:r w:rsidRPr="00635115">
        <w:rPr>
          <w:rStyle w:val="libArChar"/>
          <w:rFonts w:hint="cs"/>
          <w:rtl/>
        </w:rPr>
        <w:t>ی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غير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متلو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কখনো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বাহুল্য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নেতা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উত্তরাধিকারী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মনোনয়ন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গুরুত্ববহ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দায়িত্বপূর্ণ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:</w:t>
      </w:r>
    </w:p>
    <w:p w:rsidR="00635115" w:rsidRPr="0010539B" w:rsidRDefault="0010539B" w:rsidP="0010539B">
      <w:pPr>
        <w:pStyle w:val="libAie"/>
      </w:pPr>
      <w:r w:rsidRPr="0010539B">
        <w:rPr>
          <w:rStyle w:val="libAlaemChar"/>
        </w:rPr>
        <w:t>)</w:t>
      </w:r>
      <w:r w:rsidR="00635115" w:rsidRPr="0010539B">
        <w:rPr>
          <w:rFonts w:hint="eastAsia"/>
          <w:rtl/>
        </w:rPr>
        <w:t>وَمَا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يَنْطِقُ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عَنِ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الْهَوَى</w:t>
      </w:r>
      <w:r w:rsidR="00635115" w:rsidRPr="0010539B">
        <w:rPr>
          <w:rtl/>
        </w:rPr>
        <w:t xml:space="preserve">. </w:t>
      </w:r>
      <w:r w:rsidR="00635115" w:rsidRPr="0010539B">
        <w:rPr>
          <w:rFonts w:hint="eastAsia"/>
          <w:rtl/>
        </w:rPr>
        <w:t>إِنْ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هُوَ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إِلا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وَحْيٌ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يُوحَى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عَلَّمَهُ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شَدِيدُ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الْقُوَى</w:t>
      </w:r>
      <w:r w:rsidRPr="0010539B">
        <w:rPr>
          <w:rStyle w:val="libAlaemChar"/>
        </w:rPr>
        <w:t>(</w:t>
      </w:r>
    </w:p>
    <w:p w:rsidR="00635115" w:rsidRDefault="00635115" w:rsidP="00635115">
      <w:pPr>
        <w:pStyle w:val="libNormal"/>
      </w:pPr>
      <w:r>
        <w:rPr>
          <w:rFonts w:hint="eastAsia"/>
        </w:rPr>
        <w:lastRenderedPageBreak/>
        <w:t>“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প্রবৃত্তি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;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বলেন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শক্তিধর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নাজম্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৩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৫</w:t>
      </w:r>
      <w:r>
        <w:rPr>
          <w:cs/>
          <w:lang w:bidi="bn-IN"/>
        </w:rPr>
        <w:t>)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 w:rsidR="00807656">
        <w:rPr>
          <w:rFonts w:hint="cs"/>
          <w:cs/>
          <w:lang w:bidi="bn-IN"/>
        </w:rPr>
        <w:t>মু</w:t>
      </w:r>
      <w:r w:rsidR="00807656" w:rsidRPr="00807656">
        <w:rPr>
          <w:rStyle w:val="libEnChar"/>
          <w:rFonts w:hint="cs"/>
        </w:rPr>
        <w:t>’</w:t>
      </w:r>
      <w:r w:rsidR="00807656">
        <w:rPr>
          <w:rFonts w:hint="cs"/>
          <w:cs/>
          <w:lang w:bidi="bn-IN"/>
        </w:rPr>
        <w:t>মিনা</w:t>
      </w:r>
      <w:r>
        <w:rPr>
          <w:rFonts w:hint="cs"/>
          <w:cs/>
          <w:lang w:bidi="bn-IN"/>
        </w:rPr>
        <w:t>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নির্দেশ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দিয়েছেন</w:t>
      </w:r>
      <w:r>
        <w:rPr>
          <w:cs/>
          <w:lang w:bidi="bn-IN"/>
        </w:rPr>
        <w:t xml:space="preserve"> :</w:t>
      </w:r>
    </w:p>
    <w:p w:rsidR="00635115" w:rsidRPr="0010539B" w:rsidRDefault="0010539B" w:rsidP="0010539B">
      <w:pPr>
        <w:pStyle w:val="libAie"/>
      </w:pPr>
      <w:r w:rsidRPr="0010539B">
        <w:rPr>
          <w:rStyle w:val="libAlaemChar"/>
        </w:rPr>
        <w:t>)</w:t>
      </w:r>
      <w:r w:rsidR="00635115" w:rsidRPr="0010539B">
        <w:rPr>
          <w:rFonts w:hint="eastAsia"/>
          <w:rtl/>
        </w:rPr>
        <w:t>وَمَا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آتَاكُمُ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الرَّسُولُ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فَخُذُوهُ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وَمَا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نَهَاكُمْ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عَنْهُ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فَانْتَهُوا</w:t>
      </w:r>
      <w:r w:rsidRPr="0010539B">
        <w:rPr>
          <w:rStyle w:val="libAlaemChar"/>
        </w:rPr>
        <w:t>(</w:t>
      </w:r>
    </w:p>
    <w:p w:rsidR="00635115" w:rsidRDefault="00635115" w:rsidP="00635115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নিষেধ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থাকো।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হাশর্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৭</w:t>
      </w:r>
      <w:r>
        <w:rPr>
          <w:cs/>
          <w:lang w:bidi="bn-IN"/>
        </w:rPr>
        <w:t>)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আর</w:t>
      </w:r>
      <w:r>
        <w:t xml:space="preserve">, </w:t>
      </w:r>
      <w:r>
        <w:rPr>
          <w:rFonts w:hint="cs"/>
          <w:cs/>
          <w:lang w:bidi="bn-IN"/>
        </w:rPr>
        <w:t>খোদা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করুন</w:t>
      </w:r>
      <w:r>
        <w:t xml:space="preserve">,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ছাড়াই</w:t>
      </w:r>
      <w:r>
        <w:t xml:space="preserve">,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এরূপ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সর্বোচ্চ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যোগ্যতা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t xml:space="preserve">,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জামাতা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রিসালাত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ভ্রান্ত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আক্বীদাহ্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পোষণের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বিনষ্ট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বাধ্য।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পক্ষপাতিত্ব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খারাপ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বৈশিষ্ট্য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পুরোপুরি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ইখ্লাছ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গাদীরে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ভাষণে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 w:rsidRPr="00635115">
        <w:rPr>
          <w:rStyle w:val="libArChar"/>
          <w:rFonts w:hint="eastAsia"/>
          <w:rtl/>
        </w:rPr>
        <w:t>مول</w:t>
      </w:r>
      <w:r w:rsidRPr="00635115">
        <w:rPr>
          <w:rStyle w:val="libArChar"/>
          <w:rFonts w:hint="cs"/>
          <w:rtl/>
        </w:rPr>
        <w:t>ی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ঘোষণা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শব্দ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বন্ধু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বুঝাতে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চেয়েছেন</w:t>
      </w:r>
      <w:r>
        <w:t xml:space="preserve">,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শব্দের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</w:t>
      </w:r>
      <w:r>
        <w:rPr>
          <w:cs/>
          <w:lang w:bidi="bn-IN"/>
        </w:rPr>
        <w:t xml:space="preserve"> </w:t>
      </w:r>
      <w:r w:rsidR="00DC1531">
        <w:rPr>
          <w:rStyle w:val="libEnChar"/>
        </w:rPr>
        <w:t>‘</w:t>
      </w:r>
      <w:r w:rsidR="00DC1531">
        <w:rPr>
          <w:rStyle w:val="libEnChar"/>
          <w:cs/>
          <w:lang w:bidi="bn-IN"/>
        </w:rPr>
        <w:t>শাসক</w:t>
      </w:r>
      <w:r w:rsidR="00DC1531">
        <w:rPr>
          <w:rStyle w:val="libEnChar"/>
        </w:rPr>
        <w:t>’</w:t>
      </w:r>
      <w: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স্বয়ং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শেষোক্ত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খেলাফতকে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হক্ব্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মাযহাব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ফিরক্বাহর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গৃহীত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সতর্কতার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নীতি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খেলাফত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কর্তব্য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যেহেতু</w:t>
      </w:r>
      <w:r>
        <w:t xml:space="preserve">,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বন্ধু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বুঝিয়েছেন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বন্ধু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বুঝানো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খলীফাহ্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 w:rsidR="00DC1531">
        <w:rPr>
          <w:rStyle w:val="libEnChar"/>
        </w:rPr>
        <w:t>‘</w:t>
      </w:r>
      <w:r w:rsidR="00DC1531">
        <w:rPr>
          <w:rStyle w:val="libEnChar"/>
          <w:cs/>
          <w:lang w:bidi="bn-IN"/>
        </w:rPr>
        <w:t>শাসক</w:t>
      </w:r>
      <w:r w:rsidR="00DC1531">
        <w:rPr>
          <w:rStyle w:val="libEnChar"/>
        </w:rPr>
        <w:t>’</w:t>
      </w:r>
      <w:r>
        <w:t xml:space="preserve"> </w:t>
      </w:r>
      <w:r>
        <w:rPr>
          <w:rFonts w:hint="cs"/>
          <w:cs/>
          <w:lang w:bidi="bn-IN"/>
        </w:rPr>
        <w:t>বুঝিয়ে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দায়িত্ব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সিদ্ধান্ত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কার্যকর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মাধ্যমে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নির্দেশ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অমান্য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পাপমুক্ততার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কর্তৃত্বও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ধারাবাহিকতায়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কর্তৃত্ব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অর্পণের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ফরয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পরিগণিত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সতর্কতার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নীতির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অর্পণের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অগ্রাধিকার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যরূরী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ইতিপূর্বে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জ্ঞানসূত্রের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খবরে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ওয়াহেদ্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জ্ঞানসূত্রের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সাংঘর্ষিক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শর্তসাপেক্ষ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খবরে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ওয়াহেদ্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চোখ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বুঁজে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চোখ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বুঁজে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;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সাংঘর্ষিক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দেখেছি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ব্যক্তিত্বের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পবিত্রতা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পাপমুক্ততা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কর্তৃত্বের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অন্ততঃ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অগ্রাধিকার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t xml:space="preserve">, </w:t>
      </w:r>
      <w:r>
        <w:rPr>
          <w:rFonts w:hint="cs"/>
          <w:cs/>
          <w:lang w:bidi="bn-IN"/>
        </w:rPr>
        <w:t>মুতাওয়াতির্‌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সতর্কতার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নীতি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)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অনুরূপভাবে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মাওলা</w:t>
      </w:r>
      <w:r>
        <w:rPr>
          <w:rFonts w:hint="eastAsia"/>
        </w:rPr>
        <w:t>’</w:t>
      </w:r>
      <w:r w:rsidRPr="00635115">
        <w:rPr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মুতাওয়াতির্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প্রাপ্ত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আক্ব্লী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বিচারবুদ্ধিজাত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নাক্ব্লী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বর্ণিত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নিদর্শন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পরিভাষাটির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নেতৃত্ব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শাসনকর্তৃত্ব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তাৎপর্য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t xml:space="preserve">,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সতর্কতার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নীতির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তাৎপর্যের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হাদীছে</w:t>
      </w:r>
      <w:r>
        <w:t xml:space="preserve">,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সুন্নাতের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ধারাবাহিকতার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ওফাতের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হাসান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</w:t>
      </w:r>
      <w:r>
        <w:rPr>
          <w:cs/>
          <w:lang w:bidi="bn-IN"/>
        </w:rPr>
        <w:lastRenderedPageBreak/>
        <w:t>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অধস্তন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নামোল্লেখ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পর্যায়ক্রমিক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বিশেষজ্ঞের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বক্তব্য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মুতাওয়াতির্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পর্যায়ের।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তাওয়াতুরের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গাদীরে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কর্তৃক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মাওলা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ঘোষণার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তাওয়াতুরের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সর্বোচ্চ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এগারো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মুতাওয়াতির্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অবকাশের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রেখে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খাতিরে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খবরে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ওয়াহেদ্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বিষয়বস্তুতে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সাংঘর্ষিক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পর্যায়ক্রমিক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সতর্কতার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নীতি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সুন্নাতের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ধারাবাহিকতার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শীর্ষস্থানীয়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ব্যক্তিত্বই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ধারাবাহিকতার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ইমামতকে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আনুষ্ঠানিকভাবে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আচরণে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ব্যক্তিত্ববর্গকে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কখনোই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নিষ্পাপত্ব</w:t>
      </w:r>
      <w:r>
        <w:rPr>
          <w:cs/>
          <w:lang w:bidi="bn-IN"/>
        </w:rPr>
        <w:t xml:space="preserve"> (</w:t>
      </w:r>
      <w:r w:rsidRPr="00635115">
        <w:rPr>
          <w:rStyle w:val="libArChar"/>
          <w:rFonts w:hint="eastAsia"/>
          <w:rtl/>
        </w:rPr>
        <w:t>عصمة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আনুষ্ঠানিকভাবে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কখনোই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 w:rsidR="00184621">
        <w:rPr>
          <w:rFonts w:hint="cs"/>
          <w:cs/>
          <w:lang w:bidi="bn-IN"/>
        </w:rPr>
        <w:t>ছূম্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দশজন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বুযুর্গ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সামগ্রিকভাবে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সুন্নাতের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অনুসারীদের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হানীফাহ্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রাহ্ঃ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হানাফী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মাযহাব্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তৈরী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প্রবর্তন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ধারাবাহিকতার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ষষ্ঠ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জাফার্‌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ছাদেক্ব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নিকট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ভূয়সী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প্রশংসা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 w:rsidR="002D22A3">
        <w:rPr>
          <w:rFonts w:hint="cs"/>
          <w:cs/>
          <w:lang w:bidi="bn-IN"/>
        </w:rPr>
        <w:t>জা</w:t>
      </w:r>
      <w:r w:rsidR="002D22A3" w:rsidRPr="002D22A3">
        <w:rPr>
          <w:rStyle w:val="libEnChar"/>
          <w:rFonts w:hint="cs"/>
        </w:rPr>
        <w:t>’</w:t>
      </w:r>
      <w:r w:rsidR="002D22A3">
        <w:rPr>
          <w:rFonts w:hint="cs"/>
          <w:cs/>
          <w:lang w:bidi="bn-IN"/>
        </w:rPr>
        <w:t>ফার্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ছাদেক্ব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হানীফাহর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খুবই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বিখ্যাত</w:t>
      </w:r>
      <w:r>
        <w:t xml:space="preserve">,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বলেন</w:t>
      </w:r>
      <w:r>
        <w:rPr>
          <w:cs/>
          <w:lang w:bidi="bn-IN"/>
        </w:rPr>
        <w:t xml:space="preserve"> :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 w:rsidR="002D22A3">
        <w:rPr>
          <w:rFonts w:hint="cs"/>
          <w:cs/>
          <w:lang w:bidi="bn-IN"/>
        </w:rPr>
        <w:t>জা</w:t>
      </w:r>
      <w:r w:rsidR="002D22A3" w:rsidRPr="002D22A3">
        <w:rPr>
          <w:rStyle w:val="libEnChar"/>
          <w:rFonts w:hint="cs"/>
        </w:rPr>
        <w:t>’</w:t>
      </w:r>
      <w:r w:rsidR="002D22A3">
        <w:rPr>
          <w:rFonts w:hint="cs"/>
          <w:cs/>
          <w:lang w:bidi="bn-IN"/>
        </w:rPr>
        <w:t>ফার্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সাক্ষাৎ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এছাড়াও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ছাদেক্ব্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ইলম্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বলেন</w:t>
      </w:r>
      <w:r>
        <w:rPr>
          <w:cs/>
          <w:lang w:bidi="bn-IN"/>
        </w:rPr>
        <w:t xml:space="preserve"> :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নুমান্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যেতো।</w:t>
      </w:r>
      <w:r>
        <w:rPr>
          <w:rFonts w:hint="eastAsia"/>
        </w:rPr>
        <w:t>”</w:t>
      </w:r>
      <w:r w:rsidR="0010539B">
        <w:t xml:space="preserve"> </w:t>
      </w:r>
      <w:r>
        <w:rPr>
          <w:rFonts w:hint="cs"/>
          <w:cs/>
          <w:lang w:bidi="bn-IN"/>
        </w:rPr>
        <w:t>উল্লেখ্য</w:t>
      </w:r>
      <w:r>
        <w:t xml:space="preserve">,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হানীফাহর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নুমান্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বিন্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ছাবেত্।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মালেক্ও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 w:rsidR="002D22A3">
        <w:rPr>
          <w:rFonts w:hint="cs"/>
          <w:cs/>
          <w:lang w:bidi="bn-IN"/>
        </w:rPr>
        <w:t>জা</w:t>
      </w:r>
      <w:r w:rsidR="002D22A3" w:rsidRPr="002D22A3">
        <w:rPr>
          <w:rStyle w:val="libEnChar"/>
          <w:rFonts w:hint="cs"/>
        </w:rPr>
        <w:t>’</w:t>
      </w:r>
      <w:r w:rsidR="002D22A3">
        <w:rPr>
          <w:rFonts w:hint="cs"/>
          <w:cs/>
          <w:lang w:bidi="bn-IN"/>
        </w:rPr>
        <w:t>ফার্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ছাদেক্ব্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ইলম্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ভূয়সী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প্রশংসা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হানীফাহ্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মালেক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আচরণ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ধারাবাহিকতার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বুযুর্গ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বিদ্যমান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ধারাবাহিকতার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 w:rsidR="00184621">
        <w:rPr>
          <w:rFonts w:hint="cs"/>
          <w:cs/>
          <w:lang w:bidi="bn-IN"/>
        </w:rPr>
        <w:t>দু</w:t>
      </w:r>
      <w:r w:rsidR="00184621" w:rsidRPr="00184621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উদাহরণস্বরূপ</w:t>
      </w:r>
      <w:r>
        <w:t xml:space="preserve">, </w:t>
      </w:r>
      <w:r>
        <w:rPr>
          <w:rFonts w:hint="cs"/>
          <w:cs/>
          <w:lang w:bidi="bn-IN"/>
        </w:rPr>
        <w:t>উমাইয়াহ্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শাসনামলের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যায়নুল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আবেদীন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বাক্বের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ভ্রাতা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যায়দ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রাহ্ঃ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স্বৈরাচারী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সরকারের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বিরুদ্ধে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জিহাদ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ঘোষণা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হানীফাহ্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সত্যিকারের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rFonts w:hint="eastAsia"/>
        </w:rPr>
        <w:t>’</w:t>
      </w:r>
      <w:r>
        <w:t xml:space="preserve"> (</w:t>
      </w:r>
      <w:r>
        <w:rPr>
          <w:rFonts w:hint="cs"/>
          <w:cs/>
          <w:lang w:bidi="bn-IN"/>
        </w:rPr>
        <w:t>ইমামে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হাক্ব্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ঘোষণা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জিহাদে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অংশগ্রহণের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উৎসাহিত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জিহাদে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যায়দকে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হাজার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দেরহাম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আর্থিক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সাহায্য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নিকট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আমানত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জিহাদে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সশরীরে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হাসান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বংশধর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যাকীয়্যাহ্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রাহ্ঃ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রাহ্ঃ</w:t>
      </w:r>
      <w:r>
        <w:rPr>
          <w:cs/>
          <w:lang w:bidi="bn-IN"/>
        </w:rPr>
        <w:t>)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দুই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ভাই</w:t>
      </w:r>
      <w:r w:rsidR="007B3B0F">
        <w:rPr>
          <w:cs/>
          <w:lang w:bidi="bn-IN"/>
        </w:rPr>
        <w:t>-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আব্বাসী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স্বৈরশাসক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মানছূরের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বিরুদ্ধে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জিহাদ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ঘোষণা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হানীফাহ্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জিহাদের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ফত্ওয়া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অংশগ্রহণের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উৎসাহিত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মানছূরের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সেনাপতি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হানীফাহর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নির্দেশে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ভ্রাতৃদ্বয়ের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বিরুদ্ধে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অস্বীকৃতি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জানান।</w:t>
      </w:r>
      <w:r>
        <w:rPr>
          <w:cs/>
          <w:lang w:bidi="bn-IN"/>
        </w:rPr>
        <w:t xml:space="preserve"> 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অনুরূপভাবে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মালেকও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আব্বাসী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স্বৈরশাসক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মানছূরের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বিরুদ্ধে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যাকীয়্যাহ্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রাহ্ঃ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ঘোষিত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জিহাদকে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সমর্থন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ফত্ওয়া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স্বৈরাচারের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বিরুদ্ধে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জিহাদের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যথার্থতা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মানছূরের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অনুকূলে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ইতিপূর্বে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বাইআত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ভঙ্গ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জায়েয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মালেকের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গুরুত্বপূর্ণ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নীতিগত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ফয়ছালাহর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আকর্ষণ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বলেন</w:t>
      </w:r>
      <w:r>
        <w:rPr>
          <w:cs/>
          <w:lang w:bidi="bn-IN"/>
        </w:rPr>
        <w:t xml:space="preserve"> :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যাকে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অনিচ্ছা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অঙ্গীকার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বলপ্রয়োগ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মাধ্যমে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বাইআত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অথবা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লোকেরা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বাইআত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আদৌ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বাইআত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অতএব</w:t>
      </w:r>
      <w:r>
        <w:t xml:space="preserve">,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ভঙ্গ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ফত্ওয়ার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মানছূরের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বিরুদ্ধে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বিদ্রোহ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যাকীয়্যাহ্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রাহ্ঃ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জিহাদে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যোগদান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ফত্ওয়া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মালেককে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গ্রেফতার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পোশাক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চাবূক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কাঁধ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বিচ্ছিন্ন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  <w:r>
        <w:rPr>
          <w:cs/>
          <w:lang w:bidi="bn-IN"/>
        </w:rPr>
        <w:t xml:space="preserve"> </w:t>
      </w:r>
      <w:r w:rsidRPr="0010539B">
        <w:rPr>
          <w:rStyle w:val="libLineChar"/>
          <w:rFonts w:eastAsia="Calibri"/>
          <w:rtl/>
          <w:cs/>
        </w:rPr>
        <w:t>[</w:t>
      </w:r>
      <w:r w:rsidRPr="0010539B">
        <w:rPr>
          <w:rStyle w:val="libLineChar"/>
          <w:rFonts w:eastAsia="Calibri" w:hint="cs"/>
          <w:cs/>
          <w:lang w:bidi="bn-IN"/>
        </w:rPr>
        <w:t>অবশ্য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পরে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তিনি</w:t>
      </w:r>
      <w:r w:rsidRPr="0010539B">
        <w:rPr>
          <w:rStyle w:val="libLineChar"/>
          <w:rFonts w:eastAsia="Calibri"/>
          <w:rtl/>
          <w:cs/>
        </w:rPr>
        <w:t xml:space="preserve"> (</w:t>
      </w:r>
      <w:r w:rsidRPr="0010539B">
        <w:rPr>
          <w:rStyle w:val="libLineChar"/>
          <w:rFonts w:eastAsia="Calibri" w:hint="cs"/>
          <w:cs/>
          <w:lang w:bidi="bn-IN"/>
        </w:rPr>
        <w:t>হয়তোবা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জীবন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বাঁচানোর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লক্ষ্যে</w:t>
      </w:r>
      <w:r w:rsidRPr="0010539B">
        <w:rPr>
          <w:rStyle w:val="libLineChar"/>
          <w:rFonts w:eastAsia="Calibri"/>
          <w:rtl/>
          <w:cs/>
        </w:rPr>
        <w:t xml:space="preserve">) </w:t>
      </w:r>
      <w:r w:rsidRPr="0010539B">
        <w:rPr>
          <w:rStyle w:val="libLineChar"/>
          <w:rFonts w:eastAsia="Calibri" w:hint="cs"/>
          <w:cs/>
          <w:lang w:bidi="bn-IN"/>
        </w:rPr>
        <w:t>মানছূরের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সাথে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আপোস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করেন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ও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তার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সাথে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সহযোগিতা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করেন।</w:t>
      </w:r>
      <w:r w:rsidRPr="0010539B">
        <w:rPr>
          <w:rStyle w:val="libLineChar"/>
          <w:rFonts w:eastAsia="Calibri"/>
          <w:rtl/>
          <w:cs/>
        </w:rPr>
        <w:t>]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 w:rsidR="002D22A3">
        <w:rPr>
          <w:rFonts w:hint="cs"/>
          <w:cs/>
          <w:lang w:bidi="bn-IN"/>
        </w:rPr>
        <w:t>জা</w:t>
      </w:r>
      <w:r w:rsidR="002D22A3" w:rsidRPr="002D22A3">
        <w:rPr>
          <w:rStyle w:val="libEnChar"/>
          <w:rFonts w:hint="cs"/>
        </w:rPr>
        <w:t>’</w:t>
      </w:r>
      <w:r w:rsidR="002D22A3">
        <w:rPr>
          <w:rFonts w:hint="cs"/>
          <w:cs/>
          <w:lang w:bidi="bn-IN"/>
        </w:rPr>
        <w:t>ফার্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ছাদেক্ব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ক্ষমতাসীন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স্বৈরশাসকের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বিরুদ্ধে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জিহাদের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ঘোষণা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হুকুমতের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উপস্থাপন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হানীফাহ্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মালেক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সমর্থন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করতেন</w:t>
      </w:r>
      <w:r>
        <w:t xml:space="preserve">,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ইমামগণ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হুকুমতের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প্রবক্তা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বাছীরাত্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সমকালীন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পরিস্থিতিকে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বিপ্লবের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পতাকা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উত্তোলনের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উপযোগী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সশস্ত্র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যুদ্ধকে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পরিবেশে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স্বার্থের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সহায়ক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জিহাদ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ঘোষণা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lastRenderedPageBreak/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শাফেঈ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আহমাদ্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হাম্বালও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ভালোবাসতেন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যোগাযোগ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সুসম্পর্ক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রাখতেন।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উভয়কেই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শত্রুতা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বিদ্বেষ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পোষণকারীদের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সম্মুখীন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ভালোবাসা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পোষণের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শাফেঈকে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রাফেযী</w:t>
      </w:r>
      <w:r>
        <w:rPr>
          <w:rFonts w:hint="eastAsia"/>
        </w:rPr>
        <w:t>”</w:t>
      </w:r>
      <w: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শিয়া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বুঝাতে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গালি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আহমাদ্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হাম্বালের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গৃহে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তল্লাশী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চালানো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হানীফাহ্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সুন্নাতের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শীর্ষস্থানীয়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মনীষীগণের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সম্পর্কে</w:t>
      </w:r>
      <w:r>
        <w:t xml:space="preserve">,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ইমামগণ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সম্মান</w:t>
      </w:r>
      <w:r>
        <w:t xml:space="preserve">, </w:t>
      </w:r>
      <w:r>
        <w:rPr>
          <w:rFonts w:hint="cs"/>
          <w:cs/>
          <w:lang w:bidi="bn-IN"/>
        </w:rPr>
        <w:t>সম্ভ্রম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শ্রদ্ধার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t xml:space="preserve">?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হাদীছগুলোর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ইমামগণের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ইলম্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পরিপ্রেক্ষিতে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করতেন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সমকালীন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পরিস্থিতির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প্রেক্ষাপটে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আনুষ্ঠানিকভাবে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ঘোষণা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কল্যাণকর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বিবেচনা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করেছিলেন</w:t>
      </w:r>
      <w:r>
        <w:t xml:space="preserve">? </w:t>
      </w:r>
      <w:r>
        <w:rPr>
          <w:rFonts w:hint="cs"/>
          <w:cs/>
          <w:lang w:bidi="bn-IN"/>
        </w:rPr>
        <w:t>নাকি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আক্বীদায়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সম্ভাবনায়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সতর্কতার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নীতি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সম্মান</w:t>
      </w:r>
      <w:r>
        <w:t xml:space="preserve">, </w:t>
      </w:r>
      <w:r>
        <w:rPr>
          <w:rFonts w:hint="cs"/>
          <w:cs/>
          <w:lang w:bidi="bn-IN"/>
        </w:rPr>
        <w:t>সম্ভ্রম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শ্রদ্ধার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দিয়েছিলেন</w:t>
      </w:r>
      <w:r>
        <w:t>?</w:t>
      </w:r>
    </w:p>
    <w:p w:rsidR="00635115" w:rsidRDefault="00635115" w:rsidP="0010539B">
      <w:pPr>
        <w:pStyle w:val="libBold1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কয়েকটি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প্রথমতঃ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হানীফাহ্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রাহ্ঃ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সুন্নাতের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ফিক্ব্হী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বিষয়াদিতে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মতামত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বর্তমানে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মাযহাব্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মাযহাবের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প্রচলন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মাযহাবের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প্রচলন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দ্বিতীয়তঃ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সুন্নাতের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সমসাময়িক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রাজতান্ত্রিক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স্বৈরাচারী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সরকারগুলোর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বিরোধী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সহযোগিতা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অস্বীকৃতি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জানানোর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হত্যা</w:t>
      </w:r>
      <w:r>
        <w:t xml:space="preserve">, </w:t>
      </w:r>
      <w:r>
        <w:rPr>
          <w:rFonts w:hint="cs"/>
          <w:cs/>
          <w:lang w:bidi="bn-IN"/>
        </w:rPr>
        <w:t>নির্যাতন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হয়রানির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 w:rsidRPr="0010539B">
        <w:rPr>
          <w:rStyle w:val="libLineChar"/>
          <w:rFonts w:eastAsia="Calibri"/>
          <w:rtl/>
          <w:cs/>
        </w:rPr>
        <w:t>[</w:t>
      </w:r>
      <w:r w:rsidRPr="0010539B">
        <w:rPr>
          <w:rStyle w:val="libLineChar"/>
          <w:rFonts w:eastAsia="Calibri" w:hint="cs"/>
          <w:cs/>
          <w:lang w:bidi="bn-IN"/>
        </w:rPr>
        <w:t>বিশেষ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করে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lastRenderedPageBreak/>
        <w:t>হযরত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ইমাম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আবূ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হানীফাহ্কে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কারাগারে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নিক্ষেপ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করে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বিষ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প্রয়োগে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হত্যা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করা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হয়।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অন্যদিকে</w:t>
      </w:r>
      <w:r w:rsidRPr="0010539B">
        <w:rPr>
          <w:rStyle w:val="libLineChar"/>
          <w:rFonts w:eastAsia="Calibri"/>
        </w:rPr>
        <w:t xml:space="preserve">, </w:t>
      </w:r>
      <w:r w:rsidRPr="0010539B">
        <w:rPr>
          <w:rStyle w:val="libLineChar"/>
          <w:rFonts w:eastAsia="Calibri" w:hint="cs"/>
          <w:cs/>
          <w:lang w:bidi="bn-IN"/>
        </w:rPr>
        <w:t>ইতিপূর্বে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যেমন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উল্লেখ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করা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হয়েছে</w:t>
      </w:r>
      <w:r w:rsidRPr="0010539B">
        <w:rPr>
          <w:rStyle w:val="libLineChar"/>
          <w:rFonts w:eastAsia="Calibri"/>
        </w:rPr>
        <w:t xml:space="preserve">, </w:t>
      </w:r>
      <w:r w:rsidRPr="0010539B">
        <w:rPr>
          <w:rStyle w:val="libLineChar"/>
          <w:rFonts w:eastAsia="Calibri" w:hint="cs"/>
          <w:cs/>
          <w:lang w:bidi="bn-IN"/>
        </w:rPr>
        <w:t>হযরত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ইমাম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মালেককে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শারীরিকভাবে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নির্যাতন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করা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হয়।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এছাড়া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ইমাম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শাফেঈ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ও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ইমাম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আহমাদ্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ইবনে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হাম্বাল্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হয়রানির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শিকার</w:t>
      </w:r>
      <w:r w:rsidRPr="0010539B">
        <w:rPr>
          <w:rStyle w:val="libLineChar"/>
          <w:rFonts w:eastAsia="Calibri"/>
          <w:rtl/>
          <w:cs/>
        </w:rPr>
        <w:t xml:space="preserve"> </w:t>
      </w:r>
      <w:r w:rsidRPr="0010539B">
        <w:rPr>
          <w:rStyle w:val="libLineChar"/>
          <w:rFonts w:eastAsia="Calibri" w:hint="cs"/>
          <w:cs/>
          <w:lang w:bidi="bn-IN"/>
        </w:rPr>
        <w:t>হন।</w:t>
      </w:r>
      <w:r w:rsidRPr="0010539B">
        <w:rPr>
          <w:rStyle w:val="libLineChar"/>
          <w:rFonts w:eastAsia="Calibri"/>
          <w:rtl/>
          <w:cs/>
        </w:rPr>
        <w:t>]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t xml:space="preserve">,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বিবেচনায়</w:t>
      </w:r>
      <w:r>
        <w:t xml:space="preserve">,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বৃহত্তর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স্বার্থে</w:t>
      </w:r>
      <w:r>
        <w:t xml:space="preserve">, </w:t>
      </w:r>
      <w:r>
        <w:rPr>
          <w:rFonts w:hint="cs"/>
          <w:cs/>
          <w:lang w:bidi="bn-IN"/>
        </w:rPr>
        <w:t>সরকারের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বাহ্যতঃ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সমঝোতার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নীতি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শিষ্য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শাগরিদগণ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মাযহাবের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প্রচলন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স্বৈরাচারী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সরকারগুলোর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সার্বিক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সহযোগিতার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নীতি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t xml:space="preserve">,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ইমামগণের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ক্ষমতাসীনদের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দুশমনীর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প্রেক্ষাপটে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শিয়া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সুন্নী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পার্থক্য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ক্রমেই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বৃদ্ধি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তৃতীয়তঃ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সুন্নী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মায্হাব্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প্রবর্তিত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ইন্তেকালের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বহুলাংশে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তৎকালীন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সরকারগুলোর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মায্হাবের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শীর্ষস্থানীয়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আলেমগণের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সর্বাত্মক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সহযোগিতার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প্রভাবেই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ফিক্ব্হী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মায্হাবের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পার্থক্য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ব্যাপকতর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ওঠে।</w:t>
      </w:r>
    </w:p>
    <w:p w:rsidR="00635115" w:rsidRDefault="00635115" w:rsidP="0010539B">
      <w:pPr>
        <w:pStyle w:val="libLine"/>
      </w:pPr>
      <w:r>
        <w:t>[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পার্থক্যের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বৈঠকে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প্রদত্ত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তালাক্বকে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চূড়ান্ত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তালাক্ব্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গণ্যকরণ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অন্যতম</w:t>
      </w:r>
      <w:r>
        <w:t xml:space="preserve">, </w:t>
      </w:r>
      <w:r>
        <w:rPr>
          <w:rFonts w:hint="cs"/>
          <w:cs/>
          <w:lang w:bidi="bn-IN"/>
        </w:rPr>
        <w:t>অথচ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মশহূর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হানীফাহ্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রাহ্ঃ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তালাক্ব্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স্মর্তব্য</w:t>
      </w:r>
      <w:r>
        <w:t xml:space="preserve">,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হানীফাহর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হানাফী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মায্হাব্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প্রবর্তন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মায্হাবের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নায়ক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ক্বাযী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ইউসুফ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বিন্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হাসান্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শায়বানী।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স্বয়ং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হানীফাহর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ফিক্বাহ্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নির্ভরযোগ্য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t xml:space="preserve">, </w:t>
      </w:r>
      <w:r>
        <w:rPr>
          <w:rFonts w:hint="cs"/>
          <w:cs/>
          <w:lang w:bidi="bn-IN"/>
        </w:rPr>
        <w:t>ক্বাযীর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চাকরি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 w:rsidR="002D22A3">
        <w:rPr>
          <w:rFonts w:hint="cs"/>
          <w:cs/>
          <w:lang w:bidi="bn-IN"/>
        </w:rPr>
        <w:t>জা</w:t>
      </w:r>
      <w:r w:rsidR="002D22A3" w:rsidRPr="002D22A3">
        <w:rPr>
          <w:rStyle w:val="libEnChar"/>
          <w:rFonts w:hint="cs"/>
        </w:rPr>
        <w:t>’</w:t>
      </w:r>
      <w:r w:rsidR="002D22A3">
        <w:rPr>
          <w:rFonts w:hint="cs"/>
          <w:cs/>
          <w:lang w:bidi="bn-IN"/>
        </w:rPr>
        <w:t>ফার্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ছাদেক্ব্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কারারুদ্ধ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>]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চতুর্থতঃ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একান্তই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রাজনৈতিক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উদ্দেশ্যে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ইমামগণের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অনুসারীদেরকে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সুন্নাতে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রাজনৈতিক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উদ্দেশ্যে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সুন্নাত্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ওয়াল্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 w:rsidR="002346D3">
        <w:rPr>
          <w:rFonts w:hint="cs"/>
          <w:cs/>
          <w:lang w:bidi="bn-IN"/>
        </w:rPr>
        <w:t>আ</w:t>
      </w:r>
      <w:r>
        <w:rPr>
          <w:rFonts w:hint="cs"/>
          <w:cs/>
          <w:lang w:bidi="bn-IN"/>
        </w:rPr>
        <w:t>ত্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নাম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তৈরী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মায্হাবকে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lastRenderedPageBreak/>
        <w:t>পঞ্চমতঃ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ছিহাহ্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সিত্তাহ্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নামে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গ্রন্থ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সুন্নাতের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অন্যান্য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গ্রন্থ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হানীফাহ্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মালেকের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শতাব্দীকাল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সেগুলোকে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শিয়া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সুন্নী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ব্যবধান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ব্যাপকতা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[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বাহুল্য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ছিহাহ্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সিত্তাহ্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বিশেষণটিও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রাজনৈতিক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উদ্দেশ্যে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বক্তা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শ্রোতার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বর্ণনাস্তরসংখ্যা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তথ্যবিকৃতির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আশঙ্কাও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বর্ণনাস্তরসংখ্যা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নির্ভরযোগ্যতার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সম্ভাবনাও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সুন্নী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গ্রন্থাবলীর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মালেক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কর্তৃক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সংকলিত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মুওয়াত্বত্বা</w:t>
      </w:r>
      <w:r>
        <w:rPr>
          <w:rFonts w:hint="eastAsia"/>
        </w:rPr>
        <w:t>”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অন্যান্য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বিকৃতি</w:t>
      </w:r>
      <w:r>
        <w:t xml:space="preserve">, </w:t>
      </w:r>
      <w:r>
        <w:rPr>
          <w:rFonts w:hint="cs"/>
          <w:cs/>
          <w:lang w:bidi="bn-IN"/>
        </w:rPr>
        <w:t>ভুল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ভ্রান্তি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দুর্বলতার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আশঙ্কা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অপেক্ষাকৃত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t>, (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ওয়ালীউল্লাহ্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দেহলাভী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মুওয়াত্বত্বা</w:t>
      </w:r>
      <w:r>
        <w:rPr>
          <w:rFonts w:hint="eastAsia"/>
        </w:rPr>
        <w:t>”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সর্বাধিক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নির্ভরযোগ্য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গ্রন্থ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করতেন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মুওয়াত্বত্বা</w:t>
      </w:r>
      <w:r>
        <w:rPr>
          <w:rFonts w:hint="eastAsia"/>
        </w:rPr>
        <w:t>”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ভুলভ্রান্তির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উর্ধে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রাজনৈতিক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উদ্দেশ্যে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মুওয়াত্বত্বা</w:t>
      </w:r>
      <w:r>
        <w:rPr>
          <w:rFonts w:hint="eastAsia"/>
        </w:rPr>
        <w:t>”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ছহীহ্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সংকলনকে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ছিহাহ্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সিত্তাহ্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ছয়টি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ছহীহ্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চিহ্নিত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t xml:space="preserve">,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সেগুলো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মুওয়াত্বত্বা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সংকলনের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শতাব্দী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কালেরও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]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হানীফাহ্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ফিক্ব্হী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খবরে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ওয়াহেদ্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নির্ভরযোগ্য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খবরে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ওয়াহেদ্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ব্যাপকভাবে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হানাফী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মাযহাবের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চেহারা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পরিবর্তিত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মাযহাবের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পার্থক্য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তীব্রতর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ওঠে।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উমাইয়াহ্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আব্বাসী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অসংখ্য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ওফাতের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শতাব্দীকালেরও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খবরে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ওয়াহেদ্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ছহীহ্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নিশ্চিতভাবে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পার্থক্য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পারা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অসম্ভব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প্রায়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অসম্ভব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ছিলো</w:t>
      </w:r>
      <w:r>
        <w:t xml:space="preserve">,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হানীফাহ্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রাহ্ঃ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শতাব্দীকাল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সংগৃহীত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মাযহাবী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বিষয়াদির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মতপার্থক্যের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সিংহ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দায়ী।</w:t>
      </w:r>
    </w:p>
    <w:p w:rsidR="00635115" w:rsidRDefault="00635115" w:rsidP="0010539B">
      <w:pPr>
        <w:pStyle w:val="libLine"/>
      </w:pPr>
      <w:r>
        <w:t>[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খবরে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ওয়াহেদ্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চোখ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বুঁজে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প্রত্যাখ্যান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জ্ঞানসূত্র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সাংঘর্ষিক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শর্তে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খবরে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ওয়াহেদ্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অনস্বীকার্য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জ্ঞানসূত্র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আক্বাএদের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শাখা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প্রশাখা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ফরয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হারাম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গুরুত্বপূর্ণ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জবাববিহীন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;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গৌণ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খুটিনাটি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মুস্তাহাব্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মাকরূহ্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প্রায়োগিক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আরেকটি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t xml:space="preserve">, </w:t>
      </w:r>
      <w:r>
        <w:rPr>
          <w:rFonts w:hint="cs"/>
          <w:cs/>
          <w:lang w:bidi="bn-IN"/>
        </w:rPr>
        <w:t>আজকের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জ্ঞানসূত্রের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খবরে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ওয়াহেদ্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পরীক্ষা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যতোখানি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তৎকালে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635115" w:rsidRDefault="00635115" w:rsidP="0010539B">
      <w:pPr>
        <w:pStyle w:val="libLine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সুন্নাতের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ধারাবাহিকতায়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উদ্ভূত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 w:rsidRPr="0010539B">
        <w:rPr>
          <w:rStyle w:val="libEnChar"/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নামক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ফিরক্বাহর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অনুসারীদের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হানাফীদের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বিরুদ্ধে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কঠোর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আবূ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হানীফাহর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অথচ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হলো</w:t>
      </w:r>
      <w:r>
        <w:t xml:space="preserve">, </w:t>
      </w:r>
      <w:r>
        <w:rPr>
          <w:rFonts w:hint="cs"/>
          <w:cs/>
          <w:lang w:bidi="bn-IN"/>
        </w:rPr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কখনোই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বুখারী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সংকলকগণের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বিচারক্ষমতার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অন্ধভাবে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পোষণের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t xml:space="preserve">,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 w:rsidR="00184621">
        <w:rPr>
          <w:rFonts w:hint="cs"/>
          <w:cs/>
          <w:lang w:bidi="bn-IN"/>
        </w:rPr>
        <w:t>ছূম্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t xml:space="preserve">,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ইলহামের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t xml:space="preserve">,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নিকটবর্তী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বর্ণনাকারীদের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নির্ভর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যেগুলোর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গ্রহণযোগ্যতার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একশ</w:t>
      </w:r>
      <w:r w:rsidRPr="0010539B">
        <w:rPr>
          <w:rStyle w:val="libEnChar"/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ভাগ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>]</w:t>
      </w:r>
    </w:p>
    <w:p w:rsidR="00635115" w:rsidRDefault="00635115" w:rsidP="00635115">
      <w:pPr>
        <w:pStyle w:val="libNormal"/>
      </w:pPr>
    </w:p>
    <w:p w:rsidR="00635115" w:rsidRDefault="00635115" w:rsidP="0010539B">
      <w:pPr>
        <w:pStyle w:val="Heading2"/>
      </w:pPr>
      <w:bookmarkStart w:id="57" w:name="_Toc528959856"/>
      <w:bookmarkStart w:id="58" w:name="_Toc529016154"/>
      <w:bookmarkStart w:id="59" w:name="_Toc529017472"/>
      <w:r>
        <w:rPr>
          <w:rFonts w:hint="cs"/>
          <w:cs/>
          <w:lang w:bidi="bn-IN"/>
        </w:rPr>
        <w:t>ইতিহাসের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পৃষ্ঠা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ওল্টানো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কেন</w:t>
      </w:r>
      <w:bookmarkEnd w:id="57"/>
      <w:bookmarkEnd w:id="58"/>
      <w:bookmarkEnd w:id="59"/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অনেককেই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প্রাথমিক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ইতিহাসের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বিরোধ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বিসম্বাদ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পৃষ্ঠাগুলো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ওল্টানোর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বিরোধিতা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মতে</w:t>
      </w:r>
      <w:r>
        <w:t xml:space="preserve">,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বিরাজমান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বিভেদ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অনৈক্যই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বৃদ্ধি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ফিরক্বাহ্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মায্হাবের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উর্ধে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উঠে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বৃহত্তর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ঐক্য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সুদূরপরাহত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তুলবে।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lastRenderedPageBreak/>
        <w:t>আসলেও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ইতিহাসের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প্রাথমিক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বিষয়গুলোর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স্মৃতিচারণ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জড়িত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বেঁচে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ইতিহাসকে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বদলে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প্রত্যেকেই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সহকারে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হাযির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রাব্বুল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আলামীন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:</w:t>
      </w:r>
    </w:p>
    <w:p w:rsidR="00635115" w:rsidRPr="0010539B" w:rsidRDefault="0010539B" w:rsidP="0010539B">
      <w:pPr>
        <w:pStyle w:val="libAie"/>
      </w:pPr>
      <w:r w:rsidRPr="0010539B">
        <w:rPr>
          <w:rStyle w:val="libAlaemChar"/>
        </w:rPr>
        <w:t>)</w:t>
      </w:r>
      <w:r w:rsidR="00635115" w:rsidRPr="0010539B">
        <w:rPr>
          <w:rFonts w:hint="eastAsia"/>
          <w:rtl/>
        </w:rPr>
        <w:t>تِلْكَ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أُمَّةٌ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قَدْ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خَلَتْ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لَهَا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مَا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كَسَبَتْ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وَلَكُمْ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مَا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كَسَبْتُمْ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وَلا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تُسْأَلُونَ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عَمَّا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كَانُوا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يَعْمَلُونَ</w:t>
      </w:r>
      <w:r w:rsidRPr="0010539B">
        <w:rPr>
          <w:rStyle w:val="libAlaemChar"/>
        </w:rPr>
        <w:t>(</w:t>
      </w:r>
    </w:p>
    <w:p w:rsidR="00635115" w:rsidRDefault="00635115" w:rsidP="00635115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জনগোষ্ঠী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গিয়েছে</w:t>
      </w:r>
      <w:r>
        <w:t xml:space="preserve">;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ভালো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মন্দ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আপতিত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জিজ্ঞাসিত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বাক্বারাহ্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১৩৪</w:t>
      </w:r>
      <w:r>
        <w:rPr>
          <w:cs/>
          <w:lang w:bidi="bn-IN"/>
        </w:rPr>
        <w:t>)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দ্বিতীয়তঃ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মাযহাবের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অনুসারীরা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বুযুর্গ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আক্বীদাহ্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পোষণ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এগারো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দুনিয়া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বিদায়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দ্বাদশ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শিয়া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মাযহাবের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অনুসারীরা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মাহ্দী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আক্বীদাহ্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পোষণ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t xml:space="preserve">,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আক্বীদাহ্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দীর্ঘজীবী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ইচ্ছায়ই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আত্মপরিচয়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গোপন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উপযুক্ত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আত্মপ্রকাশ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শিয়া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সুন্নী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নির্বিশেষে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মাহ্দী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আবির্ভাব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বিশ্বব্যাপী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হুকুমত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প্রতিষ্ঠিত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আক্বীদাহ্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পোষণ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t xml:space="preserve">,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জন্মগ্রহণ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মতপার্থক্য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আত্মপ্রকাশের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বর্জনের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হেদায়াত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গোমরাহী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নির্ভর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বুযুর্গ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নন</w:t>
      </w:r>
      <w:r>
        <w:t xml:space="preserve">, </w:t>
      </w: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বিতর্ক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প্রধানতঃ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তাত্ত্বিক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বিতর্ক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শারীআতের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গৌণ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বিষয়াদিতে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খবরে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ওয়াহেদ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রেওয়াইয়াত্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ভূমিকা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ইমামতের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আক্বীদাহ্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পোষণ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রেওয়াইয়াতের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রাভী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বর্ণনাকারী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বিচার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শুরু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 w:rsidR="00184621">
        <w:rPr>
          <w:rFonts w:hint="cs"/>
          <w:cs/>
          <w:lang w:bidi="bn-IN"/>
        </w:rPr>
        <w:t>ছূম্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আসলেই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জড়ানো।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বিতর্ক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কিছুতেই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হ্রাস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বৃদ্ধি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আমলের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জড়িয়ে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ফেলি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স্বাভাবিকভাবেই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আমলের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পর্যালোচনার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প্রয়োজনীয়তা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অন্যান্য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ছাহাবায়ে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কেরাম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অতীতের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মনীষীগণ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তাৎপর্য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অথচ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অনস্বীকার্য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 w:rsidR="00184621">
        <w:rPr>
          <w:rFonts w:hint="cs"/>
          <w:cs/>
          <w:lang w:bidi="bn-IN"/>
        </w:rPr>
        <w:t>ছূম্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t xml:space="preserve">,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ইলহামের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অতএব</w:t>
      </w:r>
      <w:r>
        <w:t xml:space="preserve">,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পূর্বোল্লিখিত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t xml:space="preserve">,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কতোখানি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পৌঁছেছে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উর্ধে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মাধ্যমেই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পেয়েছি</w:t>
      </w:r>
      <w:r>
        <w:t xml:space="preserve">,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প্রশ্নবিদ্ধ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হলো</w:t>
      </w:r>
      <w:r>
        <w:t xml:space="preserve">,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ব্যক্তিবিশেষের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মুতাওয়াতির্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পেয়েছি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নির্ভুলতা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গ্রহণযোগ্যতা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সন্দেহাতীত।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পারস্পরিক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মতপার্থক্য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ব্যক্তিগতভাবে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নির্ভুল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প্রজন্মসমূহের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পৌঁছে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প্রজন্মসমূহের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বুঝেছিলেন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কেননা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জ্ঞানপূর্ণ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বহনকারীর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সমঝদার।</w:t>
      </w:r>
    </w:p>
    <w:p w:rsidR="00635115" w:rsidRDefault="00635115" w:rsidP="00635115">
      <w:pPr>
        <w:pStyle w:val="libNormal"/>
      </w:pPr>
      <w:r>
        <w:t>[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আবদুল্লাহ্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মাস্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উদ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রাঃ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বর্ণনা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:</w:t>
      </w:r>
    </w:p>
    <w:p w:rsidR="00635115" w:rsidRDefault="00635115" w:rsidP="0010539B">
      <w:pPr>
        <w:pStyle w:val="libAr"/>
      </w:pPr>
      <w:r w:rsidRPr="0010539B">
        <w:rPr>
          <w:rFonts w:hint="cs"/>
          <w:rtl/>
        </w:rPr>
        <w:t>نَضَّرَ</w:t>
      </w:r>
      <w:r w:rsidRPr="0010539B">
        <w:rPr>
          <w:rtl/>
        </w:rPr>
        <w:t xml:space="preserve"> </w:t>
      </w:r>
      <w:r w:rsidRPr="0010539B">
        <w:rPr>
          <w:rFonts w:hint="cs"/>
          <w:rtl/>
        </w:rPr>
        <w:t>الله</w:t>
      </w:r>
      <w:r w:rsidRPr="0010539B">
        <w:rPr>
          <w:rtl/>
        </w:rPr>
        <w:t xml:space="preserve"> </w:t>
      </w:r>
      <w:r w:rsidRPr="0010539B">
        <w:rPr>
          <w:rFonts w:hint="cs"/>
          <w:rtl/>
        </w:rPr>
        <w:t>عَبداً</w:t>
      </w:r>
      <w:r w:rsidRPr="0010539B">
        <w:rPr>
          <w:rtl/>
        </w:rPr>
        <w:t xml:space="preserve"> </w:t>
      </w:r>
      <w:r w:rsidRPr="0010539B">
        <w:rPr>
          <w:rFonts w:hint="cs"/>
          <w:rtl/>
        </w:rPr>
        <w:t>سَمِعَ</w:t>
      </w:r>
      <w:r w:rsidRPr="0010539B">
        <w:rPr>
          <w:rtl/>
        </w:rPr>
        <w:t xml:space="preserve"> </w:t>
      </w:r>
      <w:r w:rsidRPr="0010539B">
        <w:rPr>
          <w:rFonts w:hint="cs"/>
          <w:rtl/>
        </w:rPr>
        <w:t>مَقالَتی</w:t>
      </w:r>
      <w:r w:rsidRPr="0010539B">
        <w:rPr>
          <w:rtl/>
        </w:rPr>
        <w:t xml:space="preserve"> </w:t>
      </w:r>
      <w:r w:rsidRPr="0010539B">
        <w:rPr>
          <w:rFonts w:hint="cs"/>
          <w:rtl/>
        </w:rPr>
        <w:t>فَحَفِظَها</w:t>
      </w:r>
      <w:r w:rsidRPr="0010539B">
        <w:rPr>
          <w:rtl/>
        </w:rPr>
        <w:t xml:space="preserve"> </w:t>
      </w:r>
      <w:r w:rsidRPr="0010539B">
        <w:rPr>
          <w:rFonts w:hint="cs"/>
          <w:rtl/>
        </w:rPr>
        <w:t>و</w:t>
      </w:r>
      <w:r w:rsidRPr="0010539B">
        <w:rPr>
          <w:rtl/>
        </w:rPr>
        <w:t xml:space="preserve"> </w:t>
      </w:r>
      <w:r w:rsidRPr="0010539B">
        <w:rPr>
          <w:rFonts w:hint="cs"/>
          <w:rtl/>
        </w:rPr>
        <w:t>وَعاها</w:t>
      </w:r>
      <w:r w:rsidRPr="0010539B">
        <w:rPr>
          <w:rtl/>
        </w:rPr>
        <w:t xml:space="preserve"> </w:t>
      </w:r>
      <w:r w:rsidRPr="0010539B">
        <w:rPr>
          <w:rFonts w:hint="cs"/>
          <w:rtl/>
        </w:rPr>
        <w:t>وَاَدَّها</w:t>
      </w:r>
      <w:r w:rsidRPr="0010539B">
        <w:rPr>
          <w:rtl/>
        </w:rPr>
        <w:t xml:space="preserve"> </w:t>
      </w:r>
      <w:r w:rsidRPr="0010539B">
        <w:rPr>
          <w:rFonts w:hint="cs"/>
          <w:rtl/>
        </w:rPr>
        <w:t>کَما</w:t>
      </w:r>
      <w:r w:rsidRPr="0010539B">
        <w:rPr>
          <w:rtl/>
        </w:rPr>
        <w:t xml:space="preserve"> </w:t>
      </w:r>
      <w:r w:rsidRPr="0010539B">
        <w:rPr>
          <w:rFonts w:hint="cs"/>
          <w:rtl/>
        </w:rPr>
        <w:t>سَمِعَها</w:t>
      </w:r>
      <w:r w:rsidRPr="0010539B">
        <w:rPr>
          <w:rtl/>
        </w:rPr>
        <w:t xml:space="preserve"> </w:t>
      </w:r>
      <w:r w:rsidRPr="0010539B">
        <w:rPr>
          <w:rFonts w:hint="cs"/>
          <w:rtl/>
        </w:rPr>
        <w:t>فَرُبَّ</w:t>
      </w:r>
      <w:r w:rsidRPr="0010539B">
        <w:rPr>
          <w:rtl/>
        </w:rPr>
        <w:t xml:space="preserve"> </w:t>
      </w:r>
      <w:r w:rsidRPr="0010539B">
        <w:rPr>
          <w:rFonts w:hint="cs"/>
          <w:rtl/>
        </w:rPr>
        <w:t>مُبَلّغٍ</w:t>
      </w:r>
      <w:r w:rsidRPr="0010539B">
        <w:rPr>
          <w:rtl/>
        </w:rPr>
        <w:t xml:space="preserve"> </w:t>
      </w:r>
      <w:r w:rsidRPr="0010539B">
        <w:rPr>
          <w:rFonts w:hint="cs"/>
          <w:rtl/>
        </w:rPr>
        <w:t>اَوعی</w:t>
      </w:r>
      <w:r w:rsidRPr="0010539B">
        <w:rPr>
          <w:rtl/>
        </w:rPr>
        <w:t xml:space="preserve"> </w:t>
      </w:r>
      <w:r w:rsidRPr="0010539B">
        <w:rPr>
          <w:rFonts w:hint="cs"/>
          <w:rtl/>
        </w:rPr>
        <w:t>لَها</w:t>
      </w:r>
      <w:r w:rsidRPr="0010539B">
        <w:rPr>
          <w:rtl/>
        </w:rPr>
        <w:t xml:space="preserve"> </w:t>
      </w:r>
      <w:r w:rsidRPr="0010539B">
        <w:rPr>
          <w:rFonts w:hint="cs"/>
          <w:rtl/>
        </w:rPr>
        <w:t>مِن</w:t>
      </w:r>
      <w:r w:rsidRPr="0010539B">
        <w:rPr>
          <w:rtl/>
        </w:rPr>
        <w:t xml:space="preserve"> </w:t>
      </w:r>
      <w:r w:rsidRPr="0010539B">
        <w:rPr>
          <w:rFonts w:hint="cs"/>
          <w:rtl/>
        </w:rPr>
        <w:t>سامِعٍ</w:t>
      </w:r>
      <w:r>
        <w:t>.</w:t>
      </w:r>
    </w:p>
    <w:p w:rsidR="00635115" w:rsidRDefault="00635115" w:rsidP="00635115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চিরসতেজ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রাখুন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বান্দাহকে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শুনলো</w:t>
      </w:r>
      <w:r>
        <w:t xml:space="preserve">, </w:t>
      </w:r>
      <w:r>
        <w:rPr>
          <w:rFonts w:hint="cs"/>
          <w:cs/>
          <w:lang w:bidi="bn-IN"/>
        </w:rPr>
        <w:t>অতঃপর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সংরক্ষণ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স্মরণ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সেভাবেই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অন্যের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পৌঁছে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দিলো</w:t>
      </w:r>
      <w:r>
        <w:t xml:space="preserve">;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>, (</w:t>
      </w:r>
      <w:r>
        <w:rPr>
          <w:rFonts w:hint="cs"/>
          <w:cs/>
          <w:lang w:bidi="bn-IN"/>
        </w:rPr>
        <w:t>পরোক্ষভাবে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পৌঁছেছে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শ্রবণকারীর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উত্তমরূপে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আবূ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দাউদ</w:t>
      </w:r>
      <w:r>
        <w:t xml:space="preserve">; </w:t>
      </w:r>
      <w:r>
        <w:rPr>
          <w:rFonts w:hint="cs"/>
          <w:cs/>
          <w:lang w:bidi="bn-IN"/>
        </w:rPr>
        <w:t>তিরমিযী</w:t>
      </w:r>
      <w:r>
        <w:rPr>
          <w:cs/>
          <w:lang w:bidi="bn-IN"/>
        </w:rPr>
        <w:t>)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বস্তুতঃ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সর্বজনগ্রহণযোগ্য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নির্ভর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কর্মনীতি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বিধিবিধান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তদনুযায়ী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চেষ্টা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উপরোল্লিখিত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ঐতিহাসিক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বিতর্ক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এমনিতেই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ফেলতো।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বিতর্কের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উপযোগিতা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অব্যাহত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আক্বল্</w:t>
      </w:r>
      <w:r>
        <w:rPr>
          <w:cs/>
          <w:lang w:bidi="bn-IN"/>
        </w:rPr>
        <w:t>)</w:t>
      </w:r>
      <w:r>
        <w:t xml:space="preserve">,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t xml:space="preserve">, </w:t>
      </w:r>
      <w:r>
        <w:rPr>
          <w:rFonts w:hint="cs"/>
          <w:cs/>
          <w:lang w:bidi="bn-IN"/>
        </w:rPr>
        <w:t>মুতাওয়াতির্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মানদণ্ডে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পাপমুক্ততা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যোগ্যতার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পাপমুক্ততা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নির্ভুল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t xml:space="preserve">, </w:t>
      </w: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মানদণ্ডের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সাংঘর্ষিক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ফয়ছালাহ্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চলতাম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একগুঁয়েমি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ইতিহাস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পর্যালোচনার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উদাহরণস্বরূপ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বৈঠকে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তালাক্ব্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ফত্ওয়ার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বিবেচনা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lastRenderedPageBreak/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ফেরতযোগ্য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তালাক্ব</w:t>
      </w:r>
      <w:r>
        <w:rPr>
          <w:cs/>
          <w:lang w:bidi="bn-IN"/>
        </w:rPr>
        <w:t xml:space="preserve"> (</w:t>
      </w:r>
      <w:r w:rsidRPr="00635115">
        <w:rPr>
          <w:rStyle w:val="libArChar"/>
          <w:rFonts w:hint="eastAsia"/>
          <w:rtl/>
        </w:rPr>
        <w:t>طلاق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رجع</w:t>
      </w:r>
      <w:r w:rsidRPr="00635115">
        <w:rPr>
          <w:rStyle w:val="libArChar"/>
          <w:rFonts w:hint="cs"/>
          <w:rtl/>
        </w:rPr>
        <w:t>ی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 w:rsidRPr="00635115">
        <w:rPr>
          <w:rStyle w:val="libArChar"/>
          <w:rFonts w:hint="eastAsia"/>
          <w:rtl/>
        </w:rPr>
        <w:t>الطلاق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مرتان</w:t>
      </w:r>
      <w:r w:rsidR="007B3B0F">
        <w:t>-</w:t>
      </w:r>
      <w:r>
        <w:rPr>
          <w:rFonts w:hint="cs"/>
          <w:cs/>
          <w:lang w:bidi="bn-IN"/>
        </w:rPr>
        <w:t>তালাক্ব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বাক্বারাহ্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২২৯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অতঃপর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অথবা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তৃতীয়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দফা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তালাক্ব্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ভদ্রভাবে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বিদায়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বাক্বারাহ্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২২৯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: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তিন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তালাক্ব</w:t>
      </w:r>
      <w:r>
        <w:rPr>
          <w:rFonts w:hint="eastAsia"/>
        </w:rPr>
        <w:t>’</w:t>
      </w:r>
      <w:r w:rsidR="0010539B">
        <w:t xml:space="preserve"> </w:t>
      </w:r>
      <w:r>
        <w:rPr>
          <w:rFonts w:hint="cs"/>
          <w:cs/>
          <w:lang w:bidi="bn-IN"/>
        </w:rPr>
        <w:t>শব্দ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উচ্চারণ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তালাক্ব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শব্দটি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পুনরাবৃত্তি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স্ত্রীকে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তালাক্ব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কেন</w:t>
      </w:r>
      <w:r w:rsidR="0010539B">
        <w:t xml:space="preserve">, </w:t>
      </w:r>
      <w:r>
        <w:rPr>
          <w:rFonts w:hint="cs"/>
          <w:cs/>
          <w:lang w:bidi="bn-IN"/>
        </w:rPr>
        <w:t>অবশ্যই</w:t>
      </w:r>
      <w:r w:rsidR="0010539B">
        <w:rPr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="0010539B">
        <w:rPr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ফেরতযোগ্য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তালাক্ব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অতঃপর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তালাক্ব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দ্বিতীয়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তালাক্ব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তালাক্ব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তালাক্ব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আনা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মাধ্যমে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পুনঃপ্রতিষ্ঠিত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দ্বিতীয়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তালাক্ব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দ্বিতীয়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খলীফাহর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মতামতের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প্রদর্শনের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বৃহত্তর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বৈঠকে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প্রদত্ত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তিন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তালাক্ব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ফেরত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অযোগ্য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চূড়ান্ত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তালাক্ব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সবচেয়ে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বিস্ময়কর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মশহূর্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t xml:space="preserve">, </w:t>
      </w:r>
      <w:r>
        <w:rPr>
          <w:rFonts w:hint="cs"/>
          <w:cs/>
          <w:lang w:bidi="bn-IN"/>
        </w:rPr>
        <w:t>স্বয়ং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হানীফাহ্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রাহ্ঃ</w:t>
      </w:r>
      <w:r>
        <w:rPr>
          <w:cs/>
          <w:lang w:bidi="bn-IN"/>
        </w:rPr>
        <w:t>)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হানাফী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মায্হাবের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প্রচলন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বৈঠকে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প্রদত্ত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তিন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তালাক্ব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ফেরতযোগ্য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তালাক্ব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পরবর্তীকালে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হানাফী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মাযহাবের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নামে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প্রদত্ত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ফত্ওয়া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বৈঠকে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প্রদত্ত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তিন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তালাক্ব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ফেরত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অযোগ্য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চূড়ান্ত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তালাক্ব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প্রদত্ত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প্রশস্ততা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সহজতা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বঞ্চিত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উদ্ভূত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কঠিন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পরিস্থিতি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মোকাবিলার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কঠিন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লিপ্ত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ঠেলে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হচ্ছে।</w:t>
      </w:r>
    </w:p>
    <w:p w:rsidR="00635115" w:rsidRDefault="00635115" w:rsidP="0010539B">
      <w:pPr>
        <w:pStyle w:val="libLine"/>
      </w:pPr>
      <w:r>
        <w:t>[</w:t>
      </w:r>
      <w:r>
        <w:rPr>
          <w:rFonts w:hint="cs"/>
          <w:cs/>
          <w:lang w:bidi="bn-IN"/>
        </w:rPr>
        <w:t>বাংলাদেশে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কোথাও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কোথাও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বৈঠকে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তিন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তালাক্ব</w:t>
      </w:r>
      <w:r w:rsidRPr="0010539B">
        <w:rPr>
          <w:rStyle w:val="libEnChar"/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দেয়ার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প্রয়োজনে</w:t>
      </w:r>
      <w:r>
        <w:t xml:space="preserve">, </w:t>
      </w:r>
      <w:r>
        <w:rPr>
          <w:rFonts w:hint="cs"/>
          <w:cs/>
          <w:lang w:bidi="bn-IN"/>
        </w:rPr>
        <w:t>বিশেষতঃ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সন্তানদের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হীলা</w:t>
      </w:r>
      <w:r w:rsidRPr="0010539B">
        <w:rPr>
          <w:rStyle w:val="libEnChar"/>
          <w:rFonts w:hint="eastAsia"/>
        </w:rPr>
        <w:t>’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শব্দটি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ফার্সী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ভাষায়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প্রতারণা</w:t>
      </w:r>
      <w:r w:rsidRPr="0010539B">
        <w:rPr>
          <w:rStyle w:val="libEnChar"/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অর্থে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আশ্রয়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চূড়ান্ত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তালাক্বের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তালাক্বপ্রাপ্তা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স্থায়ীভাবে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বিবাহবন্ধনে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স্বামীর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কর্তৃক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তালাক্বপ্রাপ্তা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স্বামীর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বিবাহ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নতুন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স্বামীর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তালাক্ব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নিশ্চয়তা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আপোসে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শর্তে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বিবাহ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রাযী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বিবাহের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স্বামী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স্ত্রী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একত্রবাস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নতুন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তালাক্ব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দেবে।</w:t>
      </w:r>
    </w:p>
    <w:p w:rsidR="00635115" w:rsidRDefault="00635115" w:rsidP="0010539B">
      <w:pPr>
        <w:pStyle w:val="libLine"/>
      </w:pP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বাহুল্য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বিবাহ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মাযহাবের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ছহীহ্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প্রকাশ্য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গোপন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কোনোভাবেই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তালাক্ব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পূর্বশর্ত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বিবাহ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ইসলামসম্মত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বিবাহের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আওতায়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বিবাহ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বিবাহ</w:t>
      </w:r>
      <w:r>
        <w:t xml:space="preserve">,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অস্থায়ী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বিবাহ।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ফিরক্বাহ্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মাযহাবের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সর্বসম্মত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চূড়ান্তভাবে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তালাক্বপ্রাপ্তা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বিবাহের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স্বামীর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তালাক্বের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স্বামীর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পুনর্বিবাহিত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বিবাহ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পাতানো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তথাকথিত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বিবাহ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সুস্পষ্টতঃই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ব্যভিচার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অস্থায়ী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বিবাহের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অস্থায়ী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মেয়াদ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নির্দিষ্ট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আক্ব্দ্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মেয়াদশেষে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স্বয়ংক্রিয়ভাবেই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বিবাহের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সমাপ্তি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ঘটে</w:t>
      </w:r>
      <w:r>
        <w:t xml:space="preserve">; </w:t>
      </w:r>
      <w:r>
        <w:rPr>
          <w:rFonts w:hint="cs"/>
          <w:cs/>
          <w:lang w:bidi="bn-IN"/>
        </w:rPr>
        <w:t>তালাক্ব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পাতানো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বিবাহ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অস্থায়ী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বিবাহ</w:t>
      </w:r>
      <w:r w:rsidRPr="0010539B">
        <w:rPr>
          <w:rStyle w:val="libEnChar"/>
          <w:rFonts w:hint="eastAsia"/>
        </w:rPr>
        <w:t>’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</w:p>
    <w:p w:rsidR="00635115" w:rsidRDefault="00635115" w:rsidP="0010539B">
      <w:pPr>
        <w:pStyle w:val="libLine"/>
      </w:pP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হীলা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প্রতারণা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ঘৃণ্য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নাজায়েয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আশ্রয়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ফত্ওয়ার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তালাক্ব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সন্তানদের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ভবিষ্যতের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অন্ধকার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আসে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পসন্দনীয়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 w:rsidR="00184621">
        <w:rPr>
          <w:rFonts w:hint="cs"/>
          <w:cs/>
          <w:lang w:bidi="bn-IN"/>
        </w:rPr>
        <w:t>দু</w:t>
      </w:r>
      <w:r w:rsidR="00184621" w:rsidRPr="00184621">
        <w:rPr>
          <w:rStyle w:val="libEnChar"/>
          <w:rFonts w:hint="cs"/>
        </w:rPr>
        <w:t>’</w:t>
      </w:r>
      <w:r>
        <w:t>-</w:t>
      </w:r>
      <w:r>
        <w:rPr>
          <w:rFonts w:hint="cs"/>
          <w:cs/>
          <w:lang w:bidi="bn-IN"/>
        </w:rPr>
        <w:t>দুই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তালাক্বের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দিয়েছেন।</w:t>
      </w:r>
      <w:r>
        <w:rPr>
          <w:cs/>
          <w:lang w:bidi="bn-IN"/>
        </w:rPr>
        <w:t>]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ছাহাবীর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নিষ্পাপ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মতামতের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প্রদর্শনের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ফত্ওয়া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দূরত্ব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বৃদ্ধির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</w:p>
    <w:p w:rsidR="00635115" w:rsidRDefault="00635115" w:rsidP="0010539B">
      <w:pPr>
        <w:pStyle w:val="libBold1"/>
      </w:pPr>
      <w:r>
        <w:rPr>
          <w:rFonts w:hint="cs"/>
          <w:cs/>
          <w:lang w:bidi="bn-IN"/>
        </w:rPr>
        <w:t>আজকের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করণীয়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lastRenderedPageBreak/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আজকের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সমস্যাবলীকে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সমন্বিত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t xml:space="preserve">;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অন্যান্য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সমস্যাবলী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আওতাভুক্ত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সমাধান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অন্যান্য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সমাধানও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সহজেই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আক্বাএদের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সমস্যা</w:t>
      </w:r>
      <w:r>
        <w:t xml:space="preserve">, </w:t>
      </w:r>
      <w:r>
        <w:rPr>
          <w:rFonts w:hint="cs"/>
          <w:cs/>
          <w:lang w:bidi="bn-IN"/>
        </w:rPr>
        <w:t>ফিক্বহী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শাসনকর্তৃত্বের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সমস্যা।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ইসলাম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মৌলিক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আক্বাএদের</w:t>
      </w:r>
      <w:r>
        <w:rPr>
          <w:cs/>
          <w:lang w:bidi="bn-IN"/>
        </w:rPr>
        <w:t xml:space="preserve"> (</w:t>
      </w:r>
      <w:r w:rsidRPr="00635115">
        <w:rPr>
          <w:rStyle w:val="libArChar"/>
          <w:rFonts w:hint="eastAsia"/>
          <w:rtl/>
        </w:rPr>
        <w:t>اصول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دين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বিশ্বাসকে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প্রশ্রয়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বর্তমানে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মুসলিম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গ্রাস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মৌলিক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আক্বাএদের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তাওহীদ</w:t>
      </w:r>
      <w:r>
        <w:t xml:space="preserve">, </w:t>
      </w:r>
      <w:r>
        <w:rPr>
          <w:rFonts w:hint="cs"/>
          <w:cs/>
          <w:lang w:bidi="bn-IN"/>
        </w:rPr>
        <w:t>আখেরাত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রিসালাত্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সমানভাবে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সর্বজনীন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মানদণ্ড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(</w:t>
      </w:r>
      <w:r w:rsidRPr="00635115">
        <w:rPr>
          <w:rStyle w:val="libArChar"/>
          <w:rFonts w:hint="eastAsia"/>
          <w:rtl/>
        </w:rPr>
        <w:t>عقل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ভিত্তিশীল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বিশ্বাসের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অটল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আশ্রয়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আহবোন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জানিয়েছেন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আশ্রয়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কঠোর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ভাষায়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নিন্দা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তাওহীদ</w:t>
      </w:r>
      <w:r>
        <w:t xml:space="preserve">, </w:t>
      </w:r>
      <w:r>
        <w:rPr>
          <w:rFonts w:hint="cs"/>
          <w:cs/>
          <w:lang w:bidi="bn-IN"/>
        </w:rPr>
        <w:t>আখেরাত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নবুওয়াতে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মুহাম্মাদী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উপস্থাপন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অতএব</w:t>
      </w:r>
      <w:r>
        <w:t xml:space="preserve">, </w:t>
      </w:r>
      <w:r>
        <w:rPr>
          <w:rFonts w:hint="cs"/>
          <w:cs/>
          <w:lang w:bidi="bn-IN"/>
        </w:rPr>
        <w:t>মুসলমানদেরকে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উছূলে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আক্বাএদকে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আক্ব্লী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নতুন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অমুসলিমদেরকে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আহবান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অতঃপর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আক্বাএদের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বিস্তারিত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বিষয়াদির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সহায়ক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ব্যাখ্যাকারী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মুতাওয়াতির্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উম্মাহকে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মতৈক্যকে</w:t>
      </w:r>
      <w:r>
        <w:t xml:space="preserve">,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ফিরক্বাহ্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মাযহাব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t xml:space="preserve">,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একমাত্র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পূর্ণাঙ্গ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সংরক্ষিত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কিতাব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t xml:space="preserve">,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স্থলাভিষিক্ততার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lastRenderedPageBreak/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বাহুল্য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আক্বাএদের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শাখা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প্রশাখা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গুরুত্বপূর্ণ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ফিক্ব্হী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জিজ্ঞাসাবলীর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ফরয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হারাম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উপরোক্ত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মৌলিক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t xml:space="preserve">; </w:t>
      </w:r>
      <w:r>
        <w:rPr>
          <w:rFonts w:hint="cs"/>
          <w:cs/>
          <w:lang w:bidi="bn-IN"/>
        </w:rPr>
        <w:t>অতঃপর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উপরোক্ত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সাংঘর্ষিক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সাপেক্ষে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গৌণ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মুস্তাহাব্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মাকরূহ্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প্রায়োগিক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বিষয়াদিতে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খবরে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ওয়াহেদ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গ্রহণযোগ্য।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এগুলোর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নীতির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ইজতিহাদকে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অব্যাহত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ফিরক্বাহ্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মাযহাব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ইজতিহাদের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দরযাহ্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বন্ধ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দরযাহ্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ইসলামে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ইজতিহাদের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বৈধতা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বৈধতার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একমত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দরযাহ্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কখনো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বন্ধ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নিম্নোক্ত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মুসলিম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ইজতিহাদের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ফরযে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কেফায়ী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:</w:t>
      </w:r>
    </w:p>
    <w:p w:rsidR="00635115" w:rsidRPr="0010539B" w:rsidRDefault="0010539B" w:rsidP="0010539B">
      <w:pPr>
        <w:pStyle w:val="libAie"/>
      </w:pPr>
      <w:r w:rsidRPr="0010539B">
        <w:rPr>
          <w:rStyle w:val="libAlaemChar"/>
        </w:rPr>
        <w:t>)</w:t>
      </w:r>
      <w:r w:rsidR="00635115" w:rsidRPr="0010539B">
        <w:rPr>
          <w:rFonts w:hint="eastAsia"/>
          <w:rtl/>
        </w:rPr>
        <w:t>فَلَوْلا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نَفَرَ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مِنْ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كُلِّ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فِرْقَةٍ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مِنْهُمْ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طَائِفَةٌ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لِيَتَفَقَّهُوا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فِي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الدِّينِ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وَلِيُنْذِرُوا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قَوْمَهُمْ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إِذَا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رَجَعُوا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إِلَيْهِمْ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لَعَلَّهُمْ</w:t>
      </w:r>
      <w:r w:rsidR="00635115" w:rsidRPr="0010539B">
        <w:rPr>
          <w:rtl/>
        </w:rPr>
        <w:t xml:space="preserve"> </w:t>
      </w:r>
      <w:r w:rsidR="00635115" w:rsidRPr="0010539B">
        <w:rPr>
          <w:rFonts w:hint="eastAsia"/>
          <w:rtl/>
        </w:rPr>
        <w:t>يَحْذَرُونَ</w:t>
      </w:r>
      <w:r w:rsidRPr="0010539B">
        <w:rPr>
          <w:rStyle w:val="libAlaemChar"/>
        </w:rPr>
        <w:t>(</w:t>
      </w:r>
    </w:p>
    <w:p w:rsidR="00635115" w:rsidRDefault="00635115" w:rsidP="00635115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কেন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(</w:t>
      </w:r>
      <w:r w:rsidR="00807656">
        <w:rPr>
          <w:rFonts w:hint="cs"/>
          <w:cs/>
          <w:lang w:bidi="bn-IN"/>
        </w:rPr>
        <w:t>মু</w:t>
      </w:r>
      <w:r w:rsidR="00807656" w:rsidRPr="00807656">
        <w:rPr>
          <w:rStyle w:val="libEnChar"/>
          <w:rFonts w:hint="cs"/>
        </w:rPr>
        <w:t>’</w:t>
      </w:r>
      <w:r w:rsidR="00807656">
        <w:rPr>
          <w:rFonts w:hint="cs"/>
          <w:cs/>
          <w:lang w:bidi="bn-IN"/>
        </w:rPr>
        <w:t>মিনা</w:t>
      </w:r>
      <w:r>
        <w:rPr>
          <w:rFonts w:hint="cs"/>
          <w:cs/>
          <w:lang w:bidi="bn-IN"/>
        </w:rPr>
        <w:t>দের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গোষ্ঠীর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গভীর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সমঝ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অর্জনের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ক্বওমের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নাফরমানী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বেঁচে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তাওবাহ্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১২২</w:t>
      </w:r>
      <w:r>
        <w:rPr>
          <w:cs/>
          <w:lang w:bidi="bn-IN"/>
        </w:rPr>
        <w:t>)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ইজতিহাদ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অব্যাহত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ইজতিহাদের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মূলনীতি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জ্ঞানসূত্রসমূহ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ছাহাবীগণ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বর্ণনাকারীগণ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অতীতের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মনীষীগণের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কেউই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 w:rsidR="00184621">
        <w:rPr>
          <w:rFonts w:hint="cs"/>
          <w:cs/>
          <w:lang w:bidi="bn-IN"/>
        </w:rPr>
        <w:t>ছূম্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দুর্বলতা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ইয়াক্বীন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অথবা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মতৈক্যের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সাংঘর্ষিক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কিছুতেই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গ্রহণযোগ্য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ছূমের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ছূমের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মিথ্যা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ইজতিহাদের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ক্বিয়াস্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বিতর্ক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অনস্বীকার্য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সুন্নাতে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মোকাবিলায়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ক্বিয়াস্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উঠতে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ক্বিয়াস্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গ্রহণযোগ্যতা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চারটি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সর্বসম্মত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চূড়ান্ত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বিতর্কাতীত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মানদণ্ডের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উৎরে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খবরে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ওয়াহেদ্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পঞ্চম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উৎস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এগুলোর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সাহায্যে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সমাধান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জিজ্ঞাসা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মুজতাহিদের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উপরোক্ত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গবেষণা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বিতর্কিত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সমস্যাবলী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ফয়ছালাহ্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উদ্ঘাটন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অতঃপর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এতদ্সত্ত্বেও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সমাধানের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ক্বিয়াসের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প্রয়োজনীয়তা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খুবই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গৌণ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বিষয়াদিতে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মুস্তাহাব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মাকরূহ্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বিষয়াদিতে।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ক্বিয়াসের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খুবই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মুসলিম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ফিক্ব্হী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মতপার্থক্যও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শূন্যের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কাছাকাছি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আসবে</w:t>
      </w:r>
      <w:r>
        <w:t xml:space="preserve">, </w:t>
      </w:r>
      <w:r>
        <w:rPr>
          <w:rFonts w:hint="cs"/>
          <w:cs/>
          <w:lang w:bidi="bn-IN"/>
        </w:rPr>
        <w:t>অন্ততঃ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গুরুত্বপূর্ণ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মতপার্থক্য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বস্তুতঃ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ফিক্বহী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মতপার্থক্য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ভাগেরই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সরাসরি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ফিক্বহী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জিজ্ঞাসাবলীর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সন্ধানে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যথাযথ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প্রচেষ্টা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চালানো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খবরে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ওয়াহেদ্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অতীতের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মনীষীদের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অন্ধভাবে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নির্ভরতা</w:t>
      </w:r>
      <w:r>
        <w:t xml:space="preserve">, </w:t>
      </w:r>
      <w:r>
        <w:rPr>
          <w:rFonts w:hint="cs"/>
          <w:cs/>
          <w:lang w:bidi="bn-IN"/>
        </w:rPr>
        <w:t>অথচ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রাভীগণ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সংকলকগণ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অতীতের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মনীষীগণ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 w:rsidR="00184621">
        <w:rPr>
          <w:rFonts w:hint="cs"/>
          <w:cs/>
          <w:lang w:bidi="bn-IN"/>
        </w:rPr>
        <w:t>ছূম্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t xml:space="preserve">,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সরাসরি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মজীদকে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আধার</w:t>
      </w:r>
      <w:r>
        <w:rPr>
          <w:rFonts w:hint="eastAsia"/>
        </w:rPr>
        <w:t>’</w:t>
      </w:r>
      <w:r>
        <w:t xml:space="preserve"> (</w:t>
      </w:r>
      <w:r w:rsidRPr="00635115">
        <w:rPr>
          <w:rStyle w:val="libArChar"/>
          <w:rFonts w:hint="eastAsia"/>
          <w:rtl/>
        </w:rPr>
        <w:t>تبياناً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لکل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شيء</w:t>
      </w:r>
      <w:r>
        <w:t xml:space="preserve">)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গুরুত্বপূর্ণ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ফিক্বহী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ফরয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হারাম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সমস্যাই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সমাধানবিহীন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অভিজ্ঞতায়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গেছে</w:t>
      </w:r>
      <w:r>
        <w:t xml:space="preserve">,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আক্বাএদ্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গভীরভাবে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চর্চা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গুরুত্বপূর্ণ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ফিক্ব্হী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সমস্যাই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সমাধানবিহীন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ওযূ</w:t>
      </w:r>
      <w:r>
        <w:t xml:space="preserve">, </w:t>
      </w:r>
      <w:r>
        <w:rPr>
          <w:rFonts w:hint="cs"/>
          <w:cs/>
          <w:lang w:bidi="bn-IN"/>
        </w:rPr>
        <w:t>তালাক্ব</w:t>
      </w:r>
      <w:r>
        <w:t xml:space="preserve">, </w:t>
      </w:r>
      <w:r>
        <w:rPr>
          <w:rFonts w:hint="cs"/>
          <w:cs/>
          <w:lang w:bidi="bn-IN"/>
        </w:rPr>
        <w:t>অস্থায়ী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বিবাহ</w:t>
      </w:r>
      <w:r>
        <w:t xml:space="preserve">, </w:t>
      </w:r>
      <w:r>
        <w:rPr>
          <w:rFonts w:hint="cs"/>
          <w:cs/>
          <w:lang w:bidi="bn-IN"/>
        </w:rPr>
        <w:t>ওয়াছীয়্যাত্</w:t>
      </w:r>
      <w:r>
        <w:t xml:space="preserve">, </w:t>
      </w:r>
      <w:r>
        <w:rPr>
          <w:rFonts w:hint="cs"/>
          <w:cs/>
          <w:lang w:bidi="bn-IN"/>
        </w:rPr>
        <w:t>ইফ্তারের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মীরাছী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গুরুত্বপূর্ণ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ফিক্বহী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মতভেদ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সবগুলোর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সমাধানই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t xml:space="preserve">;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আক্বল্</w:t>
      </w:r>
      <w:r>
        <w:t xml:space="preserve">, </w:t>
      </w:r>
      <w:r>
        <w:rPr>
          <w:rFonts w:hint="cs"/>
          <w:cs/>
          <w:lang w:bidi="bn-IN"/>
        </w:rPr>
        <w:t>মুতাওয়াতির্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সাহায্য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সবগুলোই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উদ্ঘাটন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তাৎপর্য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স্থানগত</w:t>
      </w:r>
      <w:r>
        <w:t xml:space="preserve">, </w:t>
      </w:r>
      <w:r>
        <w:rPr>
          <w:rFonts w:hint="cs"/>
          <w:cs/>
          <w:lang w:bidi="bn-IN"/>
        </w:rPr>
        <w:t>কালগত</w:t>
      </w:r>
      <w:r>
        <w:t xml:space="preserve">, </w:t>
      </w:r>
      <w:r>
        <w:rPr>
          <w:rFonts w:hint="cs"/>
          <w:cs/>
          <w:lang w:bidi="bn-IN"/>
        </w:rPr>
        <w:t>ভাষাগত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পরিবেশগত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ব্যবধানের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কাটিয়ে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ওঠা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কাটিয়ে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ওঠার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জ্ঞানগবেষক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মুজতাহিদ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গণকে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নাযিলের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ভাষার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পার্থক্যকরণে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সহায়ক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শাস্ত্রসমূহেরও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জ্ঞানতত্ত্ব</w:t>
      </w:r>
      <w:r>
        <w:t xml:space="preserve">, </w:t>
      </w:r>
      <w:r>
        <w:rPr>
          <w:rFonts w:hint="cs"/>
          <w:cs/>
          <w:lang w:bidi="bn-IN"/>
        </w:rPr>
        <w:t>তাৎপর্যবিজ্ঞান</w:t>
      </w:r>
      <w:r>
        <w:t xml:space="preserve">, </w:t>
      </w:r>
      <w:r>
        <w:rPr>
          <w:rFonts w:hint="cs"/>
          <w:cs/>
          <w:lang w:bidi="bn-IN"/>
        </w:rPr>
        <w:t>যুক্তিবিজ্ঞান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দর্শন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আশ্রয়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উপরোক্ত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মৌলিক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ফিক্বহী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জিজ্ঞাসাবলীর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সন্ধান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গৌণ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উদ্দেশ্যে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রাসূলগণকে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প্রেরণ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উদ্দেশ্য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দ্বিতীয়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উদ্দেশ্য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কর্তৃক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নির্ধারিত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ফরয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হারামগুলো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স্বল্পসংখ্যক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জানাবেন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আহ্কাম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বিপুল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সংখ্যক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স্বাভাবিক।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ওফাতের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সংখ্যা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লক্ষাধিক</w:t>
      </w:r>
      <w:r>
        <w:t xml:space="preserve">,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খবরে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ওয়াহেদ্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ফরয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হারাম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বিস্তারিত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খুটিনাটি</w:t>
      </w:r>
      <w:r>
        <w:t xml:space="preserve">, </w:t>
      </w:r>
      <w:r>
        <w:rPr>
          <w:rFonts w:hint="cs"/>
          <w:cs/>
          <w:lang w:bidi="bn-IN"/>
        </w:rPr>
        <w:t>বিশেষতঃ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প্রায়োগিক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বিধান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ব্যাখ্যা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বিশ্লেষণের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খবরে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ওয়াহেদ্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গ্রহণযোগ্য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গ্রহণযোগ্যতা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নির্ভর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উপরোক্ত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সাংঘর্ষিক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বাহুল্য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ব্যাখ্যা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বিস্তারিত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আহ্কামের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নিষ্পাপ</w:t>
      </w:r>
      <w:r>
        <w:rPr>
          <w:cs/>
          <w:lang w:bidi="bn-IN"/>
        </w:rPr>
        <w:t xml:space="preserve"> (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 w:rsidR="00184621">
        <w:rPr>
          <w:rFonts w:hint="cs"/>
          <w:cs/>
          <w:lang w:bidi="bn-IN"/>
        </w:rPr>
        <w:t>ছূম্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ব্যক্তিত্ববর্গের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নির্দ্বিধায়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কর্তব্য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ছূমের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সত্যিই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ছূমের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মুজতাহিদ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খবরে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ওয়াহেদ্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উপরোক্ত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মানদণ্ডে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মানদণ্ডে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পরীক্ষা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নিরীক্ষা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সত্যিই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ছূমের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 w:rsidR="00184621">
        <w:rPr>
          <w:rFonts w:hint="cs"/>
          <w:cs/>
          <w:lang w:bidi="bn-IN"/>
        </w:rPr>
        <w:t>ছূম্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সংকলকের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মাঝে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বর্ণনাস্তরের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রাভী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সংখ্যা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ভ্রান্তি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বিকৃতি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পরিবর্তন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ততোটা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বর্ণনাস্তরের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আধিক্যের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ভ্রান্তি</w:t>
      </w:r>
      <w:r>
        <w:t xml:space="preserve">, </w:t>
      </w:r>
      <w:r>
        <w:rPr>
          <w:rFonts w:hint="cs"/>
          <w:cs/>
          <w:lang w:bidi="bn-IN"/>
        </w:rPr>
        <w:t>বিকৃতি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পরিবর্তনের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মোদ্দা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t xml:space="preserve">, </w:t>
      </w:r>
      <w:r>
        <w:rPr>
          <w:rFonts w:hint="cs"/>
          <w:cs/>
          <w:lang w:bidi="bn-IN"/>
        </w:rPr>
        <w:t>শিয়া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সুন্নী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নির্বিশেষে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গ্রন্থেরই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চোখ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বুঁজে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চোখ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বুঁজে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প্রত্যাখ্যান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বস্তুতঃ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আক্বাএদী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ফিক্বহী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শিয়া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সুন্নী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দুস্তর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ব্যবধান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ওঠার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ইজতিহাদকে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অবৈধ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t xml:space="preserve">, </w:t>
      </w:r>
      <w:r>
        <w:rPr>
          <w:rFonts w:hint="cs"/>
          <w:cs/>
          <w:lang w:bidi="bn-IN"/>
        </w:rPr>
        <w:t>নয়তো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অতীতের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ইজতিহাদ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যথেষ্ট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ইজতিহাদের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দরযাহ্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বন্ধ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বাছ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বিচার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অন্ধভাবে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খবরে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ওয়াহেদ্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ইজতিহাদ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অব্যাহত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ধারাক্রমে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স্বয়ংক্রিয়ভাবেই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কর্মনীতির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বিলুপ্তি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বাধ্য।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t xml:space="preserve">,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ইজতিহাদ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বহুলাংশে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অন্ধত্ব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সক্ষম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সুন্নীদের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অপেক্ষাকৃত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ক্ষুদ্র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ফিরক্বাহ্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ইজতিহাদকে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অবৈধ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t xml:space="preserve">,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শিয়াদের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আখবারী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অপেক্ষাকৃত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ক্ষুদ্র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ফিরক্বাহ্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ইজতিহাদকে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অবৈধ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উছূলী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বেশীর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শিয়াদের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ইজতিহাদ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মুজতাহিদগণ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ইজতিহাদের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সুন্নী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t xml:space="preserve">, </w:t>
      </w:r>
      <w:r>
        <w:rPr>
          <w:rFonts w:hint="cs"/>
          <w:cs/>
          <w:lang w:bidi="bn-IN"/>
        </w:rPr>
        <w:t>তাফসীর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ফিক্বাহ্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সাহায্য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মুজতাহিদ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মাযহাবের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অনুসারীদের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খ্যাতনামা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মুজতাহিদগণের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ফত্ওয়া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পরিত্যাগ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সুন্নী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ফত্ওয়ার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ফত্ওয়া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দিয়েছেন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পরিস্থিতির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</w:p>
    <w:p w:rsidR="00635115" w:rsidRDefault="00635115" w:rsidP="00635115">
      <w:pPr>
        <w:pStyle w:val="libNormal"/>
      </w:pPr>
      <w:r>
        <w:t>[</w:t>
      </w:r>
      <w:r>
        <w:rPr>
          <w:rFonts w:hint="cs"/>
          <w:cs/>
          <w:lang w:bidi="bn-IN"/>
        </w:rPr>
        <w:t>উদাহরণ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</w:p>
    <w:p w:rsidR="00635115" w:rsidRPr="00BD1680" w:rsidRDefault="00BD1680" w:rsidP="00BD1680">
      <w:pPr>
        <w:pStyle w:val="libAie"/>
      </w:pPr>
      <w:r w:rsidRPr="00BD1680">
        <w:rPr>
          <w:rStyle w:val="libAlaemChar"/>
        </w:rPr>
        <w:t>)</w:t>
      </w:r>
      <w:r w:rsidR="00635115" w:rsidRPr="00BD1680">
        <w:rPr>
          <w:rFonts w:hint="eastAsia"/>
          <w:rtl/>
        </w:rPr>
        <w:t>انما</w:t>
      </w:r>
      <w:r w:rsidR="00635115" w:rsidRPr="00BD1680">
        <w:rPr>
          <w:rtl/>
        </w:rPr>
        <w:t xml:space="preserve"> </w:t>
      </w:r>
      <w:r w:rsidR="00635115" w:rsidRPr="00BD1680">
        <w:rPr>
          <w:rFonts w:hint="eastAsia"/>
          <w:rtl/>
        </w:rPr>
        <w:t>المشرکون</w:t>
      </w:r>
      <w:r w:rsidR="00635115" w:rsidRPr="00BD1680">
        <w:rPr>
          <w:rtl/>
        </w:rPr>
        <w:t xml:space="preserve"> </w:t>
      </w:r>
      <w:r w:rsidR="00635115" w:rsidRPr="00BD1680">
        <w:rPr>
          <w:rFonts w:hint="eastAsia"/>
          <w:rtl/>
        </w:rPr>
        <w:t>نجس</w:t>
      </w:r>
      <w:r w:rsidRPr="00BD1680">
        <w:rPr>
          <w:rStyle w:val="libAlaemChar"/>
        </w:rPr>
        <w:t>(</w:t>
      </w:r>
    </w:p>
    <w:p w:rsidR="00635115" w:rsidRDefault="00635115" w:rsidP="00635115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মুশরিকরা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অপবিত্র।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তাওবাহ্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২৮</w:t>
      </w:r>
      <w:r>
        <w:rPr>
          <w:cs/>
          <w:lang w:bidi="bn-IN"/>
        </w:rPr>
        <w:t xml:space="preserve">) 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মাযহাবের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মুজতাহিদগণের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ভাগেরই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ফত্ওয়া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মূলগতভাবে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হালাল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মুশরিকের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প্রস্তুত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জায়েয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অতীতের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মুজতাহিদ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জায়েয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বলেছেন</w:t>
      </w:r>
      <w:r>
        <w:t xml:space="preserve">,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মাযহাবের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অনুসারীগণ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নাজায়েয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ফত্ওয়া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বিংশ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শতাব্দীর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দশকে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ক্বোমের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শিক্ষাকেন্দ্রের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শিক্ষক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আয়াতুল্লাহ্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জান্নাতী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রাজনৈতিক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স্বনামখ্যাত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আয়াতুল্লাহ্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আহমাদ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জান্নাতী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নন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গবেষণামূলক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শিয়া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সুন্নী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মুজতাহিদগণের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ফত্ওয়া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সুন্নী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ফত্ওয়ার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উপসংহারে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শারীরিক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অপবিত্রতার</w:t>
      </w:r>
      <w:r>
        <w:rPr>
          <w:cs/>
          <w:lang w:bidi="bn-IN"/>
        </w:rPr>
        <w:t xml:space="preserve"> (</w:t>
      </w:r>
      <w:r w:rsidRPr="00635115">
        <w:rPr>
          <w:rStyle w:val="libArChar"/>
          <w:rFonts w:hint="eastAsia"/>
          <w:rtl/>
        </w:rPr>
        <w:t>نجاسة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جسمان</w:t>
      </w:r>
      <w:r w:rsidRPr="00635115">
        <w:rPr>
          <w:rStyle w:val="libArChar"/>
          <w:rFonts w:hint="cs"/>
          <w:rtl/>
        </w:rPr>
        <w:t>ی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অপবিত্রতার</w:t>
      </w:r>
      <w:r>
        <w:rPr>
          <w:cs/>
          <w:lang w:bidi="bn-IN"/>
        </w:rPr>
        <w:t xml:space="preserve"> (</w:t>
      </w:r>
      <w:r w:rsidRPr="00635115">
        <w:rPr>
          <w:rStyle w:val="libArChar"/>
          <w:rFonts w:hint="eastAsia"/>
          <w:rtl/>
        </w:rPr>
        <w:t>نجاسة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روحان</w:t>
      </w:r>
      <w:r w:rsidRPr="00635115">
        <w:rPr>
          <w:rStyle w:val="libArChar"/>
          <w:rFonts w:hint="cs"/>
          <w:rtl/>
        </w:rPr>
        <w:t>ی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, </w:t>
      </w:r>
      <w:r>
        <w:rPr>
          <w:rFonts w:hint="cs"/>
          <w:cs/>
          <w:lang w:bidi="bn-IN"/>
        </w:rPr>
        <w:t>অতএব</w:t>
      </w:r>
      <w:r>
        <w:t xml:space="preserve">, </w:t>
      </w:r>
      <w:r>
        <w:rPr>
          <w:rFonts w:hint="cs"/>
          <w:cs/>
          <w:lang w:bidi="bn-IN"/>
        </w:rPr>
        <w:t>বাহ্যতঃ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নাপাকীর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নিদর্শন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হালাল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মুশরিকের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প্রস্তুত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হালাল।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প্রবন্ধটি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ক্বোমের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জ্ঞানকেন্দ্রের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মুখপত্র</w:t>
      </w:r>
      <w:r>
        <w:rPr>
          <w:cs/>
          <w:lang w:bidi="bn-IN"/>
        </w:rPr>
        <w:t xml:space="preserve"> </w:t>
      </w:r>
      <w:r w:rsidRPr="00635115">
        <w:rPr>
          <w:rStyle w:val="libArChar"/>
          <w:rFonts w:hint="eastAsia"/>
          <w:rtl/>
        </w:rPr>
        <w:t>کيهان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انديشه</w:t>
      </w:r>
      <w:r>
        <w:rPr>
          <w:rFonts w:hint="cs"/>
          <w:cs/>
          <w:lang w:bidi="bn-IN"/>
        </w:rPr>
        <w:t>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বিরুদ্ধে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প্রতিক্রিয়া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প্রদর্শিত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>]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তৃতীয়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গুরুত্বপূর্ণ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কর্তৃত্বের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lastRenderedPageBreak/>
        <w:t>বর্তমান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প্রেক্ষাপটে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সবচেয়ে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ছাহাবীদের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মাযহাবের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অনুসারীগণ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ব্যক্তিত্বকে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আক্বীদাহ্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পোষণ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এগারো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দুনিয়া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বিদায়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শিয়া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আক্বীদাহ্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দ্বাদশ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[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মাহ্দী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)]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পরিচিতি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সহকারে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পরিচিতি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গোপন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কর্তৃত্বের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কার্যতঃ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আপাততঃ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বিদ্যমান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রাষ্ট্রীয়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শিয়া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সুন্নী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মুসলমানরাই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একমাত্র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সমাধান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মাহ্দী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আবির্ভাবের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বর্তমান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অন্তর্বর্তীকালে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শাসনকর্তৃত্বের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অর্পণ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 w:rsidR="00184621">
        <w:rPr>
          <w:rFonts w:hint="cs"/>
          <w:cs/>
          <w:lang w:bidi="bn-IN"/>
        </w:rPr>
        <w:t>ছূম্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ইতিপূর্বে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উল্লিখিত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বাহুল্য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গুণাবলীর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মুজতাহিদগণের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সুন্নাহর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মাযহাব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ফিরক্বাহর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:</w:t>
      </w:r>
    </w:p>
    <w:p w:rsidR="00635115" w:rsidRDefault="00635115" w:rsidP="00BD1680">
      <w:pPr>
        <w:pStyle w:val="libAr"/>
      </w:pPr>
      <w:r w:rsidRPr="00BD1680">
        <w:rPr>
          <w:rFonts w:hint="cs"/>
          <w:rtl/>
        </w:rPr>
        <w:t>العلماء</w:t>
      </w:r>
      <w:r w:rsidRPr="00BD1680">
        <w:rPr>
          <w:rtl/>
        </w:rPr>
        <w:t xml:space="preserve"> </w:t>
      </w:r>
      <w:r w:rsidRPr="00BD1680">
        <w:rPr>
          <w:rFonts w:hint="cs"/>
          <w:rtl/>
        </w:rPr>
        <w:t>ورثة</w:t>
      </w:r>
      <w:r w:rsidRPr="00BD1680">
        <w:rPr>
          <w:rtl/>
        </w:rPr>
        <w:t xml:space="preserve"> </w:t>
      </w:r>
      <w:r w:rsidRPr="00BD1680">
        <w:rPr>
          <w:rFonts w:hint="cs"/>
          <w:rtl/>
        </w:rPr>
        <w:t>الانبياء</w:t>
      </w:r>
      <w:r>
        <w:t>.</w:t>
      </w:r>
    </w:p>
    <w:p w:rsidR="00635115" w:rsidRDefault="00635115" w:rsidP="00635115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আলেমগণ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উত্তরাধিকারী।</w:t>
      </w:r>
      <w:r>
        <w:rPr>
          <w:rFonts w:hint="eastAsia"/>
        </w:rPr>
        <w:t>”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বাহুল্য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আলেম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বর্তমান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পরিভাষায়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ঢালাওভাবে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যাদেরকে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আলেম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 w:rsidRPr="00635115">
        <w:rPr>
          <w:rStyle w:val="libArChar"/>
          <w:rFonts w:hint="eastAsia"/>
          <w:rtl/>
        </w:rPr>
        <w:t>يتفقهوا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ف</w:t>
      </w:r>
      <w:r w:rsidRPr="00635115">
        <w:rPr>
          <w:rStyle w:val="libArChar"/>
          <w:rFonts w:hint="cs"/>
          <w:rtl/>
        </w:rPr>
        <w:t>ی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الدين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মুজতাহিদগণের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উল্লিখিত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শব্দটি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প্রযোজ্য।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আচরণের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ভারসাম্য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আদ্ল্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তাক্ব্ওয়া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চরম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পন্থা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শিথিল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পন্থা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দূরদৃষ্টির</w:t>
      </w:r>
      <w:r>
        <w:rPr>
          <w:cs/>
          <w:lang w:bidi="bn-IN"/>
        </w:rPr>
        <w:t xml:space="preserve"> (</w:t>
      </w:r>
      <w:r w:rsidRPr="00635115">
        <w:rPr>
          <w:rStyle w:val="libArChar"/>
          <w:rFonts w:hint="eastAsia"/>
          <w:rtl/>
        </w:rPr>
        <w:t>بصيرة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রায়ও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সমর্থন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নতুন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শতাব্দী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অতঃপর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খৃস্টীয়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বিংশ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শতাব্দীর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দ্বিতীয়ার্ধে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খোমেইনী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রহ্ঃ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বিষয়টিকে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ভেলায়াতে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ফাক্বীহ্</w:t>
      </w:r>
      <w:r>
        <w:rPr>
          <w:rFonts w:hint="eastAsia"/>
        </w:rPr>
        <w:t>”</w:t>
      </w:r>
      <w:r>
        <w:t xml:space="preserve"> (</w:t>
      </w:r>
      <w:r w:rsidRPr="00635115">
        <w:rPr>
          <w:rStyle w:val="libArChar"/>
          <w:rFonts w:hint="eastAsia"/>
          <w:rtl/>
        </w:rPr>
        <w:t>ولاية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فقيه</w:t>
      </w:r>
      <w:r w:rsidR="007B3B0F">
        <w:t>-</w:t>
      </w:r>
      <w:r>
        <w:rPr>
          <w:rFonts w:hint="cs"/>
          <w:cs/>
          <w:lang w:bidi="bn-IN"/>
        </w:rPr>
        <w:t>মুজতাহিদের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কর্তৃত্ব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শিরোনামে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তত্ত্ব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উপস্থাপন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অতঃপর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আহবানে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ইরানের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মুসলিম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পরিবর্তন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ঘটানোর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তত্ত্ব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রাষ্ট্রব্যবস্থা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প্রবর্তন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দুর্ভগ্যজনক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সুন্নী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আলেম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ভেলায়াতে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ফাক্বীহ্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তত্ত্বকে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মাযহাবের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নিজস্ব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উপেক্ষা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চেষ্টা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t xml:space="preserve">, </w:t>
      </w:r>
      <w:r>
        <w:rPr>
          <w:rFonts w:hint="cs"/>
          <w:cs/>
          <w:lang w:bidi="bn-IN"/>
        </w:rPr>
        <w:t>অথচ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তত্ত্বটির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বক্তব্যের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গভীরভাবে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শিয়া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মাযহাবের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অনুসারীদের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খোমেইনী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কর্তৃক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তত্ত্ব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উপস্থাপনেরও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আগে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হাজার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বছরেরও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বেশীকাল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সুন্নী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মাযহাবের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অনুসারীরা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তত্ত্বের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বক্তব্যের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মুখাপেক্ষী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বস্তুতঃ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মাযহাবের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অনুসারীরা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সমাজে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 w:rsidR="00184621">
        <w:rPr>
          <w:rFonts w:hint="cs"/>
          <w:cs/>
          <w:lang w:bidi="bn-IN"/>
        </w:rPr>
        <w:t>ছূম্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ইমামগণের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প্রকাশ্য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উপস্থিতি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ইজতিহাদ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ভেলায়াতে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ফাক্বীহ্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তত্ত্ব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কোনোটিরই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মুখাপেক্ষী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 w:rsidR="00184621">
        <w:rPr>
          <w:rFonts w:hint="cs"/>
          <w:cs/>
          <w:lang w:bidi="bn-IN"/>
        </w:rPr>
        <w:t>ছূম্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নবীই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হোন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জিজ্ঞাসার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চূড়ান্ত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কর্তৃত্বের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একমাত্র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তাঁরই</w:t>
      </w:r>
      <w:r>
        <w:t xml:space="preserve">;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ছূমের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অনুপস্থিতিতেই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ইজতিহাদ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ভেলায়াতে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ফাক্বীহ্</w:t>
      </w:r>
      <w:r>
        <w:rPr>
          <w:rFonts w:hint="eastAsia"/>
        </w:rPr>
        <w:t>”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সুন্নী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আক্বীদাহ্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ওফাতের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দ্বীন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ব্যাখাকারী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শাসনকর্তার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সমাপ্তি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 w:rsidRPr="00635115">
        <w:rPr>
          <w:rStyle w:val="libArChar"/>
          <w:rFonts w:hint="eastAsia"/>
          <w:rtl/>
        </w:rPr>
        <w:t>يتفقهوا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ف</w:t>
      </w:r>
      <w:r w:rsidRPr="00635115">
        <w:rPr>
          <w:rStyle w:val="libArChar"/>
          <w:rFonts w:hint="cs"/>
          <w:rtl/>
        </w:rPr>
        <w:t>ی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الدين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635115">
        <w:rPr>
          <w:rStyle w:val="libArChar"/>
          <w:rFonts w:hint="eastAsia"/>
          <w:rtl/>
        </w:rPr>
        <w:t>العلماء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ورثة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الانبياء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t xml:space="preserve">, </w:t>
      </w:r>
      <w:r>
        <w:rPr>
          <w:rFonts w:hint="cs"/>
          <w:cs/>
          <w:lang w:bidi="bn-IN"/>
        </w:rPr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ওফাতের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মুহূর্ত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ওলামা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মুজতাহিদগণের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শাসনকর্তৃত্ব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ওঠে।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ব্যাখ্যা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কর্তৃত্বের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স্থলাভিষিক্ত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</w:t>
      </w:r>
      <w:r>
        <w:t xml:space="preserve">, </w:t>
      </w:r>
      <w:r>
        <w:rPr>
          <w:rFonts w:hint="cs"/>
          <w:cs/>
          <w:lang w:bidi="bn-IN"/>
        </w:rPr>
        <w:t>তাবেঈন্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তাবেঈন্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তত্ত্ব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কয়েকটি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সুনির্দিষ্ট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প্রজন্ম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স্থলাভিষিক্ততার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সাময়িক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ওফাতের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মুহূর্ত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ক্বিয়ামত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স্থলাভিষিক্ততা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ইমামতের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আক্বীদাহ্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তত্ত্ব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স্থলাভিক্তিতার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গোষ্ঠী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উর্ধে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ভেলায়াতে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ফক্বীহ্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তত্ত্বটি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তত্ত্ব।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তত্ত্ব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</w:t>
      </w:r>
      <w:r>
        <w:t xml:space="preserve">, </w:t>
      </w:r>
      <w:r>
        <w:rPr>
          <w:rFonts w:hint="cs"/>
          <w:cs/>
          <w:lang w:bidi="bn-IN"/>
        </w:rPr>
        <w:t>তাবেঈন্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তাবেঈন্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প্রজন্মের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প্রযোজ্য।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বস্তুতঃ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বাস্তবে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খলীফাহ্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ভেলায়াতে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ফাক্বীহ্</w:t>
      </w:r>
      <w:r>
        <w:rPr>
          <w:rFonts w:hint="eastAsia"/>
        </w:rPr>
        <w:t>”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গুণাবলীর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বিতর্ক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বিতর্ক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স্মর্তব্য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অতীতে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সুন্নী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মনীষীগণও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মোটেই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খলীফাহ্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মনোনয়নের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এখতিয়ার</w:t>
      </w:r>
      <w:r>
        <w:rPr>
          <w:cs/>
          <w:lang w:bidi="bn-IN"/>
        </w:rPr>
        <w:t xml:space="preserve"> </w:t>
      </w:r>
      <w:r w:rsidRPr="00635115">
        <w:rPr>
          <w:rStyle w:val="libArChar"/>
          <w:rFonts w:hint="eastAsia"/>
          <w:rtl/>
        </w:rPr>
        <w:t>اهل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الحل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والعقد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চূড়ান্ত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মতামত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এখতিয়ারের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অধিকারীগণ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পরিভাষাটির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মতামত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যোগ্যতার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ব্যক্তিগণ</w:t>
      </w:r>
      <w:r>
        <w:rPr>
          <w:rFonts w:hint="eastAsia"/>
        </w:rPr>
        <w:t>”</w:t>
      </w:r>
      <w:r w:rsidR="007B3B0F">
        <w:t>-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মুজতাহিদগণের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বেলায়ই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প্রযোজ্য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মোদ্দা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t xml:space="preserve">, </w:t>
      </w:r>
      <w:r>
        <w:rPr>
          <w:rFonts w:hint="cs"/>
          <w:cs/>
          <w:lang w:bidi="bn-IN"/>
        </w:rPr>
        <w:t>আজকের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শিয়া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সুন্নী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নির্বিশেষে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মুসলিম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কর্তৃত্বের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একমাত্র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সমাধান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ভেলায়াতে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ফাক্বীহ্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মুজতাহিদের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কর্তৃত্ব</w:t>
      </w:r>
      <w:r>
        <w:rPr>
          <w:rFonts w:hint="eastAsia"/>
        </w:rPr>
        <w:t>’</w:t>
      </w:r>
      <w:r>
        <w:rPr>
          <w:rFonts w:hint="cs"/>
          <w:cs/>
          <w:lang w:bidi="hi-IN"/>
        </w:rPr>
        <w:t>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lastRenderedPageBreak/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খোমেইনী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রহ্ঃ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তত্ত্ব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উপস্থাপন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প্রায়োগিক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পদ্ধতিও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প্রদর্শন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তত্ত্বের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মুজতাহিদকে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শাসনকর্তৃত্বের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বহুবচন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বাচক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শব্দ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দায়িত্ব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বিদ্যমান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মুজতাহিদের।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রাষ্ট্রক্ষমতার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চূড়ান্ত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একজনের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ন্যস্ত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শাসনকর্তৃত্বের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দায়িত্বটি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একজনের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অর্পণ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অর্পণের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শাসনকর্তৃত্বের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কর্তব্যের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পরিসমাপ্তি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রাখবেন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পরামর্শ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দেবেন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কখনো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শারীরিক</w:t>
      </w:r>
      <w:r>
        <w:t xml:space="preserve">, </w:t>
      </w:r>
      <w:r>
        <w:rPr>
          <w:rFonts w:hint="cs"/>
          <w:cs/>
          <w:lang w:bidi="bn-IN"/>
        </w:rPr>
        <w:t>মানসিক</w:t>
      </w:r>
      <w:r>
        <w:t xml:space="preserve">, </w:t>
      </w:r>
      <w:r>
        <w:rPr>
          <w:rFonts w:hint="cs"/>
          <w:cs/>
          <w:lang w:bidi="bn-IN"/>
        </w:rPr>
        <w:t>নৈতিক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রাজনৈতিক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যোগ্যতা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মুহূর্তে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অপসারিত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দায়িত্ব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অর্পণ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পারবেন।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বিষয়াদির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ব্যাখ্যা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বিশ্লেষণের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কর্তব্য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সর্বাবস্থায়ই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ব্যক্তিগতভাবে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মুজতাহিদেরই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প্রত্যেকের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অনুসারীগণ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মুজতাহিদকেই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থাকবে</w:t>
      </w:r>
      <w:r>
        <w:t xml:space="preserve">; </w:t>
      </w:r>
      <w:r>
        <w:rPr>
          <w:rFonts w:hint="cs"/>
          <w:cs/>
          <w:lang w:bidi="bn-IN"/>
        </w:rPr>
        <w:t>রাষ্ট্রীয়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দায়িত্বের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বিষয়াদি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শাসক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মুজতাহিদের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বাধ্যতামূলক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রাষ্ট্রের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বাস্তবায়ন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কর্তৃত্ব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বিষয়াদিতেও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মাযহাব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মুজতাহিদের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মতপার্থক্য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বিবাহ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তালাক্ব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মীরাছ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বণ্টনের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শাখাগত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শাসক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মুজতাহিদের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সংখ্যাগুরু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মাযহাবের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চাপিয়ে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বিবদমান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পক্ষদ্বয়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মাযহাবের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মুজতাহিদের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মাযহাব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মুজতাহিদের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ফয়ছালাহ্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t xml:space="preserve">,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বিবদমান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পক্ষদ্বয়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মাযহাব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মুজতাহিদের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স্বাভাবিকভাবেই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জনপদে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সংখ্যাগুরু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ফিক্ব্হী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ফয়ছালাহ্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অমুসলিম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সংখ্যালঘুদের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নীতিই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প্রযোজ্য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ফৌজদারী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দণ্ডবিধি</w:t>
      </w:r>
      <w:r>
        <w:t xml:space="preserve">, </w:t>
      </w:r>
      <w:r>
        <w:rPr>
          <w:rFonts w:hint="cs"/>
          <w:cs/>
          <w:lang w:bidi="bn-IN"/>
        </w:rPr>
        <w:t>পররাষ্ট্রনীতি</w:t>
      </w:r>
      <w:r>
        <w:t xml:space="preserve">, </w:t>
      </w:r>
      <w:r>
        <w:rPr>
          <w:rFonts w:hint="cs"/>
          <w:cs/>
          <w:lang w:bidi="bn-IN"/>
        </w:rPr>
        <w:t>সশস্ত্র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বাহিনী</w:t>
      </w:r>
      <w:r>
        <w:t xml:space="preserve">, </w:t>
      </w:r>
      <w:r>
        <w:rPr>
          <w:rFonts w:hint="cs"/>
          <w:cs/>
          <w:lang w:bidi="bn-IN"/>
        </w:rPr>
        <w:t>যুদ্ধ</w:t>
      </w:r>
      <w:r>
        <w:t xml:space="preserve">, </w:t>
      </w:r>
      <w:r>
        <w:rPr>
          <w:rFonts w:hint="cs"/>
          <w:cs/>
          <w:lang w:bidi="bn-IN"/>
        </w:rPr>
        <w:t>সন্ধি</w:t>
      </w:r>
      <w:r>
        <w:t xml:space="preserve">, </w:t>
      </w:r>
      <w:r>
        <w:rPr>
          <w:rFonts w:hint="cs"/>
          <w:cs/>
          <w:lang w:bidi="bn-IN"/>
        </w:rPr>
        <w:t>আমদানী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রফতানী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নীতি</w:t>
      </w:r>
      <w:r>
        <w:t xml:space="preserve">, </w:t>
      </w:r>
      <w:r>
        <w:rPr>
          <w:rFonts w:hint="cs"/>
          <w:cs/>
          <w:lang w:bidi="bn-IN"/>
        </w:rPr>
        <w:t>মুদ্রানীতি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ইত্যাদি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একান্তভাবেই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মুজতাহিদ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এখতিয়ারাধীনে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থাকবে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নির্বাচনকারী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মুজতাহিদগণের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সহায়তাকারী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বিভাগ</w:t>
      </w:r>
      <w:r>
        <w:t xml:space="preserve">, </w:t>
      </w:r>
      <w:r>
        <w:rPr>
          <w:rFonts w:hint="cs"/>
          <w:cs/>
          <w:lang w:bidi="bn-IN"/>
        </w:rPr>
        <w:t>প্রশাসন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ইত্যাদির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সাহায্যক্রমে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সিদ্ধান্ত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প্রশাসন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স্বাধীন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বিভাগের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মাধ্যমে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কার্যকর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ভারসাম্যপূর্ণ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রাষ্ট্রব্যবস্থার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খোমেইনী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রহ্ঃ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স্বয়ং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মাযহাবের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মুজতাহিদ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বটে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ভেলায়াতে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ফাক্বীহ্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তত্ত্ব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উপস্থাপন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শিয়া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সুন্নী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সমানভাবে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প্রযোজ্য</w:t>
      </w:r>
      <w:r>
        <w:t xml:space="preserve">;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তত্ত্ব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মাযহাবের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মুজতাহিদকে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শাসনকর্তৃত্ব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জরুরী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সুন্নী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অধ্যুষিত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রাষ্ট্রব্যবস্থা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প্রতিষ্ঠিত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স্বাভাবিকভাবেই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শাসনকর্তৃত্ব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দেশেরই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মুজতাহিদের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অর্পিত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</w:p>
    <w:p w:rsidR="00635115" w:rsidRDefault="00635115" w:rsidP="00BD1680">
      <w:pPr>
        <w:pStyle w:val="libLine"/>
      </w:pPr>
      <w:r>
        <w:t>[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বর্তমান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প্রেক্ষাপটে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সুন্নী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ইজতিহাদের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দরযাহ্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বন্ধ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মুজতাহিদ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পরিগণিত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ফরযে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কেফায়ী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ইজতিহাদ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শুরু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ধারাবাহিকতায়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রাষ্ট্রব্যবস্থা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ভেলায়াতে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ফাক্বীহ্</w:t>
      </w:r>
      <w:r w:rsidRPr="00BD1680">
        <w:rPr>
          <w:rStyle w:val="libEnChar"/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তত্ত্ব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বাস্তবায়ন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অতএব</w:t>
      </w:r>
      <w:r>
        <w:t xml:space="preserve">, </w:t>
      </w:r>
      <w:r>
        <w:rPr>
          <w:rFonts w:hint="cs"/>
          <w:cs/>
          <w:lang w:bidi="bn-IN"/>
        </w:rPr>
        <w:t>সুন্নী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মুজতাহিদকে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শাসনকর্তৃত্ব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ইরান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মুজতাহিদকে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শাসনকর্তৃত্বে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চেয়েও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সুন্নী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ইজতিহাদের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পুনঃপ্রবর্তিত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বর্তমানে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শিয়া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সুন্নী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ব্যবধান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পুরোপুরি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বিলুপ্তি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ঘটলেও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প্রায়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বিলুপ্তি</w:t>
      </w:r>
      <w:r w:rsidRPr="00BD1680">
        <w:rPr>
          <w:rStyle w:val="libEnChar"/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ঘটবে।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কারণ</w:t>
      </w:r>
      <w:r>
        <w:t xml:space="preserve">,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মুজতাহিদ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মাযহাবী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সঙ্কীর্ণতার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উর্ধে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উদ্ঘাটন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উপসংহারে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</w:p>
    <w:p w:rsidR="00635115" w:rsidRDefault="00635115" w:rsidP="00BD1680">
      <w:pPr>
        <w:pStyle w:val="libLine"/>
      </w:pP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সুন্নী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নতুন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ইজতিহাদের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আনুষ্ঠানিকভাবে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বন্ধ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ঘোষণা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শতাব্দীতে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বিচ্ছিন্নভাবে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ইজতিহাদ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t xml:space="preserve">,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বিংশ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শতাব্দীতেও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নেহায়েতই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বিচ্ছিন্ন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উদ্যোগ</w:t>
      </w:r>
      <w:r>
        <w:t xml:space="preserve">; </w:t>
      </w:r>
      <w:r>
        <w:rPr>
          <w:rFonts w:hint="cs"/>
          <w:cs/>
          <w:lang w:bidi="bn-IN"/>
        </w:rPr>
        <w:t>সুন্নী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আনুষ্ঠানিকভাবে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ইজতিহাদের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বন্ধই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দ্বিতীয়তঃ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ইজতিহাদ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তাঁরাও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আক্বাএদ্</w:t>
      </w:r>
      <w:r>
        <w:t xml:space="preserve">, </w:t>
      </w:r>
      <w:r>
        <w:rPr>
          <w:rFonts w:hint="cs"/>
          <w:cs/>
          <w:lang w:bidi="bn-IN"/>
        </w:rPr>
        <w:t>ফরয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হারাম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ইজতিহাদী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মূলনীতি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বিতর্কিত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বিষয়গুলোকে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স্পর্শ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পূর্বসুরিদের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ধারাবাহিকতা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চেষ্টা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ইজতিহাদকে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ইজতিহাদে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তাক্বলীদী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বিষয়বস্তুর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আলোকপাত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যরূরী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নামোল্লেখ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সুনির্দিষ্টভাবে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ইজতিহাদের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দুর্বলতা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থাকছি।</w:t>
      </w:r>
      <w:r>
        <w:rPr>
          <w:cs/>
          <w:lang w:bidi="bn-IN"/>
        </w:rPr>
        <w:t xml:space="preserve"> ]</w:t>
      </w:r>
    </w:p>
    <w:p w:rsidR="00BD1680" w:rsidRPr="00E45B2C" w:rsidRDefault="00BD1680" w:rsidP="00E45B2C">
      <w:r>
        <w:br w:type="page"/>
      </w:r>
    </w:p>
    <w:p w:rsidR="00635115" w:rsidRDefault="00635115" w:rsidP="00BD1680">
      <w:pPr>
        <w:pStyle w:val="libCenterBold1"/>
      </w:pPr>
      <w:r>
        <w:rPr>
          <w:rFonts w:hint="cs"/>
          <w:cs/>
          <w:lang w:bidi="bn-IN"/>
        </w:rPr>
        <w:lastRenderedPageBreak/>
        <w:t>পরিশিষ্ট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১</w:t>
      </w:r>
    </w:p>
    <w:p w:rsidR="00635115" w:rsidRDefault="00635115" w:rsidP="00BD1680">
      <w:pPr>
        <w:pStyle w:val="Heading1Center"/>
        <w:rPr>
          <w:lang w:bidi="bn-BD"/>
        </w:rPr>
      </w:pPr>
      <w:bookmarkStart w:id="60" w:name="_Toc528959857"/>
      <w:bookmarkStart w:id="61" w:name="_Toc529016155"/>
      <w:bookmarkStart w:id="62" w:name="_Toc529017473"/>
      <w:r>
        <w:rPr>
          <w:cs/>
          <w:lang w:bidi="bn-BD"/>
        </w:rPr>
        <w:t>হযরত ইমাম হোসেনের (আঃ) আন্দোলনের তাৎপর্য</w:t>
      </w:r>
      <w:bookmarkEnd w:id="60"/>
      <w:bookmarkEnd w:id="61"/>
      <w:bookmarkEnd w:id="62"/>
      <w:r>
        <w:rPr>
          <w:cs/>
          <w:lang w:bidi="bn-BD"/>
        </w:rPr>
        <w:t xml:space="preserve"> 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কারবালায়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শাহাদাত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সত্যসংগ্রামীদের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অনুপ্রেরণার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উৎস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আন্দোলনের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মূল্যায়ন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যথেষ্ট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পার্থক্য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বাহুল্য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মূল্যায়নে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সঙ্গীসাথী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ভক্তি</w:t>
      </w:r>
      <w:r>
        <w:t xml:space="preserve">, </w:t>
      </w:r>
      <w:r>
        <w:rPr>
          <w:rFonts w:hint="cs"/>
          <w:cs/>
          <w:lang w:bidi="bn-IN"/>
        </w:rPr>
        <w:t>ভালোবাসা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সমবেদনা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উপাদান।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আন্দোলনের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বাহুল্য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আন্দোলনের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মূল্যায়ন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নির্ভুল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সঙ্গীসাথী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ত্যাগ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আত্মত্যাগ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পারবো।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সংক্ষেপে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ইসলামী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আক্বাএদে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তাত্ত্বিক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মর্যাদা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আভাস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মতৈক্য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মাযহাব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ফিরক্বাহ্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পোষণ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হাসান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সদস্য</w:t>
      </w:r>
      <w:r>
        <w:t xml:space="preserve">; </w:t>
      </w:r>
      <w:r>
        <w:rPr>
          <w:rFonts w:hint="cs"/>
          <w:cs/>
          <w:lang w:bidi="bn-IN"/>
        </w:rPr>
        <w:t>অপর</w:t>
      </w:r>
      <w:r>
        <w:rPr>
          <w:cs/>
          <w:lang w:bidi="bn-IN"/>
        </w:rPr>
        <w:t xml:space="preserve"> </w:t>
      </w:r>
      <w:r w:rsidR="00184621">
        <w:rPr>
          <w:rFonts w:hint="cs"/>
          <w:cs/>
          <w:lang w:bidi="bn-IN"/>
        </w:rPr>
        <w:t>দু</w:t>
      </w:r>
      <w:r w:rsidR="00184621" w:rsidRPr="00184621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মাতা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ফাতেমাহ্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সালামুল্লাহি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আলাইহা</w:t>
      </w:r>
      <w:r>
        <w:rPr>
          <w:cs/>
          <w:lang w:bidi="bn-IN"/>
        </w:rPr>
        <w:t>)</w:t>
      </w:r>
      <w:r>
        <w:t xml:space="preserve">;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চারজনের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ভিন্নমত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বিন্দুমাত্রও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সদস্যগণ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চারিত্রিক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আচরণগত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অপকৃষ্টতা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মুক্ত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আহযাব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৩৩</w:t>
      </w:r>
      <w:r>
        <w:rPr>
          <w:cs/>
          <w:lang w:bidi="bn-IN"/>
        </w:rPr>
        <w:t>)</w:t>
      </w:r>
      <w:r>
        <w:rPr>
          <w:rFonts w:hint="cs"/>
          <w:cs/>
          <w:lang w:bidi="hi-IN"/>
        </w:rPr>
        <w:t>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পাপমুক্ততার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দৃষ্টিকোণ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মর্যাদার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সমস্তরের।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আসবেন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নতুন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শরঈ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নাযিল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ঘোষণা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ওলামায়ে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কেরামের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ইসরাঈলের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উত্তরাধিকারী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প্রতিনিধি</w:t>
      </w:r>
      <w:r>
        <w:t xml:space="preserve">;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সদস্যদের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একশ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ভাগ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প্রযোজ্য।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দরূদ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নামায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খুত্ববাহ্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ছহীহ্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নামাযের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দরূদে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: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! </w:t>
      </w:r>
      <w:r>
        <w:rPr>
          <w:rFonts w:hint="cs"/>
          <w:cs/>
          <w:lang w:bidi="bn-IN"/>
        </w:rPr>
        <w:t>মুহাম্মাদ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দরূদ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প্রেরণ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দরূদ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প্রেরণ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করেছো</w:t>
      </w:r>
      <w:r>
        <w:rPr>
          <w:cs/>
          <w:lang w:bidi="bn-IN"/>
        </w:rPr>
        <w:t xml:space="preserve"> ...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! </w:t>
      </w:r>
      <w:r>
        <w:rPr>
          <w:rFonts w:hint="cs"/>
          <w:cs/>
          <w:lang w:bidi="bn-IN"/>
        </w:rPr>
        <w:t>মুহাম্মাদ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বরকত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নাযিল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বরকত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নাযিল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করেছো</w:t>
      </w:r>
      <w:r>
        <w:rPr>
          <w:cs/>
          <w:lang w:bidi="bn-IN"/>
        </w:rPr>
        <w:t xml:space="preserve"> ...</w:t>
      </w:r>
      <w:r>
        <w:rPr>
          <w:rFonts w:hint="cs"/>
          <w:cs/>
          <w:lang w:bidi="hi-IN"/>
        </w:rPr>
        <w:t>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তিরমিযী</w:t>
      </w:r>
      <w:r>
        <w:t xml:space="preserve">, </w:t>
      </w:r>
      <w:r>
        <w:rPr>
          <w:rFonts w:hint="cs"/>
          <w:cs/>
          <w:lang w:bidi="bn-IN"/>
        </w:rPr>
        <w:t>ইবনে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মাজাহ্</w:t>
      </w:r>
      <w:r>
        <w:t xml:space="preserve">, </w:t>
      </w:r>
      <w:r>
        <w:rPr>
          <w:rFonts w:hint="cs"/>
          <w:cs/>
          <w:lang w:bidi="bn-IN"/>
        </w:rPr>
        <w:t>মুস্তাদরাকে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হাকেম</w:t>
      </w:r>
      <w:r>
        <w:t xml:space="preserve">, </w:t>
      </w:r>
      <w:r>
        <w:rPr>
          <w:rFonts w:hint="cs"/>
          <w:cs/>
          <w:lang w:bidi="bn-IN"/>
        </w:rPr>
        <w:t>কানযুল্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উম্মাল্</w:t>
      </w:r>
      <w:r>
        <w:t xml:space="preserve">, ...)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খুত্ববায়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হাসান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বেহেশতে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যুবকদের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নেতা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হাসান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সন্তুষ্টি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অসন্তুষ্টিকে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সন্তুষ্টি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অসন্তুষ্টি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ইবনে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মাজাহ্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সন্তুষ্টি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অসন্তুষ্টিতে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সন্তুষ্টি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অসন্তুষ্টি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দোযখের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পরিণতি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মুস্তাদরাকে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হাকেম্</w:t>
      </w:r>
      <w:r>
        <w:t xml:space="preserve">, </w:t>
      </w:r>
      <w:r>
        <w:rPr>
          <w:rFonts w:hint="cs"/>
          <w:cs/>
          <w:lang w:bidi="bn-IN"/>
        </w:rPr>
        <w:t>হাইছামী</w:t>
      </w:r>
      <w:r>
        <w:t xml:space="preserve">, </w:t>
      </w:r>
      <w:r>
        <w:rPr>
          <w:rFonts w:hint="cs"/>
          <w:cs/>
          <w:lang w:bidi="bn-IN"/>
        </w:rPr>
        <w:t>ত্বিবরানী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কানযুল্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উম্মাল্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হাসান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ভালোবাসে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ভালোবাসার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দোআ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তিরমিযী</w:t>
      </w:r>
      <w:r>
        <w:rPr>
          <w:cs/>
          <w:lang w:bidi="bn-IN"/>
        </w:rPr>
        <w:t>)</w:t>
      </w:r>
      <w:r>
        <w:rPr>
          <w:rFonts w:hint="cs"/>
          <w:cs/>
          <w:lang w:bidi="hi-IN"/>
        </w:rPr>
        <w:t>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ইবরাহীম্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কঠিন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পরীক্ষায়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উত্তীর্ণ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নেককারদেরও</w:t>
      </w:r>
      <w:r>
        <w:rPr>
          <w:cs/>
          <w:lang w:bidi="bn-IN"/>
        </w:rPr>
        <w:t xml:space="preserve"> [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নেককার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লোকদেরকে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)]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হলো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বাক্বারাহ্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১২৪</w:t>
      </w:r>
      <w:r>
        <w:rPr>
          <w:cs/>
          <w:lang w:bidi="bn-IN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অতএব</w:t>
      </w:r>
      <w:r>
        <w:t xml:space="preserve">, </w:t>
      </w:r>
      <w:r>
        <w:rPr>
          <w:rFonts w:hint="cs"/>
          <w:cs/>
          <w:lang w:bidi="bn-IN"/>
        </w:rPr>
        <w:t>নামাযের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দরূদে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রাজনৈতিক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হক্ব্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সংক্ষেপে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আক্বাএদে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বিতর্কাতীত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কর্তৃত্ব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অর্পিত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</w:t>
      </w:r>
      <w:r>
        <w:t xml:space="preserve">, </w:t>
      </w:r>
      <w:r>
        <w:rPr>
          <w:rFonts w:hint="cs"/>
          <w:cs/>
          <w:lang w:bidi="bn-IN"/>
        </w:rPr>
        <w:t>আচরণ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যোগ্যতার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শ্রেষ্ঠতম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t xml:space="preserve">, </w:t>
      </w:r>
      <w:r>
        <w:rPr>
          <w:rFonts w:hint="cs"/>
          <w:cs/>
          <w:lang w:bidi="bn-IN"/>
        </w:rPr>
        <w:t>ইসলামী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শাসনকর্তৃত্বের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সরাসরি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অর্পণ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দায়িত্ব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অর্পণের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স্বতঃস্ফূর্তভাবে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সর্বাধিক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যোগ্যতার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কাউকে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t xml:space="preserve">; </w:t>
      </w:r>
      <w:r>
        <w:rPr>
          <w:rFonts w:hint="cs"/>
          <w:cs/>
          <w:lang w:bidi="bn-IN"/>
        </w:rPr>
        <w:t>রাজতন্ত্র</w:t>
      </w:r>
      <w:r>
        <w:t xml:space="preserve">, </w:t>
      </w:r>
      <w:r>
        <w:rPr>
          <w:rFonts w:hint="cs"/>
          <w:cs/>
          <w:lang w:bidi="bn-IN"/>
        </w:rPr>
        <w:t>স্বৈরতন্ত্র</w:t>
      </w:r>
      <w:r>
        <w:t xml:space="preserve">, </w:t>
      </w:r>
      <w:r>
        <w:rPr>
          <w:rFonts w:hint="cs"/>
          <w:cs/>
          <w:lang w:bidi="bn-IN"/>
        </w:rPr>
        <w:t>ক্ষমতা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দখল</w:t>
      </w:r>
      <w:r>
        <w:t xml:space="preserve">, </w:t>
      </w:r>
      <w:r>
        <w:rPr>
          <w:rFonts w:hint="cs"/>
          <w:cs/>
          <w:lang w:bidi="bn-IN"/>
        </w:rPr>
        <w:t>জোর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কর্তৃত্ব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চাপিয়ে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t xml:space="preserve">, </w:t>
      </w:r>
      <w:r>
        <w:rPr>
          <w:rFonts w:hint="cs"/>
          <w:cs/>
          <w:lang w:bidi="bn-IN"/>
        </w:rPr>
        <w:t>ধোঁকা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প্রতারণা</w:t>
      </w:r>
      <w:r>
        <w:t xml:space="preserve">, </w:t>
      </w:r>
      <w:r>
        <w:rPr>
          <w:rFonts w:hint="cs"/>
          <w:cs/>
          <w:lang w:bidi="bn-IN"/>
        </w:rPr>
        <w:t>ষড়যন্ত্র</w:t>
      </w:r>
      <w:r>
        <w:t xml:space="preserve">, </w:t>
      </w:r>
      <w:r>
        <w:rPr>
          <w:rFonts w:hint="cs"/>
          <w:cs/>
          <w:lang w:bidi="bn-IN"/>
        </w:rPr>
        <w:t>উৎকোচ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অনৈতিক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পন্থার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আশ্রয়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রাষ্ট্রক্ষমতা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করায়ত্তকরণ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ধর্মসম্পর্কহীন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সেক্যুলার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নেতৃত্ব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কর্তৃত্ব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বিবেচনায়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সন্দেহাতীত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ইসলামী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ইয়াযীদের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শাসনকর্তৃত্ব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পুরোপুরি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অবৈধ।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সত্যিকারের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অবৈধ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কর্তৃত্বের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মোকাবিলায়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কর্মনীতি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নির্ভর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পরিস্থিতির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মূল্যায়ন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স্বয়ং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নবুওয়াতের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দায়িত্বে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অভিষিক্ত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মক্কায়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গোপনে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দাও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আতের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t xml:space="preserve">, </w:t>
      </w:r>
      <w:r>
        <w:rPr>
          <w:rFonts w:hint="cs"/>
          <w:cs/>
          <w:lang w:bidi="bn-IN"/>
        </w:rPr>
        <w:t>অতঃপর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স্থানীয়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কুফরী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যুলুম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অত্যাচারের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বিরুদ্ধে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প্রতিরোধে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দাও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আত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মদীনায়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হুকূমাত্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প্রতিষ্ঠা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মদীনাহর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পরিস্থিতিভেদে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যুদ্ধ</w:t>
      </w:r>
      <w:r>
        <w:t xml:space="preserve">, </w:t>
      </w:r>
      <w:r>
        <w:rPr>
          <w:rFonts w:hint="cs"/>
          <w:cs/>
          <w:lang w:bidi="bn-IN"/>
        </w:rPr>
        <w:t>সন্ধি</w:t>
      </w:r>
      <w:r>
        <w:t xml:space="preserve">, </w:t>
      </w:r>
      <w:r>
        <w:rPr>
          <w:rFonts w:hint="cs"/>
          <w:cs/>
          <w:lang w:bidi="bn-IN"/>
        </w:rPr>
        <w:t>কূটনৈতিক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যোগাযোগ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দাও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আত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ইত্যাদি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কর্মনীতি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অনুসৃত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কর্মনীতিও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অভিন্ন।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হাসান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প্রবণতা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t xml:space="preserve">; </w:t>
      </w:r>
      <w:r>
        <w:rPr>
          <w:rFonts w:hint="cs"/>
          <w:cs/>
          <w:lang w:bidi="bn-IN"/>
        </w:rPr>
        <w:t>একজনকে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সাহসী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একজনকে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খুবই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নরম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t xml:space="preserve">, </w:t>
      </w:r>
      <w:r>
        <w:rPr>
          <w:rFonts w:hint="cs"/>
          <w:cs/>
          <w:lang w:bidi="bn-IN"/>
        </w:rPr>
        <w:t>অথচ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আক্বাএদে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নামাযের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দরূদ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খুত্ববাহর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উভয়ের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অভিন্ন।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অগভীর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দৃষ্টিপাত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থাকি</w:t>
      </w:r>
      <w:r>
        <w:t xml:space="preserve">, </w:t>
      </w:r>
      <w:r>
        <w:rPr>
          <w:rFonts w:hint="cs"/>
          <w:cs/>
          <w:lang w:bidi="bn-IN"/>
        </w:rPr>
        <w:t>অথচ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হাসান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যুদ্ধে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সশরীরে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করেছিলেন।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 w:rsidR="00BD1680">
        <w:rPr>
          <w:rFonts w:hint="cs"/>
          <w:cs/>
          <w:lang w:bidi="bn-IN"/>
        </w:rPr>
        <w:t>মু</w:t>
      </w:r>
      <w:r w:rsidR="00BD1680" w:rsidRPr="00302F59">
        <w:rPr>
          <w:rStyle w:val="libEnChar"/>
          <w:rFonts w:hint="cs"/>
        </w:rPr>
        <w:t>’</w:t>
      </w:r>
      <w:r w:rsidR="00BD1680">
        <w:rPr>
          <w:rFonts w:hint="cs"/>
          <w:cs/>
          <w:lang w:bidi="bn-IN"/>
        </w:rPr>
        <w:t>আভী</w:t>
      </w:r>
      <w:r>
        <w:rPr>
          <w:rFonts w:hint="cs"/>
          <w:cs/>
          <w:lang w:bidi="bn-IN"/>
        </w:rPr>
        <w:t>য়াহর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রাজত্বকালের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হাসান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বিষপ্রয়োগে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শহীদ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শাহাদাতের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ভক্ত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অনুরক্ত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অনুসারীদের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 w:rsidR="00BD1680">
        <w:rPr>
          <w:rFonts w:hint="cs"/>
          <w:cs/>
          <w:lang w:bidi="bn-IN"/>
        </w:rPr>
        <w:t>মু</w:t>
      </w:r>
      <w:r w:rsidR="00BD1680" w:rsidRPr="00302F59">
        <w:rPr>
          <w:rStyle w:val="libEnChar"/>
          <w:rFonts w:hint="cs"/>
        </w:rPr>
        <w:t>’</w:t>
      </w:r>
      <w:r w:rsidR="00BD1680">
        <w:rPr>
          <w:rFonts w:hint="cs"/>
          <w:cs/>
          <w:lang w:bidi="bn-IN"/>
        </w:rPr>
        <w:t>আভী</w:t>
      </w:r>
      <w:r>
        <w:rPr>
          <w:rFonts w:hint="cs"/>
          <w:cs/>
          <w:lang w:bidi="bn-IN"/>
        </w:rPr>
        <w:t>য়াহর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বিরুদ্ধে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অবতীর্ণ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ইয়াযীদের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বিরুদ্ধে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করেছিলেন।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ভাইয়ের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চরিত্রবৈশিষ্ট্যের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পার্থক্য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পরিস্থিতির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পার্থক্য।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মাযহাব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ফিরক্বাহ্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আলীর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খেলাফতের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বৈধতার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প্রণিধানযোগ্য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সাধারণ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অনুরোধে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খেলাফতের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দায়িত্ব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t xml:space="preserve">; </w:t>
      </w:r>
      <w:r>
        <w:rPr>
          <w:rFonts w:hint="cs"/>
          <w:cs/>
          <w:lang w:bidi="bn-IN"/>
        </w:rPr>
        <w:t>স্বল্পসংখ্যক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খলীফাহ্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এতদসত্ত্বেও</w:t>
      </w:r>
      <w:r>
        <w:rPr>
          <w:cs/>
          <w:lang w:bidi="bn-IN"/>
        </w:rPr>
        <w:t xml:space="preserve"> </w:t>
      </w:r>
      <w:r w:rsidR="00BD1680">
        <w:rPr>
          <w:rFonts w:hint="cs"/>
          <w:cs/>
          <w:lang w:bidi="bn-IN"/>
        </w:rPr>
        <w:t>মু</w:t>
      </w:r>
      <w:r w:rsidR="00BD1680" w:rsidRPr="00302F59">
        <w:rPr>
          <w:rStyle w:val="libEnChar"/>
          <w:rFonts w:hint="cs"/>
        </w:rPr>
        <w:t>’</w:t>
      </w:r>
      <w:r w:rsidR="00BD1680">
        <w:rPr>
          <w:rFonts w:hint="cs"/>
          <w:cs/>
          <w:lang w:bidi="bn-IN"/>
        </w:rPr>
        <w:t>আভী</w:t>
      </w:r>
      <w:r>
        <w:rPr>
          <w:rFonts w:hint="cs"/>
          <w:cs/>
          <w:lang w:bidi="bn-IN"/>
        </w:rPr>
        <w:t>য়াহ্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বিরুদ্ধে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বিদ্রোহ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আলীর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শাহাদাতের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শহীদ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খলীফাহর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স্বতঃস্ফূর্তভাবে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হাসান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খলীফাহ্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 w:rsidR="00BD1680">
        <w:rPr>
          <w:rFonts w:hint="cs"/>
          <w:cs/>
          <w:lang w:bidi="bn-IN"/>
        </w:rPr>
        <w:t>মু</w:t>
      </w:r>
      <w:r w:rsidR="00BD1680" w:rsidRPr="00302F59">
        <w:rPr>
          <w:rStyle w:val="libEnChar"/>
          <w:rFonts w:hint="cs"/>
        </w:rPr>
        <w:t>’</w:t>
      </w:r>
      <w:r w:rsidR="00BD1680">
        <w:rPr>
          <w:rFonts w:hint="cs"/>
          <w:cs/>
          <w:lang w:bidi="bn-IN"/>
        </w:rPr>
        <w:t>আভী</w:t>
      </w:r>
      <w:r>
        <w:rPr>
          <w:rFonts w:hint="cs"/>
          <w:cs/>
          <w:lang w:bidi="bn-IN"/>
        </w:rPr>
        <w:t>য়াহ্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দখল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বদ্ধপরিকর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হাসান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অধীনে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চল্লিশ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হাজার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সৈন্য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যুদ্ধে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হার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জিত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কেন</w:t>
      </w:r>
      <w:r>
        <w:t xml:space="preserve">, </w:t>
      </w:r>
      <w:r>
        <w:rPr>
          <w:rFonts w:hint="cs"/>
          <w:cs/>
          <w:lang w:bidi="bn-IN"/>
        </w:rPr>
        <w:t>বিপুল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সংখ্যক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হতাহতের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সামরিক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নিঃশেষ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সুযোগে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রোম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সাম্রাজ্য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হামলা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চালিয়ে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সহজেই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গোটা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ভূখণ্ডকে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দখল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নিতো।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t xml:space="preserve">, </w:t>
      </w:r>
      <w:r>
        <w:rPr>
          <w:rFonts w:hint="cs"/>
          <w:cs/>
          <w:lang w:bidi="bn-IN"/>
        </w:rPr>
        <w:t>ইসলাম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বৃহত্তর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কল্যাণ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রক্ষার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হাসান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খেলাফতকে</w:t>
      </w:r>
      <w:r>
        <w:rPr>
          <w:cs/>
          <w:lang w:bidi="bn-IN"/>
        </w:rPr>
        <w:t xml:space="preserve"> </w:t>
      </w:r>
      <w:r w:rsidR="00BD1680">
        <w:rPr>
          <w:rFonts w:hint="cs"/>
          <w:cs/>
          <w:lang w:bidi="bn-IN"/>
        </w:rPr>
        <w:t>মু</w:t>
      </w:r>
      <w:r w:rsidR="00BD1680" w:rsidRPr="00302F59">
        <w:rPr>
          <w:rStyle w:val="libEnChar"/>
          <w:rFonts w:hint="cs"/>
        </w:rPr>
        <w:t>’</w:t>
      </w:r>
      <w:r w:rsidR="00BD1680">
        <w:rPr>
          <w:rFonts w:hint="cs"/>
          <w:cs/>
          <w:lang w:bidi="bn-IN"/>
        </w:rPr>
        <w:t>আভী</w:t>
      </w:r>
      <w:r>
        <w:rPr>
          <w:rFonts w:hint="cs"/>
          <w:cs/>
          <w:lang w:bidi="bn-IN"/>
        </w:rPr>
        <w:t>য়াহর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ছেড়ে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 w:rsidR="00BD1680">
        <w:rPr>
          <w:rFonts w:hint="cs"/>
          <w:cs/>
          <w:lang w:bidi="bn-IN"/>
        </w:rPr>
        <w:t>মু</w:t>
      </w:r>
      <w:r w:rsidR="00BD1680" w:rsidRPr="00302F59">
        <w:rPr>
          <w:rStyle w:val="libEnChar"/>
          <w:rFonts w:hint="cs"/>
        </w:rPr>
        <w:t>’</w:t>
      </w:r>
      <w:r w:rsidR="00BD1680">
        <w:rPr>
          <w:rFonts w:hint="cs"/>
          <w:cs/>
          <w:lang w:bidi="bn-IN"/>
        </w:rPr>
        <w:t>আভী</w:t>
      </w:r>
      <w:r>
        <w:rPr>
          <w:rFonts w:hint="cs"/>
          <w:cs/>
          <w:lang w:bidi="bn-IN"/>
        </w:rPr>
        <w:t>য়াহ্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লিখিতভাবে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অঙ্গীকারাবদ্ধ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খলীফাহ্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অঙ্গীকার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চরিত্রহীন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ইয়াযীদকে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খলীফাহ্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যুবরাজ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 w:rsidR="00BD1680">
        <w:rPr>
          <w:rFonts w:hint="cs"/>
          <w:cs/>
          <w:lang w:bidi="bn-IN"/>
        </w:rPr>
        <w:t>মু</w:t>
      </w:r>
      <w:r w:rsidR="00BD1680" w:rsidRPr="00302F59">
        <w:rPr>
          <w:rStyle w:val="libEnChar"/>
          <w:rFonts w:hint="cs"/>
        </w:rPr>
        <w:t>’</w:t>
      </w:r>
      <w:r w:rsidR="00BD1680">
        <w:rPr>
          <w:rFonts w:hint="cs"/>
          <w:cs/>
          <w:lang w:bidi="bn-IN"/>
        </w:rPr>
        <w:t>আভী</w:t>
      </w:r>
      <w:r>
        <w:rPr>
          <w:rFonts w:hint="cs"/>
          <w:cs/>
          <w:lang w:bidi="bn-IN"/>
        </w:rPr>
        <w:t>য়াহর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বিরুদ্ধে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বিরোধিতা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অবতীর্ণ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সর্বসম্মত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খলীফাহ্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আলীর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বিরুদ্ধে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বিদ্রোহ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শুরু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ইয়াযীদকে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যুবরাজ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অনৈসলামী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রাজতান্ত্রিক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শাসনব্যবস্থার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গোড়াপত্তন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 w:rsidR="00BD1680">
        <w:rPr>
          <w:rFonts w:hint="cs"/>
          <w:cs/>
          <w:lang w:bidi="bn-IN"/>
        </w:rPr>
        <w:t>মু</w:t>
      </w:r>
      <w:r w:rsidR="00BD1680" w:rsidRPr="00302F59">
        <w:rPr>
          <w:rStyle w:val="libEnChar"/>
          <w:rFonts w:hint="cs"/>
        </w:rPr>
        <w:t>’</w:t>
      </w:r>
      <w:r w:rsidR="00BD1680">
        <w:rPr>
          <w:rFonts w:hint="cs"/>
          <w:cs/>
          <w:lang w:bidi="bn-IN"/>
        </w:rPr>
        <w:t>আভী</w:t>
      </w:r>
      <w:r>
        <w:rPr>
          <w:rFonts w:hint="cs"/>
          <w:cs/>
          <w:lang w:bidi="bn-IN"/>
        </w:rPr>
        <w:t>য়াহর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রাজনৈতিক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কর্মকাণ্ডের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বিশ্লেষণ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বোঝা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তৎকালীন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পরিবেশে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মুসলিম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বুঝানোও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সাধারণ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 w:rsidR="00BD1680">
        <w:rPr>
          <w:rFonts w:hint="cs"/>
          <w:cs/>
          <w:lang w:bidi="bn-IN"/>
        </w:rPr>
        <w:t>মু</w:t>
      </w:r>
      <w:r w:rsidR="00BD1680" w:rsidRPr="00302F59">
        <w:rPr>
          <w:rStyle w:val="libEnChar"/>
          <w:rFonts w:hint="cs"/>
        </w:rPr>
        <w:t>’</w:t>
      </w:r>
      <w:r w:rsidR="00BD1680">
        <w:rPr>
          <w:rFonts w:hint="cs"/>
          <w:cs/>
          <w:lang w:bidi="bn-IN"/>
        </w:rPr>
        <w:t>আভী</w:t>
      </w:r>
      <w:r>
        <w:rPr>
          <w:rFonts w:hint="cs"/>
          <w:cs/>
          <w:lang w:bidi="bn-IN"/>
        </w:rPr>
        <w:t>য়াহ্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লেখকদের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অন্যতম।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 w:rsidR="00BD1680">
        <w:rPr>
          <w:rFonts w:hint="cs"/>
          <w:cs/>
          <w:lang w:bidi="bn-IN"/>
        </w:rPr>
        <w:t>মু</w:t>
      </w:r>
      <w:r w:rsidR="00BD1680" w:rsidRPr="00302F59">
        <w:rPr>
          <w:rStyle w:val="libEnChar"/>
          <w:rFonts w:hint="cs"/>
        </w:rPr>
        <w:t>’</w:t>
      </w:r>
      <w:r w:rsidR="00BD1680">
        <w:rPr>
          <w:rFonts w:hint="cs"/>
          <w:cs/>
          <w:lang w:bidi="bn-IN"/>
        </w:rPr>
        <w:t>আভী</w:t>
      </w:r>
      <w:r>
        <w:rPr>
          <w:rFonts w:hint="cs"/>
          <w:cs/>
          <w:lang w:bidi="bn-IN"/>
        </w:rPr>
        <w:t>য়াহর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সমর্থকদের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ব্যাপকভাবে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দৃশ্যতঃ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চোখে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বাহ্যিক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শৈথিল্য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এছাড়া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কারণেও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 w:rsidR="00BD1680">
        <w:rPr>
          <w:rFonts w:hint="cs"/>
          <w:cs/>
          <w:lang w:bidi="bn-IN"/>
        </w:rPr>
        <w:t>মু</w:t>
      </w:r>
      <w:r w:rsidR="00BD1680" w:rsidRPr="00302F59">
        <w:rPr>
          <w:rStyle w:val="libEnChar"/>
          <w:rFonts w:hint="cs"/>
        </w:rPr>
        <w:t>’</w:t>
      </w:r>
      <w:r w:rsidR="00BD1680">
        <w:rPr>
          <w:rFonts w:hint="cs"/>
          <w:cs/>
          <w:lang w:bidi="bn-IN"/>
        </w:rPr>
        <w:t>আভী</w:t>
      </w:r>
      <w:r>
        <w:rPr>
          <w:rFonts w:hint="cs"/>
          <w:cs/>
          <w:lang w:bidi="bn-IN"/>
        </w:rPr>
        <w:t>য়াহর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বিরুদ্ধে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রাজনৈতিক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বিরোধিতায়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অবতীর্ণ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বিভ্রান্তির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 w:rsidR="00BD1680">
        <w:rPr>
          <w:rFonts w:hint="cs"/>
          <w:cs/>
          <w:lang w:bidi="bn-IN"/>
        </w:rPr>
        <w:t>মু</w:t>
      </w:r>
      <w:r w:rsidR="00BD1680" w:rsidRPr="00302F59">
        <w:rPr>
          <w:rStyle w:val="libEnChar"/>
          <w:rFonts w:hint="cs"/>
        </w:rPr>
        <w:t>’</w:t>
      </w:r>
      <w:r w:rsidR="00BD1680">
        <w:rPr>
          <w:rFonts w:hint="cs"/>
          <w:cs/>
          <w:lang w:bidi="bn-IN"/>
        </w:rPr>
        <w:t>আভী</w:t>
      </w:r>
      <w:r>
        <w:rPr>
          <w:rFonts w:hint="cs"/>
          <w:cs/>
          <w:lang w:bidi="bn-IN"/>
        </w:rPr>
        <w:t>য়াহর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বিরাট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প্রশাসন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প্রচারযন্ত্র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লাগিয়ে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ক্ষমতালোভী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জনগণকে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বিশ্বাস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নীরবতার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ইয়াযীদ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পরিস্থিতি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পাল্টে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ইয়াযীদের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অনৈসলামী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চরিত্রবৈশিষ্ট্য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জনগণ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কখনোই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দ্বীনদার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বিরোধিতায়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বিভ্রান্তির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lastRenderedPageBreak/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নীরবতাও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বিপর্যয়কর।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সমতুল্য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বাঁচানোর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নীরব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সুবিধাবাদ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কাপুরুষতার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স্বল্পসংখ্যক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পতাকা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উত্তোলন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কথাটিও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স্মরণ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ইয়াযীদের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বিরুদ্ধে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সশস্ত্র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ঘোষণা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ইয়াযীদের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চরিত্রহীন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খলীফাহ্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অস্বীকার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ভাষণে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আন্দোলন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দখলের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নানার</w:t>
      </w:r>
      <w:r>
        <w:rPr>
          <w:cs/>
          <w:lang w:bidi="bn-IN"/>
        </w:rPr>
        <w:t xml:space="preserve"> [</w:t>
      </w:r>
      <w:r>
        <w:rPr>
          <w:rFonts w:hint="cs"/>
          <w:cs/>
          <w:lang w:bidi="bn-IN"/>
        </w:rPr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] </w:t>
      </w:r>
      <w:r>
        <w:rPr>
          <w:rFonts w:hint="cs"/>
          <w:cs/>
          <w:lang w:bidi="bn-IN"/>
        </w:rPr>
        <w:t>আদর্শ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পুনরুজ্জীবিত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ভালো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নিষেধ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লক্ষণীয়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ইয়াযীদের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অনুকূলে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বাইআত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, </w:t>
      </w:r>
      <w:r>
        <w:rPr>
          <w:rFonts w:hint="cs"/>
          <w:cs/>
          <w:lang w:bidi="bn-IN"/>
        </w:rPr>
        <w:t>অতএব</w:t>
      </w:r>
      <w:r>
        <w:t xml:space="preserve">, </w:t>
      </w:r>
      <w:r>
        <w:rPr>
          <w:rFonts w:hint="cs"/>
          <w:cs/>
          <w:lang w:bidi="bn-IN"/>
        </w:rPr>
        <w:t>ইয়াযীদের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বিরুদ্ধে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উত্থানকে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বিদ্রোহ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সচেতনতা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চেষ্টা।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কথায়</w:t>
      </w:r>
      <w:r>
        <w:t xml:space="preserve">,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মাধ্যমে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গঠনের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চেষ্টা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চালিয়েছিলেন।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আজকের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অধিকাংশ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অমুসলিম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দেশেও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স্বাধীনতা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সরকারের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বিরোধিতা</w:t>
      </w:r>
      <w:r>
        <w:t xml:space="preserve">,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গঠনের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মাধ্যমে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পরিবর্তনের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প্রচেষ্টাকে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খলীফাতুল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মুসলিমীন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দাবীদার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ইয়াযীদের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স্বৈরাচারী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রাজতান্ত্রিক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অধিকারটুকুও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বর্তমান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[</w:t>
      </w:r>
      <w:r>
        <w:rPr>
          <w:rFonts w:hint="cs"/>
          <w:cs/>
          <w:lang w:bidi="bn-IN"/>
        </w:rPr>
        <w:t>সেক্যুলার</w:t>
      </w:r>
      <w:r>
        <w:rPr>
          <w:cs/>
          <w:lang w:bidi="bn-IN"/>
        </w:rPr>
        <w:t xml:space="preserve">] </w:t>
      </w:r>
      <w:r>
        <w:rPr>
          <w:rFonts w:hint="cs"/>
          <w:cs/>
          <w:lang w:bidi="bn-IN"/>
        </w:rPr>
        <w:t>রাজনৈতিক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বিবেচনায়</w:t>
      </w:r>
      <w:r>
        <w:rPr>
          <w:cs/>
          <w:lang w:bidi="bn-IN"/>
        </w:rPr>
        <w:t xml:space="preserve"> </w:t>
      </w:r>
      <w:r w:rsidR="00BD1680">
        <w:rPr>
          <w:rFonts w:hint="cs"/>
          <w:cs/>
          <w:lang w:bidi="bn-IN"/>
        </w:rPr>
        <w:t>মু</w:t>
      </w:r>
      <w:r w:rsidR="00BD1680" w:rsidRPr="00302F59">
        <w:rPr>
          <w:rStyle w:val="libEnChar"/>
          <w:rFonts w:hint="cs"/>
        </w:rPr>
        <w:t>’</w:t>
      </w:r>
      <w:r w:rsidR="00BD1680">
        <w:rPr>
          <w:rFonts w:hint="cs"/>
          <w:cs/>
          <w:lang w:bidi="bn-IN"/>
        </w:rPr>
        <w:t>আভী</w:t>
      </w:r>
      <w:r>
        <w:rPr>
          <w:rFonts w:hint="cs"/>
          <w:cs/>
          <w:lang w:bidi="bn-IN"/>
        </w:rPr>
        <w:t>য়াহ্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দূরদর্শী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রাজনীতিক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বাইআত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পরিণতিতে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সংঘাত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অনিবার্য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উঠবে।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ইয়াযীদকে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বাইআত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আদায়ের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চেষ্টা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নিষেধ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স্বাধীনভাবে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ছেড়ে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উপদেশ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উদ্ধত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অহঙ্কারী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ইয়াযীদ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উপদেশ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উপেক্ষা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বাইআত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আদায়ের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মদীনাহর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উমাইয়াহ্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প্রশাসকের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নির্দেশ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অনুসারীরা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প্রস্তুত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উদ্দেশ্য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রাষ্ট্রক্ষমতা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দখল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রক্তপাত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এড়ানোর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অন্ধকারে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মদীনাহ্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ত্যাগ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মক্কাহর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রওয়ানা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মক্কায়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আশ্রয়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সত্যপ্রকাশের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দায়িত্ব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পালন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অব্যাহত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ইয়াযীদ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হজ্বের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সমাবেশে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ভীড়ের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গুপ্তঘাতক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পাঠায়।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মসজিদুল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হারামে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আরাফাহর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ময়দানে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রক্তপাত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কূফাহবাসীরা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লিখে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প্রতিনিধি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পাঠায়।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হজ্বের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হিজরী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৬০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৮ই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যীল্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হাজ্ব্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মক্কাহ্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ত্যাগ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কূফাহর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রওয়ানা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কূফাহর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চরিত্রবৈশিষ্ট্য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অঙ্গীকারের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কার্যতঃ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অপরাধ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অপরাধী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ডাকে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আচরণবিধি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খারাপ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সন্দেহবশে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আচরণ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বৈধতা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যেতো।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কারবালায়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কূফাহ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বাসীদের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অল্প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ব্যতিক্রম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বাদে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বিশ্বাসভঙ্গের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অতঃপর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কূফায়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নৈতিক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বাধ্যবাধকতা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প্রস্তুত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তাবেদারদের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ইয়াযীদের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নির্দেশ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কাছ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বাইআত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t xml:space="preserve">,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বাহুল্য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ইয়াযীদের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অনুকূলে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বাইআত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নীরবে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যালেমের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তলোয়ারের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নীচে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দেবেন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অচিন্ত্যনীয়।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অতএব</w:t>
      </w:r>
      <w:r>
        <w:t xml:space="preserve">,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সশস্ত্র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প্রতিরোধ।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রক্তপাতে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আগ্রহী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আসেনও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যেখান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এসেছেন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মদীনায়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ফিরে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সীমান্তের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হিজরত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বিকল্প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প্রস্তাব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ইয়াযীদের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বাহিনী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প্রত্যাখ্যান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ইয়াযীদের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 w:rsidR="00184621">
        <w:rPr>
          <w:rFonts w:hint="cs"/>
          <w:cs/>
          <w:lang w:bidi="bn-IN"/>
        </w:rPr>
        <w:t>দু</w:t>
      </w:r>
      <w:r w:rsidR="00184621" w:rsidRPr="00184621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বিকল্প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বাহিনী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ঝাঁপিয়ে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আদর্শকে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সমুন্নত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স্থাপন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যুদ্ধে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বাহাত্তর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সঙ্গীসাথী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শাহাদাত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স্বাধীনভাবে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সঙ্গীসাথীদের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সমগ্র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মুসলিম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চেতনাকে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ঈমানদীপ্ত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নতুন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সঞ্চার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ইতিহাসে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আত্মত্যাগের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নতুন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t xml:space="preserve">, </w:t>
      </w: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সমগ্র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মানবতার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সংগ্রামী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প্রেরণার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দৃষ্টান্তে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পরিণত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শাহাদাতের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মাধ্যমে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খেদমত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আঞ্জাম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বেঁচে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অনুসারীগণ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সর্বস্ব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বিনিয়োগ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প্রচারকার্য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চালিয়েও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যুদ্ধবায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নীতি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আদর্শ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উদ্দেশ্যের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আপোসহীন।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স্বৈরতন্ত্র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সুবিধাবাদ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উভয়কে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প্রত্যাখ্যানের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প্রতীক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অটল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পাহাড়ের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lastRenderedPageBreak/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যমীনে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প্রতিষ্ঠা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হাসান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উভয়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কর্তৃক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পরিস্থিতিতে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কর্মনীতি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বিশ্লেষণ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পরিস্থিতি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কর্মনীতি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আন্তরিক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ভালোবাসার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সার্থকতা।</w:t>
      </w:r>
    </w:p>
    <w:p w:rsidR="00302F59" w:rsidRPr="00E45B2C" w:rsidRDefault="00302F59" w:rsidP="00E45B2C">
      <w:pPr>
        <w:rPr>
          <w:rtl/>
          <w:cs/>
        </w:rPr>
      </w:pPr>
      <w:r>
        <w:rPr>
          <w:cs/>
          <w:lang w:bidi="bn-IN"/>
        </w:rPr>
        <w:br w:type="page"/>
      </w:r>
    </w:p>
    <w:p w:rsidR="00635115" w:rsidRDefault="00635115" w:rsidP="00302F59">
      <w:pPr>
        <w:pStyle w:val="libCenterBold1"/>
      </w:pPr>
      <w:r>
        <w:rPr>
          <w:rFonts w:hint="cs"/>
          <w:cs/>
          <w:lang w:bidi="bn-IN"/>
        </w:rPr>
        <w:lastRenderedPageBreak/>
        <w:t>পরিশিষ্ট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২</w:t>
      </w:r>
    </w:p>
    <w:p w:rsidR="00635115" w:rsidRDefault="00635115" w:rsidP="00302F59">
      <w:pPr>
        <w:pStyle w:val="Heading1Center"/>
        <w:rPr>
          <w:lang w:bidi="bn-BD"/>
        </w:rPr>
      </w:pPr>
      <w:bookmarkStart w:id="63" w:name="_Toc528959858"/>
      <w:bookmarkStart w:id="64" w:name="_Toc529016156"/>
      <w:bookmarkStart w:id="65" w:name="_Toc529017474"/>
      <w:r>
        <w:rPr>
          <w:cs/>
          <w:lang w:bidi="bn-BD"/>
        </w:rPr>
        <w:t>কারবালার চেতনা কি বিলুপ্তির পথে</w:t>
      </w:r>
      <w:r>
        <w:rPr>
          <w:lang w:bidi="bn-BD"/>
        </w:rPr>
        <w:t>?</w:t>
      </w:r>
      <w:bookmarkEnd w:id="63"/>
      <w:bookmarkEnd w:id="64"/>
      <w:bookmarkEnd w:id="65"/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হিজরী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১৪৩৪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আশূরার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ছুটি</w:t>
      </w:r>
      <w:r>
        <w:t xml:space="preserve">, </w:t>
      </w:r>
      <w:r>
        <w:rPr>
          <w:rFonts w:hint="cs"/>
          <w:cs/>
          <w:lang w:bidi="bn-IN"/>
        </w:rPr>
        <w:t>রাষ্ট্রীয়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বাণী</w:t>
      </w:r>
      <w:r>
        <w:t xml:space="preserve">, </w:t>
      </w:r>
      <w:r>
        <w:rPr>
          <w:rFonts w:hint="cs"/>
          <w:cs/>
          <w:lang w:bidi="bn-IN"/>
        </w:rPr>
        <w:t>সংবাদপত্রে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</w:t>
      </w:r>
      <w:r>
        <w:t xml:space="preserve">, </w:t>
      </w:r>
      <w:r>
        <w:rPr>
          <w:rFonts w:hint="cs"/>
          <w:cs/>
          <w:lang w:bidi="bn-IN"/>
        </w:rPr>
        <w:t>ইলেকট্রনিক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মিডিয়ায়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t xml:space="preserve">,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সংগঠনের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সেমিনার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সভা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মাযহাবের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অনুসারীদের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শোকানুষ্ঠানের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গতানুগতিকভাবে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সংবাদ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শিরোনামে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যথাযথ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আশূরা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পালিত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বলার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যথেষ্ট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বর্তমানে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আশূরা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যথাযথ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মর্যাদায়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কথাটি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প্রযোজ্য</w:t>
      </w:r>
      <w:r>
        <w:t>?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অনস্বীকার্য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আশূরা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দিবসের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উপলক্ষ্য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কারবালায়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সঙ্গীসাথী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মর্মান্তিক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শাহাদাত।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আশূরা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পালনে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ধীরে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ধীরে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কারবালার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ইতিমধ্যেই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ব্যাপকভাবে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হ্রাস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হ্রাস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পাচ্ছে।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শতাব্দীকাল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ভূখণ্ডে</w:t>
      </w:r>
      <w:r>
        <w:t xml:space="preserve">, </w:t>
      </w: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আশূরার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সারা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কারবালার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ইতিমধ্যেই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গিয়েছে।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এতদ্দেশে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অতীতে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কারবালার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প্রভাব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অবকাশের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t xml:space="preserve">;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এতোটুকু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যথেষ্ট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আশূরার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গোটা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মহররম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বিয়েশাদী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কারবালার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ঘটনাবলী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পুঁথি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পাঠের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আসর</w:t>
      </w:r>
      <w:r>
        <w:t xml:space="preserve">,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বিষাদ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সিন্ধু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পাঠের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আসর</w:t>
      </w:r>
      <w:r>
        <w:t xml:space="preserve">, </w:t>
      </w:r>
      <w:r>
        <w:rPr>
          <w:rFonts w:hint="cs"/>
          <w:cs/>
          <w:lang w:bidi="bn-IN"/>
        </w:rPr>
        <w:t>জারী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যাত্রাভিনয়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যাত্রা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যয়নাল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উদ্ধার</w:t>
      </w:r>
      <w:r>
        <w:rPr>
          <w:rFonts w:hint="eastAsia"/>
        </w:rPr>
        <w:t>’</w:t>
      </w:r>
      <w:r>
        <w:t xml:space="preserve">) </w:t>
      </w:r>
      <w:r>
        <w:rPr>
          <w:rFonts w:hint="cs"/>
          <w:cs/>
          <w:lang w:bidi="bn-IN"/>
        </w:rPr>
        <w:t>বর্ষা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মওসূম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শহর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গ্রাম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নির্বিশেষে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অনুষ্ঠিত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উপস্থিতি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ব্যাপক।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পাশ্চাত্য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বিজাতীয়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সংস্কৃতির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ধর্মীয়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চিন্তাধারার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বিস্তারের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বাংলাভাষী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মুসলিম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উপরোক্ত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অনুষ্ঠানাদি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চেতনার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বিলুপ্তি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ঘটেছে।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কারবালার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চেতনার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বিলুপ্তির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স্বয়ংক্রিয়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প্রভাবই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চেতনাকে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বিলুপ্তির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ঠেলে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পরিকল্পিত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অপচেষ্টাও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চালানো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অব্যাহত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অপচেষ্টারই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বহিঃপ্রকাশ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চালানো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আশূরার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কারবালার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গুরুত্বপূর্ণ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ধর্মীয়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গুরুত্বপূর্ণ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সংঘটিত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অনস্বীকার্য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মানব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হাজার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হাজার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ইতিহাসে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সংঘটিত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গুরুত্বপূর্ণ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ঘটনাবলীর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ফিরিস্তি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তৈরী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বছরের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তিনশ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পয়ষট্টি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সুখ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দুঃখের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সংঘটিত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হয়েছিলো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 w:rsidR="00184621">
        <w:rPr>
          <w:rFonts w:hint="cs"/>
          <w:cs/>
          <w:lang w:bidi="bn-IN"/>
        </w:rPr>
        <w:t>দু</w:t>
      </w:r>
      <w:r w:rsidR="00184621" w:rsidRPr="00184621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অনস্বীকার্য</w:t>
      </w:r>
      <w:r>
        <w:t xml:space="preserve">,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>,</w:t>
      </w:r>
      <w:r w:rsidRPr="00635115">
        <w:rPr>
          <w:lang w:bidi="bn-IN"/>
        </w:rPr>
        <w:t xml:space="preserve"> </w:t>
      </w:r>
      <w:r>
        <w:rPr>
          <w:rFonts w:hint="cs"/>
          <w:cs/>
          <w:lang w:bidi="bn-IN"/>
        </w:rPr>
        <w:t>প্রথমতঃ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ঐতিহাসিক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ঘটনাবলীর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কারবালার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গুরুত্বপূর্ণ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গুরুত্বহীন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প্রতিভাত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t xml:space="preserve">, </w:t>
      </w:r>
      <w:r>
        <w:rPr>
          <w:rFonts w:hint="cs"/>
          <w:cs/>
          <w:lang w:bidi="bn-IN"/>
        </w:rPr>
        <w:t>দ্বিতীয়তঃ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ধর্মীয়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গুরুত্বপূর্ণ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সংঘটিত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সংক্ষেপে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ঐতিহাসিক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ঘটনাবলীর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ধর্মীয়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গুরুত্বপূর্ণ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অন্যান্য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 w:rsidR="00184621">
        <w:rPr>
          <w:rFonts w:hint="cs"/>
          <w:cs/>
          <w:lang w:bidi="bn-IN"/>
        </w:rPr>
        <w:t>দু</w:t>
      </w:r>
      <w:r w:rsidR="00184621" w:rsidRPr="00184621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মুতাওয়াতির্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ছাহাবীগণ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বিপুল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সংখ্যক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কর্তৃক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মিথ্যা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মানবিক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অসম্ভব</w:t>
      </w:r>
      <w:r>
        <w:rPr>
          <w:cs/>
          <w:lang w:bidi="bn-IN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স্বলপসংখ্যক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বর্ণিত</w:t>
      </w:r>
      <w:r>
        <w:t xml:space="preserve">,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স্বল্পসংখ্যক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পরিভাষায়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খবরে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ওয়াহেদ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অর্জিত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lastRenderedPageBreak/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উদ্দেশ্য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স্বল্পসংখ্যক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ছাহাবীদের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ইতিহাসে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হাজার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হাজার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মিথ্যা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ইন্তেকালের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অন্ততঃ</w:t>
      </w:r>
      <w:r>
        <w:rPr>
          <w:cs/>
          <w:lang w:bidi="bn-IN"/>
        </w:rPr>
        <w:t xml:space="preserve"> </w:t>
      </w:r>
      <w:r w:rsidR="00184621">
        <w:rPr>
          <w:rFonts w:hint="cs"/>
          <w:cs/>
          <w:lang w:bidi="bn-IN"/>
        </w:rPr>
        <w:t>দু</w:t>
      </w:r>
      <w:r w:rsidR="00184621" w:rsidRPr="00184621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গ্রন্থ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স্থানপ্রাপ্ত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খবরে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ওয়াহেদ্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চোখ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বুঁজে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সংকলকগণ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t xml:space="preserve">,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অন্ধভাবে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পোষণ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সতর্কতার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বিশ্লেষণ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t xml:space="preserve">,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করীম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ইন্তেকালের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দীর্ঘ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শতাব্দী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একশ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ভাগ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এতদসত্ত্বেও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মানদণ্ড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আক্বল্</w:t>
      </w:r>
      <w:r>
        <w:rPr>
          <w:cs/>
          <w:lang w:bidi="bn-IN"/>
        </w:rPr>
        <w:t>)</w:t>
      </w:r>
      <w:r>
        <w:t xml:space="preserve">,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t xml:space="preserve">, </w:t>
      </w:r>
      <w:r>
        <w:rPr>
          <w:rFonts w:hint="cs"/>
          <w:cs/>
          <w:lang w:bidi="bn-IN"/>
        </w:rPr>
        <w:t>মুতাওয়াতির্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সমগ্র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মুসলিম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মতৈক্য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ইজ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উম্মাহ্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সাংঘর্ষিক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শর্তে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ফিক্বাহর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গৌণ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প্রায়োগিক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বিষয়াদিতে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খবরে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ওয়াহেদ্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গ্রহণযোগ্য।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ঐতিহাসিক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ঘটনাবলী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খবরে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ওয়াহেদ্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উপযোগিতা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অতীতের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শিক্ষণীয়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মহাপ্রজ্ঞাময়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সুনির্দিষ্ট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তারিখ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বস্তুতঃ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উপদেশ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সুনির্দিষ্ট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তারিখ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জটিলতার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চান্দ্র্য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মাসগুলো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বর্তমানে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জাহেলিয়্যাতের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মাসগুলোর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পদ্ধতি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; </w:t>
      </w:r>
      <w:r>
        <w:rPr>
          <w:rFonts w:hint="cs"/>
          <w:cs/>
          <w:lang w:bidi="bn-IN"/>
        </w:rPr>
        <w:t>চান্দ্র্য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সৌর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ক্রমেই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পিছিয়ে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তৎকালে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চান্দ্র্যবর্ষ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গণনাকে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সৌর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সমন্বয়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কয়েক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চান্দ্র্য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lastRenderedPageBreak/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চান্দ্র্য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তারিখের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খাইয়ে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অতীতের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ঘটনাবলীর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তারিখ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জটিল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অবতারণা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বিতর্কিত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এড়িয়ে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পসন্দনীয়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</w:t>
      </w:r>
      <w:r>
        <w:t xml:space="preserve">,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আছহাবে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কাহ্ফ্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সদস্যসংখ্যার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নাযিল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সংখ্যা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দুশমনরা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যথার্থতাকে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প্রশ্নবিদ্ধ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অযথা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জটিলতা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আছহাবে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কাহ্ফ্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সদস্যসংখ্যা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গুরুত্বপূর্ণ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জানানোর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অযথা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জটিলতা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সম্ভাবনাকে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যেতো।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কারবালার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আশূরার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সংঘটিত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পর্যায়ের।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সেগুলোর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তারিখ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যরূরী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তারিখ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t xml:space="preserve">,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তারিখেও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সংঘটিত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আশূরার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ঘটেছিলো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বাহুল্য।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আসমান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যমীন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চান্দ্র্য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পৃথিবীর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চন্দ্রের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আবর্তন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অক্ষের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পৃথিবীর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আবর্তন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উদ্ভূত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চন্দ্রকলা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পৃথিবী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চান্দ্র্য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পৃথিবীর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দশই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মহররম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নির্ধারণের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</w:t>
      </w:r>
      <w:r>
        <w:t>?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হোক</w:t>
      </w:r>
      <w:r>
        <w:t xml:space="preserve">, </w:t>
      </w:r>
      <w:r>
        <w:rPr>
          <w:rFonts w:hint="cs"/>
          <w:cs/>
          <w:lang w:bidi="bn-IN"/>
        </w:rPr>
        <w:t>এতদসত্ত্বেও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ইতিহাসের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আশূরার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সম্পৃক্ত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সত্যিই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গুরুত্বপূর্ণ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মুতাওয়াতির্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বর্ণিত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খবরে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ওয়াহেদ্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সংঘটিত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যৌক্তিকতা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t xml:space="preserve">,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মিথ্যা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রচনাকারীদের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স্বর্ণযুগ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উমাইয়াহ্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শাসনামলে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কারবালার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বিয়োগান্তক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গুরুত্বকে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হাল্কা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সম্ভাবনাকে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উড়িয়ে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আশূরার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সংঘটিত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নিন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জ্ঞাতসারে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অজ্ঞাতসারে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কারবালার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চেতনাকে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হত্যার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চেষ্টা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t xml:space="preserve">,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মন্তব্য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খুঁজে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মুশকিল।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সজ্ঞানে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অজ্ঞতাবশতঃ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কারবালার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চেতনাকে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হত্যার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চেষ্টা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দৃষ্টান্ত</w:t>
      </w:r>
      <w:r>
        <w:t xml:space="preserve">, </w:t>
      </w:r>
      <w:r>
        <w:rPr>
          <w:rFonts w:hint="cs"/>
          <w:cs/>
          <w:lang w:bidi="bn-IN"/>
        </w:rPr>
        <w:t>হিজরী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১৪৩৪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আশূরা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উপলক্ষ্যে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দৈনিক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পত্রিকায়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২৫শে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নভেম্বর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২০১২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সংখ্যায়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প্রকাশিত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সম্পাদকীয়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নিবন্ধের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শিরোনাম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: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আশূরা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শোকের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বরকতময়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আনন্দেরও</w:t>
      </w:r>
      <w:r>
        <w:rPr>
          <w:rFonts w:hint="eastAsia"/>
        </w:rPr>
        <w:t>’</w:t>
      </w:r>
      <w:r>
        <w:t xml:space="preserve"> (??!!)</w:t>
      </w:r>
      <w:r>
        <w:rPr>
          <w:rFonts w:hint="cs"/>
          <w:cs/>
          <w:lang w:bidi="hi-IN"/>
        </w:rPr>
        <w:t>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উল্লিখিত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সম্পাদকীয়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নিবন্ধটিতে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:</w:t>
      </w:r>
    </w:p>
    <w:p w:rsidR="00635115" w:rsidRDefault="00635115" w:rsidP="00635115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পৃথিবী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হজরত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>.)-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হাওয়া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>.)-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পৃথিবীতে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পাঠানোর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কল্যাণকর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দিকনির্ধারণী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পরিপ্রেক্ষিতে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১০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মহররমকে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তাতপর্যপূর্ণ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বরকতময়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উদযাপন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উচিত।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আনন্দ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উৎসব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আল্লাহতালার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কৃতজ্ঞতা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জানানো।</w:t>
      </w:r>
      <w:r>
        <w:rPr>
          <w:rFonts w:hint="eastAsia"/>
        </w:rPr>
        <w:t>”</w:t>
      </w:r>
      <w:r>
        <w:t xml:space="preserve"> (???!!!)</w:t>
      </w:r>
    </w:p>
    <w:p w:rsidR="00635115" w:rsidRDefault="00635115" w:rsidP="00635115">
      <w:pPr>
        <w:pStyle w:val="libNormal"/>
      </w:pPr>
      <w:r>
        <w:t>[</w:t>
      </w:r>
      <w:r>
        <w:rPr>
          <w:rFonts w:hint="cs"/>
          <w:cs/>
          <w:lang w:bidi="bn-IN"/>
        </w:rPr>
        <w:t>উদ্ধৃতিতে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পত্রিকাটির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অপরিবর্তিত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>]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পবিত্রতার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সর্বসম্মত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ইজ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সদস্য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যাকে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বেহেশতে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যুবকদের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নেতা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জুমু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খোত্ববাহ্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ছহীহ্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খোত্ববাহ্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ছহীহ্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নামাযও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ছহীহ্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মুহাম্মাদের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দরূদ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নামায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ছহীহ্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অতএব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শিয়া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সুন্নী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বিতর্কের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উর্ধে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গোটা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মুসলিম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প্রিয়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শাহাদাতের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পৌনে</w:t>
      </w:r>
      <w:r>
        <w:rPr>
          <w:cs/>
          <w:lang w:bidi="bn-IN"/>
        </w:rPr>
        <w:t xml:space="preserve"> </w:t>
      </w:r>
      <w:r w:rsidR="00184621">
        <w:rPr>
          <w:rFonts w:hint="cs"/>
          <w:cs/>
          <w:lang w:bidi="bn-IN"/>
        </w:rPr>
        <w:t>দু</w:t>
      </w:r>
      <w:r w:rsidR="00184621" w:rsidRPr="00184621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মর্মবিদারী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শোকের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সম্পৃক্তকৃত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আনন্দের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বরকতের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ঘটনাবলী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দূরের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কথা</w:t>
      </w:r>
      <w:r>
        <w:t xml:space="preserve">, </w:t>
      </w:r>
      <w:r>
        <w:rPr>
          <w:rFonts w:hint="cs"/>
          <w:cs/>
          <w:lang w:bidi="bn-IN"/>
        </w:rPr>
        <w:t>অকাট্যভাবে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আনন্দের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ঘটনাবলীও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দিনটিকে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আনন্দের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পরিণত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উদাহরণস্বরূপ</w:t>
      </w:r>
      <w:r>
        <w:t xml:space="preserve">, </w:t>
      </w:r>
      <w:r>
        <w:rPr>
          <w:rFonts w:hint="cs"/>
          <w:cs/>
          <w:lang w:bidi="bn-IN"/>
        </w:rPr>
        <w:t>২১শে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ফেব্রুয়ারী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অবিতর্কিতভাবেই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জাতীয়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শোকাবহ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নিঃসন্দেহে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ইতিহাসে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অনুসন্ধান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জাতীয়</w:t>
      </w:r>
      <w:r>
        <w:t xml:space="preserve">, </w:t>
      </w:r>
      <w:r>
        <w:rPr>
          <w:rFonts w:hint="cs"/>
          <w:cs/>
          <w:lang w:bidi="bn-IN"/>
        </w:rPr>
        <w:t>আন্তর্জাতিক</w:t>
      </w:r>
      <w:r>
        <w:t xml:space="preserve">, </w:t>
      </w:r>
      <w:r>
        <w:rPr>
          <w:rFonts w:hint="cs"/>
          <w:cs/>
          <w:lang w:bidi="bn-IN"/>
        </w:rPr>
        <w:t>ধর্মীয়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আনন্দের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খুঁজে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ডকুমেন্ট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ভিত্তিকও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t xml:space="preserve">,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দিনটিকে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আনন্দের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উদযাপন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প্রস্তুত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হবো</w:t>
      </w:r>
      <w:r>
        <w:t xml:space="preserve">? </w:t>
      </w:r>
      <w:r>
        <w:rPr>
          <w:rFonts w:hint="cs"/>
          <w:cs/>
          <w:lang w:bidi="bn-IN"/>
        </w:rPr>
        <w:t>নিঃসন্দেহে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শাহাদাত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দিবসকে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আনন্দ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উৎসবের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দিবস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উদযাপন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t>?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উপরোক্ত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সম্পাদকীয়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সজ্ঞানে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বলবো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পৌনে</w:t>
      </w:r>
      <w:r>
        <w:rPr>
          <w:cs/>
          <w:lang w:bidi="bn-IN"/>
        </w:rPr>
        <w:t xml:space="preserve"> </w:t>
      </w:r>
      <w:r w:rsidR="00184621">
        <w:rPr>
          <w:rFonts w:hint="cs"/>
          <w:cs/>
          <w:lang w:bidi="bn-IN"/>
        </w:rPr>
        <w:t>দু</w:t>
      </w:r>
      <w:r w:rsidR="00184621" w:rsidRPr="00184621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আঘাত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হেনে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হৃদয়ে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নিরাময়ের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অজ্ঞতাবশতঃ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বলবো</w:t>
      </w:r>
      <w:r>
        <w:t xml:space="preserve">, </w:t>
      </w:r>
      <w:r>
        <w:rPr>
          <w:rFonts w:hint="cs"/>
          <w:cs/>
          <w:lang w:bidi="bn-IN"/>
        </w:rPr>
        <w:t>ইসলাম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লেখার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ন্যূনতম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লিখলেই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কল্যাণকর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রচনা</w:t>
      </w:r>
      <w:r>
        <w:rPr>
          <w:cs/>
          <w:lang w:bidi="bn-IN"/>
        </w:rPr>
        <w:t xml:space="preserve">  : </w:t>
      </w:r>
      <w:r>
        <w:rPr>
          <w:rFonts w:hint="cs"/>
          <w:cs/>
          <w:lang w:bidi="bn-IN"/>
        </w:rPr>
        <w:t>২৫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১১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২০১২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সর্বশেষ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পরিমার্জন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১০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১০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২০১৫</w:t>
      </w:r>
    </w:p>
    <w:p w:rsidR="00302F59" w:rsidRPr="00E45B2C" w:rsidRDefault="00302F59" w:rsidP="00E45B2C">
      <w:r>
        <w:br w:type="page"/>
      </w:r>
    </w:p>
    <w:p w:rsidR="00635115" w:rsidRDefault="00635115" w:rsidP="00302F59">
      <w:pPr>
        <w:pStyle w:val="libCenterBold1"/>
      </w:pPr>
      <w:r>
        <w:rPr>
          <w:rFonts w:hint="cs"/>
          <w:cs/>
          <w:lang w:bidi="bn-IN"/>
        </w:rPr>
        <w:lastRenderedPageBreak/>
        <w:t>পরিশিষ্ট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৩</w:t>
      </w:r>
    </w:p>
    <w:p w:rsidR="00635115" w:rsidRDefault="00635115" w:rsidP="00302F59">
      <w:pPr>
        <w:pStyle w:val="Heading1Center"/>
        <w:rPr>
          <w:lang w:bidi="bn-BD"/>
        </w:rPr>
      </w:pPr>
      <w:bookmarkStart w:id="66" w:name="_Toc528959859"/>
      <w:bookmarkStart w:id="67" w:name="_Toc529016157"/>
      <w:bookmarkStart w:id="68" w:name="_Toc529017475"/>
      <w:r>
        <w:rPr>
          <w:cs/>
          <w:lang w:bidi="bn-BD"/>
        </w:rPr>
        <w:t>কোরআন মজীদের দৃষ্টিতে ছ্বাহাবী ও রাসূলুল্লাহর (ছ্বাঃ) যুগের মুনাফিক্ব্</w:t>
      </w:r>
      <w:bookmarkEnd w:id="66"/>
      <w:bookmarkEnd w:id="67"/>
      <w:bookmarkEnd w:id="68"/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বহুল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ছ্বাহাবী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সামান্য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ঘোষণার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চাক্ষুষভাবে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ঘোষণা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পরিত্যাগ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ওয়াহেদ্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: </w:t>
      </w:r>
    </w:p>
    <w:p w:rsidR="00635115" w:rsidRDefault="00635115" w:rsidP="00635115">
      <w:pPr>
        <w:pStyle w:val="libNormal"/>
      </w:pPr>
      <w:r w:rsidRPr="00635115">
        <w:rPr>
          <w:rStyle w:val="libArChar"/>
          <w:rFonts w:hint="eastAsia"/>
          <w:rtl/>
        </w:rPr>
        <w:t>اصحاب</w:t>
      </w:r>
      <w:r w:rsidRPr="00635115">
        <w:rPr>
          <w:rStyle w:val="libArChar"/>
          <w:rFonts w:hint="cs"/>
          <w:rtl/>
        </w:rPr>
        <w:t>ی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کالنجوم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با</w:t>
      </w:r>
      <w:r w:rsidRPr="00635115">
        <w:rPr>
          <w:rStyle w:val="libArChar"/>
          <w:rFonts w:hint="cs"/>
          <w:rtl/>
        </w:rPr>
        <w:t>ی</w:t>
      </w:r>
      <w:r w:rsidRPr="00635115">
        <w:rPr>
          <w:rStyle w:val="libArChar"/>
          <w:rFonts w:hint="eastAsia"/>
          <w:rtl/>
        </w:rPr>
        <w:t>هم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اقتد</w:t>
      </w:r>
      <w:r w:rsidRPr="00635115">
        <w:rPr>
          <w:rStyle w:val="libArChar"/>
          <w:rFonts w:hint="cs"/>
          <w:rtl/>
        </w:rPr>
        <w:t>ی</w:t>
      </w:r>
      <w:r w:rsidRPr="00635115">
        <w:rPr>
          <w:rStyle w:val="libArChar"/>
          <w:rFonts w:hint="eastAsia"/>
          <w:rtl/>
        </w:rPr>
        <w:t>تم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اهتد</w:t>
      </w:r>
      <w:r w:rsidRPr="00635115">
        <w:rPr>
          <w:rStyle w:val="libArChar"/>
          <w:rFonts w:hint="cs"/>
          <w:rtl/>
        </w:rPr>
        <w:t>ی</w:t>
      </w:r>
      <w:r w:rsidRPr="00635115">
        <w:rPr>
          <w:rStyle w:val="libArChar"/>
          <w:rFonts w:hint="eastAsia"/>
          <w:rtl/>
        </w:rPr>
        <w:t>تم</w:t>
      </w:r>
      <w:r>
        <w:t>.</w:t>
      </w:r>
      <w:r w:rsidR="007B3B0F">
        <w:t>-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ছ্বাহাবীরা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নক্ষত্রতুল্য</w:t>
      </w:r>
      <w:r>
        <w:t xml:space="preserve">;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কাউকে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হেদায়াত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পাবে।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আরেকটি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ওয়াহেদ্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দশজন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ছ্বাহাবীকে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নামোল্লেখ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জীবদ্দশায়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সুসংবাদ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 w:rsidR="00184621">
        <w:rPr>
          <w:rFonts w:hint="cs"/>
          <w:cs/>
          <w:lang w:bidi="bn-IN"/>
        </w:rPr>
        <w:t>দু</w:t>
      </w:r>
      <w:r w:rsidR="00184621" w:rsidRPr="00184621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ওয়াহেদ্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t xml:space="preserve">, </w:t>
      </w:r>
      <w:r>
        <w:rPr>
          <w:rFonts w:hint="cs"/>
          <w:cs/>
          <w:lang w:bidi="bn-IN"/>
        </w:rPr>
        <w:t>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ছ্বাহাবীগণকে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সমালোচনার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উর্ধে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t xml:space="preserve">;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সমালোচনাকারীকে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কাফের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ঘোষণা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t xml:space="preserve">,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কুফরীর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ফত্ওয়া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জ্ঞানসূত্র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আক্ব্ল্</w:t>
      </w:r>
      <w:r>
        <w:t xml:space="preserve">, </w:t>
      </w:r>
      <w:r>
        <w:rPr>
          <w:rFonts w:hint="cs"/>
          <w:cs/>
          <w:lang w:bidi="bn-IN"/>
        </w:rPr>
        <w:t>কোরআন</w:t>
      </w:r>
      <w:r>
        <w:t xml:space="preserve">, </w:t>
      </w:r>
      <w:r>
        <w:rPr>
          <w:rFonts w:hint="cs"/>
          <w:cs/>
          <w:lang w:bidi="bn-IN"/>
        </w:rPr>
        <w:t>মুতাওয়াতির্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মতৈক্য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বিষয়াদি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গৃহীত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মুনাফিক্বের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একাধিক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মুনাফিক্ব্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ঈমানদার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মুনাফিক্ব্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ঘোষণা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বাহ্যিকভাবে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পোষণ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; </w:t>
      </w:r>
      <w:r>
        <w:rPr>
          <w:rFonts w:hint="cs"/>
          <w:cs/>
          <w:lang w:bidi="bn-IN"/>
        </w:rPr>
        <w:t>এরা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</w:t>
      </w:r>
      <w:r>
        <w:t xml:space="preserve">, </w:t>
      </w:r>
      <w:r>
        <w:rPr>
          <w:rFonts w:hint="cs"/>
          <w:cs/>
          <w:lang w:bidi="bn-IN"/>
        </w:rPr>
        <w:t>ইসলাম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মুসলিম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অকল্যাণ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কামনা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করতো</w:t>
      </w:r>
      <w:r>
        <w:t xml:space="preserve">, </w:t>
      </w:r>
      <w:r>
        <w:rPr>
          <w:rFonts w:hint="cs"/>
          <w:cs/>
          <w:lang w:bidi="bn-IN"/>
        </w:rPr>
        <w:t>গোপনে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কাফেরদের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যোগাযোগ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</w:t>
      </w:r>
      <w:r>
        <w:t xml:space="preserve">, </w:t>
      </w:r>
      <w:r>
        <w:rPr>
          <w:rFonts w:hint="cs"/>
          <w:cs/>
          <w:lang w:bidi="bn-IN"/>
        </w:rPr>
        <w:t>ইসলাম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মুসলিম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ক্ষতিসাধনের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চেষ্টা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করতো</w:t>
      </w:r>
      <w:r>
        <w:t>;</w:t>
      </w:r>
      <w:r w:rsidRPr="00635115">
        <w:rPr>
          <w:lang w:bidi="bn-IN"/>
        </w:rPr>
        <w:t xml:space="preserve"> </w:t>
      </w:r>
      <w:r>
        <w:rPr>
          <w:rFonts w:hint="cs"/>
          <w:cs/>
          <w:lang w:bidi="bn-IN"/>
        </w:rPr>
        <w:t>নিঃসন্দেহে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ওফাতের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গ্রহণকারীদের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মুনাফিক্বদের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চরিত্র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অপচেষ্টা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ওফাত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অব্যাহত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দেখবো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ছ্বাহাবী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বহুলপ্রচলিত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বহুলপ্রচলিত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ছ্বাহাবীদের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নক্ষত্রতুল্য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অভিহিতকারী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দশজন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ছ্বাহাবীকে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জীবদ্দশায়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সুসংবাদ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হাদীছটি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 w:rsidR="00184621">
        <w:rPr>
          <w:rFonts w:hint="cs"/>
          <w:cs/>
          <w:lang w:bidi="bn-IN"/>
        </w:rPr>
        <w:t>দু</w:t>
      </w:r>
      <w:r w:rsidR="00184621" w:rsidRPr="00184621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বহুলপ্রচলিত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ছ্বাহাবীদের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সমালোচনাকারীকে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কাফের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ফত্ওয়া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ছ্বহীহ্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কিনা।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উপরোক্ত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ছ্বাহাবীদের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জীবদ্দশায়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দশজন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ছ্বাহাবীর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সুসংবাদ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বিশ্বাসী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 w:rsidR="00184621">
        <w:rPr>
          <w:rFonts w:hint="cs"/>
          <w:cs/>
          <w:lang w:bidi="bn-IN"/>
        </w:rPr>
        <w:t>দু</w:t>
      </w:r>
      <w:r w:rsidR="00184621" w:rsidRPr="00184621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উদ্ধৃত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থাকেন</w:t>
      </w:r>
      <w:r>
        <w:t xml:space="preserve">;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তাওবাহর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১০০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আরেকটি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ফাত্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২৯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আয়াত্।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তাওবাহর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১০০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:</w:t>
      </w:r>
    </w:p>
    <w:p w:rsidR="00635115" w:rsidRPr="007C6394" w:rsidRDefault="007C6394" w:rsidP="007C6394">
      <w:pPr>
        <w:pStyle w:val="libAie"/>
      </w:pPr>
      <w:r w:rsidRPr="007C6394">
        <w:rPr>
          <w:rStyle w:val="libAlaemChar"/>
        </w:rPr>
        <w:t>)</w:t>
      </w:r>
      <w:r w:rsidR="00635115" w:rsidRPr="007C6394">
        <w:rPr>
          <w:rFonts w:hint="eastAsia"/>
          <w:rtl/>
        </w:rPr>
        <w:t>وَالسَّابِقُونَ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الأوَّلُونَ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مِنَ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الْمُهَاجِرِينَ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وَالأنْصَارِ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وَالَّذِينَ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اتَّبَعُوهُمْ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بِإِحْسَانٍ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رَضِيَ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اللَّهُ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عَنْهُمْ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وَرَضُوا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عَنْهُ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وَأَعَدَّ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لَهُمْ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جَنَّاتٍ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تَجْرِي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تَحْتَهَا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الأنْهَارُ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خَالِدِينَ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فِيهَا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أَبَدًا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ذَلِكَ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الْفَوْزُ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الْعَظِيمُ</w:t>
      </w:r>
      <w:r w:rsidRPr="007C6394">
        <w:rPr>
          <w:rStyle w:val="libAlaemChar"/>
        </w:rPr>
        <w:t>(</w:t>
      </w:r>
    </w:p>
    <w:p w:rsidR="00635115" w:rsidRDefault="00635115" w:rsidP="00635115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মুহাজিরদের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অগ্রবর্তীগণ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সাহায্যকারীগণ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আন্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ছ্বার্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উত্তমভাবে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</w:t>
      </w:r>
      <w:r>
        <w:t xml:space="preserve">,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সন্তুষ্ট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সন্তুষ্ট।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জান্নাতের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প্রতিশ্রুতি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দিচ্ছেন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তলদেশ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ঝর্ণাধারা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প্রবাহিত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;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চিরদিন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থাকবে</w:t>
      </w:r>
      <w:r>
        <w:t xml:space="preserve">; </w:t>
      </w:r>
      <w:r>
        <w:rPr>
          <w:rFonts w:hint="cs"/>
          <w:cs/>
          <w:lang w:bidi="bn-IN"/>
        </w:rPr>
        <w:t>বস্তুতঃ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বিরাট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সাফল্য।</w:t>
      </w:r>
      <w:r>
        <w:rPr>
          <w:rFonts w:hint="eastAsia"/>
        </w:rPr>
        <w:t>”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ফাত্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২৯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:</w:t>
      </w:r>
    </w:p>
    <w:p w:rsidR="00635115" w:rsidRPr="007C6394" w:rsidRDefault="007C6394" w:rsidP="007C6394">
      <w:pPr>
        <w:pStyle w:val="libAie"/>
      </w:pPr>
      <w:r w:rsidRPr="007C6394">
        <w:rPr>
          <w:rStyle w:val="libAlaemChar"/>
        </w:rPr>
        <w:t>)</w:t>
      </w:r>
      <w:r w:rsidR="00635115" w:rsidRPr="007C6394">
        <w:rPr>
          <w:rFonts w:hint="eastAsia"/>
          <w:rtl/>
        </w:rPr>
        <w:t>مُحَمَّدٌ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رَسُولُ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اللَّهِ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وَالَّذِينَ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مَعَهُ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أَشِدَّاءُ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عَلَى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الْكُفَّارِ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رُحَمَاءُ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بَيْنَهُمْ</w:t>
      </w:r>
      <w:r w:rsidR="00635115" w:rsidRPr="007C6394">
        <w:rPr>
          <w:rtl/>
        </w:rPr>
        <w:t xml:space="preserve"> .... </w:t>
      </w:r>
      <w:r w:rsidR="00635115" w:rsidRPr="007C6394">
        <w:rPr>
          <w:rFonts w:hint="eastAsia"/>
          <w:rtl/>
        </w:rPr>
        <w:t>وَعَدَ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اللَّهُ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الَّذِينَ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آمَنُوا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وَعَمِلُوا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الصَّالِحَاتِ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مِنْهُمْ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مَغْفِرَةً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وَأَجْرًا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عَظِيمًا</w:t>
      </w:r>
      <w:r w:rsidRPr="007C6394">
        <w:rPr>
          <w:rStyle w:val="libAlaemChar"/>
        </w:rPr>
        <w:t>(</w:t>
      </w:r>
    </w:p>
    <w:p w:rsidR="00635115" w:rsidRDefault="00635115" w:rsidP="00635115">
      <w:pPr>
        <w:pStyle w:val="libNormal"/>
      </w:pPr>
      <w:r>
        <w:rPr>
          <w:rFonts w:hint="eastAsia"/>
        </w:rPr>
        <w:lastRenderedPageBreak/>
        <w:t>“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কাফেরদের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কঠোর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পরস্পরের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দয়াশীল</w:t>
      </w:r>
      <w:r>
        <w:rPr>
          <w:cs/>
          <w:lang w:bidi="bn-IN"/>
        </w:rPr>
        <w:t xml:space="preserve"> ....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এনেছে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যথাযথ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বিরাট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পুরষ্কারের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প্রতিশ্রুতি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দিয়েছেন।</w:t>
      </w:r>
      <w:r>
        <w:rPr>
          <w:rFonts w:hint="eastAsia"/>
        </w:rPr>
        <w:t>”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শুরুতেই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স্মরণ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সুনির্দিষ্টভাবে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নামোল্লেখ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জীবদ্দশায়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সুসংবাদ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; </w:t>
      </w:r>
      <w:r>
        <w:rPr>
          <w:rFonts w:hint="cs"/>
          <w:cs/>
          <w:lang w:bidi="bn-IN"/>
        </w:rPr>
        <w:t>সুসংবাদ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শর্তে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সাধারণভাবে।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খাছ্ব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বান্দাহ্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আনুগত্যের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ইন্তেকাল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যাবেন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জীবদ্দশায়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কাউকেই</w:t>
      </w:r>
      <w:r>
        <w:t xml:space="preserve">,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জগতসমগ্রের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সমগ্র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সৃষ্টিকুলের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রহমত্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t xml:space="preserve">, </w:t>
      </w:r>
      <w:r>
        <w:rPr>
          <w:rFonts w:hint="cs"/>
          <w:cs/>
          <w:lang w:bidi="bn-IN"/>
        </w:rPr>
        <w:t>তাঁকেও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সুসংবাদ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করীম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উদ্দেশে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:</w:t>
      </w:r>
    </w:p>
    <w:p w:rsidR="00635115" w:rsidRPr="007C6394" w:rsidRDefault="007C6394" w:rsidP="007C6394">
      <w:pPr>
        <w:pStyle w:val="libAie"/>
      </w:pPr>
      <w:r w:rsidRPr="007C6394">
        <w:rPr>
          <w:rStyle w:val="libAlaemChar"/>
        </w:rPr>
        <w:t>)</w:t>
      </w:r>
      <w:r w:rsidR="00635115" w:rsidRPr="007C6394">
        <w:rPr>
          <w:rFonts w:hint="eastAsia"/>
          <w:rtl/>
        </w:rPr>
        <w:t>قُلْ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مَا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كُنْتُ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بِدْعًا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مِنَ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الرُّسُلِ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وَمَا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أَدْرِي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مَا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يُفْعَلُ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بِي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وَلا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بِكُمْ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إِنْ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أَتَّبِعُ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إِلا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مَا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يُوحَى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إِلَيَّ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وَمَا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أَنَا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إِلا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نَذِيرٌ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مُبِينٌ</w:t>
      </w:r>
      <w:r w:rsidRPr="007C6394">
        <w:rPr>
          <w:rStyle w:val="libAlaemChar"/>
        </w:rPr>
        <w:t>(</w:t>
      </w:r>
    </w:p>
    <w:p w:rsidR="00635115" w:rsidRDefault="00635115" w:rsidP="00635115">
      <w:pPr>
        <w:pStyle w:val="libNormal"/>
      </w:pPr>
      <w:r>
        <w:rPr>
          <w:rFonts w:hint="eastAsia"/>
        </w:rPr>
        <w:t>“</w:t>
      </w:r>
      <w:r>
        <w:t>(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!) </w:t>
      </w:r>
      <w:r>
        <w:rPr>
          <w:rFonts w:hint="cs"/>
          <w:cs/>
          <w:lang w:bidi="bn-IN"/>
        </w:rPr>
        <w:t>বলুন</w:t>
      </w:r>
      <w:r>
        <w:t xml:space="preserve">,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অভিনব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আচরণ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ভাষায়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সতর্ককারী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নই।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আহ্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ক্বাফ্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৯</w:t>
      </w:r>
      <w:r>
        <w:rPr>
          <w:cs/>
          <w:lang w:bidi="bn-IN"/>
        </w:rPr>
        <w:t>)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নামোল্লেখ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দশজন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ছ্বাহাবীকে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সুসংবাদ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থাকবেন</w:t>
      </w:r>
      <w:r>
        <w:t xml:space="preserve">?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মিথ্যা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বিস্তারিত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সংক্ষেপে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এতোটুকু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যথেষ্ট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গুণাবলী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নিরঙ্কুশ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স্বাধীন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নিরঙ্কুশ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স্বাধীনতা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আনুগত্য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প্রত্যাখ্যান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রাসূলগণের</w:t>
      </w:r>
      <w:r>
        <w:rPr>
          <w:cs/>
          <w:lang w:bidi="bn-IN"/>
        </w:rPr>
        <w:t xml:space="preserve"> </w:t>
      </w:r>
      <w:r>
        <w:rPr>
          <w:cs/>
          <w:lang w:bidi="bn-IN"/>
        </w:rPr>
        <w:lastRenderedPageBreak/>
        <w:t>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পক্ষেও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উপরোদ্ধৃত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</w:t>
      </w:r>
      <w:r>
        <w:rPr>
          <w:rFonts w:hint="eastAsia"/>
        </w:rPr>
        <w:t>”</w:t>
      </w:r>
      <w:r w:rsidR="007B3B0F">
        <w:t>-</w:t>
      </w:r>
      <w:r>
        <w:rPr>
          <w:rFonts w:hint="cs"/>
          <w:cs/>
          <w:lang w:bidi="bn-IN"/>
        </w:rPr>
        <w:t>এতেই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নাফরমানী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বিলুপ্ত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ইছ্বমাত্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নিষ্পাপত্ব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সাংঘর্ষিকতা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ইমামগণের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নিষ্পাপত্বের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বিলুপ্ত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ফেরেশতা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সমতুল্য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মাধ্যমে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হুজ্জাত্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অনুসরণযোগ্য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সুবিচারের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ছ্বিফাতের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বরখেলাফ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ইছ্বমাতের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নাফরমানীর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বিলুপ্ত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রক্তধারার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পবিত্রতা</w:t>
      </w:r>
      <w:r>
        <w:t xml:space="preserve">, </w:t>
      </w:r>
      <w:r>
        <w:rPr>
          <w:rFonts w:hint="cs"/>
          <w:cs/>
          <w:lang w:bidi="bn-IN"/>
        </w:rPr>
        <w:t>জন্মের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পূতপবিত্র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অভ্যস্ততা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খোদায়ী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t xml:space="preserve">, </w:t>
      </w:r>
      <w:r>
        <w:rPr>
          <w:rFonts w:hint="cs"/>
          <w:cs/>
          <w:lang w:bidi="bn-IN"/>
        </w:rPr>
        <w:t>বিশেষতঃ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ইল্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হুযূরীর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t xml:space="preserve">,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নাফরমানী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দূরে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সূক্ষ্ম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 w:rsidRPr="00635115">
        <w:rPr>
          <w:rStyle w:val="libEnChar"/>
        </w:rPr>
        <w:t>“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 w:rsidR="00184621">
        <w:rPr>
          <w:rFonts w:hint="cs"/>
          <w:cs/>
          <w:lang w:bidi="bn-IN"/>
        </w:rPr>
        <w:t>ছূম্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পরিভাষা</w:t>
      </w:r>
      <w:r>
        <w:t xml:space="preserve">; </w:t>
      </w:r>
      <w:r>
        <w:rPr>
          <w:rFonts w:hint="cs"/>
          <w:cs/>
          <w:lang w:bidi="bn-IN"/>
        </w:rPr>
        <w:t>ওপরে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ইমামগণ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 w:rsidR="00184621">
        <w:rPr>
          <w:rFonts w:hint="cs"/>
          <w:cs/>
          <w:lang w:bidi="bn-IN"/>
        </w:rPr>
        <w:t>ছূম্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t xml:space="preserve">, </w:t>
      </w:r>
      <w:r>
        <w:rPr>
          <w:rFonts w:hint="cs"/>
          <w:cs/>
          <w:lang w:bidi="bn-IN"/>
        </w:rPr>
        <w:t>নচেৎ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শব্দটি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অক্ষরিকভাবে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নিষ্পাপ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অর্থে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জীবদ্দশায়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 w:rsidR="00184621">
        <w:rPr>
          <w:rFonts w:hint="cs"/>
          <w:cs/>
          <w:lang w:bidi="bn-IN"/>
        </w:rPr>
        <w:t>ছূম্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চিহ্নিত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ইমামগণ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গুনাহ্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এখতিয়ারের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বাস্তবে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ক্ষীণ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শতাংশের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ভগ্নাংশেও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তথাপি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অক্ষম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পারিভাষিক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 w:rsidR="00184621">
        <w:rPr>
          <w:rFonts w:hint="cs"/>
          <w:cs/>
          <w:lang w:bidi="bn-IN"/>
        </w:rPr>
        <w:t>ছূম্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বিন্দুমাত্র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নির্দ্বিধায়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বেহেশতবাসীদের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অগ্রবর্তী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এতদসত্ত্বেও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স্বয়ং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অগ্রিম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আনুষ্ঠানিক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ঘোষণা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আচরণ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দৃষ্টান্তের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মাধ্যমেও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অনুধাবন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ইছ্বমাতের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নিষ্পাপত্বের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দৃষ্টান্ত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উন্নত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রুচিবোধসম্পন্ন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চরম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ক্ষুধার্ত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ফুটপাতে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খোলা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বিক্রি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এহেন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মুখোমুখি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ক্ষুধার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মুখোমুখি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কোথাও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কুকুর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খায়</w:t>
      </w:r>
      <w:r>
        <w:t xml:space="preserve">,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খেয়ে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বাঁচানো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t xml:space="preserve">, </w:t>
      </w:r>
      <w:r>
        <w:rPr>
          <w:rFonts w:hint="cs"/>
          <w:cs/>
          <w:lang w:bidi="bn-IN"/>
        </w:rPr>
        <w:t>তথাপি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খেয়ে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বাঁচাবেন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বিন্দুমাত্রও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তাত্ত্বিকভাবে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আক্ষরিকভাবে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বুদ্ধিমান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বাযী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ধরুন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বিলিয়ন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ডলারের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ধরবেন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ছূমগণকে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জীবদ্দশায়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আনুষ্ঠানিকভাবে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প্রতিশ্রুতি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ব্যতিক্রমী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প্রতিভাবান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স্কুলের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ছাত্র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শিক্ষক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আশেপাশের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নিশ্চয়তার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বরাবরের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পরীক্ষায়ও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নতুন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ক্লাসে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ক্রমিক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নম্বর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এক</w:t>
      </w:r>
      <w:r>
        <w:rPr>
          <w:rFonts w:hint="eastAsia"/>
        </w:rPr>
        <w:t>’</w:t>
      </w:r>
      <w:r>
        <w:t xml:space="preserve">,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নিশ্চয়তার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আগামী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ক্লাসে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ছাত্র</w:t>
      </w:r>
      <w:r>
        <w:rPr>
          <w:rFonts w:hint="eastAsia"/>
        </w:rPr>
        <w:t>’</w:t>
      </w:r>
      <w:r>
        <w:t xml:space="preserve">, </w:t>
      </w:r>
      <w:r>
        <w:rPr>
          <w:rFonts w:hint="cs"/>
          <w:cs/>
          <w:lang w:bidi="bn-IN"/>
        </w:rPr>
        <w:t>তথাপি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স্কুলের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প্রধান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শিক্ষক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পরীক্ষা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ছাত্রহাযিরা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ক্রমিকে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রাখবেন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আলসেমি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দুষ্টামি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পরীক্ষা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প্রধান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শিক্ষকের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পদমর্যাদার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অনুপযোগী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পদক্ষেপ।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একইভাবে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ছূমগণকে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জীবদ্দশায়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সুসংবাদ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নিরঙ্কুশ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স্বাধীনতার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নাফরমানী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বরখেলাফ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নাফরমানী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বান্দাহ্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খোদায়ী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হুজ্জাত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মুখ্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লিছ্ব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নবুওয়াতের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ইয়াক্বীনের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পরিভাষায়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ব্লাঙ্ক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চেক্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দশজন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ছ্বাহাবীকে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t>?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হাদীছগ্রন্থে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করীম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ফাত্বেমাহ্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সালামুল্লাহ্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আলাইহা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বেহেশতে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নেত্রী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হাসান্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বেহেশতে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যুবকদের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নেতা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ব্যাখ্যা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</w:t>
      </w:r>
      <w:r>
        <w:t>?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ব্যাখ্যাও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স্কুলের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ছাত্র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শিক্ষক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আশেপাশের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পরীক্ষার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ছাত্রকে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ক্লাসের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ছাত্র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আক্ষরিকভাবে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সন্দেহাতীতভাবে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</w:t>
      </w:r>
      <w:r>
        <w:t xml:space="preserve">,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ঠিকভাবে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পরীক্ষা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সাপেক্ষে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শর্তটি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উহ্য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প্রধান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শিক্ষক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পরীক্ষা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ছাত্রহাযিরা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রেখেছেন।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বিরোধী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নই</w:t>
      </w:r>
      <w:r>
        <w:t xml:space="preserve">;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নিঃশর্তভাবে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প্রত্যাখ্যান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বিরুদ্ধে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লিখেছি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পত্রপত্রিকায়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ছাপাও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বক্তব্য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হাদীছগ্রন্থ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ওফাতের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শতাধিক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সংকলন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দীর্ঘ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একেকটি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সংকলক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পৌঁছেছে।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সংকলকগণ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নিজেরাও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মিথ্যা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সংগ্রহ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সেগুলোর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মিথ্যা</w:t>
      </w:r>
      <w:r>
        <w:t xml:space="preserve">, </w:t>
      </w:r>
      <w:r>
        <w:rPr>
          <w:rFonts w:hint="cs"/>
          <w:cs/>
          <w:lang w:bidi="bn-IN"/>
        </w:rPr>
        <w:t>বিকৃত</w:t>
      </w:r>
      <w:r>
        <w:t xml:space="preserve">, </w:t>
      </w:r>
      <w:r>
        <w:rPr>
          <w:rFonts w:hint="cs"/>
          <w:cs/>
          <w:lang w:bidi="bn-IN"/>
        </w:rPr>
        <w:t>পরিবর্তিত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দুর্বল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চিহ্নিত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হাদীছসংকলন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পরীক্ষা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নিরীক্ষা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ছ্বহীহ্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সংকলনে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খুবই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স্বাভাবিক।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খোদায়ী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ওয়াহীপ্রাপ্ত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ন্যায়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 w:rsidR="00184621">
        <w:rPr>
          <w:rFonts w:hint="cs"/>
          <w:cs/>
          <w:lang w:bidi="bn-IN"/>
        </w:rPr>
        <w:t>ছূম্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উর্ধে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নির্ভুল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শর্ত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="00DC1531">
        <w:rPr>
          <w:rFonts w:hint="cs"/>
          <w:cs/>
          <w:lang w:bidi="bn-IN"/>
        </w:rPr>
        <w:t>শরী</w:t>
      </w:r>
      <w:r w:rsidR="00DC1531" w:rsidRPr="00DC1531">
        <w:rPr>
          <w:rStyle w:val="libEnChar"/>
          <w:rFonts w:hint="cs"/>
        </w:rPr>
        <w:t>’</w:t>
      </w:r>
      <w:r w:rsidR="00DC1531">
        <w:rPr>
          <w:rFonts w:hint="cs"/>
          <w:cs/>
          <w:lang w:bidi="bn-IN"/>
        </w:rPr>
        <w:t>আ</w:t>
      </w:r>
      <w:r>
        <w:rPr>
          <w:rFonts w:hint="cs"/>
          <w:cs/>
          <w:lang w:bidi="bn-IN"/>
        </w:rPr>
        <w:t>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আদর্শিক</w:t>
      </w:r>
      <w:r>
        <w:t xml:space="preserve">, </w:t>
      </w:r>
      <w:r>
        <w:rPr>
          <w:rFonts w:hint="cs"/>
          <w:cs/>
          <w:lang w:bidi="bn-IN"/>
        </w:rPr>
        <w:t>শিক্ষামূলক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তথ্যমূলক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ওয়াহী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মাত্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গ্বায়রে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লূ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যরূরী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অসতর্ক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কর্মনীতি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খুবই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ঝুঁকির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ওয়াহেদ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স্তরে</w:t>
      </w:r>
      <w:r>
        <w:t xml:space="preserve">,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আক্বল্</w:t>
      </w:r>
      <w:r>
        <w:t xml:space="preserve">, </w:t>
      </w:r>
      <w:r>
        <w:rPr>
          <w:rFonts w:hint="cs"/>
          <w:cs/>
          <w:lang w:bidi="bn-IN"/>
        </w:rPr>
        <w:t>কোরআন</w:t>
      </w:r>
      <w:r>
        <w:t xml:space="preserve">, </w:t>
      </w:r>
      <w:r>
        <w:rPr>
          <w:rFonts w:hint="cs"/>
          <w:cs/>
          <w:lang w:bidi="bn-IN"/>
        </w:rPr>
        <w:t>মুতাওয়াতির্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সমগ্র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মতৈক্যভিত্তিক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বিষয়াদি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সাংঘর্ষিক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সাপেক্ষে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গৌণ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মুস্তাহাব্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মাক্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রূহ্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প্রায়োগিক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বিষয়াদিতে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গ্রহণযোগ্য।</w:t>
      </w:r>
    </w:p>
    <w:p w:rsidR="00635115" w:rsidRDefault="00635115" w:rsidP="007C6394">
      <w:pPr>
        <w:pStyle w:val="libCenterBold1"/>
      </w:pPr>
      <w:r>
        <w:rPr>
          <w:rFonts w:hint="cs"/>
          <w:cs/>
          <w:lang w:bidi="bn-IN"/>
        </w:rPr>
        <w:t>এবার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ছ্বাহাবীদের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দেবো।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ঘোষণা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সহকারে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চাক্ষুষভাবে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নযর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ছ্বাহাবী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বহুলপ্রচলনকৃত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ছ্বাহাবী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স্রেফ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জনগোষ্ঠীর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কালিক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</w:t>
      </w:r>
      <w:r>
        <w:t xml:space="preserve">; </w:t>
      </w:r>
      <w:r>
        <w:rPr>
          <w:rFonts w:hint="cs"/>
          <w:cs/>
          <w:lang w:bidi="bn-IN"/>
        </w:rPr>
        <w:t>ছ্বাহাবী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ফযীলত্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চাক্ষুষভাবে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নযর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কাউকে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আদেশ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নিষেধের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অনুবর্তিতার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বাধ্যবাধকতা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ছ্বাহাবীর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মুতাওয়াতির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সমগ্র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মতৈক্য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ইজ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>
        <w:t>)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আক্বল্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আপনার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স্বার্থের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উর্ধে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lastRenderedPageBreak/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ছ্বাহাবী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ফযীলতের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প্রত্যাখ্যাত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ছ্বাহাবীর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নতুন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সংক্ষেপে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এনেছিলেন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তদনুযায়ী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ইখলাছ্বের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ভালোবাসতেন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চাক্ষুষভাবে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দর্শনকারী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ব্যক্তিগণই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ছ্বাহাবী।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বাহ্যিক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সাহচর্য</w:t>
      </w:r>
      <w:r>
        <w:rPr>
          <w:cs/>
          <w:lang w:bidi="bn-IN"/>
        </w:rPr>
        <w:t xml:space="preserve"> (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য়িয়াতে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মানী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কাউকে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ছ্বাহাবীতে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পরিণত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চাক্ষুষভাবে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দর্শনকারী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সাহচর্য</w:t>
      </w:r>
      <w:r>
        <w:rPr>
          <w:cs/>
          <w:lang w:bidi="bn-IN"/>
        </w:rPr>
        <w:t xml:space="preserve"> (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য়িয়াতে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রূহানী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ছ্বাহাবীতে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পরিণত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ফাত্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২৯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নম্বর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ওয়াল্লাযীনা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 w:rsidR="002346D3">
        <w:rPr>
          <w:rFonts w:hint="cs"/>
          <w:cs/>
          <w:lang w:bidi="bn-IN"/>
        </w:rPr>
        <w:t>আ</w:t>
      </w:r>
      <w:r>
        <w:rPr>
          <w:rFonts w:hint="cs"/>
          <w:cs/>
          <w:lang w:bidi="bn-IN"/>
        </w:rPr>
        <w:t>হু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দৃশ্যতঃ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য়িয়াতে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তাৎপর্য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বটে</w:t>
      </w:r>
      <w:r>
        <w:t xml:space="preserve">,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ক্ষমা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বিরাট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পুরষ্কারের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প্রতিশ্রুতি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য়িয়াতে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য়িয়াতে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রূহানী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সাহচর্য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আয়াতের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শেষাংশে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দ্ব্যর্থহীন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ভাষায়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: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এনেছে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যথাযথ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বিরাট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পুরষ্কারের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প্রতিশ্রুতি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দিয়েছেন।</w:t>
      </w:r>
      <w:r>
        <w:rPr>
          <w:rFonts w:hint="eastAsia"/>
        </w:rPr>
        <w:t>”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করীম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বাহ্যিক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সহচরদের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দৃশ্যতঃ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আধার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উদ্দেশ্য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হাছ্বিলের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ঘোষণা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বাহ্যিকভাবে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ছ্বাহাবীদের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আন্তরিকতার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এনেছিলেন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আমল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করতো</w:t>
      </w:r>
      <w:r>
        <w:rPr>
          <w:cs/>
          <w:lang w:bidi="hi-IN"/>
        </w:rPr>
        <w:t>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এছাড়াও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শুরুর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সহচরদের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বৈশিষ্ট্য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কাফেরদের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কঠোর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পরস্পরের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দয়াশীল</w:t>
      </w:r>
      <w:r>
        <w:rPr>
          <w:rFonts w:hint="eastAsia"/>
        </w:rPr>
        <w:t>”</w:t>
      </w:r>
      <w:r>
        <w:rPr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একাধিক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পরস্পরের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বিরুদ্ধে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পরস্পরকে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t xml:space="preserve">,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নিঃসন্দেহে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একদল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পোষণকারী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যথাযথ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সম্পাদনকারী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মুনাফিক্ব্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দেরীতে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পায়।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তাওবাহর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১০০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উপস্থাপন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বিনয়ের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পূর্বপ্রস্তুতির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মুক্বাদ্দামাত্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শর্ত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t xml:space="preserve">;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তরযমার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নির্ভর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যথেষ্ট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যথেষ্ট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পূর্ণাঙ্গ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পরস্পর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সম্পৃক্ত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একেকটি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একাধিক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ব্যাখ্যা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পূর্বপ্রস্তুতি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চাই</w:t>
      </w:r>
      <w:r>
        <w:t xml:space="preserve">,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সাধারণ</w:t>
      </w:r>
      <w:r>
        <w:rPr>
          <w:rFonts w:hint="eastAsia"/>
        </w:rPr>
        <w:t>”</w:t>
      </w:r>
      <w: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আম্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বক্তব্য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তাৎপর্যকে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তাখ্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ছ্বীছ্ব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তাওবাহর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১০০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নম্বর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আয়াত্।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সাধারণভাবে</w:t>
      </w:r>
      <w:r>
        <w:rPr>
          <w:cs/>
          <w:lang w:bidi="bn-IN"/>
        </w:rPr>
        <w:t xml:space="preserve"> ‍</w:t>
      </w:r>
      <w:r>
        <w:rPr>
          <w:rFonts w:hint="cs"/>
          <w:cs/>
          <w:lang w:bidi="bn-IN"/>
        </w:rPr>
        <w:t>মুহাজেরিন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ছ্বারদের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অগ্রবর্তীদের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ব্যতিক্রম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জনগোষ্ঠীর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অনুপ্রবেশকারী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তাছাড়া</w:t>
      </w:r>
      <w:r>
        <w:rPr>
          <w:cs/>
          <w:lang w:bidi="bn-IN"/>
        </w:rPr>
        <w:t xml:space="preserve"> </w:t>
      </w:r>
      <w:r w:rsidRPr="00635115">
        <w:rPr>
          <w:rStyle w:val="libArChar"/>
          <w:rFonts w:hint="eastAsia"/>
          <w:rtl/>
        </w:rPr>
        <w:t>السَّابِقُونَ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الأوَّلُونَ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দলীলে</w:t>
      </w:r>
      <w:r>
        <w:t xml:space="preserve">, </w:t>
      </w:r>
      <w:r>
        <w:rPr>
          <w:rFonts w:hint="cs"/>
          <w:cs/>
          <w:lang w:bidi="bn-IN"/>
        </w:rPr>
        <w:t>বিশেষতঃ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উল্লিখিত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হিজরত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সাহায্যকরণের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অনুসরণকারীদের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বেলায়</w:t>
      </w:r>
      <w:r>
        <w:rPr>
          <w:cs/>
          <w:lang w:bidi="bn-IN"/>
        </w:rPr>
        <w:t xml:space="preserve"> </w:t>
      </w:r>
      <w:r w:rsidRPr="00635115">
        <w:rPr>
          <w:rStyle w:val="libArChar"/>
          <w:rFonts w:hint="eastAsia"/>
          <w:rtl/>
        </w:rPr>
        <w:t>بِإِحْسَانٍ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ক</w:t>
      </w:r>
      <w:r w:rsidR="002346D3" w:rsidRPr="002346D3">
        <w:rPr>
          <w:rStyle w:val="libEnChar"/>
          <w:rFonts w:hint="cs"/>
        </w:rPr>
        <w:t>’</w:t>
      </w:r>
      <w:r w:rsidR="002346D3">
        <w:rPr>
          <w:rFonts w:hint="cs"/>
          <w:cs/>
          <w:lang w:bidi="bn-IN"/>
        </w:rPr>
        <w:t>জ</w:t>
      </w:r>
      <w:r>
        <w:rPr>
          <w:rFonts w:hint="cs"/>
          <w:cs/>
          <w:lang w:bidi="bn-IN"/>
        </w:rPr>
        <w:t>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মুনাফিক্ব্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ঘোষণা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দর্শনকারী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ছ্বাহাবী।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:</w:t>
      </w:r>
    </w:p>
    <w:p w:rsidR="00635115" w:rsidRPr="007C6394" w:rsidRDefault="007C6394" w:rsidP="007C6394">
      <w:pPr>
        <w:pStyle w:val="libAie"/>
      </w:pPr>
      <w:r w:rsidRPr="007C6394">
        <w:rPr>
          <w:rStyle w:val="libAlaemChar"/>
        </w:rPr>
        <w:t>)</w:t>
      </w:r>
      <w:r w:rsidR="00635115" w:rsidRPr="007C6394">
        <w:rPr>
          <w:rFonts w:hint="eastAsia"/>
          <w:rtl/>
        </w:rPr>
        <w:t>إِذَا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جَاءَكَ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الْمُنَافِقُونَ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قَالُوا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نَشْهَدُ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إِنَّكَ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لَرَسُولُ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اللَّهِ</w:t>
      </w:r>
      <w:r w:rsidRPr="007C6394">
        <w:rPr>
          <w:rStyle w:val="libAlaemChar"/>
        </w:rPr>
        <w:t>(</w:t>
      </w:r>
    </w:p>
    <w:p w:rsidR="00635115" w:rsidRDefault="00635115" w:rsidP="00635115">
      <w:pPr>
        <w:pStyle w:val="libNormal"/>
      </w:pPr>
      <w:r>
        <w:rPr>
          <w:rFonts w:hint="eastAsia"/>
        </w:rPr>
        <w:lastRenderedPageBreak/>
        <w:t>“</w:t>
      </w:r>
      <w:r>
        <w:t>(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!) </w:t>
      </w:r>
      <w:r>
        <w:rPr>
          <w:rFonts w:hint="cs"/>
          <w:cs/>
          <w:lang w:bidi="bn-IN"/>
        </w:rPr>
        <w:t>মুনাফিক্ব্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আপনার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বলবে</w:t>
      </w:r>
      <w:r>
        <w:t xml:space="preserve">,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সাক্ষ্য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দিচ্ছি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আপনি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মুনাফিক্বুন্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১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অতএব</w:t>
      </w:r>
      <w:r>
        <w:t xml:space="preserve">,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ঘোষণা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রাসূলুল্লাহ্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চাক্ষুষভাবে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মুনাফিক্বরা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সংখ্যায়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ক</w:t>
      </w:r>
      <w:r w:rsidR="002346D3" w:rsidRPr="002346D3">
        <w:rPr>
          <w:rStyle w:val="libEnChar"/>
          <w:rFonts w:hint="cs"/>
        </w:rPr>
        <w:t>’</w:t>
      </w:r>
      <w:r w:rsidR="002346D3">
        <w:rPr>
          <w:rFonts w:hint="cs"/>
          <w:cs/>
          <w:lang w:bidi="bn-IN"/>
        </w:rPr>
        <w:t>জ</w:t>
      </w:r>
      <w:r>
        <w:rPr>
          <w:rFonts w:hint="cs"/>
          <w:cs/>
          <w:lang w:bidi="bn-IN"/>
        </w:rPr>
        <w:t>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t>?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প্রণিধানযোগ্য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তাওবাহর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১০০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নম্বর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১০১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নম্বর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বিরাট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সংখ্যার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আভাস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:</w:t>
      </w:r>
    </w:p>
    <w:p w:rsidR="00635115" w:rsidRPr="007C6394" w:rsidRDefault="007C6394" w:rsidP="007C6394">
      <w:pPr>
        <w:pStyle w:val="libAie"/>
      </w:pPr>
      <w:r w:rsidRPr="007C6394">
        <w:rPr>
          <w:rStyle w:val="libAlaemChar"/>
        </w:rPr>
        <w:t>)</w:t>
      </w:r>
      <w:r w:rsidR="00635115" w:rsidRPr="007C6394">
        <w:rPr>
          <w:rFonts w:hint="eastAsia"/>
          <w:rtl/>
        </w:rPr>
        <w:t>وَمِمَّنْ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حَوْلَكُمْ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مِنَ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الأعْرَابِ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مُنَافِقُونَ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وَمِنْ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أَهْلِ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الْمَدِينَةِ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مَرَدُوا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عَلَى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النِّفَاقِ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لا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تَعْلَمُهُمْ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نَحْنُ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نَعْلَمُهُمْ</w:t>
      </w:r>
      <w:r w:rsidRPr="007C6394">
        <w:rPr>
          <w:rStyle w:val="libAlaemChar"/>
        </w:rPr>
        <w:t>(</w:t>
      </w:r>
      <w:r w:rsidR="00635115" w:rsidRPr="007C6394">
        <w:t xml:space="preserve"> </w:t>
      </w:r>
    </w:p>
    <w:p w:rsidR="00635115" w:rsidRDefault="00635115" w:rsidP="00635115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আশেপাশে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আরবদের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মুনাফিক্বরা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মদীনাহ্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বাসীদের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মধ্যেও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মুনাফিক্বরা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>)</w:t>
      </w:r>
      <w:r w:rsidR="007B3B0F">
        <w:rPr>
          <w:cs/>
          <w:lang w:bidi="bn-IN"/>
        </w:rPr>
        <w:t>-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নেফাক্বের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খুবই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কঠোর।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!) </w:t>
      </w:r>
      <w:r>
        <w:rPr>
          <w:rFonts w:hint="cs"/>
          <w:cs/>
          <w:lang w:bidi="bn-IN"/>
        </w:rPr>
        <w:t>আপনি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মুনাফিক্ব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চিনেন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চিনি।</w:t>
      </w:r>
      <w:r>
        <w:rPr>
          <w:rFonts w:hint="eastAsia"/>
        </w:rPr>
        <w:t>”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অনেকে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 w:rsidRPr="00635115">
        <w:rPr>
          <w:rStyle w:val="libArChar"/>
          <w:rFonts w:hint="eastAsia"/>
          <w:rtl/>
        </w:rPr>
        <w:t>أعْرَابِ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বেদুঈন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যাযাবর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আরব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 w:rsidRPr="00635115">
        <w:rPr>
          <w:rStyle w:val="libArChar"/>
          <w:rFonts w:hint="eastAsia"/>
          <w:rtl/>
        </w:rPr>
        <w:t>أعْرَابِ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 w:rsidRPr="00635115">
        <w:rPr>
          <w:rStyle w:val="libArChar"/>
          <w:rFonts w:hint="eastAsia"/>
          <w:rtl/>
        </w:rPr>
        <w:t>عرب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শব্দের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বহুবচন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 w:rsidRPr="00635115">
        <w:rPr>
          <w:rStyle w:val="libArChar"/>
          <w:rFonts w:hint="eastAsia"/>
          <w:rtl/>
        </w:rPr>
        <w:t>أعْرَبِ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বিশুদ্ধ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বেদুঈন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যাযাবর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আরব।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বেদুঈন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যাযাবর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আরব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অর্থকেই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পার্থক্য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ঘোষণা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ছ্বাহাবী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মুহাজির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নির্বিশেষে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তৎকালীন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বিপুল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সংখ্যক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মুনাফিক্ব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লুকিয়ে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বিপুল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সংখ্যক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মুনাফিক্বের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উবাই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 w:rsidR="00184621">
        <w:rPr>
          <w:rFonts w:hint="cs"/>
          <w:cs/>
          <w:lang w:bidi="bn-IN"/>
        </w:rPr>
        <w:t>দু</w:t>
      </w:r>
      <w:r w:rsidR="00184621" w:rsidRPr="00184621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কাউকেই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মুনাফিক্ব্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চিহ্নিত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ছ্বাহাবী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পরিচিত।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মক্কাহ্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বিজয়ের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পরিস্থিতির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ঘোষণা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কবূল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সাজদাহ্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২৮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২৯</w:t>
      </w:r>
      <w:r>
        <w:rPr>
          <w:cs/>
          <w:lang w:bidi="bn-IN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ছ্বাহাবী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ছ্বাহাবীর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ছ্বাহাবী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ফযীলতের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অতএব</w:t>
      </w:r>
      <w:r>
        <w:t xml:space="preserve">,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কাজকর্ম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প্রত্যেকের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আলাদা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ছ্বাহাবী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ফযীলতের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ছ্বাহাবীর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পরিবর্তন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তৎকালীন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ছ্বাহাবী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</w:p>
    <w:p w:rsidR="00635115" w:rsidRDefault="00635115" w:rsidP="007C6394">
      <w:pPr>
        <w:pStyle w:val="libBold1"/>
      </w:pPr>
      <w:r>
        <w:rPr>
          <w:rFonts w:hint="cs"/>
          <w:cs/>
          <w:lang w:bidi="bn-IN"/>
        </w:rPr>
        <w:t>মক্কাহ্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বিজয়ের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সাজদাহর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২৮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২৯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মক্কাহ্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বিজয়ের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পরিস্থিতির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ঘোষণা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কবূল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rFonts w:hint="eastAsia"/>
        </w:rPr>
        <w:t>’</w:t>
      </w:r>
      <w:r w:rsidR="007B3B0F">
        <w:t>-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অভিমতের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দ্বিমত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t xml:space="preserve">,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তাফসীরে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রেওয়াইয়াতে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২৯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আয়াতের</w:t>
      </w:r>
      <w:r w:rsidRPr="00635115">
        <w:rPr>
          <w:rStyle w:val="libArChar"/>
          <w:rFonts w:hint="eastAsia"/>
          <w:rtl/>
        </w:rPr>
        <w:t>يَوْمَ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الْفَتْحِ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ফয়ছ্বালার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বিস্তারিত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উক্ত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আয়াতদ্বয়ে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:</w:t>
      </w:r>
    </w:p>
    <w:p w:rsidR="00635115" w:rsidRPr="007C6394" w:rsidRDefault="007C6394" w:rsidP="007C6394">
      <w:pPr>
        <w:pStyle w:val="libAie"/>
      </w:pPr>
      <w:r w:rsidRPr="007C6394">
        <w:rPr>
          <w:rStyle w:val="libAlaemChar"/>
        </w:rPr>
        <w:t>)</w:t>
      </w:r>
      <w:r w:rsidR="00635115" w:rsidRPr="007C6394">
        <w:rPr>
          <w:rFonts w:hint="eastAsia"/>
          <w:rtl/>
        </w:rPr>
        <w:t>وَيَقُولُونَ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مَتَى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هَذَا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الْفَتْحُ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إِنْ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كُنْتُمْ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صَادِقِينَ</w:t>
      </w:r>
      <w:r w:rsidR="00635115" w:rsidRPr="007C6394">
        <w:rPr>
          <w:rtl/>
        </w:rPr>
        <w:t xml:space="preserve">. </w:t>
      </w:r>
      <w:r w:rsidR="00635115" w:rsidRPr="007C6394">
        <w:rPr>
          <w:rFonts w:hint="eastAsia"/>
          <w:rtl/>
        </w:rPr>
        <w:t>قُلْ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يَوْمَ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الْفَتْحِ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لا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يَنْفَعُ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الَّذِينَ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كَفَرُوا</w:t>
      </w:r>
      <w:r w:rsidR="00635115" w:rsidRPr="007C6394">
        <w:rPr>
          <w:rtl/>
        </w:rPr>
        <w:t xml:space="preserve"> </w:t>
      </w:r>
      <w:r w:rsidR="00635115" w:rsidRPr="007C6394">
        <w:rPr>
          <w:rFonts w:hint="eastAsia"/>
          <w:rtl/>
        </w:rPr>
        <w:t>إِيمَانُهُمْ</w:t>
      </w:r>
      <w:r w:rsidRPr="007C6394">
        <w:rPr>
          <w:rStyle w:val="libAlaemChar"/>
        </w:rPr>
        <w:t>(</w:t>
      </w:r>
    </w:p>
    <w:p w:rsidR="00635115" w:rsidRDefault="00635115" w:rsidP="00635115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: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বিজয়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কখন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আসবে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সত্যবাদী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থাকো</w:t>
      </w:r>
      <w:r>
        <w:t>? (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!) </w:t>
      </w:r>
      <w:r>
        <w:rPr>
          <w:rFonts w:hint="cs"/>
          <w:cs/>
          <w:lang w:bidi="bn-IN"/>
        </w:rPr>
        <w:t>বলুন</w:t>
      </w:r>
      <w:r>
        <w:t xml:space="preserve">, </w:t>
      </w:r>
      <w:r>
        <w:rPr>
          <w:rFonts w:hint="cs"/>
          <w:cs/>
          <w:lang w:bidi="bn-IN"/>
        </w:rPr>
        <w:t>বিজয়ের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কাফেরদের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কল্যাণ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rFonts w:hint="eastAsia"/>
        </w:rPr>
        <w:t>”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প্রধানতঃ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সর্বোচ্চ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ফাছ্বাহাত্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বালাগ্বাতের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জিযাহ্।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ফাছ্বীহ্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বালীগ্ব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বক্তার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বৈশিষ্ট্য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শব্দ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উদ্দেশ্য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সর্বাধিক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উপযোগী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অর্থবোধক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শব্দের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নিদর্শন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অর্থটিই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</w:p>
    <w:p w:rsidR="00635115" w:rsidRDefault="00635115" w:rsidP="00635115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ফয়ছ্বালা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শব্দটিও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কয়েক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জায়গায়</w:t>
      </w:r>
      <w:r>
        <w:rPr>
          <w:cs/>
          <w:lang w:bidi="bn-IN"/>
        </w:rPr>
        <w:t xml:space="preserve"> </w:t>
      </w:r>
      <w:r w:rsidRPr="00635115">
        <w:rPr>
          <w:rStyle w:val="libArChar"/>
          <w:rFonts w:hint="eastAsia"/>
          <w:rtl/>
        </w:rPr>
        <w:t>يوم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الفصل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আয়াতদ্বয়ে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সাজদাহ্</w:t>
      </w:r>
      <w:r>
        <w:rPr>
          <w:cs/>
          <w:lang w:bidi="bn-IN"/>
        </w:rPr>
        <w:t xml:space="preserve">: </w:t>
      </w:r>
      <w:r>
        <w:rPr>
          <w:rFonts w:hint="cs"/>
          <w:cs/>
          <w:lang w:bidi="bn-IN"/>
        </w:rPr>
        <w:t>২৮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২৯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ফয়ছ্বালার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বুঝাতে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চাইলে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ফাছ্বাহাত্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বালাগ্বাতের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 w:rsidRPr="00635115">
        <w:rPr>
          <w:rStyle w:val="libArChar"/>
          <w:rFonts w:hint="eastAsia"/>
          <w:rtl/>
        </w:rPr>
        <w:t>يوم</w:t>
      </w:r>
      <w:r w:rsidRPr="00635115">
        <w:rPr>
          <w:rStyle w:val="libArChar"/>
          <w:rtl/>
        </w:rPr>
        <w:t xml:space="preserve"> </w:t>
      </w:r>
      <w:r w:rsidRPr="00635115">
        <w:rPr>
          <w:rStyle w:val="libArChar"/>
          <w:rFonts w:hint="eastAsia"/>
          <w:rtl/>
        </w:rPr>
        <w:t>الفصل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lastRenderedPageBreak/>
        <w:t>অন্যদিকে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ঈমান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আনয়ন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কথাটি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প্রযোজ্য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t xml:space="preserve">,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আনবে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লাগবে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দুনিয়ার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আনয়ন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কবূল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“</w:t>
      </w:r>
      <w:r>
        <w:rPr>
          <w:rFonts w:hint="cs"/>
          <w:cs/>
          <w:lang w:bidi="bn-IN"/>
        </w:rPr>
        <w:t>কাফেরদের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কল্যাণ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ওঠে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কাফের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মক্কাহ্</w:t>
      </w:r>
      <w:r>
        <w:rPr>
          <w:cs/>
          <w:lang w:bidi="bn-IN"/>
        </w:rPr>
        <w:t>-)</w:t>
      </w:r>
      <w:r>
        <w:rPr>
          <w:rFonts w:hint="cs"/>
          <w:cs/>
          <w:lang w:bidi="bn-IN"/>
        </w:rPr>
        <w:t>বিজয়ের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নিরুপায়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বাঁচানোর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ঘোষণা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কবূল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ইতিহাস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সাক্ষ্য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লোকেরা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বিরাট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বিপর্যয়ের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নেফাক্বের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</w:p>
    <w:p w:rsidR="00635115" w:rsidRDefault="002346D3" w:rsidP="00635115">
      <w:pPr>
        <w:pStyle w:val="libNormal"/>
      </w:pPr>
      <w:r>
        <w:rPr>
          <w:rFonts w:hint="cs"/>
          <w:cs/>
          <w:lang w:bidi="bn-IN"/>
        </w:rPr>
        <w:t>মা</w:t>
      </w:r>
      <w:r w:rsidRPr="002346D3">
        <w:rPr>
          <w:rStyle w:val="libEnChar"/>
          <w:rFonts w:hint="cs"/>
        </w:rPr>
        <w:t>’</w:t>
      </w:r>
      <w:r w:rsidR="00635115">
        <w:rPr>
          <w:rFonts w:hint="cs"/>
          <w:cs/>
          <w:lang w:bidi="bn-IN"/>
        </w:rPr>
        <w:t>ছূমগণের</w:t>
      </w:r>
      <w:r w:rsidR="00635115">
        <w:rPr>
          <w:cs/>
          <w:lang w:bidi="bn-IN"/>
        </w:rPr>
        <w:t xml:space="preserve"> (</w:t>
      </w:r>
      <w:r w:rsidR="00635115" w:rsidRPr="00635115">
        <w:rPr>
          <w:rStyle w:val="libEnChar"/>
        </w:rPr>
        <w:t>‘</w:t>
      </w:r>
      <w:r w:rsidR="00635115">
        <w:rPr>
          <w:rFonts w:hint="cs"/>
          <w:cs/>
          <w:lang w:bidi="bn-IN"/>
        </w:rPr>
        <w:t>আঃ</w:t>
      </w:r>
      <w:r w:rsidR="00635115">
        <w:rPr>
          <w:cs/>
          <w:lang w:bidi="bn-IN"/>
        </w:rPr>
        <w:t xml:space="preserve">) </w:t>
      </w:r>
      <w:r w:rsidR="00635115">
        <w:rPr>
          <w:rFonts w:hint="cs"/>
          <w:cs/>
          <w:lang w:bidi="bn-IN"/>
        </w:rPr>
        <w:t>প্রশ্নে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ইত্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মামে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হজ্জাত্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বনাম</w:t>
      </w:r>
      <w:r w:rsidR="00635115">
        <w:rPr>
          <w:cs/>
          <w:lang w:bidi="bn-IN"/>
        </w:rPr>
        <w:t xml:space="preserve"> </w:t>
      </w:r>
      <w:r w:rsidR="00635115">
        <w:rPr>
          <w:rFonts w:hint="cs"/>
          <w:cs/>
          <w:lang w:bidi="bn-IN"/>
        </w:rPr>
        <w:t>নেফাক্ব্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বিভ্রান্তি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এড়ানোর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আলোকপাত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যরূরী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অনস্বীকার্য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ঐতিহাসিক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জীবদ্দশায়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ঘোষণা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সিদ্ধান্তকে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সিদ্ধান্ত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অমান্য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অনস্বীকার্য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ঐতিহাসিক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করীম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ইন্তেকালের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তৎকালীন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ভাগই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অন্যতম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ছূম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শত্রুতা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বিদ্বেষের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</w:t>
      </w:r>
      <w:r>
        <w:t xml:space="preserve">,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যুলুম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নির্যাতন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চালায়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এরা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t xml:space="preserve">, </w:t>
      </w:r>
      <w:r>
        <w:rPr>
          <w:rFonts w:hint="cs"/>
          <w:cs/>
          <w:lang w:bidi="bn-IN"/>
        </w:rPr>
        <w:t>নাকি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মুনাফিক্ব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t>?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সংক্ষেপে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হুজ্জাত্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সতর্কতার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নীতির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ইত্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হুজ্জাত্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সতর্কতার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নীতি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অপেক্ষাকৃত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বিস্তারিতভাবে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করেছি।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লাছ্বের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পরিচয়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ইয়াক্বীন্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পাকড়াও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তাওহীদ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আখেরাতে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ছ্বালেহর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নাজাত্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করবেন</w:t>
      </w:r>
      <w:r>
        <w:t xml:space="preserve">,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লাছ্বের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পূতচরিত্র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সরাসরি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বিরোধিতা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থাকবেন।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পাকড়াও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ওফাতের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আচরণকে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বিবেচনা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 w:rsidR="00184621">
        <w:rPr>
          <w:rFonts w:hint="cs"/>
          <w:cs/>
          <w:lang w:bidi="bn-IN"/>
        </w:rPr>
        <w:t>ছূম্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ইমামের</w:t>
      </w:r>
      <w:r>
        <w:rPr>
          <w:cs/>
          <w:lang w:bidi="bn-IN"/>
        </w:rPr>
        <w:t xml:space="preserve"> (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 w:rsidR="002346D3">
        <w:rPr>
          <w:rFonts w:hint="cs"/>
          <w:cs/>
          <w:lang w:bidi="bn-IN"/>
        </w:rPr>
        <w:t>মা</w:t>
      </w:r>
      <w:r w:rsidR="002346D3" w:rsidRPr="002346D3">
        <w:rPr>
          <w:rStyle w:val="libEnChar"/>
          <w:rFonts w:hint="cs"/>
        </w:rPr>
        <w:t>’</w:t>
      </w:r>
      <w:r w:rsidR="00184621">
        <w:rPr>
          <w:rFonts w:hint="cs"/>
          <w:cs/>
          <w:lang w:bidi="bn-IN"/>
        </w:rPr>
        <w:t>ছূম্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হুজ্জাত্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বিরোধিতা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শত্রুতা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বিদ্বেষের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আশ্রয়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কিছুতেই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মুনাফিক্ব্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হুজ্জাত্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স্বার্থে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সুবিধাবাদী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নীতির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বিরোধিতা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শত্রুতা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বিদ্বেষের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আশ্রয়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সোপর্দ</w:t>
      </w:r>
      <w:r>
        <w:t xml:space="preserve">;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অন্তরের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রাখেন।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কাউকে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মুনাফিক্ব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সরাসরি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বিরোধিতা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শত্রুতা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বিদ্বেষের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আশ্রয়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থাকেন।</w:t>
      </w:r>
    </w:p>
    <w:p w:rsidR="00635115" w:rsidRDefault="00635115" w:rsidP="0063511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করেছিলেন</w:t>
      </w:r>
      <w:r>
        <w:t xml:space="preserve">,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বিশ্বাসের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বিপরীতে</w:t>
      </w:r>
      <w:r>
        <w:t xml:space="preserve">,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বিরাট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সংখ্যক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সুন্নাহর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খুবই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লেখাপড়ার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প্রচলন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খুবই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অল্প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করীম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ইন্তেকালের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কপি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মুখস্ত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সংখ্যা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তৎকালীন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মোট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সংখ্যার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শতাংশেরও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ভগ্নাংশ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অনেকের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খুবই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দুর্বল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ভাসাভাসা।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="00A72AC0">
        <w:rPr>
          <w:rFonts w:hint="cs"/>
          <w:cs/>
          <w:lang w:bidi="bn-IN"/>
        </w:rPr>
        <w:t>তা</w:t>
      </w:r>
      <w:r w:rsidR="00A72AC0" w:rsidRPr="00F4416F">
        <w:rPr>
          <w:rStyle w:val="libEnChar"/>
          <w:rFonts w:hint="cs"/>
        </w:rPr>
        <w:t>’</w:t>
      </w:r>
      <w:r w:rsidR="00A72AC0"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:</w:t>
      </w:r>
    </w:p>
    <w:p w:rsidR="00635115" w:rsidRPr="00807656" w:rsidRDefault="00635115" w:rsidP="00807656">
      <w:pPr>
        <w:pStyle w:val="libAie"/>
      </w:pPr>
      <w:r w:rsidRPr="00807656">
        <w:rPr>
          <w:rStyle w:val="libAlaemChar"/>
        </w:rPr>
        <w:t>)</w:t>
      </w:r>
      <w:r w:rsidRPr="00807656">
        <w:rPr>
          <w:rFonts w:hint="eastAsia"/>
          <w:rtl/>
        </w:rPr>
        <w:t>قَالَتِ</w:t>
      </w:r>
      <w:r w:rsidRPr="00807656">
        <w:rPr>
          <w:rtl/>
        </w:rPr>
        <w:t xml:space="preserve"> </w:t>
      </w:r>
      <w:r w:rsidRPr="00807656">
        <w:rPr>
          <w:rFonts w:hint="eastAsia"/>
          <w:rtl/>
        </w:rPr>
        <w:t>الأعْرَابُ</w:t>
      </w:r>
      <w:r w:rsidRPr="00807656">
        <w:rPr>
          <w:rtl/>
        </w:rPr>
        <w:t xml:space="preserve"> </w:t>
      </w:r>
      <w:r w:rsidRPr="00807656">
        <w:rPr>
          <w:rFonts w:hint="eastAsia"/>
          <w:rtl/>
        </w:rPr>
        <w:t>آمَنَّا</w:t>
      </w:r>
      <w:r w:rsidRPr="00807656">
        <w:rPr>
          <w:rtl/>
        </w:rPr>
        <w:t xml:space="preserve"> </w:t>
      </w:r>
      <w:r w:rsidRPr="00807656">
        <w:rPr>
          <w:rFonts w:hint="eastAsia"/>
          <w:rtl/>
        </w:rPr>
        <w:t>قُلْ</w:t>
      </w:r>
      <w:r w:rsidRPr="00807656">
        <w:rPr>
          <w:rtl/>
        </w:rPr>
        <w:t xml:space="preserve"> </w:t>
      </w:r>
      <w:r w:rsidRPr="00807656">
        <w:rPr>
          <w:rFonts w:hint="eastAsia"/>
          <w:rtl/>
        </w:rPr>
        <w:t>لَمْ</w:t>
      </w:r>
      <w:r w:rsidRPr="00807656">
        <w:rPr>
          <w:rtl/>
        </w:rPr>
        <w:t xml:space="preserve"> </w:t>
      </w:r>
      <w:r w:rsidRPr="00807656">
        <w:rPr>
          <w:rFonts w:hint="eastAsia"/>
          <w:rtl/>
        </w:rPr>
        <w:t>تُؤْمِنُوا</w:t>
      </w:r>
      <w:r w:rsidRPr="00807656">
        <w:rPr>
          <w:rtl/>
        </w:rPr>
        <w:t xml:space="preserve"> </w:t>
      </w:r>
      <w:r w:rsidRPr="00807656">
        <w:rPr>
          <w:rFonts w:hint="eastAsia"/>
          <w:rtl/>
        </w:rPr>
        <w:t>وَلَكِنْ</w:t>
      </w:r>
      <w:r w:rsidRPr="00807656">
        <w:rPr>
          <w:rtl/>
        </w:rPr>
        <w:t xml:space="preserve"> </w:t>
      </w:r>
      <w:r w:rsidRPr="00807656">
        <w:rPr>
          <w:rFonts w:hint="eastAsia"/>
          <w:rtl/>
        </w:rPr>
        <w:t>قُولُوا</w:t>
      </w:r>
      <w:r w:rsidRPr="00807656">
        <w:rPr>
          <w:rtl/>
        </w:rPr>
        <w:t xml:space="preserve"> </w:t>
      </w:r>
      <w:r w:rsidRPr="00807656">
        <w:rPr>
          <w:rFonts w:hint="eastAsia"/>
          <w:rtl/>
        </w:rPr>
        <w:t>أَسْلَمْنَا</w:t>
      </w:r>
      <w:r w:rsidRPr="00807656">
        <w:rPr>
          <w:rtl/>
        </w:rPr>
        <w:t xml:space="preserve"> </w:t>
      </w:r>
      <w:r w:rsidRPr="00807656">
        <w:rPr>
          <w:rFonts w:hint="eastAsia"/>
          <w:rtl/>
        </w:rPr>
        <w:t>وَلَمَّا</w:t>
      </w:r>
      <w:r w:rsidRPr="00807656">
        <w:rPr>
          <w:rtl/>
        </w:rPr>
        <w:t xml:space="preserve"> </w:t>
      </w:r>
      <w:r w:rsidRPr="00807656">
        <w:rPr>
          <w:rFonts w:hint="eastAsia"/>
          <w:rtl/>
        </w:rPr>
        <w:t>يَدْخُلِ</w:t>
      </w:r>
      <w:r w:rsidRPr="00807656">
        <w:rPr>
          <w:rtl/>
        </w:rPr>
        <w:t xml:space="preserve"> </w:t>
      </w:r>
      <w:r w:rsidRPr="00807656">
        <w:rPr>
          <w:rFonts w:hint="eastAsia"/>
          <w:rtl/>
        </w:rPr>
        <w:t>الإيمَانُ</w:t>
      </w:r>
      <w:r w:rsidRPr="00807656">
        <w:rPr>
          <w:rtl/>
        </w:rPr>
        <w:t xml:space="preserve"> </w:t>
      </w:r>
      <w:r w:rsidRPr="00807656">
        <w:rPr>
          <w:rFonts w:hint="eastAsia"/>
          <w:rtl/>
        </w:rPr>
        <w:t>فِي</w:t>
      </w:r>
      <w:r w:rsidRPr="00807656">
        <w:rPr>
          <w:rtl/>
        </w:rPr>
        <w:t xml:space="preserve"> </w:t>
      </w:r>
      <w:r w:rsidRPr="00807656">
        <w:rPr>
          <w:rFonts w:hint="eastAsia"/>
          <w:rtl/>
        </w:rPr>
        <w:t>قُلُوبِكُمْ</w:t>
      </w:r>
      <w:r w:rsidRPr="00807656">
        <w:rPr>
          <w:rtl/>
        </w:rPr>
        <w:t xml:space="preserve"> </w:t>
      </w:r>
      <w:r w:rsidRPr="00807656">
        <w:rPr>
          <w:rFonts w:hint="eastAsia"/>
          <w:rtl/>
        </w:rPr>
        <w:t>وَإِنْ</w:t>
      </w:r>
      <w:r w:rsidRPr="00807656">
        <w:rPr>
          <w:rtl/>
        </w:rPr>
        <w:t xml:space="preserve"> </w:t>
      </w:r>
      <w:r w:rsidRPr="00807656">
        <w:rPr>
          <w:rFonts w:hint="eastAsia"/>
          <w:rtl/>
        </w:rPr>
        <w:t>تُطِيعُوا</w:t>
      </w:r>
      <w:r w:rsidRPr="00807656">
        <w:rPr>
          <w:rtl/>
        </w:rPr>
        <w:t xml:space="preserve"> </w:t>
      </w:r>
      <w:r w:rsidRPr="00807656">
        <w:rPr>
          <w:rFonts w:hint="eastAsia"/>
          <w:rtl/>
        </w:rPr>
        <w:t>اللَّهَ</w:t>
      </w:r>
      <w:r w:rsidRPr="00807656">
        <w:rPr>
          <w:rtl/>
        </w:rPr>
        <w:t xml:space="preserve"> </w:t>
      </w:r>
      <w:r w:rsidRPr="00807656">
        <w:rPr>
          <w:rFonts w:hint="eastAsia"/>
          <w:rtl/>
        </w:rPr>
        <w:t>وَرَسُولَهُ</w:t>
      </w:r>
      <w:r w:rsidRPr="00807656">
        <w:rPr>
          <w:rtl/>
        </w:rPr>
        <w:t xml:space="preserve"> </w:t>
      </w:r>
      <w:r w:rsidRPr="00807656">
        <w:rPr>
          <w:rFonts w:hint="eastAsia"/>
          <w:rtl/>
        </w:rPr>
        <w:t>لا</w:t>
      </w:r>
      <w:r w:rsidRPr="00807656">
        <w:rPr>
          <w:rtl/>
        </w:rPr>
        <w:t xml:space="preserve"> </w:t>
      </w:r>
      <w:r w:rsidRPr="00807656">
        <w:rPr>
          <w:rFonts w:hint="eastAsia"/>
          <w:rtl/>
        </w:rPr>
        <w:t>يَلِتْكُمْ</w:t>
      </w:r>
      <w:r w:rsidRPr="00807656">
        <w:rPr>
          <w:rtl/>
        </w:rPr>
        <w:t xml:space="preserve"> </w:t>
      </w:r>
      <w:r w:rsidRPr="00807656">
        <w:rPr>
          <w:rFonts w:hint="eastAsia"/>
          <w:rtl/>
        </w:rPr>
        <w:t>مِنْ</w:t>
      </w:r>
      <w:r w:rsidRPr="00807656">
        <w:rPr>
          <w:rtl/>
        </w:rPr>
        <w:t xml:space="preserve"> </w:t>
      </w:r>
      <w:r w:rsidRPr="00807656">
        <w:rPr>
          <w:rFonts w:hint="eastAsia"/>
          <w:rtl/>
        </w:rPr>
        <w:t>أَعْمَالِكُمْ</w:t>
      </w:r>
      <w:r w:rsidRPr="00807656">
        <w:rPr>
          <w:rtl/>
        </w:rPr>
        <w:t xml:space="preserve"> </w:t>
      </w:r>
      <w:r w:rsidRPr="00807656">
        <w:rPr>
          <w:rFonts w:hint="eastAsia"/>
          <w:rtl/>
        </w:rPr>
        <w:t>شَيْئًا</w:t>
      </w:r>
      <w:r w:rsidRPr="00807656">
        <w:rPr>
          <w:rStyle w:val="libAlaemChar"/>
        </w:rPr>
        <w:t>(</w:t>
      </w:r>
    </w:p>
    <w:p w:rsidR="00635115" w:rsidRDefault="00635115" w:rsidP="00635115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আরবগণ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এনেছি।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! </w:t>
      </w:r>
      <w:r>
        <w:rPr>
          <w:rFonts w:hint="cs"/>
          <w:cs/>
          <w:lang w:bidi="bn-IN"/>
        </w:rPr>
        <w:t>আপনি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বলুন</w:t>
      </w:r>
      <w:r>
        <w:t xml:space="preserve">, </w:t>
      </w:r>
      <w:r>
        <w:rPr>
          <w:rFonts w:hint="cs"/>
          <w:cs/>
          <w:lang w:bidi="bn-IN"/>
        </w:rPr>
        <w:t>তোমরা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আনয়ন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.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আত্মসমর্পণ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মুসলমান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</w:t>
      </w:r>
      <w:r>
        <w:rPr>
          <w:cs/>
          <w:lang w:bidi="bn-IN"/>
        </w:rPr>
        <w:t>)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আনুগত্য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নিষ্ফল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হুজুরাত্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১৪</w:t>
      </w:r>
      <w:r>
        <w:rPr>
          <w:cs/>
          <w:lang w:bidi="bn-IN"/>
        </w:rPr>
        <w:t>)</w:t>
      </w:r>
    </w:p>
    <w:p w:rsidR="00067F44" w:rsidRDefault="00635115" w:rsidP="00635115">
      <w:pPr>
        <w:pStyle w:val="libNormal"/>
        <w:rPr>
          <w:cs/>
          <w:lang w:bidi="bn-IN"/>
        </w:rPr>
      </w:pPr>
      <w:r>
        <w:rPr>
          <w:rFonts w:hint="cs"/>
          <w:cs/>
          <w:lang w:bidi="bn-IN"/>
        </w:rPr>
        <w:t>অনেকে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উপরোক্ত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আয়াতের</w:t>
      </w:r>
      <w:r>
        <w:rPr>
          <w:cs/>
          <w:lang w:bidi="bn-IN"/>
        </w:rPr>
        <w:t xml:space="preserve"> </w:t>
      </w:r>
      <w:r w:rsidRPr="00635115">
        <w:rPr>
          <w:rStyle w:val="libArChar"/>
          <w:rFonts w:hint="eastAsia"/>
          <w:rtl/>
        </w:rPr>
        <w:t>الأعْرَابُ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শব্দের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মরুবাসীগণ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 w:rsidRPr="00635115">
        <w:rPr>
          <w:rStyle w:val="libEnChar"/>
        </w:rPr>
        <w:t>‘</w:t>
      </w:r>
      <w:r>
        <w:rPr>
          <w:rFonts w:hint="cs"/>
          <w:cs/>
          <w:lang w:bidi="bn-IN"/>
        </w:rPr>
        <w:t>বেদুঈন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আরবগণ</w:t>
      </w:r>
      <w:r>
        <w:rPr>
          <w:rFonts w:hint="eastAsia"/>
        </w:rPr>
        <w:t>’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ইতিপূর্বে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</w:t>
      </w:r>
      <w:r>
        <w:t xml:space="preserve">, </w:t>
      </w:r>
      <w:r w:rsidRPr="00635115">
        <w:rPr>
          <w:rStyle w:val="libArChar"/>
          <w:rFonts w:hint="eastAsia"/>
          <w:rtl/>
        </w:rPr>
        <w:t>اعْرَابُ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 w:rsidRPr="00635115">
        <w:rPr>
          <w:rStyle w:val="libArChar"/>
          <w:rFonts w:hint="eastAsia"/>
          <w:rtl/>
        </w:rPr>
        <w:t>عرب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শব্দের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বহুবচন</w:t>
      </w:r>
      <w:r>
        <w:t xml:space="preserve">,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মদীনাহর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নির্বিশেষে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এলাকার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আরবদেরকে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করীম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জীবদ্দশায়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সংখ্যায়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সরাসরি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বিরোধিতা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শত্রুতা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বিদ্বেষের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মুনাফিক্ব্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তাওবাহর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১০১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মুনাফিক্ব্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ছিলো।</w:t>
      </w:r>
    </w:p>
    <w:p w:rsidR="000C0B2A" w:rsidRPr="00D14384" w:rsidRDefault="00067F44" w:rsidP="00D14384">
      <w:r>
        <w:rPr>
          <w:cs/>
          <w:lang w:bidi="bn-IN"/>
        </w:rPr>
        <w:br w:type="page"/>
      </w:r>
    </w:p>
    <w:p w:rsidR="00067F44" w:rsidRPr="00D14384" w:rsidRDefault="00D14384" w:rsidP="00D14384">
      <w:pPr>
        <w:pStyle w:val="Heading1"/>
        <w:rPr>
          <w:rFonts w:eastAsia="Calibri"/>
        </w:rPr>
      </w:pPr>
      <w:bookmarkStart w:id="69" w:name="_Toc529016158"/>
      <w:bookmarkStart w:id="70" w:name="_Toc529017476"/>
      <w:r w:rsidRPr="00D14384">
        <w:rPr>
          <w:rFonts w:hint="cs"/>
          <w:cs/>
          <w:lang w:bidi="bn-IN"/>
        </w:rPr>
        <w:lastRenderedPageBreak/>
        <w:t>সূচীপত্র</w:t>
      </w:r>
      <w:bookmarkEnd w:id="69"/>
      <w:bookmarkEnd w:id="70"/>
    </w:p>
    <w:sdt>
      <w:sdtPr>
        <w:id w:val="2022048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</w:sdtEndPr>
      <w:sdtContent>
        <w:p w:rsidR="00C25B74" w:rsidRDefault="00C25B74">
          <w:pPr>
            <w:pStyle w:val="TOCHeading"/>
          </w:pPr>
        </w:p>
        <w:p w:rsidR="00C25B74" w:rsidRPr="00C25B74" w:rsidRDefault="00C25B74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r w:rsidRPr="00C25B74">
            <w:fldChar w:fldCharType="begin"/>
          </w:r>
          <w:r w:rsidRPr="00C25B74">
            <w:instrText xml:space="preserve"> TOC \o "1-3" \h \z \u </w:instrText>
          </w:r>
          <w:r w:rsidRPr="00C25B74">
            <w:fldChar w:fldCharType="separate"/>
          </w:r>
          <w:hyperlink w:anchor="_Toc529017453" w:history="1">
            <w:r w:rsidRPr="00C25B74">
              <w:rPr>
                <w:rStyle w:val="Hyperlink"/>
                <w:noProof/>
                <w:cs/>
                <w:lang w:bidi="bn-IN"/>
              </w:rPr>
              <w:t>ভূমিকা</w:t>
            </w:r>
            <w:r w:rsidRPr="00C25B74">
              <w:rPr>
                <w:noProof/>
                <w:webHidden/>
              </w:rPr>
              <w:tab/>
            </w:r>
            <w:r w:rsidRPr="00C25B74">
              <w:rPr>
                <w:noProof/>
                <w:webHidden/>
              </w:rPr>
              <w:fldChar w:fldCharType="begin"/>
            </w:r>
            <w:r w:rsidRPr="00C25B74">
              <w:rPr>
                <w:noProof/>
                <w:webHidden/>
              </w:rPr>
              <w:instrText xml:space="preserve"> PAGEREF _Toc529017453 \h </w:instrText>
            </w:r>
            <w:r w:rsidRPr="00C25B74">
              <w:rPr>
                <w:noProof/>
                <w:webHidden/>
              </w:rPr>
            </w:r>
            <w:r w:rsidRPr="00C25B7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৪</w:t>
            </w:r>
            <w:r w:rsidRPr="00C25B74">
              <w:rPr>
                <w:noProof/>
                <w:webHidden/>
              </w:rPr>
              <w:fldChar w:fldCharType="end"/>
            </w:r>
          </w:hyperlink>
        </w:p>
        <w:p w:rsidR="00C25B74" w:rsidRPr="00C25B74" w:rsidRDefault="00C25B74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529017454" w:history="1">
            <w:r w:rsidRPr="00C25B74">
              <w:rPr>
                <w:rStyle w:val="Hyperlink"/>
                <w:noProof/>
                <w:cs/>
                <w:lang w:bidi="bn-BD"/>
              </w:rPr>
              <w:t>রাসূলুল্লাহর (ছ্বাঃ) আহলে বাইত ও বিবিগণ</w:t>
            </w:r>
            <w:r w:rsidRPr="00C25B74">
              <w:rPr>
                <w:noProof/>
                <w:webHidden/>
              </w:rPr>
              <w:tab/>
            </w:r>
            <w:r w:rsidRPr="00C25B74">
              <w:rPr>
                <w:noProof/>
                <w:webHidden/>
              </w:rPr>
              <w:fldChar w:fldCharType="begin"/>
            </w:r>
            <w:r w:rsidRPr="00C25B74">
              <w:rPr>
                <w:noProof/>
                <w:webHidden/>
              </w:rPr>
              <w:instrText xml:space="preserve"> PAGEREF _Toc529017454 \h </w:instrText>
            </w:r>
            <w:r w:rsidRPr="00C25B74">
              <w:rPr>
                <w:noProof/>
                <w:webHidden/>
              </w:rPr>
            </w:r>
            <w:r w:rsidRPr="00C25B7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৯</w:t>
            </w:r>
            <w:r w:rsidRPr="00C25B74">
              <w:rPr>
                <w:noProof/>
                <w:webHidden/>
              </w:rPr>
              <w:fldChar w:fldCharType="end"/>
            </w:r>
          </w:hyperlink>
        </w:p>
        <w:p w:rsidR="00C25B74" w:rsidRPr="00C25B74" w:rsidRDefault="00C25B74">
          <w:pPr>
            <w:pStyle w:val="TOC2"/>
            <w:rPr>
              <w:color w:val="auto"/>
              <w:sz w:val="22"/>
              <w:szCs w:val="22"/>
            </w:rPr>
          </w:pPr>
          <w:hyperlink w:anchor="_Toc529017455" w:history="1">
            <w:r w:rsidRPr="00C25B74">
              <w:rPr>
                <w:rStyle w:val="Hyperlink"/>
                <w:cs/>
                <w:lang w:bidi="bn-IN"/>
              </w:rPr>
              <w:t>আলোচনার মানদণ্ড</w:t>
            </w:r>
            <w:r w:rsidRPr="00C25B74">
              <w:rPr>
                <w:webHidden/>
              </w:rPr>
              <w:tab/>
            </w:r>
            <w:r w:rsidRPr="00C25B74">
              <w:rPr>
                <w:webHidden/>
              </w:rPr>
              <w:fldChar w:fldCharType="begin"/>
            </w:r>
            <w:r w:rsidRPr="00C25B74">
              <w:rPr>
                <w:webHidden/>
              </w:rPr>
              <w:instrText xml:space="preserve"> PAGEREF _Toc529017455 \h </w:instrText>
            </w:r>
            <w:r w:rsidRPr="00C25B74">
              <w:rPr>
                <w:webHidden/>
              </w:rPr>
            </w:r>
            <w:r w:rsidRPr="00C25B74">
              <w:rPr>
                <w:webHidden/>
              </w:rPr>
              <w:fldChar w:fldCharType="separate"/>
            </w:r>
            <w:r>
              <w:rPr>
                <w:webHidden/>
                <w:cs/>
                <w:lang w:bidi="bn-IN"/>
              </w:rPr>
              <w:t>৯</w:t>
            </w:r>
            <w:r w:rsidRPr="00C25B74">
              <w:rPr>
                <w:webHidden/>
              </w:rPr>
              <w:fldChar w:fldCharType="end"/>
            </w:r>
          </w:hyperlink>
        </w:p>
        <w:p w:rsidR="00C25B74" w:rsidRPr="00C25B74" w:rsidRDefault="00C25B74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529017456" w:history="1">
            <w:r w:rsidRPr="00C25B74">
              <w:rPr>
                <w:rStyle w:val="Hyperlink"/>
                <w:noProof/>
                <w:cs/>
                <w:lang w:bidi="bn-BD"/>
              </w:rPr>
              <w:t>কোরআন মজীদে রাসূলুল্লাহর (ছ্বাঃ) আহলে বাইত ও বিবিগণ</w:t>
            </w:r>
            <w:r w:rsidRPr="00C25B74">
              <w:rPr>
                <w:noProof/>
                <w:webHidden/>
              </w:rPr>
              <w:tab/>
            </w:r>
            <w:r w:rsidRPr="00C25B74">
              <w:rPr>
                <w:noProof/>
                <w:webHidden/>
              </w:rPr>
              <w:fldChar w:fldCharType="begin"/>
            </w:r>
            <w:r w:rsidRPr="00C25B74">
              <w:rPr>
                <w:noProof/>
                <w:webHidden/>
              </w:rPr>
              <w:instrText xml:space="preserve"> PAGEREF _Toc529017456 \h </w:instrText>
            </w:r>
            <w:r w:rsidRPr="00C25B74">
              <w:rPr>
                <w:noProof/>
                <w:webHidden/>
              </w:rPr>
            </w:r>
            <w:r w:rsidRPr="00C25B7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১১</w:t>
            </w:r>
            <w:r w:rsidRPr="00C25B74">
              <w:rPr>
                <w:noProof/>
                <w:webHidden/>
              </w:rPr>
              <w:fldChar w:fldCharType="end"/>
            </w:r>
          </w:hyperlink>
        </w:p>
        <w:p w:rsidR="00C25B74" w:rsidRPr="00C25B74" w:rsidRDefault="00C25B74">
          <w:pPr>
            <w:pStyle w:val="TOC2"/>
            <w:rPr>
              <w:color w:val="auto"/>
              <w:sz w:val="22"/>
              <w:szCs w:val="22"/>
            </w:rPr>
          </w:pPr>
          <w:hyperlink w:anchor="_Toc529017457" w:history="1">
            <w:r w:rsidRPr="00C25B74">
              <w:rPr>
                <w:rStyle w:val="Hyperlink"/>
                <w:cs/>
                <w:lang w:bidi="bn-IN"/>
              </w:rPr>
              <w:t>রাসূলুল্লাহর (ছ্বাঃ) আহলে বাইত কারা</w:t>
            </w:r>
            <w:r w:rsidRPr="00C25B74">
              <w:rPr>
                <w:rStyle w:val="Hyperlink"/>
              </w:rPr>
              <w:t>?</w:t>
            </w:r>
            <w:r w:rsidRPr="00C25B74">
              <w:rPr>
                <w:webHidden/>
              </w:rPr>
              <w:tab/>
            </w:r>
            <w:r w:rsidRPr="00C25B74">
              <w:rPr>
                <w:webHidden/>
              </w:rPr>
              <w:fldChar w:fldCharType="begin"/>
            </w:r>
            <w:r w:rsidRPr="00C25B74">
              <w:rPr>
                <w:webHidden/>
              </w:rPr>
              <w:instrText xml:space="preserve"> PAGEREF _Toc529017457 \h </w:instrText>
            </w:r>
            <w:r w:rsidRPr="00C25B74">
              <w:rPr>
                <w:webHidden/>
              </w:rPr>
            </w:r>
            <w:r w:rsidRPr="00C25B74">
              <w:rPr>
                <w:webHidden/>
              </w:rPr>
              <w:fldChar w:fldCharType="separate"/>
            </w:r>
            <w:r>
              <w:rPr>
                <w:webHidden/>
                <w:cs/>
                <w:lang w:bidi="bn-IN"/>
              </w:rPr>
              <w:t>২১</w:t>
            </w:r>
            <w:r w:rsidRPr="00C25B74">
              <w:rPr>
                <w:webHidden/>
              </w:rPr>
              <w:fldChar w:fldCharType="end"/>
            </w:r>
          </w:hyperlink>
        </w:p>
        <w:p w:rsidR="00C25B74" w:rsidRPr="00C25B74" w:rsidRDefault="00C25B74">
          <w:pPr>
            <w:pStyle w:val="TOC2"/>
            <w:rPr>
              <w:color w:val="auto"/>
              <w:sz w:val="22"/>
              <w:szCs w:val="22"/>
            </w:rPr>
          </w:pPr>
          <w:hyperlink w:anchor="_Toc529017458" w:history="1">
            <w:r w:rsidRPr="00C25B74">
              <w:rPr>
                <w:rStyle w:val="Hyperlink"/>
                <w:cs/>
                <w:lang w:bidi="bn-IN"/>
              </w:rPr>
              <w:t>ইসলামে আহলে বাইত-এর মর্যাদা</w:t>
            </w:r>
            <w:r w:rsidRPr="00C25B74">
              <w:rPr>
                <w:webHidden/>
              </w:rPr>
              <w:tab/>
            </w:r>
            <w:r w:rsidRPr="00C25B74">
              <w:rPr>
                <w:webHidden/>
              </w:rPr>
              <w:fldChar w:fldCharType="begin"/>
            </w:r>
            <w:r w:rsidRPr="00C25B74">
              <w:rPr>
                <w:webHidden/>
              </w:rPr>
              <w:instrText xml:space="preserve"> PAGEREF _Toc529017458 \h </w:instrText>
            </w:r>
            <w:r w:rsidRPr="00C25B74">
              <w:rPr>
                <w:webHidden/>
              </w:rPr>
            </w:r>
            <w:r w:rsidRPr="00C25B74">
              <w:rPr>
                <w:webHidden/>
              </w:rPr>
              <w:fldChar w:fldCharType="separate"/>
            </w:r>
            <w:r>
              <w:rPr>
                <w:webHidden/>
                <w:cs/>
                <w:lang w:bidi="bn-IN"/>
              </w:rPr>
              <w:t>৩</w:t>
            </w:r>
            <w:r w:rsidR="00F51A41">
              <w:rPr>
                <w:webHidden/>
                <w:cs/>
                <w:lang w:bidi="bn-IN"/>
              </w:rPr>
              <w:t>০</w:t>
            </w:r>
            <w:r w:rsidRPr="00C25B74">
              <w:rPr>
                <w:webHidden/>
              </w:rPr>
              <w:fldChar w:fldCharType="end"/>
            </w:r>
          </w:hyperlink>
        </w:p>
        <w:p w:rsidR="00C25B74" w:rsidRPr="00C25B74" w:rsidRDefault="00C25B74">
          <w:pPr>
            <w:pStyle w:val="TOC2"/>
            <w:rPr>
              <w:color w:val="auto"/>
              <w:sz w:val="22"/>
              <w:szCs w:val="22"/>
            </w:rPr>
          </w:pPr>
          <w:hyperlink w:anchor="_Toc529017459" w:history="1">
            <w:r w:rsidRPr="00C25B74">
              <w:rPr>
                <w:rStyle w:val="Hyperlink"/>
                <w:cs/>
                <w:lang w:bidi="bn-IN"/>
              </w:rPr>
              <w:t>হযরত আলীর (আঃ) ইলমী শ্রেষ্ঠত্ব</w:t>
            </w:r>
            <w:r w:rsidRPr="00C25B74">
              <w:rPr>
                <w:webHidden/>
              </w:rPr>
              <w:tab/>
            </w:r>
            <w:r w:rsidRPr="00C25B74">
              <w:rPr>
                <w:webHidden/>
              </w:rPr>
              <w:fldChar w:fldCharType="begin"/>
            </w:r>
            <w:r w:rsidRPr="00C25B74">
              <w:rPr>
                <w:webHidden/>
              </w:rPr>
              <w:instrText xml:space="preserve"> PAGEREF _Toc529017459 \h </w:instrText>
            </w:r>
            <w:r w:rsidRPr="00C25B74">
              <w:rPr>
                <w:webHidden/>
              </w:rPr>
            </w:r>
            <w:r w:rsidRPr="00C25B74">
              <w:rPr>
                <w:webHidden/>
              </w:rPr>
              <w:fldChar w:fldCharType="separate"/>
            </w:r>
            <w:r>
              <w:rPr>
                <w:webHidden/>
                <w:cs/>
                <w:lang w:bidi="bn-IN"/>
              </w:rPr>
              <w:t>৩১</w:t>
            </w:r>
            <w:r w:rsidRPr="00C25B74">
              <w:rPr>
                <w:webHidden/>
              </w:rPr>
              <w:fldChar w:fldCharType="end"/>
            </w:r>
          </w:hyperlink>
        </w:p>
        <w:p w:rsidR="00C25B74" w:rsidRPr="00C25B74" w:rsidRDefault="00C25B74">
          <w:pPr>
            <w:pStyle w:val="TOC2"/>
            <w:rPr>
              <w:color w:val="auto"/>
              <w:sz w:val="22"/>
              <w:szCs w:val="22"/>
            </w:rPr>
          </w:pPr>
          <w:hyperlink w:anchor="_Toc529017460" w:history="1">
            <w:r w:rsidRPr="00C25B74">
              <w:rPr>
                <w:rStyle w:val="Hyperlink"/>
                <w:cs/>
                <w:lang w:bidi="bn-IN"/>
              </w:rPr>
              <w:t>হযরত ফাতেমাহ্ ও হাসান-হোসেন (আঃ)-এর মর্যাদা</w:t>
            </w:r>
            <w:r w:rsidRPr="00C25B74">
              <w:rPr>
                <w:webHidden/>
              </w:rPr>
              <w:tab/>
            </w:r>
            <w:r w:rsidRPr="00C25B74">
              <w:rPr>
                <w:webHidden/>
              </w:rPr>
              <w:fldChar w:fldCharType="begin"/>
            </w:r>
            <w:r w:rsidRPr="00C25B74">
              <w:rPr>
                <w:webHidden/>
              </w:rPr>
              <w:instrText xml:space="preserve"> PAGEREF _Toc529017460 \h </w:instrText>
            </w:r>
            <w:r w:rsidRPr="00C25B74">
              <w:rPr>
                <w:webHidden/>
              </w:rPr>
            </w:r>
            <w:r w:rsidRPr="00C25B74">
              <w:rPr>
                <w:webHidden/>
              </w:rPr>
              <w:fldChar w:fldCharType="separate"/>
            </w:r>
            <w:r>
              <w:rPr>
                <w:webHidden/>
                <w:cs/>
                <w:lang w:bidi="bn-IN"/>
              </w:rPr>
              <w:t>৩৩</w:t>
            </w:r>
            <w:r w:rsidRPr="00C25B74">
              <w:rPr>
                <w:webHidden/>
              </w:rPr>
              <w:fldChar w:fldCharType="end"/>
            </w:r>
          </w:hyperlink>
        </w:p>
        <w:p w:rsidR="00C25B74" w:rsidRPr="00C25B74" w:rsidRDefault="00C25B74">
          <w:pPr>
            <w:pStyle w:val="TOC2"/>
            <w:rPr>
              <w:color w:val="auto"/>
              <w:sz w:val="22"/>
              <w:szCs w:val="22"/>
            </w:rPr>
          </w:pPr>
          <w:hyperlink w:anchor="_Toc529017461" w:history="1">
            <w:r w:rsidRPr="00C25B74">
              <w:rPr>
                <w:rStyle w:val="Hyperlink"/>
                <w:cs/>
                <w:lang w:bidi="bn-IN"/>
              </w:rPr>
              <w:t>নামাযের দরূদে আলে মুহাম্মাদের (ছ্বাঃ) মর্যাদা</w:t>
            </w:r>
            <w:r w:rsidRPr="00C25B74">
              <w:rPr>
                <w:webHidden/>
              </w:rPr>
              <w:tab/>
            </w:r>
            <w:r w:rsidRPr="00C25B74">
              <w:rPr>
                <w:webHidden/>
              </w:rPr>
              <w:fldChar w:fldCharType="begin"/>
            </w:r>
            <w:r w:rsidRPr="00C25B74">
              <w:rPr>
                <w:webHidden/>
              </w:rPr>
              <w:instrText xml:space="preserve"> PAGEREF _Toc529017461 \h </w:instrText>
            </w:r>
            <w:r w:rsidRPr="00C25B74">
              <w:rPr>
                <w:webHidden/>
              </w:rPr>
            </w:r>
            <w:r w:rsidRPr="00C25B74">
              <w:rPr>
                <w:webHidden/>
              </w:rPr>
              <w:fldChar w:fldCharType="separate"/>
            </w:r>
            <w:r>
              <w:rPr>
                <w:webHidden/>
                <w:cs/>
                <w:lang w:bidi="bn-IN"/>
              </w:rPr>
              <w:t>৩৪</w:t>
            </w:r>
            <w:r w:rsidRPr="00C25B74">
              <w:rPr>
                <w:webHidden/>
              </w:rPr>
              <w:fldChar w:fldCharType="end"/>
            </w:r>
          </w:hyperlink>
        </w:p>
        <w:p w:rsidR="00C25B74" w:rsidRPr="00C25B74" w:rsidRDefault="00C25B74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529017462" w:history="1">
            <w:r w:rsidRPr="00C25B74">
              <w:rPr>
                <w:rStyle w:val="Hyperlink"/>
                <w:noProof/>
                <w:cs/>
                <w:lang w:bidi="bn-BD"/>
              </w:rPr>
              <w:t>কোরআন মজীদে ইমামত</w:t>
            </w:r>
            <w:r w:rsidRPr="00C25B74">
              <w:rPr>
                <w:noProof/>
                <w:webHidden/>
              </w:rPr>
              <w:tab/>
            </w:r>
            <w:r w:rsidRPr="00C25B74">
              <w:rPr>
                <w:noProof/>
                <w:webHidden/>
              </w:rPr>
              <w:fldChar w:fldCharType="begin"/>
            </w:r>
            <w:r w:rsidRPr="00C25B74">
              <w:rPr>
                <w:noProof/>
                <w:webHidden/>
              </w:rPr>
              <w:instrText xml:space="preserve"> PAGEREF _Toc529017462 \h </w:instrText>
            </w:r>
            <w:r w:rsidRPr="00C25B74">
              <w:rPr>
                <w:noProof/>
                <w:webHidden/>
              </w:rPr>
            </w:r>
            <w:r w:rsidRPr="00C25B7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৩</w:t>
            </w:r>
            <w:r w:rsidR="00F51A41">
              <w:rPr>
                <w:noProof/>
                <w:webHidden/>
                <w:cs/>
                <w:lang w:bidi="bn-IN"/>
              </w:rPr>
              <w:t>৬</w:t>
            </w:r>
            <w:r w:rsidRPr="00C25B74">
              <w:rPr>
                <w:noProof/>
                <w:webHidden/>
              </w:rPr>
              <w:fldChar w:fldCharType="end"/>
            </w:r>
          </w:hyperlink>
        </w:p>
        <w:p w:rsidR="00C25B74" w:rsidRPr="00C25B74" w:rsidRDefault="00C25B74">
          <w:pPr>
            <w:pStyle w:val="TOC2"/>
            <w:rPr>
              <w:color w:val="auto"/>
              <w:sz w:val="22"/>
              <w:szCs w:val="22"/>
            </w:rPr>
          </w:pPr>
          <w:hyperlink w:anchor="_Toc529017463" w:history="1">
            <w:r w:rsidRPr="00C25B74">
              <w:rPr>
                <w:rStyle w:val="Hyperlink"/>
                <w:cs/>
                <w:lang w:bidi="bn-IN"/>
              </w:rPr>
              <w:t>গাদীরে খূমে হযরত রাসূলে আকরাম (ছ্বাঃ)-এর ঘোষণা</w:t>
            </w:r>
            <w:r w:rsidRPr="00C25B74">
              <w:rPr>
                <w:webHidden/>
              </w:rPr>
              <w:tab/>
            </w:r>
            <w:r w:rsidRPr="00C25B74">
              <w:rPr>
                <w:webHidden/>
              </w:rPr>
              <w:fldChar w:fldCharType="begin"/>
            </w:r>
            <w:r w:rsidRPr="00C25B74">
              <w:rPr>
                <w:webHidden/>
              </w:rPr>
              <w:instrText xml:space="preserve"> PAGEREF _Toc529017463 \h </w:instrText>
            </w:r>
            <w:r w:rsidRPr="00C25B74">
              <w:rPr>
                <w:webHidden/>
              </w:rPr>
            </w:r>
            <w:r w:rsidRPr="00C25B74">
              <w:rPr>
                <w:webHidden/>
              </w:rPr>
              <w:fldChar w:fldCharType="separate"/>
            </w:r>
            <w:r>
              <w:rPr>
                <w:webHidden/>
                <w:cs/>
                <w:lang w:bidi="bn-IN"/>
              </w:rPr>
              <w:t>৪</w:t>
            </w:r>
            <w:r w:rsidR="00F51A41">
              <w:rPr>
                <w:webHidden/>
                <w:cs/>
                <w:lang w:bidi="bn-IN"/>
              </w:rPr>
              <w:t>৫</w:t>
            </w:r>
            <w:r w:rsidRPr="00C25B74">
              <w:rPr>
                <w:webHidden/>
              </w:rPr>
              <w:fldChar w:fldCharType="end"/>
            </w:r>
          </w:hyperlink>
        </w:p>
        <w:p w:rsidR="00C25B74" w:rsidRPr="00C25B74" w:rsidRDefault="00C25B74">
          <w:pPr>
            <w:pStyle w:val="TOC2"/>
            <w:rPr>
              <w:color w:val="auto"/>
              <w:sz w:val="22"/>
              <w:szCs w:val="22"/>
            </w:rPr>
          </w:pPr>
          <w:hyperlink w:anchor="_Toc529017464" w:history="1">
            <w:r w:rsidRPr="00C25B74">
              <w:rPr>
                <w:rStyle w:val="Hyperlink"/>
                <w:cs/>
                <w:lang w:bidi="bn-IN"/>
              </w:rPr>
              <w:t>দ্বীনী শাসক জনগণ কর্তৃক নির্বাচিতব্য হওয়ার ক্ষেত্রে শর্ত</w:t>
            </w:r>
            <w:r w:rsidRPr="00C25B74">
              <w:rPr>
                <w:webHidden/>
              </w:rPr>
              <w:tab/>
            </w:r>
            <w:r w:rsidRPr="00C25B74">
              <w:rPr>
                <w:webHidden/>
              </w:rPr>
              <w:fldChar w:fldCharType="begin"/>
            </w:r>
            <w:r w:rsidRPr="00C25B74">
              <w:rPr>
                <w:webHidden/>
              </w:rPr>
              <w:instrText xml:space="preserve"> PAGEREF _Toc529017464 \h </w:instrText>
            </w:r>
            <w:r w:rsidRPr="00C25B74">
              <w:rPr>
                <w:webHidden/>
              </w:rPr>
            </w:r>
            <w:r w:rsidRPr="00C25B74">
              <w:rPr>
                <w:webHidden/>
              </w:rPr>
              <w:fldChar w:fldCharType="separate"/>
            </w:r>
            <w:r>
              <w:rPr>
                <w:webHidden/>
                <w:cs/>
                <w:lang w:bidi="bn-IN"/>
              </w:rPr>
              <w:t>৪</w:t>
            </w:r>
            <w:r w:rsidR="00F51A41">
              <w:rPr>
                <w:webHidden/>
                <w:cs/>
                <w:lang w:bidi="bn-IN"/>
              </w:rPr>
              <w:t>৮</w:t>
            </w:r>
            <w:r w:rsidRPr="00C25B74">
              <w:rPr>
                <w:webHidden/>
              </w:rPr>
              <w:fldChar w:fldCharType="end"/>
            </w:r>
          </w:hyperlink>
        </w:p>
        <w:p w:rsidR="00C25B74" w:rsidRPr="00C25B74" w:rsidRDefault="00C25B74">
          <w:pPr>
            <w:pStyle w:val="TOC2"/>
            <w:rPr>
              <w:color w:val="auto"/>
              <w:sz w:val="22"/>
              <w:szCs w:val="22"/>
            </w:rPr>
          </w:pPr>
          <w:hyperlink w:anchor="_Toc529017465" w:history="1">
            <w:r w:rsidRPr="00C25B74">
              <w:rPr>
                <w:rStyle w:val="Hyperlink"/>
                <w:cs/>
                <w:lang w:bidi="bn-IN"/>
              </w:rPr>
              <w:t>দ্বীনী নেতৃত্বের তিনটি গুণ-বৈশিষ্ট্য</w:t>
            </w:r>
            <w:r w:rsidRPr="00C25B74">
              <w:rPr>
                <w:webHidden/>
              </w:rPr>
              <w:tab/>
            </w:r>
            <w:r w:rsidRPr="00C25B74">
              <w:rPr>
                <w:webHidden/>
              </w:rPr>
              <w:fldChar w:fldCharType="begin"/>
            </w:r>
            <w:r w:rsidRPr="00C25B74">
              <w:rPr>
                <w:webHidden/>
              </w:rPr>
              <w:instrText xml:space="preserve"> PAGEREF _Toc529017465 \h </w:instrText>
            </w:r>
            <w:r w:rsidRPr="00C25B74">
              <w:rPr>
                <w:webHidden/>
              </w:rPr>
            </w:r>
            <w:r w:rsidRPr="00C25B74">
              <w:rPr>
                <w:webHidden/>
              </w:rPr>
              <w:fldChar w:fldCharType="separate"/>
            </w:r>
            <w:r w:rsidR="00F51A41">
              <w:rPr>
                <w:webHidden/>
                <w:cs/>
                <w:lang w:bidi="bn-IN"/>
              </w:rPr>
              <w:t>৫০</w:t>
            </w:r>
            <w:r w:rsidRPr="00C25B74">
              <w:rPr>
                <w:webHidden/>
              </w:rPr>
              <w:fldChar w:fldCharType="end"/>
            </w:r>
          </w:hyperlink>
        </w:p>
        <w:p w:rsidR="00C25B74" w:rsidRPr="00C25B74" w:rsidRDefault="00C25B74">
          <w:pPr>
            <w:pStyle w:val="TOC2"/>
            <w:rPr>
              <w:color w:val="auto"/>
              <w:sz w:val="22"/>
              <w:szCs w:val="22"/>
            </w:rPr>
          </w:pPr>
          <w:hyperlink w:anchor="_Toc529017466" w:history="1">
            <w:r w:rsidRPr="00C25B74">
              <w:rPr>
                <w:rStyle w:val="Hyperlink"/>
                <w:cs/>
                <w:lang w:bidi="bn-IN"/>
              </w:rPr>
              <w:t>ছাহাবীদের মর্যাদা প্রসঙ্গে</w:t>
            </w:r>
            <w:r w:rsidRPr="00C25B74">
              <w:rPr>
                <w:webHidden/>
              </w:rPr>
              <w:tab/>
            </w:r>
            <w:r w:rsidRPr="00C25B74">
              <w:rPr>
                <w:webHidden/>
              </w:rPr>
              <w:fldChar w:fldCharType="begin"/>
            </w:r>
            <w:r w:rsidRPr="00C25B74">
              <w:rPr>
                <w:webHidden/>
              </w:rPr>
              <w:instrText xml:space="preserve"> PAGEREF _Toc529017466 \h </w:instrText>
            </w:r>
            <w:r w:rsidRPr="00C25B74">
              <w:rPr>
                <w:webHidden/>
              </w:rPr>
            </w:r>
            <w:r w:rsidRPr="00C25B74">
              <w:rPr>
                <w:webHidden/>
              </w:rPr>
              <w:fldChar w:fldCharType="separate"/>
            </w:r>
            <w:r w:rsidR="00F51A41">
              <w:rPr>
                <w:webHidden/>
                <w:cs/>
                <w:lang w:bidi="bn-IN"/>
              </w:rPr>
              <w:t>৫</w:t>
            </w:r>
            <w:r>
              <w:rPr>
                <w:webHidden/>
                <w:cs/>
                <w:lang w:bidi="bn-IN"/>
              </w:rPr>
              <w:t>১</w:t>
            </w:r>
            <w:r w:rsidRPr="00C25B74">
              <w:rPr>
                <w:webHidden/>
              </w:rPr>
              <w:fldChar w:fldCharType="end"/>
            </w:r>
          </w:hyperlink>
        </w:p>
        <w:p w:rsidR="00C25B74" w:rsidRPr="00C25B74" w:rsidRDefault="00C25B74">
          <w:pPr>
            <w:pStyle w:val="TOC2"/>
            <w:rPr>
              <w:color w:val="auto"/>
              <w:sz w:val="22"/>
              <w:szCs w:val="22"/>
            </w:rPr>
          </w:pPr>
          <w:hyperlink w:anchor="_Toc529017467" w:history="1">
            <w:r w:rsidRPr="00C25B74">
              <w:rPr>
                <w:rStyle w:val="Hyperlink"/>
                <w:cs/>
                <w:lang w:bidi="bn-IN"/>
              </w:rPr>
              <w:t>আহলে বাইত (আঃ)ই ছিলেন শাসনকর্তৃত্বের হক্ব্দার</w:t>
            </w:r>
            <w:r w:rsidRPr="00C25B74">
              <w:rPr>
                <w:webHidden/>
              </w:rPr>
              <w:tab/>
            </w:r>
            <w:r w:rsidRPr="00C25B74">
              <w:rPr>
                <w:webHidden/>
              </w:rPr>
              <w:fldChar w:fldCharType="begin"/>
            </w:r>
            <w:r w:rsidRPr="00C25B74">
              <w:rPr>
                <w:webHidden/>
              </w:rPr>
              <w:instrText xml:space="preserve"> PAGEREF _Toc529017467 \h </w:instrText>
            </w:r>
            <w:r w:rsidRPr="00C25B74">
              <w:rPr>
                <w:webHidden/>
              </w:rPr>
            </w:r>
            <w:r w:rsidRPr="00C25B74">
              <w:rPr>
                <w:webHidden/>
              </w:rPr>
              <w:fldChar w:fldCharType="separate"/>
            </w:r>
            <w:r w:rsidR="00F51A41">
              <w:rPr>
                <w:webHidden/>
                <w:cs/>
                <w:lang w:bidi="bn-IN"/>
              </w:rPr>
              <w:t>৫</w:t>
            </w:r>
            <w:r>
              <w:rPr>
                <w:webHidden/>
                <w:cs/>
                <w:lang w:bidi="bn-IN"/>
              </w:rPr>
              <w:t>৪</w:t>
            </w:r>
            <w:r w:rsidRPr="00C25B74">
              <w:rPr>
                <w:webHidden/>
              </w:rPr>
              <w:fldChar w:fldCharType="end"/>
            </w:r>
          </w:hyperlink>
        </w:p>
        <w:p w:rsidR="00C25B74" w:rsidRPr="00C25B74" w:rsidRDefault="00C25B74">
          <w:pPr>
            <w:pStyle w:val="TOC2"/>
            <w:rPr>
              <w:color w:val="auto"/>
              <w:sz w:val="22"/>
              <w:szCs w:val="22"/>
            </w:rPr>
          </w:pPr>
          <w:hyperlink w:anchor="_Toc529017468" w:history="1">
            <w:r w:rsidRPr="00C25B74">
              <w:rPr>
                <w:rStyle w:val="Hyperlink"/>
                <w:cs/>
                <w:lang w:bidi="bn-IN"/>
              </w:rPr>
              <w:t>একটি অত্যন্ত গুরুত্বপূর্ণ প্রশ্নের উত্তর</w:t>
            </w:r>
            <w:r w:rsidRPr="00C25B74">
              <w:rPr>
                <w:webHidden/>
              </w:rPr>
              <w:tab/>
            </w:r>
            <w:r w:rsidRPr="00C25B74">
              <w:rPr>
                <w:webHidden/>
              </w:rPr>
              <w:fldChar w:fldCharType="begin"/>
            </w:r>
            <w:r w:rsidRPr="00C25B74">
              <w:rPr>
                <w:webHidden/>
              </w:rPr>
              <w:instrText xml:space="preserve"> PAGEREF _Toc529017468 \h </w:instrText>
            </w:r>
            <w:r w:rsidRPr="00C25B74">
              <w:rPr>
                <w:webHidden/>
              </w:rPr>
            </w:r>
            <w:r w:rsidRPr="00C25B74">
              <w:rPr>
                <w:webHidden/>
              </w:rPr>
              <w:fldChar w:fldCharType="separate"/>
            </w:r>
            <w:r w:rsidR="00F51A41">
              <w:rPr>
                <w:webHidden/>
                <w:cs/>
                <w:lang w:bidi="bn-IN"/>
              </w:rPr>
              <w:t>৫৫</w:t>
            </w:r>
            <w:r w:rsidRPr="00C25B74">
              <w:rPr>
                <w:webHidden/>
              </w:rPr>
              <w:fldChar w:fldCharType="end"/>
            </w:r>
          </w:hyperlink>
        </w:p>
        <w:p w:rsidR="00C25B74" w:rsidRPr="00C25B74" w:rsidRDefault="00C25B74">
          <w:pPr>
            <w:pStyle w:val="TOC2"/>
            <w:rPr>
              <w:color w:val="auto"/>
              <w:sz w:val="22"/>
              <w:szCs w:val="22"/>
            </w:rPr>
          </w:pPr>
          <w:hyperlink w:anchor="_Toc529017469" w:history="1">
            <w:r w:rsidRPr="00C25B74">
              <w:rPr>
                <w:rStyle w:val="Hyperlink"/>
                <w:cs/>
                <w:lang w:bidi="bn-IN"/>
              </w:rPr>
              <w:t>আদর্শিক ও বংশগত উত্তরাধিকারের অভিন্নতা প্রসঙ্গে</w:t>
            </w:r>
            <w:r w:rsidRPr="00C25B74">
              <w:rPr>
                <w:webHidden/>
              </w:rPr>
              <w:tab/>
            </w:r>
            <w:r w:rsidRPr="00C25B74">
              <w:rPr>
                <w:webHidden/>
              </w:rPr>
              <w:fldChar w:fldCharType="begin"/>
            </w:r>
            <w:r w:rsidRPr="00C25B74">
              <w:rPr>
                <w:webHidden/>
              </w:rPr>
              <w:instrText xml:space="preserve"> PAGEREF _Toc529017469 \h </w:instrText>
            </w:r>
            <w:r w:rsidRPr="00C25B74">
              <w:rPr>
                <w:webHidden/>
              </w:rPr>
            </w:r>
            <w:r w:rsidRPr="00C25B74">
              <w:rPr>
                <w:webHidden/>
              </w:rPr>
              <w:fldChar w:fldCharType="separate"/>
            </w:r>
            <w:r w:rsidR="00F51A41">
              <w:rPr>
                <w:webHidden/>
                <w:cs/>
                <w:lang w:bidi="bn-IN"/>
              </w:rPr>
              <w:t>৬</w:t>
            </w:r>
            <w:r>
              <w:rPr>
                <w:webHidden/>
                <w:cs/>
                <w:lang w:bidi="bn-IN"/>
              </w:rPr>
              <w:t>৪</w:t>
            </w:r>
            <w:r w:rsidRPr="00C25B74">
              <w:rPr>
                <w:webHidden/>
              </w:rPr>
              <w:fldChar w:fldCharType="end"/>
            </w:r>
          </w:hyperlink>
        </w:p>
        <w:p w:rsidR="00C25B74" w:rsidRPr="00C25B74" w:rsidRDefault="00C25B74">
          <w:pPr>
            <w:pStyle w:val="TOC2"/>
            <w:rPr>
              <w:color w:val="auto"/>
              <w:sz w:val="22"/>
              <w:szCs w:val="22"/>
            </w:rPr>
          </w:pPr>
          <w:hyperlink w:anchor="_Toc529017470" w:history="1">
            <w:r w:rsidRPr="00C25B74">
              <w:rPr>
                <w:rStyle w:val="Hyperlink"/>
                <w:cs/>
                <w:lang w:bidi="bn-IN"/>
              </w:rPr>
              <w:t>ইমামত কেবল ইমাম হোসেনের (আঃ) বংশধারায় কেন</w:t>
            </w:r>
            <w:r w:rsidRPr="00C25B74">
              <w:rPr>
                <w:webHidden/>
              </w:rPr>
              <w:tab/>
            </w:r>
            <w:r w:rsidRPr="00C25B74">
              <w:rPr>
                <w:webHidden/>
              </w:rPr>
              <w:fldChar w:fldCharType="begin"/>
            </w:r>
            <w:r w:rsidRPr="00C25B74">
              <w:rPr>
                <w:webHidden/>
              </w:rPr>
              <w:instrText xml:space="preserve"> PAGEREF _Toc529017470 \h </w:instrText>
            </w:r>
            <w:r w:rsidRPr="00C25B74">
              <w:rPr>
                <w:webHidden/>
              </w:rPr>
            </w:r>
            <w:r w:rsidRPr="00C25B74">
              <w:rPr>
                <w:webHidden/>
              </w:rPr>
              <w:fldChar w:fldCharType="separate"/>
            </w:r>
            <w:r w:rsidR="00F51A41">
              <w:rPr>
                <w:webHidden/>
                <w:cs/>
                <w:lang w:bidi="bn-IN"/>
              </w:rPr>
              <w:t>৬৮</w:t>
            </w:r>
            <w:r w:rsidRPr="00C25B74">
              <w:rPr>
                <w:webHidden/>
              </w:rPr>
              <w:fldChar w:fldCharType="end"/>
            </w:r>
          </w:hyperlink>
        </w:p>
        <w:p w:rsidR="00C25B74" w:rsidRPr="00C25B74" w:rsidRDefault="00C25B74">
          <w:pPr>
            <w:pStyle w:val="TOC2"/>
            <w:rPr>
              <w:color w:val="auto"/>
              <w:sz w:val="22"/>
              <w:szCs w:val="22"/>
            </w:rPr>
          </w:pPr>
          <w:hyperlink w:anchor="_Toc529017471" w:history="1">
            <w:r w:rsidRPr="00C25B74">
              <w:rPr>
                <w:rStyle w:val="Hyperlink"/>
                <w:cs/>
                <w:lang w:bidi="bn-IN"/>
              </w:rPr>
              <w:t>পাপমুক্ততা ও এখ্তিয়ার-এর সমন্বয় কীভাবে</w:t>
            </w:r>
            <w:r w:rsidRPr="00C25B74">
              <w:rPr>
                <w:webHidden/>
              </w:rPr>
              <w:tab/>
            </w:r>
            <w:r w:rsidRPr="00C25B74">
              <w:rPr>
                <w:webHidden/>
              </w:rPr>
              <w:fldChar w:fldCharType="begin"/>
            </w:r>
            <w:r w:rsidRPr="00C25B74">
              <w:rPr>
                <w:webHidden/>
              </w:rPr>
              <w:instrText xml:space="preserve"> PAGEREF _Toc529017471 \h </w:instrText>
            </w:r>
            <w:r w:rsidRPr="00C25B74">
              <w:rPr>
                <w:webHidden/>
              </w:rPr>
            </w:r>
            <w:r w:rsidRPr="00C25B74">
              <w:rPr>
                <w:webHidden/>
              </w:rPr>
              <w:fldChar w:fldCharType="separate"/>
            </w:r>
            <w:r w:rsidR="00F51A41">
              <w:rPr>
                <w:webHidden/>
                <w:cs/>
                <w:lang w:bidi="bn-IN"/>
              </w:rPr>
              <w:t>৭</w:t>
            </w:r>
            <w:r>
              <w:rPr>
                <w:webHidden/>
                <w:cs/>
                <w:lang w:bidi="bn-IN"/>
              </w:rPr>
              <w:t>৪</w:t>
            </w:r>
            <w:r w:rsidRPr="00C25B74">
              <w:rPr>
                <w:webHidden/>
              </w:rPr>
              <w:fldChar w:fldCharType="end"/>
            </w:r>
          </w:hyperlink>
        </w:p>
        <w:p w:rsidR="00C25B74" w:rsidRPr="00C25B74" w:rsidRDefault="00C25B74">
          <w:pPr>
            <w:pStyle w:val="TOC2"/>
            <w:rPr>
              <w:color w:val="auto"/>
              <w:sz w:val="22"/>
              <w:szCs w:val="22"/>
            </w:rPr>
          </w:pPr>
          <w:hyperlink w:anchor="_Toc529017472" w:history="1">
            <w:r w:rsidRPr="00C25B74">
              <w:rPr>
                <w:rStyle w:val="Hyperlink"/>
                <w:cs/>
                <w:lang w:bidi="bn-IN"/>
              </w:rPr>
              <w:t>ইতিহাসের পৃষ্ঠা ওল্টানো কেন</w:t>
            </w:r>
            <w:r w:rsidRPr="00C25B74">
              <w:rPr>
                <w:webHidden/>
              </w:rPr>
              <w:tab/>
            </w:r>
            <w:r w:rsidRPr="00C25B74">
              <w:rPr>
                <w:webHidden/>
              </w:rPr>
              <w:fldChar w:fldCharType="begin"/>
            </w:r>
            <w:r w:rsidRPr="00C25B74">
              <w:rPr>
                <w:webHidden/>
              </w:rPr>
              <w:instrText xml:space="preserve"> PAGEREF _Toc529017472 \h </w:instrText>
            </w:r>
            <w:r w:rsidRPr="00C25B74">
              <w:rPr>
                <w:webHidden/>
              </w:rPr>
            </w:r>
            <w:r w:rsidRPr="00C25B74">
              <w:rPr>
                <w:webHidden/>
              </w:rPr>
              <w:fldChar w:fldCharType="separate"/>
            </w:r>
            <w:r w:rsidR="00F51A41">
              <w:rPr>
                <w:webHidden/>
                <w:cs/>
                <w:lang w:bidi="bn-IN"/>
              </w:rPr>
              <w:t>৮৫</w:t>
            </w:r>
            <w:r w:rsidRPr="00C25B74">
              <w:rPr>
                <w:webHidden/>
              </w:rPr>
              <w:fldChar w:fldCharType="end"/>
            </w:r>
          </w:hyperlink>
        </w:p>
        <w:p w:rsidR="00C25B74" w:rsidRPr="00C25B74" w:rsidRDefault="00C25B74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529017473" w:history="1">
            <w:r w:rsidRPr="00C25B74">
              <w:rPr>
                <w:rStyle w:val="Hyperlink"/>
                <w:noProof/>
                <w:cs/>
                <w:lang w:bidi="bn-BD"/>
              </w:rPr>
              <w:t>হযরত ইমাম হোসেনের (আঃ) আন্দোলনের তাৎপর্য</w:t>
            </w:r>
            <w:r w:rsidRPr="00C25B74">
              <w:rPr>
                <w:noProof/>
                <w:webHidden/>
              </w:rPr>
              <w:tab/>
            </w:r>
            <w:r w:rsidRPr="00C25B74">
              <w:rPr>
                <w:noProof/>
                <w:webHidden/>
              </w:rPr>
              <w:fldChar w:fldCharType="begin"/>
            </w:r>
            <w:r w:rsidRPr="00C25B74">
              <w:rPr>
                <w:noProof/>
                <w:webHidden/>
              </w:rPr>
              <w:instrText xml:space="preserve"> PAGEREF _Toc529017473 \h </w:instrText>
            </w:r>
            <w:r w:rsidRPr="00C25B74">
              <w:rPr>
                <w:noProof/>
                <w:webHidden/>
              </w:rPr>
            </w:r>
            <w:r w:rsidRPr="00C25B7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১</w:t>
            </w:r>
            <w:r w:rsidR="00F51A41">
              <w:rPr>
                <w:noProof/>
                <w:webHidden/>
                <w:cs/>
                <w:lang w:bidi="bn-IN"/>
              </w:rPr>
              <w:t>০</w:t>
            </w:r>
            <w:r>
              <w:rPr>
                <w:noProof/>
                <w:webHidden/>
                <w:cs/>
                <w:lang w:bidi="bn-IN"/>
              </w:rPr>
              <w:t>৩</w:t>
            </w:r>
            <w:r w:rsidRPr="00C25B74">
              <w:rPr>
                <w:noProof/>
                <w:webHidden/>
              </w:rPr>
              <w:fldChar w:fldCharType="end"/>
            </w:r>
          </w:hyperlink>
        </w:p>
        <w:p w:rsidR="00C25B74" w:rsidRPr="00C25B74" w:rsidRDefault="00C25B74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529017474" w:history="1">
            <w:r w:rsidRPr="00C25B74">
              <w:rPr>
                <w:rStyle w:val="Hyperlink"/>
                <w:noProof/>
                <w:cs/>
                <w:lang w:bidi="bn-BD"/>
              </w:rPr>
              <w:t>কারবালার চেতনা কি বিলুপ্তির পথে</w:t>
            </w:r>
            <w:r w:rsidRPr="00C25B74">
              <w:rPr>
                <w:rStyle w:val="Hyperlink"/>
                <w:noProof/>
                <w:lang w:bidi="bn-BD"/>
              </w:rPr>
              <w:t>?</w:t>
            </w:r>
            <w:r w:rsidRPr="00C25B74">
              <w:rPr>
                <w:noProof/>
                <w:webHidden/>
              </w:rPr>
              <w:tab/>
            </w:r>
            <w:r w:rsidRPr="00C25B74">
              <w:rPr>
                <w:noProof/>
                <w:webHidden/>
              </w:rPr>
              <w:fldChar w:fldCharType="begin"/>
            </w:r>
            <w:r w:rsidRPr="00C25B74">
              <w:rPr>
                <w:noProof/>
                <w:webHidden/>
              </w:rPr>
              <w:instrText xml:space="preserve"> PAGEREF _Toc529017474 \h </w:instrText>
            </w:r>
            <w:r w:rsidRPr="00C25B74">
              <w:rPr>
                <w:noProof/>
                <w:webHidden/>
              </w:rPr>
            </w:r>
            <w:r w:rsidRPr="00C25B7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১১২</w:t>
            </w:r>
            <w:r w:rsidRPr="00C25B74">
              <w:rPr>
                <w:noProof/>
                <w:webHidden/>
              </w:rPr>
              <w:fldChar w:fldCharType="end"/>
            </w:r>
          </w:hyperlink>
        </w:p>
        <w:p w:rsidR="00C25B74" w:rsidRPr="00C25B74" w:rsidRDefault="00C25B74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529017475" w:history="1">
            <w:r w:rsidRPr="00C25B74">
              <w:rPr>
                <w:rStyle w:val="Hyperlink"/>
                <w:noProof/>
                <w:cs/>
                <w:lang w:bidi="bn-BD"/>
              </w:rPr>
              <w:t>কোরআন মজীদের দৃষ্টিতে ছ্বাহাবী ও রাসূলুল্লাহর (ছ্বাঃ) যুগের মুনাফিক্ব্</w:t>
            </w:r>
            <w:r w:rsidRPr="00C25B74">
              <w:rPr>
                <w:noProof/>
                <w:webHidden/>
              </w:rPr>
              <w:tab/>
            </w:r>
            <w:r w:rsidRPr="00C25B74">
              <w:rPr>
                <w:noProof/>
                <w:webHidden/>
              </w:rPr>
              <w:fldChar w:fldCharType="begin"/>
            </w:r>
            <w:r w:rsidRPr="00C25B74">
              <w:rPr>
                <w:noProof/>
                <w:webHidden/>
              </w:rPr>
              <w:instrText xml:space="preserve"> PAGEREF _Toc529017475 \h </w:instrText>
            </w:r>
            <w:r w:rsidRPr="00C25B74">
              <w:rPr>
                <w:noProof/>
                <w:webHidden/>
              </w:rPr>
            </w:r>
            <w:r w:rsidRPr="00C25B7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১১</w:t>
            </w:r>
            <w:r w:rsidR="00F51A41">
              <w:rPr>
                <w:noProof/>
                <w:webHidden/>
                <w:cs/>
                <w:lang w:bidi="bn-IN"/>
              </w:rPr>
              <w:t>৮</w:t>
            </w:r>
            <w:r w:rsidRPr="00C25B74">
              <w:rPr>
                <w:noProof/>
                <w:webHidden/>
              </w:rPr>
              <w:fldChar w:fldCharType="end"/>
            </w:r>
          </w:hyperlink>
        </w:p>
        <w:p w:rsidR="00C25B74" w:rsidRPr="00C25B74" w:rsidRDefault="00C25B74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529017476" w:history="1">
            <w:r w:rsidRPr="00C25B74">
              <w:rPr>
                <w:rStyle w:val="Hyperlink"/>
                <w:noProof/>
                <w:cs/>
                <w:lang w:bidi="bn-IN"/>
              </w:rPr>
              <w:t>সূচীপত্র</w:t>
            </w:r>
            <w:r w:rsidRPr="00C25B74">
              <w:rPr>
                <w:noProof/>
                <w:webHidden/>
              </w:rPr>
              <w:tab/>
            </w:r>
            <w:r w:rsidRPr="00C25B74">
              <w:rPr>
                <w:noProof/>
                <w:webHidden/>
              </w:rPr>
              <w:fldChar w:fldCharType="begin"/>
            </w:r>
            <w:r w:rsidRPr="00C25B74">
              <w:rPr>
                <w:noProof/>
                <w:webHidden/>
              </w:rPr>
              <w:instrText xml:space="preserve"> PAGEREF _Toc529017476 \h </w:instrText>
            </w:r>
            <w:r w:rsidRPr="00C25B74">
              <w:rPr>
                <w:noProof/>
                <w:webHidden/>
              </w:rPr>
            </w:r>
            <w:r w:rsidRPr="00C25B7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১৩২</w:t>
            </w:r>
            <w:r w:rsidRPr="00C25B74">
              <w:rPr>
                <w:noProof/>
                <w:webHidden/>
              </w:rPr>
              <w:fldChar w:fldCharType="end"/>
            </w:r>
          </w:hyperlink>
        </w:p>
        <w:p w:rsidR="00C25B74" w:rsidRDefault="00C25B74">
          <w:r w:rsidRPr="00C25B74">
            <w:rPr>
              <w:rFonts w:ascii="SolaimanLipi" w:hAnsi="SolaimanLipi" w:cs="SolaimanLipi"/>
            </w:rPr>
            <w:fldChar w:fldCharType="end"/>
          </w:r>
        </w:p>
      </w:sdtContent>
    </w:sdt>
    <w:p w:rsidR="00D14384" w:rsidRPr="00890FD9" w:rsidRDefault="00D14384" w:rsidP="00D14384">
      <w:pPr>
        <w:pStyle w:val="libNormal"/>
        <w:rPr>
          <w:rtl/>
          <w:cs/>
        </w:rPr>
      </w:pPr>
    </w:p>
    <w:sectPr w:rsidR="00D14384" w:rsidRPr="00890FD9" w:rsidSect="0023507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7D1" w:rsidRDefault="00A757D1" w:rsidP="008B7801">
      <w:pPr>
        <w:spacing w:after="0" w:line="240" w:lineRule="auto"/>
      </w:pPr>
      <w:r>
        <w:separator/>
      </w:r>
    </w:p>
  </w:endnote>
  <w:endnote w:type="continuationSeparator" w:id="0">
    <w:p w:rsidR="00A757D1" w:rsidRDefault="00A757D1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olaimanLipi">
    <w:panose1 w:val="03000609000000000000"/>
    <w:charset w:val="00"/>
    <w:family w:val="script"/>
    <w:pitch w:val="fixed"/>
    <w:sig w:usb0="80018007" w:usb1="00002000" w:usb2="00000000" w:usb3="00000000" w:csb0="0000009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utonnyMJ">
    <w:altName w:val="Times New Roman"/>
    <w:panose1 w:val="00000000000000000000"/>
    <w:charset w:val="00"/>
    <w:family w:val="auto"/>
    <w:pitch w:val="variable"/>
    <w:sig w:usb0="80000AAF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09348"/>
      <w:docPartObj>
        <w:docPartGallery w:val="Page Numbers (Bottom of Page)"/>
        <w:docPartUnique/>
      </w:docPartObj>
    </w:sdtPr>
    <w:sdtContent>
      <w:p w:rsidR="008D1E99" w:rsidRDefault="008D1E99" w:rsidP="000E3D11">
        <w:pPr>
          <w:jc w:val="center"/>
        </w:pPr>
        <w:r w:rsidRPr="00AA7385">
          <w:rPr>
            <w:rFonts w:ascii="SutonnyMJ" w:hAnsi="SutonnyMJ" w:cs="SutonnyMJ"/>
          </w:rPr>
          <w:fldChar w:fldCharType="begin"/>
        </w:r>
        <w:r w:rsidRPr="00AA7385">
          <w:rPr>
            <w:rFonts w:ascii="SutonnyMJ" w:hAnsi="SutonnyMJ" w:cs="SutonnyMJ"/>
          </w:rPr>
          <w:instrText xml:space="preserve"> PAGE   \* MERGEFORMAT </w:instrText>
        </w:r>
        <w:r w:rsidRPr="00AA7385">
          <w:rPr>
            <w:rFonts w:ascii="SutonnyMJ" w:hAnsi="SutonnyMJ" w:cs="SutonnyMJ"/>
          </w:rPr>
          <w:fldChar w:fldCharType="separate"/>
        </w:r>
        <w:r w:rsidR="00F51A41">
          <w:rPr>
            <w:rFonts w:ascii="SutonnyMJ" w:hAnsi="SutonnyMJ" w:cs="SutonnyMJ"/>
            <w:noProof/>
          </w:rPr>
          <w:t>133</w:t>
        </w:r>
        <w:r w:rsidRPr="00AA7385">
          <w:rPr>
            <w:rFonts w:ascii="SutonnyMJ" w:hAnsi="SutonnyMJ" w:cs="SutonnyMJ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7D1" w:rsidRDefault="00A757D1" w:rsidP="008B7801">
      <w:pPr>
        <w:spacing w:after="0" w:line="240" w:lineRule="auto"/>
      </w:pPr>
      <w:r>
        <w:separator/>
      </w:r>
    </w:p>
  </w:footnote>
  <w:footnote w:type="continuationSeparator" w:id="0">
    <w:p w:rsidR="00A757D1" w:rsidRDefault="00A757D1" w:rsidP="008B78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attachedTemplate r:id="rId1"/>
  <w:stylePaneFormatFilter w:val="17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A72AC0"/>
    <w:rsid w:val="00005ECF"/>
    <w:rsid w:val="00017698"/>
    <w:rsid w:val="00026914"/>
    <w:rsid w:val="00033879"/>
    <w:rsid w:val="00036558"/>
    <w:rsid w:val="00036F5D"/>
    <w:rsid w:val="000416CF"/>
    <w:rsid w:val="000451DA"/>
    <w:rsid w:val="00046AE4"/>
    <w:rsid w:val="00064BD1"/>
    <w:rsid w:val="00064D4E"/>
    <w:rsid w:val="00067176"/>
    <w:rsid w:val="00067F44"/>
    <w:rsid w:val="000709D5"/>
    <w:rsid w:val="000753B9"/>
    <w:rsid w:val="000858AF"/>
    <w:rsid w:val="000A16E2"/>
    <w:rsid w:val="000A3C87"/>
    <w:rsid w:val="000A4CBF"/>
    <w:rsid w:val="000B6A4B"/>
    <w:rsid w:val="000C0B2A"/>
    <w:rsid w:val="000C4F54"/>
    <w:rsid w:val="000D0FC8"/>
    <w:rsid w:val="000D641E"/>
    <w:rsid w:val="000D7BE3"/>
    <w:rsid w:val="000E3D11"/>
    <w:rsid w:val="000F7C17"/>
    <w:rsid w:val="00103B9B"/>
    <w:rsid w:val="0010506E"/>
    <w:rsid w:val="0010539B"/>
    <w:rsid w:val="0011039F"/>
    <w:rsid w:val="0011328D"/>
    <w:rsid w:val="00123EB4"/>
    <w:rsid w:val="0012511E"/>
    <w:rsid w:val="00136137"/>
    <w:rsid w:val="00142294"/>
    <w:rsid w:val="001650CE"/>
    <w:rsid w:val="00167139"/>
    <w:rsid w:val="001749BA"/>
    <w:rsid w:val="00176F00"/>
    <w:rsid w:val="00184621"/>
    <w:rsid w:val="00184DB8"/>
    <w:rsid w:val="001A3437"/>
    <w:rsid w:val="001A4AD2"/>
    <w:rsid w:val="001A68B3"/>
    <w:rsid w:val="001A71E8"/>
    <w:rsid w:val="001B2552"/>
    <w:rsid w:val="001B383C"/>
    <w:rsid w:val="001C43A6"/>
    <w:rsid w:val="001C7B58"/>
    <w:rsid w:val="001D1762"/>
    <w:rsid w:val="001D3A19"/>
    <w:rsid w:val="001E0D60"/>
    <w:rsid w:val="001E34D3"/>
    <w:rsid w:val="001E72E2"/>
    <w:rsid w:val="002029B8"/>
    <w:rsid w:val="00214A0A"/>
    <w:rsid w:val="0022370C"/>
    <w:rsid w:val="002346D3"/>
    <w:rsid w:val="00235071"/>
    <w:rsid w:val="00242CD3"/>
    <w:rsid w:val="00244159"/>
    <w:rsid w:val="00244C94"/>
    <w:rsid w:val="0024762D"/>
    <w:rsid w:val="002525EC"/>
    <w:rsid w:val="0025608C"/>
    <w:rsid w:val="00257166"/>
    <w:rsid w:val="0026134F"/>
    <w:rsid w:val="00265709"/>
    <w:rsid w:val="00271B22"/>
    <w:rsid w:val="00275890"/>
    <w:rsid w:val="002811B7"/>
    <w:rsid w:val="0028663A"/>
    <w:rsid w:val="00286C01"/>
    <w:rsid w:val="00292BC3"/>
    <w:rsid w:val="00296130"/>
    <w:rsid w:val="002B709B"/>
    <w:rsid w:val="002D0682"/>
    <w:rsid w:val="002D13B7"/>
    <w:rsid w:val="002D15B8"/>
    <w:rsid w:val="002D16D2"/>
    <w:rsid w:val="002D22A3"/>
    <w:rsid w:val="002D259D"/>
    <w:rsid w:val="002D2865"/>
    <w:rsid w:val="002D4492"/>
    <w:rsid w:val="002D5979"/>
    <w:rsid w:val="002E3FD3"/>
    <w:rsid w:val="002E4766"/>
    <w:rsid w:val="002E58A2"/>
    <w:rsid w:val="002E7FD0"/>
    <w:rsid w:val="002F11BE"/>
    <w:rsid w:val="002F3624"/>
    <w:rsid w:val="00302F59"/>
    <w:rsid w:val="00304CCF"/>
    <w:rsid w:val="003137DA"/>
    <w:rsid w:val="00313BE8"/>
    <w:rsid w:val="00313FD6"/>
    <w:rsid w:val="00317A77"/>
    <w:rsid w:val="003211F2"/>
    <w:rsid w:val="003237FA"/>
    <w:rsid w:val="003357C3"/>
    <w:rsid w:val="003359CB"/>
    <w:rsid w:val="00336A70"/>
    <w:rsid w:val="003446AD"/>
    <w:rsid w:val="00353EDF"/>
    <w:rsid w:val="003637C9"/>
    <w:rsid w:val="003640EF"/>
    <w:rsid w:val="00382A05"/>
    <w:rsid w:val="0038315C"/>
    <w:rsid w:val="00393AC5"/>
    <w:rsid w:val="00394EB9"/>
    <w:rsid w:val="003A1605"/>
    <w:rsid w:val="003A380C"/>
    <w:rsid w:val="003B34CB"/>
    <w:rsid w:val="003C5A32"/>
    <w:rsid w:val="003E0AB4"/>
    <w:rsid w:val="003E4BC2"/>
    <w:rsid w:val="003F3F47"/>
    <w:rsid w:val="003F77EC"/>
    <w:rsid w:val="003F7829"/>
    <w:rsid w:val="004036E5"/>
    <w:rsid w:val="00406D51"/>
    <w:rsid w:val="004151F5"/>
    <w:rsid w:val="00416E01"/>
    <w:rsid w:val="004208E1"/>
    <w:rsid w:val="00421052"/>
    <w:rsid w:val="004219FE"/>
    <w:rsid w:val="004234A1"/>
    <w:rsid w:val="004438CE"/>
    <w:rsid w:val="00445982"/>
    <w:rsid w:val="004473CF"/>
    <w:rsid w:val="004517A4"/>
    <w:rsid w:val="004546B7"/>
    <w:rsid w:val="00454795"/>
    <w:rsid w:val="00457262"/>
    <w:rsid w:val="0046364A"/>
    <w:rsid w:val="00463EDB"/>
    <w:rsid w:val="00463F84"/>
    <w:rsid w:val="00464136"/>
    <w:rsid w:val="004662BF"/>
    <w:rsid w:val="004726A7"/>
    <w:rsid w:val="00482325"/>
    <w:rsid w:val="00483A81"/>
    <w:rsid w:val="004924CF"/>
    <w:rsid w:val="00492513"/>
    <w:rsid w:val="00494293"/>
    <w:rsid w:val="004A56BA"/>
    <w:rsid w:val="004B2105"/>
    <w:rsid w:val="004B5D66"/>
    <w:rsid w:val="004B73D3"/>
    <w:rsid w:val="004B74AC"/>
    <w:rsid w:val="004C1471"/>
    <w:rsid w:val="004C57A4"/>
    <w:rsid w:val="004C63C5"/>
    <w:rsid w:val="004F68DD"/>
    <w:rsid w:val="005106C4"/>
    <w:rsid w:val="00517792"/>
    <w:rsid w:val="005262B2"/>
    <w:rsid w:val="00540CD3"/>
    <w:rsid w:val="00541032"/>
    <w:rsid w:val="005423C6"/>
    <w:rsid w:val="00544132"/>
    <w:rsid w:val="0054501D"/>
    <w:rsid w:val="0054568C"/>
    <w:rsid w:val="0055334B"/>
    <w:rsid w:val="00554FFC"/>
    <w:rsid w:val="00555871"/>
    <w:rsid w:val="00560460"/>
    <w:rsid w:val="0056237B"/>
    <w:rsid w:val="005626FD"/>
    <w:rsid w:val="005656A1"/>
    <w:rsid w:val="005668A9"/>
    <w:rsid w:val="005726E1"/>
    <w:rsid w:val="00584195"/>
    <w:rsid w:val="00586283"/>
    <w:rsid w:val="005862E0"/>
    <w:rsid w:val="00592B83"/>
    <w:rsid w:val="00593844"/>
    <w:rsid w:val="0059796A"/>
    <w:rsid w:val="005A0E2B"/>
    <w:rsid w:val="005A21F0"/>
    <w:rsid w:val="005A364A"/>
    <w:rsid w:val="005A3798"/>
    <w:rsid w:val="005A4A96"/>
    <w:rsid w:val="005B04A4"/>
    <w:rsid w:val="005B1ECA"/>
    <w:rsid w:val="005C5C7E"/>
    <w:rsid w:val="005C64EB"/>
    <w:rsid w:val="005C7052"/>
    <w:rsid w:val="005D2D86"/>
    <w:rsid w:val="005D3333"/>
    <w:rsid w:val="005D6020"/>
    <w:rsid w:val="005E1B80"/>
    <w:rsid w:val="005E3682"/>
    <w:rsid w:val="005E4BD4"/>
    <w:rsid w:val="005F1B25"/>
    <w:rsid w:val="005F2D37"/>
    <w:rsid w:val="005F5ADE"/>
    <w:rsid w:val="00603FA1"/>
    <w:rsid w:val="00606FA3"/>
    <w:rsid w:val="0061174D"/>
    <w:rsid w:val="00612107"/>
    <w:rsid w:val="00613A48"/>
    <w:rsid w:val="00631FC0"/>
    <w:rsid w:val="00632C44"/>
    <w:rsid w:val="0063395D"/>
    <w:rsid w:val="00635115"/>
    <w:rsid w:val="00640AC4"/>
    <w:rsid w:val="00643B33"/>
    <w:rsid w:val="006533E6"/>
    <w:rsid w:val="006628C5"/>
    <w:rsid w:val="00665161"/>
    <w:rsid w:val="006662F8"/>
    <w:rsid w:val="0066667A"/>
    <w:rsid w:val="00666E34"/>
    <w:rsid w:val="006708D9"/>
    <w:rsid w:val="00671693"/>
    <w:rsid w:val="006746F0"/>
    <w:rsid w:val="006854AB"/>
    <w:rsid w:val="00690232"/>
    <w:rsid w:val="006A02FE"/>
    <w:rsid w:val="006A335F"/>
    <w:rsid w:val="006C775E"/>
    <w:rsid w:val="006D03E9"/>
    <w:rsid w:val="006D197A"/>
    <w:rsid w:val="006D1B58"/>
    <w:rsid w:val="006D440E"/>
    <w:rsid w:val="006E09C7"/>
    <w:rsid w:val="006E3F16"/>
    <w:rsid w:val="006E7BCD"/>
    <w:rsid w:val="00702DFA"/>
    <w:rsid w:val="00703FD3"/>
    <w:rsid w:val="00707890"/>
    <w:rsid w:val="007104AD"/>
    <w:rsid w:val="00713A8F"/>
    <w:rsid w:val="00714C8C"/>
    <w:rsid w:val="00717766"/>
    <w:rsid w:val="00723C8F"/>
    <w:rsid w:val="007269F6"/>
    <w:rsid w:val="00733E6E"/>
    <w:rsid w:val="00736945"/>
    <w:rsid w:val="00737D04"/>
    <w:rsid w:val="00741F32"/>
    <w:rsid w:val="0074697D"/>
    <w:rsid w:val="0075520E"/>
    <w:rsid w:val="00755E02"/>
    <w:rsid w:val="0076064C"/>
    <w:rsid w:val="007611D5"/>
    <w:rsid w:val="00765A26"/>
    <w:rsid w:val="007719FE"/>
    <w:rsid w:val="00776659"/>
    <w:rsid w:val="00780C38"/>
    <w:rsid w:val="007959C0"/>
    <w:rsid w:val="007A1366"/>
    <w:rsid w:val="007B3B0F"/>
    <w:rsid w:val="007C6394"/>
    <w:rsid w:val="007D0C93"/>
    <w:rsid w:val="007D3565"/>
    <w:rsid w:val="007F38BE"/>
    <w:rsid w:val="007F622E"/>
    <w:rsid w:val="00807656"/>
    <w:rsid w:val="00807972"/>
    <w:rsid w:val="00810AD6"/>
    <w:rsid w:val="00812AE2"/>
    <w:rsid w:val="008135E0"/>
    <w:rsid w:val="00813C73"/>
    <w:rsid w:val="008146D3"/>
    <w:rsid w:val="00817378"/>
    <w:rsid w:val="008227CD"/>
    <w:rsid w:val="008230AE"/>
    <w:rsid w:val="00825862"/>
    <w:rsid w:val="00826493"/>
    <w:rsid w:val="008275E9"/>
    <w:rsid w:val="008302AE"/>
    <w:rsid w:val="00835EBB"/>
    <w:rsid w:val="00837A7A"/>
    <w:rsid w:val="0084394B"/>
    <w:rsid w:val="00843C53"/>
    <w:rsid w:val="00850164"/>
    <w:rsid w:val="0085324D"/>
    <w:rsid w:val="00864E13"/>
    <w:rsid w:val="008703C6"/>
    <w:rsid w:val="008715EA"/>
    <w:rsid w:val="00872BD6"/>
    <w:rsid w:val="00873980"/>
    <w:rsid w:val="00881A1C"/>
    <w:rsid w:val="00883EA9"/>
    <w:rsid w:val="00884A8B"/>
    <w:rsid w:val="00890FD9"/>
    <w:rsid w:val="00895198"/>
    <w:rsid w:val="008A11A7"/>
    <w:rsid w:val="008A4E3F"/>
    <w:rsid w:val="008A5A1E"/>
    <w:rsid w:val="008A6E9A"/>
    <w:rsid w:val="008B258A"/>
    <w:rsid w:val="008B2D48"/>
    <w:rsid w:val="008B57FF"/>
    <w:rsid w:val="008B7801"/>
    <w:rsid w:val="008B7AD9"/>
    <w:rsid w:val="008C285B"/>
    <w:rsid w:val="008C3D64"/>
    <w:rsid w:val="008C5E0F"/>
    <w:rsid w:val="008D1772"/>
    <w:rsid w:val="008D1E99"/>
    <w:rsid w:val="008D2BC5"/>
    <w:rsid w:val="008D3A01"/>
    <w:rsid w:val="008D4310"/>
    <w:rsid w:val="008D5302"/>
    <w:rsid w:val="008D6263"/>
    <w:rsid w:val="008D663A"/>
    <w:rsid w:val="008E1557"/>
    <w:rsid w:val="008E16D7"/>
    <w:rsid w:val="008E1B39"/>
    <w:rsid w:val="008E330F"/>
    <w:rsid w:val="008F0D7B"/>
    <w:rsid w:val="008F787A"/>
    <w:rsid w:val="00902D3C"/>
    <w:rsid w:val="00905FE7"/>
    <w:rsid w:val="009117EC"/>
    <w:rsid w:val="00915079"/>
    <w:rsid w:val="00916B4E"/>
    <w:rsid w:val="00916F9A"/>
    <w:rsid w:val="00921503"/>
    <w:rsid w:val="009221B9"/>
    <w:rsid w:val="00927BB9"/>
    <w:rsid w:val="009314BF"/>
    <w:rsid w:val="00934323"/>
    <w:rsid w:val="00937772"/>
    <w:rsid w:val="00937B74"/>
    <w:rsid w:val="00941AEF"/>
    <w:rsid w:val="00944C14"/>
    <w:rsid w:val="009465C1"/>
    <w:rsid w:val="0094696C"/>
    <w:rsid w:val="00950DBB"/>
    <w:rsid w:val="00957C1E"/>
    <w:rsid w:val="00957CDC"/>
    <w:rsid w:val="00967533"/>
    <w:rsid w:val="009736E4"/>
    <w:rsid w:val="00974B47"/>
    <w:rsid w:val="00976CDC"/>
    <w:rsid w:val="00985CF1"/>
    <w:rsid w:val="00990FF6"/>
    <w:rsid w:val="0099357E"/>
    <w:rsid w:val="009A053A"/>
    <w:rsid w:val="009A39DC"/>
    <w:rsid w:val="009B1612"/>
    <w:rsid w:val="009B48E5"/>
    <w:rsid w:val="009B52D9"/>
    <w:rsid w:val="009B6DD8"/>
    <w:rsid w:val="009C0768"/>
    <w:rsid w:val="009C0780"/>
    <w:rsid w:val="009C51FE"/>
    <w:rsid w:val="009D142D"/>
    <w:rsid w:val="009D2CA9"/>
    <w:rsid w:val="009D3FD2"/>
    <w:rsid w:val="009D5BFF"/>
    <w:rsid w:val="009D759C"/>
    <w:rsid w:val="009D7A0F"/>
    <w:rsid w:val="009E0884"/>
    <w:rsid w:val="009F2D96"/>
    <w:rsid w:val="009F5560"/>
    <w:rsid w:val="00A00AE9"/>
    <w:rsid w:val="00A02BD0"/>
    <w:rsid w:val="00A04A66"/>
    <w:rsid w:val="00A06151"/>
    <w:rsid w:val="00A072CA"/>
    <w:rsid w:val="00A07514"/>
    <w:rsid w:val="00A1022F"/>
    <w:rsid w:val="00A1598F"/>
    <w:rsid w:val="00A25828"/>
    <w:rsid w:val="00A2744B"/>
    <w:rsid w:val="00A32710"/>
    <w:rsid w:val="00A35C21"/>
    <w:rsid w:val="00A41120"/>
    <w:rsid w:val="00A44DBB"/>
    <w:rsid w:val="00A455D0"/>
    <w:rsid w:val="00A4649B"/>
    <w:rsid w:val="00A54E11"/>
    <w:rsid w:val="00A560EA"/>
    <w:rsid w:val="00A565CE"/>
    <w:rsid w:val="00A578F7"/>
    <w:rsid w:val="00A65C07"/>
    <w:rsid w:val="00A67363"/>
    <w:rsid w:val="00A72AC0"/>
    <w:rsid w:val="00A74D8C"/>
    <w:rsid w:val="00A757D1"/>
    <w:rsid w:val="00A772D7"/>
    <w:rsid w:val="00A77675"/>
    <w:rsid w:val="00A8054A"/>
    <w:rsid w:val="00A826A7"/>
    <w:rsid w:val="00A831D9"/>
    <w:rsid w:val="00A86936"/>
    <w:rsid w:val="00A87D98"/>
    <w:rsid w:val="00AA08F1"/>
    <w:rsid w:val="00AA7385"/>
    <w:rsid w:val="00AB18E8"/>
    <w:rsid w:val="00AB1E22"/>
    <w:rsid w:val="00AB2DB8"/>
    <w:rsid w:val="00AB6543"/>
    <w:rsid w:val="00AC3E47"/>
    <w:rsid w:val="00AD052B"/>
    <w:rsid w:val="00AD44A5"/>
    <w:rsid w:val="00AD6384"/>
    <w:rsid w:val="00AE4471"/>
    <w:rsid w:val="00AE454D"/>
    <w:rsid w:val="00B04832"/>
    <w:rsid w:val="00B122F8"/>
    <w:rsid w:val="00B26972"/>
    <w:rsid w:val="00B27FA0"/>
    <w:rsid w:val="00B33BE6"/>
    <w:rsid w:val="00B36A58"/>
    <w:rsid w:val="00B37215"/>
    <w:rsid w:val="00B476A4"/>
    <w:rsid w:val="00B50F2A"/>
    <w:rsid w:val="00B62251"/>
    <w:rsid w:val="00B62775"/>
    <w:rsid w:val="00B63941"/>
    <w:rsid w:val="00B6472E"/>
    <w:rsid w:val="00B657DA"/>
    <w:rsid w:val="00B73BA5"/>
    <w:rsid w:val="00B74DAE"/>
    <w:rsid w:val="00B75560"/>
    <w:rsid w:val="00B76F31"/>
    <w:rsid w:val="00B811CF"/>
    <w:rsid w:val="00B83985"/>
    <w:rsid w:val="00B841C2"/>
    <w:rsid w:val="00B84558"/>
    <w:rsid w:val="00B854B9"/>
    <w:rsid w:val="00B877D9"/>
    <w:rsid w:val="00B91799"/>
    <w:rsid w:val="00B96407"/>
    <w:rsid w:val="00BA3C1C"/>
    <w:rsid w:val="00BB2AC1"/>
    <w:rsid w:val="00BD15E9"/>
    <w:rsid w:val="00BD1680"/>
    <w:rsid w:val="00BD38C5"/>
    <w:rsid w:val="00BE1409"/>
    <w:rsid w:val="00BE6A25"/>
    <w:rsid w:val="00C161E3"/>
    <w:rsid w:val="00C208CA"/>
    <w:rsid w:val="00C2470C"/>
    <w:rsid w:val="00C25B74"/>
    <w:rsid w:val="00C25C7E"/>
    <w:rsid w:val="00C303C9"/>
    <w:rsid w:val="00C313B1"/>
    <w:rsid w:val="00C34189"/>
    <w:rsid w:val="00C36628"/>
    <w:rsid w:val="00C36870"/>
    <w:rsid w:val="00C4218B"/>
    <w:rsid w:val="00C456D3"/>
    <w:rsid w:val="00C53098"/>
    <w:rsid w:val="00C53229"/>
    <w:rsid w:val="00C539D3"/>
    <w:rsid w:val="00C56AD4"/>
    <w:rsid w:val="00C70B64"/>
    <w:rsid w:val="00C7440B"/>
    <w:rsid w:val="00C8675F"/>
    <w:rsid w:val="00C90407"/>
    <w:rsid w:val="00C924E6"/>
    <w:rsid w:val="00C94039"/>
    <w:rsid w:val="00CA1609"/>
    <w:rsid w:val="00CA6C17"/>
    <w:rsid w:val="00CB01CB"/>
    <w:rsid w:val="00CB1489"/>
    <w:rsid w:val="00CB552C"/>
    <w:rsid w:val="00CC48FE"/>
    <w:rsid w:val="00CC70FE"/>
    <w:rsid w:val="00CD6057"/>
    <w:rsid w:val="00CD6507"/>
    <w:rsid w:val="00CD6645"/>
    <w:rsid w:val="00CD7C95"/>
    <w:rsid w:val="00CE088A"/>
    <w:rsid w:val="00CE09E4"/>
    <w:rsid w:val="00CE1847"/>
    <w:rsid w:val="00CE4625"/>
    <w:rsid w:val="00CF0372"/>
    <w:rsid w:val="00D00839"/>
    <w:rsid w:val="00D02065"/>
    <w:rsid w:val="00D14384"/>
    <w:rsid w:val="00D17C42"/>
    <w:rsid w:val="00D2360E"/>
    <w:rsid w:val="00D320D5"/>
    <w:rsid w:val="00D4000F"/>
    <w:rsid w:val="00D40666"/>
    <w:rsid w:val="00D41F6C"/>
    <w:rsid w:val="00D430A5"/>
    <w:rsid w:val="00D443B1"/>
    <w:rsid w:val="00D44DB1"/>
    <w:rsid w:val="00D450D2"/>
    <w:rsid w:val="00D454B5"/>
    <w:rsid w:val="00D457C0"/>
    <w:rsid w:val="00D46570"/>
    <w:rsid w:val="00D46717"/>
    <w:rsid w:val="00D4723B"/>
    <w:rsid w:val="00D56332"/>
    <w:rsid w:val="00D57CCC"/>
    <w:rsid w:val="00D6090C"/>
    <w:rsid w:val="00D625CE"/>
    <w:rsid w:val="00D72BDE"/>
    <w:rsid w:val="00D7533E"/>
    <w:rsid w:val="00D82D5F"/>
    <w:rsid w:val="00D8491B"/>
    <w:rsid w:val="00D86325"/>
    <w:rsid w:val="00D91596"/>
    <w:rsid w:val="00D91979"/>
    <w:rsid w:val="00D941C7"/>
    <w:rsid w:val="00D95DB7"/>
    <w:rsid w:val="00DB313C"/>
    <w:rsid w:val="00DB5B31"/>
    <w:rsid w:val="00DB746C"/>
    <w:rsid w:val="00DC1531"/>
    <w:rsid w:val="00DC1C18"/>
    <w:rsid w:val="00DC2F89"/>
    <w:rsid w:val="00DC6B7C"/>
    <w:rsid w:val="00DC782C"/>
    <w:rsid w:val="00DD005F"/>
    <w:rsid w:val="00DD1EA5"/>
    <w:rsid w:val="00DD5C1E"/>
    <w:rsid w:val="00DD7985"/>
    <w:rsid w:val="00DE5A1C"/>
    <w:rsid w:val="00DE66DD"/>
    <w:rsid w:val="00DE75FC"/>
    <w:rsid w:val="00DE7BF6"/>
    <w:rsid w:val="00DF0DAD"/>
    <w:rsid w:val="00DF33D1"/>
    <w:rsid w:val="00DF4130"/>
    <w:rsid w:val="00DF45E8"/>
    <w:rsid w:val="00DF5F3D"/>
    <w:rsid w:val="00E02BA8"/>
    <w:rsid w:val="00E03474"/>
    <w:rsid w:val="00E10D9B"/>
    <w:rsid w:val="00E12627"/>
    <w:rsid w:val="00E12AD3"/>
    <w:rsid w:val="00E13A49"/>
    <w:rsid w:val="00E13B42"/>
    <w:rsid w:val="00E152B2"/>
    <w:rsid w:val="00E1613B"/>
    <w:rsid w:val="00E179DB"/>
    <w:rsid w:val="00E27091"/>
    <w:rsid w:val="00E30987"/>
    <w:rsid w:val="00E32589"/>
    <w:rsid w:val="00E33BDB"/>
    <w:rsid w:val="00E400A5"/>
    <w:rsid w:val="00E45B2C"/>
    <w:rsid w:val="00E52113"/>
    <w:rsid w:val="00E65558"/>
    <w:rsid w:val="00E655C8"/>
    <w:rsid w:val="00E742B8"/>
    <w:rsid w:val="00E74E31"/>
    <w:rsid w:val="00E7560C"/>
    <w:rsid w:val="00E83EE1"/>
    <w:rsid w:val="00E84EB1"/>
    <w:rsid w:val="00E850CD"/>
    <w:rsid w:val="00E9343A"/>
    <w:rsid w:val="00EB103F"/>
    <w:rsid w:val="00EB1BF3"/>
    <w:rsid w:val="00EB64E8"/>
    <w:rsid w:val="00EB74F5"/>
    <w:rsid w:val="00EC3351"/>
    <w:rsid w:val="00EC4B61"/>
    <w:rsid w:val="00ED319B"/>
    <w:rsid w:val="00EF7ADF"/>
    <w:rsid w:val="00EF7C64"/>
    <w:rsid w:val="00F058D3"/>
    <w:rsid w:val="00F066D1"/>
    <w:rsid w:val="00F1024A"/>
    <w:rsid w:val="00F11A1C"/>
    <w:rsid w:val="00F160A7"/>
    <w:rsid w:val="00F16EE1"/>
    <w:rsid w:val="00F20557"/>
    <w:rsid w:val="00F42E53"/>
    <w:rsid w:val="00F43C5D"/>
    <w:rsid w:val="00F4416F"/>
    <w:rsid w:val="00F45DB8"/>
    <w:rsid w:val="00F45DDD"/>
    <w:rsid w:val="00F51A41"/>
    <w:rsid w:val="00F525D6"/>
    <w:rsid w:val="00F56439"/>
    <w:rsid w:val="00F60477"/>
    <w:rsid w:val="00F64920"/>
    <w:rsid w:val="00F66A17"/>
    <w:rsid w:val="00F75DA7"/>
    <w:rsid w:val="00F84511"/>
    <w:rsid w:val="00F85ECA"/>
    <w:rsid w:val="00F86D8D"/>
    <w:rsid w:val="00F87E84"/>
    <w:rsid w:val="00F91E16"/>
    <w:rsid w:val="00F9327C"/>
    <w:rsid w:val="00F94EBD"/>
    <w:rsid w:val="00F96A5E"/>
    <w:rsid w:val="00F96D78"/>
    <w:rsid w:val="00FA7291"/>
    <w:rsid w:val="00FB2C9D"/>
    <w:rsid w:val="00FC45C2"/>
    <w:rsid w:val="00FD2508"/>
    <w:rsid w:val="00FD2E0A"/>
    <w:rsid w:val="00FD48E1"/>
    <w:rsid w:val="00FD6799"/>
    <w:rsid w:val="00FE115C"/>
    <w:rsid w:val="00FE168D"/>
    <w:rsid w:val="00FE246C"/>
    <w:rsid w:val="00FE7835"/>
    <w:rsid w:val="00FF0E50"/>
    <w:rsid w:val="00FF7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0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95D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eastAsia="Times New Roman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eastAsia="Times New Roman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eastAsia="Times New Roman"/>
      <w:color w:val="1F497D"/>
    </w:rPr>
  </w:style>
  <w:style w:type="paragraph" w:styleId="Heading4">
    <w:name w:val="heading 4"/>
    <w:basedOn w:val="libNormal"/>
    <w:link w:val="Heading4Char"/>
    <w:uiPriority w:val="9"/>
    <w:qFormat/>
    <w:rsid w:val="00E32589"/>
    <w:pPr>
      <w:keepNext/>
      <w:keepLines/>
      <w:spacing w:before="240" w:after="60"/>
      <w:outlineLvl w:val="3"/>
    </w:pPr>
    <w:rPr>
      <w:rFonts w:eastAsia="Times New Roman"/>
      <w:b/>
      <w:bCs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eastAsia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5F2D37"/>
    <w:pPr>
      <w:spacing w:line="360" w:lineRule="auto"/>
      <w:jc w:val="both"/>
    </w:pPr>
    <w:rPr>
      <w:rFonts w:ascii="SolaimanLipi" w:hAnsi="SolaimanLipi" w:cs="SolaimanLipi"/>
      <w:color w:val="000000"/>
      <w:sz w:val="28"/>
      <w:szCs w:val="28"/>
    </w:rPr>
  </w:style>
  <w:style w:type="character" w:customStyle="1" w:styleId="libNormalChar">
    <w:name w:val="libNormal Char"/>
    <w:basedOn w:val="DefaultParagraphFont"/>
    <w:link w:val="libNormal"/>
    <w:rsid w:val="005F2D37"/>
    <w:rPr>
      <w:rFonts w:ascii="SolaimanLipi" w:hAnsi="SolaimanLipi" w:cs="SolaimanLipi"/>
      <w:color w:val="000000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basedOn w:val="DefaultParagraphFont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304CCF"/>
    <w:pPr>
      <w:jc w:val="center"/>
    </w:pPr>
    <w:rPr>
      <w:lang w:bidi="fa-IR"/>
    </w:rPr>
  </w:style>
  <w:style w:type="character" w:customStyle="1" w:styleId="Heading1CenterChar">
    <w:name w:val="Heading 1 Center Char"/>
    <w:basedOn w:val="Heading1Char"/>
    <w:link w:val="Heading1Center"/>
    <w:rsid w:val="00304CCF"/>
    <w:rPr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basedOn w:val="Heading2Char"/>
    <w:link w:val="Heading2Center"/>
    <w:rsid w:val="00CE088A"/>
    <w:rPr>
      <w:b/>
      <w:bCs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</w:style>
  <w:style w:type="paragraph" w:customStyle="1" w:styleId="libAie">
    <w:name w:val="libAie"/>
    <w:basedOn w:val="libAr"/>
    <w:link w:val="libAieChar"/>
    <w:qFormat/>
    <w:rsid w:val="009D5BFF"/>
    <w:rPr>
      <w:rFonts w:ascii="Traditional Arabic" w:eastAsia="Traditional Arabic" w:hAnsi="Traditional Arabic"/>
      <w:color w:val="008000"/>
    </w:rPr>
  </w:style>
  <w:style w:type="character" w:customStyle="1" w:styleId="libAieChar">
    <w:name w:val="libAie Char"/>
    <w:basedOn w:val="libArChar"/>
    <w:link w:val="libAie"/>
    <w:rsid w:val="009D5BFF"/>
    <w:rPr>
      <w:rFonts w:ascii="Traditional Arabic" w:eastAsia="Traditional Arabic" w:hAnsi="Traditional Arabic"/>
      <w:color w:val="008000"/>
    </w:rPr>
  </w:style>
  <w:style w:type="paragraph" w:customStyle="1" w:styleId="libBold1">
    <w:name w:val="libBold1"/>
    <w:basedOn w:val="libNormal"/>
    <w:link w:val="libBold1Char"/>
    <w:qFormat/>
    <w:rsid w:val="00E32589"/>
    <w:rPr>
      <w:b/>
      <w:bCs/>
    </w:rPr>
  </w:style>
  <w:style w:type="character" w:customStyle="1" w:styleId="libBold1Char">
    <w:name w:val="libBold1 Char"/>
    <w:basedOn w:val="libNormalChar"/>
    <w:link w:val="libBold1"/>
    <w:rsid w:val="00E32589"/>
    <w:rPr>
      <w:b/>
      <w:bCs/>
    </w:rPr>
  </w:style>
  <w:style w:type="paragraph" w:customStyle="1" w:styleId="libFootnote">
    <w:name w:val="libFootnote"/>
    <w:basedOn w:val="libNormal"/>
    <w:link w:val="libFootnoteChar"/>
    <w:qFormat/>
    <w:rsid w:val="00235071"/>
    <w:rPr>
      <w:sz w:val="24"/>
      <w:szCs w:val="24"/>
    </w:rPr>
  </w:style>
  <w:style w:type="character" w:customStyle="1" w:styleId="libFootnoteChar">
    <w:name w:val="libFootnote Char"/>
    <w:basedOn w:val="libNormalChar"/>
    <w:link w:val="libFootnote"/>
    <w:rsid w:val="00235071"/>
    <w:rPr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rPr>
      <w:rFonts w:eastAsia="Times New Roman"/>
    </w:rPr>
  </w:style>
  <w:style w:type="character" w:customStyle="1" w:styleId="libFootnote0Char">
    <w:name w:val="libFootnote0 Char"/>
    <w:basedOn w:val="libFootnoteChar"/>
    <w:link w:val="libFootnote0"/>
    <w:rsid w:val="008A5A1E"/>
    <w:rPr>
      <w:rFonts w:eastAsia="Times New Roman"/>
    </w:rPr>
  </w:style>
  <w:style w:type="paragraph" w:customStyle="1" w:styleId="libBold2">
    <w:name w:val="libBold2"/>
    <w:basedOn w:val="libBold1"/>
    <w:link w:val="libBold2Char"/>
    <w:qFormat/>
    <w:rsid w:val="00235071"/>
    <w:rPr>
      <w:sz w:val="26"/>
      <w:szCs w:val="26"/>
    </w:rPr>
  </w:style>
  <w:style w:type="character" w:customStyle="1" w:styleId="libBold2Char">
    <w:name w:val="libBold2 Char"/>
    <w:basedOn w:val="libBold1Char"/>
    <w:link w:val="libBold2"/>
    <w:rsid w:val="00235071"/>
    <w:rPr>
      <w:b/>
      <w:bCs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basedOn w:val="libFootnoteChar"/>
    <w:link w:val="libFootnoteCenter"/>
    <w:rsid w:val="00A455D0"/>
    <w:rPr>
      <w:rFonts w:eastAsia="Times New Roman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basedOn w:val="libFootnoteCenterChar"/>
    <w:link w:val="libFootnoteCenterBold"/>
    <w:rsid w:val="00A455D0"/>
    <w:rPr>
      <w:b/>
      <w:bCs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A455D0"/>
    <w:rPr>
      <w:b/>
      <w:bCs/>
    </w:rPr>
  </w:style>
  <w:style w:type="paragraph" w:customStyle="1" w:styleId="libFootnoteArAie">
    <w:name w:val="libFootnoteArAie"/>
    <w:basedOn w:val="libAr"/>
    <w:link w:val="libFootnoteArAieChar"/>
    <w:rsid w:val="00643B33"/>
    <w:rPr>
      <w:color w:val="008000"/>
      <w:szCs w:val="26"/>
    </w:rPr>
  </w:style>
  <w:style w:type="character" w:customStyle="1" w:styleId="libFootnoteArAieChar">
    <w:name w:val="libFootnoteArAie Char"/>
    <w:basedOn w:val="libFootnoteChar"/>
    <w:link w:val="libFootnoteArAie"/>
    <w:rsid w:val="00643B33"/>
    <w:rPr>
      <w:rFonts w:ascii="Times New Roman" w:hAnsi="Times New Roman" w:cs="Traditional Arabic"/>
      <w:color w:val="008000"/>
      <w:sz w:val="28"/>
      <w:szCs w:val="26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basedOn w:val="libFootnoteChar"/>
    <w:link w:val="libFootnoteRight"/>
    <w:rsid w:val="00A455D0"/>
    <w:rPr>
      <w:rFonts w:eastAsia="Times New Roman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basedOn w:val="libFootnoteRightChar"/>
    <w:link w:val="libFootnoteRightBold"/>
    <w:rsid w:val="00A455D0"/>
    <w:rPr>
      <w:b/>
      <w:bCs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basedOn w:val="libRightChar"/>
    <w:link w:val="libRightBold"/>
    <w:rsid w:val="00A455D0"/>
    <w:rPr>
      <w:b/>
      <w:bCs/>
    </w:rPr>
  </w:style>
  <w:style w:type="paragraph" w:customStyle="1" w:styleId="libLine">
    <w:name w:val="libLine"/>
    <w:basedOn w:val="libNormal"/>
    <w:link w:val="libLineChar"/>
    <w:rsid w:val="00A455D0"/>
    <w:rPr>
      <w:rFonts w:eastAsia="Times New Roman"/>
      <w:sz w:val="26"/>
      <w:szCs w:val="26"/>
    </w:rPr>
  </w:style>
  <w:style w:type="character" w:customStyle="1" w:styleId="libLineChar">
    <w:name w:val="libLine Char"/>
    <w:basedOn w:val="libNormalChar"/>
    <w:link w:val="libLine"/>
    <w:rsid w:val="00A455D0"/>
    <w:rPr>
      <w:rFonts w:eastAsia="Times New Roman"/>
      <w:sz w:val="26"/>
      <w:szCs w:val="26"/>
    </w:rPr>
  </w:style>
  <w:style w:type="paragraph" w:customStyle="1" w:styleId="libItalic">
    <w:name w:val="libItalic"/>
    <w:basedOn w:val="libNormal"/>
    <w:link w:val="libItalicChar"/>
    <w:rsid w:val="0028663A"/>
    <w:rPr>
      <w:i/>
      <w:iCs/>
    </w:rPr>
  </w:style>
  <w:style w:type="character" w:customStyle="1" w:styleId="libItalicChar">
    <w:name w:val="libItalic Char"/>
    <w:basedOn w:val="libNormalChar"/>
    <w:link w:val="libItalic"/>
    <w:rsid w:val="0028663A"/>
    <w:rPr>
      <w:i/>
      <w:iCs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basedOn w:val="libNormalChar"/>
    <w:link w:val="libBoldItalic"/>
    <w:rsid w:val="0028663A"/>
    <w:rPr>
      <w:b/>
      <w:bCs/>
      <w:i/>
      <w:iCs/>
    </w:rPr>
  </w:style>
  <w:style w:type="paragraph" w:customStyle="1" w:styleId="libUnderline">
    <w:name w:val="libUnderline"/>
    <w:basedOn w:val="libNormal"/>
    <w:link w:val="libUnderlineChar"/>
    <w:rsid w:val="0028663A"/>
    <w:rPr>
      <w:u w:val="single"/>
    </w:rPr>
  </w:style>
  <w:style w:type="character" w:customStyle="1" w:styleId="libUnderlineChar">
    <w:name w:val="libUnderline Char"/>
    <w:basedOn w:val="libNormalChar"/>
    <w:link w:val="libUnderline"/>
    <w:rsid w:val="0028663A"/>
    <w:rPr>
      <w:u w:val="single"/>
    </w:rPr>
  </w:style>
  <w:style w:type="paragraph" w:customStyle="1" w:styleId="libUnderlineBold">
    <w:name w:val="libUnderlineBold"/>
    <w:basedOn w:val="libUnderline"/>
    <w:link w:val="libUnderlineBoldChar"/>
    <w:rsid w:val="0028663A"/>
    <w:rPr>
      <w:b/>
      <w:bCs/>
    </w:rPr>
  </w:style>
  <w:style w:type="character" w:customStyle="1" w:styleId="libUnderlineBoldChar">
    <w:name w:val="libUnderlineBold Char"/>
    <w:basedOn w:val="libUnderlineChar"/>
    <w:link w:val="libUnderlineBold"/>
    <w:rsid w:val="0028663A"/>
    <w:rPr>
      <w:b/>
      <w:bCs/>
    </w:rPr>
  </w:style>
  <w:style w:type="paragraph" w:customStyle="1" w:styleId="libUnderlineItalic">
    <w:name w:val="libUnderlineItalic"/>
    <w:basedOn w:val="libUnderline"/>
    <w:link w:val="libUnderlineItalicChar"/>
    <w:rsid w:val="0028663A"/>
    <w:rPr>
      <w:i/>
      <w:iCs/>
    </w:rPr>
  </w:style>
  <w:style w:type="character" w:customStyle="1" w:styleId="libUnderlineItalicChar">
    <w:name w:val="libUnderlineItalic Char"/>
    <w:basedOn w:val="libUnderlineChar"/>
    <w:link w:val="libUnderlineItalic"/>
    <w:rsid w:val="0028663A"/>
    <w:rPr>
      <w:i/>
      <w:iCs/>
    </w:rPr>
  </w:style>
  <w:style w:type="paragraph" w:customStyle="1" w:styleId="libUnderlineBoldItalic">
    <w:name w:val="libUnderlineBoldItalic"/>
    <w:basedOn w:val="libNormal"/>
    <w:link w:val="libUnderlineBoldItalicChar"/>
    <w:rsid w:val="0028663A"/>
    <w:rPr>
      <w:b/>
      <w:bCs/>
      <w:i/>
      <w:iCs/>
      <w:u w:val="single"/>
    </w:rPr>
  </w:style>
  <w:style w:type="character" w:customStyle="1" w:styleId="libUnderlineBoldItalicChar">
    <w:name w:val="libUnderlineBoldItalic Char"/>
    <w:basedOn w:val="libNormalChar"/>
    <w:link w:val="libUnderlineBoldItalic"/>
    <w:rsid w:val="0028663A"/>
    <w:rPr>
      <w:b/>
      <w:bCs/>
      <w:i/>
      <w:iCs/>
      <w:u w:val="single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basedOn w:val="libNormalChar"/>
    <w:link w:val="libFootnotenum"/>
    <w:rsid w:val="00235071"/>
    <w:rPr>
      <w:color w:val="C00000"/>
      <w:sz w:val="24"/>
      <w:szCs w:val="24"/>
      <w:vertAlign w:val="superscript"/>
    </w:rPr>
  </w:style>
  <w:style w:type="paragraph" w:customStyle="1" w:styleId="libAlaem">
    <w:name w:val="libAlaem"/>
    <w:basedOn w:val="libAr"/>
    <w:link w:val="libAlaemChar"/>
    <w:qFormat/>
    <w:rsid w:val="002D0682"/>
    <w:rPr>
      <w:rFonts w:ascii="Rafed Alaem" w:eastAsia="Rafed Alaem" w:hAnsi="Rafed Alaem" w:cs="Rafed Alaem"/>
    </w:rPr>
  </w:style>
  <w:style w:type="character" w:customStyle="1" w:styleId="libAlaemChar">
    <w:name w:val="libAlaem Char"/>
    <w:basedOn w:val="libNormalChar"/>
    <w:link w:val="libAlaem"/>
    <w:rsid w:val="002D0682"/>
    <w:rPr>
      <w:rFonts w:ascii="Rafed Alaem" w:eastAsia="Rafed Alaem" w:hAnsi="Rafed Alaem" w:cs="Rafed Alaem"/>
      <w:szCs w:val="32"/>
    </w:rPr>
  </w:style>
  <w:style w:type="character" w:customStyle="1" w:styleId="libEnChar">
    <w:name w:val="libEn Char"/>
    <w:basedOn w:val="libNormalChar"/>
    <w:link w:val="libEn"/>
    <w:rsid w:val="000E3D11"/>
    <w:rPr>
      <w:rFonts w:asciiTheme="minorBidi" w:hAnsiTheme="minorBidi"/>
      <w:sz w:val="24"/>
    </w:rPr>
  </w:style>
  <w:style w:type="paragraph" w:customStyle="1" w:styleId="libEn">
    <w:name w:val="libEn"/>
    <w:basedOn w:val="libNormal"/>
    <w:link w:val="libEnChar"/>
    <w:qFormat/>
    <w:rsid w:val="00336A70"/>
    <w:rPr>
      <w:rFonts w:asciiTheme="minorBidi" w:hAnsiTheme="minorBidi"/>
      <w:sz w:val="24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eastAsia="SolaimanLip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385"/>
    <w:rPr>
      <w:rFonts w:ascii="Tahoma" w:eastAsiaTheme="minorHAnsi" w:hAnsi="Tahoma" w:cs="Tahoma"/>
      <w:sz w:val="16"/>
      <w:szCs w:val="16"/>
    </w:rPr>
  </w:style>
  <w:style w:type="paragraph" w:styleId="TOCHeading">
    <w:name w:val="TOC Heading"/>
    <w:basedOn w:val="Heading1"/>
    <w:next w:val="libNormal"/>
    <w:uiPriority w:val="39"/>
    <w:unhideWhenUsed/>
    <w:qFormat/>
    <w:rsid w:val="00FD2E0A"/>
    <w:p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TOC1">
    <w:name w:val="toc 1"/>
    <w:basedOn w:val="libNormal"/>
    <w:next w:val="lib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libNormal"/>
    <w:next w:val="libNormal"/>
    <w:autoRedefine/>
    <w:uiPriority w:val="39"/>
    <w:unhideWhenUsed/>
    <w:qFormat/>
    <w:rsid w:val="006854AB"/>
    <w:pPr>
      <w:tabs>
        <w:tab w:val="right" w:leader="dot" w:pos="9350"/>
      </w:tabs>
      <w:ind w:left="220"/>
    </w:pPr>
    <w:rPr>
      <w:rFonts w:eastAsiaTheme="minorEastAsia"/>
      <w:noProof/>
    </w:rPr>
  </w:style>
  <w:style w:type="paragraph" w:styleId="TOC3">
    <w:name w:val="toc 3"/>
    <w:basedOn w:val="libNormal"/>
    <w:next w:val="libNormal"/>
    <w:autoRedefine/>
    <w:uiPriority w:val="39"/>
    <w:unhideWhenUsed/>
    <w:qFormat/>
    <w:rsid w:val="00FD2E0A"/>
    <w:pPr>
      <w:spacing w:after="100"/>
      <w:ind w:left="440"/>
    </w:pPr>
    <w:rPr>
      <w:rFonts w:eastAsiaTheme="minorEastAsia"/>
    </w:rPr>
  </w:style>
  <w:style w:type="paragraph" w:customStyle="1" w:styleId="libTitr1">
    <w:name w:val="libTitr1"/>
    <w:basedOn w:val="libCenterBold1"/>
    <w:rsid w:val="00776659"/>
    <w:rPr>
      <w:sz w:val="56"/>
      <w:szCs w:val="56"/>
    </w:rPr>
  </w:style>
  <w:style w:type="paragraph" w:customStyle="1" w:styleId="libArCenter">
    <w:name w:val="libArCenter"/>
    <w:basedOn w:val="libAr"/>
    <w:qFormat/>
    <w:rsid w:val="000C0B2A"/>
    <w:pPr>
      <w:jc w:val="center"/>
    </w:pPr>
    <w:rPr>
      <w:lang w:bidi="bn-IN"/>
    </w:rPr>
  </w:style>
  <w:style w:type="paragraph" w:styleId="TOC4">
    <w:name w:val="toc 4"/>
    <w:basedOn w:val="Normal"/>
    <w:next w:val="Normal"/>
    <w:autoRedefine/>
    <w:uiPriority w:val="39"/>
    <w:unhideWhenUsed/>
    <w:rsid w:val="001B2552"/>
    <w:pPr>
      <w:spacing w:after="100" w:line="276" w:lineRule="auto"/>
      <w:ind w:left="660"/>
    </w:pPr>
    <w:rPr>
      <w:rFonts w:ascii="SolaimanLipi" w:hAnsi="SolaimanLipi" w:cs="SolaimanLipi"/>
    </w:rPr>
  </w:style>
  <w:style w:type="paragraph" w:styleId="TOC5">
    <w:name w:val="toc 5"/>
    <w:basedOn w:val="Normal"/>
    <w:next w:val="Normal"/>
    <w:autoRedefine/>
    <w:uiPriority w:val="39"/>
    <w:unhideWhenUsed/>
    <w:rsid w:val="001B2552"/>
    <w:pPr>
      <w:spacing w:after="100" w:line="276" w:lineRule="auto"/>
      <w:ind w:left="880"/>
    </w:pPr>
    <w:rPr>
      <w:rFonts w:ascii="SolaimanLipi" w:hAnsi="SolaimanLipi" w:cs="SolaimanLipi"/>
    </w:rPr>
  </w:style>
  <w:style w:type="paragraph" w:styleId="TOC6">
    <w:name w:val="toc 6"/>
    <w:basedOn w:val="Normal"/>
    <w:next w:val="Normal"/>
    <w:autoRedefine/>
    <w:uiPriority w:val="39"/>
    <w:unhideWhenUsed/>
    <w:rsid w:val="001B2552"/>
    <w:pPr>
      <w:spacing w:after="100" w:line="276" w:lineRule="auto"/>
      <w:ind w:left="1100"/>
    </w:pPr>
    <w:rPr>
      <w:rFonts w:ascii="SolaimanLipi" w:hAnsi="SolaimanLipi" w:cs="SolaimanLipi"/>
    </w:rPr>
  </w:style>
  <w:style w:type="paragraph" w:styleId="TOC7">
    <w:name w:val="toc 7"/>
    <w:basedOn w:val="Normal"/>
    <w:next w:val="Normal"/>
    <w:autoRedefine/>
    <w:uiPriority w:val="39"/>
    <w:unhideWhenUsed/>
    <w:rsid w:val="001B2552"/>
    <w:pPr>
      <w:spacing w:after="100" w:line="276" w:lineRule="auto"/>
      <w:ind w:left="1320"/>
    </w:pPr>
    <w:rPr>
      <w:rFonts w:ascii="SolaimanLipi" w:hAnsi="SolaimanLipi" w:cs="SolaimanLipi"/>
    </w:rPr>
  </w:style>
  <w:style w:type="paragraph" w:styleId="TOC8">
    <w:name w:val="toc 8"/>
    <w:basedOn w:val="Normal"/>
    <w:next w:val="Normal"/>
    <w:autoRedefine/>
    <w:uiPriority w:val="39"/>
    <w:unhideWhenUsed/>
    <w:rsid w:val="001B2552"/>
    <w:pPr>
      <w:spacing w:after="100" w:line="276" w:lineRule="auto"/>
      <w:ind w:left="1540"/>
    </w:pPr>
    <w:rPr>
      <w:rFonts w:ascii="SolaimanLipi" w:hAnsi="SolaimanLipi" w:cs="SolaimanLipi"/>
    </w:rPr>
  </w:style>
  <w:style w:type="paragraph" w:styleId="TOC9">
    <w:name w:val="toc 9"/>
    <w:basedOn w:val="Normal"/>
    <w:next w:val="Normal"/>
    <w:autoRedefine/>
    <w:uiPriority w:val="39"/>
    <w:unhideWhenUsed/>
    <w:rsid w:val="001B2552"/>
    <w:pPr>
      <w:spacing w:after="100" w:line="276" w:lineRule="auto"/>
      <w:ind w:left="1760"/>
    </w:pPr>
    <w:rPr>
      <w:rFonts w:ascii="SolaimanLipi" w:hAnsi="SolaimanLipi" w:cs="SolaimanLipi"/>
    </w:rPr>
  </w:style>
  <w:style w:type="paragraph" w:customStyle="1" w:styleId="libPoemTini">
    <w:name w:val="libPoemTini"/>
    <w:basedOn w:val="Normal"/>
    <w:link w:val="libPoemTiniChar"/>
    <w:rsid w:val="000858AF"/>
    <w:pPr>
      <w:bidi/>
      <w:spacing w:after="0" w:line="240" w:lineRule="auto"/>
      <w:jc w:val="highKashida"/>
    </w:pPr>
    <w:rPr>
      <w:rFonts w:ascii="Times New Roman" w:eastAsia="Times New Roman" w:hAnsi="Times New Roman" w:cs="Traditional Arabic"/>
      <w:color w:val="000000"/>
      <w:sz w:val="24"/>
      <w:szCs w:val="2"/>
    </w:rPr>
  </w:style>
  <w:style w:type="character" w:customStyle="1" w:styleId="libPoemTiniChar">
    <w:name w:val="libPoemTini Char"/>
    <w:basedOn w:val="DefaultParagraphFont"/>
    <w:link w:val="libPoemTini"/>
    <w:rsid w:val="000858AF"/>
    <w:rPr>
      <w:rFonts w:ascii="Times New Roman" w:eastAsia="Times New Roman" w:hAnsi="Times New Roman" w:cs="Traditional Arabic"/>
      <w:color w:val="000000"/>
      <w:sz w:val="24"/>
      <w:szCs w:val="2"/>
    </w:rPr>
  </w:style>
  <w:style w:type="paragraph" w:customStyle="1" w:styleId="libArCenterBold">
    <w:name w:val="libArCenterBold"/>
    <w:basedOn w:val="libAr"/>
    <w:rsid w:val="000C0B2A"/>
    <w:pPr>
      <w:jc w:val="center"/>
    </w:pPr>
    <w:rPr>
      <w:rFonts w:ascii="Traditional Arabic" w:eastAsia="Traditional Arabic" w:hAnsi="Traditional Arabic"/>
      <w:b/>
      <w:bCs/>
      <w:szCs w:val="36"/>
    </w:rPr>
  </w:style>
  <w:style w:type="paragraph" w:customStyle="1" w:styleId="libPoem">
    <w:name w:val="libPoem"/>
    <w:basedOn w:val="Normal"/>
    <w:link w:val="libPoemChar"/>
    <w:rsid w:val="000858AF"/>
    <w:pPr>
      <w:bidi/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4"/>
      <w:szCs w:val="30"/>
    </w:rPr>
  </w:style>
  <w:style w:type="character" w:customStyle="1" w:styleId="libPoemChar">
    <w:name w:val="libPoem Char"/>
    <w:basedOn w:val="DefaultParagraphFont"/>
    <w:link w:val="libPoem"/>
    <w:rsid w:val="000858AF"/>
    <w:rPr>
      <w:rFonts w:ascii="Times New Roman" w:eastAsia="Times New Roman" w:hAnsi="Times New Roman" w:cs="Traditional Arabic"/>
      <w:color w:val="000000"/>
      <w:sz w:val="24"/>
      <w:szCs w:val="30"/>
    </w:rPr>
  </w:style>
  <w:style w:type="table" w:styleId="TableGrid">
    <w:name w:val="Table Grid"/>
    <w:basedOn w:val="TableNormal"/>
    <w:rsid w:val="000858AF"/>
    <w:pPr>
      <w:bidi/>
      <w:jc w:val="lowKashida"/>
    </w:pPr>
    <w:rPr>
      <w:rFonts w:ascii="Times New Roman" w:eastAsia="Times New Roman" w:hAnsi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873980"/>
    <w:pPr>
      <w:spacing w:after="0" w:line="240" w:lineRule="auto"/>
    </w:pPr>
    <w:rPr>
      <w:rFonts w:ascii="Tahoma" w:eastAsia="SolaimanLipi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73980"/>
    <w:rPr>
      <w:rFonts w:ascii="Tahoma" w:eastAsia="SolaimanLipi" w:hAnsi="Tahoma" w:cs="Tahoma"/>
      <w:sz w:val="16"/>
      <w:szCs w:val="16"/>
    </w:rPr>
  </w:style>
  <w:style w:type="paragraph" w:customStyle="1" w:styleId="libTitr2">
    <w:name w:val="libTitr2"/>
    <w:basedOn w:val="libTitr1"/>
    <w:qFormat/>
    <w:rsid w:val="000E3D11"/>
    <w:rPr>
      <w:sz w:val="48"/>
      <w:szCs w:val="48"/>
    </w:rPr>
  </w:style>
  <w:style w:type="paragraph" w:customStyle="1" w:styleId="libNotice">
    <w:name w:val="libNotice"/>
    <w:basedOn w:val="libNormal"/>
    <w:qFormat/>
    <w:rsid w:val="000E3D11"/>
    <w:rPr>
      <w:color w:val="FF0000"/>
    </w:rPr>
  </w:style>
  <w:style w:type="paragraph" w:customStyle="1" w:styleId="libFootnoteAr">
    <w:name w:val="libFootnoteAr"/>
    <w:basedOn w:val="libAr"/>
    <w:next w:val="libAr"/>
    <w:link w:val="libFootnoteArChar"/>
    <w:qFormat/>
    <w:rsid w:val="002D0682"/>
    <w:rPr>
      <w:sz w:val="26"/>
      <w:szCs w:val="26"/>
    </w:rPr>
  </w:style>
  <w:style w:type="character" w:customStyle="1" w:styleId="libFootnoteArChar">
    <w:name w:val="libFootnoteAr Char"/>
    <w:basedOn w:val="libArChar"/>
    <w:link w:val="libFootnoteAr"/>
    <w:rsid w:val="00313FD6"/>
    <w:rPr>
      <w:sz w:val="26"/>
      <w:szCs w:val="26"/>
    </w:rPr>
  </w:style>
  <w:style w:type="paragraph" w:customStyle="1" w:styleId="libArChar0">
    <w:name w:val="libArChar"/>
    <w:basedOn w:val="libAr"/>
    <w:link w:val="libArCharChar"/>
    <w:rsid w:val="002D259D"/>
    <w:pPr>
      <w:bidi w:val="0"/>
      <w:ind w:firstLine="288"/>
    </w:pPr>
    <w:rPr>
      <w:rFonts w:eastAsia="Times New Roman"/>
    </w:rPr>
  </w:style>
  <w:style w:type="character" w:customStyle="1" w:styleId="libArCharChar">
    <w:name w:val="libArChar Char"/>
    <w:basedOn w:val="libArChar"/>
    <w:link w:val="libArChar0"/>
    <w:rsid w:val="002D259D"/>
    <w:rPr>
      <w:rFonts w:eastAsia="Times New Roman"/>
    </w:rPr>
  </w:style>
  <w:style w:type="paragraph" w:customStyle="1" w:styleId="libLink">
    <w:name w:val="libLink"/>
    <w:basedOn w:val="libEn"/>
    <w:link w:val="libLinkChar"/>
    <w:rsid w:val="00CB01CB"/>
    <w:pPr>
      <w:jc w:val="center"/>
    </w:pPr>
    <w:rPr>
      <w:b/>
      <w:bCs/>
      <w:sz w:val="48"/>
    </w:rPr>
  </w:style>
  <w:style w:type="character" w:customStyle="1" w:styleId="libLinkChar">
    <w:name w:val="libLink Char"/>
    <w:basedOn w:val="libEnChar"/>
    <w:link w:val="libLink"/>
    <w:rsid w:val="00CB01CB"/>
    <w:rPr>
      <w:b/>
      <w:bCs/>
      <w:sz w:val="48"/>
    </w:rPr>
  </w:style>
  <w:style w:type="paragraph" w:customStyle="1" w:styleId="libFootnotenum0">
    <w:name w:val="libFootnote_num"/>
    <w:basedOn w:val="libFootnote"/>
    <w:next w:val="libFootnote"/>
    <w:link w:val="libFootnotenumChar0"/>
    <w:qFormat/>
    <w:rsid w:val="0063395D"/>
    <w:pPr>
      <w:bidi/>
      <w:spacing w:line="240" w:lineRule="auto"/>
      <w:ind w:firstLine="289"/>
      <w:jc w:val="lowKashida"/>
    </w:pPr>
    <w:rPr>
      <w:rFonts w:ascii="Times New Roman" w:eastAsia="Times New Roman" w:hAnsi="Times New Roman" w:cs="Traditional Arabic"/>
      <w:color w:val="C00000"/>
      <w:sz w:val="22"/>
      <w:vertAlign w:val="superscript"/>
      <w:lang w:bidi="bn-IN"/>
    </w:rPr>
  </w:style>
  <w:style w:type="character" w:customStyle="1" w:styleId="libFootnotenumChar0">
    <w:name w:val="libFootnote_num Char"/>
    <w:basedOn w:val="libFootnoteChar"/>
    <w:link w:val="libFootnotenum0"/>
    <w:rsid w:val="0063395D"/>
    <w:rPr>
      <w:rFonts w:ascii="Times New Roman" w:eastAsia="Times New Roman" w:hAnsi="Times New Roman" w:cs="Traditional Arabic"/>
      <w:color w:val="C00000"/>
      <w:sz w:val="22"/>
      <w:vertAlign w:val="superscript"/>
      <w:lang w:bidi="bn-I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395D"/>
    <w:rPr>
      <w:rFonts w:asciiTheme="minorHAnsi" w:eastAsiaTheme="minorEastAsia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395D"/>
    <w:pPr>
      <w:spacing w:after="0" w:line="240" w:lineRule="auto"/>
    </w:pPr>
    <w:rPr>
      <w:sz w:val="20"/>
      <w:szCs w:val="20"/>
    </w:rPr>
  </w:style>
  <w:style w:type="paragraph" w:customStyle="1" w:styleId="libArBold">
    <w:name w:val="libArBold"/>
    <w:basedOn w:val="libAr"/>
    <w:link w:val="libArBoldChar"/>
    <w:rsid w:val="0063395D"/>
    <w:rPr>
      <w:b/>
      <w:bCs/>
    </w:rPr>
  </w:style>
  <w:style w:type="character" w:customStyle="1" w:styleId="libArBoldChar">
    <w:name w:val="libArBold Char"/>
    <w:basedOn w:val="libArChar"/>
    <w:link w:val="libArBold"/>
    <w:rsid w:val="0063395D"/>
    <w:rPr>
      <w:b/>
      <w:bCs/>
    </w:rPr>
  </w:style>
  <w:style w:type="paragraph" w:customStyle="1" w:styleId="libNormal0">
    <w:name w:val="libNormal0"/>
    <w:basedOn w:val="libNormal"/>
    <w:next w:val="libNormal"/>
    <w:link w:val="libNormal0Char"/>
    <w:rsid w:val="0063395D"/>
    <w:pPr>
      <w:bidi/>
      <w:spacing w:line="240" w:lineRule="auto"/>
      <w:jc w:val="lowKashida"/>
    </w:pPr>
    <w:rPr>
      <w:rFonts w:ascii="Times New Roman" w:eastAsia="Times New Roman" w:hAnsi="Times New Roman" w:cs="Traditional Arabic"/>
      <w:sz w:val="24"/>
      <w:szCs w:val="32"/>
    </w:rPr>
  </w:style>
  <w:style w:type="character" w:customStyle="1" w:styleId="libNormal0Char">
    <w:name w:val="libNormal0 Char"/>
    <w:basedOn w:val="DefaultParagraphFont"/>
    <w:link w:val="libNormal0"/>
    <w:rsid w:val="0063395D"/>
    <w:rPr>
      <w:rFonts w:ascii="Times New Roman" w:eastAsia="Times New Roman" w:hAnsi="Times New Roman" w:cs="Traditional Arabic"/>
      <w:color w:val="000000"/>
      <w:sz w:val="24"/>
      <w:szCs w:val="32"/>
    </w:rPr>
  </w:style>
  <w:style w:type="paragraph" w:customStyle="1" w:styleId="libVar">
    <w:name w:val="libVar"/>
    <w:basedOn w:val="libNormal"/>
    <w:next w:val="libNormal"/>
    <w:link w:val="libVarChar"/>
    <w:rsid w:val="0063395D"/>
    <w:pPr>
      <w:bidi/>
      <w:spacing w:line="168" w:lineRule="auto"/>
      <w:ind w:firstLine="288"/>
      <w:jc w:val="lowKashida"/>
    </w:pPr>
    <w:rPr>
      <w:rFonts w:ascii="Times New Roman" w:eastAsia="Times New Roman" w:hAnsi="Times New Roman" w:cs="B Badr"/>
      <w:sz w:val="32"/>
    </w:rPr>
  </w:style>
  <w:style w:type="character" w:customStyle="1" w:styleId="libVarChar">
    <w:name w:val="libVar Char"/>
    <w:basedOn w:val="libNormalChar"/>
    <w:link w:val="libVar"/>
    <w:rsid w:val="0063395D"/>
    <w:rPr>
      <w:rFonts w:ascii="Times New Roman" w:eastAsia="Times New Roman" w:hAnsi="Times New Roman" w:cs="B Badr"/>
      <w:sz w:val="32"/>
    </w:rPr>
  </w:style>
  <w:style w:type="paragraph" w:customStyle="1" w:styleId="libPoemTiniChar0">
    <w:name w:val="libPoemTiniChar"/>
    <w:basedOn w:val="libPoemTini"/>
    <w:link w:val="libPoemTiniCharChar"/>
    <w:qFormat/>
    <w:rsid w:val="0063395D"/>
    <w:pPr>
      <w:spacing w:line="168" w:lineRule="auto"/>
    </w:pPr>
    <w:rPr>
      <w:rFonts w:cs="B Badr"/>
      <w:sz w:val="2"/>
    </w:rPr>
  </w:style>
  <w:style w:type="character" w:customStyle="1" w:styleId="libPoemTiniCharChar">
    <w:name w:val="libPoemTiniChar Char"/>
    <w:basedOn w:val="libPoemTiniChar"/>
    <w:link w:val="libPoemTiniChar0"/>
    <w:rsid w:val="0063395D"/>
    <w:rPr>
      <w:rFonts w:cs="B Badr"/>
      <w:sz w:val="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3395D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633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395D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63395D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libPoemCenter">
    <w:name w:val="libPoemCenter"/>
    <w:basedOn w:val="libPoem"/>
    <w:next w:val="libPoem"/>
    <w:rsid w:val="0063395D"/>
    <w:pPr>
      <w:jc w:val="center"/>
    </w:pPr>
    <w:rPr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b%20back%20up\faysal\FAYSAL\faysal\HASSANAIN%20BOOK\new%20template\new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CE639-0E7B-4A01-84FC-0A54D223F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template</Template>
  <TotalTime>238</TotalTime>
  <Pages>133</Pages>
  <Words>31263</Words>
  <Characters>178202</Characters>
  <Application>Microsoft Office Word</Application>
  <DocSecurity>0</DocSecurity>
  <Lines>1485</Lines>
  <Paragraphs>418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209047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Feysal</dc:creator>
  <cp:lastModifiedBy>Feysal</cp:lastModifiedBy>
  <cp:revision>16</cp:revision>
  <cp:lastPrinted>2017-06-20T08:11:00Z</cp:lastPrinted>
  <dcterms:created xsi:type="dcterms:W3CDTF">2018-11-02T13:23:00Z</dcterms:created>
  <dcterms:modified xsi:type="dcterms:W3CDTF">2018-11-03T08:22:00Z</dcterms:modified>
</cp:coreProperties>
</file>