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FC9" w:rsidRPr="00BE5E6E" w:rsidRDefault="000B5FC9" w:rsidP="00E242B2">
      <w:pPr>
        <w:pStyle w:val="libCenterTitr"/>
        <w:rPr>
          <w:lang w:bidi="bn-BD"/>
        </w:rPr>
      </w:pPr>
      <w:r w:rsidRPr="00BE5E6E">
        <w:rPr>
          <w:cs/>
          <w:lang w:bidi="bn-BD"/>
        </w:rPr>
        <w:t>শিয়াদের মৌলিক বিশ্বাস</w:t>
      </w:r>
    </w:p>
    <w:p w:rsidR="000B5FC9" w:rsidRPr="00E242B2" w:rsidRDefault="000B5FC9" w:rsidP="00E242B2">
      <w:pPr>
        <w:pStyle w:val="libNormal"/>
        <w:rPr>
          <w:lang w:bidi="bn-BD"/>
        </w:rPr>
      </w:pPr>
    </w:p>
    <w:p w:rsidR="003F57AD" w:rsidRPr="00E242B2" w:rsidRDefault="003F57AD" w:rsidP="00E242B2">
      <w:pPr>
        <w:pStyle w:val="libNormal"/>
        <w:rPr>
          <w:lang w:bidi="bn-BD"/>
        </w:rPr>
      </w:pPr>
    </w:p>
    <w:p w:rsidR="003F57AD" w:rsidRPr="00E242B2" w:rsidRDefault="003F57AD" w:rsidP="00E242B2">
      <w:pPr>
        <w:pStyle w:val="libNormal"/>
        <w:rPr>
          <w:lang w:bidi="bn-BD"/>
        </w:rPr>
      </w:pPr>
    </w:p>
    <w:p w:rsidR="003F57AD" w:rsidRDefault="003F57AD" w:rsidP="00E242B2">
      <w:pPr>
        <w:pStyle w:val="libNormal"/>
        <w:rPr>
          <w:lang w:bidi="bn-BD"/>
        </w:rPr>
      </w:pPr>
    </w:p>
    <w:p w:rsidR="008B321B" w:rsidRPr="00E242B2" w:rsidRDefault="008B321B" w:rsidP="00E242B2">
      <w:pPr>
        <w:pStyle w:val="libNormal"/>
        <w:rPr>
          <w:lang w:bidi="bn-BD"/>
        </w:rPr>
      </w:pPr>
    </w:p>
    <w:p w:rsidR="003F57AD" w:rsidRPr="00E242B2" w:rsidRDefault="003F57AD" w:rsidP="00E242B2">
      <w:pPr>
        <w:pStyle w:val="libNormal"/>
        <w:rPr>
          <w:lang w:bidi="bn-BD"/>
        </w:rPr>
      </w:pPr>
    </w:p>
    <w:p w:rsidR="003F57AD" w:rsidRPr="00E242B2" w:rsidRDefault="003F57AD" w:rsidP="00E242B2">
      <w:pPr>
        <w:pStyle w:val="libNormal"/>
        <w:rPr>
          <w:lang w:bidi="bn-BD"/>
        </w:rPr>
      </w:pPr>
    </w:p>
    <w:p w:rsidR="008B321B" w:rsidRPr="008B321B" w:rsidRDefault="008B321B" w:rsidP="008B321B">
      <w:pPr>
        <w:pStyle w:val="libCenter"/>
        <w:rPr>
          <w:lang w:bidi="bn-BD"/>
        </w:rPr>
      </w:pPr>
      <w:r w:rsidRPr="008B321B">
        <w:rPr>
          <w:rFonts w:hint="cs"/>
          <w:cs/>
          <w:lang w:bidi="bn-BD"/>
        </w:rPr>
        <w:t>মূল</w:t>
      </w:r>
      <w:r w:rsidRPr="008B321B">
        <w:rPr>
          <w:cs/>
          <w:lang w:bidi="bn-BD"/>
        </w:rPr>
        <w:t xml:space="preserve"> </w:t>
      </w:r>
      <w:r w:rsidRPr="008B321B">
        <w:rPr>
          <w:rFonts w:hint="cs"/>
          <w:cs/>
          <w:lang w:bidi="bn-BD"/>
        </w:rPr>
        <w:t>লেখক</w:t>
      </w:r>
      <w:r w:rsidRPr="008B321B">
        <w:rPr>
          <w:cs/>
          <w:lang w:bidi="bn-BD"/>
        </w:rPr>
        <w:t xml:space="preserve">  : </w:t>
      </w:r>
      <w:r w:rsidRPr="008B321B">
        <w:rPr>
          <w:rFonts w:hint="cs"/>
          <w:cs/>
          <w:lang w:bidi="bn-BD"/>
        </w:rPr>
        <w:t>আল্লামা</w:t>
      </w:r>
      <w:r w:rsidRPr="008B321B">
        <w:rPr>
          <w:cs/>
          <w:lang w:bidi="bn-BD"/>
        </w:rPr>
        <w:t xml:space="preserve"> </w:t>
      </w:r>
      <w:r w:rsidRPr="008B321B">
        <w:rPr>
          <w:rFonts w:hint="cs"/>
          <w:cs/>
          <w:lang w:bidi="bn-BD"/>
        </w:rPr>
        <w:t>মুহাম্মাদ</w:t>
      </w:r>
      <w:r w:rsidRPr="008B321B">
        <w:rPr>
          <w:cs/>
          <w:lang w:bidi="bn-BD"/>
        </w:rPr>
        <w:t xml:space="preserve"> </w:t>
      </w:r>
      <w:r w:rsidRPr="008B321B">
        <w:rPr>
          <w:rFonts w:hint="cs"/>
          <w:cs/>
          <w:lang w:bidi="bn-BD"/>
        </w:rPr>
        <w:t>রেজা</w:t>
      </w:r>
      <w:r w:rsidRPr="008B321B">
        <w:rPr>
          <w:cs/>
          <w:lang w:bidi="bn-BD"/>
        </w:rPr>
        <w:t xml:space="preserve"> </w:t>
      </w:r>
      <w:r w:rsidRPr="008B321B">
        <w:rPr>
          <w:rFonts w:hint="cs"/>
          <w:cs/>
          <w:lang w:bidi="bn-BD"/>
        </w:rPr>
        <w:t>আল</w:t>
      </w:r>
      <w:r w:rsidRPr="008B321B">
        <w:rPr>
          <w:cs/>
          <w:lang w:bidi="bn-BD"/>
        </w:rPr>
        <w:t>-</w:t>
      </w:r>
      <w:r w:rsidRPr="008B321B">
        <w:rPr>
          <w:rFonts w:hint="cs"/>
          <w:cs/>
          <w:lang w:bidi="bn-BD"/>
        </w:rPr>
        <w:t>মুজাফফর</w:t>
      </w:r>
    </w:p>
    <w:p w:rsidR="003F57AD" w:rsidRDefault="008B321B" w:rsidP="008B321B">
      <w:pPr>
        <w:pStyle w:val="libCenter"/>
        <w:rPr>
          <w:lang w:bidi="bn-BD"/>
        </w:rPr>
      </w:pPr>
      <w:r w:rsidRPr="008B321B">
        <w:rPr>
          <w:rFonts w:hint="cs"/>
          <w:cs/>
          <w:lang w:bidi="bn-BD"/>
        </w:rPr>
        <w:t>ভাষান্তরে</w:t>
      </w:r>
      <w:r w:rsidRPr="008B321B">
        <w:rPr>
          <w:cs/>
          <w:lang w:bidi="bn-BD"/>
        </w:rPr>
        <w:t xml:space="preserve"> : </w:t>
      </w:r>
      <w:r w:rsidRPr="008B321B">
        <w:rPr>
          <w:rFonts w:hint="cs"/>
          <w:cs/>
          <w:lang w:bidi="bn-BD"/>
        </w:rPr>
        <w:t>মোঃ</w:t>
      </w:r>
      <w:r w:rsidRPr="008B321B">
        <w:rPr>
          <w:cs/>
          <w:lang w:bidi="bn-BD"/>
        </w:rPr>
        <w:t xml:space="preserve"> </w:t>
      </w:r>
      <w:r w:rsidRPr="008B321B">
        <w:rPr>
          <w:rFonts w:hint="cs"/>
          <w:cs/>
          <w:lang w:bidi="bn-BD"/>
        </w:rPr>
        <w:t>মাঈন</w:t>
      </w:r>
      <w:r w:rsidRPr="008B321B">
        <w:rPr>
          <w:cs/>
          <w:lang w:bidi="bn-BD"/>
        </w:rPr>
        <w:t xml:space="preserve"> </w:t>
      </w:r>
      <w:r w:rsidRPr="008B321B">
        <w:rPr>
          <w:rFonts w:hint="cs"/>
          <w:cs/>
          <w:lang w:bidi="bn-BD"/>
        </w:rPr>
        <w:t>উদ্দিন</w:t>
      </w:r>
      <w:r w:rsidRPr="008B321B">
        <w:rPr>
          <w:cs/>
          <w:lang w:bidi="bn-BD"/>
        </w:rPr>
        <w:t xml:space="preserve"> </w:t>
      </w:r>
      <w:r w:rsidRPr="008B321B">
        <w:rPr>
          <w:rFonts w:hint="cs"/>
          <w:cs/>
          <w:lang w:bidi="bn-BD"/>
        </w:rPr>
        <w:t>তালুকদার</w:t>
      </w:r>
    </w:p>
    <w:p w:rsidR="008B321B" w:rsidRPr="0072100A" w:rsidRDefault="008B321B" w:rsidP="0072100A">
      <w:r>
        <w:rPr>
          <w:lang w:bidi="bn-BD"/>
        </w:rPr>
        <w:br w:type="page"/>
      </w:r>
    </w:p>
    <w:p w:rsidR="000B5FC9" w:rsidRPr="00E242B2" w:rsidRDefault="000B5FC9" w:rsidP="00E242B2">
      <w:pPr>
        <w:pStyle w:val="libNormal"/>
        <w:rPr>
          <w:lang w:bidi="bn-BD"/>
        </w:rPr>
      </w:pPr>
      <w:r w:rsidRPr="00E242B2">
        <w:rPr>
          <w:cs/>
          <w:lang w:bidi="bn-BD"/>
        </w:rPr>
        <w:lastRenderedPageBreak/>
        <w:t>শিয়াদের মৌলিক বিশ্বাস</w:t>
      </w:r>
    </w:p>
    <w:p w:rsidR="000B5FC9" w:rsidRPr="00E242B2" w:rsidRDefault="000B5FC9" w:rsidP="00E242B2">
      <w:pPr>
        <w:pStyle w:val="libNormal"/>
        <w:rPr>
          <w:lang w:bidi="bn-BD"/>
        </w:rPr>
      </w:pPr>
      <w:r w:rsidRPr="00E242B2">
        <w:rPr>
          <w:cs/>
          <w:lang w:bidi="bn-BD"/>
        </w:rPr>
        <w:t xml:space="preserve">মূল শিরোণাম </w:t>
      </w:r>
      <w:r w:rsidRPr="00E242B2">
        <w:rPr>
          <w:rtl/>
          <w:cs/>
          <w:lang w:bidi="bn-BD"/>
        </w:rPr>
        <w:tab/>
      </w:r>
      <w:r w:rsidR="00456033" w:rsidRPr="00E242B2">
        <w:rPr>
          <w:rtl/>
          <w:cs/>
          <w:lang w:bidi="bn-BD"/>
        </w:rPr>
        <w:t xml:space="preserve"> :</w:t>
      </w:r>
      <w:r w:rsidRPr="00E242B2">
        <w:rPr>
          <w:cs/>
          <w:lang w:bidi="bn-BD"/>
        </w:rPr>
        <w:t xml:space="preserve"> আকাঈদ আল</w:t>
      </w:r>
      <w:r w:rsidRPr="00E242B2">
        <w:rPr>
          <w:rtl/>
          <w:cs/>
          <w:lang w:bidi="bn-BD"/>
        </w:rPr>
        <w:t>-ইমামীয়াহ</w:t>
      </w:r>
    </w:p>
    <w:p w:rsidR="000B5FC9" w:rsidRPr="00E242B2" w:rsidRDefault="000B5FC9" w:rsidP="008B321B">
      <w:pPr>
        <w:pStyle w:val="libNormal"/>
        <w:rPr>
          <w:lang w:bidi="bn-BD"/>
        </w:rPr>
      </w:pPr>
      <w:r w:rsidRPr="00E242B2">
        <w:rPr>
          <w:cs/>
          <w:lang w:bidi="bn-BD"/>
        </w:rPr>
        <w:t xml:space="preserve">মূল লেখক </w:t>
      </w:r>
      <w:r w:rsidR="00456033" w:rsidRPr="00E242B2">
        <w:rPr>
          <w:rtl/>
          <w:cs/>
          <w:lang w:bidi="bn-BD"/>
        </w:rPr>
        <w:t xml:space="preserve"> :</w:t>
      </w:r>
      <w:r w:rsidRPr="00E242B2">
        <w:rPr>
          <w:cs/>
          <w:lang w:bidi="bn-BD"/>
        </w:rPr>
        <w:t xml:space="preserve"> আল্লামা মুহাম্মাদ রেজা আল</w:t>
      </w:r>
      <w:r w:rsidRPr="00E242B2">
        <w:rPr>
          <w:rtl/>
          <w:cs/>
          <w:lang w:bidi="bn-BD"/>
        </w:rPr>
        <w:t>-মুজাফফর</w:t>
      </w:r>
    </w:p>
    <w:p w:rsidR="000B5FC9" w:rsidRPr="00E242B2" w:rsidRDefault="000B5FC9" w:rsidP="00E242B2">
      <w:pPr>
        <w:pStyle w:val="libNormal"/>
        <w:rPr>
          <w:lang w:bidi="bn-BD"/>
        </w:rPr>
      </w:pPr>
      <w:r w:rsidRPr="00E242B2">
        <w:rPr>
          <w:cs/>
          <w:lang w:bidi="bn-BD"/>
        </w:rPr>
        <w:t>অনুবাদ</w:t>
      </w:r>
      <w:r w:rsidR="00456033" w:rsidRPr="00E242B2">
        <w:rPr>
          <w:rtl/>
          <w:cs/>
          <w:lang w:bidi="bn-BD"/>
        </w:rPr>
        <w:t xml:space="preserve"> :</w:t>
      </w:r>
      <w:r w:rsidRPr="00E242B2">
        <w:rPr>
          <w:cs/>
          <w:lang w:bidi="bn-BD"/>
        </w:rPr>
        <w:t xml:space="preserve"> মোঃ মাঈন উদ্দিন তালুকদার</w:t>
      </w:r>
    </w:p>
    <w:p w:rsidR="000B5FC9" w:rsidRPr="00E242B2" w:rsidRDefault="000B5FC9" w:rsidP="008B321B">
      <w:pPr>
        <w:pStyle w:val="libNormal"/>
        <w:rPr>
          <w:lang w:bidi="bn-BD"/>
        </w:rPr>
      </w:pPr>
      <w:r w:rsidRPr="00E242B2">
        <w:rPr>
          <w:cs/>
          <w:lang w:bidi="bn-BD"/>
        </w:rPr>
        <w:t xml:space="preserve">সম্পাদনা </w:t>
      </w:r>
      <w:r w:rsidR="00456033" w:rsidRPr="00E242B2">
        <w:rPr>
          <w:rtl/>
          <w:cs/>
          <w:lang w:bidi="bn-BD"/>
        </w:rPr>
        <w:t xml:space="preserve"> :</w:t>
      </w:r>
      <w:r w:rsidRPr="00E242B2">
        <w:rPr>
          <w:cs/>
          <w:lang w:bidi="bn-BD"/>
        </w:rPr>
        <w:t xml:space="preserve"> শেখ মোঃ শহীদুজ্জামান</w:t>
      </w:r>
    </w:p>
    <w:p w:rsidR="000B5FC9" w:rsidRDefault="000B5FC9" w:rsidP="008B321B">
      <w:pPr>
        <w:pStyle w:val="libNormal"/>
        <w:rPr>
          <w:lang w:bidi="bn-BD"/>
        </w:rPr>
      </w:pPr>
      <w:r w:rsidRPr="00E242B2">
        <w:rPr>
          <w:cs/>
          <w:lang w:bidi="bn-BD"/>
        </w:rPr>
        <w:t>প্রকাশক</w:t>
      </w:r>
      <w:r w:rsidR="00456033" w:rsidRPr="00E242B2">
        <w:rPr>
          <w:rtl/>
          <w:cs/>
          <w:lang w:bidi="bn-BD"/>
        </w:rPr>
        <w:t xml:space="preserve"> :</w:t>
      </w:r>
      <w:r w:rsidRPr="00E242B2">
        <w:rPr>
          <w:rtl/>
          <w:cs/>
          <w:lang w:bidi="bn-BD"/>
        </w:rPr>
        <w:t xml:space="preserve"> </w:t>
      </w:r>
    </w:p>
    <w:p w:rsidR="002B3ACE" w:rsidRPr="0072100A" w:rsidRDefault="002B3ACE" w:rsidP="0072100A">
      <w:r>
        <w:rPr>
          <w:lang w:bidi="bn-BD"/>
        </w:rPr>
        <w:br w:type="page"/>
      </w:r>
    </w:p>
    <w:p w:rsidR="002B3ACE" w:rsidRDefault="002B3ACE" w:rsidP="008B321B">
      <w:pPr>
        <w:pStyle w:val="libNormal"/>
        <w:rPr>
          <w:lang w:bidi="bn-BD"/>
        </w:rPr>
      </w:pPr>
    </w:p>
    <w:p w:rsidR="002B3ACE" w:rsidRPr="00E242B2" w:rsidRDefault="002B3ACE" w:rsidP="008B321B">
      <w:pPr>
        <w:pStyle w:val="libNormal"/>
        <w:rPr>
          <w:lang w:bidi="bn-BD"/>
        </w:rPr>
      </w:pPr>
      <w:r>
        <w:rPr>
          <w:noProof/>
        </w:rPr>
        <w:drawing>
          <wp:inline distT="0" distB="0" distL="0" distR="0">
            <wp:extent cx="5431790" cy="770890"/>
            <wp:effectExtent l="19050" t="0" r="0" b="0"/>
            <wp:docPr id="1" name="Picture 1" descr="E:\faysal\Bangla Book\BOOK\mesbah\aqaeid_shekka_2\New folder\imag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faysal\Bangla Book\BOOK\mesbah\aqaeid_shekka_2\New folder\images\image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161" w:rsidRPr="0072100A" w:rsidRDefault="00D52161" w:rsidP="0072100A">
      <w:pPr>
        <w:rPr>
          <w:rtl/>
          <w:cs/>
        </w:rPr>
      </w:pPr>
      <w:r>
        <w:rPr>
          <w:cs/>
          <w:lang w:bidi="bn-BD"/>
        </w:rPr>
        <w:br w:type="page"/>
      </w:r>
    </w:p>
    <w:p w:rsidR="000B5FC9" w:rsidRPr="00BE5E6E" w:rsidRDefault="000B5FC9" w:rsidP="002B3ACE">
      <w:pPr>
        <w:pStyle w:val="libCenterBold1"/>
        <w:rPr>
          <w:lang w:bidi="bn-BD"/>
        </w:rPr>
      </w:pPr>
      <w:r w:rsidRPr="00BE5E6E">
        <w:rPr>
          <w:cs/>
          <w:lang w:bidi="bn-BD"/>
        </w:rPr>
        <w:lastRenderedPageBreak/>
        <w:t xml:space="preserve">ভূমিকা </w:t>
      </w:r>
    </w:p>
    <w:p w:rsidR="000B5FC9" w:rsidRPr="00BE5E6E" w:rsidRDefault="000B5FC9" w:rsidP="00E242B2">
      <w:pPr>
        <w:pStyle w:val="Heading1Center"/>
        <w:rPr>
          <w:lang w:bidi="bn-BD"/>
        </w:rPr>
      </w:pPr>
      <w:bookmarkStart w:id="0" w:name="_Toc398585136"/>
      <w:r w:rsidRPr="00BE5E6E">
        <w:rPr>
          <w:cs/>
          <w:lang w:bidi="bn-BD"/>
        </w:rPr>
        <w:t>অনুসন্ধান</w:t>
      </w:r>
      <w:r w:rsidR="0007692B">
        <w:rPr>
          <w:lang w:bidi="bn-BD"/>
        </w:rPr>
        <w:t>,</w:t>
      </w:r>
      <w:r w:rsidRPr="00BE5E6E">
        <w:rPr>
          <w:cs/>
          <w:lang w:bidi="bn-BD"/>
        </w:rPr>
        <w:t>জ্ঞান</w:t>
      </w:r>
      <w:r w:rsidR="0007692B">
        <w:rPr>
          <w:lang w:bidi="bn-BD"/>
        </w:rPr>
        <w:t>,</w:t>
      </w:r>
      <w:r w:rsidRPr="00BE5E6E">
        <w:rPr>
          <w:cs/>
          <w:lang w:bidi="bn-BD"/>
        </w:rPr>
        <w:t>ইজতিহাদ ও তাকলীদ</w:t>
      </w:r>
      <w:bookmarkEnd w:id="0"/>
    </w:p>
    <w:p w:rsidR="000B5FC9" w:rsidRPr="00E242B2" w:rsidRDefault="000B5FC9" w:rsidP="00E242B2">
      <w:pPr>
        <w:pStyle w:val="libNormal"/>
        <w:rPr>
          <w:lang w:bidi="bn-BD"/>
        </w:rPr>
      </w:pPr>
    </w:p>
    <w:p w:rsidR="000B5FC9" w:rsidRPr="00E242B2" w:rsidRDefault="000B5FC9" w:rsidP="00984921">
      <w:pPr>
        <w:pStyle w:val="Heading2"/>
        <w:rPr>
          <w:lang w:bidi="bn-BD"/>
        </w:rPr>
      </w:pPr>
      <w:bookmarkStart w:id="1" w:name="_Toc398585137"/>
      <w:r w:rsidRPr="00E242B2">
        <w:rPr>
          <w:cs/>
          <w:lang w:bidi="bn-BD"/>
        </w:rPr>
        <w:t xml:space="preserve">১। অনুসন্ধান ও জ্ঞানার্জন সম্পর্কে আমাদের বিশ্বাস </w:t>
      </w:r>
      <w:r w:rsidR="00456033" w:rsidRPr="00E242B2">
        <w:rPr>
          <w:rtl/>
          <w:cs/>
          <w:lang w:bidi="bn-BD"/>
        </w:rPr>
        <w:t>:</w:t>
      </w:r>
      <w:bookmarkEnd w:id="1"/>
    </w:p>
    <w:p w:rsidR="00EA778A" w:rsidRPr="00EA778A" w:rsidRDefault="00EA778A" w:rsidP="00EA778A">
      <w:pPr>
        <w:pStyle w:val="libNormal"/>
        <w:rPr>
          <w:lang w:bidi="bn-BD"/>
        </w:rPr>
      </w:pPr>
      <w:r w:rsidRPr="00EA778A">
        <w:rPr>
          <w:rFonts w:hint="cs"/>
          <w:cs/>
          <w:lang w:bidi="bn-BD"/>
        </w:rPr>
        <w:t>আমরা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বিশ্বাস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করি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যে</w:t>
      </w:r>
      <w:r w:rsidRPr="00EA778A">
        <w:rPr>
          <w:lang w:bidi="bn-BD"/>
        </w:rPr>
        <w:t>,</w:t>
      </w:r>
      <w:r w:rsidRPr="00EA778A">
        <w:rPr>
          <w:rFonts w:hint="cs"/>
          <w:cs/>
          <w:lang w:bidi="bn-BD"/>
        </w:rPr>
        <w:t>মহান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আল্লাহ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আমাদেরকে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চিন্তাশক্তি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দিয়েছেন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এবং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দিয়েছেন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বুদ্ধিবৃত্তি</w:t>
      </w:r>
      <w:r w:rsidRPr="00EA778A">
        <w:rPr>
          <w:cs/>
          <w:lang w:bidi="bn-BD"/>
        </w:rPr>
        <w:t xml:space="preserve"> (</w:t>
      </w:r>
      <w:r w:rsidRPr="00EA778A">
        <w:rPr>
          <w:rFonts w:hint="cs"/>
          <w:cs/>
          <w:lang w:bidi="bn-BD"/>
        </w:rPr>
        <w:t>আকল</w:t>
      </w:r>
      <w:r w:rsidRPr="00EA778A">
        <w:rPr>
          <w:cs/>
          <w:lang w:bidi="bn-BD"/>
        </w:rPr>
        <w:t>)</w:t>
      </w:r>
      <w:r w:rsidRPr="00EA778A">
        <w:rPr>
          <w:rFonts w:hint="cs"/>
          <w:cs/>
          <w:lang w:bidi="hi-IN"/>
        </w:rPr>
        <w:t>।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এ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কারণেই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তিনি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আমাদেরকে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তার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সৃষ্টি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সম্পর্কে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চিন্তা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করতে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এবং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গভীর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অনুসন্ধান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ও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অনুধাবন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করতে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আদেশ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দিয়েছেন।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অনুধাবন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করতে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বলেছেন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সমগ্র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সৃষ্টি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নিদর্শন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এবং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স্বয়ং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আমাদের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সৃষ্টিতেও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তার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প্রজ্ঞা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ও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পরাক্রমকে।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মহান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আল্লাহ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পবিত্র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কোরআনে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বলেন</w:t>
      </w:r>
      <w:r w:rsidRPr="00EA778A">
        <w:rPr>
          <w:cs/>
          <w:lang w:bidi="bn-BD"/>
        </w:rPr>
        <w:t xml:space="preserve">- </w:t>
      </w:r>
    </w:p>
    <w:p w:rsidR="00EA778A" w:rsidRPr="00EA778A" w:rsidRDefault="00EA778A" w:rsidP="00EA778A">
      <w:pPr>
        <w:pStyle w:val="libNormal"/>
        <w:rPr>
          <w:lang w:bidi="bn-BD"/>
        </w:rPr>
      </w:pPr>
      <w:r w:rsidRPr="00EA778A">
        <w:rPr>
          <w:rFonts w:hint="eastAsia"/>
          <w:lang w:bidi="bn-BD"/>
        </w:rPr>
        <w:t>“</w:t>
      </w:r>
      <w:r w:rsidRPr="00EA778A">
        <w:rPr>
          <w:rFonts w:hint="cs"/>
          <w:cs/>
          <w:lang w:bidi="bn-BD"/>
        </w:rPr>
        <w:t>আমরা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বিশ্বজগতে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ও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তাদের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মধ্যে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আমাদের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নিদর্শন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দেখাতে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থাকব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যতক্ষণ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পর্যন্ত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না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তাদের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নিকট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স্পষ্ট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রূপে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প্রতীয়মান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হয়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যে</w:t>
      </w:r>
      <w:proofErr w:type="gramStart"/>
      <w:r w:rsidRPr="00EA778A">
        <w:rPr>
          <w:lang w:bidi="bn-BD"/>
        </w:rPr>
        <w:t>,</w:t>
      </w:r>
      <w:r w:rsidRPr="00EA778A">
        <w:rPr>
          <w:rFonts w:hint="cs"/>
          <w:cs/>
          <w:lang w:bidi="bn-BD"/>
        </w:rPr>
        <w:t>ত</w:t>
      </w:r>
      <w:proofErr w:type="gramEnd"/>
      <w:r w:rsidRPr="00EA778A">
        <w:rPr>
          <w:rFonts w:hint="cs"/>
          <w:cs/>
          <w:lang w:bidi="bn-BD"/>
        </w:rPr>
        <w:t>িনি</w:t>
      </w:r>
      <w:r w:rsidRPr="00EA778A">
        <w:rPr>
          <w:cs/>
          <w:lang w:bidi="bn-BD"/>
        </w:rPr>
        <w:t xml:space="preserve"> (</w:t>
      </w:r>
      <w:r w:rsidRPr="00EA778A">
        <w:rPr>
          <w:rFonts w:hint="cs"/>
          <w:cs/>
          <w:lang w:bidi="bn-BD"/>
        </w:rPr>
        <w:t>মহান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আল্লাহ</w:t>
      </w:r>
      <w:r w:rsidRPr="00EA778A">
        <w:rPr>
          <w:cs/>
          <w:lang w:bidi="bn-BD"/>
        </w:rPr>
        <w:t xml:space="preserve">) </w:t>
      </w:r>
      <w:r w:rsidRPr="00EA778A">
        <w:rPr>
          <w:rFonts w:hint="cs"/>
          <w:cs/>
          <w:lang w:bidi="bn-BD"/>
        </w:rPr>
        <w:t>সত্য।</w:t>
      </w:r>
      <w:r w:rsidRPr="00EA778A">
        <w:rPr>
          <w:rFonts w:hint="eastAsia"/>
          <w:lang w:bidi="bn-BD"/>
        </w:rPr>
        <w:t>”</w:t>
      </w:r>
      <w:r w:rsidRPr="00EA778A">
        <w:rPr>
          <w:lang w:bidi="bn-BD"/>
        </w:rPr>
        <w:t xml:space="preserve"> (</w:t>
      </w:r>
      <w:r w:rsidRPr="00EA778A">
        <w:rPr>
          <w:rFonts w:hint="cs"/>
          <w:cs/>
          <w:lang w:bidi="bn-BD"/>
        </w:rPr>
        <w:t>সুরা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হামীম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সেজদাহ</w:t>
      </w:r>
      <w:r w:rsidRPr="00EA778A">
        <w:rPr>
          <w:cs/>
          <w:lang w:bidi="bn-BD"/>
        </w:rPr>
        <w:t xml:space="preserve">- </w:t>
      </w:r>
      <w:r w:rsidRPr="00EA778A">
        <w:rPr>
          <w:rFonts w:hint="cs"/>
          <w:cs/>
          <w:lang w:bidi="bn-BD"/>
        </w:rPr>
        <w:t>৫৩</w:t>
      </w:r>
      <w:r w:rsidRPr="00EA778A">
        <w:rPr>
          <w:cs/>
          <w:lang w:bidi="bn-BD"/>
        </w:rPr>
        <w:t>)</w:t>
      </w:r>
    </w:p>
    <w:p w:rsidR="00EA778A" w:rsidRPr="00EA778A" w:rsidRDefault="00EA778A" w:rsidP="00EA778A">
      <w:pPr>
        <w:pStyle w:val="libNormal"/>
      </w:pPr>
      <w:r w:rsidRPr="00EA778A">
        <w:rPr>
          <w:rFonts w:hint="cs"/>
          <w:cs/>
          <w:lang w:bidi="bn-BD"/>
        </w:rPr>
        <w:t>যারা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তাদের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পূর্ব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পুরুষদেরকে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অন্ধভাবে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অনুসরণ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করে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তাদেরকে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ভৎসনা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করতে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গিয়ে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মহান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আল্লাহ</w:t>
      </w:r>
      <w:r w:rsidRPr="00EA778A">
        <w:rPr>
          <w:cs/>
          <w:lang w:bidi="bn-BD"/>
        </w:rPr>
        <w:t xml:space="preserve"> </w:t>
      </w:r>
      <w:r w:rsidRPr="00EA778A">
        <w:rPr>
          <w:rFonts w:hint="cs"/>
          <w:cs/>
          <w:lang w:bidi="bn-BD"/>
        </w:rPr>
        <w:t>বলেন</w:t>
      </w:r>
      <w:r w:rsidRPr="00EA778A">
        <w:rPr>
          <w:cs/>
          <w:lang w:bidi="bn-BD"/>
        </w:rPr>
        <w:t xml:space="preserve">- </w:t>
      </w:r>
    </w:p>
    <w:p w:rsidR="000B5FC9" w:rsidRPr="00E242B2" w:rsidRDefault="000B5FC9" w:rsidP="009D3EC2">
      <w:pPr>
        <w:pStyle w:val="libLine"/>
        <w:rPr>
          <w:lang w:bidi="bn-BD"/>
        </w:rPr>
      </w:pPr>
      <w:r w:rsidRPr="00E242B2">
        <w:rPr>
          <w:rStyle w:val="libAlaemChar"/>
          <w:lang w:bidi="bn-BD"/>
        </w:rPr>
        <w:t>“</w:t>
      </w:r>
      <w:r w:rsidRPr="00E242B2">
        <w:rPr>
          <w:cs/>
          <w:lang w:bidi="bn-BD"/>
        </w:rPr>
        <w:t>তারা বলে</w:t>
      </w:r>
      <w:proofErr w:type="gramStart"/>
      <w:r w:rsidR="0007692B" w:rsidRPr="00E242B2">
        <w:rPr>
          <w:lang w:bidi="bn-BD"/>
        </w:rPr>
        <w:t>,</w:t>
      </w:r>
      <w:r w:rsidRPr="00E242B2">
        <w:rPr>
          <w:cs/>
          <w:lang w:bidi="bn-BD"/>
        </w:rPr>
        <w:t>আমর</w:t>
      </w:r>
      <w:proofErr w:type="gramEnd"/>
      <w:r w:rsidRPr="00E242B2">
        <w:rPr>
          <w:cs/>
          <w:lang w:bidi="bn-BD"/>
        </w:rPr>
        <w:t>া বরং আমাদের পূর্ব পুরুষদের অনুসৃত পথই অনুসরণ করব এমনকি তাদের পূর্ব পুরুষগণের কোন জ্ঞান না থাকলেও</w:t>
      </w:r>
      <w:r w:rsidRPr="00E242B2">
        <w:rPr>
          <w:lang w:bidi="bn-BD"/>
        </w:rPr>
        <w:t>?</w:t>
      </w:r>
      <w:r w:rsidRPr="00E242B2">
        <w:rPr>
          <w:rStyle w:val="libAlaemChar"/>
          <w:lang w:bidi="bn-BD"/>
        </w:rPr>
        <w:t>”</w:t>
      </w:r>
      <w:r w:rsidRPr="00E242B2">
        <w:rPr>
          <w:lang w:bidi="bn-BD"/>
        </w:rPr>
        <w:t xml:space="preserve"> </w:t>
      </w:r>
      <w:r w:rsidR="009D3EC2" w:rsidRPr="009D3EC2">
        <w:rPr>
          <w:lang w:bidi="bn-BD"/>
        </w:rPr>
        <w:t>(</w:t>
      </w:r>
      <w:r w:rsidR="009D3EC2" w:rsidRPr="009D3EC2">
        <w:rPr>
          <w:rFonts w:hint="cs"/>
          <w:cs/>
          <w:lang w:bidi="bn-BD"/>
        </w:rPr>
        <w:t>সুরা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বাকারা</w:t>
      </w:r>
      <w:r w:rsidR="009D3EC2" w:rsidRPr="009D3EC2">
        <w:rPr>
          <w:cs/>
          <w:lang w:bidi="bn-BD"/>
        </w:rPr>
        <w:t xml:space="preserve"> -</w:t>
      </w:r>
      <w:r w:rsidR="009D3EC2" w:rsidRPr="009D3EC2">
        <w:rPr>
          <w:rFonts w:hint="cs"/>
          <w:cs/>
          <w:lang w:bidi="bn-BD"/>
        </w:rPr>
        <w:t>১৭০</w:t>
      </w:r>
      <w:r w:rsidR="009D3EC2" w:rsidRPr="009D3EC2">
        <w:rPr>
          <w:cs/>
          <w:lang w:bidi="bn-BD"/>
        </w:rPr>
        <w:t>)</w:t>
      </w:r>
    </w:p>
    <w:p w:rsidR="000B5FC9" w:rsidRPr="00E242B2" w:rsidRDefault="000B5FC9" w:rsidP="00E242B2">
      <w:pPr>
        <w:pStyle w:val="libNormal"/>
        <w:rPr>
          <w:lang w:bidi="bn-BD"/>
        </w:rPr>
      </w:pPr>
      <w:r w:rsidRPr="00E242B2">
        <w:rPr>
          <w:cs/>
          <w:lang w:bidi="bn-BD"/>
        </w:rPr>
        <w:t>অনুরূপ</w:t>
      </w:r>
      <w:r w:rsidR="0007692B" w:rsidRPr="00E242B2">
        <w:rPr>
          <w:lang w:bidi="bn-BD"/>
        </w:rPr>
        <w:t>,</w:t>
      </w:r>
      <w:r w:rsidRPr="00E242B2">
        <w:rPr>
          <w:cs/>
          <w:lang w:bidi="bn-BD"/>
        </w:rPr>
        <w:t>মহান আল্লাহ তাদেরকেও ভ</w:t>
      </w:r>
      <w:r w:rsidR="00E242B2">
        <w:rPr>
          <w:cs/>
          <w:lang w:bidi="bn-BD"/>
        </w:rPr>
        <w:t>ৎ</w:t>
      </w:r>
      <w:r w:rsidRPr="00E242B2">
        <w:rPr>
          <w:cs/>
          <w:lang w:bidi="bn-BD"/>
        </w:rPr>
        <w:t>সনা করেন যারা কেবলমাত্র তাদের অমূলক ধারণার উপর অনুসরণ করে। পবিত্র কোরআনে তিনি বলেন</w:t>
      </w:r>
      <w:r w:rsidRPr="00E242B2">
        <w:rPr>
          <w:rtl/>
          <w:cs/>
          <w:lang w:bidi="bn-BD"/>
        </w:rPr>
        <w:t xml:space="preserve">- </w:t>
      </w:r>
    </w:p>
    <w:p w:rsidR="009D3EC2" w:rsidRPr="009D3EC2" w:rsidRDefault="009D3EC2" w:rsidP="009D3EC2">
      <w:pPr>
        <w:pStyle w:val="libNormal"/>
      </w:pPr>
      <w:r w:rsidRPr="009D3EC2">
        <w:rPr>
          <w:rStyle w:val="libAlaemChar"/>
        </w:rPr>
        <w:t>“</w:t>
      </w:r>
      <w:r w:rsidRPr="009D3EC2">
        <w:rPr>
          <w:rFonts w:hint="cs"/>
          <w:cs/>
          <w:lang w:bidi="bn-IN"/>
        </w:rPr>
        <w:t>তারা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তাদের</w:t>
      </w:r>
      <w:r w:rsidRPr="009D3EC2">
        <w:rPr>
          <w:rtl/>
          <w:cs/>
        </w:rPr>
        <w:t xml:space="preserve"> (</w:t>
      </w:r>
      <w:r w:rsidRPr="009D3EC2">
        <w:rPr>
          <w:rFonts w:hint="cs"/>
          <w:cs/>
          <w:lang w:bidi="bn-IN"/>
        </w:rPr>
        <w:t>অমূলক</w:t>
      </w:r>
      <w:r w:rsidRPr="009D3EC2">
        <w:rPr>
          <w:rtl/>
          <w:cs/>
        </w:rPr>
        <w:t xml:space="preserve">) </w:t>
      </w:r>
      <w:r w:rsidRPr="009D3EC2">
        <w:rPr>
          <w:rFonts w:hint="cs"/>
          <w:cs/>
          <w:lang w:bidi="bn-IN"/>
        </w:rPr>
        <w:t>ধারণা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ব্যতীত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অন্য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কিছুই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অনুসরণ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না।</w:t>
      </w:r>
      <w:r w:rsidRPr="009D3EC2">
        <w:rPr>
          <w:rFonts w:hint="eastAsia"/>
        </w:rPr>
        <w:t>”</w:t>
      </w:r>
      <w:r w:rsidRPr="009D3EC2">
        <w:t xml:space="preserve"> (</w:t>
      </w:r>
      <w:r w:rsidRPr="009D3EC2">
        <w:rPr>
          <w:rFonts w:hint="cs"/>
          <w:cs/>
          <w:lang w:bidi="bn-IN"/>
        </w:rPr>
        <w:t>সুরা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আন</w:t>
      </w:r>
      <w:r w:rsidRPr="009D3EC2">
        <w:rPr>
          <w:rtl/>
          <w:cs/>
        </w:rPr>
        <w:t>-</w:t>
      </w:r>
      <w:r w:rsidRPr="009D3EC2">
        <w:rPr>
          <w:rFonts w:hint="cs"/>
          <w:cs/>
          <w:lang w:bidi="bn-IN"/>
        </w:rPr>
        <w:t>আম</w:t>
      </w:r>
      <w:r w:rsidRPr="009D3EC2">
        <w:rPr>
          <w:rtl/>
          <w:cs/>
        </w:rPr>
        <w:t xml:space="preserve">- </w:t>
      </w:r>
      <w:r w:rsidRPr="009D3EC2">
        <w:rPr>
          <w:rFonts w:hint="cs"/>
          <w:cs/>
          <w:lang w:bidi="bn-IN"/>
        </w:rPr>
        <w:t>১১৬</w:t>
      </w:r>
      <w:r w:rsidRPr="009D3EC2">
        <w:rPr>
          <w:rtl/>
          <w:cs/>
        </w:rPr>
        <w:t>)</w:t>
      </w:r>
    </w:p>
    <w:p w:rsidR="009D3EC2" w:rsidRPr="009D3EC2" w:rsidRDefault="009D3EC2" w:rsidP="009D3EC2">
      <w:pPr>
        <w:pStyle w:val="libNormal"/>
      </w:pPr>
      <w:r w:rsidRPr="009D3EC2">
        <w:rPr>
          <w:rFonts w:hint="cs"/>
          <w:cs/>
          <w:lang w:bidi="bn-IN"/>
        </w:rPr>
        <w:t>প্রকৃতপক্ষে</w:t>
      </w:r>
      <w:r w:rsidRPr="009D3EC2">
        <w:t>,</w:t>
      </w:r>
      <w:r w:rsidRPr="009D3EC2">
        <w:rPr>
          <w:rFonts w:hint="cs"/>
          <w:cs/>
          <w:lang w:bidi="bn-IN"/>
        </w:rPr>
        <w:t>আমাদের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বুদ্ধিবৃত্তিই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আমাদেরকে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বাধ্য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সৃষ্টিকে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অনুধাবন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করতে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ও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তার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সৃষ্টি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কর্তাকে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জানতে।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তদ্রূপ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কারো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নবুওয়াতের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দাবী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ও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তার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কর্তৃক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প্রদর্শিত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মোজেযার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প্রতি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দৃষ্টি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নিবদ্ধ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করতে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ও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তার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দাবীর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সত্যাসত্য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পরীক্ষা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করতে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আমাদের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বুদ্ধিবৃত্তি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আমাদেরকে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বাধ্য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করে।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এ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বিচার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বিশ্লেষণ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ব্যতীত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কাউকে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অনুসরণ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আমাদের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জন্য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সঠিক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নয়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যদিও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তার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lastRenderedPageBreak/>
        <w:t>জ্ঞান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ও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মর্যাদা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অভূতপূর্ব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হয়ে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থাকে।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পবিত্র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কোরআনে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আমাদেরকে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চিন্তা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করতে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ও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জ্ঞানার্জন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করতে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আহবান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জানানো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হয়েছে।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পবিত্র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কোরআনের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এ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আহবানের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কারণ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হলো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আমাদের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বুদ্ধিবৃত্তির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ফেতরাতগত</w:t>
      </w:r>
      <w:r w:rsidRPr="009D3EC2">
        <w:rPr>
          <w:rtl/>
          <w:cs/>
        </w:rPr>
        <w:t xml:space="preserve"> (</w:t>
      </w:r>
      <w:r w:rsidRPr="009D3EC2">
        <w:rPr>
          <w:rFonts w:hint="cs"/>
          <w:cs/>
          <w:lang w:bidi="bn-IN"/>
        </w:rPr>
        <w:t>সৃষ্টি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প্রকরণগত</w:t>
      </w:r>
      <w:r w:rsidRPr="009D3EC2">
        <w:rPr>
          <w:rtl/>
          <w:cs/>
        </w:rPr>
        <w:t xml:space="preserve">) </w:t>
      </w:r>
      <w:r w:rsidRPr="009D3EC2">
        <w:rPr>
          <w:rFonts w:hint="cs"/>
          <w:cs/>
          <w:lang w:bidi="bn-IN"/>
        </w:rPr>
        <w:t>স্বাধীনতার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নিশ্চয়তা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বিধান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যার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উপর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অনুসরণ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প্রত্যেক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বুদ্ধিসম্পন্ন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ব্যক্তিই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সিদ্ধান্ত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প্রদান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করে।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সত্য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অনুধাবনের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ক্ষেত্রে</w:t>
      </w:r>
      <w:r w:rsidRPr="009D3EC2">
        <w:rPr>
          <w:rtl/>
          <w:cs/>
        </w:rPr>
        <w:t xml:space="preserve"> (</w:t>
      </w:r>
      <w:r w:rsidRPr="009D3EC2">
        <w:rPr>
          <w:rFonts w:hint="cs"/>
          <w:cs/>
          <w:lang w:bidi="bn-IN"/>
        </w:rPr>
        <w:t>সৃষ্টিগতভাবে</w:t>
      </w:r>
      <w:r w:rsidRPr="009D3EC2">
        <w:rPr>
          <w:rtl/>
          <w:cs/>
        </w:rPr>
        <w:t xml:space="preserve">) </w:t>
      </w:r>
      <w:r w:rsidRPr="009D3EC2">
        <w:rPr>
          <w:rFonts w:hint="cs"/>
          <w:cs/>
          <w:lang w:bidi="bn-IN"/>
        </w:rPr>
        <w:t>আমাদের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চিন্তা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ও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জ্ঞানগত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যোগ্যতার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ভিত্তিতেই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পবিত্র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কোরআন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আমাদেরকে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সতর্ক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করছে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এবং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আমাদের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মনোযোগ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আকর্ষণ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আমাদেরকে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বুদ্ধিবৃত্তির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উত্তরাধিকারগত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চাহিদার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দিকে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পরিচালিত</w:t>
      </w:r>
      <w:r w:rsidRPr="009D3EC2">
        <w:rPr>
          <w:rtl/>
          <w:cs/>
        </w:rPr>
        <w:t xml:space="preserve"> </w:t>
      </w:r>
      <w:r w:rsidRPr="009D3EC2">
        <w:rPr>
          <w:rFonts w:hint="cs"/>
          <w:cs/>
          <w:lang w:bidi="bn-IN"/>
        </w:rPr>
        <w:t>করছে।</w:t>
      </w:r>
    </w:p>
    <w:p w:rsidR="000B5FC9" w:rsidRPr="00E242B2" w:rsidRDefault="000B5FC9" w:rsidP="009D3EC2">
      <w:pPr>
        <w:pStyle w:val="libNormal"/>
        <w:rPr>
          <w:lang w:bidi="bn-BD"/>
        </w:rPr>
      </w:pPr>
      <w:r w:rsidRPr="00E242B2">
        <w:rPr>
          <w:cs/>
          <w:lang w:bidi="bn-BD"/>
        </w:rPr>
        <w:t>অতএব এটা সঠিক নয় যে</w:t>
      </w:r>
      <w:r w:rsidR="0007692B" w:rsidRPr="00E242B2">
        <w:rPr>
          <w:lang w:bidi="bn-BD"/>
        </w:rPr>
        <w:t>,</w:t>
      </w:r>
      <w:r w:rsidRPr="00E242B2">
        <w:rPr>
          <w:cs/>
          <w:lang w:bidi="bn-BD"/>
        </w:rPr>
        <w:t>মানুষ স্বীয় বিশ্বাসের ক্ষেত্রে অজ্ঞ থেকে যাবে কিংবা কোন শিক্ষক বা অন্যকোন ব্যক্তির অনুসরণ করবে। বরং তার জন্য আবশ্যক হলো ফিতরাতগত বুদ্ধিবৃত্তির মাধ্যমে গভীর অনুসন্ধান ও বিচার বিশ্লেষ</w:t>
      </w:r>
      <w:r w:rsidR="009D3EC2">
        <w:rPr>
          <w:cs/>
          <w:lang w:bidi="bn-BD"/>
        </w:rPr>
        <w:t>ণ</w:t>
      </w:r>
      <w:r w:rsidRPr="00E242B2">
        <w:rPr>
          <w:cs/>
          <w:lang w:bidi="bn-BD"/>
        </w:rPr>
        <w:t xml:space="preserve"> করে ধর্মের মৌলিক বিষয়গুলোর উপর সুষ্পষ্ট জ্ঞান লাভ করা। ধর্মের মৌলিক বিষয়গুলোকে উসূলে দ্বীন</w:t>
      </w:r>
      <w:r w:rsidRPr="00E242B2">
        <w:rPr>
          <w:rStyle w:val="libFootnotenumChar"/>
          <w:cs/>
          <w:lang w:bidi="bn-BD"/>
        </w:rPr>
        <w:t>১</w:t>
      </w:r>
      <w:r w:rsidRPr="00E242B2">
        <w:rPr>
          <w:cs/>
          <w:lang w:bidi="bn-BD"/>
        </w:rPr>
        <w:t xml:space="preserve"> বলে নামকরণ করা হয় যে গুলোর মধ্যে গুরুত্বপূর্ণ হলো </w:t>
      </w:r>
      <w:r w:rsidRPr="00E242B2">
        <w:rPr>
          <w:rtl/>
          <w:cs/>
          <w:lang w:bidi="bn-BD"/>
        </w:rPr>
        <w:t xml:space="preserve">- </w:t>
      </w:r>
    </w:p>
    <w:p w:rsidR="000B5FC9" w:rsidRPr="00E242B2" w:rsidRDefault="000B5FC9" w:rsidP="00ED27AE">
      <w:pPr>
        <w:pStyle w:val="libNormal"/>
        <w:rPr>
          <w:lang w:bidi="bn-BD"/>
        </w:rPr>
      </w:pPr>
      <w:r w:rsidRPr="00E242B2">
        <w:rPr>
          <w:cs/>
          <w:lang w:bidi="bn-BD"/>
        </w:rPr>
        <w:t>১। তাওহীদ বা একত্ববাদ</w:t>
      </w:r>
    </w:p>
    <w:p w:rsidR="000B5FC9" w:rsidRPr="00E242B2" w:rsidRDefault="000B5FC9" w:rsidP="00ED27AE">
      <w:pPr>
        <w:pStyle w:val="libNormal"/>
        <w:rPr>
          <w:lang w:bidi="bn-BD"/>
        </w:rPr>
      </w:pPr>
      <w:r w:rsidRPr="00E242B2">
        <w:rPr>
          <w:cs/>
          <w:lang w:bidi="bn-BD"/>
        </w:rPr>
        <w:t>২। নবুওয়াত বা রিসালাত</w:t>
      </w:r>
    </w:p>
    <w:p w:rsidR="000B5FC9" w:rsidRPr="00E242B2" w:rsidRDefault="000B5FC9" w:rsidP="00ED27AE">
      <w:pPr>
        <w:pStyle w:val="libNormal"/>
        <w:rPr>
          <w:lang w:bidi="bn-BD"/>
        </w:rPr>
      </w:pPr>
      <w:r w:rsidRPr="00E242B2">
        <w:rPr>
          <w:cs/>
          <w:lang w:bidi="bn-BD"/>
        </w:rPr>
        <w:t>৩। ইমামত</w:t>
      </w:r>
    </w:p>
    <w:p w:rsidR="000B5FC9" w:rsidRPr="00E242B2" w:rsidRDefault="000B5FC9" w:rsidP="009D3EC2">
      <w:pPr>
        <w:pStyle w:val="libNormal"/>
        <w:rPr>
          <w:lang w:bidi="bn-BD"/>
        </w:rPr>
      </w:pPr>
      <w:r w:rsidRPr="00E242B2">
        <w:rPr>
          <w:cs/>
          <w:lang w:bidi="bn-BD"/>
        </w:rPr>
        <w:t xml:space="preserve">৪। </w:t>
      </w:r>
      <w:r w:rsidR="009D3EC2" w:rsidRPr="009D3EC2">
        <w:rPr>
          <w:rFonts w:hint="cs"/>
          <w:cs/>
          <w:lang w:bidi="bn-BD"/>
        </w:rPr>
        <w:t>মা</w:t>
      </w:r>
      <w:r w:rsidR="009D3EC2" w:rsidRPr="009D3EC2">
        <w:rPr>
          <w:rStyle w:val="libAlaemChar"/>
        </w:rPr>
        <w:t>’</w:t>
      </w:r>
      <w:r w:rsidR="009D3EC2" w:rsidRPr="009D3EC2">
        <w:rPr>
          <w:rFonts w:hint="cs"/>
          <w:cs/>
          <w:lang w:bidi="bn-BD"/>
        </w:rPr>
        <w:t>আদ</w:t>
      </w:r>
      <w:r w:rsidRPr="00E242B2">
        <w:rPr>
          <w:cs/>
          <w:lang w:bidi="bn-BD"/>
        </w:rPr>
        <w:t xml:space="preserve"> বা কিয়ামত</w:t>
      </w:r>
    </w:p>
    <w:p w:rsidR="00395970" w:rsidRDefault="000B5FC9" w:rsidP="00E242B2">
      <w:pPr>
        <w:pStyle w:val="libNormal"/>
        <w:rPr>
          <w:cs/>
          <w:lang w:bidi="bn-BD"/>
        </w:rPr>
      </w:pPr>
      <w:r w:rsidRPr="00E242B2">
        <w:rPr>
          <w:cs/>
          <w:lang w:bidi="bn-BD"/>
        </w:rPr>
        <w:t xml:space="preserve">যে কেউ এসকল মৌলিক বিশ্বাসের ক্ষেত্রে তার পূর্ব পুরুষ বা অন্য কাউকে অন্ধ অনুসরণ করবে সে নিশ্চিত রূপে মিথ্যা দ্বারা আবিষ্ট হবে এবং সরল পথ থেকে বিচ্যুত হবে। আর এ ব্যাপারে কখনোই কোন অজুহাত গ্রহনযোগ্য হবে না। </w:t>
      </w:r>
    </w:p>
    <w:p w:rsidR="00395970" w:rsidRPr="00E96184" w:rsidRDefault="00395970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0B5FC9" w:rsidRPr="00E242B2" w:rsidRDefault="00ED27AE" w:rsidP="00ED27AE">
      <w:pPr>
        <w:pStyle w:val="libCenterBold1"/>
        <w:rPr>
          <w:lang w:bidi="bn-BD"/>
        </w:rPr>
      </w:pPr>
      <w:r>
        <w:rPr>
          <w:cs/>
          <w:lang w:bidi="bn-BD"/>
        </w:rPr>
        <w:lastRenderedPageBreak/>
        <w:t xml:space="preserve">মৌলিক বিশ্বাসসমূহ দুটি </w:t>
      </w:r>
      <w:r w:rsidR="000B5FC9" w:rsidRPr="00E242B2">
        <w:rPr>
          <w:cs/>
          <w:lang w:bidi="bn-BD"/>
        </w:rPr>
        <w:t>মূলনীতির উপর নির্ভরশীল</w:t>
      </w:r>
      <w:r w:rsidR="000B5FC9" w:rsidRPr="00E242B2">
        <w:rPr>
          <w:rtl/>
          <w:cs/>
          <w:lang w:bidi="bn-BD"/>
        </w:rPr>
        <w:t>-</w:t>
      </w:r>
    </w:p>
    <w:p w:rsidR="000B5FC9" w:rsidRPr="00E242B2" w:rsidRDefault="000B5FC9" w:rsidP="00E242B2">
      <w:pPr>
        <w:pStyle w:val="libNormal"/>
        <w:rPr>
          <w:lang w:bidi="bn-BD"/>
        </w:rPr>
      </w:pPr>
      <w:r w:rsidRPr="00ED27AE">
        <w:rPr>
          <w:rStyle w:val="libBold1Char"/>
          <w:cs/>
          <w:lang w:bidi="bn-BD"/>
        </w:rPr>
        <w:t>প্রথমত</w:t>
      </w:r>
      <w:r w:rsidR="00F805E3">
        <w:rPr>
          <w:rStyle w:val="libBold1Char"/>
          <w:lang w:bidi="bn-BD"/>
        </w:rPr>
        <w:t>:</w:t>
      </w:r>
      <w:r w:rsidRPr="00E242B2">
        <w:rPr>
          <w:cs/>
          <w:lang w:bidi="bn-BD"/>
        </w:rPr>
        <w:t xml:space="preserve"> মৌলিক বিশ্বাসগুলোকে বিচার বিশ্লেষণ ও অনুধাবন করা আবশ্যক এবং এক্ষেত্রে অন্য কাউকে অনুসরণ করা যাবে না। </w:t>
      </w:r>
    </w:p>
    <w:p w:rsidR="000B5FC9" w:rsidRPr="009D3EC2" w:rsidRDefault="000B5FC9" w:rsidP="009D3EC2">
      <w:pPr>
        <w:pStyle w:val="libNormal"/>
      </w:pPr>
      <w:r w:rsidRPr="00F805E3">
        <w:rPr>
          <w:rStyle w:val="libBold1Char"/>
          <w:cs/>
          <w:lang w:bidi="bn-BD"/>
        </w:rPr>
        <w:t>দ্বিতীয়ত</w:t>
      </w:r>
      <w:r w:rsidRPr="00F805E3">
        <w:rPr>
          <w:rStyle w:val="libBold1Char"/>
          <w:rtl/>
          <w:cs/>
          <w:lang w:bidi="bn-BD"/>
        </w:rPr>
        <w:t>:</w:t>
      </w:r>
      <w:r w:rsidRPr="00E242B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এ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বিশ্বাসগুলো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অর্জন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করা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শরীয়তগতভাবে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আবশ্যক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হওয়ার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পূর্বেই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বুদ্ধিবৃত্তিকভাবে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আবশ্যক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হয়ে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পড়ে।</w:t>
      </w:r>
      <w:r w:rsidR="009D3EC2" w:rsidRPr="009D3EC2">
        <w:rPr>
          <w:cs/>
          <w:lang w:bidi="bn-BD"/>
        </w:rPr>
        <w:t xml:space="preserve"> (</w:t>
      </w:r>
      <w:r w:rsidR="009D3EC2" w:rsidRPr="009D3EC2">
        <w:rPr>
          <w:rFonts w:hint="cs"/>
          <w:cs/>
          <w:lang w:bidi="bn-BD"/>
        </w:rPr>
        <w:t>অর্থাৎ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শুধু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ধর্মীয়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উৎস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থেকে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আমরা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এগুলো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অর্জন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করবো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না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যদিও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ধর্মে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এগুলো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নিশ্চিতরূপে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বর্ণিত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হয়েছে।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বরং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আমরা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আমাদের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বুদ্ধিবৃত্তির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চর্চার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মাধ্যমে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তা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অর্জন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করবো।</w:t>
      </w:r>
      <w:r w:rsidR="009D3EC2" w:rsidRPr="009D3EC2">
        <w:rPr>
          <w:cs/>
          <w:lang w:bidi="bn-BD"/>
        </w:rPr>
        <w:t xml:space="preserve">) </w:t>
      </w:r>
      <w:r w:rsidR="009D3EC2" w:rsidRPr="009D3EC2">
        <w:rPr>
          <w:rFonts w:hint="cs"/>
          <w:cs/>
          <w:lang w:bidi="bn-BD"/>
        </w:rPr>
        <w:t>আর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মৌলিক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বিশ্বাস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গুলোর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ক্ষেত্রে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জ্ঞানার্জন</w:t>
      </w:r>
      <w:r w:rsidR="009D3EC2" w:rsidRPr="009D3EC2">
        <w:rPr>
          <w:lang w:bidi="bn-BD"/>
        </w:rPr>
        <w:t>,</w:t>
      </w:r>
      <w:r w:rsidR="009D3EC2" w:rsidRPr="009D3EC2">
        <w:rPr>
          <w:rFonts w:hint="cs"/>
          <w:cs/>
          <w:lang w:bidi="bn-BD"/>
        </w:rPr>
        <w:t>চিন্তা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ও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গবেষণার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প্রয়োজনীয়তা</w:t>
      </w:r>
      <w:r w:rsidR="009D3EC2" w:rsidRPr="009D3EC2">
        <w:rPr>
          <w:lang w:bidi="bn-BD"/>
        </w:rPr>
        <w:t>,</w:t>
      </w:r>
      <w:r w:rsidR="009D3EC2" w:rsidRPr="009D3EC2">
        <w:rPr>
          <w:rFonts w:hint="cs"/>
          <w:cs/>
          <w:lang w:bidi="bn-BD"/>
        </w:rPr>
        <w:t>বুদ্ধিবৃত্তিক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অনুধাবন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ব্যতীত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বুদ্ধিবৃত্তিকভাবে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আবশ্যকীয়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হওয়ার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কোন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অর্থই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থাকে</w:t>
      </w:r>
      <w:r w:rsidR="009D3EC2" w:rsidRPr="009D3EC2">
        <w:rPr>
          <w:cs/>
          <w:lang w:bidi="bn-BD"/>
        </w:rPr>
        <w:t xml:space="preserve"> </w:t>
      </w:r>
      <w:r w:rsidR="009D3EC2" w:rsidRPr="009D3EC2">
        <w:rPr>
          <w:rFonts w:hint="cs"/>
          <w:cs/>
          <w:lang w:bidi="bn-BD"/>
        </w:rPr>
        <w:t>না।</w:t>
      </w:r>
    </w:p>
    <w:p w:rsidR="00AE651F" w:rsidRPr="00E96184" w:rsidRDefault="00AE651F" w:rsidP="00E96184">
      <w:r>
        <w:rPr>
          <w:lang w:bidi="bn-BD"/>
        </w:rPr>
        <w:br w:type="page"/>
      </w:r>
    </w:p>
    <w:p w:rsidR="002B3ACE" w:rsidRDefault="002B3ACE" w:rsidP="002B3ACE">
      <w:pPr>
        <w:pStyle w:val="Heading2"/>
        <w:rPr>
          <w:lang w:bidi="bn-BD"/>
        </w:rPr>
      </w:pPr>
      <w:bookmarkStart w:id="2" w:name="_Toc398585138"/>
      <w:r w:rsidRPr="002B3ACE">
        <w:rPr>
          <w:rFonts w:hint="cs"/>
          <w:cs/>
          <w:lang w:bidi="bn-BD"/>
        </w:rPr>
        <w:lastRenderedPageBreak/>
        <w:t>২।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দ্বীনের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গৌণ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বিষয়সমূহের</w:t>
      </w:r>
      <w:r w:rsidRPr="002B3ACE">
        <w:rPr>
          <w:cs/>
          <w:lang w:bidi="bn-BD"/>
        </w:rPr>
        <w:t xml:space="preserve"> (</w:t>
      </w:r>
      <w:r w:rsidRPr="002B3ACE">
        <w:rPr>
          <w:rFonts w:hint="cs"/>
          <w:cs/>
          <w:lang w:bidi="bn-BD"/>
        </w:rPr>
        <w:t>ফুরুয়ে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দ্বীন</w:t>
      </w:r>
      <w:r w:rsidRPr="002B3ACE">
        <w:rPr>
          <w:cs/>
          <w:lang w:bidi="bn-BD"/>
        </w:rPr>
        <w:t xml:space="preserve">) </w:t>
      </w:r>
      <w:r w:rsidRPr="002B3ACE">
        <w:rPr>
          <w:rFonts w:hint="cs"/>
          <w:cs/>
          <w:lang w:bidi="bn-BD"/>
        </w:rPr>
        <w:t>ক্ষেত্রে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অন্যের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অনুসরণ</w:t>
      </w:r>
      <w:r w:rsidRPr="002B3ACE">
        <w:rPr>
          <w:cs/>
          <w:lang w:bidi="bn-BD"/>
        </w:rPr>
        <w:t xml:space="preserve"> (</w:t>
      </w:r>
      <w:r w:rsidRPr="002B3ACE">
        <w:rPr>
          <w:rFonts w:hint="cs"/>
          <w:cs/>
          <w:lang w:bidi="bn-BD"/>
        </w:rPr>
        <w:t>তাকলীদ</w:t>
      </w:r>
      <w:r w:rsidRPr="002B3ACE">
        <w:rPr>
          <w:cs/>
          <w:lang w:bidi="bn-BD"/>
        </w:rPr>
        <w:t xml:space="preserve">) </w:t>
      </w:r>
      <w:r w:rsidRPr="002B3ACE">
        <w:rPr>
          <w:rFonts w:hint="cs"/>
          <w:cs/>
          <w:lang w:bidi="bn-BD"/>
        </w:rPr>
        <w:t>সম্পর্কে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আমাদের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বিশ্বাস</w:t>
      </w:r>
      <w:r w:rsidRPr="002B3ACE">
        <w:rPr>
          <w:cs/>
          <w:lang w:bidi="bn-BD"/>
        </w:rPr>
        <w:t xml:space="preserve"> :</w:t>
      </w:r>
      <w:bookmarkEnd w:id="2"/>
    </w:p>
    <w:p w:rsidR="002B3ACE" w:rsidRDefault="002B3ACE" w:rsidP="00395970">
      <w:pPr>
        <w:pStyle w:val="libNormal"/>
        <w:rPr>
          <w:lang w:bidi="bn-BD"/>
        </w:rPr>
      </w:pPr>
    </w:p>
    <w:p w:rsidR="00395970" w:rsidRPr="00395970" w:rsidRDefault="00395970" w:rsidP="00395970">
      <w:pPr>
        <w:pStyle w:val="libNormal"/>
        <w:rPr>
          <w:lang w:bidi="bn-BD"/>
        </w:rPr>
      </w:pPr>
      <w:r w:rsidRPr="00395970">
        <w:rPr>
          <w:rFonts w:hint="cs"/>
          <w:cs/>
          <w:lang w:bidi="bn-BD"/>
        </w:rPr>
        <w:t>দ্বীনের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গৌণ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বিষয়সমূহ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বা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ফুরুয়ে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দ্বীন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বলতে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বুঝায়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কার্যগত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ক্ষেত্রে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ধর্মীয়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বিধানসমূহকে।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এগুলোর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ক্ষেত্রে</w:t>
      </w:r>
      <w:r w:rsidRPr="00395970">
        <w:rPr>
          <w:cs/>
          <w:lang w:bidi="bn-BD"/>
        </w:rPr>
        <w:t xml:space="preserve"> (</w:t>
      </w:r>
      <w:r w:rsidRPr="00395970">
        <w:rPr>
          <w:rFonts w:hint="cs"/>
          <w:cs/>
          <w:lang w:bidi="bn-BD"/>
        </w:rPr>
        <w:t>সবার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জন্য</w:t>
      </w:r>
      <w:r w:rsidRPr="00395970">
        <w:rPr>
          <w:cs/>
          <w:lang w:bidi="bn-BD"/>
        </w:rPr>
        <w:t xml:space="preserve">) </w:t>
      </w:r>
      <w:r w:rsidRPr="00395970">
        <w:rPr>
          <w:rFonts w:hint="cs"/>
          <w:cs/>
          <w:lang w:bidi="bn-BD"/>
        </w:rPr>
        <w:t>বুদ্ধিবৃত্তিক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পর্যালোচনা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ও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গবেষণা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আবশ্যক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নয়।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বরং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সেক্ষেত্রে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আবশ্যক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হলো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নিম্নলিখিত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পন্থাত্রয়ের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মধ্যে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একটিকে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অবলম্বন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করা</w:t>
      </w:r>
      <w:r w:rsidRPr="00395970">
        <w:rPr>
          <w:cs/>
          <w:lang w:bidi="bn-BD"/>
        </w:rPr>
        <w:t xml:space="preserve"> (</w:t>
      </w:r>
      <w:r w:rsidRPr="00395970">
        <w:rPr>
          <w:rFonts w:hint="cs"/>
          <w:cs/>
          <w:lang w:bidi="bn-BD"/>
        </w:rPr>
        <w:t>যদি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না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নামায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ও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রোজার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মত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দ্বীনের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সুষ্পষ্টরূপে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প্রমাণিত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কোন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বিষয়</w:t>
      </w:r>
      <w:r w:rsidRPr="00395970">
        <w:rPr>
          <w:cs/>
          <w:lang w:bidi="bn-BD"/>
        </w:rPr>
        <w:t xml:space="preserve"> </w:t>
      </w:r>
      <w:r w:rsidRPr="00395970">
        <w:rPr>
          <w:rFonts w:hint="cs"/>
          <w:cs/>
          <w:lang w:bidi="bn-BD"/>
        </w:rPr>
        <w:t>হয়</w:t>
      </w:r>
      <w:r w:rsidRPr="00395970">
        <w:rPr>
          <w:cs/>
          <w:lang w:bidi="bn-BD"/>
        </w:rPr>
        <w:t>)</w:t>
      </w:r>
      <w:r w:rsidRPr="00395970">
        <w:rPr>
          <w:rFonts w:hint="cs"/>
          <w:cs/>
          <w:lang w:bidi="hi-IN"/>
        </w:rPr>
        <w:t>।</w:t>
      </w:r>
    </w:p>
    <w:p w:rsidR="003C2E87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যোগ্যতা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গবেষণা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ইজতিহাদ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পরীক্ষা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নিরীক্ষা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খ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সাবধানতা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এহতিয়াত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অবলম্বন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গ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অনুমোদিত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সুনির্দিষ্ট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চলেন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</w:p>
    <w:p w:rsidR="00AE651F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মোজতাহিদ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সাবধানতা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এহতিয়াত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অবলম্বন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শর্তের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যোগ্যতার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প্রাগুক্ত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বাতিল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সারাজীবন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রোজা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করলেও।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তাকলীদ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মোজতাহিদের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মতানুসারে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</w:p>
    <w:p w:rsidR="00AE651F" w:rsidRPr="00E96184" w:rsidRDefault="00AE651F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AE651F">
      <w:pPr>
        <w:pStyle w:val="Heading2"/>
        <w:rPr>
          <w:lang w:bidi="bn-BD"/>
        </w:rPr>
      </w:pPr>
      <w:bookmarkStart w:id="3" w:name="_Toc398585139"/>
      <w:r>
        <w:rPr>
          <w:rFonts w:hint="cs"/>
          <w:cs/>
          <w:lang w:bidi="bn-BD"/>
        </w:rPr>
        <w:lastRenderedPageBreak/>
        <w:t>৩।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ইজতিহাদ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:</w:t>
      </w:r>
      <w:bookmarkEnd w:id="3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ফুরুয়ে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আত্মগোপনের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সময়কালে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ইজতিহাদ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কেফায়া।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যুগে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দায়ভার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অব্যাহতি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ইজতিহাদের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মনোনীত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ফুরুয়ে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তাকলীদ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করাই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যুগে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মাত্রই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মনোযোগী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ইজতিহাদের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পৌছার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মুজতাহিদ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ফুরুয়ে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ব্যক্তিগতভাবে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ইজতিহাদ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ইজতিহাদের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পৌঁছানো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পরিশ্রমী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ইজতিহাদ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তৈরী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মুজতাহিদের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তাকলীদ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</w:p>
    <w:p w:rsidR="002A002B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ইজতিহাদ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বিশ্লেষণ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ফুরুয়ে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এনেছেন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আধারের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হালাল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হালাল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হারাম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হারাম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 w:rsidR="00AE651F">
        <w:rPr>
          <w:cs/>
          <w:lang w:bidi="bn-BD"/>
        </w:rPr>
        <w:t>-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রাসুলের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সুন্নাত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ইজমা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ফকীহগণের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মতৈক্য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আকল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উসুলে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ফিকাহ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ইজতিহাদের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সময়কালের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অধ্যয়ন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জ্ঞানার্জনের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একনিষ্ঠ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পরিশ্রমী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</w:p>
    <w:p w:rsidR="002A002B" w:rsidRPr="00E96184" w:rsidRDefault="002A002B" w:rsidP="00E96184">
      <w:pPr>
        <w:rPr>
          <w:rtl/>
          <w:cs/>
        </w:rPr>
      </w:pPr>
      <w:r>
        <w:rPr>
          <w:cs/>
          <w:lang w:bidi="bn-BD"/>
        </w:rPr>
        <w:lastRenderedPageBreak/>
        <w:br w:type="page"/>
      </w:r>
    </w:p>
    <w:p w:rsidR="00395970" w:rsidRDefault="00395970" w:rsidP="00AE651F">
      <w:pPr>
        <w:pStyle w:val="Heading2"/>
        <w:rPr>
          <w:lang w:bidi="bn-BD"/>
        </w:rPr>
      </w:pPr>
      <w:bookmarkStart w:id="4" w:name="_Toc398585140"/>
      <w:r>
        <w:rPr>
          <w:rFonts w:hint="cs"/>
          <w:cs/>
          <w:lang w:bidi="bn-BD"/>
        </w:rPr>
        <w:lastRenderedPageBreak/>
        <w:t>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মোজতাহিদের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AE651F">
        <w:rPr>
          <w:cs/>
          <w:lang w:bidi="bn-BD"/>
        </w:rPr>
        <w:t xml:space="preserve"> </w:t>
      </w:r>
      <w:r>
        <w:rPr>
          <w:cs/>
          <w:lang w:bidi="bn-BD"/>
        </w:rPr>
        <w:t>:</w:t>
      </w:r>
      <w:bookmarkEnd w:id="4"/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CC760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ইস্পিত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পূরণকারী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মুজতাহিদ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অবর্তমানে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প্রতিনিধি।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মুজতাহিদ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মুসলিম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পরিচালক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মীমাংসা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প্রশাসনিক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CC760A">
        <w:rPr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395970">
      <w:pPr>
        <w:pStyle w:val="libNormal"/>
        <w:rPr>
          <w:lang w:bidi="bn-BD"/>
        </w:rPr>
      </w:pPr>
      <w:proofErr w:type="gramStart"/>
      <w:r>
        <w:rPr>
          <w:rFonts w:hint="eastAsia"/>
          <w:lang w:bidi="bn-BD"/>
        </w:rPr>
        <w:t>“</w:t>
      </w:r>
      <w:r>
        <w:rPr>
          <w:rFonts w:hint="cs"/>
          <w:cs/>
          <w:lang w:bidi="bn-BD"/>
        </w:rPr>
        <w:t>মুজতাহিদকে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ইমামকে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ইমামকে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অংশীবাদ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শিরকের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নামান্তর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rFonts w:hint="eastAsia"/>
          <w:lang w:bidi="bn-BD"/>
        </w:rPr>
        <w:t>”</w:t>
      </w:r>
    </w:p>
    <w:p w:rsidR="00395970" w:rsidRDefault="00395970" w:rsidP="00CC760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মনোনীত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মুজতাহিদ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</w:t>
      </w:r>
      <w:r w:rsidR="00CC760A">
        <w:rPr>
          <w:cs/>
          <w:lang w:bidi="bn-BD"/>
        </w:rPr>
        <w:t>তো</w:t>
      </w:r>
      <w:r>
        <w:rPr>
          <w:rFonts w:hint="cs"/>
          <w:cs/>
          <w:lang w:bidi="bn-BD"/>
        </w:rPr>
        <w:t>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ক্ষমতাধর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সার্বজনীন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অভিভাবকত্ব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বিদ্যমান।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মীমাংসা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নির্ধারিত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শরনাপন্ন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অনুমতি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তদ্রূপ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নির্ধারিত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মালামালের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মুজতাহিদের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শরনাপন্ন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</w:p>
    <w:p w:rsidR="002A002B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অনুপস্থিতিকালীন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প্রতিনিধি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নায়েবে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প্রতিনিধি।</w:t>
      </w:r>
    </w:p>
    <w:p w:rsidR="002A002B" w:rsidRPr="00E96184" w:rsidRDefault="002A002B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2A002B">
      <w:pPr>
        <w:pStyle w:val="libCenterBold1"/>
        <w:rPr>
          <w:lang w:bidi="bn-BD"/>
        </w:rPr>
      </w:pPr>
      <w:r>
        <w:rPr>
          <w:rFonts w:hint="cs"/>
          <w:cs/>
          <w:lang w:bidi="bn-BD"/>
        </w:rPr>
        <w:lastRenderedPageBreak/>
        <w:t>পর্ব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১</w:t>
      </w:r>
    </w:p>
    <w:p w:rsidR="00395970" w:rsidRDefault="00395970" w:rsidP="002A002B">
      <w:pPr>
        <w:pStyle w:val="Heading1Center"/>
      </w:pPr>
      <w:bookmarkStart w:id="5" w:name="_Toc398585141"/>
      <w:r>
        <w:rPr>
          <w:rFonts w:hint="cs"/>
          <w:cs/>
          <w:lang w:bidi="bn-IN"/>
        </w:rPr>
        <w:t>তাওহীদ</w:t>
      </w:r>
      <w:bookmarkEnd w:id="5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bookmarkStart w:id="6" w:name="_Toc398585142"/>
      <w:r w:rsidRPr="002A002B">
        <w:rPr>
          <w:rStyle w:val="Heading2Char"/>
          <w:rFonts w:eastAsia="Calibri" w:hint="cs"/>
          <w:cs/>
          <w:lang w:bidi="bn-IN"/>
        </w:rPr>
        <w:t>৫</w:t>
      </w:r>
      <w:r w:rsidRPr="002A002B">
        <w:rPr>
          <w:rStyle w:val="Heading2Char"/>
          <w:rFonts w:eastAsia="Calibri" w:hint="cs"/>
          <w:cs/>
          <w:lang w:bidi="hi-IN"/>
        </w:rPr>
        <w:t>।</w:t>
      </w:r>
      <w:r w:rsidRPr="002A002B">
        <w:rPr>
          <w:rStyle w:val="Heading2Char"/>
          <w:rFonts w:eastAsia="Calibri"/>
          <w:rtl/>
          <w:cs/>
        </w:rPr>
        <w:t xml:space="preserve"> </w:t>
      </w:r>
      <w:r w:rsidRPr="002A002B">
        <w:rPr>
          <w:rStyle w:val="Heading2Char"/>
          <w:rFonts w:eastAsia="Calibri" w:hint="cs"/>
          <w:cs/>
          <w:lang w:bidi="bn-IN"/>
        </w:rPr>
        <w:t>মহান</w:t>
      </w:r>
      <w:r w:rsidRPr="002A002B">
        <w:rPr>
          <w:rStyle w:val="Heading2Char"/>
          <w:rFonts w:eastAsia="Calibri"/>
          <w:rtl/>
          <w:cs/>
        </w:rPr>
        <w:t xml:space="preserve"> </w:t>
      </w:r>
      <w:r w:rsidRPr="002A002B">
        <w:rPr>
          <w:rStyle w:val="Heading2Char"/>
          <w:rFonts w:eastAsia="Calibri" w:hint="cs"/>
          <w:cs/>
          <w:lang w:bidi="bn-IN"/>
        </w:rPr>
        <w:t>আল্লাহ</w:t>
      </w:r>
      <w:r w:rsidRPr="002A002B">
        <w:rPr>
          <w:rStyle w:val="Heading2Char"/>
          <w:rFonts w:eastAsia="Calibri"/>
          <w:rtl/>
          <w:cs/>
        </w:rPr>
        <w:t xml:space="preserve"> </w:t>
      </w:r>
      <w:r w:rsidRPr="002A002B">
        <w:rPr>
          <w:rStyle w:val="Heading2Char"/>
          <w:rFonts w:eastAsia="Calibri" w:hint="cs"/>
          <w:cs/>
          <w:lang w:bidi="bn-IN"/>
        </w:rPr>
        <w:t>সম্পর্কে</w:t>
      </w:r>
      <w:r w:rsidRPr="002A002B">
        <w:rPr>
          <w:rStyle w:val="Heading2Char"/>
          <w:rFonts w:eastAsia="Calibri"/>
          <w:rtl/>
          <w:cs/>
        </w:rPr>
        <w:t xml:space="preserve"> </w:t>
      </w:r>
      <w:r w:rsidRPr="002A002B">
        <w:rPr>
          <w:rStyle w:val="Heading2Char"/>
          <w:rFonts w:eastAsia="Calibri" w:hint="cs"/>
          <w:cs/>
          <w:lang w:bidi="bn-IN"/>
        </w:rPr>
        <w:t>আমাদের</w:t>
      </w:r>
      <w:bookmarkEnd w:id="6"/>
      <w:r w:rsidRPr="002A002B">
        <w:rPr>
          <w:rStyle w:val="Heading2Char"/>
          <w:rFonts w:eastAsia="Calibri"/>
          <w:rtl/>
          <w:cs/>
        </w:rPr>
        <w:t xml:space="preserve"> </w:t>
      </w:r>
      <w:r w:rsidRPr="002A002B">
        <w:rPr>
          <w:rStyle w:val="Heading1Char"/>
          <w:rFonts w:eastAsia="Calibri" w:hint="cs"/>
          <w:cs/>
          <w:lang w:bidi="bn-IN"/>
        </w:rPr>
        <w:t>বিশ্বাস</w:t>
      </w:r>
      <w:r w:rsidR="002A002B">
        <w:rPr>
          <w:rStyle w:val="Heading1Char"/>
          <w:rFonts w:eastAsia="Calibri"/>
        </w:rPr>
        <w:t xml:space="preserve"> :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অদ্বিতীয়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অনন্ত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শুরু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সর্বজ্ঞ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প্রজ্ঞাময়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পরায়ণ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</w:t>
      </w:r>
      <w:r w:rsidR="002A002B">
        <w:rPr>
          <w:rFonts w:hint="eastAsia"/>
          <w:cs/>
          <w:lang w:bidi="bn-BD"/>
        </w:rPr>
        <w:t>স্তি</w:t>
      </w:r>
      <w:r>
        <w:rPr>
          <w:rFonts w:hint="cs"/>
          <w:cs/>
          <w:lang w:bidi="bn-BD"/>
        </w:rPr>
        <w:t>ত্বময়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সর্বদ্রষ্টা।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অবয়ব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</w:t>
      </w:r>
      <w:r w:rsidR="002A002B">
        <w:rPr>
          <w:rFonts w:hint="eastAsia"/>
          <w:cs/>
          <w:lang w:bidi="bn-BD"/>
        </w:rPr>
        <w:t>স্তু</w:t>
      </w:r>
      <w:r>
        <w:rPr>
          <w:rFonts w:hint="cs"/>
          <w:cs/>
          <w:lang w:bidi="bn-BD"/>
        </w:rPr>
        <w:t>সত্তা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জাওহার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নন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উপজাত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আরাজ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নন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হাল্কা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স্থিতিশীল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গতিশীল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যেহেতু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বিপরীত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স্ত্রী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নিবদ্ধ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নিবদ্ধ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মুখবায়ব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চোখ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অবতরণ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বেহেশতবাসীকে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চন্দ্ররূপে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কুফরি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ঘাটতি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2A002B">
      <w:pPr>
        <w:pStyle w:val="libCenter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উর্ধে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সূক্ষ্ম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নাগালের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বাইরে।</w:t>
      </w:r>
      <w:r w:rsidRPr="00FB2189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অস্বীকারকারীদের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 w:rsidR="002A002B">
        <w:rPr>
          <w:cs/>
          <w:lang w:bidi="bn-BD"/>
        </w:rPr>
        <w:t>-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বাহ্যিক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আড়ালে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অন্তর্নিহিত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তাৎপর্যকে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পরীক্ষা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নিরীক্ষা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ভাষাতত্ত্ব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বাহ্যিক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অবয়ব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ভেদ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গভীরে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চেষ্ঠা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করেনি।</w:t>
      </w:r>
      <w:r>
        <w:rPr>
          <w:cs/>
          <w:lang w:bidi="bn-BD"/>
        </w:rPr>
        <w:t xml:space="preserve"> </w:t>
      </w:r>
    </w:p>
    <w:p w:rsidR="002A002B" w:rsidRPr="00E96184" w:rsidRDefault="002A002B" w:rsidP="00E96184">
      <w:r>
        <w:rPr>
          <w:lang w:bidi="bn-BD"/>
        </w:rPr>
        <w:br w:type="page"/>
      </w:r>
    </w:p>
    <w:p w:rsidR="00395970" w:rsidRDefault="00395970" w:rsidP="002A002B">
      <w:pPr>
        <w:pStyle w:val="Heading2"/>
        <w:rPr>
          <w:lang w:bidi="bn-BD"/>
        </w:rPr>
      </w:pPr>
      <w:bookmarkStart w:id="7" w:name="_Toc398585143"/>
      <w:r>
        <w:rPr>
          <w:rFonts w:hint="cs"/>
          <w:cs/>
          <w:lang w:bidi="bn-BD"/>
        </w:rPr>
        <w:lastRenderedPageBreak/>
        <w:t>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তাওহীদ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একত্ববাদ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7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BC1D1F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একত্ববাদে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সত্তাগত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জাতগত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একত্ব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সত্তাগতভাবে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তেমনি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দ্বিতীয়তঃ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একত্ববাদের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বিস্তারিত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অতুলনীয়।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সৃজনে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সৃষ্টজীবের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পুর্ণতার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সমতুল্য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তৃতীয়তঃ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উপাসনার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একত্ববাদ।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উপাসনা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তদ্রূপ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</w:t>
      </w:r>
      <w:r w:rsidR="00B07D13">
        <w:rPr>
          <w:cs/>
          <w:lang w:bidi="bn-BD"/>
        </w:rPr>
        <w:t>-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নামায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 w:rsidRPr="0072100A">
        <w:rPr>
          <w:rFonts w:hint="cs"/>
          <w:cs/>
          <w:lang w:bidi="bn-IN"/>
        </w:rPr>
        <w:t>তাকে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ভিন্ন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অন্য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কাউকে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শরীক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করে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তবে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সে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মোশরেক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বলে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পরিগণিত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হবে।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যেমন</w:t>
      </w:r>
      <w:r w:rsidRPr="0072100A">
        <w:rPr>
          <w:rtl/>
          <w:cs/>
        </w:rPr>
        <w:t xml:space="preserve">- </w:t>
      </w:r>
      <w:r w:rsidRPr="0072100A">
        <w:rPr>
          <w:rFonts w:hint="cs"/>
          <w:cs/>
          <w:lang w:bidi="bn-IN"/>
        </w:rPr>
        <w:t>কেউ</w:t>
      </w:r>
      <w:r w:rsidRPr="0072100A">
        <w:rPr>
          <w:rtl/>
          <w:cs/>
        </w:rPr>
        <w:t xml:space="preserve"> </w:t>
      </w:r>
      <w:r w:rsidR="00B07D13" w:rsidRPr="0072100A">
        <w:rPr>
          <w:rFonts w:hint="cs"/>
          <w:cs/>
          <w:lang w:bidi="bn-IN"/>
        </w:rPr>
        <w:t>আল্লাহর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সন্তুষ্টির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জন্যই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এবাদত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করল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কিন্তু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আল্লাহ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ভিন্ন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কোন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কিছুর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নৈকট্য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কামনা</w:t>
      </w:r>
      <w:r w:rsidRPr="0072100A">
        <w:rPr>
          <w:rtl/>
          <w:cs/>
        </w:rPr>
        <w:t xml:space="preserve"> </w:t>
      </w:r>
      <w:r w:rsidRPr="0072100A">
        <w:rPr>
          <w:rFonts w:hint="cs"/>
          <w:cs/>
          <w:lang w:bidi="bn-IN"/>
        </w:rPr>
        <w:t>করল</w:t>
      </w:r>
      <w:r w:rsidRPr="0072100A">
        <w:rPr>
          <w:rtl/>
          <w:cs/>
        </w:rPr>
        <w:t xml:space="preserve"> </w:t>
      </w:r>
      <w:r w:rsidR="00BC1D1F">
        <w:t>(</w:t>
      </w:r>
      <w:r w:rsidR="00BC1D1F" w:rsidRPr="00BC1D1F">
        <w:rPr>
          <w:rFonts w:hint="cs"/>
          <w:cs/>
          <w:lang w:bidi="bn-IN"/>
        </w:rPr>
        <w:t>যেমন</w:t>
      </w:r>
      <w:r w:rsidR="00BC1D1F" w:rsidRPr="00BC1D1F">
        <w:rPr>
          <w:cs/>
          <w:lang w:bidi="bn-IN"/>
        </w:rPr>
        <w:t xml:space="preserve">- </w:t>
      </w:r>
      <w:r w:rsidR="00BC1D1F" w:rsidRPr="00BC1D1F">
        <w:rPr>
          <w:rFonts w:hint="cs"/>
          <w:cs/>
          <w:lang w:bidi="bn-IN"/>
        </w:rPr>
        <w:t>দারিদ্র</w:t>
      </w:r>
      <w:r w:rsidR="00BC1D1F" w:rsidRPr="00BC1D1F">
        <w:rPr>
          <w:cs/>
          <w:lang w:bidi="bn-IN"/>
        </w:rPr>
        <w:t xml:space="preserve"> </w:t>
      </w:r>
      <w:r w:rsidR="00BC1D1F" w:rsidRPr="00BC1D1F">
        <w:rPr>
          <w:rFonts w:hint="cs"/>
          <w:cs/>
          <w:lang w:bidi="bn-IN"/>
        </w:rPr>
        <w:t>বিমোচন</w:t>
      </w:r>
      <w:r w:rsidR="00BC1D1F" w:rsidRPr="00BC1D1F">
        <w:rPr>
          <w:cs/>
          <w:lang w:bidi="bn-IN"/>
        </w:rPr>
        <w:t>)</w:t>
      </w:r>
      <w:r w:rsidR="00BC1D1F" w:rsidRPr="00BC1D1F">
        <w:rPr>
          <w:rFonts w:hint="cs"/>
          <w:cs/>
          <w:lang w:bidi="hi-IN"/>
        </w:rPr>
        <w:t>।</w:t>
      </w:r>
      <w:r w:rsidR="00BC1D1F">
        <w:rPr>
          <w:lang w:bidi="bn-IN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মোশরেক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মূর্তি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পূজার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 w:rsidR="002471BC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এবাদতকরণ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আক্রমন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অর্ন্তনিহিত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তাৎপর্যকে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অসুস্থকে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জানাযাকে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সমাধিস্থ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সাক্ষাৎ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দরিদ্র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অসুস্থের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সাক্ষাৎ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কল্যাণব্রত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অসুস্থের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পরিগনিত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কল্যাণব্রত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 w:rsidR="002471BC">
        <w:rPr>
          <w:cs/>
          <w:lang w:bidi="bn-BD"/>
        </w:rPr>
        <w:t>-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জানাযা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সমাধিস্থকরণ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মুসলিম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সাক্ষাৎকরাও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যাহোক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শরীয়তগতভাবে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ফিকাহশাস্ত্রে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সংক্ষেপে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পূনর্জীবিত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নিদর্শনসমূহকে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 xml:space="preserve">- </w:t>
      </w:r>
    </w:p>
    <w:p w:rsidR="00395970" w:rsidRDefault="00395970" w:rsidP="002471BC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সমূহকে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বহিঃপ্রকাশ।</w:t>
      </w:r>
      <w:r w:rsidRPr="00FB2189">
        <w:rPr>
          <w:rStyle w:val="libAlaemChar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হজ্জ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৩২</w:t>
      </w:r>
      <w:r>
        <w:rPr>
          <w:cs/>
          <w:lang w:bidi="bn-BD"/>
        </w:rPr>
        <w:t>)</w:t>
      </w:r>
    </w:p>
    <w:p w:rsidR="002471BC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শরীয়তে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মুস্তাহাব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পরিগনিত।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নিকটই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অবশ্যই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পুরস্কৃত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</w:p>
    <w:p w:rsidR="002471BC" w:rsidRPr="00E96184" w:rsidRDefault="002471BC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2471BC">
      <w:pPr>
        <w:pStyle w:val="Heading2"/>
        <w:rPr>
          <w:lang w:bidi="bn-BD"/>
        </w:rPr>
      </w:pPr>
      <w:bookmarkStart w:id="8" w:name="_Toc398585144"/>
      <w:r>
        <w:rPr>
          <w:rFonts w:hint="cs"/>
          <w:cs/>
          <w:lang w:bidi="bn-BD"/>
        </w:rPr>
        <w:lastRenderedPageBreak/>
        <w:t>৭।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গুণাবলী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সিফাত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8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পূর্ণতাগুণ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কামাল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সৌন্দর্যগুণ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জামাল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নামকরণ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এলম</w:t>
      </w:r>
      <w:r>
        <w:rPr>
          <w:cs/>
          <w:lang w:bidi="bn-BD"/>
        </w:rPr>
        <w:t>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কুদরাত</w:t>
      </w:r>
      <w:r>
        <w:rPr>
          <w:cs/>
          <w:lang w:bidi="bn-BD"/>
        </w:rPr>
        <w:t>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ঐশ্বর্যবান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গনি</w:t>
      </w:r>
      <w:r>
        <w:rPr>
          <w:cs/>
          <w:lang w:bidi="bn-BD"/>
        </w:rPr>
        <w:t>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প্রত্যয়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এরাদা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চিরঞ্জীব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হায়াত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সত্ত্বাবহির্ভূত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পরাক্রমশালী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চিরঞ্জীব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চিরঞ্জীব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পরাক্রমশালী।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পূর্ণতাগুণগুলোও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এরূপ।</w:t>
      </w:r>
    </w:p>
    <w:p w:rsidR="00395970" w:rsidRDefault="00395970" w:rsidP="002B6976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ভাবার্থগত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গুণ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অস্তিত্বের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ওয়াজীবুল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ওজুদ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একাধিক্য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অপরিহার্য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ধরা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দ্বিতীয়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একত্ববাদের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সংযুক্তি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এজাফী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গুণগুলো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সৃজনগত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খালেকিয়াত</w:t>
      </w:r>
      <w:r>
        <w:rPr>
          <w:cs/>
          <w:lang w:bidi="bn-BD"/>
        </w:rPr>
        <w:t>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অন্নদানগত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রাজেকিয়াত</w:t>
      </w:r>
      <w:r>
        <w:rPr>
          <w:cs/>
          <w:lang w:bidi="bn-BD"/>
        </w:rPr>
        <w:t>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প্রাচীণগত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তাকাদ্দুম</w:t>
      </w:r>
      <w:r>
        <w:rPr>
          <w:cs/>
          <w:lang w:bidi="bn-BD"/>
        </w:rPr>
        <w:t>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কারণগত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ইল্লিয়াত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গুণগুলো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হাকীকী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গুণের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অস্তিত্বমান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কাইয়্যমিয়াত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হওয়া।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ফলাফল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বিবেচনা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সিফাতে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জালাল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মহিমা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নামে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সম্ভাবনাকে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সম্ভাবনাকে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চেহারা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স্থিতি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হালকা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বিষয়াবলী।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ঘাটতি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সম্ভাবনাকে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ওয়াজিবুল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ওজুদ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অবশেষে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অদ্বিতীয়।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সত্তাকে</w:t>
      </w:r>
      <w:r>
        <w:rPr>
          <w:cs/>
          <w:lang w:bidi="bn-BD"/>
        </w:rPr>
        <w:t xml:space="preserve"> </w:t>
      </w:r>
      <w:r w:rsidR="00D6338C">
        <w:rPr>
          <w:rFonts w:hint="cs"/>
          <w:cs/>
          <w:lang w:bidi="bn-BD"/>
        </w:rPr>
        <w:t>খণ্ড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প্রত্যাবর্তন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সত্তাগতভাবে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অদ্বিতীয়</w:t>
      </w:r>
      <w:r w:rsidR="002B3ACE">
        <w:rPr>
          <w:cs/>
          <w:lang w:bidi="bn-BD"/>
        </w:rPr>
        <w:t>-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নিশ্চয়তা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নির্ভরশীল।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মারাত্মক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অপূর্ণতার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সম্ভাবনা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সত্তাকে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পূর্ণরূপে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ফেলে।</w:t>
      </w:r>
      <w:r w:rsidR="00D6338C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দাড়ায়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অনস্তিত্বশীলতা।</w:t>
      </w:r>
      <w:r>
        <w:rPr>
          <w:cs/>
          <w:lang w:bidi="bn-BD"/>
        </w:rPr>
        <w:t xml:space="preserve"> </w:t>
      </w:r>
    </w:p>
    <w:p w:rsidR="00395970" w:rsidRDefault="00395970" w:rsidP="00D6338C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অস্তিত্ববর্হিভূত।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প্রাচীন।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অংশীদার।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</w:t>
      </w:r>
      <w:r w:rsidR="002A002B">
        <w:rPr>
          <w:rFonts w:hint="eastAsia"/>
          <w:cs/>
          <w:lang w:bidi="bn-BD"/>
        </w:rPr>
        <w:t>স্তি</w:t>
      </w:r>
      <w:r>
        <w:rPr>
          <w:rFonts w:hint="cs"/>
          <w:cs/>
          <w:lang w:bidi="bn-BD"/>
        </w:rPr>
        <w:t>ত্ব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শরীক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সমাহার।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উর্ধে।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মাওলা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আমীরুল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মুমিনীন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একত্ববাদীদের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857A37" w:rsidRDefault="00395970" w:rsidP="00395970">
      <w:pPr>
        <w:pStyle w:val="libNormal"/>
        <w:rPr>
          <w:cs/>
          <w:lang w:bidi="bn-BD"/>
        </w:rPr>
      </w:pPr>
      <w:r>
        <w:rPr>
          <w:rFonts w:hint="eastAsia"/>
          <w:lang w:bidi="bn-BD"/>
        </w:rPr>
        <w:t>“</w:t>
      </w:r>
      <w:r>
        <w:rPr>
          <w:rFonts w:hint="cs"/>
          <w:cs/>
          <w:lang w:bidi="bn-BD"/>
        </w:rPr>
        <w:t>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ইখলাস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বিশেষণই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স্বতন্ত্র।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বিশেষায়িত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সদৃশ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বানালো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সদৃশ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দ্বিতীয়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বানালো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দ্বিতীয়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বানালো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করলো।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নাহাজুল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বালাগা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খুতবা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১</w:t>
      </w:r>
      <w:r>
        <w:rPr>
          <w:cs/>
          <w:lang w:bidi="bn-BD"/>
        </w:rPr>
        <w:t>)</w:t>
      </w:r>
    </w:p>
    <w:p w:rsidR="00857A37" w:rsidRPr="00E96184" w:rsidRDefault="00857A37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857A37">
      <w:pPr>
        <w:pStyle w:val="Heading2"/>
        <w:rPr>
          <w:lang w:bidi="bn-BD"/>
        </w:rPr>
      </w:pPr>
      <w:bookmarkStart w:id="9" w:name="_Toc398585145"/>
      <w:r>
        <w:rPr>
          <w:rFonts w:hint="cs"/>
          <w:cs/>
          <w:lang w:bidi="bn-BD"/>
        </w:rPr>
        <w:lastRenderedPageBreak/>
        <w:t>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বিশ্বাসঃ</w:t>
      </w:r>
      <w:bookmarkEnd w:id="9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বোধক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পূর্ণতাগুণ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মোকাবেলায়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ক্রোধভরে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অনুগতকে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পুরস্কৃত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সামর্থ্যরে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অসীম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স্পষ্ট।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যেহেতু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সুকর্মই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প্রজ্ঞাবান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প্রজ্ঞা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বহির্ভূত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নিম্নলিখিত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>-</w:t>
      </w:r>
    </w:p>
    <w:p w:rsidR="00395970" w:rsidRDefault="00395970" w:rsidP="009773DF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১।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অনবহিত।</w:t>
      </w:r>
    </w:p>
    <w:p w:rsidR="00395970" w:rsidRDefault="00395970" w:rsidP="009773DF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অপারগ।</w:t>
      </w:r>
    </w:p>
    <w:p w:rsidR="00395970" w:rsidRDefault="00395970" w:rsidP="009773DF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৩।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প্রয়োজন।</w:t>
      </w:r>
    </w:p>
    <w:p w:rsidR="00395970" w:rsidRDefault="00395970" w:rsidP="009773DF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অবগত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খেয়াল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খুশীর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ছাড়াই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উপরোল্লিখিত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কোনটিই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প্রযোজ্য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অনস্বীকার্য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দাড়ায়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ঘাটতি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চুড়ান্তরূপে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সিদ্ধান্তে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ক্ষুদ্র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অনুগতদের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পাপীষ্ঠদেরকে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বেহেশতে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কাফেরদেরকেও।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চাপিয়ে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এমতাবস্থায়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অত্যাচার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প্রতারণা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মিথ্যা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প্রজ্ঞাহীন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উদ্দেশ্যবিহিন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কল্যাণবিহীন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নিষ্ফল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</w:p>
    <w:p w:rsidR="00395970" w:rsidRDefault="00BF0D0E" w:rsidP="009773DF">
      <w:pPr>
        <w:pStyle w:val="libLine"/>
        <w:rPr>
          <w:lang w:bidi="bn-BD"/>
        </w:rPr>
      </w:pPr>
      <w:r w:rsidRPr="00FB2189">
        <w:rPr>
          <w:rStyle w:val="libAlaemChar"/>
        </w:rPr>
        <w:t xml:space="preserve"> </w:t>
      </w:r>
      <w:r w:rsidR="00395970" w:rsidRPr="00FB2189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তিনি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কর্মের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জিজ্ঞাসিত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হবেন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কিন্তু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তারা</w:t>
      </w:r>
      <w:r w:rsidR="00395970">
        <w:rPr>
          <w:cs/>
          <w:lang w:bidi="bn-BD"/>
        </w:rPr>
        <w:t xml:space="preserve"> (</w:t>
      </w:r>
      <w:r w:rsidR="00395970">
        <w:rPr>
          <w:rFonts w:hint="cs"/>
          <w:cs/>
          <w:lang w:bidi="bn-BD"/>
        </w:rPr>
        <w:t>মানুষ</w:t>
      </w:r>
      <w:r w:rsidR="00395970">
        <w:rPr>
          <w:cs/>
          <w:lang w:bidi="bn-BD"/>
        </w:rPr>
        <w:t xml:space="preserve">) </w:t>
      </w:r>
      <w:r w:rsidR="00395970">
        <w:rPr>
          <w:rFonts w:hint="cs"/>
          <w:cs/>
          <w:lang w:bidi="bn-BD"/>
        </w:rPr>
        <w:t>জিজ্ঞাসিত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হবে।</w:t>
      </w:r>
      <w:r w:rsidR="00395970" w:rsidRPr="00FB2189">
        <w:rPr>
          <w:rStyle w:val="libAlaemChar"/>
        </w:rPr>
        <w:t>”</w:t>
      </w:r>
      <w:r w:rsidR="00395970">
        <w:rPr>
          <w:lang w:bidi="bn-BD"/>
        </w:rPr>
        <w:t xml:space="preserve"> (</w:t>
      </w:r>
      <w:r w:rsidR="00395970">
        <w:rPr>
          <w:rFonts w:hint="cs"/>
          <w:cs/>
          <w:lang w:bidi="bn-BD"/>
        </w:rPr>
        <w:t>সুরা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আম্বিয়া</w:t>
      </w:r>
      <w:r w:rsidR="00395970">
        <w:rPr>
          <w:cs/>
          <w:lang w:bidi="bn-BD"/>
        </w:rPr>
        <w:t xml:space="preserve"> -</w:t>
      </w:r>
      <w:r w:rsidR="00395970">
        <w:rPr>
          <w:rFonts w:hint="cs"/>
          <w:cs/>
          <w:lang w:bidi="bn-BD"/>
        </w:rPr>
        <w:t>২৩</w:t>
      </w:r>
      <w:r w:rsidR="00395970"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অনুযায়ী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অন্যায়কারী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অবিজ্ঞ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রং</w:t>
      </w:r>
      <w:r w:rsidR="009773DF">
        <w:rPr>
          <w:lang w:bidi="bn-BD"/>
        </w:rPr>
        <w:t xml:space="preserve"> </w:t>
      </w:r>
      <w:r>
        <w:rPr>
          <w:rFonts w:hint="cs"/>
          <w:cs/>
          <w:lang w:bidi="bn-BD"/>
        </w:rPr>
        <w:t>তামাশাকারী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মিথ্যাবাদী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প্রতারক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কুফরী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9773DF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proofErr w:type="gramStart"/>
      <w:r w:rsidRPr="00FB2189">
        <w:rPr>
          <w:rStyle w:val="libAlaemChar"/>
        </w:rPr>
        <w:t>”</w:t>
      </w:r>
      <w:r>
        <w:rPr>
          <w:lang w:bidi="bn-BD"/>
        </w:rPr>
        <w:t>(</w:t>
      </w:r>
      <w:proofErr w:type="gramEnd"/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মুমীন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৩১</w:t>
      </w:r>
      <w:r>
        <w:rPr>
          <w:cs/>
          <w:lang w:bidi="bn-BD"/>
        </w:rPr>
        <w:t>)</w:t>
      </w:r>
    </w:p>
    <w:p w:rsidR="00BF0D0E" w:rsidRDefault="00BF0D0E" w:rsidP="009773DF">
      <w:pPr>
        <w:pStyle w:val="libLine"/>
        <w:rPr>
          <w:rStyle w:val="libAlaemChar"/>
        </w:rPr>
      </w:pPr>
      <w:r w:rsidRPr="0062763A">
        <w:rPr>
          <w:rStyle w:val="libAlaemChar"/>
        </w:rPr>
        <w:t>“</w:t>
      </w:r>
      <w:r w:rsidRPr="00BF0D0E">
        <w:rPr>
          <w:rFonts w:hint="cs"/>
          <w:cs/>
          <w:lang w:bidi="bn-IN"/>
        </w:rPr>
        <w:t>মহান</w:t>
      </w:r>
      <w:r w:rsidRPr="00BF0D0E">
        <w:rPr>
          <w:cs/>
          <w:lang w:bidi="bn-IN"/>
        </w:rPr>
        <w:t xml:space="preserve"> </w:t>
      </w:r>
      <w:r w:rsidRPr="00BF0D0E">
        <w:rPr>
          <w:rFonts w:hint="cs"/>
          <w:cs/>
          <w:lang w:bidi="bn-IN"/>
        </w:rPr>
        <w:t>আল্লাহ</w:t>
      </w:r>
      <w:r w:rsidRPr="00BF0D0E">
        <w:rPr>
          <w:cs/>
          <w:lang w:bidi="bn-IN"/>
        </w:rPr>
        <w:t xml:space="preserve"> </w:t>
      </w:r>
      <w:r w:rsidRPr="00BF0D0E">
        <w:rPr>
          <w:rFonts w:hint="cs"/>
          <w:cs/>
          <w:lang w:bidi="bn-IN"/>
        </w:rPr>
        <w:t>ফেসাদ</w:t>
      </w:r>
      <w:r w:rsidRPr="00BF0D0E">
        <w:rPr>
          <w:cs/>
          <w:lang w:bidi="bn-IN"/>
        </w:rPr>
        <w:t xml:space="preserve"> (</w:t>
      </w:r>
      <w:r w:rsidRPr="00BF0D0E">
        <w:rPr>
          <w:rFonts w:hint="cs"/>
          <w:cs/>
          <w:lang w:bidi="bn-IN"/>
        </w:rPr>
        <w:t>অনাচার</w:t>
      </w:r>
      <w:r w:rsidRPr="00BF0D0E">
        <w:rPr>
          <w:cs/>
          <w:lang w:bidi="bn-IN"/>
        </w:rPr>
        <w:t xml:space="preserve">) </w:t>
      </w:r>
      <w:r w:rsidRPr="00BF0D0E">
        <w:rPr>
          <w:rFonts w:hint="cs"/>
          <w:cs/>
          <w:lang w:bidi="bn-IN"/>
        </w:rPr>
        <w:t>পছন্দ</w:t>
      </w:r>
      <w:r w:rsidRPr="00BF0D0E">
        <w:rPr>
          <w:cs/>
          <w:lang w:bidi="bn-IN"/>
        </w:rPr>
        <w:t xml:space="preserve"> </w:t>
      </w:r>
      <w:r w:rsidRPr="00BF0D0E">
        <w:rPr>
          <w:rFonts w:hint="cs"/>
          <w:cs/>
          <w:lang w:bidi="bn-IN"/>
        </w:rPr>
        <w:t>করেন</w:t>
      </w:r>
      <w:r w:rsidRPr="00BF0D0E">
        <w:rPr>
          <w:cs/>
          <w:lang w:bidi="bn-IN"/>
        </w:rPr>
        <w:t xml:space="preserve"> </w:t>
      </w:r>
      <w:r w:rsidRPr="00BF0D0E">
        <w:rPr>
          <w:rFonts w:hint="cs"/>
          <w:cs/>
          <w:lang w:bidi="bn-IN"/>
        </w:rPr>
        <w:t>না।</w:t>
      </w:r>
      <w:proofErr w:type="gramStart"/>
      <w:r w:rsidRPr="0062763A">
        <w:rPr>
          <w:rStyle w:val="libAlaemChar"/>
          <w:rFonts w:hint="eastAsia"/>
        </w:rPr>
        <w:t>”</w:t>
      </w:r>
      <w:r w:rsidRPr="00BF0D0E">
        <w:t>(</w:t>
      </w:r>
      <w:proofErr w:type="gramEnd"/>
      <w:r w:rsidRPr="00BF0D0E">
        <w:rPr>
          <w:rFonts w:hint="cs"/>
          <w:cs/>
          <w:lang w:bidi="bn-IN"/>
        </w:rPr>
        <w:t>সুরা</w:t>
      </w:r>
      <w:r w:rsidRPr="00BF0D0E">
        <w:rPr>
          <w:cs/>
          <w:lang w:bidi="bn-IN"/>
        </w:rPr>
        <w:t xml:space="preserve"> </w:t>
      </w:r>
      <w:r w:rsidRPr="00BF0D0E">
        <w:rPr>
          <w:rFonts w:hint="cs"/>
          <w:cs/>
          <w:lang w:bidi="bn-IN"/>
        </w:rPr>
        <w:t>আল</w:t>
      </w:r>
      <w:r w:rsidRPr="00BF0D0E">
        <w:rPr>
          <w:cs/>
          <w:lang w:bidi="bn-IN"/>
        </w:rPr>
        <w:t>-</w:t>
      </w:r>
      <w:r w:rsidRPr="00BF0D0E">
        <w:rPr>
          <w:rFonts w:hint="cs"/>
          <w:cs/>
          <w:lang w:bidi="bn-IN"/>
        </w:rPr>
        <w:t>বাকারা</w:t>
      </w:r>
      <w:r w:rsidRPr="00BF0D0E">
        <w:rPr>
          <w:cs/>
          <w:lang w:bidi="bn-IN"/>
        </w:rPr>
        <w:t xml:space="preserve">- </w:t>
      </w:r>
      <w:r w:rsidRPr="00BF0D0E">
        <w:rPr>
          <w:rFonts w:hint="cs"/>
          <w:cs/>
          <w:lang w:bidi="bn-IN"/>
        </w:rPr>
        <w:t>২০৫</w:t>
      </w:r>
      <w:r w:rsidRPr="00BF0D0E">
        <w:rPr>
          <w:cs/>
          <w:lang w:bidi="bn-IN"/>
        </w:rPr>
        <w:t>)</w:t>
      </w:r>
      <w:r w:rsidR="009773DF" w:rsidRPr="00FB2189">
        <w:rPr>
          <w:rStyle w:val="libAlaemChar"/>
        </w:rPr>
        <w:t xml:space="preserve"> </w:t>
      </w:r>
    </w:p>
    <w:p w:rsidR="00395970" w:rsidRDefault="00395970" w:rsidP="009773DF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আকাশসমূহ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এতদ্ভয়ের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খেলার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করিনি।</w:t>
      </w:r>
      <w:r w:rsidRPr="00FB2189">
        <w:rPr>
          <w:rStyle w:val="libAlaemChar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আম্বিয়া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১৬</w:t>
      </w:r>
      <w:r>
        <w:rPr>
          <w:cs/>
          <w:lang w:bidi="bn-BD"/>
        </w:rPr>
        <w:t>)</w:t>
      </w:r>
    </w:p>
    <w:p w:rsidR="00395970" w:rsidRDefault="00395970" w:rsidP="009773DF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করেছি।</w:t>
      </w:r>
      <w:r w:rsidRPr="00FB2189">
        <w:rPr>
          <w:rStyle w:val="libAlaemChar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জারিয়াত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৫৬</w:t>
      </w:r>
      <w:r>
        <w:rPr>
          <w:cs/>
          <w:lang w:bidi="bn-BD"/>
        </w:rPr>
        <w:t>)</w:t>
      </w:r>
    </w:p>
    <w:p w:rsidR="009773DF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</w:p>
    <w:p w:rsidR="009773DF" w:rsidRPr="00E96184" w:rsidRDefault="009773DF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9773DF">
      <w:pPr>
        <w:pStyle w:val="Heading2"/>
        <w:rPr>
          <w:lang w:bidi="bn-BD"/>
        </w:rPr>
      </w:pPr>
      <w:bookmarkStart w:id="10" w:name="_Toc398585146"/>
      <w:r>
        <w:rPr>
          <w:rFonts w:hint="cs"/>
          <w:cs/>
          <w:lang w:bidi="bn-BD"/>
        </w:rPr>
        <w:lastRenderedPageBreak/>
        <w:t>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অর্পিত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10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চুড়ান্ত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হুজ্জাত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উপস্থাপন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বোধগম্য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জানেনা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অর্পণ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</w:p>
    <w:p w:rsidR="00F85A72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সার্বিক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পরিচালিত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অনাচার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ক্ষতিকর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খারাপ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পরিণতির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দৃষ্টান্ত।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পরকালীন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অনবগত।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ক্ষতিকারক।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স্বভাবগতভাবেই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দয়ালু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দাতা।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চুড়ান্তভাবে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অবাধ্যতার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দূর্ভাগ্য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ডেকে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F85A72" w:rsidRPr="00E96184" w:rsidRDefault="00F85A72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F85A72">
      <w:pPr>
        <w:pStyle w:val="Heading2"/>
        <w:rPr>
          <w:lang w:bidi="bn-BD"/>
        </w:rPr>
      </w:pPr>
      <w:bookmarkStart w:id="11" w:name="_Toc398585147"/>
      <w:r>
        <w:rPr>
          <w:rFonts w:hint="cs"/>
          <w:cs/>
          <w:lang w:bidi="bn-BD"/>
        </w:rPr>
        <w:lastRenderedPageBreak/>
        <w:t>১০।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ক্বাজা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ক্বাদর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11"/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055888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জাবরি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কার্যকলাপের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এমতাবস্থায়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</w:t>
      </w:r>
      <w:r w:rsidR="00BE138C">
        <w:rPr>
          <w:lang w:bidi="bn-BD"/>
        </w:rPr>
        <w:t>;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সৎকর্মে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পুরস্কৃত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জাবরিরা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055888">
        <w:rPr>
          <w:cs/>
          <w:lang w:bidi="bn-BD"/>
        </w:rPr>
        <w:t>ণ্ডে</w:t>
      </w:r>
      <w:r>
        <w:rPr>
          <w:rFonts w:hint="cs"/>
          <w:cs/>
          <w:lang w:bidi="bn-BD"/>
        </w:rPr>
        <w:t>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সংগঠক।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জাবরিদের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বস্তুর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প্রাকৃতিক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কারণকে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আস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সাবাবিয়াহ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আত্তাবিয়্যাহ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আস্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সাবাবুল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হাকীকী</w:t>
      </w:r>
      <w:r>
        <w:rPr>
          <w:cs/>
          <w:lang w:bidi="bn-BD"/>
        </w:rPr>
        <w:t>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বস্তুর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প্রাকৃতিক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ধারণামতে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বিহিন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সৃষ্টিকর্তা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055888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স্বাধীনতাবাদী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মাফবিজাহ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স্বাধীন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শক্তির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পালনীয়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ভূমিকা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055888">
        <w:rPr>
          <w:cs/>
          <w:lang w:bidi="bn-BD"/>
        </w:rPr>
        <w:t>ণ্ড</w:t>
      </w:r>
      <w:r>
        <w:rPr>
          <w:rFonts w:hint="cs"/>
          <w:cs/>
          <w:lang w:bidi="bn-BD"/>
        </w:rPr>
        <w:t>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ঘাটতি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জিনিসেরই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তাফবীজ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মতবাদ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মধ্যপন্থী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প্রাগুক্ত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মাঝামাঝি।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শাস্ত্রের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বিবাদরত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তাৎপর্যকে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প্রান্তিক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বছর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নিগূঢ়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উন্মোচন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পারিনি।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প্রজ্ঞা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আমরু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বাইনাল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আমরাইন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আধুনিক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পাশ্চাত্য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জন্মজ।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ইমামগন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শতাব্দীকাল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মধ্যপন্থী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পরিষ্কার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- </w:t>
      </w:r>
    </w:p>
    <w:p w:rsidR="00395970" w:rsidRDefault="00055888" w:rsidP="005B7936">
      <w:pPr>
        <w:pStyle w:val="libCenter"/>
        <w:rPr>
          <w:lang w:bidi="bn-BD"/>
        </w:rPr>
      </w:pPr>
      <w:r w:rsidRPr="00FB2189">
        <w:rPr>
          <w:rStyle w:val="libAlaemChar"/>
        </w:rPr>
        <w:t xml:space="preserve"> </w:t>
      </w:r>
      <w:r w:rsidR="00395970" w:rsidRPr="00FB2189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জাবর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নয়</w:t>
      </w:r>
      <w:proofErr w:type="gramStart"/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ক</w:t>
      </w:r>
      <w:proofErr w:type="gramEnd"/>
      <w:r w:rsidR="00395970">
        <w:rPr>
          <w:rFonts w:hint="cs"/>
          <w:cs/>
          <w:lang w:bidi="bn-BD"/>
        </w:rPr>
        <w:t>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তাফবীজ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বরং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দু</w:t>
      </w:r>
      <w:r w:rsidR="00395970">
        <w:rPr>
          <w:lang w:bidi="bn-BD"/>
        </w:rPr>
        <w:t>'</w:t>
      </w:r>
      <w:r w:rsidR="00395970">
        <w:rPr>
          <w:rFonts w:hint="cs"/>
          <w:cs/>
          <w:lang w:bidi="bn-BD"/>
        </w:rPr>
        <w:t>য়ের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মাঝামাঝি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বিষয়।</w:t>
      </w:r>
      <w:r w:rsidR="00395970" w:rsidRPr="00FB2189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সত্যিই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দিকনির্দেশনা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লুকিয়ে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মাঝে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সূক্ষ্ম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সংক্ষেপে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আফআলীনা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হাকীকী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প্রাকৃতিক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সাবাবুত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তাবিয়াত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ক্ষমতাধীন।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ক্ষমতাধীন।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দানকারী।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ঐচ্ছিক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স্বাধীনতা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এখতিয়ার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রাজত্বে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মালিক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হুকুম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মালিক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সর্বশক্তিমান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ক্ষমতাবান।</w:t>
      </w:r>
    </w:p>
    <w:p w:rsidR="005B7936" w:rsidRDefault="00395970" w:rsidP="005B7936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যাহোক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ক্বাজা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ক্বাদর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আওতাধীন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নিগূঢ়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প্রান্তিক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সামর্থ্য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গভীরে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সূক্ষ্ম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অন্ধকারের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পরিচালিত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সূক্ষ্ম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জটিলতম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মুষ্টিমেয়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কালামবিদ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বোধগম্যের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উর্ধে।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ইমামগনের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বাণী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সামগ্রিক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 w:rsidR="00724A58">
        <w:rPr>
          <w:rFonts w:hint="cs"/>
          <w:cs/>
          <w:lang w:bidi="bn-BD"/>
        </w:rPr>
        <w:t>দু</w:t>
      </w:r>
      <w:r w:rsidR="00724A58" w:rsidRPr="00E96184">
        <w:rPr>
          <w:rStyle w:val="libAlaemChar"/>
        </w:rPr>
        <w:t>’</w:t>
      </w:r>
      <w:r w:rsidR="00C07EA5">
        <w:rPr>
          <w:rFonts w:hint="cs"/>
          <w:cs/>
          <w:lang w:bidi="bn-BD"/>
        </w:rPr>
        <w:t>টি</w:t>
      </w:r>
      <w:r>
        <w:rPr>
          <w:rFonts w:hint="cs"/>
          <w:cs/>
          <w:lang w:bidi="bn-BD"/>
        </w:rPr>
        <w:t>বিষয়</w:t>
      </w:r>
      <w:r w:rsidR="005B7936">
        <w:rPr>
          <w:cs/>
          <w:lang w:bidi="bn-BD"/>
        </w:rPr>
        <w:t>-</w:t>
      </w:r>
      <w:r>
        <w:rPr>
          <w:rFonts w:hint="cs"/>
          <w:cs/>
          <w:lang w:bidi="bn-BD"/>
        </w:rPr>
        <w:t>জাবরি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তাফবীজ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পূর্ন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স্বাধীন</w:t>
      </w:r>
      <w:r>
        <w:rPr>
          <w:cs/>
          <w:lang w:bidi="bn-BD"/>
        </w:rPr>
        <w:t xml:space="preserve">)-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মাঝামাঝি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আমরু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বাইনাল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আমরাইন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মৌলিক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সূক্ষ্মভাবে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সম্যকভাবে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5B7936" w:rsidRPr="00E96184" w:rsidRDefault="005B7936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Pr="00783321" w:rsidRDefault="00395970" w:rsidP="00A9047B">
      <w:pPr>
        <w:pStyle w:val="Heading2"/>
        <w:rPr>
          <w:lang w:bidi="bn-BD"/>
        </w:rPr>
      </w:pPr>
      <w:bookmarkStart w:id="12" w:name="_Toc398585148"/>
      <w:r w:rsidRPr="00783321">
        <w:rPr>
          <w:rFonts w:hint="cs"/>
          <w:cs/>
          <w:lang w:bidi="bn-BD"/>
        </w:rPr>
        <w:lastRenderedPageBreak/>
        <w:t>১১।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বাদা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সম্পর্কে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আমাদের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বিশ্বাস</w:t>
      </w:r>
      <w:r w:rsidR="002A002B" w:rsidRPr="00783321">
        <w:rPr>
          <w:cs/>
          <w:lang w:bidi="bn-BD"/>
        </w:rPr>
        <w:t xml:space="preserve"> :</w:t>
      </w:r>
      <w:bookmarkEnd w:id="12"/>
    </w:p>
    <w:p w:rsidR="00395970" w:rsidRPr="00783321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 w:rsidRPr="00783321">
        <w:rPr>
          <w:rFonts w:hint="cs"/>
          <w:cs/>
          <w:lang w:bidi="bn-BD"/>
        </w:rPr>
        <w:t>মানুষের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ক্ষেত্রে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বাদা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হলো</w:t>
      </w:r>
      <w:r w:rsidRPr="00783321">
        <w:rPr>
          <w:cs/>
          <w:lang w:bidi="bn-BD"/>
        </w:rPr>
        <w:t xml:space="preserve">- </w:t>
      </w:r>
      <w:r w:rsidRPr="00783321">
        <w:rPr>
          <w:rFonts w:hint="cs"/>
          <w:cs/>
          <w:lang w:bidi="bn-BD"/>
        </w:rPr>
        <w:t>কোন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ব্যাপারে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এমন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সিদ্ধান্ত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নেয়া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বা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পরিবর্তন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করা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যা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পূর্বে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ছিল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না</w:t>
      </w:r>
      <w:r w:rsidRPr="00783321">
        <w:rPr>
          <w:cs/>
          <w:lang w:bidi="bn-BD"/>
        </w:rPr>
        <w:t xml:space="preserve"> (</w:t>
      </w:r>
      <w:r w:rsidRPr="00783321">
        <w:rPr>
          <w:rFonts w:hint="cs"/>
          <w:cs/>
          <w:lang w:bidi="bn-BD"/>
        </w:rPr>
        <w:t>পূর্বোক্ত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সিদ্ধান্ত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পরিবর্তন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করে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নতুন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সিদ্ধান্ত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নেয়া</w:t>
      </w:r>
      <w:r w:rsidRPr="00783321">
        <w:rPr>
          <w:cs/>
          <w:lang w:bidi="bn-BD"/>
        </w:rPr>
        <w:t>)</w:t>
      </w:r>
      <w:r w:rsidRPr="00783321">
        <w:rPr>
          <w:rFonts w:hint="cs"/>
          <w:cs/>
          <w:lang w:bidi="hi-IN"/>
        </w:rPr>
        <w:t>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তার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এ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সিদ্ধান্ত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পবির্তনের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কারণ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হলো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এমন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কিছু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বিষয়ের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অবতারনা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যা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তার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জ্ঞান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ও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সিদ্ধান্তে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পরিবর্তন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আনে।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সুতরাং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কাজটি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করার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আগেই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তার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সিদ্ধান্ত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পরিবর্তন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করেছে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এবং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পূর্বোক্ত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সিদ্ধান্তের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কারণে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অনুশোচনা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করে।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তার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জন্য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কোনটি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কল্যাণকর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সে</w:t>
      </w:r>
      <w:r w:rsidRPr="00783321">
        <w:rPr>
          <w:cs/>
          <w:lang w:bidi="bn-BD"/>
        </w:rPr>
        <w:t xml:space="preserve"> </w:t>
      </w:r>
      <w:r w:rsidRPr="00783321"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ঘটে।</w:t>
      </w:r>
    </w:p>
    <w:p w:rsidR="00395970" w:rsidRDefault="00395970" w:rsidP="00783321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বাদার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প্রাগুক্ত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প্রযোজ্য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ঘাটতির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প্রযোজ্য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বিশ্বাসী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783321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ক</w:t>
      </w:r>
      <w:proofErr w:type="gramEnd"/>
      <w:r>
        <w:rPr>
          <w:rFonts w:hint="cs"/>
          <w:cs/>
          <w:lang w:bidi="bn-BD"/>
        </w:rPr>
        <w:t>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অনুশোচনা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অবিশ্বাসী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কাফের।</w:t>
      </w:r>
      <w:r w:rsidRPr="00FB2189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783321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বজায়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এমন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FB2189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বাণীও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সংশ্লিষ্ট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উদাহরণ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783321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ইসমাইলের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 w:rsidRPr="00FB2189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মুষ্টিমেয়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মুসলিম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লেখক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বিরুদ্ধে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ইমামীয়ারা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বর্ণিতার্থে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বদনাম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নিন্দা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5C2CE8">
      <w:pPr>
        <w:pStyle w:val="libLine"/>
        <w:rPr>
          <w:lang w:bidi="bn-BD"/>
        </w:rPr>
      </w:pPr>
      <w:r w:rsidRPr="00FB2189">
        <w:rPr>
          <w:rStyle w:val="libAlaemChar"/>
        </w:rPr>
        <w:lastRenderedPageBreak/>
        <w:t>“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চান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কিতাব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উম্মুল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কিতাব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 w:rsidRPr="00FB2189">
        <w:rPr>
          <w:rStyle w:val="libAlaemChar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রাদ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৩৯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কল্যাণময়ী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কারণবশতঃ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ওয়ালীদের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বাহ্যিকভাবে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অপনোদন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ইসমাইলের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কাহিনীতে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ইব্রাহীম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স্বপ্নে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ইসমাইলকে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কোরবানী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ইসমাইলের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পুত্রের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ইসমাইল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পরিপ্রেক্ষিতে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ইসমাইল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সর্বজ্যেষ্ঠ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সন্তান।</w:t>
      </w:r>
    </w:p>
    <w:p w:rsidR="005C2CE8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বাদার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কাছাকাছি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</w:p>
    <w:p w:rsidR="005C2CE8" w:rsidRPr="00E96184" w:rsidRDefault="005C2CE8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5C2CE8">
      <w:pPr>
        <w:pStyle w:val="Heading2"/>
        <w:rPr>
          <w:lang w:bidi="bn-BD"/>
        </w:rPr>
      </w:pPr>
      <w:bookmarkStart w:id="13" w:name="_Toc398585149"/>
      <w:r>
        <w:rPr>
          <w:rFonts w:hint="cs"/>
          <w:cs/>
          <w:lang w:bidi="bn-BD"/>
        </w:rPr>
        <w:lastRenderedPageBreak/>
        <w:t>১২।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13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62763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বান্দারা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62763A">
        <w:rPr>
          <w:cs/>
          <w:lang w:bidi="bn-BD"/>
        </w:rPr>
        <w:t>ণ্ডে</w:t>
      </w:r>
      <w:r>
        <w:rPr>
          <w:rFonts w:hint="cs"/>
          <w:cs/>
          <w:lang w:bidi="bn-BD"/>
        </w:rPr>
        <w:t>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তদানুসারেই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হারাম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প্রণয়ন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একান্তই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বাধ্যতামূলক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সিংহভাগ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অকল্যাণকর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ন্যায়পরায়ণতা।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স্পষ্টতঃই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অবাঞ্ছিত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অবাঞ্ছিত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বাঞ্চিত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সত্তাগতভাবে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যথাক্রমে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অসুন্দরও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সত্তাগতভাবে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স্পষ্টতঃই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পরিপন্থী।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অবাঞ্ছিত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মহাভ্রান্ত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উর্ধে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সংক্ষেপে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প্রসংগে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কর্মকান্ডের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কর্মকান্ডের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কর্মকান্ডের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অকল্যাণকে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অহেতুক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মুখাপেক্ষী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নন।</w:t>
      </w:r>
    </w:p>
    <w:p w:rsidR="005C2CE8" w:rsidRPr="00E96184" w:rsidRDefault="005C2CE8" w:rsidP="00E96184">
      <w:r>
        <w:rPr>
          <w:lang w:bidi="bn-BD"/>
        </w:rPr>
        <w:br w:type="page"/>
      </w:r>
    </w:p>
    <w:p w:rsidR="00395970" w:rsidRDefault="00395970" w:rsidP="005C2CE8">
      <w:pPr>
        <w:pStyle w:val="libCenterBold1"/>
        <w:rPr>
          <w:lang w:bidi="bn-BD"/>
        </w:rPr>
      </w:pPr>
      <w:r>
        <w:rPr>
          <w:rFonts w:hint="cs"/>
          <w:cs/>
          <w:lang w:bidi="bn-BD"/>
        </w:rPr>
        <w:lastRenderedPageBreak/>
        <w:t>পর্ব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২</w:t>
      </w:r>
    </w:p>
    <w:p w:rsidR="00395970" w:rsidRDefault="00395970" w:rsidP="005C2CE8">
      <w:pPr>
        <w:pStyle w:val="Heading1Center"/>
      </w:pPr>
      <w:bookmarkStart w:id="14" w:name="_Toc398585150"/>
      <w:r>
        <w:rPr>
          <w:rFonts w:hint="cs"/>
          <w:cs/>
          <w:lang w:bidi="bn-IN"/>
        </w:rPr>
        <w:t>নবুওয়াত</w:t>
      </w:r>
      <w:bookmarkEnd w:id="14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5C2CE8">
      <w:pPr>
        <w:pStyle w:val="Heading2"/>
        <w:rPr>
          <w:lang w:bidi="bn-BD"/>
        </w:rPr>
      </w:pPr>
      <w:bookmarkStart w:id="15" w:name="_Toc398585151"/>
      <w:r>
        <w:rPr>
          <w:rFonts w:hint="cs"/>
          <w:cs/>
          <w:lang w:bidi="bn-BD"/>
        </w:rPr>
        <w:t>১৩।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15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নবুওয়াত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মিশন।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যাঁদেরকে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নির্বাচন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পরকালীন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চারিত্রিক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কলুষতা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শয়তানী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সফলতার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পৌছে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দুনিয়া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আখেরাতের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অধিষ্ঠিত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নীতির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কায়েদাতুললুতফ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দয়াময়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সৃষ্টিকর্তা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পূর্ণগঠনের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স্থাপনের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করবেন।</w:t>
      </w:r>
    </w:p>
    <w:p w:rsidR="00BD3D8D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মনোনয়ন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নির্ধারণ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নির্বাচনের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মনোনয়ন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নির্বাচন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আল্লাহই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বাণী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রাখবেন।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সুসংবাদ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যাঁদেরকে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বিতর্ক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এনেছেন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</w:p>
    <w:p w:rsidR="00BD3D8D" w:rsidRPr="00E96184" w:rsidRDefault="00BD3D8D" w:rsidP="00E96184">
      <w:pPr>
        <w:rPr>
          <w:rtl/>
          <w:cs/>
        </w:rPr>
      </w:pPr>
      <w:r>
        <w:rPr>
          <w:cs/>
          <w:lang w:bidi="bn-BD"/>
        </w:rPr>
        <w:lastRenderedPageBreak/>
        <w:br w:type="page"/>
      </w:r>
    </w:p>
    <w:p w:rsidR="00395970" w:rsidRDefault="00395970" w:rsidP="00BD3D8D">
      <w:pPr>
        <w:pStyle w:val="Heading2"/>
        <w:rPr>
          <w:lang w:bidi="bn-BD"/>
        </w:rPr>
      </w:pPr>
      <w:bookmarkStart w:id="16" w:name="_Toc398585152"/>
      <w:r>
        <w:rPr>
          <w:rFonts w:hint="cs"/>
          <w:cs/>
          <w:lang w:bidi="bn-BD"/>
        </w:rPr>
        <w:lastRenderedPageBreak/>
        <w:t>১৪।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ঐশ্বরিক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(</w:t>
      </w:r>
      <w:r w:rsidR="00BD3D8D">
        <w:rPr>
          <w:rFonts w:hint="cs"/>
          <w:cs/>
          <w:lang w:bidi="bn-BD"/>
        </w:rPr>
        <w:t>লুত্</w:t>
      </w:r>
      <w:r>
        <w:rPr>
          <w:rFonts w:hint="cs"/>
          <w:cs/>
          <w:lang w:bidi="bn-BD"/>
        </w:rPr>
        <w:t>ফ্</w:t>
      </w:r>
      <w:r>
        <w:rPr>
          <w:cs/>
          <w:lang w:bidi="bn-BD"/>
        </w:rPr>
        <w:t>)</w:t>
      </w:r>
      <w:r w:rsidR="002A002B">
        <w:rPr>
          <w:cs/>
          <w:lang w:bidi="bn-BD"/>
        </w:rPr>
        <w:t xml:space="preserve"> :</w:t>
      </w:r>
      <w:bookmarkEnd w:id="16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অপূর্ব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প্রকৃতি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আত্মা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জটিল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সমন্বয়।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সদস্যের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জটিল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সমন্বয়।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অনাচারের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কারণসমূহ।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আত্মপ্রীতি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বাসনার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আবেগ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বশবর্তী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প্রাধান্য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সংগ্রহ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কুক্ষিগত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অপরিনামদর্শী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পার্থিব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জৌলুসের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 - </w:t>
      </w:r>
    </w:p>
    <w:p w:rsidR="00395970" w:rsidRDefault="00395970" w:rsidP="00265EF1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রয়েছ্</w:t>
      </w:r>
      <w:r w:rsidRPr="00FB2189">
        <w:rPr>
          <w:rStyle w:val="libAlaemChar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আসর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২</w:t>
      </w:r>
      <w:r>
        <w:rPr>
          <w:cs/>
          <w:lang w:bidi="bn-BD"/>
        </w:rPr>
        <w:t>)</w:t>
      </w:r>
    </w:p>
    <w:p w:rsidR="00395970" w:rsidRDefault="00395970" w:rsidP="00265EF1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ঔদ্ধত্য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ক</w:t>
      </w:r>
      <w:proofErr w:type="gramEnd"/>
      <w:r>
        <w:rPr>
          <w:rFonts w:hint="cs"/>
          <w:cs/>
          <w:lang w:bidi="bn-BD"/>
        </w:rPr>
        <w:t>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করছে।</w:t>
      </w:r>
      <w:r w:rsidRPr="00FB2189">
        <w:rPr>
          <w:rStyle w:val="libAlaemChar"/>
        </w:rPr>
        <w:t>’’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আলাক</w:t>
      </w:r>
      <w:r w:rsidR="00BD3D8D"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৬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৭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Pr="00265EF1" w:rsidRDefault="00395970" w:rsidP="00265EF1">
      <w:pPr>
        <w:pStyle w:val="libLine"/>
      </w:pPr>
      <w:r w:rsidRPr="00186AAF">
        <w:rPr>
          <w:rStyle w:val="libAlaemChar"/>
        </w:rPr>
        <w:t>“</w:t>
      </w:r>
      <w:r w:rsidRPr="00265EF1">
        <w:rPr>
          <w:rFonts w:hint="cs"/>
          <w:cs/>
          <w:lang w:bidi="bn-IN"/>
        </w:rPr>
        <w:t>নিশ্চয়ই</w:t>
      </w:r>
      <w:r w:rsidRPr="00265EF1">
        <w:rPr>
          <w:rtl/>
          <w:cs/>
        </w:rPr>
        <w:t xml:space="preserve"> </w:t>
      </w:r>
      <w:r w:rsidRPr="00265EF1">
        <w:rPr>
          <w:rFonts w:hint="cs"/>
          <w:cs/>
          <w:lang w:bidi="bn-IN"/>
        </w:rPr>
        <w:t>নফসে</w:t>
      </w:r>
      <w:r w:rsidRPr="00265EF1">
        <w:rPr>
          <w:rtl/>
          <w:cs/>
        </w:rPr>
        <w:t xml:space="preserve"> </w:t>
      </w:r>
      <w:r w:rsidRPr="00265EF1">
        <w:rPr>
          <w:rFonts w:hint="cs"/>
          <w:cs/>
          <w:lang w:bidi="bn-IN"/>
        </w:rPr>
        <w:t>আম্মারা</w:t>
      </w:r>
      <w:r w:rsidRPr="00265EF1">
        <w:rPr>
          <w:rtl/>
          <w:cs/>
        </w:rPr>
        <w:t xml:space="preserve"> (</w:t>
      </w:r>
      <w:r w:rsidRPr="00265EF1">
        <w:rPr>
          <w:rFonts w:hint="cs"/>
          <w:cs/>
          <w:lang w:bidi="bn-IN"/>
        </w:rPr>
        <w:t>লোভাতুর</w:t>
      </w:r>
      <w:r w:rsidRPr="00265EF1">
        <w:rPr>
          <w:rtl/>
          <w:cs/>
        </w:rPr>
        <w:t xml:space="preserve"> </w:t>
      </w:r>
      <w:r w:rsidRPr="00265EF1">
        <w:rPr>
          <w:rFonts w:hint="cs"/>
          <w:cs/>
          <w:lang w:bidi="bn-IN"/>
        </w:rPr>
        <w:t>মন</w:t>
      </w:r>
      <w:r w:rsidRPr="00265EF1">
        <w:rPr>
          <w:rtl/>
          <w:cs/>
        </w:rPr>
        <w:t xml:space="preserve">) </w:t>
      </w:r>
      <w:r w:rsidRPr="00265EF1">
        <w:rPr>
          <w:rFonts w:hint="cs"/>
          <w:cs/>
          <w:lang w:bidi="bn-IN"/>
        </w:rPr>
        <w:t>মানুষকে</w:t>
      </w:r>
      <w:r w:rsidRPr="00265EF1">
        <w:rPr>
          <w:rtl/>
          <w:cs/>
        </w:rPr>
        <w:t xml:space="preserve"> </w:t>
      </w:r>
      <w:r w:rsidRPr="00265EF1">
        <w:rPr>
          <w:rFonts w:hint="cs"/>
          <w:cs/>
          <w:lang w:bidi="bn-IN"/>
        </w:rPr>
        <w:t>অসৎ</w:t>
      </w:r>
      <w:r w:rsidRPr="00265EF1">
        <w:rPr>
          <w:rtl/>
          <w:cs/>
        </w:rPr>
        <w:t xml:space="preserve"> </w:t>
      </w:r>
      <w:r w:rsidRPr="00265EF1">
        <w:rPr>
          <w:rFonts w:hint="cs"/>
          <w:cs/>
          <w:lang w:bidi="bn-IN"/>
        </w:rPr>
        <w:t>কাজের</w:t>
      </w:r>
      <w:r w:rsidRPr="00265EF1">
        <w:rPr>
          <w:rtl/>
          <w:cs/>
        </w:rPr>
        <w:t xml:space="preserve"> </w:t>
      </w:r>
      <w:r w:rsidRPr="00265EF1">
        <w:rPr>
          <w:rFonts w:hint="cs"/>
          <w:cs/>
          <w:lang w:bidi="bn-IN"/>
        </w:rPr>
        <w:t>দিকে</w:t>
      </w:r>
      <w:r w:rsidRPr="00265EF1">
        <w:rPr>
          <w:rtl/>
          <w:cs/>
        </w:rPr>
        <w:t xml:space="preserve"> </w:t>
      </w:r>
      <w:r w:rsidRPr="00265EF1">
        <w:rPr>
          <w:rFonts w:hint="cs"/>
          <w:cs/>
          <w:lang w:bidi="bn-IN"/>
        </w:rPr>
        <w:t>পরিচালিত</w:t>
      </w:r>
      <w:r w:rsidRPr="00265EF1">
        <w:rPr>
          <w:rtl/>
          <w:cs/>
        </w:rPr>
        <w:t xml:space="preserve"> </w:t>
      </w:r>
      <w:r w:rsidRPr="00265EF1">
        <w:rPr>
          <w:rFonts w:hint="cs"/>
          <w:cs/>
          <w:lang w:bidi="bn-IN"/>
        </w:rPr>
        <w:t>করে।</w:t>
      </w:r>
      <w:r w:rsidRPr="00186AAF">
        <w:rPr>
          <w:rStyle w:val="libAlaemChar"/>
        </w:rPr>
        <w:t>”</w:t>
      </w:r>
      <w:r w:rsidRPr="00265EF1">
        <w:t xml:space="preserve"> (</w:t>
      </w:r>
      <w:r w:rsidRPr="00265EF1">
        <w:rPr>
          <w:rFonts w:hint="cs"/>
          <w:cs/>
          <w:lang w:bidi="bn-IN"/>
        </w:rPr>
        <w:t>সুরা</w:t>
      </w:r>
      <w:r w:rsidRPr="00265EF1">
        <w:rPr>
          <w:rtl/>
          <w:cs/>
        </w:rPr>
        <w:t xml:space="preserve"> </w:t>
      </w:r>
      <w:r w:rsidRPr="00265EF1">
        <w:rPr>
          <w:rFonts w:hint="cs"/>
          <w:cs/>
          <w:lang w:bidi="bn-IN"/>
        </w:rPr>
        <w:t>ইউসুফ</w:t>
      </w:r>
      <w:r w:rsidRPr="00265EF1">
        <w:rPr>
          <w:rtl/>
          <w:cs/>
        </w:rPr>
        <w:t xml:space="preserve"> - </w:t>
      </w:r>
      <w:r w:rsidRPr="00265EF1">
        <w:rPr>
          <w:rFonts w:hint="cs"/>
          <w:cs/>
          <w:lang w:bidi="bn-IN"/>
        </w:rPr>
        <w:t>৫৪</w:t>
      </w:r>
      <w:r w:rsidRPr="00265EF1">
        <w:rPr>
          <w:rtl/>
          <w:cs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এছাড়া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আবেগ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অনুভূতিতে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আকল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উন্নতির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সনাক্ত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বিবেকও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অপছন্দনীয়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অভ্যন্তরে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বিরাজমান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অবিরত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সংঘর্ষ।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প্রাধান্য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সুউচ্চ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অধিষ্ঠিত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উৎকর্ষ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পরাস্ত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বিরাট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নিকৃষ্ঠতম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পরিণত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পশুর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বিবাদরত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সৈন্যরা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অপেক্ষাকৃত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ডাকে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>-</w:t>
      </w:r>
    </w:p>
    <w:p w:rsidR="00395970" w:rsidRDefault="00395970" w:rsidP="00BD3D8D">
      <w:pPr>
        <w:pStyle w:val="libLine"/>
        <w:rPr>
          <w:lang w:bidi="bn-BD"/>
        </w:rPr>
      </w:pPr>
      <w:r w:rsidRPr="00FB2189">
        <w:rPr>
          <w:rStyle w:val="libAlaemChar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</w:t>
      </w:r>
      <w:proofErr w:type="gramStart"/>
      <w:r>
        <w:rPr>
          <w:rFonts w:hint="cs"/>
          <w:cs/>
          <w:lang w:bidi="bn-BD"/>
        </w:rPr>
        <w:t>ী</w:t>
      </w:r>
      <w:r>
        <w:rPr>
          <w:cs/>
          <w:lang w:bidi="bn-BD"/>
        </w:rPr>
        <w:t xml:space="preserve"> 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অধিকাংশই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FB2189">
        <w:rPr>
          <w:rStyle w:val="libAlaemChar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ইউসুফ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১০৩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তাছাড়া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চারপাশের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উদাসীন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সামগ্রিকভাবে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যাবতীয়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যখনই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আবিস্কার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অগ্রসর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উপলব্ধি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জানেনা।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একান্তভাবেই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সুখের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সুকর্মকে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আচ্ছাদিত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কর্মকে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দ্বিধা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দ্বন্দ্বে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সুখ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সমৃদ্ধির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খুঁজে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মন্দের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যুদ্ধে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সচেতনভাবে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অবচেতনভাবে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বশীভূত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সুশিক্ষিত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সভ্য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মন্দের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অশিক্ষিত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 xml:space="preserve">?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 xml:space="preserve">- </w:t>
      </w:r>
    </w:p>
    <w:p w:rsidR="002B3ACE" w:rsidRDefault="002B3ACE" w:rsidP="002B3ACE">
      <w:pPr>
        <w:pStyle w:val="libLine"/>
        <w:rPr>
          <w:lang w:bidi="bn-BD"/>
        </w:rPr>
      </w:pPr>
      <w:r w:rsidRPr="002B3ACE">
        <w:rPr>
          <w:rStyle w:val="libAlaemChar"/>
        </w:rPr>
        <w:t>“</w:t>
      </w:r>
      <w:r w:rsidRPr="002B3ACE">
        <w:rPr>
          <w:rFonts w:hint="cs"/>
          <w:cs/>
          <w:lang w:bidi="bn-BD"/>
        </w:rPr>
        <w:t>রাসুল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হিসেবে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প্রেরণ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করেছেন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তাদের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মধ্য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থেকে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একজনকে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যিনি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তাদের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জন্য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আয়াত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বর্ণনা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করবেন</w:t>
      </w:r>
      <w:proofErr w:type="gramStart"/>
      <w:r w:rsidRPr="002B3ACE">
        <w:rPr>
          <w:lang w:bidi="bn-BD"/>
        </w:rPr>
        <w:t>,</w:t>
      </w:r>
      <w:r w:rsidRPr="002B3ACE">
        <w:rPr>
          <w:rFonts w:hint="cs"/>
          <w:cs/>
          <w:lang w:bidi="bn-BD"/>
        </w:rPr>
        <w:t>ত</w:t>
      </w:r>
      <w:proofErr w:type="gramEnd"/>
      <w:r w:rsidRPr="002B3ACE">
        <w:rPr>
          <w:rFonts w:hint="cs"/>
          <w:cs/>
          <w:lang w:bidi="bn-BD"/>
        </w:rPr>
        <w:t>াদেরকে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পরিশুদ্ধ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করবেন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এবং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তাদেরকে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কিতাব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ও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হিকমাত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শিক্ষা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দিবেন।</w:t>
      </w:r>
      <w:r w:rsidRPr="002B3ACE">
        <w:rPr>
          <w:rStyle w:val="libAlaemChar"/>
          <w:rFonts w:hint="eastAsia"/>
        </w:rPr>
        <w:t>”</w:t>
      </w:r>
      <w:r w:rsidRPr="002B3ACE">
        <w:rPr>
          <w:lang w:bidi="bn-BD"/>
        </w:rPr>
        <w:t xml:space="preserve"> (</w:t>
      </w:r>
      <w:r w:rsidRPr="002B3ACE">
        <w:rPr>
          <w:rFonts w:hint="cs"/>
          <w:cs/>
          <w:lang w:bidi="bn-BD"/>
        </w:rPr>
        <w:t>সুরা</w:t>
      </w:r>
      <w:r w:rsidRPr="002B3ACE">
        <w:rPr>
          <w:cs/>
          <w:lang w:bidi="bn-BD"/>
        </w:rPr>
        <w:t xml:space="preserve"> </w:t>
      </w:r>
      <w:r w:rsidRPr="002B3ACE">
        <w:rPr>
          <w:rFonts w:hint="cs"/>
          <w:cs/>
          <w:lang w:bidi="bn-BD"/>
        </w:rPr>
        <w:t>জুমআহ</w:t>
      </w:r>
      <w:r w:rsidRPr="002B3ACE">
        <w:rPr>
          <w:cs/>
          <w:lang w:bidi="bn-BD"/>
        </w:rPr>
        <w:t>-</w:t>
      </w:r>
      <w:r w:rsidRPr="002B3ACE">
        <w:rPr>
          <w:rFonts w:hint="cs"/>
          <w:cs/>
          <w:lang w:bidi="bn-BD"/>
        </w:rPr>
        <w:t>২</w:t>
      </w:r>
      <w:r w:rsidRPr="002B3ACE"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সতর্ক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সুখের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দিবেন।</w:t>
      </w:r>
      <w:r>
        <w:rPr>
          <w:cs/>
          <w:lang w:bidi="bn-BD"/>
        </w:rPr>
        <w:t xml:space="preserve"> </w:t>
      </w:r>
    </w:p>
    <w:p w:rsidR="002D5978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এধরনের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নিরঙ্কুশ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পূর্ণতারই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বহিঃপ্রকাশ।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দয়ালু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হস্ত।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অবশ্যই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রহমতের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কৃপণতা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তামিল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ওজুদ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2D5978" w:rsidRPr="00E96184" w:rsidRDefault="002D5978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2D5978">
      <w:pPr>
        <w:pStyle w:val="Heading2"/>
        <w:rPr>
          <w:lang w:bidi="bn-BD"/>
        </w:rPr>
      </w:pPr>
      <w:bookmarkStart w:id="17" w:name="_Toc398585153"/>
      <w:r>
        <w:rPr>
          <w:rFonts w:hint="cs"/>
          <w:cs/>
          <w:lang w:bidi="bn-BD"/>
        </w:rPr>
        <w:lastRenderedPageBreak/>
        <w:t>১৫।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17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সুষ্পষ্ঠরূপে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রেসালাতের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সৃষ্টিকর্তা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বাস্তবায়িত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পরিচায়ক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স্বরূপ।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অপরকে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নামকরণ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অবলম্বন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সমসাময়িককালের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গুণীরাও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কথাতো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বাহুল্য।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তাছাড়া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সংশ্লিষ্ট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উর্ধে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অলৌকিক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আনয়নকারী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অতিমানব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সমগ্র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জগতের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পরিচালকের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আধ্যাত্মিক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রেসালাতের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সহজেই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সমসাময়িককালের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বৈজ্ঞানিক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প্রযুক্তিগত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লাঠি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যাদুকরদের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মিথ্যাচারকে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সমসাময়িককালে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যাদুবিদ্যা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জনপ্রিয়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লাঠি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মিথ্যাকে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গেল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বর্হিভূত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কৌশলের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উর্ধে।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মূল্যহীন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অকার্যকর।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জন্মান্ধ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কুষ্ঠ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রোগীকে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চিকিৎসক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বিজ্ঞানীরা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সর্বাপেক্ষা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প্রিয়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চিরন্তন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অভূতপূর্ব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চূড়ান্ত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বাগ্মীতা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সম্বলিত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পরিভাষায়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ফাসাহাত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বালাগাত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তদানীন্তনকালে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বাগ্মীতা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চূড়ান্ত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শীর্ষে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সাহিত্যিকরা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অগ্রগণ্য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বাচনভঙ্গি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তিমধুরতার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বজ্রপাতের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তুচ্ছ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বিস্মিত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বুঝিয়ে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পরাস্ত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অপরাগতার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দশটি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আনয়নের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প্রতিদ্বন্দ্বীতায়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আনতে।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আনয়নের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চ্যালেঞ্জ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মোকাবেলায়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বাকযুদ্ধের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তরবারির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যুদ্ধের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আশ্রয়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নিয়েছিল।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</w:t>
      </w:r>
      <w:r w:rsidR="00AE651F">
        <w:rPr>
          <w:cs/>
          <w:lang w:bidi="bn-BD"/>
        </w:rPr>
        <w:t>(সা.)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এসেছেন।</w:t>
      </w:r>
      <w:r>
        <w:rPr>
          <w:cs/>
          <w:lang w:bidi="bn-BD"/>
        </w:rPr>
        <w:t xml:space="preserve"> </w:t>
      </w:r>
    </w:p>
    <w:p w:rsidR="002D5978" w:rsidRPr="00E96184" w:rsidRDefault="002D5978" w:rsidP="00E96184">
      <w:r>
        <w:rPr>
          <w:lang w:bidi="bn-BD"/>
        </w:rPr>
        <w:br w:type="page"/>
      </w:r>
    </w:p>
    <w:p w:rsidR="00395970" w:rsidRDefault="00395970" w:rsidP="002D5978">
      <w:pPr>
        <w:pStyle w:val="Heading2"/>
        <w:rPr>
          <w:lang w:bidi="bn-BD"/>
        </w:rPr>
      </w:pPr>
      <w:bookmarkStart w:id="18" w:name="_Toc398585154"/>
      <w:r>
        <w:rPr>
          <w:rFonts w:hint="cs"/>
          <w:cs/>
          <w:lang w:bidi="bn-BD"/>
        </w:rPr>
        <w:lastRenderedPageBreak/>
        <w:t>১৬।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18"/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নবীগণ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ইমামগণও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কথা।</w:t>
      </w:r>
    </w:p>
    <w:p w:rsidR="00395970" w:rsidRDefault="00395970" w:rsidP="007207BC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এসমাত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ছোট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 xml:space="preserve"> 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সম্ভাবনাকে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</w:t>
      </w:r>
      <w:r w:rsidR="007207BC">
        <w:rPr>
          <w:cs/>
          <w:lang w:bidi="bn-BD"/>
        </w:rPr>
        <w:t>ষি</w:t>
      </w:r>
      <w:r>
        <w:rPr>
          <w:rFonts w:hint="cs"/>
          <w:cs/>
          <w:lang w:bidi="bn-BD"/>
        </w:rPr>
        <w:t>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শিষ্টাচারগতভাবে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দৃষ্টিকটু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অপছন্দনীয়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অশিষ্ট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রাস্তায়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খাওয়া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উচ্চস্বরে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অপছন্দনীয়।</w:t>
      </w:r>
    </w:p>
    <w:p w:rsidR="00395970" w:rsidRDefault="00395970" w:rsidP="007207BC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নবীগণের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জাতীয়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উপস্থিতিতে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বাধ্যগতভাবেই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 w:rsidR="00BF5B93">
        <w:rPr>
          <w:cs/>
          <w:lang w:bidi="bn-BD"/>
        </w:rPr>
        <w:t>ভু</w:t>
      </w:r>
      <w:r>
        <w:rPr>
          <w:rFonts w:hint="cs"/>
          <w:cs/>
          <w:lang w:bidi="bn-BD"/>
        </w:rPr>
        <w:t>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সম্ভাবনা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</w:t>
      </w:r>
      <w:r w:rsidR="007207BC" w:rsidRPr="007207BC">
        <w:rPr>
          <w:rFonts w:hint="cs"/>
          <w:cs/>
          <w:lang w:bidi="bn-BD"/>
        </w:rPr>
        <w:t>শ্য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আশাকরি।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প্রযোজ্য।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ইমামগণও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প্রতিনিধি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উত্তরাধিকারী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হবেন।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ইমামত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অধ্যায়ে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প্রসঙ্গে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>)</w:t>
      </w:r>
    </w:p>
    <w:p w:rsidR="00BF5B93" w:rsidRPr="00E96184" w:rsidRDefault="00BF5B93" w:rsidP="00E96184">
      <w:r>
        <w:rPr>
          <w:lang w:bidi="bn-BD"/>
        </w:rPr>
        <w:br w:type="page"/>
      </w:r>
    </w:p>
    <w:p w:rsidR="00395970" w:rsidRDefault="00395970" w:rsidP="00643F8F">
      <w:pPr>
        <w:pStyle w:val="Heading2"/>
        <w:rPr>
          <w:lang w:bidi="bn-BD"/>
        </w:rPr>
      </w:pPr>
      <w:bookmarkStart w:id="19" w:name="_Toc398585155"/>
      <w:r>
        <w:rPr>
          <w:rFonts w:hint="cs"/>
          <w:cs/>
          <w:lang w:bidi="bn-BD"/>
        </w:rPr>
        <w:lastRenderedPageBreak/>
        <w:t>১৭।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19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যেমনি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তেমনি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বীরত্ব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রাজনীতি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প্রশাসন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ধৈর্য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বুদ্ধিবৃত্তি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প্রত্যুৎপন্নমতিতা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ছাড়িয়ে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সার্বজনীন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প্রাধান্য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সামগ্রিকভাবে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জগতকে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পরিচালনা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সামর্থ্য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জন্মগতভাবে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বংশদ্ভূত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সৎ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সত্যবাদী।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ঘোষণার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দোষ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চূড়ান্তভাবে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আশ্রয়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উপযুক্ত।</w:t>
      </w:r>
    </w:p>
    <w:p w:rsidR="0065549D" w:rsidRPr="00E96184" w:rsidRDefault="0065549D" w:rsidP="00E96184">
      <w:r>
        <w:rPr>
          <w:lang w:bidi="bn-BD"/>
        </w:rPr>
        <w:br w:type="page"/>
      </w:r>
    </w:p>
    <w:p w:rsidR="00395970" w:rsidRDefault="00395970" w:rsidP="0065549D">
      <w:pPr>
        <w:pStyle w:val="Heading2"/>
        <w:rPr>
          <w:lang w:bidi="bn-BD"/>
        </w:rPr>
      </w:pPr>
      <w:bookmarkStart w:id="20" w:name="_Toc398585156"/>
      <w:r>
        <w:rPr>
          <w:rFonts w:hint="cs"/>
          <w:cs/>
          <w:lang w:bidi="bn-BD"/>
        </w:rPr>
        <w:lastRenderedPageBreak/>
        <w:t>১৮।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নবীগণ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20"/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সামগ্রিকভাবে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তেমনি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এসমাত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পবিত্রতায়ও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বিদ্রূপ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কুফরি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নাস্তিকতা।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প্রকারান্তরে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প্রিয়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মোহাম্মদকেই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সত্যায়িত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নূহ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ইব্রাহিম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দাউদ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সোলায়মান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যাঁদের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যাঁদের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প্রসিদ্ধ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বিশেষকরে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প্রিয়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নাযিল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বর্তমানে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ইঞ্জিল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তৌরাত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নাযিল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বর্তমানে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এতদ্ভয়ের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সংযোজন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বিয়োজনের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লোভী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স্বেচ্ছাচারী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অধিকাংশই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মূসা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</w:p>
    <w:p w:rsidR="0065549D" w:rsidRPr="00E96184" w:rsidRDefault="0065549D" w:rsidP="00E96184">
      <w:r>
        <w:rPr>
          <w:lang w:bidi="bn-BD"/>
        </w:rPr>
        <w:br w:type="page"/>
      </w:r>
    </w:p>
    <w:p w:rsidR="00395970" w:rsidRDefault="00395970" w:rsidP="0065549D">
      <w:pPr>
        <w:pStyle w:val="Heading2"/>
        <w:rPr>
          <w:lang w:bidi="bn-BD"/>
        </w:rPr>
      </w:pPr>
      <w:bookmarkStart w:id="21" w:name="_Toc398585157"/>
      <w:r>
        <w:rPr>
          <w:rFonts w:hint="cs"/>
          <w:cs/>
          <w:lang w:bidi="bn-BD"/>
        </w:rPr>
        <w:lastRenderedPageBreak/>
        <w:t>১৯।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21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মনোনীত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সর্বশেষ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রহিতকারী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বিস্তৃত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সন্নিবেশিত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ইহকালীন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পরকালীন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সফলতার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অবশিষ্ট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উপযুক্ত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ব্যক্তিগত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সামাজিক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রাজনৈতিক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চাহিদার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জবাবের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এরপর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ফেসাদে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মুহ্যমান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অবশ্যই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নীতি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সমগ্র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পড়বে।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সমগ্র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সুখ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সমৃদ্ধি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সম্মান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ঐশ্বর্য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মানবীয়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মূল্যবোধ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কাঙ্খিত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শীর্ষে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আরোহন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অত্যাচার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দারিদ্র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সম্প্রীতি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বর্তমানে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নামধারী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মাঝে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লজ্জাকর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পরিস্থিতি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প্রথম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প্রকৃতার্থে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মোতাবেক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পরিস্থিতি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খারাপ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খারাপ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লজ্জাকর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পশ্চাৎপদতার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অমান্য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নিয়ম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নীতিকে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অগ্রাহ্য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শাসকবর্গ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দরিদ্র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উন্নতি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অগ্রগতিকে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স্তব্ধ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মনুষ্যত্বকে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পরিশেষে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দুঃখ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দূর্দশায়।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 w:rsidR="0065549D">
        <w:rPr>
          <w:cs/>
          <w:lang w:bidi="bn-BD"/>
        </w:rPr>
        <w:t>-</w:t>
      </w:r>
    </w:p>
    <w:p w:rsidR="00395970" w:rsidRDefault="00395970" w:rsidP="0065549D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lastRenderedPageBreak/>
        <w:t>“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আল</w:t>
      </w:r>
      <w:proofErr w:type="gramEnd"/>
      <w:r>
        <w:rPr>
          <w:rFonts w:hint="cs"/>
          <w:cs/>
          <w:lang w:bidi="bn-BD"/>
        </w:rPr>
        <w:t>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বর্ষিত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যতক্ষণ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 w:rsidRPr="00FB2189">
        <w:rPr>
          <w:rStyle w:val="libAlaemChar"/>
          <w:rFonts w:hint="eastAsia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আনফাল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৫৩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- </w:t>
      </w:r>
    </w:p>
    <w:p w:rsidR="00395970" w:rsidRDefault="00395970" w:rsidP="0065549D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অন্যায়কারীরা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সফল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FB2189">
        <w:rPr>
          <w:rStyle w:val="libAlaemChar"/>
          <w:rFonts w:hint="eastAsia"/>
        </w:rPr>
        <w:t>”</w:t>
      </w:r>
      <w:r w:rsidR="0065549D">
        <w:rPr>
          <w:lang w:bidi="bn-BD"/>
        </w:rPr>
        <w:t xml:space="preserve"> </w:t>
      </w:r>
      <w:r>
        <w:rPr>
          <w:lang w:bidi="bn-BD"/>
        </w:rPr>
        <w:t>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ইউনুস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১৭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- </w:t>
      </w:r>
    </w:p>
    <w:p w:rsidR="00395970" w:rsidRDefault="00395970" w:rsidP="0065549D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সংশোধন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 w:rsidRPr="00FB2189">
        <w:rPr>
          <w:rStyle w:val="libAlaemChar"/>
          <w:rFonts w:hint="eastAsia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হুদ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১১৭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- </w:t>
      </w:r>
    </w:p>
    <w:p w:rsidR="00395970" w:rsidRDefault="00395970" w:rsidP="0065549D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এরকমই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শহরের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জালিম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নাগরিকদের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কঠোর।</w:t>
      </w:r>
      <w:proofErr w:type="gramStart"/>
      <w:r w:rsidRPr="00FB2189">
        <w:rPr>
          <w:rStyle w:val="libAlaemChar"/>
          <w:rFonts w:hint="eastAsia"/>
        </w:rPr>
        <w:t>”</w:t>
      </w:r>
      <w:r>
        <w:rPr>
          <w:cs/>
          <w:lang w:bidi="bn-BD"/>
        </w:rPr>
        <w:t>(</w:t>
      </w:r>
      <w:proofErr w:type="gramEnd"/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হুদ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১০২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ধ্বংসের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তলিয়ে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শুধুমাত্র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কাগজে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শোভা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পাচ্ছে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বিন্দুমাত্র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অনুশীলন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ভিত্তিমূল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বিশ্বাস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সততা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সত্যবাদিতা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শিষ্টতা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শালীনতা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পশ্চাতে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যাচ্ছে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উপদলে।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পার্থিব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প্রতিযোগিতা।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অনর্থক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বিষয়ব</w:t>
      </w:r>
      <w:r w:rsidR="002A002B">
        <w:rPr>
          <w:rFonts w:hint="eastAsia"/>
          <w:cs/>
          <w:lang w:bidi="bn-BD"/>
        </w:rPr>
        <w:t>স্তু</w:t>
      </w:r>
      <w:r>
        <w:rPr>
          <w:rFonts w:hint="cs"/>
          <w:cs/>
          <w:lang w:bidi="bn-BD"/>
        </w:rPr>
        <w:t>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খেয়ালে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আক্রমণ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আখ্যায়িত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যাচ্ছে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পারস্পরিক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সংঘর্ষে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উদাহরণ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নিম্নরূপ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 w:rsidR="00BE138C">
        <w:rPr>
          <w:lang w:bidi="bn-BD"/>
        </w:rPr>
        <w:t>;</w:t>
      </w:r>
      <w:r>
        <w:rPr>
          <w:rFonts w:hint="cs"/>
          <w:cs/>
          <w:lang w:bidi="bn-BD"/>
        </w:rPr>
        <w:t>বেহেশত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দোযখ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তৈরী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 w:rsidR="00AC075F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ভবিষ্যতে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মতবিরোধের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বিচ্যুত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যাচ্ছে।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প্রবাহে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বিচ্যুতি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পাচ্ছে।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বিপথগামিতা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ফেলেছে।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অকার্যকর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তুচ্ছ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কুসংস্কার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কল্পিত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বিষয়বস্তু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পারস্পরিক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সংঘাত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সংঘর্ষ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আত্মম্ভরিতা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হতাশার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গহীনে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চিরশ</w:t>
      </w:r>
      <w:r w:rsidR="00BF5B93">
        <w:rPr>
          <w:rFonts w:hint="cs"/>
          <w:cs/>
          <w:lang w:bidi="bn-BD"/>
        </w:rPr>
        <w:t>ত্রু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পাশ্চাত্য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হচ্ছে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ঘুমে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অর্ধঘুমে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দেশগুলোকে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উপনিবেশ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দূর্ভাগ্যের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জানেন।</w:t>
      </w:r>
      <w:r>
        <w:rPr>
          <w:cs/>
          <w:lang w:bidi="bn-BD"/>
        </w:rPr>
        <w:t xml:space="preserve"> </w:t>
      </w:r>
    </w:p>
    <w:p w:rsidR="00395970" w:rsidRDefault="00395970" w:rsidP="00AC075F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শহরের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অধিবাসদেরকে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সংশোধন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proofErr w:type="gramStart"/>
      <w:r w:rsidRPr="00FB2189">
        <w:rPr>
          <w:rStyle w:val="libAlaemChar"/>
          <w:rFonts w:hint="eastAsia"/>
        </w:rPr>
        <w:t>”</w:t>
      </w:r>
      <w:r>
        <w:rPr>
          <w:cs/>
          <w:lang w:bidi="bn-BD"/>
        </w:rPr>
        <w:t>(</w:t>
      </w:r>
      <w:proofErr w:type="gramEnd"/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হুদ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১১৭</w:t>
      </w:r>
      <w:r>
        <w:rPr>
          <w:cs/>
          <w:lang w:bidi="bn-BD"/>
        </w:rPr>
        <w:t xml:space="preserve">) </w:t>
      </w:r>
    </w:p>
    <w:p w:rsidR="00F61807" w:rsidRDefault="00395970" w:rsidP="00783EE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আজ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যেদিনই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সমৃদ্ধির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কর্মকান্ডের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গত্যন্তর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বংশধরদেরকে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হিংসা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বিদ্বেষ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ভয়ংকর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দুঃখ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দুর্দশা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এরকমটি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নীতিতে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রাসুলের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এমনটিই।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শান্তি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কুসংস্কার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পথভ্রষ্টতা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কলুষতা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অব্যাহত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চারিত্রিক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মূল্যবোধের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অনাকা</w:t>
      </w:r>
      <w:r w:rsidR="00783EE0">
        <w:rPr>
          <w:cs/>
          <w:lang w:bidi="bn-BD"/>
        </w:rPr>
        <w:t>ঙ্ক্ষি</w:t>
      </w:r>
      <w:r>
        <w:rPr>
          <w:rFonts w:hint="cs"/>
          <w:cs/>
          <w:lang w:bidi="bn-BD"/>
        </w:rPr>
        <w:t>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ত্বরান্বিত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করুন।</w:t>
      </w:r>
    </w:p>
    <w:p w:rsidR="00F61807" w:rsidRPr="00E96184" w:rsidRDefault="00F61807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F61807">
      <w:pPr>
        <w:pStyle w:val="Heading2"/>
        <w:rPr>
          <w:lang w:bidi="bn-BD"/>
        </w:rPr>
      </w:pPr>
      <w:bookmarkStart w:id="22" w:name="_Toc398585158"/>
      <w:r>
        <w:rPr>
          <w:rFonts w:hint="cs"/>
          <w:cs/>
          <w:lang w:bidi="bn-BD"/>
        </w:rPr>
        <w:lastRenderedPageBreak/>
        <w:t>২০।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22"/>
    </w:p>
    <w:p w:rsidR="00395970" w:rsidRDefault="00395970" w:rsidP="00395970">
      <w:pPr>
        <w:pStyle w:val="libNormal"/>
        <w:rPr>
          <w:lang w:bidi="bn-BD"/>
        </w:rPr>
      </w:pPr>
    </w:p>
    <w:p w:rsidR="00F61807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বাণী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আব্দুল্লাহ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প্রেরিত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পুরুষদের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নিঃশর্তভাবে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শ্রেষ্টতম।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তেমনি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শীর্ষে।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শ্রেষ্টত্বের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বদান্যতার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ছুতে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বুদ্ধিমত্তার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সমকক্ষ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শুরু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সমকক্ষ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</w:p>
    <w:p w:rsidR="00F61807" w:rsidRPr="00E96184" w:rsidRDefault="00F61807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F61807">
      <w:pPr>
        <w:pStyle w:val="Heading2"/>
        <w:rPr>
          <w:lang w:bidi="bn-BD"/>
        </w:rPr>
      </w:pPr>
      <w:bookmarkStart w:id="23" w:name="_Toc398585159"/>
      <w:r>
        <w:rPr>
          <w:rFonts w:hint="cs"/>
          <w:cs/>
          <w:lang w:bidi="bn-BD"/>
        </w:rPr>
        <w:lastRenderedPageBreak/>
        <w:t>২১।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23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নাযিল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চিরন্তন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বাগ্মীতাসম্পন্ন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উচ্চতর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পরিবর্ধন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নাযিল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ব্যতিক্রম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কুচক্রী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পথভ্রষ্ট।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লোকেরা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হেদায়াতপ্রাপ্ত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F61807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অগ্র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পশ্চাৎ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মিথ্যা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proofErr w:type="gramStart"/>
      <w:r w:rsidRPr="00FB2189">
        <w:rPr>
          <w:rStyle w:val="libAlaemChar"/>
          <w:rFonts w:hint="eastAsia"/>
        </w:rPr>
        <w:t>”</w:t>
      </w:r>
      <w:r>
        <w:rPr>
          <w:lang w:bidi="bn-BD"/>
        </w:rPr>
        <w:t>(</w:t>
      </w:r>
      <w:proofErr w:type="gramEnd"/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হামীম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সেজদাহ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৪২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অলৌকিকত্বের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যাচ্ছে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অগ্রসরমান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হচ্ছে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চেতনায়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ভাস্বর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মধুময়।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বৈজ্ঞানিক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দার্শনিক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সাংঘর্ষিক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সনামধন্য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বৈজ্ঞানিক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দার্শনিক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চরম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উৎকর্ষে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অন্ততঃপক্ষে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কিঞ্চিত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স্ববিরোধিতা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ন্যূনতম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বৈজ্ঞানিক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গবেষণার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অগ্রগতি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আধুনিক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সক্রেটিস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প্লেটো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এ্যারিষ্টটলের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দার্শনিকদের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শব্দকে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শব্দাংশকে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অক্ষরকে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অপবিত্র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অবৈধ।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শব্দ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স্পর্শ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 xml:space="preserve">- </w:t>
      </w:r>
    </w:p>
    <w:p w:rsidR="00F61807" w:rsidRDefault="00F61807" w:rsidP="00395970">
      <w:pPr>
        <w:pStyle w:val="libNormal"/>
        <w:rPr>
          <w:lang w:bidi="bn-BD"/>
        </w:rPr>
      </w:pPr>
    </w:p>
    <w:p w:rsidR="00395970" w:rsidRDefault="00395970" w:rsidP="00F61807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স্পর্শ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proofErr w:type="gramStart"/>
      <w:r w:rsidRPr="00FB2189">
        <w:rPr>
          <w:rStyle w:val="libAlaemChar"/>
          <w:rFonts w:hint="eastAsia"/>
        </w:rPr>
        <w:t>”</w:t>
      </w:r>
      <w:r>
        <w:rPr>
          <w:cs/>
          <w:lang w:bidi="bn-BD"/>
        </w:rPr>
        <w:t>(</w:t>
      </w:r>
      <w:proofErr w:type="gramEnd"/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ওয়াকিয়া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৭৯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জানাবাত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হায়েজ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নেফাস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প্রযোজ্য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তেমনি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ছোট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ঘুম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প্রযোজ্য।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ফিকাহ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মোতাবেক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গোসল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স্পর্শ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395970" w:rsidRDefault="00395970" w:rsidP="00AF1D3D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অগ্নিদগ্ধ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সাধারনের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নিক্ষেপ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অপরিস্কার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ঠেলে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জায়গায়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ইচ্ছাকৃতভাবে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উপরোল্লিখিত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অস্বীকারকারীদের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অবিশ্বাসী।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প্রকারান্তরে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বিশ্বাধিপতি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</w:p>
    <w:p w:rsidR="00AF1D3D" w:rsidRPr="00E96184" w:rsidRDefault="00AF1D3D" w:rsidP="00E96184">
      <w:r>
        <w:rPr>
          <w:lang w:bidi="bn-BD"/>
        </w:rPr>
        <w:br w:type="page"/>
      </w:r>
    </w:p>
    <w:p w:rsidR="00395970" w:rsidRDefault="00395970" w:rsidP="00AF1D3D">
      <w:pPr>
        <w:pStyle w:val="Heading2"/>
        <w:rPr>
          <w:lang w:bidi="bn-BD"/>
        </w:rPr>
      </w:pPr>
      <w:bookmarkStart w:id="24" w:name="_Toc398585160"/>
      <w:r>
        <w:rPr>
          <w:rFonts w:hint="cs"/>
          <w:cs/>
          <w:lang w:bidi="bn-BD"/>
        </w:rPr>
        <w:lastRenderedPageBreak/>
        <w:t>২২।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তৎপূর্ববর্তী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ধর্মসমূহকে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উপায়ঃ</w:t>
      </w:r>
      <w:bookmarkEnd w:id="24"/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AF1D3D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চিরন্তন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প্রাথমিক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দ্বিধাকে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দূরীভূত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</w:t>
      </w:r>
      <w:r w:rsidR="00AF1D3D">
        <w:rPr>
          <w:cs/>
          <w:lang w:bidi="bn-BD"/>
        </w:rPr>
        <w:t>ন্তা</w:t>
      </w:r>
      <w:r>
        <w:rPr>
          <w:rFonts w:hint="cs"/>
          <w:cs/>
          <w:lang w:bidi="bn-BD"/>
        </w:rPr>
        <w:t>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অবলম্বন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পারি।</w:t>
      </w:r>
      <w:r>
        <w:rPr>
          <w:cs/>
          <w:lang w:bidi="bn-BD"/>
        </w:rPr>
        <w:t xml:space="preserve"> </w:t>
      </w:r>
    </w:p>
    <w:p w:rsidR="00395970" w:rsidRDefault="00395970" w:rsidP="00783EE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ইহুদী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খ্রীষ্টান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ইত্যাদিতে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প্রশ্নকারীকে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সর্বাগ্রে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নিষ্কাশন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অবশিষ্ট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অলৌকিক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তৌরাত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ইঞ্জিল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কোনভাবেই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চিরন্তন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</w:t>
      </w:r>
      <w:r w:rsidR="00783EE0">
        <w:rPr>
          <w:cs/>
          <w:lang w:bidi="bn-BD"/>
        </w:rPr>
        <w:t>ঙ্ক্ষি</w:t>
      </w:r>
      <w:r>
        <w:rPr>
          <w:rFonts w:hint="cs"/>
          <w:cs/>
          <w:lang w:bidi="bn-BD"/>
        </w:rPr>
        <w:t>তরূপে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স্পষ্টতঃই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যেহেতু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যুক্তিসঙ্গত।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সত্যায়িত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মুসলমানগণ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তৎপূর্ববর্তী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মুখাপেক্ষী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রাসুলগণে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প্রয়োজনীয়তা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হ্যাঁ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সীমাবদ্ধতার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 w:rsidR="00AF1D3D"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অব্যবহতি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ইয়াকীন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বিপরীতক্রমে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খ্রীষ্টানবাদে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বিপরীত।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বদ্ধমূল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বদ্ধমূল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বুদ্ধিবৃত্তির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চালানো।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খ্রীষ্টানদেরও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উচিৎ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গ্রহণযোগ্যতা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তদানুরূপ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কোনটিই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আবির্ভাবকে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স্থলাভিষিক্ত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এতদ্ভয়ের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রহিতকারী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মূসা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 w:rsidR="00724A58">
        <w:rPr>
          <w:rFonts w:hint="cs"/>
          <w:cs/>
          <w:lang w:bidi="bn-BD"/>
        </w:rPr>
        <w:t>দু</w:t>
      </w:r>
      <w:r w:rsidR="00724A58" w:rsidRPr="00E96184">
        <w:rPr>
          <w:rStyle w:val="libAlaemChar"/>
        </w:rPr>
        <w:t>’</w:t>
      </w:r>
      <w:r>
        <w:rPr>
          <w:rFonts w:hint="cs"/>
          <w:cs/>
          <w:lang w:bidi="bn-BD"/>
        </w:rPr>
        <w:t>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চালায়নি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ইহুদীরা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 w:rsidR="00AF1D3D">
        <w:rPr>
          <w:lang w:bidi="bn-BD"/>
        </w:rPr>
        <w:t>;</w:t>
      </w:r>
      <w:r>
        <w:rPr>
          <w:rFonts w:hint="cs"/>
          <w:cs/>
          <w:lang w:bidi="bn-BD"/>
        </w:rPr>
        <w:t>অনুরূপ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খ্রীষ্টানরা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ফিতরাতগত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স্বভাবগত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বুদ্ধিবৃত্তির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চাহিদা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চালানো।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মোতাবেক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বলেছিলাম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যেহেতু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সেহেতু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সত্যায়িত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ঐগুলো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কিতাব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মোতাবেক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বাণী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AF1D3D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FB2189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সত্যবাদী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বিশ্বস্ত।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 xml:space="preserve">- </w:t>
      </w:r>
    </w:p>
    <w:p w:rsidR="00395970" w:rsidRDefault="00395970" w:rsidP="00AF1D3D">
      <w:pPr>
        <w:pStyle w:val="libLine"/>
        <w:rPr>
          <w:lang w:bidi="bn-BD"/>
        </w:rPr>
      </w:pPr>
      <w:proofErr w:type="gramStart"/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lang w:bidi="bn-BD"/>
        </w:rPr>
        <w:t>{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lang w:bidi="bn-BD"/>
        </w:rPr>
        <w:t>}</w:t>
      </w:r>
      <w:proofErr w:type="gramEnd"/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মনগড়া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অবতীর্ণ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ওহী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 w:rsidR="002B3ACE">
        <w:rPr>
          <w:rStyle w:val="libAlaemChar"/>
        </w:rPr>
        <w:t>“</w:t>
      </w:r>
      <w:r>
        <w:rPr>
          <w:lang w:bidi="bn-BD"/>
        </w:rPr>
        <w:t xml:space="preserve"> </w:t>
      </w: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নাজম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৩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৪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কেনইবা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দাড়ায়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অবতীর্ণ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রিসালাতের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সময়কাল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ইতিমধ্যেই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ফেরকা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মতবাদের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নাযিল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নাযিল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সেরকমই।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বিভক্ত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একরকম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বিভিন্ন্।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উচিৎ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অবলম্বন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লেনদেনের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বিবাহ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তালাক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উত্তরাধিকার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ক্রয়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বিক্রয়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ফৌজদারী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বিধি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রক্তদান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ইত্যাদি।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পুরুষদেরকে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অন্ধভাবে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বান্ধবকে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পক্ষপাতিত্ব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কপটতা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কুসংস্কারের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অজুহাতই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যৌক্তিকভাবে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বাধ্যবাধকতা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 xml:space="preserve">- </w:t>
      </w:r>
    </w:p>
    <w:p w:rsidR="00395970" w:rsidRDefault="00395970" w:rsidP="00AF1D3D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proofErr w:type="gramStart"/>
      <w:r w:rsidRPr="00FB2189">
        <w:rPr>
          <w:rStyle w:val="libAlaemChar"/>
          <w:rFonts w:hint="eastAsia"/>
        </w:rPr>
        <w:t>”</w:t>
      </w:r>
      <w:r>
        <w:rPr>
          <w:lang w:bidi="bn-BD"/>
        </w:rPr>
        <w:t>(</w:t>
      </w:r>
      <w:proofErr w:type="gramEnd"/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কিয়ামাহ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৩৬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AF1D3D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প্রকৃতপক্ষে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ম</w:t>
      </w:r>
      <w:proofErr w:type="gramEnd"/>
      <w:r>
        <w:rPr>
          <w:rFonts w:hint="cs"/>
          <w:cs/>
          <w:lang w:bidi="bn-BD"/>
        </w:rPr>
        <w:t>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বিরুদ্ধে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প্রমাণ।</w:t>
      </w:r>
      <w:r w:rsidRPr="00FB2189">
        <w:rPr>
          <w:rStyle w:val="libAlaemChar"/>
          <w:rFonts w:hint="eastAsia"/>
        </w:rPr>
        <w:t>”</w:t>
      </w:r>
      <w:r>
        <w:rPr>
          <w:lang w:bidi="bn-BD"/>
        </w:rPr>
        <w:t>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কিয়ামাহ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১৪</w:t>
      </w:r>
      <w:r>
        <w:rPr>
          <w:cs/>
          <w:lang w:bidi="bn-BD"/>
        </w:rPr>
        <w:t>)</w:t>
      </w:r>
    </w:p>
    <w:p w:rsidR="00395970" w:rsidRDefault="00395970" w:rsidP="00AF1D3D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lastRenderedPageBreak/>
        <w:t>“</w:t>
      </w: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স্মারক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য</w:t>
      </w:r>
      <w:proofErr w:type="gramEnd"/>
      <w:r>
        <w:rPr>
          <w:rFonts w:hint="cs"/>
          <w:cs/>
          <w:lang w:bidi="bn-BD"/>
        </w:rPr>
        <w:t>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 w:rsidRPr="00FB2189">
        <w:rPr>
          <w:rStyle w:val="libAlaemChar"/>
          <w:rFonts w:hint="eastAsia"/>
        </w:rPr>
        <w:t>”</w:t>
      </w:r>
      <w:r>
        <w:rPr>
          <w:lang w:bidi="bn-BD"/>
        </w:rPr>
        <w:t>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মুজাম্মিল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১৯</w:t>
      </w:r>
      <w:r>
        <w:rPr>
          <w:cs/>
          <w:lang w:bidi="bn-BD"/>
        </w:rPr>
        <w:t>)</w:t>
      </w:r>
    </w:p>
    <w:p w:rsidR="00395970" w:rsidRDefault="00395970" w:rsidP="00186AAF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সর্বপ্রথম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“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 w:rsidR="00186AAF">
        <w:rPr>
          <w:rFonts w:hint="cs"/>
          <w:cs/>
          <w:lang w:bidi="bn-BD"/>
        </w:rPr>
        <w:t>বাই</w:t>
      </w:r>
      <w:r w:rsidR="00186AAF">
        <w:rPr>
          <w:cs/>
          <w:lang w:bidi="bn-BD"/>
        </w:rPr>
        <w:t>তের</w:t>
      </w:r>
      <w:r>
        <w:rPr>
          <w:rFonts w:hint="eastAsia"/>
          <w:lang w:bidi="bn-BD"/>
        </w:rPr>
        <w:t>”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নির্বাচন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দ্বাদশ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ফেরকা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সুন্নতের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একটিকে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জাগতে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যতক্ষণ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খুঁজে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সমীচীন।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দ্বাদশ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</w:p>
    <w:p w:rsidR="008E6A45" w:rsidRPr="00E96184" w:rsidRDefault="008E6A45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090D36">
      <w:pPr>
        <w:pStyle w:val="libCenterBold1"/>
      </w:pPr>
      <w:r>
        <w:rPr>
          <w:rFonts w:hint="cs"/>
          <w:cs/>
          <w:lang w:bidi="bn-IN"/>
        </w:rPr>
        <w:lastRenderedPageBreak/>
        <w:t>পর্ব</w:t>
      </w:r>
      <w:r>
        <w:rPr>
          <w:rtl/>
          <w:cs/>
        </w:rPr>
        <w:t>-</w:t>
      </w:r>
      <w:r>
        <w:rPr>
          <w:rFonts w:hint="cs"/>
          <w:cs/>
          <w:lang w:bidi="bn-IN"/>
        </w:rPr>
        <w:t>৩</w:t>
      </w:r>
    </w:p>
    <w:p w:rsidR="00395970" w:rsidRDefault="00395970" w:rsidP="008E6A45">
      <w:pPr>
        <w:pStyle w:val="Heading1Center"/>
      </w:pPr>
      <w:bookmarkStart w:id="25" w:name="_Toc398585161"/>
      <w:r>
        <w:rPr>
          <w:rFonts w:hint="cs"/>
          <w:cs/>
          <w:lang w:bidi="bn-IN"/>
        </w:rPr>
        <w:t>ইমামত</w:t>
      </w:r>
      <w:bookmarkEnd w:id="25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8E6A45">
      <w:pPr>
        <w:pStyle w:val="Heading2"/>
        <w:rPr>
          <w:lang w:bidi="bn-BD"/>
        </w:rPr>
      </w:pPr>
      <w:bookmarkStart w:id="26" w:name="_Toc398585162"/>
      <w:r>
        <w:rPr>
          <w:rFonts w:hint="cs"/>
          <w:cs/>
          <w:lang w:bidi="bn-BD"/>
        </w:rPr>
        <w:t>২৩।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26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মৌলিক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পূর্বপুরুষ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আত্মীয়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স্বজন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উচ্চতর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পরীক্ষা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নিরীক্ষা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চালানো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জরুরী।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জরুরী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তাওহীদ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ন্যূনতমপক্ষে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অর্পিত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অব্যাহতি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নির্ভর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ইতিবাচক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নেতিবাচক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মৌলিক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পরীক্ষা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অব্যাহতি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শরনাপন্ন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দায়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অব্যাহতি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মোতাবেক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ব্যক্তিবর্গ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দৃষ্ঠিকোণ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করুণা।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যুগেই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দুনিয়া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আখেরাতের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সংবাদদাতা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প্রতিনিধিত্ব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সর্বসাধারণের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সার্বজনীন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কর্তৃত্ব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জনগণকে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যাবতীয়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পরিচালনা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ন্যায়নীতি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পারস্পরিক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জন্য।</w:t>
      </w:r>
      <w:r>
        <w:rPr>
          <w:cs/>
          <w:lang w:bidi="bn-BD"/>
        </w:rPr>
        <w:t xml:space="preserve"> </w:t>
      </w:r>
    </w:p>
    <w:p w:rsidR="00090D36" w:rsidRDefault="00395970" w:rsidP="00090D36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মিশনেরই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ধারাবাহিকতা।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নিযুক্ত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অনুরূপভাবে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মোস্তাফিজ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 w:rsidR="00090D36" w:rsidRPr="0072100A">
        <w:rPr>
          <w:rStyle w:val="libAlaemChar"/>
          <w:rFonts w:hint="cs"/>
          <w:rtl/>
          <w:cs/>
        </w:rPr>
        <w:t>–</w:t>
      </w:r>
    </w:p>
    <w:p w:rsidR="00395970" w:rsidRPr="00F4436C" w:rsidRDefault="00395970" w:rsidP="00090D36">
      <w:pPr>
        <w:pStyle w:val="libNormal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 w:rsidRPr="00F4436C">
        <w:rPr>
          <w:rFonts w:hint="cs"/>
          <w:cs/>
          <w:lang w:bidi="bn-IN"/>
        </w:rPr>
        <w:t>যদি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কেউ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তার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যামানার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ইমামকে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না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চিনে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মৃত্যুবরণ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করে</w:t>
      </w:r>
      <w:proofErr w:type="gramStart"/>
      <w:r w:rsidRPr="00F4436C">
        <w:t>,</w:t>
      </w:r>
      <w:r w:rsidRPr="00F4436C">
        <w:rPr>
          <w:rFonts w:hint="cs"/>
          <w:cs/>
          <w:lang w:bidi="bn-IN"/>
        </w:rPr>
        <w:t>তব</w:t>
      </w:r>
      <w:proofErr w:type="gramEnd"/>
      <w:r w:rsidRPr="00F4436C">
        <w:rPr>
          <w:rFonts w:hint="cs"/>
          <w:cs/>
          <w:lang w:bidi="bn-IN"/>
        </w:rPr>
        <w:t>ে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তার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মৃত্যু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হবে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জাহিলিয়্যাতের</w:t>
      </w:r>
      <w:r w:rsidRPr="00F4436C">
        <w:rPr>
          <w:rtl/>
          <w:cs/>
        </w:rPr>
        <w:t xml:space="preserve"> </w:t>
      </w:r>
      <w:r w:rsidRPr="00F4436C">
        <w:rPr>
          <w:rFonts w:hint="cs"/>
          <w:cs/>
          <w:lang w:bidi="bn-IN"/>
        </w:rPr>
        <w:t>মৃত্যু।</w:t>
      </w:r>
      <w:r w:rsidRPr="00FB2189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চক্ষুর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আড়ালে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গুহায়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পাহাড়ী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আত্মগোপন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আত্মগোপন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নাতিদীর্ঘ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তফাৎ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F4436C">
      <w:pPr>
        <w:pStyle w:val="libLine"/>
        <w:rPr>
          <w:lang w:bidi="bn-BD"/>
        </w:rPr>
      </w:pPr>
      <w:r w:rsidRPr="00395970">
        <w:rPr>
          <w:rStyle w:val="libAlaemChar"/>
          <w:lang w:bidi="bn-BD"/>
        </w:rPr>
        <w:t>“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জন্য্ইে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প্রদর্শক।</w:t>
      </w:r>
      <w:proofErr w:type="gramStart"/>
      <w:r w:rsidRPr="00FB2189">
        <w:rPr>
          <w:rStyle w:val="libAlaemChar"/>
          <w:rFonts w:hint="eastAsia"/>
        </w:rPr>
        <w:t>”</w:t>
      </w:r>
      <w:r>
        <w:rPr>
          <w:lang w:bidi="bn-BD"/>
        </w:rPr>
        <w:t>(</w:t>
      </w:r>
      <w:proofErr w:type="gramEnd"/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</w:t>
      </w:r>
      <w:r w:rsidR="0062401F">
        <w:rPr>
          <w:rStyle w:val="libAlaemChar"/>
        </w:rPr>
        <w:t>’</w:t>
      </w:r>
      <w:r>
        <w:rPr>
          <w:rFonts w:hint="cs"/>
          <w:cs/>
          <w:lang w:bidi="bn-BD"/>
        </w:rPr>
        <w:t>দ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৮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F4436C" w:rsidRDefault="00395970" w:rsidP="00F4436C">
      <w:pPr>
        <w:pStyle w:val="libLine"/>
        <w:rPr>
          <w:cs/>
          <w:lang w:bidi="bn-BD"/>
        </w:rPr>
      </w:pPr>
      <w:r w:rsidRPr="00395970">
        <w:rPr>
          <w:rStyle w:val="libAlaemChar"/>
          <w:lang w:bidi="bn-BD"/>
        </w:rPr>
        <w:t>“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proofErr w:type="gramStart"/>
      <w:r w:rsidRPr="00FB2189">
        <w:rPr>
          <w:rStyle w:val="libAlaemChar"/>
          <w:rFonts w:hint="eastAsia"/>
        </w:rPr>
        <w:t>”</w:t>
      </w:r>
      <w:r>
        <w:rPr>
          <w:cs/>
          <w:lang w:bidi="bn-BD"/>
        </w:rPr>
        <w:t>(</w:t>
      </w:r>
      <w:proofErr w:type="gramEnd"/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ফাতির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২২</w:t>
      </w:r>
      <w:r>
        <w:rPr>
          <w:cs/>
          <w:lang w:bidi="bn-BD"/>
        </w:rPr>
        <w:t>)</w:t>
      </w:r>
    </w:p>
    <w:p w:rsidR="00F4436C" w:rsidRPr="00E96184" w:rsidRDefault="00F4436C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F4436C">
      <w:pPr>
        <w:pStyle w:val="Heading2"/>
        <w:rPr>
          <w:lang w:bidi="bn-BD"/>
        </w:rPr>
      </w:pPr>
      <w:bookmarkStart w:id="27" w:name="_Toc398585163"/>
      <w:r>
        <w:rPr>
          <w:rFonts w:hint="cs"/>
          <w:cs/>
          <w:lang w:bidi="bn-BD"/>
        </w:rPr>
        <w:lastRenderedPageBreak/>
        <w:t>২৪।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27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ইমামগণেরও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অপ্রকাশিত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পঙ্কিলতা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উর্ধে।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প্রতিষ্ঠাতা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(</w:t>
      </w:r>
      <w:r w:rsidR="00EA6ACB">
        <w:rPr>
          <w:cs/>
          <w:lang w:bidi="bn-BD"/>
        </w:rPr>
        <w:t>সা</w:t>
      </w:r>
      <w:r w:rsidR="00EA6ACB">
        <w:rPr>
          <w:lang w:bidi="bn-BD"/>
        </w:rPr>
        <w:t>.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>-</w:t>
      </w:r>
    </w:p>
    <w:p w:rsidR="00395970" w:rsidRDefault="00395970" w:rsidP="00EA6ACB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পুঞ্জীভূত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 w:rsidR="00090D36" w:rsidRPr="00090D36">
        <w:rPr>
          <w:rStyle w:val="libAlaemChar"/>
        </w:rPr>
        <w:t>“</w:t>
      </w:r>
    </w:p>
    <w:p w:rsidR="00EA6ACB" w:rsidRPr="00E96184" w:rsidRDefault="00EA6ACB" w:rsidP="00E96184">
      <w:r>
        <w:rPr>
          <w:lang w:bidi="bn-BD"/>
        </w:rPr>
        <w:br w:type="page"/>
      </w:r>
    </w:p>
    <w:p w:rsidR="00395970" w:rsidRDefault="00395970" w:rsidP="00EA6ACB">
      <w:pPr>
        <w:pStyle w:val="Heading2"/>
        <w:rPr>
          <w:lang w:bidi="bn-BD"/>
        </w:rPr>
      </w:pPr>
      <w:bookmarkStart w:id="28" w:name="_Toc398585164"/>
      <w:r>
        <w:rPr>
          <w:rFonts w:hint="cs"/>
          <w:cs/>
          <w:lang w:bidi="bn-BD"/>
        </w:rPr>
        <w:lastRenderedPageBreak/>
        <w:t>২৫।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গুণাবলী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28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ইমামেরও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বীরত্ব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মহত্ত্ব</w:t>
      </w:r>
      <w:r>
        <w:rPr>
          <w:cs/>
          <w:lang w:bidi="bn-BD"/>
        </w:rPr>
        <w:t xml:space="preserve"> 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আত্মসম্মান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সত্যবাদিতা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পরায়ণতা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বিচক্ষনণতা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জ্ঞান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প্রজ্ঞা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নৈতিকতা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শ্রেষ্টত্বের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প্রযোজ্য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শ্রেষ্ঠত্বের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প্রযোজ্য।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প্রদত্ত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এলহামের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মনোনিবেশ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উদঘাটন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বিশেষজ্ঞের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শরণাপন্ন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ততোধিক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দৃঢ়করণ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বাড়তে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)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বলতেন</w:t>
      </w:r>
      <w:r>
        <w:rPr>
          <w:cs/>
          <w:lang w:bidi="bn-BD"/>
        </w:rPr>
        <w:t xml:space="preserve">- </w:t>
      </w:r>
    </w:p>
    <w:p w:rsidR="00395970" w:rsidRDefault="00395970" w:rsidP="0062401F">
      <w:pPr>
        <w:pStyle w:val="libCenter"/>
        <w:rPr>
          <w:lang w:bidi="bn-BD"/>
        </w:rPr>
      </w:pPr>
      <w:proofErr w:type="gramStart"/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 w:rsidRPr="00FB2189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মনস্তাত্বিক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অন্ততঃ</w:t>
      </w:r>
      <w:r>
        <w:rPr>
          <w:cs/>
          <w:lang w:bidi="bn-BD"/>
        </w:rPr>
        <w:t xml:space="preserve"> </w:t>
      </w:r>
      <w:r w:rsidR="00724A58">
        <w:rPr>
          <w:cs/>
          <w:lang w:bidi="bn-BD"/>
        </w:rPr>
        <w:t>দু</w:t>
      </w:r>
      <w:r w:rsidR="00724A58" w:rsidRPr="00E96184">
        <w:rPr>
          <w:rStyle w:val="libAlaemChar"/>
        </w:rPr>
        <w:t>’</w:t>
      </w:r>
      <w:r>
        <w:rPr>
          <w:rFonts w:hint="cs"/>
          <w:cs/>
          <w:lang w:bidi="bn-BD"/>
        </w:rPr>
        <w:t>একবার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এলহামের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অনুমান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ব্যক্তিভেদে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মুহুর্তে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দলিলের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অবতারণা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শরণাপন্ন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অসংখ্যবার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সর্বোচ্চ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উৎকর্ষে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সমসাময়িক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প্রাক্তন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দার্শনিকগণ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এলহাম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সর্বোচ্চ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প্রদত্ত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মুহুর্তে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নিবদ্ধ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ভূমিকা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এলহাম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বস্তুর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প্রতিচ্ছবি।</w:t>
      </w:r>
      <w:r>
        <w:rPr>
          <w:cs/>
          <w:lang w:bidi="bn-BD"/>
        </w:rPr>
        <w:t xml:space="preserve"> </w:t>
      </w:r>
    </w:p>
    <w:p w:rsidR="00395970" w:rsidRDefault="00395970" w:rsidP="00EA6ACB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ইতিহাস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প্রতীয়মান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শৈশব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প্রশিক্ষণ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করেননি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শরণাপন্ন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হননি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লেখাপড়াও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লেখক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আধার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অতুলনীয়।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আসেনি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তাৎক্ষনিক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জবাব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"</w:t>
      </w:r>
      <w:r>
        <w:rPr>
          <w:rFonts w:hint="cs"/>
          <w:cs/>
          <w:lang w:bidi="bn-BD"/>
        </w:rPr>
        <w:t>জানিনা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কথাটি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উচ্চারণ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কালক্ষেপণ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আশ্রয়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নিয়েছিলেন।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পন্ডিত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বিশেষজ্ঞ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খুঁজে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লিখেছেন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পড়ালেখা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পন্ডিতের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জ্ঞানার্জন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স্বভাবজাত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এরকমই।</w:t>
      </w:r>
      <w:r>
        <w:rPr>
          <w:cs/>
          <w:lang w:bidi="bn-BD"/>
        </w:rPr>
        <w:t xml:space="preserve"> </w:t>
      </w:r>
    </w:p>
    <w:p w:rsidR="00EA6ACB" w:rsidRPr="00E96184" w:rsidRDefault="00EA6ACB" w:rsidP="00E96184">
      <w:r>
        <w:rPr>
          <w:lang w:bidi="bn-BD"/>
        </w:rPr>
        <w:br w:type="page"/>
      </w:r>
    </w:p>
    <w:p w:rsidR="00395970" w:rsidRDefault="00395970" w:rsidP="00A434B3">
      <w:pPr>
        <w:pStyle w:val="Heading2"/>
        <w:rPr>
          <w:lang w:bidi="bn-BD"/>
        </w:rPr>
      </w:pPr>
      <w:bookmarkStart w:id="29" w:name="_Toc398585165"/>
      <w:r>
        <w:rPr>
          <w:rFonts w:hint="cs"/>
          <w:cs/>
          <w:lang w:bidi="bn-BD"/>
        </w:rPr>
        <w:lastRenderedPageBreak/>
        <w:t>২৬।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29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যাঁদের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বাধ্যতামূলক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স্বাক্ষী।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জ্ঞানের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সংরক্ষক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ওহীর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ব্যাখ্যাকারী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তাওহীদের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স্তম্ভ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মারেফাতের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তত্ত্বাবধায়ক।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নিরাপত্তা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বিধায়ক।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নক্ষত্ররাজি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আকাশবাসীর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নিরাপত্তা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বিধায়ক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A434B3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উপমা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উম্মতের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কিস্তির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আরোহন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পেল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অন্যথাকারীরা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হলো।</w:t>
      </w:r>
      <w:r w:rsidRPr="00FB2189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প্রতিচ্ছবি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>-</w:t>
      </w:r>
    </w:p>
    <w:p w:rsidR="00395970" w:rsidRDefault="00395970" w:rsidP="00A434B3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সম্মানিত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 w:rsidR="00A434B3">
        <w:rPr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উত্তমরূপে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proofErr w:type="gramStart"/>
      <w:r w:rsidR="00090D36">
        <w:rPr>
          <w:rStyle w:val="libAlaemChar"/>
        </w:rPr>
        <w:t>”</w:t>
      </w:r>
      <w:r>
        <w:rPr>
          <w:cs/>
          <w:lang w:bidi="bn-BD"/>
        </w:rPr>
        <w:t>(</w:t>
      </w:r>
      <w:proofErr w:type="gramEnd"/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আম্বিয়া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২৭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ব্যক্তিবর্গ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যাঁদের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দিয়েছেন।</w:t>
      </w:r>
    </w:p>
    <w:p w:rsidR="00395970" w:rsidRDefault="00395970" w:rsidP="00A434B3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অবাধ্যতা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অবাধ্যতা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হওয়া।</w:t>
      </w:r>
      <w:r>
        <w:rPr>
          <w:cs/>
          <w:lang w:bidi="bn-BD"/>
        </w:rPr>
        <w:t xml:space="preserve"> </w:t>
      </w:r>
      <w:r w:rsidR="00A434B3">
        <w:rPr>
          <w:cs/>
          <w:lang w:bidi="bn-BD"/>
        </w:rPr>
        <w:t>তা</w:t>
      </w:r>
      <w:r>
        <w:rPr>
          <w:rFonts w:hint="cs"/>
          <w:cs/>
          <w:lang w:bidi="bn-BD"/>
        </w:rPr>
        <w:t>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আত্মসমর্পণ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সমর্পিত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অব্যহতি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সঠিকরূপেই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আরোহন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অজ্ঞতা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মিথ্যাচার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বিরোধের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ক্রুব্ধ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তরঙ্গের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সমুদ্রে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অদ্য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খলিফা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নেতৃত্ব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ইতিহাসের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স্কন্ধে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হকদারের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ফিরিয়েও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শরণাপন্ন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প্রয়াস।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করছি।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প্রশিক্ষিত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আলোকিত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প্রকৃতার্থে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বিচ্যুত।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প্রদত্ত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গোত্রের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আপোষহীন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বিরোধের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মাযাহাবকে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অন্ধভাবে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বাস্তবায়ন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অব্যাহিত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অনুসন্ধান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উপয়ান্তর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</w:p>
    <w:p w:rsidR="00395970" w:rsidRDefault="00395970" w:rsidP="00C07EA5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শরণাপন্ন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ন্যূনতমপক্ষে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উপস্থাপনা</w:t>
      </w:r>
      <w:r w:rsidR="00C07EA5"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শিয়া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উভয়ই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রেওয়ায়েতের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একমত</w:t>
      </w:r>
      <w:r>
        <w:rPr>
          <w:cs/>
          <w:lang w:bidi="bn-BD"/>
        </w:rPr>
        <w:t xml:space="preserve">- </w:t>
      </w:r>
      <w:r>
        <w:rPr>
          <w:lang w:bidi="bn-BD"/>
        </w:rPr>
        <w:cr/>
      </w:r>
      <w:r w:rsidRPr="00C07EA5">
        <w:rPr>
          <w:rStyle w:val="libLineChar"/>
          <w:rFonts w:eastAsia="Calibri" w:hint="eastAsia"/>
        </w:rPr>
        <w:t>“</w:t>
      </w:r>
      <w:r w:rsidRPr="00C07EA5">
        <w:rPr>
          <w:rStyle w:val="libLineChar"/>
          <w:rFonts w:eastAsia="Calibri" w:hint="cs"/>
          <w:cs/>
          <w:lang w:bidi="bn-IN"/>
        </w:rPr>
        <w:t>নিশ্চয়ই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তোমাদের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নিকট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আমি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="00724A58">
        <w:rPr>
          <w:rStyle w:val="libLineChar"/>
          <w:rFonts w:eastAsia="Calibri"/>
          <w:cs/>
          <w:lang w:bidi="bn-IN"/>
        </w:rPr>
        <w:t>দু</w:t>
      </w:r>
      <w:r w:rsidR="00724A58" w:rsidRPr="0037388A">
        <w:rPr>
          <w:rStyle w:val="libAlaemChar"/>
        </w:rPr>
        <w:t>’</w:t>
      </w:r>
      <w:r w:rsidR="00C07EA5">
        <w:rPr>
          <w:rStyle w:val="libLineChar"/>
          <w:rFonts w:eastAsia="Calibri"/>
          <w:cs/>
          <w:lang w:bidi="bn-IN"/>
        </w:rPr>
        <w:t>টি</w:t>
      </w:r>
      <w:r w:rsidR="0045693A">
        <w:rPr>
          <w:rStyle w:val="libLineChar"/>
          <w:rFonts w:eastAsia="Calibri"/>
          <w:lang w:bidi="bn-IN"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ভারীবস্তু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রেখে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যাচ্ছি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যার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একটি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আরেকটি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অপেক্ষা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বেশী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ভারী।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একটি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হলো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আল্লাহর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কিতাব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যা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আকাশ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থেকে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জমিন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পর্যন্ত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ঝুলন্ত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রশির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মত।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আর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অপরটি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হলো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আমার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এতরাত</w:t>
      </w:r>
      <w:r w:rsidRPr="00C07EA5">
        <w:rPr>
          <w:rStyle w:val="libLineChar"/>
          <w:rFonts w:eastAsia="Calibri"/>
          <w:rtl/>
          <w:cs/>
        </w:rPr>
        <w:t xml:space="preserve">- </w:t>
      </w:r>
      <w:r w:rsidRPr="00C07EA5">
        <w:rPr>
          <w:rStyle w:val="libLineChar"/>
          <w:rFonts w:eastAsia="Calibri" w:hint="cs"/>
          <w:cs/>
          <w:lang w:bidi="bn-IN"/>
        </w:rPr>
        <w:t>আহলে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বাইত।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হাউজে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কাওসারে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আমার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সাথে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মিলিত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না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হওয়া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পর্যন্ত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তারা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কখনো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পরস্পর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থেকে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বিচ্ছিন্ন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হবে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না।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যে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কেউ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এঁকে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আঁকড়ে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ধরবে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কখনোই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আমার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পরে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সে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পথভ্রষ্ট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হবে</w:t>
      </w:r>
      <w:r w:rsidRPr="00C07EA5">
        <w:rPr>
          <w:rStyle w:val="libLineChar"/>
          <w:rFonts w:eastAsia="Calibri"/>
          <w:rtl/>
          <w:cs/>
        </w:rPr>
        <w:t xml:space="preserve"> </w:t>
      </w:r>
      <w:r w:rsidRPr="00C07EA5">
        <w:rPr>
          <w:rStyle w:val="libLineChar"/>
          <w:rFonts w:eastAsia="Calibri" w:hint="cs"/>
          <w:cs/>
          <w:lang w:bidi="bn-IN"/>
        </w:rPr>
        <w:t>না।</w:t>
      </w:r>
      <w:r w:rsidRPr="00C07EA5">
        <w:rPr>
          <w:rStyle w:val="libLineChar"/>
          <w:rFonts w:eastAsia="Calibri"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মূল্যবান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সূক্ষ্মভাবে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নিবদ্ধ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অভিব্যক্তিতে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মুগ্ধ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সর্বপ্রথম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বলছে</w:t>
      </w:r>
      <w:r>
        <w:rPr>
          <w:cs/>
          <w:lang w:bidi="bn-BD"/>
        </w:rPr>
        <w:t xml:space="preserve">- </w:t>
      </w:r>
    </w:p>
    <w:p w:rsidR="00395970" w:rsidRDefault="00395970" w:rsidP="00C07EA5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এতদ্ভয়কে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আঁকড়ে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বিচ্যুত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FB2189">
        <w:rPr>
          <w:rStyle w:val="libAlaemChar"/>
          <w:rFonts w:hint="eastAsia"/>
        </w:rPr>
        <w:t>”</w:t>
      </w:r>
      <w:r>
        <w:rPr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 w:rsidR="00724A58">
        <w:rPr>
          <w:rFonts w:hint="cs"/>
          <w:cs/>
          <w:lang w:bidi="bn-BD"/>
        </w:rPr>
        <w:t>দু</w:t>
      </w:r>
      <w:r w:rsidR="00724A58" w:rsidRPr="00E96184">
        <w:rPr>
          <w:rStyle w:val="libAlaemChar"/>
        </w:rPr>
        <w:t>’</w:t>
      </w:r>
      <w:r w:rsidR="00C07EA5">
        <w:rPr>
          <w:rFonts w:hint="cs"/>
          <w:cs/>
          <w:lang w:bidi="bn-BD"/>
        </w:rPr>
        <w:t>টি</w:t>
      </w:r>
      <w:r>
        <w:rPr>
          <w:rFonts w:hint="cs"/>
          <w:cs/>
          <w:lang w:bidi="bn-BD"/>
        </w:rPr>
        <w:t>ভারী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বস্তুরূপে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আঁকড়ে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পথভ্রষ্ট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প্রতীয়মান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হাউজে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কাওসারে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মিলিত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এতদ্ভয়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আঁকড়ে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নাজাতের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তরী</w:t>
      </w:r>
      <w:r>
        <w:rPr>
          <w:rFonts w:hint="eastAsia"/>
          <w:lang w:bidi="bn-BD"/>
        </w:rPr>
        <w:t>’</w:t>
      </w:r>
      <w:r>
        <w:rPr>
          <w:lang w:bidi="bn-BD"/>
        </w:rPr>
        <w:t>-</w:t>
      </w:r>
      <w:r>
        <w:rPr>
          <w:rFonts w:hint="cs"/>
          <w:cs/>
          <w:lang w:bidi="bn-BD"/>
        </w:rPr>
        <w:t>পৃথিবীবাসীর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রক্ষাকারী।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ব্যতিক্রম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গোমরাহীর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তরঙ্গে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নিস্তার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783BAD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বাইতকে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আন্তরিক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মূর্খ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অর্থ।</w:t>
      </w:r>
    </w:p>
    <w:p w:rsidR="00783BAD" w:rsidRPr="00E96184" w:rsidRDefault="00783BAD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613857">
      <w:pPr>
        <w:pStyle w:val="Heading2"/>
        <w:rPr>
          <w:lang w:bidi="bn-BD"/>
        </w:rPr>
      </w:pPr>
      <w:bookmarkStart w:id="30" w:name="_Toc398585166"/>
      <w:r>
        <w:rPr>
          <w:rFonts w:hint="cs"/>
          <w:cs/>
          <w:lang w:bidi="bn-BD"/>
        </w:rPr>
        <w:lastRenderedPageBreak/>
        <w:t>২৭।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30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শুরা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২৩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613857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বলুন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নিকটাত্মীদের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সৌহার্দ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চাই</w:t>
      </w:r>
      <w:r>
        <w:rPr>
          <w:cs/>
          <w:lang w:bidi="bn-BD"/>
        </w:rPr>
        <w:t xml:space="preserve"> </w:t>
      </w:r>
      <w:r w:rsidRPr="00FB2189">
        <w:rPr>
          <w:rFonts w:hint="cs"/>
          <w:cs/>
          <w:lang w:bidi="bn-IN"/>
        </w:rPr>
        <w:t>না।</w:t>
      </w:r>
      <w:r w:rsidR="00FB2189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বাইতকে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আঁকড়ে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পাশাপাশি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মাওয়াদ্দাত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প্রাগুক্ত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বাধ্যতামূলক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>-</w:t>
      </w:r>
    </w:p>
    <w:p w:rsidR="00395970" w:rsidRDefault="00395970" w:rsidP="00613857">
      <w:pPr>
        <w:pStyle w:val="libLine"/>
        <w:rPr>
          <w:lang w:bidi="bn-BD"/>
        </w:rPr>
      </w:pPr>
      <w:proofErr w:type="gramStart"/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বিদ্বেষ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শঠতা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মোনাফেকীর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বিদ্বেষ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রাসুলের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বিদ্বেষ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 w:rsidRPr="00FB2189">
        <w:rPr>
          <w:rStyle w:val="libAlaemChar"/>
          <w:rFonts w:hint="eastAsia"/>
        </w:rPr>
        <w:t>”</w:t>
      </w:r>
    </w:p>
    <w:p w:rsidR="00395970" w:rsidRDefault="00395970" w:rsidP="00613857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বিতর্কের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গোষ্ঠীর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পারস্পরিক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মতৈক্য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নাসেবী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ক্ষুদ্র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যাকাত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সন্দেহাতীত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বিষয়সমূহকে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প্রকারন্তারে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রেসালাতকে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রেসালাতাকে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বাহ্যিকভাবে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শাহাদাতাইন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বিদ্বেষ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মোনাফেকীর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মহব্বত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বিদ্বেষ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</w:t>
      </w:r>
      <w:r>
        <w:rPr>
          <w:cs/>
          <w:lang w:bidi="bn-BD"/>
        </w:rPr>
        <w:t xml:space="preserve"> </w:t>
      </w:r>
      <w:r w:rsidR="00613857" w:rsidRPr="00613857">
        <w:rPr>
          <w:rFonts w:hint="cs"/>
          <w:cs/>
          <w:lang w:bidi="bn-BD"/>
        </w:rPr>
        <w:t>প্রকারন্তরে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বিদ্বেষ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নিঃসন্দেহে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মহব্বত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অভিভাবকত্বের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মহব্বত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মাওয়াদ্দাত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নৈকট্যপ্রাপ্ত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শিরক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পাপাচার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যাবতীয়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বাধ্যতামূলক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অবশ্যই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খোদাভীরু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শ্রেষ্টত্ব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খেলনারূপে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পর্যবসিত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মহত্ত্ব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613857" w:rsidRPr="00E96184" w:rsidRDefault="00613857" w:rsidP="00E96184">
      <w:r>
        <w:rPr>
          <w:lang w:bidi="bn-BD"/>
        </w:rPr>
        <w:br w:type="page"/>
      </w:r>
    </w:p>
    <w:p w:rsidR="00395970" w:rsidRDefault="00395970" w:rsidP="00613857">
      <w:pPr>
        <w:pStyle w:val="Heading2"/>
        <w:rPr>
          <w:lang w:bidi="bn-BD"/>
        </w:rPr>
      </w:pPr>
      <w:bookmarkStart w:id="31" w:name="_Toc398585167"/>
      <w:r>
        <w:rPr>
          <w:rFonts w:hint="cs"/>
          <w:cs/>
          <w:lang w:bidi="bn-BD"/>
        </w:rPr>
        <w:lastRenderedPageBreak/>
        <w:t>২৮।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31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গোল্লাত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হলুলিদের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অতিরঞ্জিত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>-</w:t>
      </w:r>
    </w:p>
    <w:p w:rsidR="00395970" w:rsidRDefault="00395970" w:rsidP="00613857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lang w:bidi="bn-BD"/>
        </w:rPr>
        <w:t xml:space="preserve">---- </w:t>
      </w:r>
      <w:r>
        <w:rPr>
          <w:rFonts w:hint="cs"/>
          <w:cs/>
          <w:lang w:bidi="bn-BD"/>
        </w:rPr>
        <w:t>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কথা।</w:t>
      </w:r>
      <w:r w:rsidR="00090D36">
        <w:rPr>
          <w:rStyle w:val="libAlaemChar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কাহাফ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৫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স্বতন্ত্র।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--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মর্যাদাবান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অনুগ্রহে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 w:rsidR="00613857">
        <w:rPr>
          <w:lang w:bidi="bn-BD"/>
        </w:rPr>
        <w:t>,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তাকওয়া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বীরত্ব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আত্মসম্মান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চারিত্রিক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প্রশংসিত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ছাড়িয়ে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বিশ্লেষণের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বিশ্ববাসীর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আশ্রয়স্থল।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ষষ্ঠ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613857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বুঝ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জিজ্ঞাসা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তব</w:t>
      </w:r>
      <w:proofErr w:type="gramEnd"/>
      <w:r>
        <w:rPr>
          <w:rFonts w:hint="cs"/>
          <w:cs/>
          <w:lang w:bidi="bn-BD"/>
        </w:rPr>
        <w:t>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প্রত্যাখ্যান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 w:rsidR="00090D36">
        <w:rPr>
          <w:cs/>
          <w:lang w:bidi="hi-IN"/>
        </w:rPr>
        <w:t>।</w:t>
      </w:r>
      <w:r w:rsidRPr="00FB2189">
        <w:rPr>
          <w:rStyle w:val="libAlaemChar"/>
          <w:rFonts w:hint="eastAsia"/>
        </w:rPr>
        <w:t>”</w:t>
      </w:r>
    </w:p>
    <w:p w:rsidR="00613857" w:rsidRPr="00E96184" w:rsidRDefault="00613857" w:rsidP="00E96184">
      <w:r>
        <w:rPr>
          <w:lang w:bidi="bn-BD"/>
        </w:rPr>
        <w:br w:type="page"/>
      </w:r>
    </w:p>
    <w:p w:rsidR="00395970" w:rsidRDefault="00395970" w:rsidP="00613857">
      <w:pPr>
        <w:pStyle w:val="Heading2"/>
        <w:rPr>
          <w:lang w:bidi="bn-BD"/>
        </w:rPr>
      </w:pPr>
      <w:bookmarkStart w:id="32" w:name="_Toc398585168"/>
      <w:r>
        <w:rPr>
          <w:rFonts w:hint="cs"/>
          <w:cs/>
          <w:lang w:bidi="bn-BD"/>
        </w:rPr>
        <w:lastRenderedPageBreak/>
        <w:t>২৯।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32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নিযুক্ত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নিয়োগপ্রাপ্ত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প্রভেদ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নেতারূপে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বাদানুবাদ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সমীচীন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নির্বাচন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নির্ধারণ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হেদায়েত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কেহই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অনুমোদন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উত্তরাধিকারী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ঘোষনা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উত্তরাধিকারী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চাচাত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তালিবের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ঘোষণা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মুমিনদের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আমীর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ওহীর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অভিভাবক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আমীরুল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মুমিমীন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ঐতিহাসিক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গাদীর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বলেছিলেন</w:t>
      </w:r>
      <w:r>
        <w:rPr>
          <w:cs/>
          <w:lang w:bidi="bn-BD"/>
        </w:rPr>
        <w:t>-</w:t>
      </w:r>
    </w:p>
    <w:p w:rsidR="00395970" w:rsidRDefault="00395970" w:rsidP="00613857">
      <w:pPr>
        <w:pStyle w:val="libLine"/>
        <w:rPr>
          <w:lang w:bidi="bn-BD"/>
        </w:rPr>
      </w:pPr>
      <w:proofErr w:type="gramStart"/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মুমিনগণ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মাওলা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অভিভাবক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মাওলা।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হও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লাঞ্ছিত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লাঞ্ছনা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আলীর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রাখ।</w:t>
      </w:r>
      <w:r w:rsidRPr="00FB2189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সর্বপ্রথম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ঘোষণা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সেদিন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আত্মীয়কে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নিমন্ত্রণ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সেদিনও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ঘোষণা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</w:t>
      </w:r>
      <w:r>
        <w:rPr>
          <w:cs/>
          <w:lang w:bidi="bn-BD"/>
        </w:rPr>
        <w:t>-</w:t>
      </w:r>
    </w:p>
    <w:p w:rsidR="00395970" w:rsidRDefault="00395970" w:rsidP="00613857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উত</w:t>
      </w:r>
      <w:proofErr w:type="gramEnd"/>
      <w:r>
        <w:rPr>
          <w:rFonts w:hint="cs"/>
          <w:cs/>
          <w:lang w:bidi="bn-BD"/>
        </w:rPr>
        <w:t>্তরাধিকারী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ওয়াসী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প্রতিনিধি।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 w:rsidRPr="00FB2189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শিশু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অপরিণত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বয়সের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উত্তরাধিকারীর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একাধিকবার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ঘোষণা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বলেছিলেন</w:t>
      </w:r>
      <w:r>
        <w:rPr>
          <w:cs/>
          <w:lang w:bidi="bn-BD"/>
        </w:rPr>
        <w:t>-</w:t>
      </w:r>
    </w:p>
    <w:p w:rsidR="00395970" w:rsidRDefault="00395970" w:rsidP="00613857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সেরূপ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য</w:t>
      </w:r>
      <w:proofErr w:type="gramEnd"/>
      <w:r>
        <w:rPr>
          <w:rFonts w:hint="cs"/>
          <w:cs/>
          <w:lang w:bidi="bn-BD"/>
        </w:rPr>
        <w:t>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হারুন।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FB2189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মায়েদা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৫৫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-</w:t>
      </w:r>
    </w:p>
    <w:p w:rsidR="00395970" w:rsidRDefault="00395970" w:rsidP="00613857">
      <w:pPr>
        <w:pStyle w:val="libLine"/>
        <w:rPr>
          <w:lang w:bidi="bn-BD"/>
        </w:rPr>
      </w:pPr>
      <w:r w:rsidRPr="00FB2189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ত</w:t>
      </w:r>
      <w:proofErr w:type="gramEnd"/>
      <w:r>
        <w:rPr>
          <w:rFonts w:hint="cs"/>
          <w:cs/>
          <w:lang w:bidi="bn-BD"/>
        </w:rPr>
        <w:t>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এনেছে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যাকাত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রুকু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অবস্থায়।</w:t>
      </w:r>
      <w:r w:rsidRPr="00FB2189">
        <w:rPr>
          <w:rStyle w:val="libAlaemChar"/>
          <w:rFonts w:hint="eastAsia"/>
        </w:rPr>
        <w:t>”</w:t>
      </w:r>
    </w:p>
    <w:p w:rsidR="00395970" w:rsidRDefault="00395970" w:rsidP="00770A3B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উপরোক্ত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নাযিল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প্রসংগে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রুকু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আংটি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ভিক্ষুককে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রেওয়ায়েত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অবতারণা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পুস্তিকার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ক্ষুদ্র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কলেবরে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অসম্ভব।</w:t>
      </w:r>
      <w:r>
        <w:rPr>
          <w:cs/>
          <w:lang w:bidi="bn-BD"/>
        </w:rPr>
        <w:t xml:space="preserve"> </w:t>
      </w:r>
      <w:r w:rsidR="00770A3B" w:rsidRPr="008F00F1">
        <w:rPr>
          <w:rStyle w:val="libFootnotenumChar"/>
          <w:cs/>
          <w:lang w:bidi="bn-IN"/>
        </w:rPr>
        <w:t>২</w:t>
      </w:r>
    </w:p>
    <w:p w:rsidR="008F00F1" w:rsidRPr="00E96184" w:rsidRDefault="008F00F1" w:rsidP="00E96184">
      <w:r>
        <w:rPr>
          <w:lang w:bidi="bn-BD"/>
        </w:rPr>
        <w:br w:type="page"/>
      </w:r>
    </w:p>
    <w:p w:rsidR="00395970" w:rsidRPr="00AD2112" w:rsidRDefault="00395970" w:rsidP="008F00F1">
      <w:pPr>
        <w:pStyle w:val="Heading2"/>
        <w:rPr>
          <w:lang w:bidi="bn-BD"/>
        </w:rPr>
      </w:pPr>
      <w:bookmarkStart w:id="33" w:name="_Toc398585169"/>
      <w:r w:rsidRPr="00AD2112">
        <w:rPr>
          <w:rFonts w:hint="cs"/>
          <w:cs/>
          <w:lang w:bidi="bn-BD"/>
        </w:rPr>
        <w:lastRenderedPageBreak/>
        <w:t>৩০।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ইমামগণের</w:t>
      </w:r>
      <w:r w:rsidRPr="00AD2112">
        <w:rPr>
          <w:cs/>
          <w:lang w:bidi="bn-BD"/>
        </w:rPr>
        <w:t xml:space="preserve"> </w:t>
      </w:r>
      <w:r w:rsidR="00AE651F" w:rsidRPr="00AD2112">
        <w:rPr>
          <w:cs/>
          <w:lang w:bidi="bn-BD"/>
        </w:rPr>
        <w:t>(আ.)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সংখ্যা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সম্পর্কে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আমাদের</w:t>
      </w:r>
      <w:r w:rsid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বিশ্বাস</w:t>
      </w:r>
      <w:r w:rsidR="002A002B" w:rsidRPr="00AD2112">
        <w:rPr>
          <w:cs/>
          <w:lang w:bidi="bn-BD"/>
        </w:rPr>
        <w:t xml:space="preserve"> :</w:t>
      </w:r>
      <w:bookmarkEnd w:id="33"/>
    </w:p>
    <w:p w:rsidR="00395970" w:rsidRPr="00AD2112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 w:rsidRPr="00AD2112">
        <w:rPr>
          <w:rFonts w:hint="cs"/>
          <w:cs/>
          <w:lang w:bidi="bn-BD"/>
        </w:rPr>
        <w:t>আমরা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বিশ্বাস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করি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যে</w:t>
      </w:r>
      <w:r w:rsidRPr="00AD2112">
        <w:rPr>
          <w:lang w:bidi="bn-BD"/>
        </w:rPr>
        <w:t>,</w:t>
      </w:r>
      <w:r w:rsidRPr="00AD2112">
        <w:rPr>
          <w:rFonts w:hint="cs"/>
          <w:cs/>
          <w:lang w:bidi="bn-BD"/>
        </w:rPr>
        <w:t>ইমামগণ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যাঁদের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সত্যিকার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অর্থে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ইমামত্বের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বৈশিষ্ট্য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আছে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এবং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যাঁরা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মহানবীর</w:t>
      </w:r>
      <w:r w:rsidRPr="00AD2112">
        <w:rPr>
          <w:cs/>
          <w:lang w:bidi="bn-BD"/>
        </w:rPr>
        <w:t xml:space="preserve"> </w:t>
      </w:r>
      <w:r w:rsidR="00AD2112">
        <w:rPr>
          <w:cs/>
          <w:lang w:bidi="bn-BD"/>
        </w:rPr>
        <w:t>(সা.)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পর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আমাদের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জন্য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শরীয়তের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আহকামের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উৎসরূপে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নিয়োগ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লাভ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করেছেন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তারা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হলেন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বারজন।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মহানবী</w:t>
      </w:r>
      <w:r w:rsidRPr="00AD2112">
        <w:rPr>
          <w:cs/>
          <w:lang w:bidi="bn-BD"/>
        </w:rPr>
        <w:t xml:space="preserve"> </w:t>
      </w:r>
      <w:r w:rsidR="00AD2112">
        <w:rPr>
          <w:cs/>
          <w:lang w:bidi="bn-BD"/>
        </w:rPr>
        <w:t>(সা.)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তাদের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সকলকে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নাম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উল্লেখ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পূর্বক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নিয়োগ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দিয়েছিলেন।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অতঃপর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তাদের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অগ্রজ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নিয়োগ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দিয়েছিলেন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অনুজকে।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আর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তা</w:t>
      </w:r>
      <w:r w:rsidRPr="00AD2112">
        <w:rPr>
          <w:cs/>
          <w:lang w:bidi="bn-BD"/>
        </w:rPr>
        <w:t xml:space="preserve"> </w:t>
      </w:r>
      <w:r w:rsidRPr="00AD2112">
        <w:rPr>
          <w:rFonts w:hint="cs"/>
          <w:cs/>
          <w:lang w:bidi="bn-BD"/>
        </w:rPr>
        <w:t>নিম্নরূপ</w:t>
      </w:r>
      <w:r w:rsidR="002A002B" w:rsidRPr="00AD2112">
        <w:rPr>
          <w:cs/>
          <w:lang w:bidi="bn-BD"/>
        </w:rPr>
        <w:t xml:space="preserve"> :</w:t>
      </w:r>
      <w:r w:rsidRPr="00AD2112">
        <w:rPr>
          <w:cs/>
          <w:lang w:bidi="bn-BD"/>
        </w:rPr>
        <w:t>-</w:t>
      </w:r>
      <w:r>
        <w:rPr>
          <w:cs/>
          <w:lang w:bidi="bn-BD"/>
        </w:rPr>
        <w:t xml:space="preserve"> 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১।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তালিব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মুর্তাজা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যাঁর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২৩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হিজরী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পূর্বাব্দ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হিজরী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৪০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শাহাদাৎ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আযযাকি</w:t>
      </w:r>
      <w:r>
        <w:rPr>
          <w:cs/>
          <w:lang w:bidi="bn-BD"/>
        </w:rPr>
        <w:t>)</w:t>
      </w:r>
      <w:r w:rsidR="00AD2112">
        <w:rPr>
          <w:lang w:bidi="bn-BD"/>
        </w:rPr>
        <w:t xml:space="preserve"> </w:t>
      </w: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২হিঃ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৫০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৩।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আব্দুল্লাহ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হুসাইন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সাইয়্যেদুশশোহাদা</w:t>
      </w:r>
      <w:r>
        <w:rPr>
          <w:cs/>
          <w:lang w:bidi="bn-BD"/>
        </w:rPr>
        <w:t>)(</w:t>
      </w:r>
      <w:r>
        <w:rPr>
          <w:rFonts w:hint="cs"/>
          <w:cs/>
          <w:lang w:bidi="bn-BD"/>
        </w:rPr>
        <w:t>৩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৬১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হুসাইন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যয়নুল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আবেদীন</w:t>
      </w:r>
      <w:r>
        <w:rPr>
          <w:cs/>
          <w:lang w:bidi="bn-BD"/>
        </w:rPr>
        <w:t>)</w:t>
      </w:r>
      <w:r w:rsidR="00AD2112">
        <w:rPr>
          <w:cs/>
          <w:lang w:bidi="bn-BD"/>
        </w:rPr>
        <w:t xml:space="preserve"> </w:t>
      </w: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৩৮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৯৫হিঃ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৫।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বাকের</w:t>
      </w:r>
      <w:r>
        <w:rPr>
          <w:cs/>
          <w:lang w:bidi="bn-BD"/>
        </w:rPr>
        <w:t>) (</w:t>
      </w:r>
      <w:r>
        <w:rPr>
          <w:rFonts w:hint="cs"/>
          <w:cs/>
          <w:lang w:bidi="bn-BD"/>
        </w:rPr>
        <w:t>৫৭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১১৪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আব্দুল্লাহ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আস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>)(</w:t>
      </w:r>
      <w:r>
        <w:rPr>
          <w:rFonts w:hint="cs"/>
          <w:cs/>
          <w:lang w:bidi="bn-BD"/>
        </w:rPr>
        <w:t>৮৩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১৪৮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৭।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ইব্রাহিম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কাযিম</w:t>
      </w:r>
      <w:r>
        <w:rPr>
          <w:cs/>
          <w:lang w:bidi="bn-BD"/>
        </w:rPr>
        <w:t>) (</w:t>
      </w:r>
      <w:r>
        <w:rPr>
          <w:rFonts w:hint="cs"/>
          <w:cs/>
          <w:lang w:bidi="bn-BD"/>
        </w:rPr>
        <w:t>১২৮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১৮৩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মূসা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রেযা</w:t>
      </w:r>
      <w:r>
        <w:rPr>
          <w:cs/>
          <w:lang w:bidi="bn-BD"/>
        </w:rPr>
        <w:t>)(</w:t>
      </w:r>
      <w:r>
        <w:rPr>
          <w:rFonts w:hint="cs"/>
          <w:cs/>
          <w:lang w:bidi="bn-BD"/>
        </w:rPr>
        <w:t>১৪৮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২০৩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জাওয়াদ</w:t>
      </w:r>
      <w:r>
        <w:rPr>
          <w:cs/>
          <w:lang w:bidi="bn-BD"/>
        </w:rPr>
        <w:t>) (</w:t>
      </w:r>
      <w:r>
        <w:rPr>
          <w:rFonts w:hint="cs"/>
          <w:cs/>
          <w:lang w:bidi="bn-BD"/>
        </w:rPr>
        <w:t>১৯৫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২২০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১০।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হাদী</w:t>
      </w:r>
      <w:r>
        <w:rPr>
          <w:cs/>
          <w:lang w:bidi="bn-BD"/>
        </w:rPr>
        <w:t>) (</w:t>
      </w:r>
      <w:r>
        <w:rPr>
          <w:rFonts w:hint="cs"/>
          <w:cs/>
          <w:lang w:bidi="bn-BD"/>
        </w:rPr>
        <w:t>২১২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২৫৪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১১।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আসকারী</w:t>
      </w:r>
      <w:r>
        <w:rPr>
          <w:cs/>
          <w:lang w:bidi="bn-BD"/>
        </w:rPr>
        <w:t>) (</w:t>
      </w:r>
      <w:r>
        <w:rPr>
          <w:rFonts w:hint="cs"/>
          <w:cs/>
          <w:lang w:bidi="bn-BD"/>
        </w:rPr>
        <w:t>২৩২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২৬০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>)</w:t>
      </w: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১২।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কাশেম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</w:t>
      </w:r>
      <w:r>
        <w:rPr>
          <w:cs/>
          <w:lang w:bidi="bn-BD"/>
        </w:rPr>
        <w:t>) (</w:t>
      </w:r>
      <w:r>
        <w:rPr>
          <w:rFonts w:hint="cs"/>
          <w:cs/>
          <w:lang w:bidi="bn-BD"/>
        </w:rPr>
        <w:t>২৫৬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 xml:space="preserve"> -)</w:t>
      </w:r>
    </w:p>
    <w:p w:rsidR="00AD2112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সময়কালের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লোকান্তরিত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অপেক্ষামান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তরান্বিত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নীতিতে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গিয়েছে।</w:t>
      </w:r>
    </w:p>
    <w:p w:rsidR="00AD2112" w:rsidRPr="00E96184" w:rsidRDefault="00AD2112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AD2112">
      <w:pPr>
        <w:pStyle w:val="Heading2"/>
        <w:rPr>
          <w:lang w:bidi="bn-BD"/>
        </w:rPr>
      </w:pPr>
      <w:bookmarkStart w:id="34" w:name="_Toc398585170"/>
      <w:r>
        <w:rPr>
          <w:rFonts w:hint="cs"/>
          <w:cs/>
          <w:lang w:bidi="bn-BD"/>
        </w:rPr>
        <w:lastRenderedPageBreak/>
        <w:t>৩১।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34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AD211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তাওয়াতুর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ফাতেমা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যাহরা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সালামুল্লাহ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আলাইহার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রক্তজ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সন্তানের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</w:t>
      </w:r>
      <w:r w:rsidR="00AD2112">
        <w:rPr>
          <w:cs/>
          <w:lang w:bidi="bn-BD"/>
        </w:rPr>
        <w:t>ন্ত</w:t>
      </w:r>
      <w:r>
        <w:rPr>
          <w:rFonts w:hint="cs"/>
          <w:cs/>
          <w:lang w:bidi="bn-BD"/>
        </w:rPr>
        <w:t>র্ভূক্ত।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নীতিতে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সামগ্রিকভাবে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উদ্ভাবিত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নিস্তার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স্বপ্নও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 w:rsidRPr="0072100A">
        <w:rPr>
          <w:rFonts w:hint="cs"/>
          <w:cs/>
          <w:lang w:bidi="bn-IN"/>
        </w:rPr>
        <w:t>কুতার্কীকরা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মিথ্যা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কিসানিয়াহ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আব্বাসীয়ীন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আলাভীর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প্রক্রিয়া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ভ্রান্তিতে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হস্তগত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চালিয়েছিল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মাহদীর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মিথ্যা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সাধারণের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চেয়েছিল।</w:t>
      </w:r>
      <w:r>
        <w:rPr>
          <w:cs/>
          <w:lang w:bidi="bn-BD"/>
        </w:rPr>
        <w:t xml:space="preserve"> </w:t>
      </w:r>
      <w:r>
        <w:rPr>
          <w:lang w:bidi="bn-BD"/>
        </w:rPr>
        <w:t>{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স্বীকৃত</w:t>
      </w:r>
      <w:r>
        <w:rPr>
          <w:lang w:bidi="bn-BD"/>
        </w:rPr>
        <w:t>}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পাশাপাশি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দেশেই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উপেক্ষা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একহাজার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অপেক্ষমান।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প্রাচীন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অদ্যাবধি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চেতনার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পারস্পরিক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আধিপত্য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সম্ভাবনা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প্রকৃতার্থেই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সশক্তিতে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সংস্কারক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অনুগ্রহ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ঐক্যবদ্ধ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মিশে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বিচ্যুতিকে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সংস্কারকের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সর্বময়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কর্তৃত্ব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অলৌকিক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সংক্ষেপে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পরিদৃষ্ট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হচ্ছে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বিশ্বমানবতা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নিদারুণ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বিপর্যস্ত।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সংস্কারের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মাহদী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উদ্ধার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অমুসলিম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সম্প্রদায়ও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সম্প্রদায়ের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সংস্কারক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ত্বরান্বিত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করুন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২৫৬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হিজরীতে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জন্মগ্রহণ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বেঁচে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আসকারীর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সন্তান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মোহাম্মাদ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আত্মগোপনের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যুগেই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লোকচক্ষুর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আড়ালে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বেঁচে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বহির্ভূত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পাঁচ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বছর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বয়সে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বিশ্বমানবতার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নিযুক্ত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দীর্ঘজীবন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প্রাপ্তির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শিশু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বয়সে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দোলনায়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অভিষিক্ত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স্বাভাবিকের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দীর্ঘজীবি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চিকিৎসা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চিকিৎসা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চিকিৎসা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দীর্ঘজীবিতার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সর্বশক্তিমান।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তদুপরি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নূহের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সন্দিগ্ধ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অবিকৃত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চিরবিদায়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সম্ভাবনা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অপেক্ষামান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গুটিয়ে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জিহাদ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প্রাপ্ত।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উপনীত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চালানো।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যতটুকু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বলেছেন</w:t>
      </w:r>
      <w:r>
        <w:rPr>
          <w:cs/>
          <w:lang w:bidi="bn-BD"/>
        </w:rPr>
        <w:t>-</w:t>
      </w:r>
    </w:p>
    <w:p w:rsidR="00395970" w:rsidRDefault="00395970" w:rsidP="00724A58">
      <w:pPr>
        <w:pStyle w:val="libCenter"/>
        <w:rPr>
          <w:lang w:bidi="bn-BD"/>
        </w:rPr>
      </w:pPr>
      <w:r w:rsidRPr="00E96184">
        <w:rPr>
          <w:rStyle w:val="libAlaemChar"/>
        </w:rPr>
        <w:t>“</w:t>
      </w:r>
      <w:r>
        <w:rPr>
          <w:rFonts w:hint="cs"/>
          <w:cs/>
          <w:lang w:bidi="bn-BD"/>
        </w:rPr>
        <w:t>তোমরা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দায়িত্বশীল।</w:t>
      </w:r>
      <w:r w:rsidRPr="00E96184">
        <w:rPr>
          <w:rStyle w:val="libAlaemChar"/>
        </w:rPr>
        <w:t>”</w:t>
      </w:r>
    </w:p>
    <w:p w:rsidR="00724A58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উদাসীন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সমীচীন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স্থগিত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পশুর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</w:p>
    <w:p w:rsidR="00724A58" w:rsidRPr="00E96184" w:rsidRDefault="00724A58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724A58">
      <w:pPr>
        <w:pStyle w:val="Heading2"/>
        <w:rPr>
          <w:lang w:bidi="bn-BD"/>
        </w:rPr>
      </w:pPr>
      <w:bookmarkStart w:id="35" w:name="_Toc398585171"/>
      <w:r>
        <w:rPr>
          <w:rFonts w:hint="cs"/>
          <w:cs/>
          <w:lang w:bidi="bn-BD"/>
        </w:rPr>
        <w:lastRenderedPageBreak/>
        <w:t>৩২।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পুনরাবর্তন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35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মৃতব্যক্তিকে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একদলকে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সম্পাদনকারীকে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সম্পাদনকারীদের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পৃথক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মাহদীর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আবির্ভাবের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ঘটবে।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কাজেই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পুনরাবর্তন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চুড়ান্ত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অনাচারের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নিকৃষ্টতম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তলিয়ে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মৃত্যুবরণ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প্রাপ্তি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পুরস্কার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 w:rsidR="00724A58">
        <w:rPr>
          <w:rFonts w:hint="cs"/>
          <w:cs/>
          <w:lang w:bidi="bn-BD"/>
        </w:rPr>
        <w:t>দু</w:t>
      </w:r>
      <w:r w:rsidR="00724A58" w:rsidRPr="00E96184">
        <w:rPr>
          <w:rStyle w:val="libAlaemChar"/>
        </w:rPr>
        <w:t>’</w:t>
      </w:r>
      <w:r>
        <w:rPr>
          <w:rFonts w:hint="cs"/>
          <w:cs/>
          <w:lang w:bidi="bn-BD"/>
        </w:rPr>
        <w:t>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প্রত্যাবর্তন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তৃতীয়বার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Pr="00724A58" w:rsidRDefault="00395970" w:rsidP="001D77DE">
      <w:pPr>
        <w:pStyle w:val="libLine"/>
      </w:pPr>
      <w:r w:rsidRPr="0037388A">
        <w:rPr>
          <w:rStyle w:val="libAlaemChar"/>
        </w:rPr>
        <w:t>“</w:t>
      </w:r>
      <w:r w:rsidRPr="00724A58">
        <w:rPr>
          <w:rFonts w:hint="cs"/>
          <w:cs/>
          <w:lang w:bidi="bn-IN"/>
        </w:rPr>
        <w:t>তারা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বলবে</w:t>
      </w:r>
      <w:proofErr w:type="gramStart"/>
      <w:r w:rsidRPr="00724A58">
        <w:t>,</w:t>
      </w:r>
      <w:r w:rsidRPr="00724A58">
        <w:rPr>
          <w:rFonts w:hint="cs"/>
          <w:cs/>
          <w:lang w:bidi="bn-IN"/>
        </w:rPr>
        <w:t>হ</w:t>
      </w:r>
      <w:proofErr w:type="gramEnd"/>
      <w:r w:rsidRPr="00724A58">
        <w:rPr>
          <w:rFonts w:hint="cs"/>
          <w:cs/>
          <w:lang w:bidi="bn-IN"/>
        </w:rPr>
        <w:t>ে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আমাদের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প্রভু</w:t>
      </w:r>
      <w:r w:rsidRPr="00724A58">
        <w:rPr>
          <w:rtl/>
          <w:cs/>
        </w:rPr>
        <w:t xml:space="preserve">! </w:t>
      </w:r>
      <w:r w:rsidRPr="00724A58">
        <w:rPr>
          <w:rFonts w:hint="cs"/>
          <w:cs/>
          <w:lang w:bidi="bn-IN"/>
        </w:rPr>
        <w:t>আপনি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আমাদেরকে</w:t>
      </w:r>
      <w:r w:rsidRPr="00724A58">
        <w:rPr>
          <w:rtl/>
          <w:cs/>
        </w:rPr>
        <w:t xml:space="preserve"> </w:t>
      </w:r>
      <w:r w:rsidR="00724A58" w:rsidRPr="00724A58">
        <w:rPr>
          <w:rFonts w:hint="cs"/>
          <w:cs/>
          <w:lang w:bidi="bn-IN"/>
        </w:rPr>
        <w:t>দু</w:t>
      </w:r>
      <w:r w:rsidR="00724A58" w:rsidRPr="0037388A">
        <w:rPr>
          <w:rStyle w:val="libAlaemChar"/>
        </w:rPr>
        <w:t>’</w:t>
      </w:r>
      <w:r w:rsidRPr="00724A58">
        <w:rPr>
          <w:rFonts w:hint="cs"/>
          <w:cs/>
          <w:lang w:bidi="bn-IN"/>
        </w:rPr>
        <w:t>বার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মৃত্যু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দিয়েছেন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এবং</w:t>
      </w:r>
      <w:r w:rsidRPr="00724A58">
        <w:rPr>
          <w:rtl/>
          <w:cs/>
        </w:rPr>
        <w:t xml:space="preserve"> </w:t>
      </w:r>
      <w:r w:rsidR="00724A58" w:rsidRPr="00724A58">
        <w:rPr>
          <w:rFonts w:hint="cs"/>
          <w:cs/>
          <w:lang w:bidi="bn-IN"/>
        </w:rPr>
        <w:t>দু</w:t>
      </w:r>
      <w:r w:rsidR="00724A58" w:rsidRPr="0037388A">
        <w:rPr>
          <w:rStyle w:val="libAlaemChar"/>
        </w:rPr>
        <w:t>’</w:t>
      </w:r>
      <w:r w:rsidRPr="00724A58">
        <w:rPr>
          <w:rFonts w:hint="cs"/>
          <w:cs/>
          <w:lang w:bidi="bn-IN"/>
        </w:rPr>
        <w:t>বার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জীবন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দিয়েছেন।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আমরা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আমাদের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দোষ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স্বীকার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করছি।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সুতরাং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এখান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থেকে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বের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হওয়ার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কোন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উপায়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আছে</w:t>
      </w:r>
      <w:r w:rsidRPr="00724A58">
        <w:rPr>
          <w:rtl/>
          <w:cs/>
        </w:rPr>
        <w:t xml:space="preserve"> </w:t>
      </w:r>
      <w:r w:rsidRPr="00724A58">
        <w:rPr>
          <w:rFonts w:hint="cs"/>
          <w:cs/>
          <w:lang w:bidi="bn-IN"/>
        </w:rPr>
        <w:t>কি</w:t>
      </w:r>
      <w:r w:rsidRPr="00724A58">
        <w:t>?</w:t>
      </w:r>
      <w:r w:rsidRPr="00E96184">
        <w:rPr>
          <w:rStyle w:val="libAlaemChar"/>
        </w:rPr>
        <w:t>”</w:t>
      </w:r>
      <w:r w:rsidRPr="00724A58">
        <w:t xml:space="preserve"> </w:t>
      </w:r>
      <w:r w:rsidR="001D77DE" w:rsidRPr="001D77DE">
        <w:t>(</w:t>
      </w:r>
      <w:r w:rsidR="001D77DE" w:rsidRPr="001D77DE">
        <w:rPr>
          <w:rFonts w:hint="cs"/>
          <w:cs/>
          <w:lang w:bidi="bn-IN"/>
        </w:rPr>
        <w:t>সুরা</w:t>
      </w:r>
      <w:r w:rsidR="001D77DE" w:rsidRPr="001D77DE">
        <w:rPr>
          <w:cs/>
          <w:lang w:bidi="bn-IN"/>
        </w:rPr>
        <w:t xml:space="preserve"> </w:t>
      </w:r>
      <w:r w:rsidR="001D77DE" w:rsidRPr="001D77DE">
        <w:rPr>
          <w:rFonts w:hint="cs"/>
          <w:cs/>
          <w:lang w:bidi="bn-IN"/>
        </w:rPr>
        <w:t>মুমিন</w:t>
      </w:r>
      <w:r w:rsidR="001D77DE" w:rsidRPr="001D77DE">
        <w:rPr>
          <w:cs/>
          <w:lang w:bidi="bn-IN"/>
        </w:rPr>
        <w:t xml:space="preserve"> -</w:t>
      </w:r>
      <w:r w:rsidR="001D77DE" w:rsidRPr="001D77DE">
        <w:rPr>
          <w:rFonts w:hint="cs"/>
          <w:cs/>
          <w:lang w:bidi="bn-IN"/>
        </w:rPr>
        <w:t>১১</w:t>
      </w:r>
      <w:r w:rsidR="001D77DE" w:rsidRPr="001D77DE">
        <w:rPr>
          <w:cs/>
          <w:lang w:bidi="bn-IN"/>
        </w:rPr>
        <w:t>)</w:t>
      </w:r>
    </w:p>
    <w:p w:rsidR="00395970" w:rsidRDefault="00724A58" w:rsidP="00395970">
      <w:pPr>
        <w:pStyle w:val="libNormal"/>
        <w:rPr>
          <w:lang w:bidi="bn-BD"/>
        </w:rPr>
      </w:pPr>
      <w:r w:rsidRPr="00724A58">
        <w:rPr>
          <w:rFonts w:hint="cs"/>
          <w:cs/>
          <w:lang w:bidi="bn-BD"/>
        </w:rPr>
        <w:t>হ্যাঁ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পবিত্র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কোরআনে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পৃথিবীতেই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রাজআত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পুনরাবর্তনের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সংঘটিত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হওয়ার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ব্যাপারে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বক্তব্য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এসেছে।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এছাড়া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পবিত্র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আহলে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বাইত</w:t>
      </w:r>
      <w:r w:rsidR="00395970"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সম্পর্কে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একাধিক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বর্ণনা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এসেছে।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শীয়াদের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একটি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ক্ষুদ্র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অংশ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ব্যতীত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সকলেই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ব্যাপারে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একমত।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শীয়াদের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ক্ষুদ্রাংশের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রাজআতের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অর্থ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অপেক্ষমান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ইমামের</w:t>
      </w:r>
      <w:r w:rsidR="00395970"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ফিরে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আসার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মাধ্যমে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আহলে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বাইতের</w:t>
      </w:r>
      <w:r w:rsidR="00395970"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রাষ্ট্রীয়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আদেশ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নিষেধের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অধিকার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ফিরে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আসা।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লোকদের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প্রত্যাবর্তন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মৃত্যুর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পূর্নজীবন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লাভ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নয়।</w:t>
      </w:r>
      <w:r w:rsidR="00395970"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রাজআতের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বিরোধী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সংকলনকারীরা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রাবীদের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বর্ণনাকারী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তুচ্ছ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মোনাফেক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তদপেক্ষা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কুন্ঠাবোধ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ধিকৃত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নিন্দিত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নিঃসন্দেহে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দোষারোপ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রাজআতের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তাওহীদের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খর্ব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গুরুত্বারোপ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অসীম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অলৌকিক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জীবিতকরণের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মোজেযার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পচে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লাশকে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>-</w:t>
      </w:r>
    </w:p>
    <w:p w:rsidR="00395970" w:rsidRDefault="00395970" w:rsidP="00724A58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ক</w:t>
      </w:r>
      <w:proofErr w:type="gramEnd"/>
      <w:r>
        <w:rPr>
          <w:rFonts w:hint="cs"/>
          <w:cs/>
          <w:lang w:bidi="bn-BD"/>
        </w:rPr>
        <w:t>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হাড়গুলোতে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সঞ্চার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বলুন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জ্ঞাত।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”</w:t>
      </w:r>
      <w:r w:rsidR="00724A58"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ইয়াসীন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৭৯</w:t>
      </w:r>
      <w:r>
        <w:rPr>
          <w:cs/>
          <w:lang w:bidi="bn-BD"/>
        </w:rPr>
        <w:t xml:space="preserve">)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পুর্নজন্মবাদ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তানাসুখ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তানাসুখ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শারীরিক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শারীরিক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অনুপ্রকরণ।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তানাসুখ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ব্যতিরেকে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প্রত্যাবর্তন।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শারীরিক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</w:t>
      </w:r>
      <w:r w:rsidR="001D77DE">
        <w:rPr>
          <w:cs/>
          <w:lang w:bidi="bn-BD"/>
        </w:rPr>
        <w:t>রু</w:t>
      </w:r>
      <w:r>
        <w:rPr>
          <w:rFonts w:hint="cs"/>
          <w:cs/>
          <w:lang w:bidi="bn-BD"/>
        </w:rPr>
        <w:t>ত্থানের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স্বতন্ত্র।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প্রত্যাবর্তন।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পূনর্জীবন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রাজাআত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তানাসুখ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তানাসুখ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তদ্রূপ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রাজাআত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তানাসুখ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দৈহিক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তানাসুখ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1D77DE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প্রয়োজন।</w:t>
      </w:r>
      <w:r>
        <w:rPr>
          <w:cs/>
          <w:lang w:bidi="bn-BD"/>
        </w:rPr>
        <w:t xml:space="preserve"> </w:t>
      </w:r>
    </w:p>
    <w:p w:rsidR="001D77DE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প্রথমত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দ্বিতীয়তঃ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</w:t>
      </w:r>
      <w:r>
        <w:rPr>
          <w:cs/>
          <w:lang w:bidi="bn-BD"/>
        </w:rPr>
        <w:t xml:space="preserve"> </w:t>
      </w:r>
      <w:r w:rsidR="00724A58">
        <w:rPr>
          <w:rFonts w:hint="cs"/>
          <w:cs/>
          <w:lang w:bidi="bn-BD"/>
        </w:rPr>
        <w:t>দু</w:t>
      </w:r>
      <w:r w:rsidR="00724A58" w:rsidRPr="00E96184">
        <w:rPr>
          <w:rStyle w:val="libAlaemChar"/>
        </w:rPr>
        <w:t>’</w:t>
      </w:r>
      <w:r>
        <w:rPr>
          <w:rFonts w:hint="cs"/>
          <w:cs/>
          <w:lang w:bidi="bn-BD"/>
        </w:rPr>
        <w:t>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ঘৃণ্য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উদাহরণও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ওয়াযিব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উত্তরসূরী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নির্বাচন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যাহোক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প্রাগুক্ত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সমস্যাদ্বয়ের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জবাবে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বলব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বলেছিলাম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দৈহিক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পনুরুত্থানের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প্রকরণ।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এটুকু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ইহকালেই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সম্ভাবনার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আশ্চার্যন্বিত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ব্যতিক্রম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এটুকু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পার্থিব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অভ্যস্ত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সংঘটিত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জানিনা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কাছাকাছি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এরকম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অভ্যস্ত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আশ্চার্যন্বিত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বলেছিল</w:t>
      </w:r>
      <w:r>
        <w:rPr>
          <w:cs/>
          <w:lang w:bidi="bn-BD"/>
        </w:rPr>
        <w:t>-</w:t>
      </w:r>
    </w:p>
    <w:p w:rsidR="00395970" w:rsidRDefault="00395970" w:rsidP="00724A58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হাড়গুলোকে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</w:t>
      </w:r>
      <w:r>
        <w:rPr>
          <w:lang w:bidi="bn-BD"/>
        </w:rPr>
        <w:t>?</w:t>
      </w:r>
      <w:r w:rsidRPr="00395970">
        <w:rPr>
          <w:rStyle w:val="libAlaemChar"/>
          <w:lang w:bidi="bn-BD"/>
        </w:rPr>
        <w:t>”</w:t>
      </w:r>
      <w:proofErr w:type="gramEnd"/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ইয়াসিন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৭৮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জবাবে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cs/>
          <w:lang w:bidi="bn-BD"/>
        </w:rPr>
        <w:t xml:space="preserve"> - </w:t>
      </w:r>
    </w:p>
    <w:p w:rsidR="00395970" w:rsidRDefault="00395970" w:rsidP="00724A58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জ্ঞাত।</w:t>
      </w:r>
      <w:proofErr w:type="gramStart"/>
      <w:r w:rsidRPr="0037388A">
        <w:rPr>
          <w:rStyle w:val="libAlaemChar"/>
        </w:rPr>
        <w:t>”</w:t>
      </w:r>
      <w:r>
        <w:rPr>
          <w:cs/>
          <w:lang w:bidi="bn-BD"/>
        </w:rPr>
        <w:t>(</w:t>
      </w:r>
      <w:proofErr w:type="gramEnd"/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ইয়াসিন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৭৯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পরিস্থিতিতে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অগ্রাহ্য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খেয়ালের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বশবর্তী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ওহীর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শরণাপন্ন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রাজাআত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সংঘটিত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অকাট্য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মেলে।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ঈসা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</w:t>
      </w:r>
      <w:r>
        <w:rPr>
          <w:cs/>
          <w:lang w:bidi="bn-BD"/>
        </w:rPr>
        <w:t xml:space="preserve">- </w:t>
      </w:r>
    </w:p>
    <w:p w:rsidR="00395970" w:rsidRDefault="00395970" w:rsidP="00724A58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অনুমতিক্রমে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অন্ধকে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ক</w:t>
      </w:r>
      <w:proofErr w:type="gramEnd"/>
      <w:r>
        <w:rPr>
          <w:rFonts w:hint="cs"/>
          <w:cs/>
          <w:lang w:bidi="bn-BD"/>
        </w:rPr>
        <w:t>ুষ্ঠরোগীকে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করি।</w:t>
      </w:r>
      <w:r w:rsidRPr="0037388A">
        <w:rPr>
          <w:rStyle w:val="libAlaemChar"/>
        </w:rPr>
        <w:t>”</w:t>
      </w: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এমরান</w:t>
      </w:r>
      <w:r w:rsidR="00724A58"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৪৯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বাণী</w:t>
      </w:r>
      <w:r>
        <w:rPr>
          <w:cs/>
          <w:lang w:bidi="bn-BD"/>
        </w:rPr>
        <w:t>-</w:t>
      </w:r>
    </w:p>
    <w:p w:rsidR="00395970" w:rsidRDefault="00395970" w:rsidP="00EA63F2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মৃত্যুর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lang w:bidi="bn-BD"/>
        </w:rPr>
        <w:t>?</w:t>
      </w:r>
      <w:proofErr w:type="gramEnd"/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বছরের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মৃত্যু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করলেন।</w:t>
      </w:r>
      <w:r w:rsidRPr="0037388A">
        <w:rPr>
          <w:rStyle w:val="libAlaemChar"/>
        </w:rPr>
        <w:t>”</w:t>
      </w:r>
      <w:r>
        <w:rPr>
          <w:lang w:bidi="bn-BD"/>
        </w:rPr>
        <w:t>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বাকারা</w:t>
      </w:r>
      <w:r w:rsidR="00EA63F2"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২৫৯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এছাড়া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করেছিলাম</w:t>
      </w:r>
      <w:r>
        <w:rPr>
          <w:cs/>
          <w:lang w:bidi="bn-BD"/>
        </w:rPr>
        <w:t>-</w:t>
      </w:r>
    </w:p>
    <w:p w:rsidR="00395970" w:rsidRDefault="00395970" w:rsidP="00EA63F2">
      <w:pPr>
        <w:pStyle w:val="libCenter"/>
        <w:rPr>
          <w:lang w:bidi="bn-BD"/>
        </w:rPr>
      </w:pPr>
      <w:r w:rsidRPr="00E96184">
        <w:rPr>
          <w:rStyle w:val="libAlaemChar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</w:t>
      </w:r>
      <w:proofErr w:type="gramStart"/>
      <w:r>
        <w:rPr>
          <w:rFonts w:hint="cs"/>
          <w:cs/>
          <w:lang w:bidi="bn-BD"/>
        </w:rPr>
        <w:t>ু</w:t>
      </w:r>
      <w:r>
        <w:rPr>
          <w:cs/>
          <w:lang w:bidi="bn-BD"/>
        </w:rPr>
        <w:t xml:space="preserve"> 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 w:rsidR="00724A58">
        <w:rPr>
          <w:rFonts w:hint="cs"/>
          <w:cs/>
          <w:lang w:bidi="bn-BD"/>
        </w:rPr>
        <w:t>দু</w:t>
      </w:r>
      <w:r w:rsidR="00724A58" w:rsidRPr="00E96184">
        <w:rPr>
          <w:rStyle w:val="libAlaemChar"/>
        </w:rPr>
        <w:t>’</w:t>
      </w:r>
      <w:r>
        <w:rPr>
          <w:rFonts w:hint="cs"/>
          <w:cs/>
          <w:lang w:bidi="bn-BD"/>
        </w:rPr>
        <w:t>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মৃত্যু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দিয়েছেন।</w:t>
      </w:r>
      <w:r w:rsidRPr="00E96184">
        <w:rPr>
          <w:rStyle w:val="libAlaemChar"/>
        </w:rPr>
        <w:t>”</w:t>
      </w: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মুমিন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১১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মৃত্যুর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তাফসীরকারক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সামঞ্জস্য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EA63F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যাহোক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দ্বিতীয়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ভিত্তিহীন।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বহুলালোচিত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মোতাওয়াতির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প্রয়োজন।</w:t>
      </w:r>
      <w:r>
        <w:rPr>
          <w:lang w:bidi="bn-BD"/>
        </w:rPr>
        <w:cr/>
      </w:r>
      <w:r>
        <w:rPr>
          <w:rFonts w:hint="cs"/>
          <w:cs/>
          <w:lang w:bidi="bn-BD"/>
        </w:rPr>
        <w:t>তদুপরি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আহাম্মদ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লেখক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ফাজরুল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পুস্তকে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লিখেছেন</w:t>
      </w:r>
      <w:r>
        <w:rPr>
          <w:cs/>
          <w:lang w:bidi="bn-BD"/>
        </w:rPr>
        <w:t>-</w:t>
      </w:r>
    </w:p>
    <w:p w:rsidR="00395970" w:rsidRDefault="00395970" w:rsidP="00EA63F2">
      <w:pPr>
        <w:pStyle w:val="libCenter"/>
        <w:rPr>
          <w:lang w:bidi="bn-BD"/>
        </w:rPr>
      </w:pPr>
      <w:r w:rsidRPr="00E96184">
        <w:rPr>
          <w:rStyle w:val="libAlaemChar"/>
        </w:rPr>
        <w:t>“</w:t>
      </w:r>
      <w:r>
        <w:rPr>
          <w:rFonts w:hint="cs"/>
          <w:cs/>
          <w:lang w:bidi="bn-BD"/>
        </w:rPr>
        <w:t>রাজআতের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অবয়বে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ইহুদীবাদের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ঘটে।</w:t>
      </w:r>
      <w:r w:rsidRPr="00E96184">
        <w:rPr>
          <w:rStyle w:val="libAlaemChar"/>
        </w:rPr>
        <w:t>”</w:t>
      </w:r>
      <w:r>
        <w:rPr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রাজাআতের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খ্রীষ্টবাদের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অনুপ্রবেশ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এনেছিলেন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অকার্যকর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খ্রীষ্টবাদের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অনুপ্রবেশ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ঘাটতি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ইহুদীবাদের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লেখক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যাহোক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মৌলিক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বিবেচনা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সঙ্গত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মিথ্যাচার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অদৃশ্যালোকের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সংঘটিত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</w:p>
    <w:p w:rsidR="00A5772D" w:rsidRPr="00E96184" w:rsidRDefault="00A5772D" w:rsidP="00E96184">
      <w:r>
        <w:rPr>
          <w:lang w:bidi="bn-BD"/>
        </w:rPr>
        <w:br w:type="page"/>
      </w:r>
    </w:p>
    <w:p w:rsidR="00395970" w:rsidRDefault="00395970" w:rsidP="00A5772D">
      <w:pPr>
        <w:pStyle w:val="Heading2"/>
        <w:rPr>
          <w:lang w:bidi="bn-BD"/>
        </w:rPr>
      </w:pPr>
      <w:bookmarkStart w:id="36" w:name="_Toc398585172"/>
      <w:r>
        <w:rPr>
          <w:rFonts w:hint="cs"/>
          <w:cs/>
          <w:lang w:bidi="bn-BD"/>
        </w:rPr>
        <w:lastRenderedPageBreak/>
        <w:t>৩৩।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36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>-</w:t>
      </w:r>
    </w:p>
    <w:p w:rsidR="00395970" w:rsidRDefault="00395970" w:rsidP="00A5772D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হেফাজত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শ্লোগান।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শ্লোগানের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উন্নয়ন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সম্প্রীতি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ছায়াতলে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পেয়েছিলেন।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চিহ্নিত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বিপদাপন্ন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গোপনীয়তা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আশ্রয়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স্বাভাবিক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বুদ্ধিবৃত্তির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ইতিহাসের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পরিক্রমায়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নিষ্পেষিত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স্বাধীনতা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বঞ্চিত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গোষ্ঠী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জাতিই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নিপীড়নের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গোপনীয়তা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দুনিয়ার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</w:p>
    <w:p w:rsidR="00395970" w:rsidRDefault="00395970" w:rsidP="004C0EBF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তাকিয়্যার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আশংকা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ভেদে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সন্নিবেশিত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</w:t>
      </w:r>
      <w:r w:rsidR="00E100ED">
        <w:rPr>
          <w:cs/>
          <w:lang w:bidi="bn-BD"/>
        </w:rPr>
        <w:t>কহের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পুস্তকে।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অবস্থানুসারে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ইচ্ছাধীন।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সহায়ক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খেদমত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জিহাদ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মহাত্মা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মৃত্যুমুখে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মিথ্যা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বিস্তৃতি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ফেসাদ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মারাত্মক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সম্ভাবনা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হারাম।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মোটকথা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সংগঠন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ধ্বংসাত্মক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চালাবে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লোকেরা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বুঝার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চেষ্টাই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</w:t>
      </w:r>
      <w:r w:rsidR="004C0EBF">
        <w:rPr>
          <w:cs/>
          <w:lang w:bidi="bn-BD"/>
        </w:rPr>
        <w:t>কা</w:t>
      </w:r>
      <w:r>
        <w:rPr>
          <w:rFonts w:hint="cs"/>
          <w:cs/>
          <w:lang w:bidi="bn-BD"/>
        </w:rPr>
        <w:t>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লুক্কায়িত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লেখকগণ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ফিকাহ্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আহকাম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কালামশাস্ত্র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বিপুল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সংখ্যক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লিখেছেন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সম্প্রদায়ের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নিঃসন্দেহে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বিকৃতভাবে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কলংকিত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কন্ঠের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উমাইয়্যা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আব্বাসীয়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ওসমানীয়দের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উন্মুক্ত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তরবারী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ঝুলে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মৃত্যুর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শুধুমাত্র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এটুকুই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পরিস্থিতিতেও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পারেনি।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বলব</w:t>
      </w:r>
      <w:r>
        <w:rPr>
          <w:cs/>
          <w:lang w:bidi="bn-BD"/>
        </w:rPr>
        <w:t>-</w:t>
      </w:r>
    </w:p>
    <w:p w:rsidR="00395970" w:rsidRDefault="00395970" w:rsidP="00395970">
      <w:pPr>
        <w:pStyle w:val="libNormal"/>
        <w:rPr>
          <w:lang w:bidi="bn-BD"/>
        </w:rPr>
      </w:pPr>
      <w:r w:rsidRPr="00E100ED">
        <w:rPr>
          <w:rStyle w:val="libBold1Char"/>
          <w:rFonts w:hint="cs"/>
          <w:cs/>
          <w:lang w:bidi="bn-IN"/>
        </w:rPr>
        <w:t>প্রথমত</w:t>
      </w:r>
      <w:r w:rsidR="002A002B" w:rsidRPr="00E100ED">
        <w:rPr>
          <w:rStyle w:val="libBold1Char"/>
          <w:rtl/>
          <w:cs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পথনির্দেশনায়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</w:t>
      </w:r>
      <w:r>
        <w:rPr>
          <w:cs/>
          <w:lang w:bidi="bn-BD"/>
        </w:rPr>
        <w:t xml:space="preserve">- </w:t>
      </w:r>
    </w:p>
    <w:p w:rsidR="00395970" w:rsidRDefault="00395970" w:rsidP="004C0EBF">
      <w:pPr>
        <w:pStyle w:val="libCenter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ত</w:t>
      </w:r>
      <w:proofErr w:type="gramEnd"/>
      <w:r>
        <w:rPr>
          <w:rFonts w:hint="cs"/>
          <w:cs/>
          <w:lang w:bidi="bn-BD"/>
        </w:rPr>
        <w:t>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 w:rsidRPr="0037388A">
        <w:rPr>
          <w:rStyle w:val="libAlaemChar"/>
        </w:rPr>
        <w:t>”</w:t>
      </w:r>
      <w:r>
        <w:rPr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 w:rsidRPr="00E100ED">
        <w:rPr>
          <w:rStyle w:val="libBold1Char"/>
          <w:rFonts w:hint="cs"/>
          <w:cs/>
          <w:lang w:bidi="bn-IN"/>
        </w:rPr>
        <w:t>দ্বিতীয়ত</w:t>
      </w:r>
      <w:r w:rsidR="002A002B" w:rsidRPr="00E100ED">
        <w:rPr>
          <w:rStyle w:val="libBold1Char"/>
          <w:rtl/>
          <w:cs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নাহালের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১০৬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>-</w:t>
      </w:r>
    </w:p>
    <w:p w:rsidR="00395970" w:rsidRDefault="00395970" w:rsidP="000F319D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হৃদয়ে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ঈমান।</w:t>
      </w:r>
      <w:r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নাযিল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ইয়াসীর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বাহ্যিকভাবে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0F319D">
      <w:pPr>
        <w:pStyle w:val="libLine"/>
        <w:rPr>
          <w:lang w:bidi="bn-BD"/>
        </w:rPr>
      </w:pPr>
      <w:r w:rsidRPr="0037388A">
        <w:rPr>
          <w:rStyle w:val="libAlaemChar"/>
        </w:rPr>
        <w:lastRenderedPageBreak/>
        <w:t>“</w:t>
      </w:r>
      <w:r>
        <w:rPr>
          <w:rFonts w:hint="cs"/>
          <w:cs/>
          <w:lang w:bidi="bn-BD"/>
        </w:rPr>
        <w:t>তোমরা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 w:rsidR="000F319D">
        <w:rPr>
          <w:cs/>
          <w:lang w:bidi="bn-BD"/>
        </w:rPr>
        <w:t>ছু্ই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অনিষ্টের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আশংকা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তব</w:t>
      </w:r>
      <w:proofErr w:type="gramEnd"/>
      <w:r>
        <w:rPr>
          <w:rFonts w:hint="cs"/>
          <w:cs/>
          <w:lang w:bidi="bn-BD"/>
        </w:rPr>
        <w:t>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সাবধানতার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থাকবে।</w:t>
      </w:r>
      <w:r w:rsidRPr="0037388A">
        <w:rPr>
          <w:rStyle w:val="libAlaemChar"/>
        </w:rPr>
        <w:t>”</w:t>
      </w: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ইমান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২৮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0F319D" w:rsidRDefault="00395970" w:rsidP="000F319D">
      <w:pPr>
        <w:pStyle w:val="libLine"/>
        <w:rPr>
          <w:cs/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ফেরাউনের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করেছিল।</w:t>
      </w:r>
      <w:r w:rsidRPr="0037388A">
        <w:rPr>
          <w:rStyle w:val="libAlaemChar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মুমিন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২৮</w:t>
      </w:r>
      <w:r>
        <w:rPr>
          <w:cs/>
          <w:lang w:bidi="bn-BD"/>
        </w:rPr>
        <w:t xml:space="preserve">) </w:t>
      </w:r>
    </w:p>
    <w:p w:rsidR="000F319D" w:rsidRPr="00E96184" w:rsidRDefault="000F319D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0F319D">
      <w:pPr>
        <w:pStyle w:val="libCenterBold1"/>
        <w:rPr>
          <w:lang w:bidi="bn-BD"/>
        </w:rPr>
      </w:pPr>
      <w:r>
        <w:rPr>
          <w:rFonts w:hint="cs"/>
          <w:cs/>
          <w:lang w:bidi="bn-BD"/>
        </w:rPr>
        <w:lastRenderedPageBreak/>
        <w:t>পর্ব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৪</w:t>
      </w:r>
    </w:p>
    <w:p w:rsidR="004C0EBF" w:rsidRPr="00983DAB" w:rsidRDefault="00983DAB" w:rsidP="00983DAB">
      <w:pPr>
        <w:pStyle w:val="Heading1Center"/>
      </w:pPr>
      <w:r w:rsidRPr="00983DAB">
        <w:rPr>
          <w:rFonts w:hint="cs"/>
          <w:cs/>
        </w:rPr>
        <w:t>ম</w:t>
      </w:r>
      <w:r w:rsidRPr="00983DAB">
        <w:rPr>
          <w:rFonts w:eastAsia="Calibri" w:hint="cs"/>
          <w:cs/>
        </w:rPr>
        <w:t>হানবীর</w:t>
      </w:r>
      <w:r w:rsidRPr="00983DAB">
        <w:rPr>
          <w:rFonts w:eastAsia="Calibri"/>
          <w:cs/>
        </w:rPr>
        <w:t xml:space="preserve"> (</w:t>
      </w:r>
      <w:r w:rsidRPr="00983DAB">
        <w:rPr>
          <w:rFonts w:eastAsia="Calibri" w:hint="cs"/>
          <w:cs/>
        </w:rPr>
        <w:t>সা</w:t>
      </w:r>
      <w:r w:rsidRPr="00983DAB">
        <w:rPr>
          <w:rFonts w:eastAsia="Calibri"/>
          <w:cs/>
        </w:rPr>
        <w:t xml:space="preserve">.) </w:t>
      </w:r>
      <w:r w:rsidRPr="00983DAB">
        <w:rPr>
          <w:rFonts w:eastAsia="Calibri" w:hint="cs"/>
          <w:cs/>
        </w:rPr>
        <w:t>আহলে</w:t>
      </w:r>
      <w:r w:rsidRPr="00983DAB">
        <w:rPr>
          <w:rFonts w:eastAsia="Calibri"/>
          <w:cs/>
        </w:rPr>
        <w:t xml:space="preserve"> </w:t>
      </w:r>
      <w:r w:rsidRPr="00983DAB">
        <w:rPr>
          <w:rFonts w:eastAsia="Calibri" w:hint="cs"/>
          <w:cs/>
        </w:rPr>
        <w:t>বাইত</w:t>
      </w:r>
      <w:r w:rsidRPr="00983DAB">
        <w:rPr>
          <w:rFonts w:eastAsia="Calibri"/>
          <w:cs/>
        </w:rPr>
        <w:t xml:space="preserve"> </w:t>
      </w:r>
      <w:r w:rsidRPr="00983DAB">
        <w:rPr>
          <w:rFonts w:eastAsia="Calibri" w:hint="cs"/>
          <w:cs/>
        </w:rPr>
        <w:t>থেকে</w:t>
      </w:r>
      <w:r w:rsidRPr="00983DAB">
        <w:rPr>
          <w:rFonts w:eastAsia="Calibri"/>
          <w:cs/>
        </w:rPr>
        <w:t xml:space="preserve"> </w:t>
      </w:r>
      <w:r w:rsidRPr="00983DAB">
        <w:rPr>
          <w:rFonts w:eastAsia="Calibri" w:hint="cs"/>
          <w:cs/>
        </w:rPr>
        <w:t>শীয়াদের</w:t>
      </w:r>
      <w:r w:rsidRPr="00983DAB">
        <w:rPr>
          <w:rFonts w:eastAsia="Calibri"/>
          <w:cs/>
        </w:rPr>
        <w:t xml:space="preserve"> </w:t>
      </w:r>
      <w:r w:rsidRPr="00983DAB">
        <w:rPr>
          <w:rFonts w:eastAsia="Calibri" w:hint="cs"/>
          <w:cs/>
        </w:rPr>
        <w:t>জন্য</w:t>
      </w:r>
      <w:r w:rsidRPr="00983DAB">
        <w:rPr>
          <w:rFonts w:eastAsia="Calibri"/>
          <w:cs/>
        </w:rPr>
        <w:t xml:space="preserve"> </w:t>
      </w:r>
      <w:r w:rsidRPr="00983DAB">
        <w:rPr>
          <w:rFonts w:eastAsia="Calibri" w:hint="cs"/>
          <w:cs/>
        </w:rPr>
        <w:t>শিক্ষা</w:t>
      </w:r>
    </w:p>
    <w:p w:rsidR="00395970" w:rsidRDefault="00395970" w:rsidP="000F319D">
      <w:pPr>
        <w:pStyle w:val="libBold1"/>
        <w:rPr>
          <w:lang w:bidi="bn-BD"/>
        </w:rPr>
      </w:pPr>
      <w:r>
        <w:rPr>
          <w:rFonts w:hint="cs"/>
          <w:cs/>
          <w:lang w:bidi="bn-BD"/>
        </w:rPr>
        <w:t>ভূমিকা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জীবদ্দশায়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রাষ্ট্রীয়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শাসনাধীন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ব্যবস্থার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বিরুদ্ধে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</w:t>
      </w:r>
      <w:r w:rsidR="00385453">
        <w:rPr>
          <w:rFonts w:hint="cs"/>
          <w:cs/>
          <w:lang w:bidi="bn-BD"/>
        </w:rPr>
        <w:t>ণ্ড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সংগ্রামে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স্বাভাবিক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ধারাবাহিকতায়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রক্তপাত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ফেতনা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শঠতা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সমুদ্রে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মোতাবেক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পিছনে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সামাজিক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নীতি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</w:p>
    <w:p w:rsidR="00FE6507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পুস্তিকার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ক্ষুদ্র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পরিসরে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উদাহরণস্বরূপ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আকায়েদের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আলোকপাত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নৈকট্যলাভের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পংকিলতা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সত্যবাদী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ন্যায়পরায়ণ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জনগোষ্ঠী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তাকিয়্যা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করেছিলাম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নিম্নে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শিষ্টাচারমূলক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করব।</w:t>
      </w:r>
    </w:p>
    <w:p w:rsidR="00FE6507" w:rsidRPr="00E96184" w:rsidRDefault="00FE6507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FE6507">
      <w:pPr>
        <w:pStyle w:val="Heading2"/>
        <w:rPr>
          <w:lang w:bidi="bn-BD"/>
        </w:rPr>
      </w:pPr>
      <w:bookmarkStart w:id="37" w:name="_Toc398585174"/>
      <w:r>
        <w:rPr>
          <w:rFonts w:hint="cs"/>
          <w:cs/>
          <w:lang w:bidi="bn-BD"/>
        </w:rPr>
        <w:lastRenderedPageBreak/>
        <w:t>৩৪।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37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FE6507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অস্ত্র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দ</w:t>
      </w:r>
      <w:proofErr w:type="gramEnd"/>
      <w:r>
        <w:rPr>
          <w:rFonts w:hint="cs"/>
          <w:cs/>
          <w:lang w:bidi="bn-BD"/>
        </w:rPr>
        <w:t>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খুঁটি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নূর।</w:t>
      </w:r>
      <w:r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বিশেষত্বে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পরিণত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গোষ্ঠীকে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স্বতন্ত্রভাবে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সনাক্ত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আদব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পুস্তক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পুস্তিকা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লিখেছেন।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পুস্তক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পুস্তিকায়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আইলে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উদ্দীপনা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>-</w:t>
      </w:r>
    </w:p>
    <w:p w:rsidR="00395970" w:rsidRDefault="00983DAB" w:rsidP="00FE6507">
      <w:pPr>
        <w:pStyle w:val="libCenter"/>
        <w:rPr>
          <w:lang w:bidi="bn-BD"/>
        </w:rPr>
      </w:pPr>
      <w:r w:rsidRPr="00E96184">
        <w:rPr>
          <w:rStyle w:val="libAlaemChar"/>
        </w:rPr>
        <w:t xml:space="preserve"> </w:t>
      </w:r>
      <w:r w:rsidR="00395970" w:rsidRPr="00E96184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সর্বোত্তম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প্রার্থনা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দোয়া।</w:t>
      </w:r>
      <w:r w:rsidR="00395970" w:rsidRPr="00E96184">
        <w:rPr>
          <w:rStyle w:val="libAlaemChar"/>
        </w:rPr>
        <w:t>”</w:t>
      </w:r>
    </w:p>
    <w:p w:rsidR="00395970" w:rsidRDefault="00983DAB" w:rsidP="00FE6507">
      <w:pPr>
        <w:pStyle w:val="libCenter"/>
        <w:rPr>
          <w:lang w:bidi="bn-BD"/>
        </w:rPr>
      </w:pPr>
      <w:r w:rsidRPr="00E96184">
        <w:rPr>
          <w:rStyle w:val="libAlaemChar"/>
        </w:rPr>
        <w:t xml:space="preserve"> </w:t>
      </w:r>
      <w:r w:rsidR="00395970" w:rsidRPr="00E96184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মহান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আল্লাহর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সবচেয়ে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প্রিয়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দোয়া।</w:t>
      </w:r>
      <w:r w:rsidR="00395970" w:rsidRPr="00E96184">
        <w:rPr>
          <w:rStyle w:val="libAlaemChar"/>
        </w:rPr>
        <w:t>”</w:t>
      </w:r>
    </w:p>
    <w:p w:rsidR="00395970" w:rsidRDefault="00983DAB" w:rsidP="00FE6507">
      <w:pPr>
        <w:pStyle w:val="libCenter"/>
        <w:rPr>
          <w:lang w:bidi="bn-BD"/>
        </w:rPr>
      </w:pPr>
      <w:r w:rsidRPr="00E96184">
        <w:rPr>
          <w:rStyle w:val="libAlaemChar"/>
        </w:rPr>
        <w:t xml:space="preserve"> </w:t>
      </w:r>
      <w:r w:rsidR="00395970" w:rsidRPr="00E96184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নিশ্চয়ই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দোয়ার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মাধ্যমে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চরম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দূর্দশা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শাস্তি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অপসারিত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হয়।</w:t>
      </w:r>
      <w:r w:rsidR="00395970" w:rsidRPr="00E96184">
        <w:rPr>
          <w:rStyle w:val="libAlaemChar"/>
        </w:rPr>
        <w:t>’’</w:t>
      </w:r>
      <w:r w:rsidR="00395970">
        <w:rPr>
          <w:lang w:bidi="bn-BD"/>
        </w:rPr>
        <w:t xml:space="preserve"> </w:t>
      </w:r>
    </w:p>
    <w:p w:rsidR="00395970" w:rsidRDefault="00983DAB" w:rsidP="00FE6507">
      <w:pPr>
        <w:pStyle w:val="libCenter"/>
        <w:rPr>
          <w:lang w:bidi="bn-BD"/>
        </w:rPr>
      </w:pPr>
      <w:r w:rsidRPr="00E96184">
        <w:rPr>
          <w:rStyle w:val="libAlaemChar"/>
        </w:rPr>
        <w:t xml:space="preserve"> </w:t>
      </w:r>
      <w:r w:rsidR="00395970" w:rsidRPr="00E96184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দোয়া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সকল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শারীরিক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মানসিক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পীড়া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মানুষকে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মুক্তি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করে।</w:t>
      </w:r>
      <w:r w:rsidR="00395970" w:rsidRPr="00E96184">
        <w:rPr>
          <w:rStyle w:val="libAlaemChar"/>
        </w:rPr>
        <w:t>”</w:t>
      </w:r>
      <w:r w:rsidR="00395970">
        <w:rPr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সম্রাট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আমীরুল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মূমিনীন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অসংখ্য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 w:rsidR="00983DAB"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একত্ববাদীদের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শিরোমণি।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বক্তৃতার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বিখ্যাত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কোমাইল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যিয়াদ।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সন্নিবেশিত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বিশ্লেষণ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সহায়ক।</w:t>
      </w:r>
    </w:p>
    <w:p w:rsidR="00395970" w:rsidRDefault="00395970" w:rsidP="00FE6507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প্রকৃতপক্ষে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পন্থাস্বরূপ।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গভীরভাবে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মাধুর্য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আস্বাদন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তুচ্ছ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অনাচার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কুমন্ত্রণা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বাতিল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একদিকে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নৈতিকতা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আদর্শ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আকীদার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গভীর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খোদাতত্ত্ব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নৈতিকতার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দার্শনিক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বৈজ্ঞানিক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উৎস।</w:t>
      </w:r>
      <w:r>
        <w:rPr>
          <w:cs/>
          <w:lang w:bidi="bn-BD"/>
        </w:rPr>
        <w:t xml:space="preserve"> </w:t>
      </w:r>
      <w:r>
        <w:rPr>
          <w:lang w:bidi="bn-BD"/>
        </w:rPr>
        <w:cr/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অন্তনির্হিত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তাৎপর্যে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সচেষ্ট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দুঃখের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সচেষ্ট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অনাচারের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নামমাত্রও</w:t>
      </w:r>
      <w:r>
        <w:rPr>
          <w:cs/>
          <w:lang w:bidi="bn-BD"/>
        </w:rPr>
        <w:t xml:space="preserve"> 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সিক্ত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নরকাগ্নিতে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ঝর্ণাধারায়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স্নাত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সংস্কারক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কর্ণপাত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উঠে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983DAB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নিশ্চয়ই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নফসে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আম্মারা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অসৎকাজের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 w:rsidRPr="0037388A">
        <w:rPr>
          <w:rStyle w:val="libAlaemChar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</w:t>
      </w:r>
      <w:r w:rsidR="00983DAB">
        <w:rPr>
          <w:lang w:bidi="bn-BD"/>
        </w:rPr>
        <w:t>উ</w:t>
      </w:r>
      <w:r>
        <w:rPr>
          <w:rFonts w:hint="cs"/>
          <w:cs/>
          <w:lang w:bidi="bn-BD"/>
        </w:rPr>
        <w:t>সূফ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৫৩</w:t>
      </w:r>
      <w:r>
        <w:rPr>
          <w:cs/>
          <w:lang w:bidi="bn-BD"/>
        </w:rPr>
        <w:t>)</w:t>
      </w:r>
    </w:p>
    <w:p w:rsidR="00395970" w:rsidRDefault="00395970" w:rsidP="00CC3791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অধিকাংশ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আন্তরিক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তাই।</w:t>
      </w:r>
      <w:proofErr w:type="gramStart"/>
      <w:r w:rsidRPr="0037388A">
        <w:rPr>
          <w:rStyle w:val="libAlaemChar"/>
        </w:rPr>
        <w:t>”</w:t>
      </w:r>
      <w:r>
        <w:rPr>
          <w:lang w:bidi="bn-BD"/>
        </w:rPr>
        <w:t>(</w:t>
      </w:r>
      <w:proofErr w:type="gramEnd"/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 w:rsidR="00983DAB">
        <w:rPr>
          <w:rFonts w:hint="cs"/>
          <w:cs/>
          <w:lang w:bidi="bn-BD"/>
        </w:rPr>
        <w:t>ইউসূফ</w:t>
      </w:r>
      <w:r w:rsidR="00CC3791"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১০৩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অসৎকর্মের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আত্মপ্রবঞ্চনা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ভ্রান্তি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অসৎকর্মকে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মিথ্যা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অন্যের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দখল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মিথ্যাচার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তোষামোদ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বশবর্তী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কুপ্রবৃত্তির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প্রবঞ্চিত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বস্ততঃ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বশবর্তী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ইচ্ছাকৃতভাবে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চক্ষুকে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ঢেকে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ভ্রান্তিকে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ছোট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নিম্নের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মর্মস্পশী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ওহীর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প্রাপ্ত।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একাগ্রচিত্তে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ডাকতে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স্বীকারোক্তি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প্রার্থনার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নিমগ্ন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অহমিকা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দম্ভকে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অবদমন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সহায়তা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দোয়াকারী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কোমাইল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>-</w:t>
      </w:r>
    </w:p>
    <w:p w:rsidR="00395970" w:rsidRDefault="00395970" w:rsidP="00CC3791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হ</w:t>
      </w:r>
      <w:proofErr w:type="gramEnd"/>
      <w:r>
        <w:rPr>
          <w:rFonts w:hint="cs"/>
          <w:cs/>
          <w:lang w:bidi="bn-BD"/>
        </w:rPr>
        <w:t>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মালিক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বশবর্তী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ফাঁদ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আকর্ষণীয়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হতভাগ্য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লংঘন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অমান্য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করেছি।</w:t>
      </w:r>
      <w:r w:rsidRPr="0037388A">
        <w:rPr>
          <w:rStyle w:val="libAlaemChar"/>
        </w:rPr>
        <w:t>”</w:t>
      </w:r>
    </w:p>
    <w:p w:rsidR="00395970" w:rsidRDefault="00395970" w:rsidP="00E7478D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নিঃসন্দেহে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গোপনে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লোকচক্ষুর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আড়ালে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অপরাধের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স্বীকারোক্তি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ধীরে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ধীরে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অপরাধ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স্বীকারোক্তি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হৃদয়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বিদারক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ফেলে।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অনুশোচনা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কলুষতা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হ্রাসে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ভূমিকা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আত্মশুদ্ধি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একাগ্রতা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নির্জনতা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একাগ্রতা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আত্মসমালোচনার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সর্বোৎকৃষ্ট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মর্মস্পশী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গুরুগম্ভীর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গভীর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অন্তরাত্মাকে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হামজা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সামালীতে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রেজওয়ানুল্লাহ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তায়ালা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আলাইহি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পড়ে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যয়নুল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আবেদীন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</w:p>
    <w:p w:rsidR="00395970" w:rsidRDefault="00395970" w:rsidP="00E7478D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দোষ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ঢেকে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দাও।</w:t>
      </w:r>
      <w:r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দোষ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ঢেকে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নিজস্ব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কৌতুহল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- </w:t>
      </w:r>
    </w:p>
    <w:p w:rsidR="00395970" w:rsidRDefault="00395970" w:rsidP="00E7478D">
      <w:pPr>
        <w:pStyle w:val="libLine"/>
        <w:rPr>
          <w:lang w:bidi="bn-BD"/>
        </w:rPr>
      </w:pPr>
      <w:r w:rsidRPr="0037388A">
        <w:rPr>
          <w:rStyle w:val="libAlaemChar"/>
        </w:rPr>
        <w:lastRenderedPageBreak/>
        <w:t>“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অদ্য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শ্রীঘ্রই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তব</w:t>
      </w:r>
      <w:proofErr w:type="gramEnd"/>
      <w:r>
        <w:rPr>
          <w:rFonts w:hint="cs"/>
          <w:cs/>
          <w:lang w:bidi="bn-BD"/>
        </w:rPr>
        <w:t>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রাখতাম।</w:t>
      </w:r>
      <w:r w:rsidRPr="0037388A">
        <w:rPr>
          <w:rStyle w:val="libAlaemChar"/>
        </w:rPr>
        <w:t>”</w:t>
      </w:r>
      <w:r>
        <w:rPr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স্বীকারোক্তি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মানসিকতা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পংকিলতাকে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ঢেকে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উৎকন্ঠা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প্রার্থনার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পাপাচারের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পরকালে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অপমানিত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এমতাবস্থায়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নির্জনে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মিনতি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প্রকাশকালে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পুলক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একাগ্রচিত্তে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মগ্নতা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প্রার্থনা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অপমানিত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পাশাপাশি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শ্রদ্ধাবনত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E7478D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সত্ত্বেও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ধৈর্যশীলতা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সহিষ্ণুতার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মহাপরাক্রমশালী।</w:t>
      </w:r>
      <w:r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প্রার্থনার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ধৈর্যশীলতা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বদান্যতার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ভিত্তিতে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ফাটল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হচ্ছে</w:t>
      </w:r>
      <w:r>
        <w:rPr>
          <w:cs/>
          <w:lang w:bidi="bn-BD"/>
        </w:rPr>
        <w:t>-</w:t>
      </w:r>
    </w:p>
    <w:p w:rsidR="00395970" w:rsidRDefault="00395970" w:rsidP="00E7478D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সহনশীলতা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পরিচালিত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প্রবৃত্ত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নির্লজ্জতার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অপরিসীম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নিবৃত্ত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মোনাজাত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ক্ষুদ্র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পুস্তিকায়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হচ্ছে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বিষয়ব</w:t>
      </w:r>
      <w:r w:rsidR="002A002B">
        <w:rPr>
          <w:rFonts w:hint="eastAsia"/>
          <w:cs/>
          <w:lang w:bidi="bn-BD"/>
        </w:rPr>
        <w:t>স্তু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খুবই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বিস্ময়কর।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মাগফেরাত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যুক্তিগুলো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কতইনা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বিস্ময়কর।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দোয়ায়ে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কোমাইলে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>-</w:t>
      </w:r>
    </w:p>
    <w:p w:rsidR="00395970" w:rsidRDefault="00395970" w:rsidP="00E7478D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lastRenderedPageBreak/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মালিক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পারতাম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স্পর্শ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মহিমায়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সিজদাবনত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আগুনে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নিক্ষেপ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একত্ববাদ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কৃতজ্ঞচিত্তে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প্রভুত্বে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সত্যিকারার্থে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নরকাগ্নিতে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ভস্মীভূত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প্রজ্ঞা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বিরাটত্ব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অনুতপ্ত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চিত্তে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কামনার্থে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 w:rsidR="00E7478D">
        <w:rPr>
          <w:lang w:bidi="bn-BD"/>
        </w:rPr>
        <w:t xml:space="preserve">?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সুগভীর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সুনিপুণ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দোষ</w:t>
      </w:r>
      <w:r>
        <w:rPr>
          <w:cs/>
          <w:lang w:bidi="bn-BD"/>
        </w:rPr>
        <w:t>-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দাসত্ব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পাশাপাশি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শেখায়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অনুগ্রহ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যেহেতু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সেহেতু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পেয়েছি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ধরে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অন্তরাত্মার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দরবারে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</w:p>
    <w:p w:rsidR="00395970" w:rsidRDefault="00395970" w:rsidP="00D621B6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উপরোল্লিখিত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 w:rsidR="00D621B6" w:rsidRPr="00D621B6">
        <w:rPr>
          <w:rFonts w:hint="cs"/>
          <w:cs/>
          <w:lang w:bidi="bn-BD"/>
        </w:rPr>
        <w:t>যুক্তির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কোমাইলে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দেখি</w:t>
      </w:r>
      <w:r>
        <w:rPr>
          <w:cs/>
          <w:lang w:bidi="bn-BD"/>
        </w:rPr>
        <w:t>-</w:t>
      </w:r>
    </w:p>
    <w:p w:rsidR="00395970" w:rsidRDefault="00395970" w:rsidP="00D621B6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</w:t>
      </w:r>
      <w:r w:rsidRPr="0037388A">
        <w:rPr>
          <w:rStyle w:val="libAlaemChar"/>
        </w:rPr>
        <w:t>’</w:t>
      </w:r>
      <w:r>
        <w:rPr>
          <w:rFonts w:hint="cs"/>
          <w:cs/>
          <w:lang w:bidi="bn-BD"/>
        </w:rPr>
        <w:t>বুদ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হ</w:t>
      </w:r>
      <w:proofErr w:type="gramEnd"/>
      <w:r>
        <w:rPr>
          <w:rFonts w:hint="cs"/>
          <w:cs/>
          <w:lang w:bidi="bn-BD"/>
        </w:rPr>
        <w:t>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মালিক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মেনে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মাঝে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ধৈর্য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lang w:bidi="bn-BD"/>
        </w:rPr>
        <w:t>? (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আযাবের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ধর</w:t>
      </w:r>
      <w:proofErr w:type="gramEnd"/>
      <w:r>
        <w:rPr>
          <w:rFonts w:hint="cs"/>
          <w:cs/>
          <w:lang w:bidi="bn-BD"/>
        </w:rPr>
        <w:t>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অগ্নিদাহে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করুণার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বঞ্চিত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lang w:bidi="bn-BD"/>
        </w:rPr>
        <w:t>?</w:t>
      </w:r>
      <w:r w:rsidRPr="00395970">
        <w:rPr>
          <w:rStyle w:val="libAlaemChar"/>
          <w:lang w:bidi="bn-BD"/>
        </w:rPr>
        <w:t>”</w:t>
      </w:r>
      <w:r>
        <w:rPr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কথাসমষ্টি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আস্বাদনের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প্রশিক্ষণ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করুণা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পরাক্রম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বন্ধুত্বকে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বুঝায়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আকর্ষণ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পর্যায়ে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পৌছে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নরকাগ্নির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তাপদাহ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শাস্তিদায়ক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অগ্নিদাহ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অনুগ্রহ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আকর্ষণকে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বাক্যগুলো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প্রিয়তম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আস্বাদনই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মোচনের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শাফাআতকারী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প্রজ্ঞাময়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তওবা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গ্রহনকারী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সৌন্দর্য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অজানা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মাকারেমূল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আলোকপাত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উক্ত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বিশ্বমানবতার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সদস্য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দলেরই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বাংলা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নিম্নরূপ</w:t>
      </w:r>
      <w:r>
        <w:rPr>
          <w:cs/>
          <w:lang w:bidi="bn-BD"/>
        </w:rPr>
        <w:t>-</w:t>
      </w:r>
    </w:p>
    <w:p w:rsidR="00395970" w:rsidRDefault="00D621B6" w:rsidP="00D621B6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প্রভু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>!</w:t>
      </w:r>
      <w:proofErr w:type="gramEnd"/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আনুগত্যে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পাপ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থাকার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তৌফিক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সত্য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নিয়্যাত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অন্যের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সম্মান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সনাক্তকরণের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যোগ্যতা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হেদায়াতের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পথে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পরিচালিত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সত্যপথে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দৃঢ়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রাখ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সত্য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বলা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হিকমাত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বলার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জিহ্বাকে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</w:t>
      </w:r>
      <w:r w:rsidR="002A002B">
        <w:rPr>
          <w:rFonts w:hint="eastAsia"/>
          <w:cs/>
          <w:lang w:bidi="bn-BD"/>
        </w:rPr>
        <w:t>স্তু</w:t>
      </w:r>
      <w:r w:rsidR="00395970">
        <w:rPr>
          <w:rFonts w:hint="cs"/>
          <w:cs/>
          <w:lang w:bidi="bn-BD"/>
        </w:rPr>
        <w:t>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অন্তরগুলোকে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জ্ঞান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প্রজ্ঞা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দ্বারা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পূর্ণ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উদরগুলোকে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নিষিদ্ধ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বস্তু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সন্দেহজনক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বস্তু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পবিত্র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হস্তগুলোকে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জুলুম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অত্যাচার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চৌর্যবৃত্তি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বিরত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রাখ।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অশ্লীলতা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খিয়ানত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চক্ষুগুলোকে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আবৃত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কর্ণগুলোকে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অনর্থক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কথাবার্তা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পরনিন্দা</w:t>
      </w:r>
      <w:r w:rsidR="00395970">
        <w:rPr>
          <w:cs/>
          <w:lang w:bidi="bn-BD"/>
        </w:rPr>
        <w:t xml:space="preserve"> (</w:t>
      </w:r>
      <w:r w:rsidR="00395970">
        <w:rPr>
          <w:rFonts w:hint="cs"/>
          <w:cs/>
          <w:lang w:bidi="bn-BD"/>
        </w:rPr>
        <w:t>গিবাত</w:t>
      </w:r>
      <w:r w:rsidR="00395970">
        <w:rPr>
          <w:cs/>
          <w:lang w:bidi="bn-BD"/>
        </w:rPr>
        <w:t xml:space="preserve">) </w:t>
      </w:r>
      <w:r w:rsidR="00395970">
        <w:rPr>
          <w:rFonts w:hint="cs"/>
          <w:cs/>
          <w:lang w:bidi="bn-BD"/>
        </w:rPr>
        <w:t>শ্রবণ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রাখ।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আলেমগণকে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সংযম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নসিহত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বিদ্যানুসন্ধানকারীদের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জ্ঞানার্জনের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আকর্ষণ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পরিশ্রমী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শ্রোতাদেরকে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নসীহত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গ্রহণ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শ্রবণ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শক্তি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মুসলমানদের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মধ্যে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অসুস্থ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মুক্তি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সস্তি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মৃতজনকে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দয়া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করুণা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অনুসারীদেরকে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সম্মান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মাহাত্ত্ব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যুবকদেরকে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প্রকৃত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ঈমানদান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অনুশোচনা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মহিলাদেরকে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বিনয়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পবিত্রতা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ধনী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সম্পদশালীদেরকে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বিনয়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উদার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হৃদয়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দরিদ্রজনকে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ধৈর্য্য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তুষ্টি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সৈন্যদেরকে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সহযোগিতা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বিজয়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যুদ্ধবন্দীদেরকে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মুক্তি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সস্তি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শাসকদেরকে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ন্যায়পরায়ণতা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lastRenderedPageBreak/>
        <w:t>জনগণের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বন্ধুপরায়ণ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নাগরিকদেরকে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ইনসাফ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সুন্দর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চরিত্র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হাজী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যিয়ারতকারীদেরকে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উপকরণ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দ্বারা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ধন্য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হজ্জ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উমরাহ্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আবশ্যক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সম্পাদন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দয়া</w:t>
      </w:r>
      <w:r w:rsidR="00CA250A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করুণার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দ্বারা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দোয়াগুলোকে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কবুল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দয়াশীলদের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শ্রেষ্ঠ।</w:t>
      </w:r>
      <w:r w:rsidR="00395970" w:rsidRPr="0037388A">
        <w:rPr>
          <w:rStyle w:val="libAlaemChar"/>
        </w:rPr>
        <w:t>”</w:t>
      </w:r>
      <w:r w:rsidR="00395970">
        <w:rPr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পরামর্শ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মনোযোগী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একাগ্রচিত্তে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আন্তরিকতার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সংশ্লিষ্ট।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আপনাদের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অনুসরণীয়।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আন্তরিকতা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বকবকানী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জ্ঞান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নৈকট্য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মুক্তি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সফলতা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কষ্ট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ক্লেশই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লাঘব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কবুল</w:t>
      </w:r>
      <w:r>
        <w:rPr>
          <w:cs/>
          <w:lang w:bidi="bn-BD"/>
        </w:rPr>
        <w:t xml:space="preserve"> 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ভাবাবেগ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মনোযোগের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পড়া</w:t>
      </w:r>
      <w:r w:rsidR="00CA250A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মনোযোগ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আন্তরিকতা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</w:p>
    <w:p w:rsidR="00CA250A" w:rsidRPr="00E96184" w:rsidRDefault="00CA250A" w:rsidP="00E96184">
      <w:r>
        <w:rPr>
          <w:lang w:bidi="bn-BD"/>
        </w:rPr>
        <w:br w:type="page"/>
      </w:r>
    </w:p>
    <w:p w:rsidR="00395970" w:rsidRDefault="00395970" w:rsidP="00CA250A">
      <w:pPr>
        <w:pStyle w:val="Heading2"/>
        <w:rPr>
          <w:lang w:bidi="bn-BD"/>
        </w:rPr>
      </w:pPr>
      <w:bookmarkStart w:id="38" w:name="_Toc398585175"/>
      <w:r>
        <w:rPr>
          <w:rFonts w:hint="cs"/>
          <w:cs/>
          <w:lang w:bidi="bn-BD"/>
        </w:rPr>
        <w:lastRenderedPageBreak/>
        <w:t>৩৫।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বিষয়বস্তু</w:t>
      </w:r>
      <w:r w:rsidR="002A002B">
        <w:rPr>
          <w:cs/>
          <w:lang w:bidi="bn-BD"/>
        </w:rPr>
        <w:t xml:space="preserve"> :</w:t>
      </w:r>
      <w:bookmarkEnd w:id="38"/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কারবালার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হৃদয়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বিদারক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উমাইয়্যারা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রাষ্ট্রীয়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কুক্ষিগত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স্বৈরাচারী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ব্যাপকমাত্রায়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রক্তপাত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ছাড়াও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তিরস্কার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সিজদাকারীদের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যয়নূল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আবেদীন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গৃহে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ব্যাথাতুর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শোকাতুর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হৃদয়ে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লাগলেন।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গৃহে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নজরদারীর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যথার্থরূপে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</w:p>
    <w:p w:rsidR="00395970" w:rsidRDefault="00395970" w:rsidP="00486B07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প্রশিক্ষণ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আত্মশুদ্ধির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ফলপ্রসূ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</w:t>
      </w:r>
      <w:r w:rsidR="00486B07">
        <w:rPr>
          <w:lang w:bidi="bn-BD"/>
        </w:rPr>
        <w:t>ন</w:t>
      </w:r>
      <w:r>
        <w:rPr>
          <w:rFonts w:hint="cs"/>
          <w:cs/>
          <w:lang w:bidi="bn-BD"/>
        </w:rPr>
        <w:t>মানসিকতা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সংযম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খোদাভীরুতার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কার্যকর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আত্মশুদ্ধি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চারিত্রিক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উৎকর্ষের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উপায়সমূহ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চতুর্থ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অভিনব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নিন্দুকদের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অপপ্রচারের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বিরুদ্ধে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বাগ্মীতাপূর্ণ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সংশ্লিষ্ট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পুস্তিকায়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ইতিহাসে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বংশধরদের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যবুর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নামকরণ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উদ্দেশ্যের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সর্বোচ্চ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নিয়ম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তাওহীদ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সূক্ষ্ম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মোহাম্মদী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শিষ্টাচারের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প্রশিক্ষণের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আলোকপাত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সংশ্লিষ্ট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</w:p>
    <w:p w:rsidR="00395970" w:rsidRDefault="00395970" w:rsidP="00486B07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যয়নূল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আবেদীনের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নাহ্জুল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বালাগার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বাচনভঙ্গি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ইলাহিয়্যাত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দার্শনিক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কোনটি</w:t>
      </w:r>
      <w:r>
        <w:rPr>
          <w:cs/>
          <w:lang w:bidi="bn-BD"/>
        </w:rPr>
        <w:t xml:space="preserve"> </w:t>
      </w:r>
      <w:r w:rsidR="00486B07">
        <w:rPr>
          <w:lang w:bidi="bn-BD"/>
        </w:rPr>
        <w:t>শি</w:t>
      </w:r>
      <w:r>
        <w:rPr>
          <w:rFonts w:hint="cs"/>
          <w:cs/>
          <w:lang w:bidi="bn-BD"/>
        </w:rPr>
        <w:t>খায়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মহিমা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সহকারে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কৃতজ্ঞতা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প্রার্থনা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সৃষ্টিকর্তার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মিনতি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দুরুদ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তদ্রূপ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প্রক্রিয়া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মোনাজাত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একাগ্রে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নির্জনে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ডাকতে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পিতা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মাতার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সদাচারণ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জানায়</w:t>
      </w:r>
      <w:r w:rsidR="0047173D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সন্তানের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সন্তানের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প্রতিবেশী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আত্মীয়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স্বজন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ধনীদের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দরিদ্রজনের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দরিদ্রের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ধনীদের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লেনদেনের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অর্থনৈতিক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নিকটজন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বন্ধুবান্ধব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আখলাকের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উচিৎ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সমাহার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কোনটি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সংকট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দুষ্টঘটনায়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অবিচল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সুস্থ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অসুস্থ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সৈন্য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সেনাবাহিনীর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তদ্রূপ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সেনাবাহিনীর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জনগণের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সামগ্রিকভাবে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নিম্নরূপে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সংক্ষেপে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</w:p>
    <w:p w:rsidR="00395970" w:rsidRDefault="00395970" w:rsidP="00395970">
      <w:pPr>
        <w:pStyle w:val="libNormal"/>
        <w:rPr>
          <w:lang w:bidi="bn-BD"/>
        </w:rPr>
      </w:pPr>
      <w:r w:rsidRPr="0047173D">
        <w:rPr>
          <w:rStyle w:val="libBold1Char"/>
          <w:rFonts w:hint="cs"/>
          <w:cs/>
          <w:lang w:bidi="bn-IN"/>
        </w:rPr>
        <w:t>প্রথমত</w:t>
      </w:r>
      <w:r w:rsidR="002A002B" w:rsidRPr="0047173D">
        <w:rPr>
          <w:rStyle w:val="libBold1Char"/>
          <w:rtl/>
          <w:cs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মাহাত্ম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একত্ববাদের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ঘাটতি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সূক্ষ্ম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পারিভাষিক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গভীর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বৈচিত্রময়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পড়ি</w:t>
      </w:r>
      <w:r>
        <w:rPr>
          <w:cs/>
          <w:lang w:bidi="bn-BD"/>
        </w:rPr>
        <w:t>-</w:t>
      </w:r>
    </w:p>
    <w:p w:rsidR="00395970" w:rsidRDefault="0047173D" w:rsidP="0047173D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প্রশংসা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কৃতজ্ঞতা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জ্ঞাপনের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উপযুক্ত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একমাত্র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তিনিই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যিনি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সৃষ্টির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প্রারম্ভে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যাঁর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পূর্বে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শুরু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তিনি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সবকিছুর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শেষে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যাঁর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শেষে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শেষ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নেই।</w:t>
      </w:r>
      <w:r w:rsidR="00395970">
        <w:rPr>
          <w:cs/>
          <w:lang w:bidi="bn-BD"/>
        </w:rPr>
        <w:t xml:space="preserve"> (</w:t>
      </w:r>
      <w:r w:rsidR="00395970">
        <w:rPr>
          <w:rFonts w:hint="cs"/>
          <w:cs/>
          <w:lang w:bidi="bn-BD"/>
        </w:rPr>
        <w:t>প্রশংসা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কৃতজ্ঞতা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একমাত্র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প্রাপ্য</w:t>
      </w:r>
      <w:r w:rsidR="00395970">
        <w:rPr>
          <w:cs/>
          <w:lang w:bidi="bn-BD"/>
        </w:rPr>
        <w:t>)</w:t>
      </w:r>
      <w:r w:rsidR="00F762CF">
        <w:rPr>
          <w:lang w:bidi="bn-BD"/>
        </w:rPr>
        <w:t>;</w:t>
      </w:r>
      <w:r w:rsidR="00395970">
        <w:rPr>
          <w:rFonts w:hint="cs"/>
          <w:cs/>
          <w:lang w:bidi="bn-BD"/>
        </w:rPr>
        <w:t>যাঁর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সত্তাকে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বান্দাই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দেখতে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সক্ষম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নয়।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প্রশংসাকারীর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প্রজ্ঞাই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পূর্ণতাগুণের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বর্ণনা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দিতে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অক্ষম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অপারগ।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সৃষ্টিকুলের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সৃষ্টির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চিন্তাই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সত্তার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পরিচিতি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পর্যন্ত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পৌঁছাতে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তিনি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হলেন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সৃষ্টিকর্তা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যিনি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সৃষ্টিকে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অনস্তিত্ব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অস্তিত্বে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এনেছেন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স্বীয়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ইচ্ছা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প্রত্যয়ে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যেমনটি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চেয়েছিলেন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ঠিক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তেমনভাবে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সৃষ্টি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করেছেন।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প্রথম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শব্দগুলোর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গভীরভাবে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চর্মচক্ষুতে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মস্তিষ্কে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জগতের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এনেছেন।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ষষ্ঠ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জগতের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পরিচালনার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>-</w:t>
      </w:r>
    </w:p>
    <w:p w:rsidR="00395970" w:rsidRDefault="00F762CF" w:rsidP="00F762CF">
      <w:pPr>
        <w:pStyle w:val="libLine"/>
        <w:rPr>
          <w:lang w:bidi="bn-BD"/>
        </w:rPr>
      </w:pPr>
      <w:r w:rsidRPr="0037388A">
        <w:rPr>
          <w:rStyle w:val="libAlaemChar"/>
        </w:rPr>
        <w:lastRenderedPageBreak/>
        <w:t>“</w:t>
      </w:r>
      <w:r w:rsidR="00395970">
        <w:rPr>
          <w:rFonts w:hint="cs"/>
          <w:cs/>
          <w:lang w:bidi="bn-BD"/>
        </w:rPr>
        <w:t>তিনি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সেগুলোকে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স্বীয়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ক্ষমতাবলে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পরস্পর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পৃথক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প্রত্যেকের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সীমারেখা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নির্ধারণ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দিয়েছেন।</w:t>
      </w:r>
      <w:r w:rsidR="00395970" w:rsidRPr="0037388A">
        <w:rPr>
          <w:rStyle w:val="libAlaemChar"/>
        </w:rPr>
        <w:t>”</w:t>
      </w:r>
      <w:r w:rsidR="00395970">
        <w:rPr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মাঝে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লুকিয়ে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রাত্রির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আড়ালে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রাত্রি।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যাপনের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পর্যায়ক্রমিক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আগমনের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ঋতু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গমনাগমনের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খাদ্যের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রাত্রির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গমনাগমনে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রাত্রিকে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বিশ্রামে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মশগুল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রাত্রিকে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নিদ্রা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বিশ্রামের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নিদ্রার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সঞ্চয়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রাত্রির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ছায়ায়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মিলিত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আস্বাদন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সহনিদ্রার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স্ত্রীর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মিলনের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কর্মতৎপরতার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নির্বাহের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সরঞ্জামের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আশয়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দয়া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মসজিদ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জিহাদ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আখেরাতের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সচ্ছল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রাত্রির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সমুদয়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শুকুর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কৃতজ্ঞতা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সপ্তম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হাতে</w:t>
      </w:r>
      <w:r>
        <w:rPr>
          <w:cs/>
          <w:lang w:bidi="bn-BD"/>
        </w:rPr>
        <w:t>-</w:t>
      </w:r>
    </w:p>
    <w:p w:rsidR="00395970" w:rsidRDefault="00A01E74" w:rsidP="00A01E74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তিনি</w:t>
      </w:r>
      <w:r w:rsidR="00395970">
        <w:rPr>
          <w:cs/>
          <w:lang w:bidi="bn-BD"/>
        </w:rPr>
        <w:t>!</w:t>
      </w:r>
      <w:proofErr w:type="gramEnd"/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যাঁর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হাতে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সমস্যার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সমাধান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যাঁর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মাধ্যমে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কষ্ট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যাঁর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আত্মিক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মুক্তি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প্রশস্ততা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কামনা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একমাত্র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পরাক্রমেই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সমস্যার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সমাধান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দয়ায়ই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lastRenderedPageBreak/>
        <w:t>কাঙ্খিত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লক্ষ্যে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পৌছার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কারণসমূহ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সৃষ্টি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ক্ষমতাই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বস্তু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অস্তিত্বশীলের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কার্যকর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রয়েছে।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কিছু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কেবলমাত্র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ইচ্ছায়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কোনপ্রকার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বাক্য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ব্যয়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ব্যতিরেকেই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অস্তিত্বে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আসে।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অনুরূপ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নিষেধাত্মক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বাক্যব্যয়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ব্যতিরেকেই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কেবলমাত্র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ইচ্ছায়ই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বস্তুসমূহ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অস্তিত্বহীন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 w:rsidRPr="00A01E74">
        <w:rPr>
          <w:rStyle w:val="libBold1Char"/>
          <w:rFonts w:hint="cs"/>
          <w:cs/>
          <w:lang w:bidi="bn-IN"/>
        </w:rPr>
        <w:t>দ্বিতীয়ত</w:t>
      </w:r>
      <w:r w:rsidR="002A002B" w:rsidRPr="00A01E74">
        <w:rPr>
          <w:rStyle w:val="libBold1Char"/>
          <w:rtl/>
          <w:cs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ফযল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ফযল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৩৭নং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- </w:t>
      </w:r>
    </w:p>
    <w:p w:rsidR="00395970" w:rsidRDefault="00A01E74" w:rsidP="00A01E74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কেউই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শোকর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প্রশংসার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প্রান্তসীমায়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পৌঁছাতে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proofErr w:type="gramStart"/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যদ</w:t>
      </w:r>
      <w:proofErr w:type="gramEnd"/>
      <w:r w:rsidR="00395970">
        <w:rPr>
          <w:rFonts w:hint="cs"/>
          <w:cs/>
          <w:lang w:bidi="bn-BD"/>
        </w:rPr>
        <w:t>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দয়া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করুণায়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সকল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বিষয়গুলো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অর্জন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অর্জন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শোকরের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আবশ্যক।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কেউ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চেষ্টা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করলেও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আনুগত্যের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চূড়ান্ত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পর্যায়ে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পৌঁছাতে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কেবল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একথা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স্বীকার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অধিকারানুযায়ী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এবাদত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অপারগ।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সুতরাং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সর্বাধিক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কৃতজ্ঞ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ব্যক্তিও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পরিপূর্ণ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কৃতজ্ঞতা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প্রকাশে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অক্ষম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সর্বাধিক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এবাদতকারীও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পরিপূর্ণ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আনুগত্য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প্রকাশে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অক্ষম।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মাহাত্ম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অসীমত্বের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শোকর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সীমালংঘন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পাপকর্মে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পাপকর্মকে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শোকর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কৃতজ্ঞতাও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১৬তম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- </w:t>
      </w:r>
    </w:p>
    <w:p w:rsidR="00395970" w:rsidRDefault="00BE138C" w:rsidP="00BE138C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প্রভু</w:t>
      </w:r>
      <w:r w:rsidR="00395970">
        <w:rPr>
          <w:cs/>
          <w:lang w:bidi="bn-BD"/>
        </w:rPr>
        <w:t>!</w:t>
      </w:r>
      <w:proofErr w:type="gramEnd"/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এমনভাবে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ক্রন্দন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চোখের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অঞ্জনগুলো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ঝরে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যায়</w:t>
      </w:r>
      <w:r>
        <w:rPr>
          <w:lang w:bidi="bn-BD"/>
        </w:rPr>
        <w:t>;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এমন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সুউচ্চ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বিলাপ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ফলে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কন্ঠ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রোধ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যায়</w:t>
      </w:r>
      <w:r>
        <w:rPr>
          <w:lang w:bidi="bn-BD"/>
        </w:rPr>
        <w:t>;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মোনাজাত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এবাদতে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এমনভাবে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দাঁড়াই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পদযুগল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অবশ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আসে</w:t>
      </w:r>
      <w:r>
        <w:rPr>
          <w:lang w:bidi="bn-BD"/>
        </w:rPr>
        <w:t>;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এমনভাবে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রুকু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অস্থিগুলো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স্থানান্তরিত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এমনভাবে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সেজদা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lastRenderedPageBreak/>
        <w:t>যে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চক্ষুগুলো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অক্ষিকোটর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বেরিয়ে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আসে</w:t>
      </w:r>
      <w:r>
        <w:rPr>
          <w:lang w:bidi="bn-BD"/>
        </w:rPr>
        <w:t>;</w:t>
      </w:r>
      <w:r w:rsidR="00395970">
        <w:rPr>
          <w:rFonts w:hint="cs"/>
          <w:cs/>
          <w:lang w:bidi="bn-BD"/>
        </w:rPr>
        <w:t>কিংবা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জীবনে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খাদ্যের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পরিবর্তে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খেয়ে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যাই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পরিষ্কার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পানির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পরিবর্তে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ঘোলা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পানি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যাই</w:t>
      </w:r>
      <w:r>
        <w:rPr>
          <w:lang w:bidi="bn-BD"/>
        </w:rPr>
        <w:t>;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এগুলোর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মোকাবিলায়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যিকির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এমনভাবে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ফলে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জিহ্বায়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জড়তা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যায়</w:t>
      </w:r>
      <w:r>
        <w:rPr>
          <w:lang w:bidi="bn-BD"/>
        </w:rPr>
        <w:t>;</w:t>
      </w:r>
      <w:r w:rsidR="00395970">
        <w:rPr>
          <w:rFonts w:hint="cs"/>
          <w:cs/>
          <w:lang w:bidi="bn-BD"/>
        </w:rPr>
        <w:t>তবুও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লজ্জা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শরমের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চক্ষু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আকাশের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পানে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দেখতে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পারব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কর্মগুলো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একটি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গুনাহ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মোচনের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হবে।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 w:rsidRPr="00BE138C">
        <w:rPr>
          <w:rStyle w:val="libBold1Char"/>
          <w:rFonts w:hint="cs"/>
          <w:cs/>
          <w:lang w:bidi="bn-IN"/>
        </w:rPr>
        <w:t>তৃতীয়ত</w:t>
      </w:r>
      <w:r w:rsidR="002A002B" w:rsidRPr="00BE138C">
        <w:rPr>
          <w:rStyle w:val="libBold1Char"/>
          <w:rtl/>
          <w:cs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সাবাব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শাস্তি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বেহেশত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জাহান্নাম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সাবাব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মাত্রই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ক্ষুদ্রাতিক্ষুদ্র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চূড়ান্ত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মাধুর্যে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অন্তরাত্মার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সাবাবের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প্রশিক্ষণ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অপূর্ব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বৈচিত্র্যময়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বাচন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ভঙ্গিতে।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হৃদয়ে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পরিণাম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চিন্তা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ভীতি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জাগিয়ে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তোলে।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৪৬তম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- </w:t>
      </w:r>
    </w:p>
    <w:p w:rsidR="00395970" w:rsidRDefault="00BE138C" w:rsidP="00BE138C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পক্ষ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সকলের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চুড়ান্তরূপে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দলিল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উপস্থাপিত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হয়েছে।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রাজত্ব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সর্বত্র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প্রতিষ্ঠিত।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অতএব</w:t>
      </w:r>
      <w:proofErr w:type="gramStart"/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চ</w:t>
      </w:r>
      <w:proofErr w:type="gramEnd"/>
      <w:r w:rsidR="00395970">
        <w:rPr>
          <w:rFonts w:hint="cs"/>
          <w:cs/>
          <w:lang w:bidi="bn-BD"/>
        </w:rPr>
        <w:t>িরন্তন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হতভাগ্য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ত্যাগ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মহাক্ষতি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নিরাশ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সর্বাধিক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দ্বিধাগ্রস্থ</w:t>
      </w:r>
      <w:r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গাফেল।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আযাব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কঠোর।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কতই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আযাব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শাস্তিতে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থাকবে</w:t>
      </w:r>
      <w:r w:rsidR="00395970">
        <w:rPr>
          <w:cs/>
          <w:lang w:bidi="bn-BD"/>
        </w:rPr>
        <w:t xml:space="preserve">!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ব্যক্তি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সৎপথ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কতদূরে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গেছে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কর্ম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সহজে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হেদায়াত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বঞ্চিত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সবই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কর্মফল।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বিচারের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ক্ষেত্রে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ন্যায়পরায়ণ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এক্ষেত্রে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বান্দাদের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সাথে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অন্যায়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আচরণ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প্রজ্ঞাক্ষেত্রে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সঠিক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কর্ম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সম্পাদনকারী।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ব্যক্তির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সাথে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অন্যায়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আচরণ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ইতিপূর্বে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স্বীয়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দলিল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উপস্থাপন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অজুহাতের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পথ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বন্ধ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দিয়েছো।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৩১তম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- </w:t>
      </w:r>
    </w:p>
    <w:p w:rsidR="00395970" w:rsidRDefault="00BE138C" w:rsidP="008676FF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ছেড়ে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ধ্বংস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স্বীয়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রহমত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দ্বারা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আচ্ছাদিত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অস্তিত্বহীন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করলে।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পাপের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প্রার্থনা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lastRenderedPageBreak/>
        <w:t>করছি।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সাহায্য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কামনা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করছি।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সকল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কুৎসিত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কর্ম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অসন্তষ্ট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proofErr w:type="gramStart"/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স</w:t>
      </w:r>
      <w:proofErr w:type="gramEnd"/>
      <w:r w:rsidR="00395970">
        <w:rPr>
          <w:rFonts w:hint="cs"/>
          <w:cs/>
          <w:lang w:bidi="bn-BD"/>
        </w:rPr>
        <w:t>েগুলোর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সুতরাং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মোহাম্মদ</w:t>
      </w:r>
      <w:r w:rsidR="00395970"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আহলে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বাইতের</w:t>
      </w:r>
      <w:r w:rsidR="00395970"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দুরুদ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বর্ষণ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জুলুমসমূহ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নিজের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স্বীয়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রহমতের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দ্বারা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পাপের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বোঝা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চেপে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বসেছে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 w:rsidRPr="008676FF">
        <w:rPr>
          <w:rStyle w:val="libBold1Char"/>
          <w:rFonts w:hint="cs"/>
          <w:cs/>
          <w:lang w:bidi="bn-IN"/>
        </w:rPr>
        <w:t>চতুর্থতঃ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অশ্লীল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অপছন্দনীয়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ঘৃণিত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অভ্যন্তরকে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কালবকে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পরিষ্কার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দ্বিতীয়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- </w:t>
      </w:r>
    </w:p>
    <w:p w:rsidR="00395970" w:rsidRDefault="008676FF" w:rsidP="008676FF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প্রভু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>!</w:t>
      </w:r>
      <w:proofErr w:type="gramEnd"/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কল্যাণমূলক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নিয়্যাতকে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বাড়িয়ে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আখেরাতের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বিশ্বাসকে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পরিপূর্ণ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স্বীয়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ক্ষমতায়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বিশ্বাস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জ্ঞানকে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পরিশুদ্ধ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প্রভু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 xml:space="preserve">! </w:t>
      </w:r>
      <w:r w:rsidR="00395970">
        <w:rPr>
          <w:rFonts w:hint="cs"/>
          <w:cs/>
          <w:lang w:bidi="bn-BD"/>
        </w:rPr>
        <w:t>মোহাম্মদ</w:t>
      </w:r>
      <w:r w:rsidR="00395970"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আহলে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বাইতের</w:t>
      </w:r>
      <w:r w:rsidR="00395970"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দূরুদ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প্রেরণ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সঠিক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পথে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হেদায়াতের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স্বাদ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আচ্ছাদন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পথ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পরিবর্তন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তদ্রূপ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সৎপথের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স্বাদ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আস্বাদন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কখনোই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পথ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বিচ্যুত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পরিপক্ক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নিয়্যাতের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স্বাদ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আস্বাদন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সন্দেহ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থাকে।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প্রভু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 xml:space="preserve">!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বৈশিষ্ট্য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BF5B93">
        <w:rPr>
          <w:rFonts w:hint="cs"/>
          <w:cs/>
          <w:lang w:bidi="bn-BD"/>
        </w:rPr>
        <w:t>ত্রু</w:t>
      </w:r>
      <w:r w:rsidR="00395970">
        <w:rPr>
          <w:rFonts w:hint="cs"/>
          <w:cs/>
          <w:lang w:bidi="bn-BD"/>
        </w:rPr>
        <w:t>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পরিগণিত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সংস্কার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BF5B93">
        <w:rPr>
          <w:rFonts w:hint="cs"/>
          <w:cs/>
          <w:lang w:bidi="bn-BD"/>
        </w:rPr>
        <w:t>ত্রু</w:t>
      </w:r>
      <w:r w:rsidR="00395970">
        <w:rPr>
          <w:rFonts w:hint="cs"/>
          <w:cs/>
          <w:lang w:bidi="bn-BD"/>
        </w:rPr>
        <w:t>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অবাঞ্চিত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সেগুলোকে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সৎগুণে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পরিবর্তন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সুগুণ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মধ্যে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অপূর্ণ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অবস্থায়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সেগুলোকে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পরিপূর্ণ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 w:rsidRPr="008676FF">
        <w:rPr>
          <w:rStyle w:val="libBold1Char"/>
          <w:rFonts w:hint="cs"/>
          <w:cs/>
          <w:lang w:bidi="bn-IN"/>
        </w:rPr>
        <w:t>পঞ্চমত</w:t>
      </w:r>
      <w:r w:rsidR="002A002B" w:rsidRPr="008676FF">
        <w:rPr>
          <w:rStyle w:val="libBold1Char"/>
          <w:rtl/>
          <w:cs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দূর্বলতা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অপমানিত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পাঠকারীকে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নিকৃষ্টতার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২০তম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- </w:t>
      </w:r>
    </w:p>
    <w:p w:rsidR="00395970" w:rsidRDefault="008676FF" w:rsidP="008676FF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প্রভু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>!</w:t>
      </w:r>
      <w:proofErr w:type="gramEnd"/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সংকটময়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মুহুর্তে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ভিন্ন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দারস্থ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অনুরূপ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প্রয়োজনীয়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মুহুর্তে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ভিন্ন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অবনত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যখন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ভীতসন্ত্রস্ত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তখনও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ভিন্ন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অবনত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বাধ্য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কাজগুলো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সম্পাদন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মাধ্যমে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lastRenderedPageBreak/>
        <w:t>অপমানিত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লাঞ্ছিত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হওয়ার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উপযুক্ত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যাওয়ার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মুখ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ফিরিয়ে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এছাড়া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২৮তম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- </w:t>
      </w:r>
    </w:p>
    <w:p w:rsidR="00395970" w:rsidRDefault="008676FF" w:rsidP="008676FF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প্রভু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>!</w:t>
      </w:r>
      <w:proofErr w:type="gramEnd"/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পরিষ্কার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নির্মলভাবে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অন্যান্যদের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গিয়েছি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দিকে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প্রত্যাবর্তন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সমস্ত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অন্তরাত্মা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দিকে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এসেছি।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করুণা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দরকারী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দিকে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প্রত্যাবর্তন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করেছি।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দেখলাম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অভাবী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নির্ভরশীল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নির্ভর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বিবেক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বুদ্ধি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প্রসূত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নয়।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প্রাগুক্ত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কিতাবেই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১৩তম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- </w:t>
      </w:r>
    </w:p>
    <w:p w:rsidR="00395970" w:rsidRDefault="008676FF" w:rsidP="008676FF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সুতরাং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কেউ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প্রয়োজন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পূরণ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আবেদন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সাহায্যেই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নিজেদের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দারিদ্র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proofErr w:type="gramStart"/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তব</w:t>
      </w:r>
      <w:proofErr w:type="gramEnd"/>
      <w:r w:rsidR="00395970">
        <w:rPr>
          <w:rFonts w:hint="cs"/>
          <w:cs/>
          <w:lang w:bidi="bn-BD"/>
        </w:rPr>
        <w:t>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সঠিক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কাজই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নিজের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চাওয়া</w:t>
      </w:r>
      <w:r w:rsidR="00395970">
        <w:rPr>
          <w:cs/>
          <w:lang w:bidi="bn-BD"/>
        </w:rPr>
        <w:t>-</w:t>
      </w:r>
      <w:r w:rsidR="00395970">
        <w:rPr>
          <w:rFonts w:hint="cs"/>
          <w:cs/>
          <w:lang w:bidi="bn-BD"/>
        </w:rPr>
        <w:t>পাওয়ার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কথা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উপযুক্ত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স্থানেই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বলেছে।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কিন্তু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যদি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কেউ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নিজের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প্রয়োজন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মিটানোর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সৃষ্টি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কিছুর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দ্বারস্থ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বস্তুকে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নিজের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মুক্তির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হিসেবে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ধরে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নেয়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নিজেকে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হতাশায়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পতিত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নিজেকে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করুণার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অনুপযুক্ত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 w:rsidRPr="008676FF">
        <w:rPr>
          <w:rStyle w:val="libBold1Char"/>
          <w:rFonts w:hint="cs"/>
          <w:cs/>
          <w:lang w:bidi="bn-IN"/>
        </w:rPr>
        <w:t>ষষ্টত</w:t>
      </w:r>
      <w:r w:rsidR="002A002B" w:rsidRPr="008676FF">
        <w:rPr>
          <w:rStyle w:val="libBold1Char"/>
          <w:rtl/>
          <w:cs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সংরক্ষণ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তিতিক্ষা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দেখানোর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ভ্রাতৃত্ববোধের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- </w:t>
      </w:r>
    </w:p>
    <w:p w:rsidR="00395970" w:rsidRDefault="008676FF" w:rsidP="00CE22D1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প্রভু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>!</w:t>
      </w:r>
      <w:proofErr w:type="gramEnd"/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প্রার্থনা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করছি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উপস্থিতিতে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অত্যাচারিত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কিন্তু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সাহায্য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করিনি।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অনুরূপভাবে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চাইব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দয়া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কিন্তু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বিনিময়ে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কৃতজ্ঞতা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প্রকাশ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করিনি।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চাইব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সম্পর্কে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স্বীয়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দূর্ব্যবহারের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চেয়েছেন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কিন্তু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করিনি।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চাইব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নিকট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অভাবের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এসেছে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কিন্তু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কোন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কিছু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ত্যাগ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করিনি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প্রয়োজন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মিটাইনি।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অনুরূপভাবে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চাইব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মুমিন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সম্পর্কে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অধিকার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কিন্তু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অধিকার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রক্ষা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করিনি</w:t>
      </w:r>
      <w:r w:rsidR="00BE138C">
        <w:rPr>
          <w:lang w:bidi="bn-BD"/>
        </w:rPr>
        <w:t>;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মুমিন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সম্পর্কে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যার</w:t>
      </w:r>
      <w:r w:rsidR="00395970">
        <w:rPr>
          <w:cs/>
          <w:lang w:bidi="bn-BD"/>
        </w:rPr>
        <w:t xml:space="preserve"> </w:t>
      </w:r>
      <w:r w:rsidR="00BF5B93">
        <w:rPr>
          <w:rFonts w:hint="cs"/>
          <w:cs/>
          <w:lang w:bidi="bn-BD"/>
        </w:rPr>
        <w:t>ত্রু</w:t>
      </w:r>
      <w:r w:rsidR="00395970">
        <w:rPr>
          <w:rFonts w:hint="cs"/>
          <w:cs/>
          <w:lang w:bidi="bn-BD"/>
        </w:rPr>
        <w:t>টি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জেনে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গিয়েছি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কিন্তু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গোপন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রাখিনি।</w:t>
      </w:r>
      <w:r w:rsidR="00395970"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স্বতঃসিদ্ধ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অন্তরাত্মাকেও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এহেন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চারিত্রিক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গুণাবলীর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৩৯তম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চারিত্রিক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পাশাপাশি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- </w:t>
      </w:r>
    </w:p>
    <w:p w:rsidR="00395970" w:rsidRDefault="00CE22D1" w:rsidP="00CE22D1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 w:rsidR="00395970">
        <w:rPr>
          <w:rFonts w:hint="cs"/>
          <w:cs/>
          <w:lang w:bidi="bn-BD"/>
        </w:rPr>
        <w:t>প্রভু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হে</w:t>
      </w:r>
      <w:r w:rsidR="00395970">
        <w:rPr>
          <w:cs/>
          <w:lang w:bidi="bn-BD"/>
        </w:rPr>
        <w:t>!</w:t>
      </w:r>
      <w:proofErr w:type="gramEnd"/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সকল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মানুষ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সাথে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দূর্ব্যবহার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পীড়া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দিয়েছে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কিংবা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অসম্মান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অত্যাচার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পাপ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নিয়েই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মৃত্যুবরণ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অথবা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জীবিত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আছে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সুতরাং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অসম্মান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পীড়া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দেয়ার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কারণে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পাপ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পাপের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ফলে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ভোগান্তি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হচ্ছে</w:t>
      </w:r>
      <w:r w:rsidR="00395970">
        <w:rPr>
          <w:lang w:bidi="bn-BD"/>
        </w:rPr>
        <w:t>,</w:t>
      </w:r>
      <w:r w:rsidR="00395970">
        <w:rPr>
          <w:rFonts w:hint="cs"/>
          <w:cs/>
          <w:lang w:bidi="bn-BD"/>
        </w:rPr>
        <w:t>তাকে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অনুরূপভাবে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সকল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গুনাহ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অত্যাচার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ফলে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হয়েছে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থেকেও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সাথে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করেছে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সম্পর্কে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অবহিত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শাস্তি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দিও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অনুরূপভাবে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সম্পর্কে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কৃত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কুকর্মগুলো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মানুষের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জন্য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প্রকাশ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দিও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না।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ত্যাগ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সদকাকে</w:t>
      </w:r>
      <w:r w:rsidR="00395970">
        <w:rPr>
          <w:cs/>
          <w:lang w:bidi="bn-BD"/>
        </w:rPr>
        <w:t xml:space="preserve"> (</w:t>
      </w:r>
      <w:r w:rsidR="00395970">
        <w:rPr>
          <w:rFonts w:hint="cs"/>
          <w:cs/>
          <w:lang w:bidi="bn-BD"/>
        </w:rPr>
        <w:t>যা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ধৈর্য্যরে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মাধ্যমে</w:t>
      </w:r>
      <w:r w:rsidR="00395970">
        <w:rPr>
          <w:cs/>
          <w:lang w:bidi="bn-BD"/>
        </w:rPr>
        <w:t xml:space="preserve">) </w:t>
      </w:r>
      <w:r w:rsidR="00395970">
        <w:rPr>
          <w:rFonts w:hint="cs"/>
          <w:cs/>
          <w:lang w:bidi="bn-BD"/>
        </w:rPr>
        <w:t>সর্বোত্তম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পবিত্রতম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সদকার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অন্তর্ভূক্ত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সর্বোৎকৃষ্ট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ত্যাগ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বলে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গণনা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মাধ্যমে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কেউ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দরবারের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নৈকট্য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কামনা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ঐ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বিনিময়ে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তুমিও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গুনাহগুলো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ক্ষমা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দাও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এবং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তাদের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সম্পর্কে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দোয়ার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বিনিময়ে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রহমত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উপর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বর্ষণ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যাতে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আমরা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সকলেই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তোমার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করুণা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রহমতে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সফল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ও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কৃতকার্য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হতে</w:t>
      </w:r>
      <w:r w:rsidR="00395970">
        <w:rPr>
          <w:cs/>
          <w:lang w:bidi="bn-BD"/>
        </w:rPr>
        <w:t xml:space="preserve"> </w:t>
      </w:r>
      <w:r w:rsidR="00395970">
        <w:rPr>
          <w:rFonts w:hint="cs"/>
          <w:cs/>
          <w:lang w:bidi="bn-BD"/>
        </w:rPr>
        <w:t>পারি।</w:t>
      </w:r>
      <w:r w:rsidR="00395970" w:rsidRPr="0037388A">
        <w:rPr>
          <w:rStyle w:val="libAlaemChar"/>
        </w:rPr>
        <w:t>”</w:t>
      </w:r>
    </w:p>
    <w:p w:rsidR="00395970" w:rsidRDefault="00395970" w:rsidP="00CE22D1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বিষয়বস্তু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 w:rsidR="00CE22D1">
        <w:rPr>
          <w:cs/>
          <w:lang w:bidi="bn-BD"/>
        </w:rPr>
        <w:t>স্তু</w:t>
      </w:r>
      <w:r w:rsidR="00455687">
        <w:rPr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মানবাত্মাকে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কুপ্রবৃত্তি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কলুষতা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পরিমাণে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</w:p>
    <w:p w:rsidR="00455687" w:rsidRPr="00E96184" w:rsidRDefault="00455687" w:rsidP="00E96184">
      <w:r>
        <w:rPr>
          <w:lang w:bidi="bn-BD"/>
        </w:rPr>
        <w:br w:type="page"/>
      </w:r>
    </w:p>
    <w:p w:rsidR="00395970" w:rsidRDefault="00395970" w:rsidP="00455687">
      <w:pPr>
        <w:pStyle w:val="Heading2"/>
        <w:rPr>
          <w:lang w:bidi="bn-BD"/>
        </w:rPr>
      </w:pPr>
      <w:bookmarkStart w:id="39" w:name="_Toc398585176"/>
      <w:r>
        <w:rPr>
          <w:rFonts w:hint="cs"/>
          <w:cs/>
          <w:lang w:bidi="bn-BD"/>
        </w:rPr>
        <w:lastRenderedPageBreak/>
        <w:t>৩৬।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39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ইমামিয়াদেরকে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বিশেষায়িত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মনযোগ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কবরসমুহের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সুবিশাল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অটুট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কর্মকান্ডের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বাস্তবায়ন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উৎসাহিত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সাবাব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ওয়াজিব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ইবাদতসমূহের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ইবাদত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তাওয়াসসুল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কবুলের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উপযুক্ত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শীয়ারা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</w:p>
    <w:p w:rsidR="00395970" w:rsidRDefault="00395970" w:rsidP="009D4B48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ভক্তদের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 w:rsidR="009D4B48" w:rsidRPr="009D4B48">
        <w:rPr>
          <w:rFonts w:hint="cs"/>
          <w:cs/>
          <w:lang w:bidi="bn-BD"/>
        </w:rPr>
        <w:t>কর্তব্য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অনুরাগবশতঃ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বাস্তবায়ন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শাফায়াতকারী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হবেন।</w:t>
      </w:r>
      <w:r w:rsidR="009D4B48" w:rsidRPr="009D4B48">
        <w:rPr>
          <w:rStyle w:val="libFootnotenumChar"/>
          <w:cs/>
          <w:lang w:bidi="bn-IN"/>
        </w:rPr>
        <w:t>৩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সামাজিক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লুক্কায়িত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ভক্তদের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জোরদার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কীর্তি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আখলাক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জিহাদের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পুনরুজ্জীবিত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জায়গায়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জমায়েত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প্রিয়ভাজন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তাওয়াসসুলের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যিয়ারতনামার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 w:rsidR="009D4B48">
        <w:rPr>
          <w:rFonts w:hint="cs"/>
          <w:cs/>
          <w:lang w:bidi="bn-BD"/>
        </w:rPr>
        <w:t>বিষয়বস্তু</w:t>
      </w:r>
      <w:r>
        <w:rPr>
          <w:rFonts w:hint="cs"/>
          <w:cs/>
          <w:lang w:bidi="bn-BD"/>
        </w:rPr>
        <w:t>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তাওহীদের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মোহাম্মাদী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রিসালাতের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সৃষ্টিকর্তার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কৃতজ্ঞতা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নম্রতা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পংক্তিগুলো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সমৃদ্ধ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কথিত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যিয়ারতে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আমীনাল্লাহ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যয়নূল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আবেদীন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তালিবের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যিয়ারতনামাগুলো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সত্যের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বাঁচিয়ে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তিমধূর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শ্রেনীর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তাওহীদের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সর্বোচ্চ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সূক্ষ্ম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সমন্বিত।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নিঃসন্দেহে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নাহজুল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বালাগা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সংস্কৃতিতে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বিবেচিত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সংক্ষেপে</w:t>
      </w:r>
      <w:r w:rsidR="003B4FC1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চারিত্রিক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এছাড়া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সংস্কৃতিতে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বাস্তবায়নকে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মূল্যবোধসমূহের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উৎকর্ষ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সংশ্লিষ্ট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গুরুত্বারোপ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সদাচরণ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সদ্ব্যবহার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পারস্পরিক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উৎসাহিত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সংস্কৃতিতে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যিয়ারতকারীকে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যিয়ারতগাহতে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আনজাম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তৎপরে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সংস্কৃতির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উপরোল্লিখিত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পারি।</w:t>
      </w:r>
    </w:p>
    <w:p w:rsidR="00395970" w:rsidRDefault="00395970" w:rsidP="003B4FC1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১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যিয়ারতকারীকে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মোতাবেক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গোসল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ময়লা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রোগ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বালাই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ক্লেশ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অন্যেরা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দূর্গন্ধে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="003B4FC1" w:rsidRPr="003B4FC1">
        <w:rPr>
          <w:rStyle w:val="libFootnotenumChar"/>
          <w:cs/>
          <w:lang w:bidi="bn-IN"/>
        </w:rPr>
        <w:t>৪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বাহ্যিক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সংশ্লিষ্ট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কদর্যতা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কলুষতা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যিয়ারতকারী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গোসল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>-</w:t>
      </w:r>
    </w:p>
    <w:p w:rsidR="00395970" w:rsidRDefault="00395970" w:rsidP="003B4FC1">
      <w:pPr>
        <w:pStyle w:val="libNormal"/>
        <w:rPr>
          <w:lang w:bidi="bn-BD"/>
        </w:rPr>
      </w:pPr>
      <w:proofErr w:type="gramStart"/>
      <w:r>
        <w:rPr>
          <w:rFonts w:hint="eastAsia"/>
          <w:lang w:bidi="bn-BD"/>
        </w:rPr>
        <w:t>“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শুভ্রতা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যথার্থরূপে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রোগ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নিরাপত্তাদান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গোসলের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অঙ্গপ্রত্যঙ্গ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হাড়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মাংস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রক্ত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লোম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চর্ম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</w:t>
      </w:r>
      <w:r w:rsidR="002A002B">
        <w:rPr>
          <w:rFonts w:hint="eastAsia"/>
          <w:cs/>
          <w:lang w:bidi="bn-BD"/>
        </w:rPr>
        <w:t>স্তি</w:t>
      </w:r>
      <w:r>
        <w:rPr>
          <w:rFonts w:hint="cs"/>
          <w:cs/>
          <w:lang w:bidi="bn-BD"/>
        </w:rPr>
        <w:t>তস্ক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 w:rsidR="003B4FC1">
        <w:rPr>
          <w:cs/>
          <w:lang w:bidi="bn-BD"/>
        </w:rPr>
        <w:t>স্না</w:t>
      </w:r>
      <w:r>
        <w:rPr>
          <w:rFonts w:hint="cs"/>
          <w:cs/>
          <w:lang w:bidi="bn-BD"/>
        </w:rPr>
        <w:t>য়ুকে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স্পর্শিত</w:t>
      </w:r>
      <w:r w:rsidR="003B4FC1">
        <w:rPr>
          <w:lang w:bidi="bn-BD"/>
        </w:rPr>
        <w:t xml:space="preserve"> </w:t>
      </w:r>
      <w:r>
        <w:rPr>
          <w:rFonts w:hint="cs"/>
          <w:cs/>
          <w:lang w:bidi="bn-BD"/>
        </w:rPr>
        <w:t>পৃথিবীর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সমূহকে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অভাব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দারিদ্র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সাক্ষী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দাও।</w:t>
      </w:r>
      <w:r>
        <w:rPr>
          <w:rFonts w:hint="eastAsia"/>
          <w:lang w:bidi="bn-BD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২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যিয়ারতকারী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গোসলান্তে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সর্বোত্তম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সামাজিক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অনুষ্ঠানে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রুচিসম্মত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আকৃষ্ট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একজনকে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অন্যজনের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পারস্পরিক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সামাজিক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অনুভূতিকে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 w:rsidR="003B4FC1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জরুরী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সাধ্যমত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বন্ধুত্ববোধ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একদিকে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শরীরকে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দুর্গন্ধ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পরিচ্ছদের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দরিদ্রদের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বিবেচনা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৩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আর্থিক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সামর্থ্য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অনুযায়ী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সুগন্ধি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মাখবে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সুফল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মতই।</w:t>
      </w:r>
    </w:p>
    <w:p w:rsidR="00395970" w:rsidRDefault="00395970" w:rsidP="003B4FC1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৪</w:t>
      </w:r>
      <w:r w:rsidR="003B4FC1">
        <w:rPr>
          <w:cs/>
          <w:lang w:bidi="bn-BD"/>
        </w:rPr>
        <w:t>)</w:t>
      </w:r>
      <w:r w:rsidR="003B4FC1">
        <w:rPr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মানদন্ডের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ভিত্তিতে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দরিদ্রকে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 w:rsidR="003B4FC1">
        <w:rPr>
          <w:lang w:bidi="bn-BD"/>
        </w:rPr>
        <w:t xml:space="preserve"> </w:t>
      </w:r>
      <w:r>
        <w:rPr>
          <w:rFonts w:hint="cs"/>
          <w:cs/>
          <w:lang w:bidi="bn-BD"/>
        </w:rPr>
        <w:t>উপকারিতা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দরিদ্রজনকে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পাশাপাশি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দয়াদ্র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উৎকর্ষ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৫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যিয়ারতকারী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স্থিরভাবে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নামাহরাম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যিয়ারতকারীকে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হারাম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শরীফের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যিয়ারতকারীদের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একাগ্র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পথরোধ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অশিষ্ট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৬</w:t>
      </w:r>
      <w:r>
        <w:rPr>
          <w:cs/>
          <w:lang w:bidi="bn-BD"/>
        </w:rPr>
        <w:t xml:space="preserve">)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আল্লাহু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আকবার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ধ্বনি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যতবার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একশবার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তাকবীরের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উপকারিতা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উচ্চারণকারী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মাহাত্মকে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জগতে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উপলব্ধি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গুরুত্বারোপের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</w:p>
    <w:p w:rsidR="00395970" w:rsidRDefault="00395970" w:rsidP="003B4FC1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৭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ন্যূনতম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 w:rsidR="00724A58">
        <w:rPr>
          <w:rFonts w:hint="cs"/>
          <w:cs/>
          <w:lang w:bidi="bn-BD"/>
        </w:rPr>
        <w:t>দু</w:t>
      </w:r>
      <w:r w:rsidR="00724A58" w:rsidRPr="00E96184">
        <w:rPr>
          <w:rStyle w:val="libAlaemChar"/>
        </w:rPr>
        <w:t>’</w:t>
      </w:r>
      <w:r>
        <w:rPr>
          <w:rFonts w:hint="cs"/>
          <w:cs/>
          <w:lang w:bidi="bn-BD"/>
        </w:rPr>
        <w:t>রাকআত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মোস্তাহাব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তাওফীক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কৃতজ্ঞতা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</w:t>
      </w:r>
      <w:r w:rsidR="003B4FC1">
        <w:rPr>
          <w:cs/>
          <w:lang w:bidi="bn-BD"/>
        </w:rPr>
        <w:t>ওয়া</w:t>
      </w:r>
      <w:r>
        <w:rPr>
          <w:rFonts w:hint="cs"/>
          <w:cs/>
          <w:lang w:bidi="bn-BD"/>
        </w:rPr>
        <w:t>বকে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হাদিয়া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যিয়ারতকারী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বুঝায়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সফলতার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- </w:t>
      </w:r>
    </w:p>
    <w:p w:rsidR="00395970" w:rsidRDefault="00395970" w:rsidP="003B4FC1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lastRenderedPageBreak/>
        <w:t>“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রুকু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সেজদা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অদ্বিতীয়।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নামায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রুকু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সেজদা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বংশধরদের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সালাওয়াত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প্রার্থনা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পদাঙ্ক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কর্মকান্ডের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নির্বোধরা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মনোযোগ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প্রকারান্তরে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কবরেরই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কবরবাসীর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</w:p>
    <w:p w:rsidR="00395970" w:rsidRDefault="00395970" w:rsidP="003B4FC1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কি</w:t>
      </w:r>
      <w:r w:rsidR="003B4FC1">
        <w:rPr>
          <w:cs/>
          <w:lang w:bidi="bn-BD"/>
        </w:rPr>
        <w:t>ন্তু</w:t>
      </w:r>
      <w:r>
        <w:rPr>
          <w:rFonts w:hint="eastAsia"/>
          <w:lang w:bidi="bn-BD"/>
        </w:rPr>
        <w:t>—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সমাজকে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নিমিত্তেই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সম্পাদিত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যিয়ারতানুষ্ঠানের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সামাজিক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ধর্মীয়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বহুবিধ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চোখে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কাঁটার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হাকীকাত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ব্যক্তিবর্গ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নিয়্যাতকে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নিবদ্ধ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প্রচেষ্টাকে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এমতাবস্থায়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কল্পনা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ব্যক্তিবর্গ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অংশীকরণের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lang w:bidi="bn-BD"/>
        </w:rPr>
        <w:t>?</w:t>
      </w:r>
    </w:p>
    <w:p w:rsidR="00395970" w:rsidRDefault="00395970" w:rsidP="008465F7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৮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অপরাপর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যিয়াতকারীর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সদাচরণ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সহকারে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স্বল্প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সংশ্লিষ্ট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অধিকাংশই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যিকর</w:t>
      </w:r>
      <w:r w:rsidR="008465F7" w:rsidRPr="008465F7">
        <w:rPr>
          <w:rStyle w:val="libFootnotenumChar"/>
          <w:cs/>
          <w:lang w:bidi="bn-IN"/>
        </w:rPr>
        <w:t>৫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বিনম্রভাবে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বংশধরদের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সালাওয়াত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চক্ষুযুগলকে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খারাপ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দৃষ্টিপাত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দ্বীনী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 w:rsidR="008465F7">
        <w:rPr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ধৈর্য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দুশমনী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অতিরিক্ত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কসম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বিতর্কে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কসমের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অধিক।</w:t>
      </w:r>
      <w:r w:rsidR="008465F7" w:rsidRPr="008465F7">
        <w:rPr>
          <w:rStyle w:val="libFootnotenumChar"/>
          <w:cs/>
          <w:lang w:bidi="bn-IN"/>
        </w:rPr>
        <w:t>৬</w:t>
      </w:r>
    </w:p>
    <w:p w:rsidR="001B06E2" w:rsidRDefault="00395970" w:rsidP="00395970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উপরোক্ত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প্রতীয়মান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</w:t>
      </w:r>
      <w:r>
        <w:rPr>
          <w:cs/>
          <w:lang w:bidi="bn-BD"/>
        </w:rPr>
        <w:t xml:space="preserve"> </w:t>
      </w:r>
      <w:r w:rsidR="00AD2112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 w:rsidRPr="00395970">
        <w:rPr>
          <w:rStyle w:val="libAlaemChar"/>
          <w:lang w:bidi="bn-BD"/>
        </w:rPr>
        <w:t>“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রিজিকপ্রাপ্ত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হচ্ছেন।</w:t>
      </w:r>
      <w:r>
        <w:rPr>
          <w:rFonts w:hint="eastAsia"/>
          <w:lang w:bidi="bn-BD"/>
        </w:rPr>
        <w:t>”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জবাব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অতএব</w:t>
      </w:r>
      <w:r>
        <w:rPr>
          <w:cs/>
          <w:lang w:bidi="bn-BD"/>
        </w:rPr>
        <w:t xml:space="preserve"> </w:t>
      </w:r>
      <w:r w:rsidR="001B06E2">
        <w:rPr>
          <w:rFonts w:hint="cs"/>
          <w:cs/>
          <w:lang w:bidi="bn-BD"/>
        </w:rPr>
        <w:t>এটু</w:t>
      </w:r>
      <w:r w:rsidR="001B06E2">
        <w:rPr>
          <w:cs/>
          <w:lang w:bidi="bn-BD"/>
        </w:rPr>
        <w:t>কু</w:t>
      </w:r>
      <w:r w:rsidR="001B06E2">
        <w:rPr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</w:t>
      </w:r>
      <w:r>
        <w:rPr>
          <w:cs/>
          <w:lang w:bidi="bn-BD"/>
        </w:rPr>
        <w:t xml:space="preserve">- </w:t>
      </w:r>
      <w:r w:rsidRPr="00395970">
        <w:rPr>
          <w:rStyle w:val="libAlaemChar"/>
          <w:lang w:bidi="bn-BD"/>
        </w:rPr>
        <w:t>“</w:t>
      </w:r>
      <w:r>
        <w:rPr>
          <w:rFonts w:hint="cs"/>
          <w:cs/>
          <w:lang w:bidi="bn-BD"/>
        </w:rPr>
        <w:t>আপনার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>!</w:t>
      </w:r>
      <w:r w:rsidRPr="00395970">
        <w:rPr>
          <w:rStyle w:val="libAlaemChar"/>
          <w:lang w:bidi="bn-BD"/>
        </w:rPr>
        <w:t>”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উত্তম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বলেছিলাম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সাহিত্যমান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বাগ্মিতা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তিমধুরতা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ছাড়াও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সামাজিক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উদ্দেশ্য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মনযোগী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1B06E2" w:rsidRPr="00E96184" w:rsidRDefault="001B06E2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Pr="00F667AA" w:rsidRDefault="00395970" w:rsidP="00F667AA">
      <w:pPr>
        <w:pStyle w:val="Heading2"/>
        <w:rPr>
          <w:lang w:bidi="bn-BD"/>
        </w:rPr>
      </w:pPr>
      <w:bookmarkStart w:id="40" w:name="_Toc398585177"/>
      <w:r w:rsidRPr="00F667AA">
        <w:rPr>
          <w:rFonts w:hint="cs"/>
          <w:cs/>
          <w:lang w:bidi="bn-BD"/>
        </w:rPr>
        <w:lastRenderedPageBreak/>
        <w:t>৩৭।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মহানবী</w:t>
      </w:r>
      <w:r w:rsidRPr="00F667AA">
        <w:rPr>
          <w:cs/>
          <w:lang w:bidi="bn-BD"/>
        </w:rPr>
        <w:t xml:space="preserve"> </w:t>
      </w:r>
      <w:r w:rsidR="00AE651F" w:rsidRPr="00F667AA">
        <w:rPr>
          <w:cs/>
          <w:lang w:bidi="bn-BD"/>
        </w:rPr>
        <w:t>(সা.)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এর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আহলে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বাইতের</w:t>
      </w:r>
      <w:r w:rsidRPr="00F667AA">
        <w:rPr>
          <w:cs/>
          <w:lang w:bidi="bn-BD"/>
        </w:rPr>
        <w:t xml:space="preserve"> </w:t>
      </w:r>
      <w:r w:rsidR="00AE651F" w:rsidRPr="00F667AA">
        <w:rPr>
          <w:cs/>
          <w:lang w:bidi="bn-BD"/>
        </w:rPr>
        <w:t>(আ.)</w:t>
      </w:r>
      <w:r w:rsidRPr="00F667AA">
        <w:rPr>
          <w:rFonts w:hint="cs"/>
          <w:cs/>
          <w:lang w:bidi="bn-BD"/>
        </w:rPr>
        <w:t>নিকট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তাশাইয়্যূর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অর্থ</w:t>
      </w:r>
      <w:r w:rsidR="002A002B" w:rsidRPr="00F667AA">
        <w:rPr>
          <w:cs/>
          <w:lang w:bidi="bn-BD"/>
        </w:rPr>
        <w:t xml:space="preserve"> :</w:t>
      </w:r>
      <w:bookmarkEnd w:id="40"/>
    </w:p>
    <w:p w:rsidR="00395970" w:rsidRPr="00F667AA" w:rsidRDefault="00395970" w:rsidP="00395970">
      <w:pPr>
        <w:pStyle w:val="libNormal"/>
        <w:rPr>
          <w:lang w:bidi="bn-BD"/>
        </w:rPr>
      </w:pPr>
    </w:p>
    <w:p w:rsidR="00395970" w:rsidRDefault="00395970" w:rsidP="001B06E2">
      <w:pPr>
        <w:pStyle w:val="libNormal"/>
        <w:rPr>
          <w:lang w:bidi="bn-BD"/>
        </w:rPr>
      </w:pPr>
      <w:r w:rsidRPr="00F667AA">
        <w:rPr>
          <w:rFonts w:hint="cs"/>
          <w:cs/>
          <w:lang w:bidi="bn-BD"/>
        </w:rPr>
        <w:t>আহলেবাইতের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ইমামগণ</w:t>
      </w:r>
      <w:r w:rsidRPr="00F667AA">
        <w:rPr>
          <w:cs/>
          <w:lang w:bidi="bn-BD"/>
        </w:rPr>
        <w:t xml:space="preserve"> </w:t>
      </w:r>
      <w:r w:rsidR="00AE651F" w:rsidRPr="00F667AA">
        <w:rPr>
          <w:cs/>
          <w:lang w:bidi="bn-BD"/>
        </w:rPr>
        <w:t>(আ.)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যখন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রাষ্ট্রীয়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ক্ষমতা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থেকে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বঞ্চিত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হলেন</w:t>
      </w:r>
      <w:r w:rsidRPr="00F667AA">
        <w:rPr>
          <w:lang w:bidi="bn-BD"/>
        </w:rPr>
        <w:t>,</w:t>
      </w:r>
      <w:r w:rsidRPr="00F667AA">
        <w:rPr>
          <w:rFonts w:hint="cs"/>
          <w:cs/>
          <w:lang w:bidi="bn-BD"/>
        </w:rPr>
        <w:t>যদিও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তারা</w:t>
      </w:r>
      <w:r w:rsidRPr="00F667AA">
        <w:rPr>
          <w:cs/>
          <w:lang w:bidi="bn-BD"/>
        </w:rPr>
        <w:t xml:space="preserve"> </w:t>
      </w:r>
      <w:r w:rsidR="00AE651F" w:rsidRPr="00F667AA">
        <w:rPr>
          <w:cs/>
          <w:lang w:bidi="bn-BD"/>
        </w:rPr>
        <w:t>(আ.)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এর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জন্য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কোন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পরিকল্পনা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করেন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নি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তখন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তাদের</w:t>
      </w:r>
      <w:r w:rsidRPr="00F667AA">
        <w:rPr>
          <w:cs/>
          <w:lang w:bidi="bn-BD"/>
        </w:rPr>
        <w:t xml:space="preserve"> </w:t>
      </w:r>
      <w:r w:rsidR="00AE651F" w:rsidRPr="00F667AA">
        <w:rPr>
          <w:cs/>
          <w:lang w:bidi="bn-BD"/>
        </w:rPr>
        <w:t>(আ.)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নিকট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সর্বাধিক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গুরুত্বপূর্ণ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কাজ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ছিল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মুসলমানদের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আত্মশুদ্ধি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ঐরূপ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সঠিক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প্রশিক্ষণ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প্রদান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করা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যেমনটি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মহান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আল্লাহ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তাদের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নিকট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চেয়েছিলেন।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সুতরাং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তারা</w:t>
      </w:r>
      <w:r w:rsidRPr="00F667AA">
        <w:rPr>
          <w:cs/>
          <w:lang w:bidi="bn-BD"/>
        </w:rPr>
        <w:t xml:space="preserve"> </w:t>
      </w:r>
      <w:r w:rsidR="00AE651F" w:rsidRPr="00F667AA">
        <w:rPr>
          <w:cs/>
          <w:lang w:bidi="bn-BD"/>
        </w:rPr>
        <w:t>(আ.)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সমস্ত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ভক্তবৃন্দের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সাথে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যোগাযোগ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রক্ষা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করতেন।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তবে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তাদের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সকল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চেষ্টা</w:t>
      </w:r>
      <w:r w:rsidRPr="00F667AA">
        <w:rPr>
          <w:cs/>
          <w:lang w:bidi="bn-BD"/>
        </w:rPr>
        <w:t>-</w:t>
      </w:r>
      <w:r w:rsidRPr="00F667AA">
        <w:rPr>
          <w:rFonts w:hint="cs"/>
          <w:cs/>
          <w:lang w:bidi="bn-BD"/>
        </w:rPr>
        <w:t>প্রচেষ্টা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ছিল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শরীয়তের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আহকাম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শিক্ষা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দেয়া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ও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মোহাম্মদ</w:t>
      </w:r>
      <w:r w:rsidRPr="00F667AA">
        <w:rPr>
          <w:cs/>
          <w:lang w:bidi="bn-BD"/>
        </w:rPr>
        <w:t xml:space="preserve"> </w:t>
      </w:r>
      <w:r w:rsidR="00AE651F" w:rsidRPr="00F667AA">
        <w:rPr>
          <w:cs/>
          <w:lang w:bidi="bn-BD"/>
        </w:rPr>
        <w:t>(সা.)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এর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শিক্ষা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প্রচার</w:t>
      </w:r>
      <w:r w:rsidRPr="00F667AA">
        <w:rPr>
          <w:cs/>
          <w:lang w:bidi="bn-BD"/>
        </w:rPr>
        <w:t xml:space="preserve"> </w:t>
      </w:r>
      <w:r w:rsidRPr="00F667AA"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কুমন্ত্রণা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স্বেচ্ছাচারিতা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পথনির্দেশনা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চলত।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শুধুমাত্র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পদক্ষেপ।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কুপ্ররোচনার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অবহেলা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ভক্তিই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ভক্তিকেই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নাজাতের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উসিলা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সৎকর্ম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বিশ্বাস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আমানতদারিতা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তাকাওয়ার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পুনঃপুনঃ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বলেছেন</w:t>
      </w:r>
      <w:r>
        <w:rPr>
          <w:cs/>
          <w:lang w:bidi="bn-BD"/>
        </w:rPr>
        <w:t xml:space="preserve">- </w:t>
      </w:r>
    </w:p>
    <w:p w:rsidR="00395970" w:rsidRDefault="00395970" w:rsidP="00F667AA">
      <w:pPr>
        <w:pStyle w:val="libLine"/>
        <w:rPr>
          <w:lang w:bidi="bn-BD"/>
        </w:rPr>
      </w:pPr>
      <w:proofErr w:type="gramStart"/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খিসামা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মুখাপেক্ষীতা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ব্যতীত।</w:t>
      </w:r>
      <w:r w:rsidRPr="0037388A">
        <w:rPr>
          <w:rStyle w:val="libAlaemChar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বলেছেন</w:t>
      </w:r>
      <w:r>
        <w:rPr>
          <w:cs/>
          <w:lang w:bidi="bn-BD"/>
        </w:rPr>
        <w:t xml:space="preserve">- </w:t>
      </w:r>
    </w:p>
    <w:p w:rsidR="00395970" w:rsidRDefault="00395970" w:rsidP="00F667AA">
      <w:pPr>
        <w:pStyle w:val="libLine"/>
        <w:rPr>
          <w:lang w:bidi="bn-BD"/>
        </w:rPr>
      </w:pPr>
      <w:r w:rsidRPr="0037388A">
        <w:rPr>
          <w:rStyle w:val="libAlaemChar"/>
        </w:rPr>
        <w:lastRenderedPageBreak/>
        <w:t>“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আফসোস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আদালতের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37388A">
        <w:rPr>
          <w:rStyle w:val="libAlaemChar"/>
        </w:rPr>
        <w:t>”</w:t>
      </w:r>
      <w:r w:rsidR="00F667AA" w:rsidRPr="00F667AA">
        <w:rPr>
          <w:rStyle w:val="libFootnotenumChar"/>
          <w:cs/>
          <w:lang w:bidi="bn-IN"/>
        </w:rPr>
        <w:t>৭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চাইতেন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ফলপ্রসু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F667AA">
      <w:pPr>
        <w:pStyle w:val="libLine"/>
        <w:rPr>
          <w:lang w:bidi="bn-BD"/>
        </w:rPr>
      </w:pPr>
      <w:r w:rsidRPr="0037388A">
        <w:rPr>
          <w:rStyle w:val="libAlaemChar"/>
        </w:rPr>
        <w:t>“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কথ</w:t>
      </w:r>
      <w:proofErr w:type="gramEnd"/>
      <w:r>
        <w:rPr>
          <w:rFonts w:hint="cs"/>
          <w:cs/>
          <w:lang w:bidi="bn-BD"/>
        </w:rPr>
        <w:t>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কার্যতঃই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প্রচেষ্টা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সততা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পায়।</w:t>
      </w:r>
      <w:r w:rsidRPr="0037388A">
        <w:rPr>
          <w:rStyle w:val="libAlaemChar"/>
        </w:rPr>
        <w:t>”</w:t>
      </w:r>
      <w:r w:rsidR="00F667AA" w:rsidRPr="00F667AA">
        <w:rPr>
          <w:rStyle w:val="libFootnotenumChar"/>
          <w:cs/>
          <w:lang w:bidi="bn-IN"/>
        </w:rPr>
        <w:t>৮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আপনাদের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কথোপকথনের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১</w:t>
      </w:r>
      <w:r w:rsidR="00F667AA">
        <w:rPr>
          <w:cs/>
          <w:lang w:bidi="bn-BD"/>
        </w:rPr>
        <w:t>)</w:t>
      </w:r>
      <w:r w:rsidR="00F667AA">
        <w:rPr>
          <w:lang w:bidi="bn-BD"/>
        </w:rPr>
        <w:t xml:space="preserve"> </w:t>
      </w:r>
      <w:r>
        <w:rPr>
          <w:rFonts w:hint="cs"/>
          <w:cs/>
          <w:lang w:bidi="bn-BD"/>
        </w:rPr>
        <w:t>জাবির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জায়াফীর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কথোপকথন</w:t>
      </w:r>
      <w:r>
        <w:rPr>
          <w:cs/>
          <w:lang w:bidi="bn-BD"/>
        </w:rPr>
        <w:t xml:space="preserve"> -</w:t>
      </w:r>
    </w:p>
    <w:p w:rsidR="00395970" w:rsidRDefault="00395970" w:rsidP="0037388A">
      <w:pPr>
        <w:pStyle w:val="libLine"/>
        <w:rPr>
          <w:lang w:bidi="bn-BD"/>
        </w:rPr>
      </w:pPr>
      <w:proofErr w:type="gramStart"/>
      <w:r w:rsidRPr="0037388A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জাবির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বন্ধুত্বে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অন্তর্ভুক্ত।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শপথ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বিনয়ী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আমানতদার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স্মরণকারী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রোজাপালনকারী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নামাযী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পিতামাতার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সদাচারণকারী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দরিদ্র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মিসকীন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ঋনগ্রস্থ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ইয়াতীম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প্রতিবেশীদের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সুলভ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পরিচিত।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সৎ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পাঠকারী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স্বগোত্র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রক্ষাকারী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রক্ষাকারী।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অনুসারীরা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খোদাকে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 w:rsidRPr="0037388A">
        <w:rPr>
          <w:rFonts w:hint="cs"/>
          <w:cs/>
          <w:lang w:bidi="bn-IN"/>
        </w:rPr>
        <w:t>মধ্যে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কোন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প্রকার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স্বজনপ্রীতি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ও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পক্ষপাতিত্ব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নেই।</w:t>
      </w:r>
      <w:r w:rsidR="0037388A" w:rsidRPr="0037388A">
        <w:t xml:space="preserve"> </w:t>
      </w:r>
      <w:r w:rsidRPr="0037388A">
        <w:rPr>
          <w:rFonts w:hint="cs"/>
          <w:cs/>
          <w:lang w:bidi="bn-IN"/>
        </w:rPr>
        <w:t>বরং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আল্লাহর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নিকট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সর্বাধিক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সম্মানিত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বান্দা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সে</w:t>
      </w:r>
      <w:r w:rsidRPr="0037388A">
        <w:rPr>
          <w:rtl/>
          <w:cs/>
        </w:rPr>
        <w:t>-</w:t>
      </w:r>
      <w:r w:rsidRPr="0037388A">
        <w:rPr>
          <w:rFonts w:hint="cs"/>
          <w:cs/>
          <w:lang w:bidi="bn-IN"/>
        </w:rPr>
        <w:t>ই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যে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সর্বাধিক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পরহেজগার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এবং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সর্বাধিক</w:t>
      </w:r>
      <w:r w:rsidRPr="0037388A">
        <w:rPr>
          <w:rtl/>
          <w:cs/>
        </w:rPr>
        <w:t xml:space="preserve"> </w:t>
      </w:r>
      <w:r w:rsidRPr="0037388A">
        <w:rPr>
          <w:rFonts w:hint="cs"/>
          <w:cs/>
          <w:lang w:bidi="bn-IN"/>
        </w:rPr>
        <w:t>অনুগত।</w:t>
      </w:r>
      <w:r w:rsidRPr="0037388A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37388A">
      <w:pPr>
        <w:pStyle w:val="libLine"/>
        <w:rPr>
          <w:lang w:bidi="bn-BD"/>
        </w:rPr>
      </w:pPr>
      <w:proofErr w:type="gramStart"/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জাবির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নৈকট্য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জাহান্নামের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অজুহাত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প্রিয়ভাজন।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সৎকর্ম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E96184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২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বাকির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সাঈদ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কথোপকথন</w:t>
      </w:r>
      <w:r>
        <w:rPr>
          <w:cs/>
          <w:lang w:bidi="bn-BD"/>
        </w:rPr>
        <w:t>-</w:t>
      </w:r>
    </w:p>
    <w:p w:rsidR="00395970" w:rsidRDefault="00395970" w:rsidP="0037388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ঢুকিয়ে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সাঈদ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জানিনা।</w:t>
      </w:r>
    </w:p>
    <w:p w:rsidR="00395970" w:rsidRDefault="00395970" w:rsidP="0037388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ভ্রাতৃত্ববোধের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</w:p>
    <w:p w:rsidR="00395970" w:rsidRDefault="00395970" w:rsidP="0037388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সাঈদ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এমতাবস্থায়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আছি</w:t>
      </w:r>
      <w:r w:rsidR="0037388A">
        <w:rPr>
          <w:lang w:bidi="bn-BD"/>
        </w:rPr>
        <w:t>?</w:t>
      </w:r>
    </w:p>
    <w:p w:rsidR="00395970" w:rsidRDefault="00395970" w:rsidP="0037388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নিশ্চয়ই।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৩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আবু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সালেহ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কেনানীর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কথোপকথন</w:t>
      </w:r>
      <w:r>
        <w:rPr>
          <w:cs/>
          <w:lang w:bidi="bn-BD"/>
        </w:rPr>
        <w:t>-</w:t>
      </w:r>
    </w:p>
    <w:p w:rsidR="00395970" w:rsidRDefault="00395970" w:rsidP="0037388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কেনানী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আপনাদের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তিরস্কৃত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তিরস্কার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?</w:t>
      </w:r>
    </w:p>
    <w:p w:rsidR="00395970" w:rsidRDefault="00395970" w:rsidP="0037388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কেনানী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কথোকপকথন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eastAsia"/>
          <w:lang w:bidi="bn-BD"/>
        </w:rPr>
        <w:t>‘</w:t>
      </w:r>
      <w:r>
        <w:rPr>
          <w:rFonts w:hint="cs"/>
          <w:cs/>
          <w:lang w:bidi="bn-BD"/>
        </w:rPr>
        <w:t>এই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খবিস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জাফরী</w:t>
      </w:r>
      <w:r>
        <w:rPr>
          <w:cs/>
          <w:lang w:bidi="bn-BD"/>
        </w:rPr>
        <w:t>!</w:t>
      </w:r>
      <w:r w:rsidRPr="00395970">
        <w:rPr>
          <w:rStyle w:val="libAlaemChar"/>
          <w:lang w:bidi="bn-BD"/>
        </w:rPr>
        <w:t>’</w:t>
      </w:r>
      <w:r>
        <w:rPr>
          <w:lang w:bidi="bn-BD"/>
        </w:rPr>
        <w:t xml:space="preserve"> </w:t>
      </w:r>
    </w:p>
    <w:p w:rsidR="00395970" w:rsidRDefault="00395970" w:rsidP="0037388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অনুসারী</w:t>
      </w:r>
      <w:r w:rsidR="0037388A"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কেনানী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হ্যাঁ।</w:t>
      </w:r>
    </w:p>
    <w:p w:rsidR="00395970" w:rsidRDefault="00395970" w:rsidP="0037388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: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শপথ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সংখ্যায়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নগণ্য।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পুরস্কারের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অনুসারী।</w:t>
      </w:r>
    </w:p>
    <w:p w:rsidR="00395970" w:rsidRDefault="00395970" w:rsidP="0037388A">
      <w:pPr>
        <w:pStyle w:val="libNormal"/>
        <w:rPr>
          <w:lang w:bidi="bn-BD"/>
        </w:rPr>
      </w:pPr>
      <w:r>
        <w:rPr>
          <w:cs/>
          <w:lang w:bidi="bn-BD"/>
        </w:rPr>
        <w:lastRenderedPageBreak/>
        <w:t>(</w:t>
      </w:r>
      <w:r>
        <w:rPr>
          <w:rFonts w:hint="cs"/>
          <w:cs/>
          <w:lang w:bidi="bn-BD"/>
        </w:rPr>
        <w:t>৪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নিম্নে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ধরছি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ক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অধিবাসী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অধ্যুষিত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শহরে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শহরে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পরহেজগার।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খ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মূমিন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উৎসাহিত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পরহেজগারী।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সদগুণ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গ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নারীরা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 w:rsidR="0037388A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কথোপকথনের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যৌন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সংযমের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দশহাজার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অধিবাসীর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জনপদে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সংযমী।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ঘ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যৌন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পুরস্কারের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সাক্ষাৎ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শীয়া।</w:t>
      </w:r>
    </w:p>
    <w:p w:rsidR="0037388A" w:rsidRPr="00E96184" w:rsidRDefault="0037388A" w:rsidP="00E96184">
      <w:r>
        <w:rPr>
          <w:lang w:bidi="bn-BD"/>
        </w:rPr>
        <w:br w:type="page"/>
      </w:r>
    </w:p>
    <w:p w:rsidR="00395970" w:rsidRDefault="00395970" w:rsidP="0037388A">
      <w:pPr>
        <w:pStyle w:val="Heading2"/>
        <w:rPr>
          <w:lang w:bidi="bn-BD"/>
        </w:rPr>
      </w:pPr>
      <w:bookmarkStart w:id="41" w:name="_Toc398585178"/>
      <w:r>
        <w:rPr>
          <w:rFonts w:hint="cs"/>
          <w:cs/>
          <w:lang w:bidi="bn-BD"/>
        </w:rPr>
        <w:lastRenderedPageBreak/>
        <w:t>৩৮।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 w:rsidR="002A002B">
        <w:rPr>
          <w:cs/>
          <w:lang w:bidi="bn-BD"/>
        </w:rPr>
        <w:t xml:space="preserve"> :</w:t>
      </w:r>
      <w:bookmarkEnd w:id="41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কঠোরভাবে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মহাপাপে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প্রতিফলন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 w:rsidR="00D72D29">
        <w:rPr>
          <w:rFonts w:hint="cs"/>
          <w:cs/>
          <w:lang w:bidi="bn-BD"/>
        </w:rPr>
        <w:t>জু</w:t>
      </w:r>
      <w:r>
        <w:rPr>
          <w:rFonts w:hint="cs"/>
          <w:cs/>
          <w:lang w:bidi="bn-BD"/>
        </w:rPr>
        <w:t>লুম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অত্যাচারে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কদর্যতা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- </w:t>
      </w:r>
    </w:p>
    <w:p w:rsidR="00395970" w:rsidRDefault="00395970" w:rsidP="00D3360F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বেখবর।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স্থগিত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রেখেছেন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য</w:t>
      </w:r>
      <w:proofErr w:type="gramEnd"/>
      <w:r>
        <w:rPr>
          <w:rFonts w:hint="cs"/>
          <w:cs/>
          <w:lang w:bidi="bn-BD"/>
        </w:rPr>
        <w:t>েদিন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চক্ষুগুলো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পেরেশান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 w:rsidRPr="00E96184">
        <w:rPr>
          <w:rStyle w:val="libAlaemChar"/>
          <w:rFonts w:hint="eastAsia"/>
        </w:rPr>
        <w:t>”</w:t>
      </w: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ইব্রাহীম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৪২</w:t>
      </w:r>
      <w:r>
        <w:rPr>
          <w:cs/>
          <w:lang w:bidi="bn-BD"/>
        </w:rPr>
        <w:t>)</w:t>
      </w:r>
    </w:p>
    <w:p w:rsidR="00395970" w:rsidRDefault="00395970" w:rsidP="00D3360F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জোর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জুলুমের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কদর্যতা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নাহজুল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বালাগায়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২১৯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খোতবায়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বলেছেন</w:t>
      </w:r>
      <w:r>
        <w:rPr>
          <w:cs/>
          <w:lang w:bidi="bn-BD"/>
        </w:rPr>
        <w:t xml:space="preserve">- </w:t>
      </w:r>
    </w:p>
    <w:p w:rsidR="00395970" w:rsidRDefault="00395970" w:rsidP="00D3360F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নিম্নে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নিম্নে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ক</w:t>
      </w:r>
      <w:proofErr w:type="gramEnd"/>
      <w:r>
        <w:rPr>
          <w:rFonts w:hint="cs"/>
          <w:cs/>
          <w:lang w:bidi="bn-BD"/>
        </w:rPr>
        <w:t>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পিঁপড়ার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E96184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চূড়ান্ত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কদর্যতাকে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পিঁপড়ার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বস্তুও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নারাজ।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বিনিময়েও।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এমতাবস্থায়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ঝরিয়েছে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কুক্ষিগত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ঘৃণাভরে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আমীরুল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মূমীনীন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প্রশিক্ষণ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কেন্দ্রের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শীষ্যের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সত্যিই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সমুজ্জ্বল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উদাহরণ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যাহা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মানবতার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মাঝে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সঞ্চারিত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হ্যাঁ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রেওয়ায়েতে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ঘৃণিত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পরিত্যক্ত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কদর্যতাগুলি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ভাষায়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রূঢ়তা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দেখিয়েছিল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ধৈর্য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উজ্জ্বল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দৃষ্টান্ত।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ইমামকে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বিদ্বেষপূর্ণ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বিনম্র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ব্যবহারের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 w:rsidRPr="00F44004">
        <w:rPr>
          <w:rFonts w:hint="cs"/>
          <w:cs/>
        </w:rPr>
        <w:t>কয়েক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পৃষ্ঠা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পূর্বে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আমরা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সহীফায়ে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সাজ্জাদিয়ার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দোয়া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পড়েছিলাম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পেয়েছি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প্রার্থনা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শরীয়তগতভাবে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লংঘনের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অভিশম্পাত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জায়েয।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জায়েয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অন্তর্ভূক্ত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অন্যকথা।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অভিশাপ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লংঘন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D3360F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মাত্রার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অভিশাপ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 w:rsidRPr="00E96184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অবাক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অভিশাপ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লংঘন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সজ্ঞানে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সম্মানের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মালামাল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লুট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বদনাম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খারাপ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শঠতা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ধূর্ততার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আশ্রয়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কষ্টের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গুপ্তচরের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বন্দী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ব্যক্তিবর্গ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দরবারে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অভিশপ্ত।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কঠিন।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আখলাকের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নিকৃষ্ঠতম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ব্যক্তি।</w:t>
      </w:r>
    </w:p>
    <w:p w:rsidR="00D3360F" w:rsidRPr="00E96184" w:rsidRDefault="00D3360F" w:rsidP="00E96184">
      <w:r>
        <w:rPr>
          <w:lang w:bidi="bn-BD"/>
        </w:rPr>
        <w:br w:type="page"/>
      </w:r>
    </w:p>
    <w:p w:rsidR="00395970" w:rsidRDefault="00395970" w:rsidP="00D3360F">
      <w:pPr>
        <w:pStyle w:val="Heading2"/>
        <w:rPr>
          <w:lang w:bidi="bn-BD"/>
        </w:rPr>
      </w:pPr>
      <w:bookmarkStart w:id="42" w:name="_Toc398585179"/>
      <w:r>
        <w:rPr>
          <w:rFonts w:hint="cs"/>
          <w:cs/>
          <w:lang w:bidi="bn-BD"/>
        </w:rPr>
        <w:lastRenderedPageBreak/>
        <w:t>৩৯।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অসহযোগিতা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42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যেহেতু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বিচ্যুতি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পরিণামও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কুৎসিত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- </w:t>
      </w:r>
    </w:p>
    <w:p w:rsidR="00395970" w:rsidRDefault="00395970" w:rsidP="00D3360F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আগুনে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নিক্ষিপ্ত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395970">
        <w:rPr>
          <w:rStyle w:val="libAlaemChar"/>
          <w:lang w:bidi="bn-BD"/>
        </w:rPr>
        <w:t>”</w:t>
      </w:r>
      <w:r>
        <w:rPr>
          <w:lang w:bidi="bn-BD"/>
        </w:rPr>
        <w:t xml:space="preserve"> </w:t>
      </w: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হুদ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১১৩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অত্যাচারীদেরকে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ঘৃণা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প্রশিক্ষণ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বর্জনীয়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খোরমার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অর্ধাংশ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পরিমাণও।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নিঃসন্দেহে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অপরাধ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কুকর্মকে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স্থাপন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আন্তরিকভাবে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মেলামেশা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কুন্ঠিত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অত্যাচারেও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অপরাধ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কলুষতা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বিচ্যুতি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অনুপ্রবেশ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</w:t>
      </w:r>
      <w:r w:rsidR="00D3360F"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বিষাক্ত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ধীরে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ধীরে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নিঃশেষ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অদ্য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পরিচয়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নামধারীরা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সহযোগিতার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বঞ্চিত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ইহুদিদের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নিকৃষ্টতম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মোকাবেলা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ক্রুশধারীদের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মোকাবেলার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কথাতো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বাহুল্য।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যথাসাধ্য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কঠোরভাবে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ন্যূনতম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সখ্যতা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প্রসংগে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মোসলেম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যাহরীর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D3360F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ওহে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নিমন্ত্রণ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ত</w:t>
      </w:r>
      <w:proofErr w:type="gramEnd"/>
      <w:r>
        <w:rPr>
          <w:rFonts w:hint="cs"/>
          <w:cs/>
          <w:lang w:bidi="bn-BD"/>
        </w:rPr>
        <w:t>োমাকে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কেন্দ্রকাঠি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পথভ্রষ্টার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সিঁড়ি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আহবায়ক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প্রচারক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বানাবে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মাঝে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হৃদয়ে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দ্বিধা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দ্বন্দ্বের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অজ্ঞদেরকে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আকৃষ্ট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কুকর্মকে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সুকর্ম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সাধারণ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ব্যক্তিবর্গের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আকর্ষণ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মন্ত্রী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পেয়েছ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তদপেক্ষা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সামান্য।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অশ্লীলতা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ভাববে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কাঠগড়ায়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দায়িত্বশীল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পরায়ণ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 w:rsidRPr="00E96184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বাক্যটি</w:t>
      </w:r>
      <w:r>
        <w:rPr>
          <w:cs/>
          <w:lang w:bidi="bn-BD"/>
        </w:rPr>
        <w:t xml:space="preserve"> </w:t>
      </w:r>
      <w:r w:rsidRPr="00E96184">
        <w:rPr>
          <w:rStyle w:val="libAlaemChar"/>
        </w:rPr>
        <w:t>“</w:t>
      </w:r>
      <w:r w:rsidRPr="002149D2">
        <w:rPr>
          <w:rStyle w:val="libLineChar"/>
          <w:rFonts w:eastAsia="Calibri" w:hint="cs"/>
          <w:cs/>
          <w:lang w:bidi="bn-IN"/>
        </w:rPr>
        <w:t>নিজেকে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এমনভাবে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হিসাবের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কাঠগড়ায়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দাড়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করাও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যেমনভাবে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একজন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দায়িত্বশীল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ও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দায়িত্ব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পরায়ণ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ব্যক্তি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হিসাব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করে</w:t>
      </w:r>
      <w:r w:rsidRPr="002149D2">
        <w:rPr>
          <w:rStyle w:val="libLineChar"/>
          <w:rFonts w:eastAsia="Calibri"/>
          <w:rtl/>
          <w:cs/>
        </w:rPr>
        <w:t xml:space="preserve"> </w:t>
      </w:r>
      <w:r w:rsidRPr="002149D2">
        <w:rPr>
          <w:rStyle w:val="libLineChar"/>
          <w:rFonts w:eastAsia="Calibri" w:hint="cs"/>
          <w:cs/>
          <w:lang w:bidi="bn-IN"/>
        </w:rPr>
        <w:t>থাকে</w:t>
      </w:r>
      <w:r w:rsidRPr="002149D2">
        <w:rPr>
          <w:rStyle w:val="libLineChar"/>
          <w:rFonts w:eastAsia="Calibri" w:hint="eastAsia"/>
        </w:rPr>
        <w:t>”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বৃহৎ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কুপ্রবৃত্তি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জয়লাভ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ছোট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মূল্যহীন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অবলম্বনের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নফসে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আম্মারা।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বুঝাতে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যাহরীকে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অবহিত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খেয়াল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বিচ্যূত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উপরে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সাফবানের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কথোপকথন।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সাফবান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সপ্তম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</w:p>
    <w:p w:rsidR="00395970" w:rsidRDefault="00395970" w:rsidP="006245FF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কাশশী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লিখিত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সাফবানের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কথোপকথনটি</w:t>
      </w:r>
      <w:r>
        <w:rPr>
          <w:cs/>
          <w:lang w:bidi="bn-BD"/>
        </w:rPr>
        <w:t xml:space="preserve"> </w:t>
      </w:r>
      <w:r w:rsidR="006245FF">
        <w:rPr>
          <w:lang w:bidi="bn-BD"/>
        </w:rPr>
        <w:t>নিম্ন</w:t>
      </w:r>
      <w:r>
        <w:rPr>
          <w:rFonts w:hint="cs"/>
          <w:cs/>
          <w:lang w:bidi="bn-BD"/>
        </w:rPr>
        <w:t>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>-</w:t>
      </w:r>
    </w:p>
    <w:p w:rsidR="00395970" w:rsidRDefault="00395970" w:rsidP="002149D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সাফবান</w:t>
      </w:r>
      <w:r>
        <w:rPr>
          <w:cs/>
          <w:lang w:bidi="bn-BD"/>
        </w:rPr>
        <w:t xml:space="preserve"> !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সাফবান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উৎসর্গিত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উটগুলোকে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হারুনুর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রশিদকে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দাও।</w:t>
      </w:r>
    </w:p>
    <w:p w:rsidR="00395970" w:rsidRDefault="00395970" w:rsidP="002149D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সাফবান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কসম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উটগুলোকে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হারাম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বাতিল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</w:t>
      </w:r>
      <w:r w:rsidR="00385453">
        <w:rPr>
          <w:rFonts w:hint="cs"/>
          <w:cs/>
          <w:lang w:bidi="bn-BD"/>
        </w:rPr>
        <w:t>ণ্ড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আরাম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আয়াশের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মক্কার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অতিক্রম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যাইনা।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গোলামদেরকে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পাঠাই।</w:t>
      </w:r>
    </w:p>
    <w:p w:rsidR="00395970" w:rsidRDefault="00395970" w:rsidP="002149D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সাফবান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পরিশোধের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শর্তসাপেক্ষ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সাফবান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হ্যাঁ।</w:t>
      </w:r>
    </w:p>
    <w:p w:rsidR="00395970" w:rsidRDefault="00395970" w:rsidP="002149D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আসুক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ভাড়ার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টাকা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পৌছে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সাফবান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হ্যাঁ।</w:t>
      </w:r>
    </w:p>
    <w:p w:rsidR="00395970" w:rsidRDefault="00395970" w:rsidP="002149D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জাহান্নামের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আগুনে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395970" w:rsidRDefault="00395970" w:rsidP="002149D2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সাফবান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উটগুলোকে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একবারে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বিক্রি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দিলাম।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হ্যাঁ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বেঁচে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পরিগণিত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পরিষ্কার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নিয়মিত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জালিমদেরকে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স্বীকৃতি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কর্মকান্ডের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অংশীদার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কথাতো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বাহুল্য।</w:t>
      </w:r>
    </w:p>
    <w:p w:rsidR="00B213C6" w:rsidRPr="00E96184" w:rsidRDefault="00B213C6" w:rsidP="00E96184">
      <w:r>
        <w:rPr>
          <w:lang w:bidi="bn-BD"/>
        </w:rPr>
        <w:br w:type="page"/>
      </w:r>
    </w:p>
    <w:p w:rsidR="00395970" w:rsidRDefault="00395970" w:rsidP="00B213C6">
      <w:pPr>
        <w:pStyle w:val="Heading2"/>
        <w:rPr>
          <w:lang w:bidi="bn-BD"/>
        </w:rPr>
      </w:pPr>
      <w:bookmarkStart w:id="43" w:name="_Toc398585180"/>
      <w:r>
        <w:rPr>
          <w:rFonts w:hint="cs"/>
          <w:cs/>
          <w:lang w:bidi="bn-BD"/>
        </w:rPr>
        <w:lastRenderedPageBreak/>
        <w:t>৪০।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শাসকদের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শাসনতন্ত্রে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নেয়ার</w:t>
      </w:r>
      <w:r w:rsidR="00B213C6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</w:t>
      </w:r>
      <w:r w:rsidR="002A002B">
        <w:rPr>
          <w:cs/>
          <w:lang w:bidi="bn-BD"/>
        </w:rPr>
        <w:t xml:space="preserve"> :</w:t>
      </w:r>
      <w:bookmarkEnd w:id="43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পৃষ্ঠাগুলোতে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খোরমার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সহযোগিতা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শাসনতন্ত্রে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গ্রহণকারীর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অবস্থাতো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বাহুল্য।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তদুপরি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গড়ার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ভূমিকা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সুষ্পষ্টতর।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বলেছেন</w:t>
      </w:r>
      <w:r>
        <w:rPr>
          <w:cs/>
          <w:lang w:bidi="bn-BD"/>
        </w:rPr>
        <w:t xml:space="preserve">- </w:t>
      </w:r>
    </w:p>
    <w:p w:rsidR="00395970" w:rsidRDefault="00395970" w:rsidP="00B213C6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জালিমদের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শাসনতন্ত্র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বাতিলকে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অশ্লীলতা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কারণ।</w:t>
      </w:r>
      <w:r w:rsidRPr="00E96184">
        <w:rPr>
          <w:rStyle w:val="libAlaemChar"/>
          <w:rFonts w:hint="eastAsia"/>
        </w:rPr>
        <w:t>”</w:t>
      </w:r>
      <w:r w:rsidR="00B213C6" w:rsidRPr="00B213C6">
        <w:rPr>
          <w:rStyle w:val="libFootnotenumChar"/>
          <w:cs/>
          <w:lang w:bidi="bn-IN"/>
        </w:rPr>
        <w:t>৯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জায়েয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শাসনতন্ত্র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মূমিনদের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সৎকাজের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অসৎকাজে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নিষেধ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সুগম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জায়েয।</w:t>
      </w:r>
    </w:p>
    <w:p w:rsidR="0087633D" w:rsidRDefault="00395970" w:rsidP="00395970">
      <w:pPr>
        <w:pStyle w:val="libNormal"/>
        <w:rPr>
          <w:rStyle w:val="libFootnotenumChar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প্রসংগে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পদাধিকারীদের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আহবাযের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আব্দুল্লাহ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নাজ্জাশীর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চিঠি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ওয়াসায়েলুশশিয়া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মরহুম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হোররি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কিতাবুল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বেঈ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৭৭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অধ্যায়ে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চিঠিটি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 w:rsidRPr="0087633D">
        <w:rPr>
          <w:rStyle w:val="libFootnotenumChar"/>
          <w:rFonts w:hint="cs"/>
          <w:cs/>
          <w:lang w:bidi="bn-IN"/>
        </w:rPr>
        <w:t>১</w:t>
      </w:r>
      <w:r w:rsidR="0087633D" w:rsidRPr="0087633D">
        <w:rPr>
          <w:rStyle w:val="libFootnotenumChar"/>
          <w:cs/>
          <w:lang w:bidi="bn-IN"/>
        </w:rPr>
        <w:t>০</w:t>
      </w:r>
    </w:p>
    <w:p w:rsidR="0087633D" w:rsidRDefault="0087633D" w:rsidP="00E96184">
      <w:pPr>
        <w:rPr>
          <w:rStyle w:val="libFootnotenumChar"/>
          <w:rFonts w:eastAsia="Calibri"/>
        </w:rPr>
      </w:pPr>
      <w:r>
        <w:rPr>
          <w:rStyle w:val="libFootnotenumChar"/>
        </w:rPr>
        <w:br w:type="page"/>
      </w:r>
    </w:p>
    <w:p w:rsidR="00395970" w:rsidRDefault="00395970" w:rsidP="0087633D">
      <w:pPr>
        <w:pStyle w:val="Heading2"/>
        <w:rPr>
          <w:lang w:bidi="bn-BD"/>
        </w:rPr>
      </w:pPr>
      <w:bookmarkStart w:id="44" w:name="_Toc398585181"/>
      <w:r>
        <w:rPr>
          <w:rFonts w:hint="cs"/>
          <w:cs/>
          <w:lang w:bidi="bn-BD"/>
        </w:rPr>
        <w:lastRenderedPageBreak/>
        <w:t>৪১।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ঐক্যের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44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মাহাত্ত্ব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মুসলিম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বিদ্বেষ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</w:p>
    <w:p w:rsidR="00395970" w:rsidRDefault="00395970" w:rsidP="0087633D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আমীরুল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মূমিনীন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খলিফাদের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মহাত্মা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খেলাফতের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খেলাফত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হরণকারী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খেলাফতের</w:t>
      </w:r>
      <w:r>
        <w:rPr>
          <w:cs/>
          <w:lang w:bidi="bn-BD"/>
        </w:rPr>
        <w:t xml:space="preserve"> </w:t>
      </w:r>
      <w:r w:rsidR="0087633D" w:rsidRPr="0087633D">
        <w:rPr>
          <w:rFonts w:hint="cs"/>
          <w:cs/>
          <w:lang w:bidi="bn-BD"/>
        </w:rPr>
        <w:t>নিযুক্ত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রাহবাহ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যেদিন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সাহাবীদের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সাক্ষী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গাদীর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নিযুক্তির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শুনেছেন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নিযুক্তির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লাভজনক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কল্যাণকর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খলিফাদেরকে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বিন্দুমাত্র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কুন্ঠাবোধ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খোতবায়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সময়কালের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ইশারা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87633D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 w:rsidR="0087633D">
        <w:rPr>
          <w:cs/>
          <w:lang w:bidi="bn-BD"/>
        </w:rPr>
        <w:t>হচ্ছি</w:t>
      </w:r>
      <w:r>
        <w:rPr>
          <w:rFonts w:hint="cs"/>
          <w:cs/>
          <w:lang w:bidi="bn-BD"/>
        </w:rPr>
        <w:t>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ফাঁটল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ধ্বংসস্তুপে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পরিণত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 w:rsidRPr="00E96184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খলিফাদের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খেলাফতের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সময়কালে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পরিদৃষ্ট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খেলাফতকে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খলিফাদের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কর্মকান্ডের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নজর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অন্তরাত্মার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নিয়ন্ত্রণ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গৃহকোণে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নিরবতা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নিয়ন্ত্রণ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বিশ্বজনীন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ঐক্যের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প্রাসাদের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বিবেচনার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বুঝত।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ওমর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খাত্তাব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বলতেন</w:t>
      </w:r>
      <w:r>
        <w:rPr>
          <w:cs/>
          <w:lang w:bidi="bn-BD"/>
        </w:rPr>
        <w:t xml:space="preserve">- </w:t>
      </w:r>
    </w:p>
    <w:p w:rsidR="00395970" w:rsidRDefault="00395970" w:rsidP="0087633D">
      <w:pPr>
        <w:pStyle w:val="libLine"/>
        <w:rPr>
          <w:lang w:bidi="bn-BD"/>
        </w:rPr>
      </w:pPr>
      <w:proofErr w:type="gramStart"/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proofErr w:type="gramEnd"/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দেননি।</w:t>
      </w:r>
      <w:r w:rsidRPr="00E96184">
        <w:rPr>
          <w:rStyle w:val="libAlaemChar"/>
          <w:rFonts w:hint="eastAsia"/>
        </w:rPr>
        <w:t>”</w:t>
      </w:r>
      <w:r>
        <w:rPr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বলতেন</w:t>
      </w:r>
      <w:r>
        <w:rPr>
          <w:cs/>
          <w:lang w:bidi="bn-BD"/>
        </w:rPr>
        <w:t xml:space="preserve">- </w:t>
      </w:r>
    </w:p>
    <w:p w:rsidR="00395970" w:rsidRDefault="00395970" w:rsidP="0087633D">
      <w:pPr>
        <w:pStyle w:val="libCenter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ওমর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যেত।</w:t>
      </w:r>
      <w:r w:rsidRPr="00E96184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মোয়াবিয়ার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চুক্তি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যুদ্ধের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পীড়াপিড়ি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বিলুপ্ত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চিরতরে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যুদ্ধের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প্রাধান্য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কুখ্যাত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বিদ্বেষ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পোষণকারী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মোয়াবিয়ার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চুক্তির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হাশেমও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উন্মুক্ত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তরবারী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খিমা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খিমায়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নারাজ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বৃহত্তর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শ্রেয়।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হুসাইনের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হাসানের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ব্যতিক্রম।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আন্দোলন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উমাইয়্যার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যাচ্ছে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কুকর্মগুলো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ফেলবে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মাহাত্ত্বকে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ফেলবে।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উমাইয়্যার</w:t>
      </w:r>
      <w:r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জুলুম</w:t>
      </w:r>
      <w:r w:rsidRPr="008A48C8">
        <w:rPr>
          <w:cs/>
          <w:lang w:bidi="bn-BD"/>
        </w:rPr>
        <w:t>-</w:t>
      </w:r>
      <w:r w:rsidRPr="008A48C8">
        <w:rPr>
          <w:rFonts w:hint="cs"/>
          <w:cs/>
          <w:lang w:bidi="bn-BD"/>
        </w:rPr>
        <w:t>অত্যাচারকে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ও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শ</w:t>
      </w:r>
      <w:r w:rsidR="00BF5B93" w:rsidRPr="008A48C8">
        <w:rPr>
          <w:rFonts w:hint="cs"/>
          <w:cs/>
          <w:lang w:bidi="bn-BD"/>
        </w:rPr>
        <w:t>ত্রু</w:t>
      </w:r>
      <w:r w:rsidRPr="008A48C8">
        <w:rPr>
          <w:rFonts w:hint="cs"/>
          <w:cs/>
          <w:lang w:bidi="bn-BD"/>
        </w:rPr>
        <w:t>তাকে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ইতিহাসের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পাতায়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লেপন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করে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দিয়েছেন।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আর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তাদের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স্বরূপ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উন্মোচন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করে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দিয়েছেন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যার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ফলে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নিশ্চিতরূপেই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ঘটনা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প্রবাহ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সেদিকেই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প্রবাহিত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হয়েছিল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যেদিকে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হযরত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ইমাম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হুসাইন</w:t>
      </w:r>
      <w:r w:rsidRPr="008A48C8">
        <w:rPr>
          <w:cs/>
          <w:lang w:bidi="bn-BD"/>
        </w:rPr>
        <w:t xml:space="preserve"> </w:t>
      </w:r>
      <w:r w:rsidR="00AE651F" w:rsidRPr="008A48C8">
        <w:rPr>
          <w:cs/>
          <w:lang w:bidi="bn-BD"/>
        </w:rPr>
        <w:t>(আ.)</w:t>
      </w:r>
      <w:r w:rsidRPr="008A48C8">
        <w:rPr>
          <w:cs/>
          <w:lang w:bidi="bn-BD"/>
        </w:rPr>
        <w:t xml:space="preserve"> </w:t>
      </w:r>
      <w:r w:rsidRPr="008A48C8">
        <w:rPr>
          <w:rFonts w:hint="cs"/>
          <w:cs/>
          <w:lang w:bidi="bn-BD"/>
        </w:rPr>
        <w:t>চেয়েছিলেন।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সংগ্রাম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আন্দোলন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ইতিহাস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বাতিল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বিবেচনা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ইতিহাসের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পরিক্রমায়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হুসাইন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বিপ্লবের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প্রতিবছর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আগ্রহী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হুসাইনের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আন্দোলনের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চেতনাকে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উজ্জীবিত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জাগ্রত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হুসাইনী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আশুরাকে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হুসাইনের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বিশ্বে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মাহাত্ত্বকে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অক্ষুন্ন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আগ্রহ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জীবনালেখ্য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প্রতীয়মান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ঘোরতর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দুশমনদের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রাজত্বে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পরিবারবর্গের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লাঞ্ছনা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গঞ্ছনা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সত্বেও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কারবালার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বেদনা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বংশধর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উমাইয়্যার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স্বেচ্ছাচারী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তদুপরি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নির্জনে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মুসলিম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সেনাদের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নিরাপত্তা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ইতিপূর্বেও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দিয়েছিলাম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ছড়িয়ে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শিখিয়েছিলেন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সহীফায়ে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সাজ্জাদিয়ার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সাতাশ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নম্বর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সীমান্তরক্ষীদের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নামে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395970" w:rsidRDefault="00395970" w:rsidP="008A48C8">
      <w:pPr>
        <w:pStyle w:val="libLine"/>
        <w:rPr>
          <w:lang w:bidi="bn-BD"/>
        </w:rPr>
      </w:pPr>
      <w:proofErr w:type="gramStart"/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দূরুদ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সীমান্ত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রক্ষীদেরকে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সংখ্যায়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অস্ত্রের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মোকাবেলায়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প্রতিষ্ঠানকে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অনিষ্ঠ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ভূ</w:t>
      </w:r>
      <w:r w:rsidR="00D6338C">
        <w:rPr>
          <w:rFonts w:hint="cs"/>
          <w:cs/>
          <w:lang w:bidi="bn-BD"/>
        </w:rPr>
        <w:t>খণ্ড</w:t>
      </w:r>
      <w:r>
        <w:rPr>
          <w:rFonts w:hint="cs"/>
          <w:cs/>
          <w:lang w:bidi="bn-BD"/>
        </w:rPr>
        <w:t>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বন্ধুত্ব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আশয়কে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করুণায়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সহায়ক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অবিরামভাবে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খরচাদির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নাও।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ধৈর্য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স্থৈর্য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কৌশলের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 w:rsidRPr="00E96184">
        <w:rPr>
          <w:rStyle w:val="libAlaemChar"/>
          <w:rFonts w:hint="eastAsia"/>
        </w:rPr>
        <w:t>”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কাফেরদেরকে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অভিশাপ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থাকেন</w:t>
      </w:r>
      <w:r>
        <w:rPr>
          <w:cs/>
          <w:lang w:bidi="bn-BD"/>
        </w:rPr>
        <w:t xml:space="preserve">- </w:t>
      </w:r>
    </w:p>
    <w:p w:rsidR="00395970" w:rsidRDefault="00395970" w:rsidP="008A48C8">
      <w:pPr>
        <w:pStyle w:val="libLine"/>
        <w:rPr>
          <w:lang w:bidi="bn-BD"/>
        </w:rPr>
      </w:pPr>
      <w:proofErr w:type="gramStart"/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প্রভু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শহরগুলোকে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সৈন্যদের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>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উত্তর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বৃদ্ধি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বন্দেগী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মুখাপেক্ষীহীন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লড়াই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শান্তিমত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মশগুল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এবাদত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মস্তক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”</w:t>
      </w:r>
    </w:p>
    <w:p w:rsidR="00395970" w:rsidRDefault="00395970" w:rsidP="00F066B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সাজ্জাদ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সুদীর্ঘ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সাহিত্যমান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সমৃদ্ধ</w:t>
      </w:r>
      <w:r>
        <w:rPr>
          <w:cs/>
          <w:lang w:bidi="bn-BD"/>
        </w:rPr>
        <w:t xml:space="preserve"> </w:t>
      </w:r>
      <w:r w:rsidR="002D5978">
        <w:rPr>
          <w:rFonts w:hint="cs"/>
          <w:cs/>
          <w:lang w:bidi="bn-BD"/>
        </w:rPr>
        <w:t>শ্রু</w:t>
      </w:r>
      <w:r>
        <w:rPr>
          <w:rFonts w:hint="cs"/>
          <w:cs/>
          <w:lang w:bidi="bn-BD"/>
        </w:rPr>
        <w:t>তিমধুর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সৈন্যদের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</w:t>
      </w:r>
      <w:r w:rsidR="00F066BA">
        <w:rPr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চারিত্রিক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মূল্যবোধের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মোকাবিলা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বিষয়বস্তুতে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সংঘর্ষের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রণকৌশল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নীতি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পাশাপাশি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যুদ্ধের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নির্ভর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নীতি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সময়কালের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শাসকদের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মোকাবেলায়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এরূপই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নিষ্ঠুর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চরম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মোকাবেলা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বুঝতে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চারিত্রিক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প্রশিক্ষণদানে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কিন্ত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সমসাময়িক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আলাভী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আন্দোলন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বিপ্লবের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অনুমতি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মোতাবেক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স্পষ্ঠতঃ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পরিপন্থী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টিকিয়ে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সচেষ্ট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ওসীয়ত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395970" w:rsidRDefault="00395970" w:rsidP="008A48C8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বাদশাহদের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বাদশারা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টিকে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</w:t>
      </w:r>
      <w:proofErr w:type="gramStart"/>
      <w:r w:rsidR="00BE138C">
        <w:rPr>
          <w:lang w:bidi="bn-BD"/>
        </w:rPr>
        <w:t>;</w:t>
      </w:r>
      <w:r>
        <w:rPr>
          <w:rFonts w:hint="cs"/>
          <w:cs/>
          <w:lang w:bidi="bn-BD"/>
        </w:rPr>
        <w:t>আর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স্বেচ্ছাচারী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সংশোধন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বাদশাদের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জড়িত।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বাদশাহ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দয়ালু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 w:rsidRPr="00E96184">
        <w:rPr>
          <w:rStyle w:val="libAlaemChar"/>
          <w:rFonts w:hint="eastAsia"/>
        </w:rPr>
        <w:t>”</w:t>
      </w:r>
      <w:r w:rsidRPr="008A48C8">
        <w:rPr>
          <w:rStyle w:val="libFootnotenumChar"/>
          <w:rFonts w:hint="cs"/>
          <w:cs/>
          <w:lang w:bidi="bn-IN"/>
        </w:rPr>
        <w:t>১</w:t>
      </w:r>
      <w:r w:rsidR="008A48C8" w:rsidRPr="008A48C8">
        <w:rPr>
          <w:rStyle w:val="libFootnotenumChar"/>
          <w:cs/>
          <w:lang w:bidi="bn-IN"/>
        </w:rPr>
        <w:t>১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বাদশাহদের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সুস্থতা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ইদানিং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লেখক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খিয়ানত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লেখায়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শিয়াদেরকে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ধ্বংসাত্মক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খেয়ানত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লেখকরা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r>
        <w:rPr>
          <w:lang w:bidi="bn-BD"/>
        </w:rPr>
        <w:t xml:space="preserve">? </w:t>
      </w:r>
    </w:p>
    <w:p w:rsidR="00395970" w:rsidRDefault="00395970" w:rsidP="001D0338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এটাই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মাত্রই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নৈতিকতার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স্বেচ্ছাচারী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অন্যায়কারী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পাপচারীর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 w:rsidR="00BE138C">
        <w:rPr>
          <w:lang w:bidi="bn-BD"/>
        </w:rPr>
        <w:t>;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অত্যাচারীদেরকে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কর্মে</w:t>
      </w:r>
      <w:r>
        <w:rPr>
          <w:cs/>
          <w:lang w:bidi="bn-BD"/>
        </w:rPr>
        <w:t xml:space="preserve">) </w:t>
      </w:r>
      <w:r w:rsidR="008A48C8">
        <w:rPr>
          <w:rFonts w:hint="cs"/>
          <w:cs/>
          <w:lang w:bidi="bn-BD"/>
        </w:rPr>
        <w:t>সহযো</w:t>
      </w:r>
      <w:r>
        <w:rPr>
          <w:rFonts w:hint="cs"/>
          <w:cs/>
          <w:lang w:bidi="bn-BD"/>
        </w:rPr>
        <w:t>গিতা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ঘৃণা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নিন্দার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তাকায়</w:t>
      </w:r>
      <w:r w:rsidR="00BE138C">
        <w:rPr>
          <w:lang w:bidi="bn-BD"/>
        </w:rPr>
        <w:t>;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বংশপরম্পরায়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কৌশল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অবলম্বন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শিয়াদেরকে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ষড়যন্ত্রকারী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প্রতারক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কৌশল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চলছে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বিরুদ্ধে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বিদ্রোহ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বদনাম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গোপনে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কোনভাবেই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মুসলিম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জনগণকে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গাফেল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করাটা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সমীচীন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মাযহাব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 w:rsidR="001D0338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শিখেছে।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কিতাবসমূহ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নবুওয়াতকে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সম্পদ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মালিকানা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রক্ত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ইজ্জত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জবরদখলের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নিরাপদ।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ভোগ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অনুমতি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সম্পূর্ণরূপে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সংরক্ষণ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</w:p>
    <w:p w:rsidR="001D0338" w:rsidRPr="00E96184" w:rsidRDefault="001D0338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1D0338">
      <w:pPr>
        <w:pStyle w:val="Heading2"/>
        <w:rPr>
          <w:lang w:bidi="bn-BD"/>
        </w:rPr>
      </w:pPr>
      <w:bookmarkStart w:id="45" w:name="_Toc398585182"/>
      <w:r>
        <w:rPr>
          <w:rFonts w:hint="cs"/>
          <w:cs/>
          <w:lang w:bidi="bn-BD"/>
        </w:rPr>
        <w:lastRenderedPageBreak/>
        <w:t>৪২।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45"/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শ্রেণী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বৈষম্য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স্তরের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পার্থক্য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সত্ত্বেও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সুন্দরতম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পারস্পরিক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ঘৃণিত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উদাসীনতা।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ন্যূনতম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বাইতের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প্রকৃতই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যুগের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সমস্যাসংকুল</w:t>
      </w:r>
      <w:r w:rsidR="00BE138C">
        <w:rPr>
          <w:lang w:bidi="bn-BD"/>
        </w:rPr>
        <w:t>;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পরস্পরের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সীমালংঘন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চুরি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মিথ্যা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পরনিন্দা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অপবাদ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লংঘন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হ্যাঁ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জুলুম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মুসলমানরাও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স্বাধীন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প্রাধান্য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সহকারে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সৌহার্দ্য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বজায়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সভ্যতা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প্রাক্তন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দার্শনিকদের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বিচারালয়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কারাগার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শাস্তির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অত্যাচারী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স্বেচ্ছাচারীর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মস্তকাবনত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তাগুতের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ক্রীড়ানক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সাম্য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সততা।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স্বর্গের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শান্তির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নীড়ে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পরিণত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আরেকটি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সংযুক্ত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নিয়ম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অভিধানে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আদালত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কথাটির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আদালত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বিধানের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প্রয়োজনীয়তাই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আদালত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অভিধানটি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ব্যবহারের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নীতিই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নিরাপত্তা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সুখের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আদালত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আইনের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আশ্রয়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সৌহার্দ্য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পিতা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পুত্র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পাওয়াকে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সানন্দে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স্পষ্টতঃই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এমতাবস্থায়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সংকট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সমাধান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আদালত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ন্যায়নীতি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কার্যকর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সামাজিক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ফেতরাতগতভাবে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সৃষ্টিগত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হৃদয়গ্রাহী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আকৃষ্ট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ঝোঁক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 w:rsidR="001D0338"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পাওয়াকে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বস্তুতে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ইচ্ছা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ঝোঁকের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প্রাধান্য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ভাল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ন্যায়পরায়ণতা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এমতাবস্থায়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অপেক্ষাকৃত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প্রবণতার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ন্যায়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অন্যের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অপেক্ষাকৃত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প্রবণতাকে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অগ্রাহ্য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</w:p>
    <w:p w:rsidR="00395970" w:rsidRDefault="00395970" w:rsidP="001D0338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অর্থাৎ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অতিবস্তুগত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</w:t>
      </w:r>
      <w:r w:rsidR="002A002B">
        <w:rPr>
          <w:rFonts w:hint="eastAsia"/>
          <w:cs/>
          <w:lang w:bidi="bn-BD"/>
        </w:rPr>
        <w:t>স্তু</w:t>
      </w:r>
      <w:r>
        <w:rPr>
          <w:rFonts w:hint="cs"/>
          <w:cs/>
          <w:lang w:bidi="bn-BD"/>
        </w:rPr>
        <w:t>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অগ্রাহ্য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কেবলমাত্র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আদালত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শ্রেষ্ঠকে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উপলব্ধি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মানুষ</w:t>
      </w:r>
      <w:r w:rsidR="001D0338">
        <w:rPr>
          <w:cs/>
          <w:lang w:bidi="bn-BD"/>
        </w:rPr>
        <w:t>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আত্মিক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সমঝোতার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মুখাপেক্ষী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অপরাপর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প্রতিষ্ঠা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ভালবাসা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ন্যায়পরায়ণতার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দখল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শাসনতন্ত্রে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ন্যায়পরায়ণতার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প্রয়োজনীয়তা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উপরোক্ত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বিষয়বস্তু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সিদ্ধান্তে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ভ্রাতৃত্ববোধের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জরুরী।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সর্বপ্রথমেই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শক্তিশালী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চাহিদা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কুপ্রবৃত্তির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বশবর্তী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অভ্যন্তরে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আদালত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দৃঢ়করণ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মূল্যবোধ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নামটিই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অবশিষ্ট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পতাকাতল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বহিষ্কার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অধিকাংশ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নফসের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চাহিদা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মনুষত্বের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হৃদয়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উপলব্ধি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ন্যায়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নীতির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কেন্দ্রীভূত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সুসজ্জিত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নফসের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চাহিদা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বেরিয়ে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ভ্রাতৃত্ববোধ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সংরক্ষণ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শিক্ষার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মোয়াল্লা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খুনাইসের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জবাবে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ইঙ্গিত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মোয়াল্লাবিন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খুনাইস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ইমামকে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বুঝে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ক্ষমতার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অতিরিক্ত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তদানুসারে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1D0338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মোয়াল্লা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খুনাইস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জিজ্ঞাসা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করলাম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lang w:bidi="bn-BD"/>
        </w:rPr>
        <w:t xml:space="preserve">? </w:t>
      </w:r>
    </w:p>
    <w:p w:rsidR="00395970" w:rsidRDefault="00395970" w:rsidP="00C5159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৭টি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প্রত্যেকটিই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বেলায়াত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বহিষ্কৃত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দয়াই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মোয়াল্লা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কী</w:t>
      </w:r>
      <w:r>
        <w:rPr>
          <w:lang w:bidi="bn-BD"/>
        </w:rPr>
        <w:t>?</w:t>
      </w:r>
    </w:p>
    <w:p w:rsidR="00395970" w:rsidRDefault="00395970" w:rsidP="00C5159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মোয়াল্লা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মোয়াল্লা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আশাকরি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সফল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সাতটি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বললেন</w:t>
      </w:r>
      <w:r>
        <w:rPr>
          <w:cs/>
          <w:lang w:bidi="bn-BD"/>
        </w:rPr>
        <w:t xml:space="preserve">- </w:t>
      </w:r>
    </w:p>
    <w:p w:rsidR="00395970" w:rsidRDefault="00395970" w:rsidP="0076191A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এদের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সহজ।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 w:rsidRPr="00E96184">
        <w:rPr>
          <w:rStyle w:val="libAlaemChar"/>
          <w:rFonts w:hint="eastAsia"/>
        </w:rPr>
        <w:t>”</w:t>
      </w:r>
    </w:p>
    <w:p w:rsidR="00395970" w:rsidRDefault="00395970" w:rsidP="0076191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সহজতম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মুসলমানিত্বের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কালিমা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</w:t>
      </w:r>
      <w:r w:rsidR="0076191A">
        <w:rPr>
          <w:cs/>
          <w:lang w:bidi="bn-BD"/>
        </w:rPr>
        <w:t>ড়ু</w:t>
      </w:r>
      <w:r>
        <w:rPr>
          <w:rFonts w:hint="cs"/>
          <w:cs/>
          <w:lang w:bidi="bn-BD"/>
        </w:rPr>
        <w:t>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সহজ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হুকুমটিই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পশ্চাৎপদতার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পশ্চাৎপদতার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দায়ভার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দাবী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সরলতম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পালন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Pr="00F44004" w:rsidRDefault="00395970" w:rsidP="00395970">
      <w:pPr>
        <w:pStyle w:val="libNormal"/>
      </w:pPr>
      <w:r>
        <w:rPr>
          <w:rFonts w:hint="cs"/>
          <w:cs/>
          <w:lang w:bidi="bn-BD"/>
        </w:rPr>
        <w:lastRenderedPageBreak/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ঐতিহাসিক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ব্যাখ্যা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আবিষ্কার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দুর্বলতাকে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চিহ্নিত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কর্তৃক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সাতটি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অধিকারের</w:t>
      </w:r>
      <w:r>
        <w:rPr>
          <w:cs/>
          <w:lang w:bidi="bn-BD"/>
        </w:rPr>
        <w:t xml:space="preserve"> </w:t>
      </w:r>
      <w:r w:rsidRPr="00F44004">
        <w:rPr>
          <w:rFonts w:hint="cs"/>
          <w:cs/>
        </w:rPr>
        <w:t>কথা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এ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পুস্তিকায়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উল্লেখ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করা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প্রয়োজন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মনে</w:t>
      </w:r>
      <w:r w:rsidRPr="00F44004">
        <w:rPr>
          <w:cs/>
        </w:rPr>
        <w:t xml:space="preserve"> </w:t>
      </w:r>
      <w:r w:rsidRPr="00F44004">
        <w:rPr>
          <w:rFonts w:hint="cs"/>
          <w:cs/>
        </w:rPr>
        <w:t>করছি।</w:t>
      </w:r>
    </w:p>
    <w:p w:rsidR="00395970" w:rsidRDefault="00395970" w:rsidP="0076191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১</w:t>
      </w:r>
      <w:r>
        <w:rPr>
          <w:cs/>
          <w:lang w:bidi="bn-BD"/>
        </w:rPr>
        <w:t>)</w:t>
      </w:r>
      <w:r w:rsidR="0076191A">
        <w:rPr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২</w:t>
      </w:r>
      <w:r w:rsidR="0076191A">
        <w:rPr>
          <w:cs/>
          <w:lang w:bidi="bn-BD"/>
        </w:rPr>
        <w:t>)</w:t>
      </w:r>
      <w:r w:rsidR="0076191A">
        <w:rPr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ক্রোধান্বিত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হুকুমের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আনুগত্য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অবশ্য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অনৈসলামিক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৩</w:t>
      </w:r>
      <w:r w:rsidR="0076191A">
        <w:rPr>
          <w:cs/>
          <w:lang w:bidi="bn-BD"/>
        </w:rPr>
        <w:t>)</w:t>
      </w:r>
      <w:r w:rsidR="0076191A">
        <w:rPr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মাল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হস্তপদ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৪</w:t>
      </w:r>
      <w:r w:rsidR="0076191A">
        <w:rPr>
          <w:cs/>
          <w:lang w:bidi="bn-BD"/>
        </w:rPr>
        <w:t>)</w:t>
      </w:r>
      <w:r w:rsidR="0076191A">
        <w:rPr>
          <w:lang w:bidi="bn-BD"/>
        </w:rPr>
        <w:t xml:space="preserve"> </w:t>
      </w:r>
      <w:r>
        <w:rPr>
          <w:rFonts w:hint="cs"/>
          <w:cs/>
          <w:lang w:bidi="bn-BD"/>
        </w:rPr>
        <w:t>দেখার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চোখ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চলার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পথনির্দেশক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৫</w:t>
      </w:r>
      <w:r w:rsidR="0076191A">
        <w:rPr>
          <w:cs/>
          <w:lang w:bidi="bn-BD"/>
        </w:rPr>
        <w:t>)</w:t>
      </w:r>
      <w:r w:rsidR="0076191A">
        <w:rPr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অভূক্ত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উদরপূর্তি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তৃষ্ণার্ত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তৃষ্ণা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নিবারণ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উলঙ্গ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পোশাকে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সজ্জিত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৬</w:t>
      </w:r>
      <w:r w:rsidR="0076191A">
        <w:rPr>
          <w:cs/>
          <w:lang w:bidi="bn-BD"/>
        </w:rPr>
        <w:t>)</w:t>
      </w:r>
      <w:r w:rsidR="0076191A">
        <w:rPr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খাদেম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খাদেম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খাদেমকে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পোষাক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ধুতে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খাবার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রান্না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দস্তর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মেলতে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৭</w:t>
      </w:r>
      <w:r w:rsidR="0076191A">
        <w:rPr>
          <w:cs/>
          <w:lang w:bidi="bn-BD"/>
        </w:rPr>
        <w:t>)</w:t>
      </w:r>
      <w:r w:rsidR="0076191A">
        <w:rPr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শপথ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শপথের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বাধ্যবাধকতা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নিমন্ত্রণ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অসুস্থতার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সাক্ষাৎ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সমাধানে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উদ্যোগী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দ্রুত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সচেষ্ট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- </w:t>
      </w:r>
    </w:p>
    <w:p w:rsidR="00395970" w:rsidRDefault="00395970" w:rsidP="0076191A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রক্ষা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রজ্জুকে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ভালবাসার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রজ্জুর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বন্ধন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দিলে।</w:t>
      </w:r>
      <w:r w:rsidRPr="00E96184">
        <w:rPr>
          <w:rStyle w:val="libAlaemChar"/>
          <w:rFonts w:hint="eastAsia"/>
        </w:rPr>
        <w:t>”</w:t>
      </w:r>
      <w:r w:rsidRPr="0076191A">
        <w:rPr>
          <w:rStyle w:val="libFootnotenumChar"/>
          <w:rFonts w:hint="cs"/>
          <w:cs/>
          <w:lang w:bidi="bn-IN"/>
        </w:rPr>
        <w:t>১</w:t>
      </w:r>
      <w:r w:rsidR="0076191A" w:rsidRPr="0076191A">
        <w:rPr>
          <w:rStyle w:val="libFootnotenumChar"/>
          <w:cs/>
          <w:lang w:bidi="bn-IN"/>
        </w:rPr>
        <w:t>২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ইমামগণের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সমূহে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বিষয়ব</w:t>
      </w:r>
      <w:r w:rsidR="002A002B">
        <w:rPr>
          <w:rFonts w:hint="eastAsia"/>
          <w:cs/>
          <w:lang w:bidi="bn-BD"/>
        </w:rPr>
        <w:t>স্তু</w:t>
      </w:r>
      <w:r>
        <w:rPr>
          <w:rFonts w:hint="cs"/>
          <w:cs/>
          <w:lang w:bidi="bn-BD"/>
        </w:rPr>
        <w:t>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ঘটে।</w:t>
      </w:r>
    </w:p>
    <w:p w:rsidR="00395970" w:rsidRDefault="00395970" w:rsidP="0076191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দৃষ্টিকোণ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কঠোরভাবে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বিরোধীদের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সমালোচনা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ইমানগণ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মোয়াবিয়াহ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ওহাবের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করছি।</w:t>
      </w:r>
      <w:r>
        <w:rPr>
          <w:cs/>
          <w:lang w:bidi="bn-BD"/>
        </w:rPr>
        <w:t xml:space="preserve"> </w:t>
      </w:r>
      <w:r w:rsidRPr="0076191A">
        <w:rPr>
          <w:rStyle w:val="libFootnotenumChar"/>
          <w:rFonts w:hint="cs"/>
          <w:cs/>
          <w:lang w:bidi="bn-IN"/>
        </w:rPr>
        <w:t>১</w:t>
      </w:r>
      <w:r w:rsidR="0076191A" w:rsidRPr="0076191A">
        <w:rPr>
          <w:rStyle w:val="libFootnotenumChar"/>
          <w:cs/>
          <w:lang w:bidi="bn-IN"/>
        </w:rPr>
        <w:t>৩</w:t>
      </w:r>
    </w:p>
    <w:p w:rsidR="00395970" w:rsidRDefault="00395970" w:rsidP="0076191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সবিনয়ে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বললাম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জীবনযাপন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আচরণ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lang w:bidi="bn-BD"/>
        </w:rPr>
        <w:t>?</w:t>
      </w:r>
    </w:p>
    <w:p w:rsidR="00395970" w:rsidRDefault="00395970" w:rsidP="0076191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অসুস্থজনকে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অংশগ্রহণ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সাক্ষী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আমানতের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খিয়ানত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ভ্রাতৃত্বের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উর্ধে।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>-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শীয়ার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সংজ্ঞা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অধ্যায়ে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উদাহরণ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স্বরূপ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তুগলাব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সাহাবীর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কথোপকথন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উল্লেখ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গৃহের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তাওয়াফরত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ছিলাম।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শীয়া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এমতাবস্থায়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বললেন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আবান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হ্যাঁ।</w:t>
      </w:r>
    </w:p>
    <w:p w:rsidR="00395970" w:rsidRDefault="00395970" w:rsidP="0076191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তাওয়াফ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মিটিয়ে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আবান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তাওয়াফ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ওয়াজীব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হ্যাঁ।</w:t>
      </w:r>
    </w:p>
    <w:p w:rsidR="00395970" w:rsidRDefault="00395970" w:rsidP="0076191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আবান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গেলাম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সমাধা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এলাম।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মূমিনের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করলাম।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পুনরাবৃত্তি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প্রশ্নটি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দ্বিতীয়বার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করলাম।</w:t>
      </w:r>
    </w:p>
    <w:p w:rsidR="00395970" w:rsidRDefault="00395970" w:rsidP="0076191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বললেন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সম্পদ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ভাগাভাগি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তাকালেন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শুনার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চেহারায়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লক্ষ্য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বললেন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জান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ত্যাগকারীদেরকে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lang w:bidi="bn-BD"/>
        </w:rPr>
        <w:t>?</w:t>
      </w:r>
      <w:r w:rsidRPr="0076191A">
        <w:rPr>
          <w:rStyle w:val="libFootnotenumChar"/>
          <w:rFonts w:hint="cs"/>
          <w:cs/>
          <w:lang w:bidi="bn-IN"/>
        </w:rPr>
        <w:t>১</w:t>
      </w:r>
      <w:r w:rsidR="0076191A" w:rsidRPr="0076191A">
        <w:rPr>
          <w:rStyle w:val="libFootnotenumChar"/>
          <w:cs/>
          <w:lang w:bidi="bn-IN"/>
        </w:rPr>
        <w:t>৪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আবান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হ্যাঁ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জানি।</w:t>
      </w:r>
    </w:p>
    <w:p w:rsidR="00395970" w:rsidRDefault="00395970" w:rsidP="0076191A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 w:rsidR="002A002B">
        <w:rPr>
          <w:cs/>
          <w:lang w:bidi="bn-BD"/>
        </w:rPr>
        <w:t xml:space="preserve"> :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আধাআধি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করলেও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ত্যাগকারীর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পৌঁছতে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ত্যাগীর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সম্পদের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অর্ধেকটাও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কতটা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লজ্জাকর</w:t>
      </w:r>
      <w:r w:rsidR="00BE138C">
        <w:rPr>
          <w:lang w:bidi="bn-BD"/>
        </w:rPr>
        <w:t>;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 w:rsidR="0083396A">
        <w:rPr>
          <w:lang w:bidi="bn-BD"/>
        </w:rPr>
        <w:t>মু</w:t>
      </w:r>
      <w:r>
        <w:rPr>
          <w:rFonts w:hint="cs"/>
          <w:cs/>
          <w:lang w:bidi="bn-BD"/>
        </w:rPr>
        <w:t>মিন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সমীচীন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ইমামগণ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(আ.)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কোথায়।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হ্যাঁ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মালামাল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ভাগ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হয়েছিল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যাবো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শ্রোতা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কখনোই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দায়িত্বশীল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হিসাবরক্ষকের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বিচার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বিবেচনাই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</w:p>
    <w:p w:rsidR="001A7EF3" w:rsidRPr="00E96184" w:rsidRDefault="001A7EF3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1A7EF3">
      <w:pPr>
        <w:pStyle w:val="libCenterBold1"/>
        <w:rPr>
          <w:lang w:bidi="bn-BD"/>
        </w:rPr>
      </w:pPr>
      <w:r>
        <w:rPr>
          <w:rFonts w:hint="cs"/>
          <w:cs/>
          <w:lang w:bidi="bn-BD"/>
        </w:rPr>
        <w:lastRenderedPageBreak/>
        <w:t>পর্ব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৫</w:t>
      </w:r>
    </w:p>
    <w:p w:rsidR="00B90284" w:rsidRDefault="00B90284" w:rsidP="00B90284">
      <w:pPr>
        <w:pStyle w:val="Heading1Center"/>
      </w:pPr>
      <w:bookmarkStart w:id="46" w:name="_Toc398585184"/>
      <w:r w:rsidRPr="00B90284">
        <w:rPr>
          <w:rFonts w:hint="cs"/>
          <w:cs/>
        </w:rPr>
        <w:t>কিয়ামত</w:t>
      </w:r>
      <w:r w:rsidRPr="00B90284">
        <w:rPr>
          <w:cs/>
        </w:rPr>
        <w:t xml:space="preserve"> (</w:t>
      </w:r>
      <w:r w:rsidRPr="00B90284">
        <w:rPr>
          <w:rFonts w:hint="cs"/>
          <w:cs/>
        </w:rPr>
        <w:t>মাআদ</w:t>
      </w:r>
      <w:r w:rsidRPr="00B90284">
        <w:rPr>
          <w:cs/>
        </w:rPr>
        <w:t>)</w:t>
      </w:r>
    </w:p>
    <w:p w:rsidR="00B90284" w:rsidRDefault="00B90284" w:rsidP="001A7EF3">
      <w:pPr>
        <w:pStyle w:val="Heading2"/>
        <w:rPr>
          <w:lang w:bidi="bn-BD"/>
        </w:rPr>
      </w:pPr>
    </w:p>
    <w:p w:rsidR="00395970" w:rsidRDefault="00395970" w:rsidP="001A7EF3">
      <w:pPr>
        <w:pStyle w:val="Heading2"/>
        <w:rPr>
          <w:lang w:bidi="bn-BD"/>
        </w:rPr>
      </w:pPr>
      <w:r>
        <w:rPr>
          <w:rFonts w:hint="cs"/>
          <w:cs/>
          <w:lang w:bidi="bn-BD"/>
        </w:rPr>
        <w:t>৪৩।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মাআদ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46"/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মৃত্যুর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সৎকর্মকারীকে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পুরস্কৃত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পাপীকে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দিবেন।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খুটিনাটি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সামগ্রিকভাবে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দার্শনিকরা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একমত।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মাত্রই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অবতীর্ণ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মোহাম্মদ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রেসালাতের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নিশ্চিত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হেদায়াত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প্রচারের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প্রেরণ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r w:rsidR="00BE138C">
        <w:rPr>
          <w:lang w:bidi="bn-BD"/>
        </w:rPr>
        <w:t>;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গতান্তর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সাবাব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বেহেস্ত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নেয়ামতসমূহ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দোযখ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হাজারের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দ্বিতীয়বারের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ইংগিত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দ্বিধাদ্বন্দ্ব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প্রতীয়মান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রাসূলের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রেসালাতের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উঠে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পোষণ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</w:p>
    <w:p w:rsidR="001A7EF3" w:rsidRPr="00E96184" w:rsidRDefault="001A7EF3" w:rsidP="00E96184">
      <w:pPr>
        <w:rPr>
          <w:rtl/>
          <w:cs/>
        </w:rPr>
      </w:pPr>
      <w:r>
        <w:rPr>
          <w:cs/>
          <w:lang w:bidi="bn-BD"/>
        </w:rPr>
        <w:br w:type="page"/>
      </w:r>
    </w:p>
    <w:p w:rsidR="00395970" w:rsidRDefault="00395970" w:rsidP="001A7EF3">
      <w:pPr>
        <w:pStyle w:val="Heading2"/>
        <w:rPr>
          <w:lang w:bidi="bn-BD"/>
        </w:rPr>
      </w:pPr>
      <w:bookmarkStart w:id="47" w:name="_Toc398585185"/>
      <w:r>
        <w:rPr>
          <w:rFonts w:hint="cs"/>
          <w:cs/>
          <w:lang w:bidi="bn-BD"/>
        </w:rPr>
        <w:lastRenderedPageBreak/>
        <w:t>৪৪।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দৈহিক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 w:rsidR="002A002B">
        <w:rPr>
          <w:cs/>
          <w:lang w:bidi="bn-BD"/>
        </w:rPr>
        <w:t xml:space="preserve"> :</w:t>
      </w:r>
      <w:bookmarkEnd w:id="47"/>
    </w:p>
    <w:p w:rsidR="00395970" w:rsidRDefault="00395970" w:rsidP="00395970">
      <w:pPr>
        <w:pStyle w:val="libNormal"/>
        <w:rPr>
          <w:lang w:bidi="bn-BD"/>
        </w:rPr>
      </w:pP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শীয়ারা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পাশাপাশি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দৈহিক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স্বতঃসিদ্ধ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কোরআনের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পড়ি</w:t>
      </w:r>
      <w:r>
        <w:rPr>
          <w:cs/>
          <w:lang w:bidi="bn-BD"/>
        </w:rPr>
        <w:t xml:space="preserve">- </w:t>
      </w:r>
    </w:p>
    <w:p w:rsidR="00395970" w:rsidRDefault="00395970" w:rsidP="001A7EF3">
      <w:pPr>
        <w:pStyle w:val="libLine"/>
        <w:rPr>
          <w:lang w:bidi="bn-BD"/>
        </w:rPr>
      </w:pPr>
      <w:proofErr w:type="gramStart"/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ওহে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হাড়গুলোকে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!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আংগুলের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অগ্রভাগুলোকেও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তৈরী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সক্ষম।</w:t>
      </w:r>
      <w:r w:rsidRPr="00E96184">
        <w:rPr>
          <w:rStyle w:val="libAlaemChar"/>
          <w:rFonts w:hint="eastAsia"/>
        </w:rPr>
        <w:t>”</w:t>
      </w:r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৩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পড়ি</w:t>
      </w:r>
      <w:r>
        <w:rPr>
          <w:cs/>
          <w:lang w:bidi="bn-BD"/>
        </w:rPr>
        <w:t xml:space="preserve">- </w:t>
      </w:r>
    </w:p>
    <w:p w:rsidR="00395970" w:rsidRDefault="00395970" w:rsidP="001A7EF3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অস্বীকারকারীদের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ধারণায়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আশ্চার্যন্বিত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তব</w:t>
      </w:r>
      <w:proofErr w:type="gramEnd"/>
      <w:r>
        <w:rPr>
          <w:rFonts w:hint="cs"/>
          <w:cs/>
          <w:lang w:bidi="bn-BD"/>
        </w:rPr>
        <w:t>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আশ্চর্যজনক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মাটিতে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পরিণত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নতুনভাবে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</w:t>
      </w:r>
      <w:r>
        <w:rPr>
          <w:lang w:bidi="bn-BD"/>
        </w:rPr>
        <w:t>? (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রাদ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৫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- </w:t>
      </w:r>
    </w:p>
    <w:p w:rsidR="00395970" w:rsidRDefault="00395970" w:rsidP="001A7EF3">
      <w:pPr>
        <w:pStyle w:val="libLine"/>
        <w:rPr>
          <w:lang w:bidi="bn-BD"/>
        </w:rPr>
      </w:pPr>
      <w:proofErr w:type="gramStart"/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ওহে</w:t>
      </w:r>
      <w:r>
        <w:rPr>
          <w:cs/>
          <w:lang w:bidi="bn-BD"/>
        </w:rPr>
        <w:t>!</w:t>
      </w:r>
      <w:proofErr w:type="gramEnd"/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ছিলাম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অস্বীকারকারীরা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সন্দেহ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করে।</w:t>
      </w:r>
      <w:r w:rsidRPr="00E96184">
        <w:rPr>
          <w:rStyle w:val="libAlaemChar"/>
          <w:rFonts w:hint="eastAsia"/>
        </w:rPr>
        <w:t>”</w:t>
      </w:r>
      <w:r w:rsidR="001A7EF3">
        <w:rPr>
          <w:cs/>
          <w:lang w:bidi="bn-BD"/>
        </w:rPr>
        <w:t xml:space="preserve"> </w:t>
      </w:r>
      <w:r>
        <w:rPr>
          <w:cs/>
          <w:lang w:bidi="bn-BD"/>
        </w:rPr>
        <w:t>(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ক্বাফ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১৫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সংক্ষেপে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দৈহিক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আকৃতিতে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অবয়বে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আসবে।</w:t>
      </w:r>
    </w:p>
    <w:p w:rsidR="00395970" w:rsidRDefault="00395970" w:rsidP="001A7EF3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বিস্তারিত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জরুরী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মাআদ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এতদসংশ্লিষ্ট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হিসাব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সিরাত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মিজান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বেহেশত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দোযখ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সা</w:t>
      </w:r>
      <w:r w:rsidR="001A7EF3">
        <w:rPr>
          <w:cs/>
          <w:lang w:bidi="bn-BD"/>
        </w:rPr>
        <w:t>ওয়া</w:t>
      </w:r>
      <w:r>
        <w:rPr>
          <w:rFonts w:hint="cs"/>
          <w:cs/>
          <w:lang w:bidi="bn-BD"/>
        </w:rPr>
        <w:t>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যতটুকু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যথেষ্ট।</w:t>
      </w:r>
      <w:r>
        <w:rPr>
          <w:cs/>
          <w:lang w:bidi="bn-BD"/>
        </w:rPr>
        <w:t xml:space="preserve"> 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খুটিনাটি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পন্ডিত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চিন্তাবিদ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জ্ঞাতব্য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সূক্ষ্মভাবে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সনাক্তকরণ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ঠিক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এদেহই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ফিরে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সদৃশ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দেহ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ধ্বংস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অটুট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lastRenderedPageBreak/>
        <w:t>দিবসে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দেহের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হাশর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প্রাণীরই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হাশর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শরীরের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পর্যায়ক্রমিক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একবারেই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?</w:t>
      </w:r>
      <w:r w:rsidRPr="001A7EF3">
        <w:rPr>
          <w:rStyle w:val="libFootnotenumChar"/>
          <w:rFonts w:hint="cs"/>
          <w:cs/>
          <w:lang w:bidi="bn-IN"/>
        </w:rPr>
        <w:t>১</w:t>
      </w:r>
      <w:r w:rsidR="001A7EF3" w:rsidRPr="001A7EF3">
        <w:rPr>
          <w:rStyle w:val="libFootnotenumChar"/>
          <w:cs/>
          <w:lang w:bidi="bn-IN"/>
        </w:rPr>
        <w:t>৫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উদাহরণতঃ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বেহেশত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দোযখের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জরুরী।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বেহেশত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দোযখ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আকাশে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বেহেশত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আকাশে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দোযখ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জরুরী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</w:p>
    <w:p w:rsidR="00395970" w:rsidRDefault="00395970" w:rsidP="001A7EF3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অনুরূপভাবে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মিজানের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মিজান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অবস্তগত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নীক্তি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অন্যান্য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 w:rsidR="00724A58">
        <w:rPr>
          <w:rFonts w:hint="cs"/>
          <w:cs/>
          <w:lang w:bidi="bn-BD"/>
        </w:rPr>
        <w:t>দু</w:t>
      </w:r>
      <w:r w:rsidR="00724A58" w:rsidRPr="00E96184">
        <w:rPr>
          <w:rStyle w:val="libAlaemChar"/>
        </w:rPr>
        <w:t>’</w:t>
      </w:r>
      <w:r>
        <w:rPr>
          <w:rFonts w:hint="cs"/>
          <w:cs/>
          <w:lang w:bidi="bn-BD"/>
        </w:rPr>
        <w:t>হাতল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বিশিষ্ট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এগুলো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জরুরী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সিরাত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কোমল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সরু</w:t>
      </w:r>
      <w:r>
        <w:rPr>
          <w:cs/>
          <w:lang w:bidi="bn-BD"/>
        </w:rPr>
        <w:t xml:space="preserve"> </w:t>
      </w:r>
      <w:r w:rsidR="001A7EF3">
        <w:rPr>
          <w:rFonts w:hint="cs"/>
          <w:cs/>
          <w:lang w:bidi="bn-BD"/>
        </w:rPr>
        <w:t>বস্তু</w:t>
      </w:r>
      <w:r>
        <w:rPr>
          <w:rFonts w:hint="cs"/>
          <w:cs/>
          <w:lang w:bidi="bn-BD"/>
        </w:rPr>
        <w:t>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তরবারী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ধারালো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সরু</w:t>
      </w:r>
      <w:r>
        <w:rPr>
          <w:cs/>
          <w:lang w:bidi="bn-BD"/>
        </w:rPr>
        <w:t>)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অবস্তুগত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দৃঢ়তা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সফলতার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পথ।</w:t>
      </w:r>
      <w:r w:rsidR="001A7EF3" w:rsidRPr="001A7EF3">
        <w:rPr>
          <w:rStyle w:val="libFootnotenumChar"/>
          <w:cs/>
          <w:lang w:bidi="bn-IN"/>
        </w:rPr>
        <w:t>১৬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সংক্ষেপে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বাস্তবায়নের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খুটিনাটিগুলোতে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জরুরী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অনুভবযোগ্য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সেটিই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ইসলাম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অস্বীকারকারীদের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মোকাবিলায়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তুষ্টকারী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দলিল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প্রকৃতপক্ষে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কষ্ট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ক্লেশে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ফেলেছে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সংকুল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আলোচনায়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মশগুল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</w:p>
    <w:p w:rsidR="00395970" w:rsidRDefault="00395970" w:rsidP="0007168C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ইসলামে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নির্দেশ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কালাম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শাস্ত্রেরও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দর্শনের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ধর্মীয়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সামাজিক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রাজনৈতিক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প্রয়োজনও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কিছু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সবকিছুই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আহবান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বক্তব্যগুলোর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সবই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তার্কিকদের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উৎসারিত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ব্যতীত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উপকারিতা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নেই।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দ্বিধা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দ্বন্দ্বের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ঘটাতে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মস্তিস্কে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ভীড়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জমায়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এটুকু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যথেষ্ট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আড়ালের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পক্ষে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তাছাড়া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সর্বজ্ঞ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মহাপরাক্রমশালী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কিয়ামত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দিবস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হাশর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নশর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সত্য।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সক্ষম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অভিজ্ঞতালব্ধ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অভিজ্ঞতালব্ধ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পদ্ধতির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আওতায়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যতক্ষণ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পর্যন্ত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মৃত্যুর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ইন্দ্রিয়গ্রাহ্য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জগত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জগতে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স্থানান্তরিত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সীমাবদ্ধ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পরীক্ষা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নিরীক্ষার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স্বয়ং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প্রতিপাদন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সীমাবদ্ধ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অভিজ্ঞতার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গুরুত্বপূর্ণ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বেশীদূর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অগ্রসর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সেখানে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খুটিনাটি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কথাতো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বাহুল্য।</w:t>
      </w:r>
      <w:r>
        <w:rPr>
          <w:cs/>
          <w:lang w:bidi="bn-BD"/>
        </w:rPr>
        <w:t xml:space="preserve"> </w:t>
      </w:r>
    </w:p>
    <w:p w:rsidR="00395970" w:rsidRDefault="00395970" w:rsidP="00372245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অভিজ্ঞতায়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প্রমাণিত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প্রকৃতিগতভাবেই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অভ্যস্ত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ইন্দ্রিয়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অভিজ্ঞতার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</w:t>
      </w:r>
      <w:r w:rsidR="00372245">
        <w:rPr>
          <w:cs/>
          <w:lang w:bidi="bn-BD"/>
        </w:rPr>
        <w:t>হির্ভূ</w:t>
      </w:r>
      <w:r>
        <w:rPr>
          <w:rFonts w:hint="cs"/>
          <w:cs/>
          <w:lang w:bidi="bn-BD"/>
        </w:rPr>
        <w:t>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সেগুলোকে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আশ্চর্যজনক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হাশর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নশরের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প্রক্রিয়া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আশ্চর্যান্বিত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হাড়কে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এমনভাবে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গুড়াগুলো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বাতাসে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উড়ে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গেল।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বলল</w:t>
      </w:r>
      <w:r>
        <w:rPr>
          <w:cs/>
          <w:lang w:bidi="bn-BD"/>
        </w:rPr>
        <w:t>-</w:t>
      </w:r>
    </w:p>
    <w:p w:rsidR="00395970" w:rsidRDefault="00395970" w:rsidP="00395970">
      <w:pPr>
        <w:pStyle w:val="libNormal"/>
        <w:rPr>
          <w:lang w:bidi="bn-BD"/>
        </w:rPr>
      </w:pPr>
      <w:proofErr w:type="gramStart"/>
      <w:r w:rsidRPr="00372245">
        <w:rPr>
          <w:rStyle w:val="libLineChar"/>
          <w:rFonts w:eastAsia="Calibri" w:hint="eastAsia"/>
        </w:rPr>
        <w:t>“</w:t>
      </w:r>
      <w:r w:rsidRPr="00372245">
        <w:rPr>
          <w:rStyle w:val="libLineChar"/>
          <w:rFonts w:eastAsia="Calibri" w:hint="cs"/>
          <w:cs/>
          <w:lang w:bidi="bn-IN"/>
        </w:rPr>
        <w:t>কে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এই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গলিত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বিগলিত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হাড়গুলোকে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পুনরায়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মানুষের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মত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করে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জীবিত</w:t>
      </w:r>
      <w:r w:rsidRPr="00372245">
        <w:rPr>
          <w:rStyle w:val="libLineChar"/>
          <w:rFonts w:eastAsia="Calibri"/>
          <w:rtl/>
          <w:cs/>
        </w:rPr>
        <w:t xml:space="preserve"> </w:t>
      </w:r>
      <w:r w:rsidRPr="00372245">
        <w:rPr>
          <w:rStyle w:val="libLineChar"/>
          <w:rFonts w:eastAsia="Calibri" w:hint="cs"/>
          <w:cs/>
          <w:lang w:bidi="bn-IN"/>
        </w:rPr>
        <w:t>করবেন</w:t>
      </w:r>
      <w:r w:rsidRPr="00372245">
        <w:rPr>
          <w:rStyle w:val="libLineChar"/>
          <w:rFonts w:eastAsia="Calibri"/>
        </w:rPr>
        <w:t>?</w:t>
      </w:r>
      <w:r w:rsidRPr="00E96184">
        <w:rPr>
          <w:rStyle w:val="libAlaemChar"/>
        </w:rPr>
        <w:t>”</w:t>
      </w:r>
      <w:proofErr w:type="gramEnd"/>
      <w:r w:rsidRPr="00372245">
        <w:rPr>
          <w:rStyle w:val="libFootnotenumChar"/>
          <w:rFonts w:hint="cs"/>
          <w:cs/>
          <w:lang w:bidi="bn-IN"/>
        </w:rPr>
        <w:t>১</w:t>
      </w:r>
      <w:r w:rsidR="00372245" w:rsidRPr="00372245">
        <w:rPr>
          <w:rStyle w:val="libFootnotenumChar"/>
          <w:cs/>
          <w:lang w:bidi="bn-IN"/>
        </w:rPr>
        <w:t>৭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আশ্চর্য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দেখেনি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পঁচে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ঐ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ভুলে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গিয়েছে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নাই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অথচ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পূর্বে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আসমান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জমিনে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বিক্ষিপ্ত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ছিল।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অতঃপর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যেমনটি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</w:t>
      </w:r>
      <w:r>
        <w:rPr>
          <w:cs/>
          <w:lang w:bidi="bn-BD"/>
        </w:rPr>
        <w:t xml:space="preserve">- </w:t>
      </w:r>
    </w:p>
    <w:p w:rsidR="00395970" w:rsidRDefault="00395970" w:rsidP="00372245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আমর</w:t>
      </w:r>
      <w:proofErr w:type="gramEnd"/>
      <w:r>
        <w:rPr>
          <w:rFonts w:hint="cs"/>
          <w:cs/>
          <w:lang w:bidi="bn-BD"/>
        </w:rPr>
        <w:t>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নোতফা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শুক্রানু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করেছি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এখন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কৃতজ্ঞতা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নম্রতার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পরিবর্তে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কুদরতের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মোকাবিলায়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</w:t>
      </w:r>
      <w:r w:rsidR="00BF5B93">
        <w:rPr>
          <w:rFonts w:hint="cs"/>
          <w:cs/>
          <w:lang w:bidi="bn-BD"/>
        </w:rPr>
        <w:t>ত্রু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সাদৃশ্য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কিন্তু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প্রক্রিয়াকে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বিস্মৃত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হয়ে।</w:t>
      </w:r>
      <w:r w:rsidRPr="00E96184">
        <w:rPr>
          <w:rStyle w:val="libAlaemChar"/>
          <w:rFonts w:hint="eastAsia"/>
        </w:rPr>
        <w:t>”</w:t>
      </w:r>
      <w:r>
        <w:rPr>
          <w:lang w:bidi="bn-BD"/>
        </w:rPr>
        <w:t>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ইয়াসিন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৭৭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৭৮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আপনভোলা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উদাসীন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লোকদেরকে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- </w:t>
      </w:r>
    </w:p>
    <w:p w:rsidR="00395970" w:rsidRDefault="00395970" w:rsidP="00372245">
      <w:pPr>
        <w:pStyle w:val="libLine"/>
        <w:rPr>
          <w:lang w:bidi="bn-BD"/>
        </w:rPr>
      </w:pPr>
      <w:r w:rsidRPr="00E96184">
        <w:rPr>
          <w:rStyle w:val="libAlaemChar"/>
          <w:rFonts w:hint="eastAsia"/>
        </w:rPr>
        <w:lastRenderedPageBreak/>
        <w:t>“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প্রথমবার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মানুষকে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নাই</w:t>
      </w:r>
      <w:r w:rsidRPr="00E96184">
        <w:rPr>
          <w:rStyle w:val="libAlaemChar"/>
          <w:rFonts w:hint="eastAsia"/>
        </w:rPr>
        <w:t>’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ত</w:t>
      </w:r>
      <w:proofErr w:type="gramEnd"/>
      <w:r>
        <w:rPr>
          <w:rFonts w:hint="cs"/>
          <w:cs/>
          <w:lang w:bidi="bn-BD"/>
        </w:rPr>
        <w:t>িনিই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দ্বিতীয়বার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সম্যক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অবগত।</w:t>
      </w:r>
      <w:r w:rsidRPr="00E96184">
        <w:rPr>
          <w:rStyle w:val="libAlaemChar"/>
          <w:rFonts w:hint="eastAsia"/>
        </w:rPr>
        <w:t>”</w:t>
      </w:r>
      <w:r>
        <w:rPr>
          <w:lang w:bidi="bn-BD"/>
        </w:rPr>
        <w:t>(</w:t>
      </w:r>
      <w:r>
        <w:rPr>
          <w:rFonts w:hint="cs"/>
          <w:cs/>
          <w:lang w:bidi="bn-BD"/>
        </w:rPr>
        <w:t>সুরা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ইয়াসিন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৭৯</w:t>
      </w:r>
      <w:r>
        <w:rPr>
          <w:cs/>
          <w:lang w:bidi="bn-BD"/>
        </w:rPr>
        <w:t>)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বলব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তুমিতো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সৃষ্টিকর্তা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মহানবীর</w:t>
      </w:r>
      <w:r>
        <w:rPr>
          <w:cs/>
          <w:lang w:bidi="bn-BD"/>
        </w:rPr>
        <w:t xml:space="preserve"> </w:t>
      </w:r>
      <w:r w:rsidR="00AE651F">
        <w:rPr>
          <w:cs/>
          <w:lang w:bidi="bn-BD"/>
        </w:rPr>
        <w:t>(সা.)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রেসালাত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অপরদিকে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অনুভূতি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অপারগ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ইচছা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অনুভূতি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বুদ্ধিশুন্য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নোতফা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অস্তিত্বে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এসেছ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ইতস্ততঃ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বিক্ষিপ্ত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কনিকাগুলোর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পারস্পরিক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সমন্বয়ের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যথাযথ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পরিণত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সর্বদিক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প্রস্তুত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বুদ্ধিবিবেক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সম্পন্ন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অনুভূতিশীল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লাভ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তখন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আশ্চার্যান্বিত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মৃত্যুর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পরেও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বিগলিত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পূনরায়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যদি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তুমি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অভিজ্ঞতার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মৃতদেরকে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খোলা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তোমাকে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স্বীকার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সর্বজ্ঞ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পরাক্রমশালী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সৃষ্টিকর্তা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নিঃশেষ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বিলুপ্তি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সংবাদ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দিয়েছেন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জেনে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রাখতে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উদঘাটনের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যতই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চেষ্টা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অনুভূতি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এক্ষেত্রে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অক্ষম।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সুতরাং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পদক্ষেপই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ব্যর্থতায়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পর্যবসিত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সীমাহীন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মরুভূমিতে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পথচলার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অন্ধকারে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চোখ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খোলার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শেষোক্ত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শতাব্দীগুলোতে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অভিজ্ঞতালব্ধ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জ্ঞানে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এতটা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অগ্রগতি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অর্জন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বিদ্যুৎ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রাডার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ব্যবহার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পরমাণুকে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বিভাজন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r>
        <w:rPr>
          <w:lang w:bidi="bn-BD"/>
        </w:rPr>
        <w:t>,(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অসম্ভব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অনেকেই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উপহাস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করছে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তথাপি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বিদ্যুৎ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পরমাণুর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স্বরূপ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উদঘাটন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এমনকি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এগুলোর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একটি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বৈশিষ্ট্যকে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পরিপূর্ণরূপে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অনুধাবন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ব্যর্থ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হয়েছে।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এমতাবস্থায়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সৃষ্টি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উদঘাটন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সামর্থ্য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 xml:space="preserve">? </w:t>
      </w:r>
      <w:r>
        <w:rPr>
          <w:rFonts w:hint="cs"/>
          <w:cs/>
          <w:lang w:bidi="bn-BD"/>
        </w:rPr>
        <w:t>তদুপরি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কিয়ামত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পুনরুত্থানের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রহস্য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উদঘাটন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চায়</w:t>
      </w:r>
      <w:r>
        <w:rPr>
          <w:lang w:bidi="bn-BD"/>
        </w:rPr>
        <w:t>?</w:t>
      </w:r>
    </w:p>
    <w:p w:rsidR="00395970" w:rsidRDefault="00395970" w:rsidP="00395970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lastRenderedPageBreak/>
        <w:t>অতএব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উপরোক্ত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আলোকে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যায়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উপযুক্ত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কাজ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ইসলামের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স্থাপন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নফসের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কামনাকে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কর্মকান্ডে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মশগুল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পরকালীন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কল্যাণে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আসবে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মর্যাদা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স্থানকে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সমুন্নত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সকল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সম্পর্কে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উচিৎ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পথে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চিন্তা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উচিৎ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মৃত্যুর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পরবর্তী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জীবনে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কিরূপ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কঠিন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অবস্থার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কবর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আজাব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সর্বজ্ঞ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বিশ্বাধিপতি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সম্মুখে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উপস্থিত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হওয়ার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হিসেব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ইত্যাদি</w:t>
      </w:r>
      <w:r w:rsidR="00BE138C">
        <w:rPr>
          <w:lang w:bidi="bn-BD"/>
        </w:rPr>
        <w:t>;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প্রস্তুত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বর্ণনায়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পবিত্র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কোরআন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</w:t>
      </w:r>
      <w:r>
        <w:rPr>
          <w:cs/>
          <w:lang w:bidi="bn-BD"/>
        </w:rPr>
        <w:t xml:space="preserve">- </w:t>
      </w:r>
    </w:p>
    <w:p w:rsidR="00395970" w:rsidRDefault="00395970" w:rsidP="00BC2938">
      <w:pPr>
        <w:pStyle w:val="libLine"/>
        <w:rPr>
          <w:lang w:bidi="bn-BD"/>
        </w:rPr>
      </w:pPr>
      <w:proofErr w:type="gramStart"/>
      <w:r w:rsidRPr="00E96184">
        <w:rPr>
          <w:rStyle w:val="libAlaemChar"/>
          <w:rFonts w:hint="eastAsia"/>
        </w:rPr>
        <w:t>“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জায়গায়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কাউকে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শাস্তি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কারো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শাফাআত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বিনিময়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গ্রহণ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জন্য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সাহায্যকারী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থাকবে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না।</w:t>
      </w:r>
      <w:r>
        <w:rPr>
          <w:lang w:bidi="bn-BD"/>
        </w:rPr>
        <w:t>?</w:t>
      </w:r>
      <w:r w:rsidRPr="00395970">
        <w:rPr>
          <w:rStyle w:val="libAlaemChar"/>
          <w:lang w:bidi="bn-BD"/>
        </w:rPr>
        <w:t>”</w:t>
      </w:r>
      <w:proofErr w:type="gramEnd"/>
      <w:r>
        <w:rPr>
          <w:lang w:bidi="bn-BD"/>
        </w:rPr>
        <w:t xml:space="preserve"> (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বাকারা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৪৮</w:t>
      </w:r>
      <w:r>
        <w:rPr>
          <w:cs/>
          <w:lang w:bidi="bn-BD"/>
        </w:rPr>
        <w:t>)</w:t>
      </w:r>
    </w:p>
    <w:p w:rsidR="00866869" w:rsidRDefault="00395970" w:rsidP="00395970">
      <w:pPr>
        <w:pStyle w:val="libNormal"/>
        <w:rPr>
          <w:lang w:bidi="bn-BD"/>
        </w:rPr>
      </w:pPr>
      <w:r>
        <w:rPr>
          <w:rFonts w:hint="eastAsia"/>
          <w:lang w:bidi="bn-BD"/>
        </w:rPr>
        <w:t>“</w:t>
      </w:r>
      <w:r>
        <w:rPr>
          <w:rFonts w:hint="cs"/>
          <w:cs/>
          <w:lang w:bidi="bn-BD"/>
        </w:rPr>
        <w:t>আলহামদু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লিল্লাহি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রাব্বিল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আলামীন</w:t>
      </w:r>
      <w:r>
        <w:rPr>
          <w:rFonts w:hint="eastAsia"/>
          <w:lang w:bidi="bn-BD"/>
        </w:rPr>
        <w:t>”</w:t>
      </w:r>
    </w:p>
    <w:p w:rsidR="00866869" w:rsidRPr="0072100A" w:rsidRDefault="00866869" w:rsidP="0072100A">
      <w:r>
        <w:rPr>
          <w:lang w:bidi="bn-BD"/>
        </w:rPr>
        <w:br w:type="page"/>
      </w:r>
    </w:p>
    <w:p w:rsidR="00866869" w:rsidRDefault="00866869" w:rsidP="00866869">
      <w:pPr>
        <w:pStyle w:val="libNormal"/>
      </w:pPr>
      <w:bookmarkStart w:id="48" w:name="_Toc398585186"/>
      <w:r w:rsidRPr="00EA778A">
        <w:rPr>
          <w:rStyle w:val="Heading1Char"/>
          <w:rFonts w:eastAsia="Calibri"/>
          <w:cs/>
          <w:lang w:bidi="bn-IN"/>
        </w:rPr>
        <w:lastRenderedPageBreak/>
        <w:t>তথ্যসূত্র</w:t>
      </w:r>
      <w:bookmarkEnd w:id="48"/>
      <w:r w:rsidRPr="00EA778A">
        <w:rPr>
          <w:rStyle w:val="Heading1Char"/>
          <w:rFonts w:eastAsia="Calibri"/>
        </w:rPr>
        <w:t xml:space="preserve"> </w:t>
      </w:r>
      <w:r>
        <w:t>:</w:t>
      </w:r>
    </w:p>
    <w:p w:rsidR="00115ECF" w:rsidRPr="00115ECF" w:rsidRDefault="00866869" w:rsidP="00115ECF">
      <w:pPr>
        <w:pStyle w:val="libFootnote"/>
        <w:rPr>
          <w:lang w:bidi="bn-IN"/>
        </w:rPr>
      </w:pPr>
      <w:r w:rsidRPr="00E242B2">
        <w:rPr>
          <w:cs/>
          <w:lang w:bidi="bn-IN"/>
        </w:rPr>
        <w:t>১</w:t>
      </w:r>
      <w:r>
        <w:t xml:space="preserve">. </w:t>
      </w:r>
      <w:r w:rsidR="00115ECF" w:rsidRPr="00115ECF">
        <w:rPr>
          <w:rFonts w:hint="cs"/>
          <w:cs/>
          <w:lang w:bidi="bn-IN"/>
        </w:rPr>
        <w:t>এ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পুস্তিকায়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যে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সকল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মৌলিক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বিশ্বাস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সম্পর্কে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আলোচনা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করা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হয়েছে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সেগুলোই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সম্পূর্ণ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নয়।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ভাগ্যলিপি</w:t>
      </w:r>
      <w:r w:rsidR="00115ECF" w:rsidRPr="00115ECF">
        <w:t>,</w:t>
      </w:r>
      <w:r w:rsidR="00115ECF" w:rsidRPr="00115ECF">
        <w:rPr>
          <w:rFonts w:hint="cs"/>
          <w:cs/>
          <w:lang w:bidi="bn-IN"/>
        </w:rPr>
        <w:t>রাজাআতের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মত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এমন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অনেক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বিশ্বাস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রয়েছে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যে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গুলোতে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বিশ্বাস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করার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আবশ্যকতা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নেই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বা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এ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গুলোতে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অনুসন্ধানেরও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কোন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প্রয়োজনীয়তা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নেই।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এগুলোর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সত্যতার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জন্য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নবী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ও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ইমামগনের</w:t>
      </w:r>
      <w:r w:rsidR="00115ECF" w:rsidRPr="00115ECF">
        <w:rPr>
          <w:cs/>
          <w:lang w:bidi="bn-IN"/>
        </w:rPr>
        <w:t xml:space="preserve"> (</w:t>
      </w:r>
      <w:r w:rsidR="00115ECF" w:rsidRPr="00115ECF">
        <w:rPr>
          <w:rFonts w:hint="cs"/>
          <w:cs/>
          <w:lang w:bidi="bn-IN"/>
        </w:rPr>
        <w:t>আঃ</w:t>
      </w:r>
      <w:r w:rsidR="00115ECF" w:rsidRPr="00115ECF">
        <w:rPr>
          <w:cs/>
          <w:lang w:bidi="bn-IN"/>
        </w:rPr>
        <w:t xml:space="preserve">) </w:t>
      </w:r>
      <w:r w:rsidR="00115ECF" w:rsidRPr="00115ECF">
        <w:rPr>
          <w:rFonts w:hint="cs"/>
          <w:cs/>
          <w:lang w:bidi="bn-IN"/>
        </w:rPr>
        <w:t>উক্তিই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যথেষ্ট।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আমাদের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এ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ধরনের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অনেক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বিশ্বাস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আছে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যেগুলো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আমাদের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ইমামগনের</w:t>
      </w:r>
      <w:r w:rsidR="00115ECF" w:rsidRPr="00115ECF">
        <w:rPr>
          <w:cs/>
          <w:lang w:bidi="bn-IN"/>
        </w:rPr>
        <w:t xml:space="preserve"> (</w:t>
      </w:r>
      <w:r w:rsidR="00115ECF" w:rsidRPr="00115ECF">
        <w:rPr>
          <w:rFonts w:hint="cs"/>
          <w:cs/>
          <w:lang w:bidi="bn-IN"/>
        </w:rPr>
        <w:t>আঃ</w:t>
      </w:r>
      <w:r w:rsidR="00115ECF" w:rsidRPr="00115ECF">
        <w:rPr>
          <w:cs/>
          <w:lang w:bidi="bn-IN"/>
        </w:rPr>
        <w:t xml:space="preserve">) </w:t>
      </w:r>
      <w:r w:rsidR="00115ECF" w:rsidRPr="00115ECF">
        <w:rPr>
          <w:rFonts w:hint="cs"/>
          <w:cs/>
          <w:lang w:bidi="bn-IN"/>
        </w:rPr>
        <w:t>নিকট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থেকে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নিশ্চিতরূপে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বর্ণিত</w:t>
      </w:r>
      <w:r w:rsidR="00115ECF" w:rsidRPr="00115ECF">
        <w:rPr>
          <w:cs/>
          <w:lang w:bidi="bn-IN"/>
        </w:rPr>
        <w:t xml:space="preserve"> </w:t>
      </w:r>
      <w:r w:rsidR="00115ECF" w:rsidRPr="00115ECF">
        <w:rPr>
          <w:rFonts w:hint="cs"/>
          <w:cs/>
          <w:lang w:bidi="bn-IN"/>
        </w:rPr>
        <w:t>হয়েছে।</w:t>
      </w:r>
    </w:p>
    <w:p w:rsidR="00866869" w:rsidRPr="002B3ACE" w:rsidRDefault="00866869" w:rsidP="00115ECF">
      <w:pPr>
        <w:pStyle w:val="libFootnote"/>
      </w:pPr>
      <w:r w:rsidRPr="009B6B13">
        <w:rPr>
          <w:cs/>
          <w:lang w:bidi="bn-IN"/>
        </w:rPr>
        <w:t>২</w:t>
      </w:r>
      <w:r w:rsidRPr="002B3ACE">
        <w:t>.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কিতাবুস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সকিফা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দ্রষ্টব্য।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উক্ত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কিতাবে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লেখক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এতদসম্পর্কিত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কোরআনের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আয়াত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ও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রেওয়ায়েতের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ব্যাখ্যা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বিশ্লেষণ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করেছেন।</w:t>
      </w:r>
    </w:p>
    <w:p w:rsidR="00866869" w:rsidRDefault="00866869" w:rsidP="00115ECF">
      <w:pPr>
        <w:pStyle w:val="libFootnote"/>
        <w:rPr>
          <w:lang w:bidi="bn-IN"/>
        </w:rPr>
      </w:pPr>
      <w:r w:rsidRPr="009B6B13">
        <w:rPr>
          <w:rFonts w:hint="cs"/>
          <w:cs/>
          <w:lang w:bidi="bn-IN"/>
        </w:rPr>
        <w:t>যাহোক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ইমাম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আলী</w:t>
      </w:r>
      <w:r w:rsidRPr="009B6B13">
        <w:rPr>
          <w:cs/>
          <w:lang w:bidi="bn-IN"/>
        </w:rPr>
        <w:t xml:space="preserve"> (</w:t>
      </w:r>
      <w:r w:rsidRPr="009B6B13">
        <w:rPr>
          <w:rFonts w:hint="cs"/>
          <w:cs/>
          <w:lang w:bidi="bn-IN"/>
        </w:rPr>
        <w:t>আঃ</w:t>
      </w:r>
      <w:r w:rsidRPr="009B6B13">
        <w:rPr>
          <w:cs/>
          <w:lang w:bidi="bn-IN"/>
        </w:rPr>
        <w:t xml:space="preserve">) </w:t>
      </w:r>
      <w:r w:rsidRPr="009B6B13">
        <w:rPr>
          <w:rFonts w:hint="cs"/>
          <w:cs/>
          <w:lang w:bidi="bn-IN"/>
        </w:rPr>
        <w:t>ইমাম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হাসান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ও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হোসাইন</w:t>
      </w:r>
      <w:r w:rsidRPr="009B6B13">
        <w:rPr>
          <w:cs/>
          <w:lang w:bidi="bn-IN"/>
        </w:rPr>
        <w:t xml:space="preserve"> (</w:t>
      </w:r>
      <w:r w:rsidRPr="009B6B13">
        <w:rPr>
          <w:rFonts w:hint="cs"/>
          <w:cs/>
          <w:lang w:bidi="bn-IN"/>
        </w:rPr>
        <w:t>আঃ</w:t>
      </w:r>
      <w:r w:rsidRPr="009B6B13">
        <w:rPr>
          <w:cs/>
          <w:lang w:bidi="bn-IN"/>
        </w:rPr>
        <w:t xml:space="preserve">) </w:t>
      </w:r>
      <w:r w:rsidRPr="009B6B13">
        <w:rPr>
          <w:rFonts w:hint="cs"/>
          <w:cs/>
          <w:lang w:bidi="bn-IN"/>
        </w:rPr>
        <w:t>এর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ইমামত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ঘোষণা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করেছিলেন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এবং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ইমাম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হোসাইন</w:t>
      </w:r>
      <w:r w:rsidRPr="009B6B13">
        <w:rPr>
          <w:cs/>
          <w:lang w:bidi="bn-IN"/>
        </w:rPr>
        <w:t xml:space="preserve"> (</w:t>
      </w:r>
      <w:r w:rsidRPr="009B6B13">
        <w:rPr>
          <w:rFonts w:hint="cs"/>
          <w:cs/>
          <w:lang w:bidi="bn-IN"/>
        </w:rPr>
        <w:t>আঃ</w:t>
      </w:r>
      <w:r w:rsidRPr="009B6B13">
        <w:rPr>
          <w:cs/>
          <w:lang w:bidi="bn-IN"/>
        </w:rPr>
        <w:t xml:space="preserve">) </w:t>
      </w:r>
      <w:r w:rsidRPr="009B6B13">
        <w:rPr>
          <w:rFonts w:hint="cs"/>
          <w:cs/>
          <w:lang w:bidi="bn-IN"/>
        </w:rPr>
        <w:t>তাঁর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পুত্র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আলী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জয়নুল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আবেদীনের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ইমামত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ঘোষণা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করেছিলেন।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অনুরূপ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শেষ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ইমাম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পর্যন্ত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প্রত্যেক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ইমামই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তাঁর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পূর্বতন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ইমাম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কর্তৃক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নিযুক্ত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হয়েছিলেন।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আর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তাঁদের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মধ্যে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সর্বশেষ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ইমাম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সম্পর্কে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আলোচনা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পরবর্তীতে</w:t>
      </w:r>
      <w:r w:rsidRPr="009B6B13">
        <w:rPr>
          <w:cs/>
          <w:lang w:bidi="bn-IN"/>
        </w:rPr>
        <w:t xml:space="preserve"> </w:t>
      </w:r>
      <w:r w:rsidRPr="009B6B13">
        <w:rPr>
          <w:rFonts w:hint="cs"/>
          <w:cs/>
          <w:lang w:bidi="bn-IN"/>
        </w:rPr>
        <w:t>আসছে।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IN"/>
        </w:rPr>
        <w:t>৩</w:t>
      </w:r>
      <w:r>
        <w:rPr>
          <w:lang w:bidi="bn-IN"/>
        </w:rPr>
        <w:t>.</w:t>
      </w:r>
      <w:r>
        <w:rPr>
          <w:rFonts w:hint="cs"/>
          <w:cs/>
          <w:lang w:bidi="bn-BD"/>
        </w:rPr>
        <w:t>বক্তব্যটি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রেজা</w:t>
      </w:r>
      <w:r>
        <w:rPr>
          <w:cs/>
          <w:lang w:bidi="bn-BD"/>
        </w:rPr>
        <w:t xml:space="preserve"> (আ.)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কামিলুজযিয়ারত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থেকে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উদ্ধৃত।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৪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আমীরুল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মুমিনীন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হযরত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আলী</w:t>
      </w:r>
      <w:r>
        <w:rPr>
          <w:cs/>
          <w:lang w:bidi="bn-BD"/>
        </w:rPr>
        <w:t xml:space="preserve"> (আ.)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  <w:r w:rsidRPr="00395970">
        <w:rPr>
          <w:rStyle w:val="libAlaemChar"/>
          <w:lang w:bidi="bn-BD"/>
        </w:rPr>
        <w:t>“</w:t>
      </w:r>
      <w:r>
        <w:rPr>
          <w:rFonts w:hint="cs"/>
          <w:cs/>
          <w:lang w:bidi="bn-BD"/>
        </w:rPr>
        <w:t>পানির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দ্বারা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তোমরা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দূর্গন্ধকে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করো।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অপছন্দ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দূর্গন্ধ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দিয়ে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অন্যকে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দেয়।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তোহফুল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উকুল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২১</w:t>
      </w:r>
      <w:r>
        <w:rPr>
          <w:cs/>
          <w:lang w:bidi="bn-BD"/>
        </w:rPr>
        <w:t>)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৫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যিকর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তাসবীহ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তাকবীরের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পুনরাবৃত্তি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উদ্দেশ্য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হলো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সাদিকের</w:t>
      </w:r>
      <w:r>
        <w:rPr>
          <w:cs/>
          <w:lang w:bidi="bn-BD"/>
        </w:rPr>
        <w:t xml:space="preserve"> (আ.) </w:t>
      </w:r>
      <w:r>
        <w:rPr>
          <w:rFonts w:hint="cs"/>
          <w:cs/>
          <w:lang w:bidi="bn-BD"/>
        </w:rPr>
        <w:t>বক্তব্যে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ফুটে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উঠেছে।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কোন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খোদাকে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অধিক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rFonts w:hint="eastAsia"/>
          <w:lang w:bidi="bn-BD"/>
        </w:rPr>
        <w:t>’</w:t>
      </w:r>
      <w:r>
        <w:rPr>
          <w:lang w:bidi="bn-BD"/>
        </w:rPr>
        <w:t>-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আয়াতের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তাফসীরে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 xml:space="preserve">- 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rFonts w:hint="eastAsia"/>
          <w:lang w:bidi="bn-BD"/>
        </w:rPr>
        <w:t>“</w:t>
      </w:r>
      <w:r>
        <w:rPr>
          <w:rFonts w:hint="cs"/>
          <w:cs/>
          <w:lang w:bidi="bn-BD"/>
        </w:rPr>
        <w:t>আমি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যে</w:t>
      </w:r>
      <w:proofErr w:type="gramStart"/>
      <w:r>
        <w:rPr>
          <w:lang w:bidi="bn-BD"/>
        </w:rPr>
        <w:t>,</w:t>
      </w:r>
      <w:r>
        <w:rPr>
          <w:rFonts w:hint="cs"/>
          <w:cs/>
          <w:lang w:bidi="bn-BD"/>
        </w:rPr>
        <w:t>স</w:t>
      </w:r>
      <w:proofErr w:type="gramEnd"/>
      <w:r>
        <w:rPr>
          <w:rFonts w:hint="cs"/>
          <w:cs/>
          <w:lang w:bidi="bn-BD"/>
        </w:rPr>
        <w:t>ুবহানাল্লাহ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ওয়ালহামদু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লিল্লাহি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ওয়ালা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ইলাহা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ইল্লাল্লাহু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ওয়াল্লাহ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আকবর</w:t>
      </w:r>
      <w:r>
        <w:rPr>
          <w:cs/>
          <w:lang w:bidi="bn-BD"/>
        </w:rPr>
        <w:t xml:space="preserve">-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কথাটি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বেশী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যদিও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যিকর।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বরং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প্রতি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মূহুর্তে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অনুসরণ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কিংবা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গুনাহে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তাওবার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সর্বাবস্থায়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স্মরণ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আবশ্যক।</w:t>
      </w:r>
      <w:r>
        <w:rPr>
          <w:rFonts w:hint="eastAsia"/>
          <w:lang w:bidi="bn-BD"/>
        </w:rPr>
        <w:t>”</w:t>
      </w:r>
      <w:r>
        <w:rPr>
          <w:lang w:bidi="bn-BD"/>
        </w:rPr>
        <w:t xml:space="preserve"> 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৬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কামিলুয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</w:t>
      </w:r>
      <w:r>
        <w:rPr>
          <w:cs/>
          <w:lang w:bidi="bn-BD"/>
        </w:rPr>
        <w:t xml:space="preserve"> : </w:t>
      </w:r>
      <w:r>
        <w:rPr>
          <w:rFonts w:hint="cs"/>
          <w:cs/>
          <w:lang w:bidi="bn-BD"/>
        </w:rPr>
        <w:t>১৩১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দ্রঃ।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৭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উসুলে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কিতাবে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ঈমান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যিয়ারতে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এখওয়ান।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৮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উসূলে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কাফি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তায়াত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তাকওয়া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দ্রষ্টব্য।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৯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তোহফুল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উকুল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অনুসারে</w:t>
      </w:r>
      <w:r>
        <w:rPr>
          <w:lang w:bidi="bn-BD"/>
        </w:rPr>
        <w:t xml:space="preserve"> </w:t>
      </w:r>
      <w:r>
        <w:rPr>
          <w:rFonts w:hint="cs"/>
          <w:cs/>
          <w:lang w:bidi="bn-BD"/>
        </w:rPr>
        <w:t>যেমন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ইমাম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মূসা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ইবনে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জাফর</w:t>
      </w:r>
      <w:r>
        <w:rPr>
          <w:cs/>
          <w:lang w:bidi="bn-BD"/>
        </w:rPr>
        <w:t xml:space="preserve"> (আ.) </w:t>
      </w:r>
      <w:r>
        <w:rPr>
          <w:rFonts w:hint="cs"/>
          <w:cs/>
          <w:lang w:bidi="bn-BD"/>
        </w:rPr>
        <w:t>এক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হাদীসে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বলেন</w:t>
      </w:r>
      <w:r>
        <w:rPr>
          <w:cs/>
          <w:lang w:bidi="bn-BD"/>
        </w:rPr>
        <w:t>-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rFonts w:hint="eastAsia"/>
          <w:lang w:bidi="bn-BD"/>
        </w:rPr>
        <w:lastRenderedPageBreak/>
        <w:t>“</w:t>
      </w:r>
      <w:r>
        <w:rPr>
          <w:rFonts w:hint="cs"/>
          <w:cs/>
          <w:lang w:bidi="bn-BD"/>
        </w:rPr>
        <w:t>অত্যাচারীদের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দরবারে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কেউ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আছে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হুজ্জাত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মানুষের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নিকট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স্পষ্ট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তিনি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রাজ্য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শহরে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ক্ষমতা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নিজের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ওলীদেরকে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সাহায্য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কুকর্মকে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দমন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মুসলমানদের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বিষয়কে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মাধ্যমে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সংস্কার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পারেন।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ধরনের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ব্যক্তিবর্গ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সত্যিকারের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মূমিন।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পৃথিবীতে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সুষ্পষ্ট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নিদর্শন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এবং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বান্দাদের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মধ্যে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আল্লাহর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নূর।</w:t>
      </w:r>
      <w:r>
        <w:rPr>
          <w:rFonts w:hint="eastAsia"/>
          <w:lang w:bidi="bn-BD"/>
        </w:rPr>
        <w:t>”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১০</w:t>
      </w:r>
      <w:r>
        <w:rPr>
          <w:lang w:bidi="bn-BD"/>
        </w:rPr>
        <w:t>.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ওয়াসায়েলুশশিয়া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হাদীস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গ্রন্থটি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শরীয়তের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বিভিন্ন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আহকামের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সমাহারে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মহান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গবেষক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হোররি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আমলী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লিখেছেন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যা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আননেজাহ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পত্রিকার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মালিক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আল্লামা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নূরীর</w:t>
      </w:r>
      <w:r>
        <w:rPr>
          <w:cs/>
          <w:lang w:bidi="bn-BD"/>
        </w:rPr>
        <w:t xml:space="preserve"> (</w:t>
      </w:r>
      <w:r>
        <w:rPr>
          <w:rFonts w:hint="cs"/>
          <w:cs/>
          <w:lang w:bidi="bn-BD"/>
        </w:rPr>
        <w:t>রঃ</w:t>
      </w:r>
      <w:r>
        <w:rPr>
          <w:cs/>
          <w:lang w:bidi="bn-BD"/>
        </w:rPr>
        <w:t xml:space="preserve">) </w:t>
      </w:r>
      <w:r>
        <w:rPr>
          <w:rFonts w:hint="cs"/>
          <w:cs/>
          <w:lang w:bidi="bn-BD"/>
        </w:rPr>
        <w:t>মোসতাদরাকে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১৩৭৮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১৩৮১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হিঃ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পাঁচ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খ</w:t>
      </w:r>
      <w:r>
        <w:rPr>
          <w:cs/>
          <w:lang w:bidi="bn-BD"/>
        </w:rPr>
        <w:t xml:space="preserve">ণ্ডে </w:t>
      </w:r>
      <w:r>
        <w:rPr>
          <w:rFonts w:hint="cs"/>
          <w:cs/>
          <w:lang w:bidi="bn-BD"/>
        </w:rPr>
        <w:t>প্রকাশ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করেছেন।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১১</w:t>
      </w:r>
      <w:r>
        <w:rPr>
          <w:lang w:bidi="bn-BD"/>
        </w:rPr>
        <w:t>.</w:t>
      </w:r>
      <w:r w:rsidRPr="00395970">
        <w:rPr>
          <w:rStyle w:val="libAlaemChar"/>
          <w:lang w:bidi="bn-BD"/>
        </w:rPr>
        <w:t>‘</w:t>
      </w:r>
      <w:r>
        <w:rPr>
          <w:rFonts w:hint="cs"/>
          <w:cs/>
          <w:lang w:bidi="bn-BD"/>
        </w:rPr>
        <w:t>ওয়াসায়েলুশশিয়া</w:t>
      </w:r>
      <w:r>
        <w:rPr>
          <w:rFonts w:hint="eastAsia"/>
          <w:lang w:bidi="bn-BD"/>
        </w:rPr>
        <w:t>’</w:t>
      </w:r>
      <w:r>
        <w:rPr>
          <w:rFonts w:hint="cs"/>
          <w:cs/>
          <w:lang w:bidi="bn-BD"/>
        </w:rPr>
        <w:t>কিতাবে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মারুফ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ওয়ানাহি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আনিল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মুনকার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বাব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১৭</w:t>
      </w:r>
      <w:r>
        <w:rPr>
          <w:cs/>
          <w:lang w:bidi="hi-IN"/>
        </w:rPr>
        <w:t>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১২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ওয়াসায়েলুশশিয়া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কিতাবে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হাজ্জ।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১৩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উসুলে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কাকী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কিতাবুল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আমারা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বাবে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আউয়্যাল।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১৪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হাশর</w:t>
      </w:r>
      <w:r>
        <w:rPr>
          <w:lang w:bidi="bn-BD"/>
        </w:rPr>
        <w:t>,</w:t>
      </w:r>
      <w:r>
        <w:rPr>
          <w:rFonts w:hint="cs"/>
          <w:cs/>
          <w:lang w:bidi="bn-BD"/>
        </w:rPr>
        <w:t>আয়াত</w:t>
      </w:r>
      <w:r>
        <w:rPr>
          <w:cs/>
          <w:lang w:bidi="bn-BD"/>
        </w:rPr>
        <w:t xml:space="preserve"> -</w:t>
      </w:r>
      <w:r>
        <w:rPr>
          <w:rFonts w:hint="cs"/>
          <w:cs/>
          <w:lang w:bidi="bn-BD"/>
        </w:rPr>
        <w:t>৯</w:t>
      </w:r>
      <w:r>
        <w:rPr>
          <w:cs/>
          <w:lang w:bidi="hi-IN"/>
        </w:rPr>
        <w:t>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১৫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যারা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এ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ব্যাপারে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জানতে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আগ্রহী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তারা</w:t>
      </w:r>
      <w:r>
        <w:rPr>
          <w:cs/>
          <w:lang w:bidi="bn-BD"/>
        </w:rPr>
        <w:t xml:space="preserve"> </w:t>
      </w:r>
      <w:r w:rsidRPr="00395970">
        <w:rPr>
          <w:rStyle w:val="libAlaemChar"/>
          <w:lang w:bidi="bn-BD"/>
        </w:rPr>
        <w:t>“</w:t>
      </w:r>
      <w:r>
        <w:rPr>
          <w:rFonts w:hint="cs"/>
          <w:cs/>
          <w:lang w:bidi="bn-BD"/>
        </w:rPr>
        <w:t>এলমে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রূহে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জাদীদ</w:t>
      </w:r>
      <w:r>
        <w:rPr>
          <w:rFonts w:hint="eastAsia"/>
          <w:lang w:bidi="bn-BD"/>
        </w:rPr>
        <w:t>”</w:t>
      </w:r>
      <w:r>
        <w:rPr>
          <w:rFonts w:hint="cs"/>
          <w:cs/>
          <w:lang w:bidi="bn-BD"/>
        </w:rPr>
        <w:t>পাঠ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করুন।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১৬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কাশে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ফুল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গিতা</w:t>
      </w:r>
      <w:r>
        <w:rPr>
          <w:cs/>
          <w:lang w:bidi="bn-BD"/>
        </w:rPr>
        <w:t xml:space="preserve"> - </w:t>
      </w:r>
      <w:r>
        <w:rPr>
          <w:rFonts w:hint="cs"/>
          <w:cs/>
          <w:lang w:bidi="bn-BD"/>
        </w:rPr>
        <w:t>পৃ</w:t>
      </w:r>
      <w:r>
        <w:rPr>
          <w:cs/>
          <w:lang w:bidi="bn-BD"/>
        </w:rPr>
        <w:t xml:space="preserve"> : </w:t>
      </w:r>
      <w:r>
        <w:rPr>
          <w:rFonts w:hint="cs"/>
          <w:cs/>
          <w:lang w:bidi="bn-BD"/>
        </w:rPr>
        <w:t>৫</w:t>
      </w:r>
    </w:p>
    <w:p w:rsidR="00866869" w:rsidRDefault="00866869" w:rsidP="00115ECF">
      <w:pPr>
        <w:pStyle w:val="libFootnote"/>
        <w:rPr>
          <w:lang w:bidi="bn-BD"/>
        </w:rPr>
      </w:pPr>
      <w:r>
        <w:rPr>
          <w:cs/>
          <w:lang w:bidi="bn-BD"/>
        </w:rPr>
        <w:t>১৭</w:t>
      </w:r>
      <w:r>
        <w:rPr>
          <w:lang w:bidi="bn-BD"/>
        </w:rPr>
        <w:t>.</w:t>
      </w:r>
      <w:r>
        <w:rPr>
          <w:rFonts w:hint="cs"/>
          <w:cs/>
          <w:lang w:bidi="bn-BD"/>
        </w:rPr>
        <w:t>সূরা</w:t>
      </w:r>
      <w:r>
        <w:rPr>
          <w:cs/>
          <w:lang w:bidi="bn-BD"/>
        </w:rPr>
        <w:t xml:space="preserve"> </w:t>
      </w:r>
      <w:r>
        <w:rPr>
          <w:rFonts w:hint="cs"/>
          <w:cs/>
          <w:lang w:bidi="bn-BD"/>
        </w:rPr>
        <w:t>ইয়াসিন</w:t>
      </w:r>
      <w:r>
        <w:rPr>
          <w:cs/>
          <w:lang w:bidi="bn-BD"/>
        </w:rPr>
        <w:t>-</w:t>
      </w:r>
      <w:r>
        <w:rPr>
          <w:rFonts w:hint="cs"/>
          <w:cs/>
          <w:lang w:bidi="bn-BD"/>
        </w:rPr>
        <w:t>৭৮</w:t>
      </w:r>
      <w:r>
        <w:rPr>
          <w:cs/>
          <w:lang w:bidi="hi-IN"/>
        </w:rPr>
        <w:t>।</w:t>
      </w:r>
    </w:p>
    <w:p w:rsidR="0072100A" w:rsidRPr="0072100A" w:rsidRDefault="0072100A" w:rsidP="0072100A">
      <w:r>
        <w:rPr>
          <w:lang w:bidi="bn-BD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0412474"/>
        <w:docPartObj>
          <w:docPartGallery w:val="Table of Contents"/>
          <w:docPartUnique/>
        </w:docPartObj>
      </w:sdtPr>
      <w:sdtContent>
        <w:p w:rsidR="0072100A" w:rsidRPr="0072100A" w:rsidRDefault="0072100A" w:rsidP="0072100A">
          <w:pPr>
            <w:pStyle w:val="TOCHeading"/>
          </w:pPr>
          <w:r w:rsidRPr="0072100A">
            <w:rPr>
              <w:rStyle w:val="Heading3Char"/>
              <w:rFonts w:eastAsiaTheme="majorEastAsia" w:hint="cs"/>
              <w:cs/>
              <w:lang w:bidi="bn-IN"/>
            </w:rPr>
            <w:t>সূচীপত্র</w:t>
          </w:r>
        </w:p>
        <w:p w:rsidR="0072100A" w:rsidRPr="0072100A" w:rsidRDefault="008E4C9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r w:rsidRPr="008E4C98">
            <w:fldChar w:fldCharType="begin"/>
          </w:r>
          <w:r w:rsidR="0072100A">
            <w:instrText xml:space="preserve"> TOC \o "1-3" \h \z \u </w:instrText>
          </w:r>
          <w:r w:rsidRPr="008E4C98">
            <w:fldChar w:fldCharType="separate"/>
          </w:r>
          <w:hyperlink w:anchor="_Toc398585136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অনুসন্ধান</w:t>
            </w:r>
            <w:r w:rsidR="0072100A" w:rsidRPr="0072100A">
              <w:rPr>
                <w:rStyle w:val="Hyperlink"/>
                <w:noProof/>
                <w:lang w:bidi="bn-BD"/>
              </w:rPr>
              <w:t>,</w:t>
            </w:r>
            <w:r w:rsidR="0072100A" w:rsidRPr="0072100A">
              <w:rPr>
                <w:rStyle w:val="Hyperlink"/>
                <w:noProof/>
                <w:cs/>
                <w:lang w:bidi="bn-BD"/>
              </w:rPr>
              <w:t>জ্ঞান</w:t>
            </w:r>
            <w:r w:rsidR="0072100A" w:rsidRPr="0072100A">
              <w:rPr>
                <w:rStyle w:val="Hyperlink"/>
                <w:noProof/>
                <w:lang w:bidi="bn-BD"/>
              </w:rPr>
              <w:t>,</w:t>
            </w:r>
            <w:r w:rsidR="0072100A" w:rsidRPr="0072100A">
              <w:rPr>
                <w:rStyle w:val="Hyperlink"/>
                <w:noProof/>
                <w:cs/>
                <w:lang w:bidi="bn-BD"/>
              </w:rPr>
              <w:t>ইজতিহাদ ও তাকলীদ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_Toc398585136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4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37" w:history="1">
            <w:r w:rsidR="0072100A" w:rsidRPr="0072100A">
              <w:rPr>
                <w:rStyle w:val="Hyperlink"/>
                <w:noProof/>
                <w:cs/>
                <w:lang w:bidi="bn-BD"/>
              </w:rPr>
              <w:t xml:space="preserve">অনুসন্ধান ও জ্ঞানার্জন সম্পর্কে আমাদের বিশ্বাস </w:t>
            </w:r>
            <w:r w:rsidR="0072100A" w:rsidRPr="0072100A">
              <w:rPr>
                <w:rStyle w:val="Hyperlink"/>
                <w:noProof/>
                <w:rtl/>
              </w:rPr>
              <w:t>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_Toc398585137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4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38" w:history="1">
            <w:r w:rsidR="003137CC">
              <w:rPr>
                <w:rStyle w:val="Hyperlink"/>
                <w:noProof/>
                <w:cs/>
                <w:lang w:bidi="bn-BD"/>
              </w:rPr>
              <w:t>দ্বীনের গৌণ বিষয়সমূহের ক্ষেত্রে অন্যের অনুসরণ</w:t>
            </w:r>
            <w:r w:rsidR="0072100A" w:rsidRPr="0072100A">
              <w:rPr>
                <w:rStyle w:val="Hyperlink"/>
                <w:noProof/>
                <w:cs/>
                <w:lang w:bidi="bn-BD"/>
              </w:rPr>
              <w:t xml:space="preserve">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_Toc398585138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7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39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ইজতিহাদ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_Toc398585139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8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40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মোজতাহিদের মর্যাদা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_Toc398585140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10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398585141" w:history="1">
            <w:r w:rsidR="0072100A" w:rsidRPr="0072100A">
              <w:rPr>
                <w:rStyle w:val="Hyperlink"/>
                <w:noProof/>
                <w:cs/>
                <w:lang w:bidi="bn-IN"/>
              </w:rPr>
              <w:t>তাওহীদ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_Toc398585141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11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42" w:history="1">
            <w:r w:rsidR="0072100A" w:rsidRPr="0072100A">
              <w:rPr>
                <w:rStyle w:val="Hyperlink"/>
                <w:rFonts w:eastAsia="Calibri"/>
                <w:noProof/>
                <w:cs/>
                <w:lang w:bidi="bn-IN"/>
              </w:rPr>
              <w:t>মহান</w:t>
            </w:r>
            <w:r w:rsidR="0072100A" w:rsidRPr="0072100A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="0072100A" w:rsidRPr="0072100A">
              <w:rPr>
                <w:rStyle w:val="Hyperlink"/>
                <w:rFonts w:eastAsia="Calibri"/>
                <w:noProof/>
                <w:cs/>
                <w:lang w:bidi="bn-IN"/>
              </w:rPr>
              <w:t>আল্লাহ</w:t>
            </w:r>
            <w:r w:rsidR="0072100A" w:rsidRPr="0072100A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="0072100A" w:rsidRPr="0072100A">
              <w:rPr>
                <w:rStyle w:val="Hyperlink"/>
                <w:rFonts w:eastAsia="Calibri"/>
                <w:noProof/>
                <w:cs/>
                <w:lang w:bidi="bn-IN"/>
              </w:rPr>
              <w:t>সম্পর্কে</w:t>
            </w:r>
            <w:r w:rsidR="0072100A" w:rsidRPr="0072100A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="0072100A" w:rsidRPr="0072100A">
              <w:rPr>
                <w:rStyle w:val="Hyperlink"/>
                <w:rFonts w:eastAsia="Calibri"/>
                <w:noProof/>
                <w:cs/>
                <w:lang w:bidi="bn-IN"/>
              </w:rPr>
              <w:t>আমাদের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_Toc398585142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11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43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তাওহীদ বা একত্ববাদ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_Toc398585143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13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44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মহান আল্লাহর গুণাবলী (সিফাত)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_Toc398585144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15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45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আল্লাহর ন্যায়পরায়ণতা সম্পর্কে আমাদের বিশ্বাসঃ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_Toc398585145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17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46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মানুষের প্রতি অর্পিত দায়িত্ব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_Toc398585146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20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47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ক্বাজা ও ক্বাদর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_Toc398585147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21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48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বাদা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_Toc398585148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24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49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দ্বীনের আহকাম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_Toc398585149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26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398585150" w:history="1">
            <w:r w:rsidR="0072100A" w:rsidRPr="0072100A">
              <w:rPr>
                <w:rStyle w:val="Hyperlink"/>
                <w:noProof/>
                <w:cs/>
                <w:lang w:bidi="bn-IN"/>
              </w:rPr>
              <w:t>নবুওয়াত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_Toc398585150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28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51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নবুওয়াত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_Toc398585151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28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52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নবুওয়াত হলো মহান আল্লাহর ঐশ্বরিক দান (লুত্ফ্)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_Toc398585152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30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53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নবীগণের মোজেযা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_Toc398585153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33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54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নবীগণের পবিত্রতা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_Toc398585154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36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55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নবীর বৈশিষ্ট্য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_Toc398585155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38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56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পূর্ববর্তী নবীগণ ও তাদের ঐশী গ্রন্থ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_Toc398585156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39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57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ইসলাম ধর্মে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_Toc398585157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40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58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ইসলামের মহানবী (সা.)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_Toc398585158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44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59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পবিত্র কোরআন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_Toc398585159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45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60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ইসলাম ও তৎপূর্ববর্তী ঐশী ধর্মসমূহকে প্রতিপাদন করার উপায়ঃ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_Toc398585160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47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398585161" w:history="1">
            <w:r w:rsidR="0072100A" w:rsidRPr="0072100A">
              <w:rPr>
                <w:rStyle w:val="Hyperlink"/>
                <w:noProof/>
                <w:cs/>
                <w:lang w:bidi="bn-IN"/>
              </w:rPr>
              <w:t>ইমামত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_Toc398585161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52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62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ইমামত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_Toc398585162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52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63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ইমামের পবিত্রতা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_Toc398585163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54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64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ইমামের জ্ঞান ও গুণাবলী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_Toc398585164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55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65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ইমামগণের (আ.) আনুগত্য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_Toc398585165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57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66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আহলে বাইতের প্রতি ভালবাসা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_Toc398585166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60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67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ইমামগণের প্রতি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_Toc398585167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62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68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ইমাম নিয়োগ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_Toc398585168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63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69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ইমামগণের (আ.) সংখ্যা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_Toc398585169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65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70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ইমাম মাহদীর (আ.) প্রতি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_Toc398585170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66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71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রাজআত (পুনরাবর্তন)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_Toc398585171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69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72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তাকিয়্যা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_Toc398585172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74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7210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398585173" w:history="1">
            <w:r w:rsidR="0072100A" w:rsidRPr="0072100A">
              <w:rPr>
                <w:rStyle w:val="Hyperlink"/>
                <w:noProof/>
                <w:cs/>
                <w:lang w:bidi="bn-IN"/>
              </w:rPr>
              <w:t>মহানবীর</w:t>
            </w:r>
            <w:r w:rsidR="0072100A" w:rsidRPr="0072100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2100A" w:rsidRPr="0072100A">
              <w:rPr>
                <w:rStyle w:val="Hyperlink"/>
                <w:noProof/>
                <w:lang w:bidi="fa-IR"/>
              </w:rPr>
              <w:t>(</w:t>
            </w:r>
            <w:r w:rsidR="0072100A" w:rsidRPr="0072100A">
              <w:rPr>
                <w:rStyle w:val="Hyperlink"/>
                <w:noProof/>
                <w:cs/>
                <w:lang w:bidi="bn-IN"/>
              </w:rPr>
              <w:t>সা.)</w:t>
            </w:r>
            <w:r w:rsidR="0072100A" w:rsidRPr="0072100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2100A" w:rsidRPr="0072100A">
              <w:rPr>
                <w:rStyle w:val="Hyperlink"/>
                <w:noProof/>
                <w:cs/>
                <w:lang w:bidi="bn-IN"/>
              </w:rPr>
              <w:t>আহলে</w:t>
            </w:r>
            <w:r w:rsidR="0072100A" w:rsidRPr="0072100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2100A" w:rsidRPr="0072100A">
              <w:rPr>
                <w:rStyle w:val="Hyperlink"/>
                <w:noProof/>
                <w:cs/>
                <w:lang w:bidi="bn-IN"/>
              </w:rPr>
              <w:t>বাইত</w:t>
            </w:r>
            <w:r w:rsidR="0072100A" w:rsidRPr="0072100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2100A" w:rsidRPr="0072100A">
              <w:rPr>
                <w:rStyle w:val="Hyperlink"/>
                <w:noProof/>
                <w:cs/>
                <w:lang w:bidi="bn-IN"/>
              </w:rPr>
              <w:t>থেকে</w:t>
            </w:r>
            <w:r w:rsidR="0072100A" w:rsidRPr="0072100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2100A" w:rsidRPr="0072100A">
              <w:rPr>
                <w:rStyle w:val="Hyperlink"/>
                <w:noProof/>
                <w:cs/>
                <w:lang w:bidi="bn-IN"/>
              </w:rPr>
              <w:t>শীয়াদের</w:t>
            </w:r>
            <w:r w:rsidR="0072100A" w:rsidRPr="0072100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2100A" w:rsidRPr="0072100A">
              <w:rPr>
                <w:rStyle w:val="Hyperlink"/>
                <w:noProof/>
                <w:cs/>
                <w:lang w:bidi="bn-IN"/>
              </w:rPr>
              <w:t>জন্য</w:t>
            </w:r>
            <w:r w:rsidR="0072100A" w:rsidRPr="0072100A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72100A" w:rsidRPr="0072100A">
              <w:rPr>
                <w:rStyle w:val="Hyperlink"/>
                <w:noProof/>
                <w:cs/>
                <w:lang w:bidi="bn-IN"/>
              </w:rPr>
              <w:t>শিক্ষা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_Toc398585173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77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74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দোয়া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_Toc398585174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79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75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সহীফায়ে সাজ্জাদিয়ার দোয়াসমূহের মূল বিষয়বস্তু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_Toc398585175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87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76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কবর যিয়ারত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_Toc398585176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98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77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মহানবী (সা.) এর আহলে বাইতের (আ.)নিকট তাশাইয়্যূর অর্থ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_Toc398585177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104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78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অত্যাচার থেকে দূরে থাকা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_Toc398585178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109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79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অত্যাচারীদের সাথে অসহযোগিতা করা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_Toc398585179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112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80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অত্যাচারী শাসকদের শাসনতন্ত্রে কাজ না নেয়ার ব্যাপারে আমাদের কর্তব্য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_Toc398585180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116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81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ইসলামী ঐক্যের আহবান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_Toc398585181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117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82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মুসলমানের উপর মুসলমানের অধিকার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_Toc398585182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123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398585183" w:history="1">
            <w:r w:rsidR="0072100A" w:rsidRPr="0072100A">
              <w:rPr>
                <w:rStyle w:val="Hyperlink"/>
                <w:noProof/>
                <w:cs/>
                <w:lang w:bidi="bn-IN"/>
              </w:rPr>
              <w:t>কিয়ামত</w:t>
            </w:r>
            <w:r w:rsidR="0072100A" w:rsidRPr="0072100A">
              <w:rPr>
                <w:rStyle w:val="Hyperlink"/>
                <w:noProof/>
                <w:lang w:bidi="fa-IR"/>
              </w:rPr>
              <w:t xml:space="preserve"> (</w:t>
            </w:r>
            <w:r w:rsidR="0072100A" w:rsidRPr="0072100A">
              <w:rPr>
                <w:rStyle w:val="Hyperlink"/>
                <w:noProof/>
                <w:cs/>
                <w:lang w:bidi="bn-IN"/>
              </w:rPr>
              <w:t>মাআদ</w:t>
            </w:r>
            <w:r w:rsidR="0072100A" w:rsidRPr="0072100A">
              <w:rPr>
                <w:rStyle w:val="Hyperlink"/>
                <w:noProof/>
                <w:lang w:bidi="fa-IR"/>
              </w:rPr>
              <w:t>)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_Toc398585183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130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84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পুনরুত্থান বা মাআদ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_Toc398585184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130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 w:rsidP="003137CC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398585185" w:history="1">
            <w:r w:rsidR="0072100A" w:rsidRPr="0072100A">
              <w:rPr>
                <w:rStyle w:val="Hyperlink"/>
                <w:noProof/>
                <w:cs/>
                <w:lang w:bidi="bn-BD"/>
              </w:rPr>
              <w:t>দৈহিক পুনরুত্থান সম্পর্কে আমাদের বিশ্বাস :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_Toc398585185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131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Pr="0072100A" w:rsidRDefault="008E4C9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398585186" w:history="1">
            <w:r w:rsidR="0072100A" w:rsidRPr="0072100A">
              <w:rPr>
                <w:rStyle w:val="Hyperlink"/>
                <w:noProof/>
                <w:cs/>
                <w:lang w:bidi="bn-IN"/>
              </w:rPr>
              <w:t>তথ্যসূত্র</w:t>
            </w:r>
            <w:r w:rsidR="0072100A" w:rsidRPr="0072100A">
              <w:rPr>
                <w:noProof/>
                <w:webHidden/>
              </w:rPr>
              <w:tab/>
            </w:r>
            <w:r w:rsidRPr="0072100A">
              <w:rPr>
                <w:noProof/>
                <w:webHidden/>
              </w:rPr>
              <w:fldChar w:fldCharType="begin"/>
            </w:r>
            <w:r w:rsidR="0072100A" w:rsidRPr="0072100A">
              <w:rPr>
                <w:noProof/>
                <w:webHidden/>
              </w:rPr>
              <w:instrText xml:space="preserve"> PAGEREF _Toc398585186 \h </w:instrText>
            </w:r>
            <w:r w:rsidRPr="0072100A">
              <w:rPr>
                <w:noProof/>
                <w:webHidden/>
              </w:rPr>
            </w:r>
            <w:r w:rsidRPr="0072100A">
              <w:rPr>
                <w:noProof/>
                <w:webHidden/>
              </w:rPr>
              <w:fldChar w:fldCharType="separate"/>
            </w:r>
            <w:r w:rsidR="0072100A" w:rsidRPr="0072100A">
              <w:rPr>
                <w:noProof/>
                <w:webHidden/>
              </w:rPr>
              <w:t>136</w:t>
            </w:r>
            <w:r w:rsidRPr="0072100A">
              <w:rPr>
                <w:noProof/>
                <w:webHidden/>
              </w:rPr>
              <w:fldChar w:fldCharType="end"/>
            </w:r>
          </w:hyperlink>
        </w:p>
        <w:p w:rsidR="0072100A" w:rsidRDefault="008E4C98">
          <w:r>
            <w:fldChar w:fldCharType="end"/>
          </w:r>
        </w:p>
      </w:sdtContent>
    </w:sdt>
    <w:p w:rsidR="000C0B2A" w:rsidRPr="00F16EE1" w:rsidRDefault="000C0B2A" w:rsidP="00395970">
      <w:pPr>
        <w:pStyle w:val="libNormal"/>
        <w:rPr>
          <w:rtl/>
          <w:cs/>
          <w:lang w:bidi="bn-BD"/>
        </w:rPr>
      </w:pPr>
    </w:p>
    <w:sectPr w:rsidR="000C0B2A" w:rsidRPr="00F16EE1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DAB" w:rsidRDefault="00983DAB" w:rsidP="008B7801">
      <w:pPr>
        <w:spacing w:after="0" w:line="240" w:lineRule="auto"/>
      </w:pPr>
      <w:r>
        <w:separator/>
      </w:r>
    </w:p>
  </w:endnote>
  <w:endnote w:type="continuationSeparator" w:id="0">
    <w:p w:rsidR="00983DAB" w:rsidRDefault="00983DAB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983DAB" w:rsidRDefault="00983DAB">
        <w:pPr>
          <w:pStyle w:val="Footer"/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005EC8">
          <w:rPr>
            <w:rFonts w:ascii="SutonnyMJ" w:hAnsi="SutonnyMJ" w:cs="SutonnyMJ"/>
            <w:noProof/>
          </w:rPr>
          <w:t>131</w:t>
        </w:r>
        <w:r w:rsidRPr="00AA7385">
          <w:rPr>
            <w:rFonts w:ascii="SutonnyMJ" w:hAnsi="SutonnyMJ" w:cs="SutonnyMJ"/>
          </w:rPr>
          <w:fldChar w:fldCharType="end"/>
        </w:r>
      </w:p>
    </w:sdtContent>
  </w:sdt>
  <w:p w:rsidR="00983DAB" w:rsidRDefault="00983D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DAB" w:rsidRDefault="00983DAB" w:rsidP="008B7801">
      <w:pPr>
        <w:spacing w:after="0" w:line="240" w:lineRule="auto"/>
      </w:pPr>
      <w:r>
        <w:separator/>
      </w:r>
    </w:p>
  </w:footnote>
  <w:footnote w:type="continuationSeparator" w:id="0">
    <w:p w:rsidR="00983DAB" w:rsidRDefault="00983DAB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56033"/>
    <w:rsid w:val="00005EC8"/>
    <w:rsid w:val="0002149F"/>
    <w:rsid w:val="0002159F"/>
    <w:rsid w:val="00026914"/>
    <w:rsid w:val="00036558"/>
    <w:rsid w:val="00036F5D"/>
    <w:rsid w:val="000416CF"/>
    <w:rsid w:val="000451DA"/>
    <w:rsid w:val="00055888"/>
    <w:rsid w:val="00064BD1"/>
    <w:rsid w:val="00067176"/>
    <w:rsid w:val="0007168C"/>
    <w:rsid w:val="000753B9"/>
    <w:rsid w:val="0007692B"/>
    <w:rsid w:val="000858AF"/>
    <w:rsid w:val="00090D36"/>
    <w:rsid w:val="000A16E2"/>
    <w:rsid w:val="000A3C87"/>
    <w:rsid w:val="000B5FC9"/>
    <w:rsid w:val="000B6A4B"/>
    <w:rsid w:val="000C0B2A"/>
    <w:rsid w:val="000C4F54"/>
    <w:rsid w:val="000D07DD"/>
    <w:rsid w:val="000D0FC8"/>
    <w:rsid w:val="000D2DE3"/>
    <w:rsid w:val="000D641E"/>
    <w:rsid w:val="000F172F"/>
    <w:rsid w:val="000F319D"/>
    <w:rsid w:val="0010506E"/>
    <w:rsid w:val="0011328D"/>
    <w:rsid w:val="00115ECF"/>
    <w:rsid w:val="00136137"/>
    <w:rsid w:val="00186AAF"/>
    <w:rsid w:val="001A3437"/>
    <w:rsid w:val="001A68B3"/>
    <w:rsid w:val="001A7EF3"/>
    <w:rsid w:val="001B06E2"/>
    <w:rsid w:val="001B2552"/>
    <w:rsid w:val="001D0338"/>
    <w:rsid w:val="001D1762"/>
    <w:rsid w:val="001D77DE"/>
    <w:rsid w:val="001E0D60"/>
    <w:rsid w:val="002149D2"/>
    <w:rsid w:val="0022370C"/>
    <w:rsid w:val="00234480"/>
    <w:rsid w:val="00235071"/>
    <w:rsid w:val="002471BC"/>
    <w:rsid w:val="0024762D"/>
    <w:rsid w:val="0026134F"/>
    <w:rsid w:val="00265EF1"/>
    <w:rsid w:val="00275890"/>
    <w:rsid w:val="0028663A"/>
    <w:rsid w:val="00292BC3"/>
    <w:rsid w:val="00296130"/>
    <w:rsid w:val="002A002B"/>
    <w:rsid w:val="002A20D9"/>
    <w:rsid w:val="002B3ACE"/>
    <w:rsid w:val="002B6976"/>
    <w:rsid w:val="002B709B"/>
    <w:rsid w:val="002D15B8"/>
    <w:rsid w:val="002D2865"/>
    <w:rsid w:val="002D5978"/>
    <w:rsid w:val="002E4766"/>
    <w:rsid w:val="002E6A7F"/>
    <w:rsid w:val="002E7FD0"/>
    <w:rsid w:val="002F11BE"/>
    <w:rsid w:val="00304CCF"/>
    <w:rsid w:val="003137CC"/>
    <w:rsid w:val="003137DA"/>
    <w:rsid w:val="003237FA"/>
    <w:rsid w:val="00336A70"/>
    <w:rsid w:val="003446AD"/>
    <w:rsid w:val="00372245"/>
    <w:rsid w:val="0037388A"/>
    <w:rsid w:val="00385453"/>
    <w:rsid w:val="00395970"/>
    <w:rsid w:val="003A1605"/>
    <w:rsid w:val="003A2753"/>
    <w:rsid w:val="003A380C"/>
    <w:rsid w:val="003B34CB"/>
    <w:rsid w:val="003B4FC1"/>
    <w:rsid w:val="003C2E87"/>
    <w:rsid w:val="003C5A32"/>
    <w:rsid w:val="003E4BC2"/>
    <w:rsid w:val="003F06DA"/>
    <w:rsid w:val="003F57AD"/>
    <w:rsid w:val="003F77EC"/>
    <w:rsid w:val="004036E5"/>
    <w:rsid w:val="00406D51"/>
    <w:rsid w:val="004151F5"/>
    <w:rsid w:val="004219FE"/>
    <w:rsid w:val="004234A1"/>
    <w:rsid w:val="004438CE"/>
    <w:rsid w:val="004546B7"/>
    <w:rsid w:val="00455687"/>
    <w:rsid w:val="00456033"/>
    <w:rsid w:val="0045693A"/>
    <w:rsid w:val="00463EDB"/>
    <w:rsid w:val="00463F84"/>
    <w:rsid w:val="0047173D"/>
    <w:rsid w:val="0047568A"/>
    <w:rsid w:val="00482325"/>
    <w:rsid w:val="00483A81"/>
    <w:rsid w:val="00486B07"/>
    <w:rsid w:val="004924CF"/>
    <w:rsid w:val="00494293"/>
    <w:rsid w:val="004A56BA"/>
    <w:rsid w:val="004A72B8"/>
    <w:rsid w:val="004B74AC"/>
    <w:rsid w:val="004C0EBF"/>
    <w:rsid w:val="004C1471"/>
    <w:rsid w:val="004C57A4"/>
    <w:rsid w:val="004D7784"/>
    <w:rsid w:val="004E6DBB"/>
    <w:rsid w:val="004F68DD"/>
    <w:rsid w:val="005106C4"/>
    <w:rsid w:val="00515868"/>
    <w:rsid w:val="00540CD3"/>
    <w:rsid w:val="00544132"/>
    <w:rsid w:val="0054606C"/>
    <w:rsid w:val="0056211F"/>
    <w:rsid w:val="005656A1"/>
    <w:rsid w:val="005726E1"/>
    <w:rsid w:val="00584195"/>
    <w:rsid w:val="005862E0"/>
    <w:rsid w:val="00593844"/>
    <w:rsid w:val="0059796A"/>
    <w:rsid w:val="005A0E2B"/>
    <w:rsid w:val="005A21F0"/>
    <w:rsid w:val="005B7936"/>
    <w:rsid w:val="005C2CE8"/>
    <w:rsid w:val="005C64EB"/>
    <w:rsid w:val="005D2D86"/>
    <w:rsid w:val="005D3333"/>
    <w:rsid w:val="005F1F3F"/>
    <w:rsid w:val="005F2D37"/>
    <w:rsid w:val="00603FA1"/>
    <w:rsid w:val="00606FA3"/>
    <w:rsid w:val="0061174D"/>
    <w:rsid w:val="00613857"/>
    <w:rsid w:val="0062401F"/>
    <w:rsid w:val="006245FF"/>
    <w:rsid w:val="0062763A"/>
    <w:rsid w:val="00640AC4"/>
    <w:rsid w:val="00643F8F"/>
    <w:rsid w:val="0065549D"/>
    <w:rsid w:val="006628C5"/>
    <w:rsid w:val="006662F8"/>
    <w:rsid w:val="006746F0"/>
    <w:rsid w:val="00690232"/>
    <w:rsid w:val="006A02FE"/>
    <w:rsid w:val="006A0784"/>
    <w:rsid w:val="006A507C"/>
    <w:rsid w:val="006B5383"/>
    <w:rsid w:val="006C20E9"/>
    <w:rsid w:val="006C775E"/>
    <w:rsid w:val="006D197A"/>
    <w:rsid w:val="006D1B58"/>
    <w:rsid w:val="006D440E"/>
    <w:rsid w:val="006E09C7"/>
    <w:rsid w:val="00707890"/>
    <w:rsid w:val="00713A8F"/>
    <w:rsid w:val="007176FC"/>
    <w:rsid w:val="007207BC"/>
    <w:rsid w:val="0072100A"/>
    <w:rsid w:val="00724A58"/>
    <w:rsid w:val="00733E6E"/>
    <w:rsid w:val="00736945"/>
    <w:rsid w:val="0075520E"/>
    <w:rsid w:val="00755E02"/>
    <w:rsid w:val="007616B3"/>
    <w:rsid w:val="0076191A"/>
    <w:rsid w:val="00770A3B"/>
    <w:rsid w:val="007719FE"/>
    <w:rsid w:val="00776659"/>
    <w:rsid w:val="00783321"/>
    <w:rsid w:val="00783BAD"/>
    <w:rsid w:val="00783EE0"/>
    <w:rsid w:val="007959C0"/>
    <w:rsid w:val="007D0C93"/>
    <w:rsid w:val="007D3565"/>
    <w:rsid w:val="007F38BE"/>
    <w:rsid w:val="00813C73"/>
    <w:rsid w:val="008227CD"/>
    <w:rsid w:val="008230AE"/>
    <w:rsid w:val="00826493"/>
    <w:rsid w:val="008302AE"/>
    <w:rsid w:val="0083396A"/>
    <w:rsid w:val="008465F7"/>
    <w:rsid w:val="00856A89"/>
    <w:rsid w:val="00857A37"/>
    <w:rsid w:val="00866869"/>
    <w:rsid w:val="008676FF"/>
    <w:rsid w:val="008715EA"/>
    <w:rsid w:val="0087633D"/>
    <w:rsid w:val="00883EA9"/>
    <w:rsid w:val="0088766C"/>
    <w:rsid w:val="008A48C8"/>
    <w:rsid w:val="008A5A1E"/>
    <w:rsid w:val="008B321B"/>
    <w:rsid w:val="008B7801"/>
    <w:rsid w:val="008B7AD9"/>
    <w:rsid w:val="008D1772"/>
    <w:rsid w:val="008D2BC5"/>
    <w:rsid w:val="008D4310"/>
    <w:rsid w:val="008D6263"/>
    <w:rsid w:val="008E1557"/>
    <w:rsid w:val="008E16D7"/>
    <w:rsid w:val="008E4C98"/>
    <w:rsid w:val="008E6A45"/>
    <w:rsid w:val="008F00F1"/>
    <w:rsid w:val="008F0D7B"/>
    <w:rsid w:val="008F1643"/>
    <w:rsid w:val="008F787A"/>
    <w:rsid w:val="00902D3C"/>
    <w:rsid w:val="009117EC"/>
    <w:rsid w:val="00921503"/>
    <w:rsid w:val="009221B9"/>
    <w:rsid w:val="00934323"/>
    <w:rsid w:val="00937B74"/>
    <w:rsid w:val="00941AEF"/>
    <w:rsid w:val="00944C14"/>
    <w:rsid w:val="0094696C"/>
    <w:rsid w:val="00957CDC"/>
    <w:rsid w:val="00974B47"/>
    <w:rsid w:val="00976CDC"/>
    <w:rsid w:val="009773DF"/>
    <w:rsid w:val="00983DAB"/>
    <w:rsid w:val="00984921"/>
    <w:rsid w:val="00990FF6"/>
    <w:rsid w:val="0099334B"/>
    <w:rsid w:val="009A053A"/>
    <w:rsid w:val="009D142D"/>
    <w:rsid w:val="009D3EC2"/>
    <w:rsid w:val="009D3FD2"/>
    <w:rsid w:val="009D4B48"/>
    <w:rsid w:val="009D5BFF"/>
    <w:rsid w:val="009D759C"/>
    <w:rsid w:val="009D7A0F"/>
    <w:rsid w:val="009E0B79"/>
    <w:rsid w:val="009F5560"/>
    <w:rsid w:val="00A01E74"/>
    <w:rsid w:val="00A021AD"/>
    <w:rsid w:val="00A02BD0"/>
    <w:rsid w:val="00A04A66"/>
    <w:rsid w:val="00A07514"/>
    <w:rsid w:val="00A1022F"/>
    <w:rsid w:val="00A2744B"/>
    <w:rsid w:val="00A35C21"/>
    <w:rsid w:val="00A35CAF"/>
    <w:rsid w:val="00A434B3"/>
    <w:rsid w:val="00A455D0"/>
    <w:rsid w:val="00A560EA"/>
    <w:rsid w:val="00A5772D"/>
    <w:rsid w:val="00A578F7"/>
    <w:rsid w:val="00A65C07"/>
    <w:rsid w:val="00A77675"/>
    <w:rsid w:val="00A826A7"/>
    <w:rsid w:val="00A86A91"/>
    <w:rsid w:val="00A9047B"/>
    <w:rsid w:val="00A96118"/>
    <w:rsid w:val="00AA08F1"/>
    <w:rsid w:val="00AA556A"/>
    <w:rsid w:val="00AA7385"/>
    <w:rsid w:val="00AB0447"/>
    <w:rsid w:val="00AB18E8"/>
    <w:rsid w:val="00AB6543"/>
    <w:rsid w:val="00AC075F"/>
    <w:rsid w:val="00AC3E47"/>
    <w:rsid w:val="00AD2112"/>
    <w:rsid w:val="00AE4471"/>
    <w:rsid w:val="00AE454D"/>
    <w:rsid w:val="00AE651F"/>
    <w:rsid w:val="00AF1D3D"/>
    <w:rsid w:val="00B07D13"/>
    <w:rsid w:val="00B213C6"/>
    <w:rsid w:val="00B26972"/>
    <w:rsid w:val="00B27BD7"/>
    <w:rsid w:val="00B476A4"/>
    <w:rsid w:val="00B50F2A"/>
    <w:rsid w:val="00B6472E"/>
    <w:rsid w:val="00B811CF"/>
    <w:rsid w:val="00B854B9"/>
    <w:rsid w:val="00B90284"/>
    <w:rsid w:val="00B91799"/>
    <w:rsid w:val="00BC1D1F"/>
    <w:rsid w:val="00BC2938"/>
    <w:rsid w:val="00BD15E9"/>
    <w:rsid w:val="00BD3D8D"/>
    <w:rsid w:val="00BE138C"/>
    <w:rsid w:val="00BE1409"/>
    <w:rsid w:val="00BF0D0E"/>
    <w:rsid w:val="00BF3764"/>
    <w:rsid w:val="00BF5B93"/>
    <w:rsid w:val="00C07EA5"/>
    <w:rsid w:val="00C112B1"/>
    <w:rsid w:val="00C15B1A"/>
    <w:rsid w:val="00C208CA"/>
    <w:rsid w:val="00C2470C"/>
    <w:rsid w:val="00C303C9"/>
    <w:rsid w:val="00C313B1"/>
    <w:rsid w:val="00C34189"/>
    <w:rsid w:val="00C36628"/>
    <w:rsid w:val="00C45143"/>
    <w:rsid w:val="00C5159A"/>
    <w:rsid w:val="00C53098"/>
    <w:rsid w:val="00C539D3"/>
    <w:rsid w:val="00C924E6"/>
    <w:rsid w:val="00CA250A"/>
    <w:rsid w:val="00CC3791"/>
    <w:rsid w:val="00CC48FE"/>
    <w:rsid w:val="00CC760A"/>
    <w:rsid w:val="00CD6057"/>
    <w:rsid w:val="00CD6645"/>
    <w:rsid w:val="00CE088A"/>
    <w:rsid w:val="00CE09E4"/>
    <w:rsid w:val="00CE1847"/>
    <w:rsid w:val="00CE22D1"/>
    <w:rsid w:val="00CE4625"/>
    <w:rsid w:val="00D02065"/>
    <w:rsid w:val="00D3360F"/>
    <w:rsid w:val="00D365B8"/>
    <w:rsid w:val="00D37346"/>
    <w:rsid w:val="00D4000F"/>
    <w:rsid w:val="00D430A5"/>
    <w:rsid w:val="00D44DB1"/>
    <w:rsid w:val="00D450D2"/>
    <w:rsid w:val="00D454B5"/>
    <w:rsid w:val="00D457C0"/>
    <w:rsid w:val="00D46570"/>
    <w:rsid w:val="00D4723B"/>
    <w:rsid w:val="00D52161"/>
    <w:rsid w:val="00D5689C"/>
    <w:rsid w:val="00D621B6"/>
    <w:rsid w:val="00D6338C"/>
    <w:rsid w:val="00D72D29"/>
    <w:rsid w:val="00D7533E"/>
    <w:rsid w:val="00D86325"/>
    <w:rsid w:val="00D9048C"/>
    <w:rsid w:val="00D941C7"/>
    <w:rsid w:val="00D95F57"/>
    <w:rsid w:val="00DC1C18"/>
    <w:rsid w:val="00DC6B7C"/>
    <w:rsid w:val="00DD5C1E"/>
    <w:rsid w:val="00DF0DAD"/>
    <w:rsid w:val="00DF45E8"/>
    <w:rsid w:val="00DF5F3D"/>
    <w:rsid w:val="00E02BA8"/>
    <w:rsid w:val="00E03474"/>
    <w:rsid w:val="00E100ED"/>
    <w:rsid w:val="00E152B2"/>
    <w:rsid w:val="00E242B2"/>
    <w:rsid w:val="00E27091"/>
    <w:rsid w:val="00E30987"/>
    <w:rsid w:val="00E32589"/>
    <w:rsid w:val="00E400A5"/>
    <w:rsid w:val="00E52113"/>
    <w:rsid w:val="00E7478D"/>
    <w:rsid w:val="00E84EB1"/>
    <w:rsid w:val="00E9343A"/>
    <w:rsid w:val="00E96184"/>
    <w:rsid w:val="00EA63F2"/>
    <w:rsid w:val="00EA6ACB"/>
    <w:rsid w:val="00EA778A"/>
    <w:rsid w:val="00EB1BF3"/>
    <w:rsid w:val="00EB246C"/>
    <w:rsid w:val="00EC4B61"/>
    <w:rsid w:val="00EC5EED"/>
    <w:rsid w:val="00ED27AE"/>
    <w:rsid w:val="00EE0D4A"/>
    <w:rsid w:val="00EF7ADF"/>
    <w:rsid w:val="00EF7C64"/>
    <w:rsid w:val="00F066BA"/>
    <w:rsid w:val="00F11A1C"/>
    <w:rsid w:val="00F16EE1"/>
    <w:rsid w:val="00F20557"/>
    <w:rsid w:val="00F44004"/>
    <w:rsid w:val="00F4436C"/>
    <w:rsid w:val="00F525D6"/>
    <w:rsid w:val="00F60477"/>
    <w:rsid w:val="00F61807"/>
    <w:rsid w:val="00F667AA"/>
    <w:rsid w:val="00F66A17"/>
    <w:rsid w:val="00F762CF"/>
    <w:rsid w:val="00F805E3"/>
    <w:rsid w:val="00F85A72"/>
    <w:rsid w:val="00F86D8D"/>
    <w:rsid w:val="00F87E84"/>
    <w:rsid w:val="00F91E16"/>
    <w:rsid w:val="00F9327C"/>
    <w:rsid w:val="00FA5F26"/>
    <w:rsid w:val="00FB2189"/>
    <w:rsid w:val="00FB2C9D"/>
    <w:rsid w:val="00FD2E0A"/>
    <w:rsid w:val="00FE115C"/>
    <w:rsid w:val="00FE168D"/>
    <w:rsid w:val="00FE6507"/>
    <w:rsid w:val="00FE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FC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A455D0"/>
    <w:rPr>
      <w:color w:val="008000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937B74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937B74"/>
    <w:rPr>
      <w:rFonts w:ascii="Rafed Alaem" w:eastAsia="Rafed Alaem" w:hAnsi="Rafed Alaem" w:cs="Rafed Alaem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ascii="SolaimanLipi" w:eastAsia="SolaimanLipi" w:hAnsi="SolaimanLipi" w:cs="Arial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ascii="SolaimanLipi" w:eastAsia="SolaimanLipi" w:hAnsi="SolaimanLipi" w:cs="Arial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customStyle="1" w:styleId="libEn">
    <w:name w:val="libEn"/>
    <w:basedOn w:val="libNormal"/>
    <w:qFormat/>
    <w:rsid w:val="00336A70"/>
    <w:rPr>
      <w:rFonts w:asciiTheme="minorBidi" w:hAnsiTheme="minorBidi"/>
      <w:sz w:val="24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/>
      <w:ind w:left="660"/>
    </w:pPr>
    <w:rPr>
      <w:rFonts w:ascii="SolaimanLipi" w:eastAsiaTheme="minorEastAsia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/>
      <w:ind w:left="880"/>
    </w:pPr>
    <w:rPr>
      <w:rFonts w:ascii="SolaimanLipi" w:eastAsiaTheme="minorEastAsia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/>
      <w:ind w:left="1100"/>
    </w:pPr>
    <w:rPr>
      <w:rFonts w:ascii="SolaimanLipi" w:eastAsiaTheme="minorEastAsia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/>
      <w:ind w:left="1320"/>
    </w:pPr>
    <w:rPr>
      <w:rFonts w:ascii="SolaimanLipi" w:eastAsiaTheme="minorEastAsia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/>
      <w:ind w:left="1540"/>
    </w:pPr>
    <w:rPr>
      <w:rFonts w:ascii="SolaimanLipi" w:eastAsiaTheme="minorEastAsia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/>
      <w:ind w:left="1760"/>
    </w:pPr>
    <w:rPr>
      <w:rFonts w:ascii="SolaimanLipi" w:eastAsiaTheme="minorEastAsia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A7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A778A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faysal\Bangla%20Book\Template\Template%20Bangal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C1A71-20E1-47E6-920A-DC5C32D9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Bangala</Template>
  <TotalTime>365</TotalTime>
  <Pages>134</Pages>
  <Words>26179</Words>
  <Characters>149226</Characters>
  <Application>Microsoft Office Word</Application>
  <DocSecurity>0</DocSecurity>
  <Lines>1243</Lines>
  <Paragraphs>350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B1</dc:creator>
  <cp:lastModifiedBy>Feysal</cp:lastModifiedBy>
  <cp:revision>28</cp:revision>
  <cp:lastPrinted>2014-03-16T09:29:00Z</cp:lastPrinted>
  <dcterms:created xsi:type="dcterms:W3CDTF">2014-09-15T18:15:00Z</dcterms:created>
  <dcterms:modified xsi:type="dcterms:W3CDTF">2015-05-02T07:32:00Z</dcterms:modified>
</cp:coreProperties>
</file>