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7D" w:rsidRDefault="005A057D" w:rsidP="00B06DC9">
      <w:pPr>
        <w:pStyle w:val="libCenterTitr"/>
      </w:pPr>
      <w:r w:rsidRPr="009F36D3">
        <w:rPr>
          <w:cs/>
          <w:lang w:bidi="bn-IN"/>
        </w:rPr>
        <w:t>কে</w:t>
      </w:r>
      <w:r w:rsidRPr="009F36D3">
        <w:t xml:space="preserve"> </w:t>
      </w:r>
      <w:r w:rsidRPr="009F36D3">
        <w:rPr>
          <w:cs/>
          <w:lang w:bidi="bn-IN"/>
        </w:rPr>
        <w:t>ইমাম</w:t>
      </w:r>
      <w:r w:rsidRPr="009F36D3">
        <w:t xml:space="preserve"> </w:t>
      </w:r>
      <w:r w:rsidRPr="009F36D3">
        <w:rPr>
          <w:cs/>
          <w:lang w:bidi="bn-IN"/>
        </w:rPr>
        <w:t>মাহদী</w:t>
      </w:r>
      <w:r w:rsidRPr="009F36D3">
        <w:t xml:space="preserve"> </w:t>
      </w:r>
    </w:p>
    <w:p w:rsidR="00B81B86" w:rsidRDefault="00B81B86" w:rsidP="00B81B86">
      <w:pPr>
        <w:pStyle w:val="libCenterBold1"/>
        <w:rPr>
          <w:lang w:bidi="bn-IN"/>
        </w:rPr>
      </w:pPr>
      <w:r w:rsidRPr="00B81B86">
        <w:rPr>
          <w:lang w:bidi="bn-IN"/>
        </w:rPr>
        <w:t>(</w:t>
      </w:r>
      <w:r w:rsidRPr="00B81B86">
        <w:rPr>
          <w:cs/>
          <w:lang w:bidi="bn-IN"/>
        </w:rPr>
        <w:t>আহলে সুন্নাতের সূত্র থেকে)</w:t>
      </w:r>
    </w:p>
    <w:p w:rsidR="00B81B86" w:rsidRDefault="00B81B86" w:rsidP="00B81B86">
      <w:pPr>
        <w:pStyle w:val="libNormal"/>
        <w:rPr>
          <w:cs/>
          <w:lang w:bidi="bn-IN"/>
        </w:rPr>
      </w:pPr>
    </w:p>
    <w:p w:rsidR="00B81B86" w:rsidRDefault="00B81B86" w:rsidP="00B81B86">
      <w:pPr>
        <w:pStyle w:val="libNormal"/>
        <w:rPr>
          <w:cs/>
          <w:lang w:bidi="bn-IN"/>
        </w:rPr>
      </w:pPr>
    </w:p>
    <w:p w:rsidR="00B81B86" w:rsidRDefault="00B81B86" w:rsidP="00B81B86">
      <w:pPr>
        <w:pStyle w:val="libNormal"/>
        <w:rPr>
          <w:cs/>
          <w:lang w:bidi="bn-IN"/>
        </w:rPr>
      </w:pPr>
    </w:p>
    <w:p w:rsidR="00B81B86" w:rsidRPr="00E657D1" w:rsidRDefault="00B81B86" w:rsidP="00B81B86">
      <w:pPr>
        <w:pStyle w:val="libCenterBold1"/>
      </w:pPr>
      <w:r w:rsidRPr="00E657D1">
        <w:rPr>
          <w:cs/>
          <w:lang w:bidi="bn-IN"/>
        </w:rPr>
        <w:t>লেখক</w:t>
      </w:r>
      <w:r>
        <w:rPr>
          <w:cs/>
          <w:lang w:bidi="bn-IN"/>
        </w:rPr>
        <w:t xml:space="preserve">ঃ </w:t>
      </w:r>
      <w:r w:rsidRPr="00E657D1">
        <w:rPr>
          <w:cs/>
          <w:lang w:bidi="bn-IN"/>
        </w:rPr>
        <w:t>সাইয়্যেদ সাদরুদ্দীন আল সাদর</w:t>
      </w:r>
    </w:p>
    <w:p w:rsidR="00B81B86" w:rsidRPr="00E657D1" w:rsidRDefault="00B81B86" w:rsidP="00B81B86">
      <w:pPr>
        <w:pStyle w:val="libCenterBold1"/>
      </w:pPr>
      <w:r>
        <w:rPr>
          <w:cs/>
          <w:lang w:bidi="bn-IN"/>
        </w:rPr>
        <w:t xml:space="preserve">অনুবাদঃ </w:t>
      </w:r>
      <w:r w:rsidRPr="00E657D1">
        <w:rPr>
          <w:cs/>
          <w:lang w:bidi="bn-IN"/>
        </w:rPr>
        <w:t>মুহাম্মাদ ইরফানুল হক</w:t>
      </w: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007AA6">
      <w:pPr>
        <w:rPr>
          <w:lang w:bidi="bn-IN"/>
        </w:rPr>
      </w:pPr>
    </w:p>
    <w:p w:rsidR="00B81B86" w:rsidRDefault="00B81B86" w:rsidP="00B81B86">
      <w:pPr>
        <w:pStyle w:val="libCenterBold1"/>
        <w:rPr>
          <w:cs/>
          <w:lang w:bidi="bn-IN"/>
        </w:rPr>
      </w:pPr>
      <w:r w:rsidRPr="00E657D1">
        <w:rPr>
          <w:cs/>
          <w:lang w:bidi="bn-IN"/>
        </w:rPr>
        <w:t>ওয়াইজম্যান পাবলিকেশনস</w:t>
      </w:r>
    </w:p>
    <w:p w:rsidR="00B81B86" w:rsidRPr="00007AA6" w:rsidRDefault="00B81B86" w:rsidP="00007AA6">
      <w:pPr>
        <w:rPr>
          <w:rtl/>
          <w:cs/>
        </w:rPr>
      </w:pPr>
      <w:r>
        <w:rPr>
          <w:cs/>
          <w:lang w:bidi="bn-IN"/>
        </w:rPr>
        <w:br w:type="page"/>
      </w:r>
    </w:p>
    <w:p w:rsidR="00B81B86" w:rsidRPr="00E657D1" w:rsidRDefault="00B81B86" w:rsidP="00B81B86">
      <w:pPr>
        <w:pStyle w:val="libNormal"/>
      </w:pPr>
      <w:r>
        <w:rPr>
          <w:cs/>
          <w:lang w:bidi="bn-IN"/>
        </w:rPr>
        <w:lastRenderedPageBreak/>
        <w:t>শিরো</w:t>
      </w:r>
      <w:r w:rsidRPr="00E657D1">
        <w:rPr>
          <w:cs/>
          <w:lang w:bidi="bn-IN"/>
        </w:rPr>
        <w:t>নাম</w:t>
      </w:r>
      <w:r>
        <w:rPr>
          <w:cs/>
          <w:lang w:bidi="bn-IN"/>
        </w:rPr>
        <w:t xml:space="preserve">ঃ </w:t>
      </w:r>
      <w:r w:rsidRPr="00E657D1">
        <w:rPr>
          <w:cs/>
          <w:lang w:bidi="bn-IN"/>
        </w:rPr>
        <w:t xml:space="preserve">কে ইমাম মাহদী (আঃ) </w:t>
      </w:r>
      <w:r w:rsidRPr="00E657D1">
        <w:t>?</w:t>
      </w:r>
    </w:p>
    <w:p w:rsidR="00B81B86" w:rsidRPr="00E657D1" w:rsidRDefault="00B81B86" w:rsidP="00B81B86">
      <w:pPr>
        <w:pStyle w:val="libNormal"/>
      </w:pPr>
      <w:r w:rsidRPr="00E657D1">
        <w:rPr>
          <w:cs/>
          <w:lang w:bidi="bn-IN"/>
        </w:rPr>
        <w:t>লেখক</w:t>
      </w:r>
      <w:r>
        <w:rPr>
          <w:cs/>
          <w:lang w:bidi="bn-IN"/>
        </w:rPr>
        <w:t xml:space="preserve">ঃ </w:t>
      </w:r>
      <w:r w:rsidRPr="00E657D1">
        <w:rPr>
          <w:cs/>
          <w:lang w:bidi="bn-IN"/>
        </w:rPr>
        <w:t>সাইয়্যেদ সাদরুদ্দীন আল সাদর</w:t>
      </w:r>
    </w:p>
    <w:p w:rsidR="00B81B86" w:rsidRPr="00E657D1" w:rsidRDefault="00B81B86" w:rsidP="00B81B86">
      <w:pPr>
        <w:pStyle w:val="libNormal"/>
      </w:pPr>
      <w:r>
        <w:rPr>
          <w:cs/>
          <w:lang w:bidi="bn-IN"/>
        </w:rPr>
        <w:t xml:space="preserve">অনুবাদঃ </w:t>
      </w:r>
      <w:r w:rsidRPr="00E657D1">
        <w:rPr>
          <w:cs/>
          <w:lang w:bidi="bn-IN"/>
        </w:rPr>
        <w:t>মুহাম্মাদ ইরফানুল হক</w:t>
      </w:r>
    </w:p>
    <w:p w:rsidR="00B81B86" w:rsidRPr="00E657D1" w:rsidRDefault="00B81B86" w:rsidP="00B81B86">
      <w:pPr>
        <w:pStyle w:val="libNormal"/>
      </w:pPr>
      <w:r w:rsidRPr="00E657D1">
        <w:rPr>
          <w:cs/>
          <w:lang w:bidi="bn-IN"/>
        </w:rPr>
        <w:t>সম্পাদনা</w:t>
      </w:r>
      <w:r>
        <w:rPr>
          <w:cs/>
          <w:lang w:bidi="bn-IN"/>
        </w:rPr>
        <w:t xml:space="preserve">ঃ </w:t>
      </w:r>
      <w:r w:rsidRPr="00E657D1">
        <w:rPr>
          <w:cs/>
          <w:lang w:bidi="bn-IN"/>
        </w:rPr>
        <w:t>এ.কে.এম. রাশিদুজ্জামান</w:t>
      </w:r>
    </w:p>
    <w:p w:rsidR="00B81B86" w:rsidRPr="00E657D1" w:rsidRDefault="00B81B86" w:rsidP="00B81B86">
      <w:pPr>
        <w:pStyle w:val="libNormal"/>
      </w:pPr>
      <w:r w:rsidRPr="00E657D1">
        <w:rPr>
          <w:cs/>
          <w:lang w:bidi="bn-IN"/>
        </w:rPr>
        <w:t>সহযোগিতায়</w:t>
      </w:r>
      <w:r>
        <w:rPr>
          <w:cs/>
          <w:lang w:bidi="bn-IN"/>
        </w:rPr>
        <w:t>ঃ</w:t>
      </w:r>
      <w:r>
        <w:t xml:space="preserve"> </w:t>
      </w:r>
      <w:r w:rsidRPr="00E657D1">
        <w:rPr>
          <w:cs/>
          <w:lang w:bidi="bn-IN"/>
        </w:rPr>
        <w:t>কালচারাল কাউন্সেলরের দফতর</w:t>
      </w:r>
      <w:r w:rsidRPr="00E657D1">
        <w:t>,</w:t>
      </w:r>
      <w:r>
        <w:t xml:space="preserve"> </w:t>
      </w:r>
      <w:r w:rsidRPr="00E657D1">
        <w:rPr>
          <w:cs/>
          <w:lang w:bidi="bn-IN"/>
        </w:rPr>
        <w:t>ইসলামী প্রজাতন্ত্র ইরান</w:t>
      </w:r>
      <w:r w:rsidRPr="00E657D1">
        <w:t>,</w:t>
      </w:r>
      <w:r>
        <w:t xml:space="preserve"> </w:t>
      </w:r>
      <w:r>
        <w:rPr>
          <w:cs/>
          <w:lang w:bidi="bn-IN"/>
        </w:rPr>
        <w:t>ঢাকা</w:t>
      </w:r>
      <w:r>
        <w:t xml:space="preserve"> </w:t>
      </w:r>
      <w:r>
        <w:rPr>
          <w:cs/>
          <w:lang w:bidi="bn-IN"/>
        </w:rPr>
        <w:t>বাংলাদেশ</w:t>
      </w:r>
      <w:r>
        <w:rPr>
          <w:cs/>
          <w:lang w:bidi="hi-IN"/>
        </w:rPr>
        <w:t>।</w:t>
      </w:r>
    </w:p>
    <w:p w:rsidR="00B81B86" w:rsidRPr="00E657D1" w:rsidRDefault="00B81B86" w:rsidP="00B81B86">
      <w:pPr>
        <w:pStyle w:val="libNormal"/>
      </w:pPr>
      <w:r>
        <w:rPr>
          <w:cs/>
          <w:lang w:bidi="bn-IN"/>
        </w:rPr>
        <w:t>প্রকাশকঃ</w:t>
      </w:r>
      <w:r w:rsidRPr="00E657D1">
        <w:rPr>
          <w:cs/>
          <w:lang w:bidi="bn-IN"/>
        </w:rPr>
        <w:t xml:space="preserve"> ওয়াইজম্যান পাবলিকেশনস</w:t>
      </w:r>
    </w:p>
    <w:p w:rsidR="00B81B86" w:rsidRDefault="00B81B86" w:rsidP="00B81B86">
      <w:pPr>
        <w:pStyle w:val="libNormal"/>
      </w:pPr>
      <w:r>
        <w:rPr>
          <w:cs/>
          <w:lang w:bidi="bn-IN"/>
        </w:rPr>
        <w:t>প্র</w:t>
      </w:r>
      <w:r w:rsidRPr="00E657D1">
        <w:rPr>
          <w:cs/>
          <w:lang w:bidi="bn-IN"/>
        </w:rPr>
        <w:t>কাশকা</w:t>
      </w:r>
      <w:r>
        <w:rPr>
          <w:cs/>
          <w:lang w:bidi="bn-IN"/>
        </w:rPr>
        <w:t xml:space="preserve">লঃ </w:t>
      </w:r>
      <w:r>
        <w:t xml:space="preserve"> </w:t>
      </w:r>
      <w:r w:rsidRPr="00E657D1">
        <w:rPr>
          <w:cs/>
          <w:lang w:bidi="bn-IN"/>
        </w:rPr>
        <w:t>২০শে জামাদিউস সানি</w:t>
      </w:r>
      <w:r w:rsidRPr="00E657D1">
        <w:t xml:space="preserve">, </w:t>
      </w:r>
      <w:r w:rsidRPr="00E657D1">
        <w:rPr>
          <w:cs/>
          <w:lang w:bidi="bn-IN"/>
        </w:rPr>
        <w:t>১৪৩০ হি.</w:t>
      </w:r>
      <w:r w:rsidRPr="00E657D1">
        <w:t>,</w:t>
      </w:r>
      <w:r w:rsidRPr="00E657D1">
        <w:rPr>
          <w:cs/>
          <w:lang w:bidi="bn-IN"/>
        </w:rPr>
        <w:t>১লা আষাঢ়</w:t>
      </w:r>
      <w:r w:rsidRPr="00E657D1">
        <w:t xml:space="preserve">, </w:t>
      </w:r>
      <w:r w:rsidRPr="00E657D1">
        <w:rPr>
          <w:cs/>
          <w:lang w:bidi="bn-IN"/>
        </w:rPr>
        <w:t>১৪১৬ বাং.</w:t>
      </w:r>
      <w:r w:rsidRPr="00E657D1">
        <w:t>,</w:t>
      </w:r>
      <w:r w:rsidRPr="00E657D1">
        <w:rPr>
          <w:cs/>
          <w:lang w:bidi="bn-IN"/>
        </w:rPr>
        <w:t>১৫ই জুন</w:t>
      </w:r>
      <w:r w:rsidRPr="00E657D1">
        <w:t xml:space="preserve">, </w:t>
      </w:r>
      <w:r w:rsidRPr="00E657D1">
        <w:rPr>
          <w:cs/>
          <w:lang w:bidi="bn-IN"/>
        </w:rPr>
        <w:t>২০০৯ খ্রী.।</w:t>
      </w:r>
    </w:p>
    <w:p w:rsidR="005F03ED" w:rsidRDefault="005F03ED" w:rsidP="00007AA6">
      <w:pPr>
        <w:rPr>
          <w:lang w:bidi="bn-IN"/>
        </w:rPr>
      </w:pPr>
      <w:r>
        <w:rPr>
          <w:lang w:bidi="bn-IN"/>
        </w:rPr>
        <w:br w:type="page"/>
      </w:r>
    </w:p>
    <w:p w:rsidR="005F03ED" w:rsidRDefault="005F03ED" w:rsidP="00B6539D">
      <w:pPr>
        <w:pStyle w:val="libCenterBold1"/>
        <w:rPr>
          <w:cs/>
          <w:lang w:bidi="bn-IN"/>
        </w:rPr>
      </w:pPr>
      <w:r>
        <w:rPr>
          <w:cs/>
          <w:lang w:bidi="bn-IN"/>
        </w:rPr>
        <w:lastRenderedPageBreak/>
        <w:t>উৎসর্গ</w:t>
      </w:r>
    </w:p>
    <w:p w:rsidR="005F03ED" w:rsidRPr="00E657D1" w:rsidRDefault="005F03ED" w:rsidP="005F03ED">
      <w:pPr>
        <w:pStyle w:val="libNormal"/>
      </w:pPr>
      <w:r w:rsidRPr="00E657D1">
        <w:rPr>
          <w:cs/>
          <w:lang w:bidi="bn-IN"/>
        </w:rPr>
        <w:t>এ বইটি উৎস</w:t>
      </w:r>
      <w:r>
        <w:rPr>
          <w:cs/>
          <w:lang w:bidi="bn-IN"/>
        </w:rPr>
        <w:t xml:space="preserve">র্গিত </w:t>
      </w:r>
      <w:r w:rsidRPr="00E657D1">
        <w:rPr>
          <w:cs/>
          <w:lang w:bidi="bn-IN"/>
        </w:rPr>
        <w:t xml:space="preserve">হলো আপনার </w:t>
      </w:r>
      <w:r>
        <w:rPr>
          <w:cs/>
          <w:lang w:bidi="bn-IN"/>
        </w:rPr>
        <w:t>প্রতি</w:t>
      </w:r>
      <w:r w:rsidRPr="00E657D1">
        <w:rPr>
          <w:cs/>
          <w:lang w:bidi="bn-IN"/>
        </w:rPr>
        <w:t xml:space="preserve"> </w:t>
      </w:r>
      <w:r w:rsidRPr="00B6539D">
        <w:rPr>
          <w:rStyle w:val="libAlaemChar"/>
        </w:rPr>
        <w:t>‘</w:t>
      </w:r>
      <w:r w:rsidRPr="00E657D1">
        <w:rPr>
          <w:cs/>
          <w:lang w:bidi="bn-IN"/>
        </w:rPr>
        <w:t xml:space="preserve">হে </w:t>
      </w:r>
      <w:r>
        <w:rPr>
          <w:cs/>
          <w:lang w:bidi="bn-IN"/>
        </w:rPr>
        <w:t>আবুল</w:t>
      </w:r>
      <w:r w:rsidRPr="00E657D1">
        <w:rPr>
          <w:cs/>
          <w:lang w:bidi="bn-IN"/>
        </w:rPr>
        <w:t xml:space="preserve"> </w:t>
      </w:r>
      <w:r>
        <w:rPr>
          <w:cs/>
          <w:lang w:bidi="bn-IN"/>
        </w:rPr>
        <w:t>ক্বা</w:t>
      </w:r>
      <w:r w:rsidRPr="00E657D1">
        <w:rPr>
          <w:cs/>
          <w:lang w:bidi="bn-IN"/>
        </w:rPr>
        <w:t>সেম</w:t>
      </w:r>
      <w:r w:rsidRPr="00E657D1">
        <w:t xml:space="preserve"> </w:t>
      </w:r>
      <w:r>
        <w:rPr>
          <w:cs/>
          <w:lang w:bidi="bn-IN"/>
        </w:rPr>
        <w:t>মুহাম্মাদ</w:t>
      </w:r>
      <w:r>
        <w:t xml:space="preserve"> </w:t>
      </w:r>
      <w:r w:rsidRPr="00E657D1">
        <w:rPr>
          <w:cs/>
          <w:lang w:bidi="bn-IN"/>
        </w:rPr>
        <w:t>ইবনে হাসান আল</w:t>
      </w:r>
      <w:r>
        <w:rPr>
          <w:cs/>
          <w:lang w:bidi="bn-IN"/>
        </w:rPr>
        <w:t xml:space="preserve"> </w:t>
      </w:r>
      <w:r w:rsidRPr="00E657D1">
        <w:rPr>
          <w:cs/>
          <w:lang w:bidi="bn-IN"/>
        </w:rPr>
        <w:t>আসকারী (আঃ)</w:t>
      </w:r>
      <w:r w:rsidRPr="00E657D1">
        <w:t xml:space="preserve">, </w:t>
      </w:r>
      <w:r w:rsidRPr="00B6539D">
        <w:rPr>
          <w:rStyle w:val="libAlaemChar"/>
        </w:rPr>
        <w:t>‘</w:t>
      </w:r>
      <w:r w:rsidRPr="00E657D1">
        <w:rPr>
          <w:cs/>
          <w:lang w:bidi="bn-IN"/>
        </w:rPr>
        <w:t>হে বা</w:t>
      </w:r>
      <w:r>
        <w:rPr>
          <w:cs/>
          <w:lang w:bidi="bn-IN"/>
        </w:rPr>
        <w:t>ক্বীয়াতাল্লা</w:t>
      </w:r>
      <w:r w:rsidRPr="00E657D1">
        <w:rPr>
          <w:cs/>
          <w:lang w:bidi="bn-IN"/>
        </w:rPr>
        <w:t>হ</w:t>
      </w:r>
      <w:r w:rsidRPr="00B6539D">
        <w:rPr>
          <w:rStyle w:val="libAlaemChar"/>
        </w:rPr>
        <w:t>’</w:t>
      </w:r>
      <w:r w:rsidRPr="00E657D1">
        <w:t xml:space="preserve"> (</w:t>
      </w:r>
      <w:r w:rsidRPr="00E657D1">
        <w:rPr>
          <w:cs/>
          <w:lang w:bidi="bn-IN"/>
        </w:rPr>
        <w:t>আ</w:t>
      </w:r>
      <w:r>
        <w:rPr>
          <w:cs/>
          <w:lang w:bidi="bn-IN"/>
        </w:rPr>
        <w:t>ল্লা</w:t>
      </w:r>
      <w:r w:rsidRPr="00E657D1">
        <w:rPr>
          <w:cs/>
          <w:lang w:bidi="bn-IN"/>
        </w:rPr>
        <w:t>হর</w:t>
      </w:r>
      <w:r w:rsidR="00B6539D" w:rsidRPr="00B6539D">
        <w:rPr>
          <w:rtl/>
          <w:cs/>
        </w:rPr>
        <w:t xml:space="preserve"> </w:t>
      </w:r>
      <w:r w:rsidRPr="00E657D1">
        <w:rPr>
          <w:cs/>
          <w:lang w:bidi="bn-IN"/>
        </w:rPr>
        <w:t xml:space="preserve">কাছে যিনি বাকী রয়ে গেছেন) এবং হে </w:t>
      </w:r>
      <w:r>
        <w:rPr>
          <w:cs/>
          <w:lang w:bidi="bn-IN"/>
        </w:rPr>
        <w:t>তার</w:t>
      </w:r>
      <w:r w:rsidRPr="00E657D1">
        <w:rPr>
          <w:cs/>
          <w:lang w:bidi="bn-IN"/>
        </w:rPr>
        <w:t xml:space="preserve"> দাসদের </w:t>
      </w:r>
      <w:r>
        <w:rPr>
          <w:cs/>
          <w:lang w:bidi="bn-IN"/>
        </w:rPr>
        <w:t>ও</w:t>
      </w:r>
      <w:r w:rsidRPr="00E657D1">
        <w:rPr>
          <w:cs/>
          <w:lang w:bidi="bn-IN"/>
        </w:rPr>
        <w:t>পর</w:t>
      </w:r>
      <w:r>
        <w:rPr>
          <w:cs/>
          <w:lang w:bidi="bn-IN"/>
        </w:rPr>
        <w:t xml:space="preserve"> তার</w:t>
      </w:r>
      <w:r>
        <w:t xml:space="preserve"> </w:t>
      </w:r>
      <w:r w:rsidRPr="00E657D1">
        <w:rPr>
          <w:cs/>
          <w:lang w:bidi="bn-IN"/>
        </w:rPr>
        <w:t>প্রমাণ</w:t>
      </w:r>
      <w:r w:rsidRPr="00B6539D">
        <w:rPr>
          <w:rStyle w:val="libAlaemChar"/>
        </w:rPr>
        <w:t>’</w:t>
      </w:r>
      <w:r w:rsidRPr="00E657D1">
        <w:rPr>
          <w:cs/>
          <w:lang w:bidi="hi-IN"/>
        </w:rPr>
        <w:t xml:space="preserve">। </w:t>
      </w:r>
      <w:r w:rsidRPr="00E657D1">
        <w:rPr>
          <w:cs/>
          <w:lang w:bidi="bn-IN"/>
        </w:rPr>
        <w:t>আমি আশা করি আপনি</w:t>
      </w:r>
      <w:r>
        <w:rPr>
          <w:cs/>
          <w:lang w:bidi="bn-IN"/>
        </w:rPr>
        <w:t xml:space="preserve"> </w:t>
      </w:r>
      <w:r w:rsidRPr="00E657D1">
        <w:rPr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 w:rsidRPr="00E657D1">
        <w:rPr>
          <w:cs/>
          <w:lang w:bidi="bn-IN"/>
        </w:rPr>
        <w:t xml:space="preserve">এ </w:t>
      </w:r>
      <w:r>
        <w:rPr>
          <w:cs/>
          <w:lang w:bidi="bn-IN"/>
        </w:rPr>
        <w:t>প্রচেষ্টাকে</w:t>
      </w:r>
      <w:r w:rsidRPr="00E657D1">
        <w:rPr>
          <w:cs/>
          <w:lang w:bidi="bn-IN"/>
        </w:rPr>
        <w:t xml:space="preserve"> </w:t>
      </w:r>
      <w:r>
        <w:rPr>
          <w:cs/>
          <w:lang w:bidi="bn-IN"/>
        </w:rPr>
        <w:t>গ্রহণ</w:t>
      </w:r>
      <w:r>
        <w:t xml:space="preserve"> </w:t>
      </w:r>
      <w:r w:rsidRPr="00E657D1">
        <w:rPr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 w:rsidRPr="00E657D1">
        <w:rPr>
          <w:cs/>
          <w:lang w:bidi="bn-IN"/>
        </w:rPr>
        <w:t>বা</w:t>
      </w:r>
      <w:r>
        <w:rPr>
          <w:cs/>
          <w:lang w:bidi="bn-IN"/>
        </w:rPr>
        <w:t>স্ত</w:t>
      </w:r>
      <w:r w:rsidRPr="00E657D1">
        <w:rPr>
          <w:cs/>
          <w:lang w:bidi="bn-IN"/>
        </w:rPr>
        <w:t>বে</w:t>
      </w:r>
      <w:r w:rsidRPr="00E657D1">
        <w:t>,</w:t>
      </w:r>
      <w:r w:rsidRPr="00E657D1">
        <w:rPr>
          <w:cs/>
          <w:lang w:bidi="bn-IN"/>
        </w:rPr>
        <w:t>উপ</w:t>
      </w:r>
      <w:r>
        <w:rPr>
          <w:cs/>
          <w:lang w:bidi="bn-IN"/>
        </w:rPr>
        <w:t>স্থা</w:t>
      </w:r>
      <w:r w:rsidRPr="00E657D1">
        <w:rPr>
          <w:cs/>
          <w:lang w:bidi="bn-IN"/>
        </w:rPr>
        <w:t>পনার</w:t>
      </w:r>
      <w:r w:rsidRPr="00E657D1">
        <w:t xml:space="preserve"> </w:t>
      </w:r>
      <w:r>
        <w:rPr>
          <w:cs/>
          <w:lang w:bidi="bn-IN"/>
        </w:rPr>
        <w:t>মূল্য</w:t>
      </w:r>
      <w:r w:rsidRPr="00E657D1">
        <w:rPr>
          <w:cs/>
          <w:lang w:bidi="bn-IN"/>
        </w:rPr>
        <w:t xml:space="preserve"> এর  উপ</w:t>
      </w:r>
      <w:r>
        <w:rPr>
          <w:cs/>
          <w:lang w:bidi="bn-IN"/>
        </w:rPr>
        <w:t>স্থা</w:t>
      </w:r>
      <w:r w:rsidRPr="00E657D1">
        <w:rPr>
          <w:cs/>
          <w:lang w:bidi="bn-IN"/>
        </w:rPr>
        <w:t>পকের</w:t>
      </w:r>
      <w:r w:rsidRPr="00E657D1">
        <w:t xml:space="preserve"> </w:t>
      </w:r>
      <w:r w:rsidRPr="00E657D1">
        <w:rPr>
          <w:cs/>
          <w:lang w:bidi="bn-IN"/>
        </w:rPr>
        <w:t>যোগ্যতা</w:t>
      </w:r>
      <w:r>
        <w:t xml:space="preserve"> </w:t>
      </w:r>
      <w:r w:rsidRPr="00E657D1">
        <w:rPr>
          <w:cs/>
          <w:lang w:bidi="bn-IN"/>
        </w:rPr>
        <w:t>অনুযায়ী হয়।</w:t>
      </w:r>
    </w:p>
    <w:p w:rsidR="005A057D" w:rsidRPr="009F36D3" w:rsidRDefault="00B81B86" w:rsidP="00B81B86">
      <w:pPr>
        <w:pStyle w:val="libRight"/>
      </w:pPr>
      <w:r>
        <w:rPr>
          <w:cs/>
          <w:lang w:bidi="bn-IN"/>
        </w:rPr>
        <w:t>-</w:t>
      </w:r>
      <w:r w:rsidRPr="00E657D1">
        <w:rPr>
          <w:cs/>
          <w:lang w:bidi="bn-IN"/>
        </w:rPr>
        <w:t>সাইয়্যেদ সাদরুদ্দীন আল সাদর</w:t>
      </w:r>
    </w:p>
    <w:p w:rsidR="00B06DC9" w:rsidRPr="006E1E70" w:rsidRDefault="00B06DC9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630E4F">
      <w:pPr>
        <w:pStyle w:val="libCenterBold1"/>
      </w:pPr>
      <w:r w:rsidRPr="009F36D3">
        <w:rPr>
          <w:cs/>
          <w:lang w:bidi="bn-IN"/>
        </w:rPr>
        <w:lastRenderedPageBreak/>
        <w:t>আহলে</w:t>
      </w:r>
      <w:r w:rsidRPr="009F36D3">
        <w:t xml:space="preserve"> </w:t>
      </w:r>
      <w:r w:rsidRPr="009F36D3">
        <w:rPr>
          <w:cs/>
          <w:lang w:bidi="bn-IN"/>
        </w:rPr>
        <w:t>সুন্নাতের</w:t>
      </w:r>
      <w:r w:rsidRPr="009F36D3">
        <w:t xml:space="preserve"> </w:t>
      </w:r>
      <w:r w:rsidRPr="009F36D3">
        <w:rPr>
          <w:cs/>
          <w:lang w:bidi="bn-IN"/>
        </w:rPr>
        <w:t>তথ্যসূত্রের</w:t>
      </w:r>
      <w:r w:rsidRPr="009F36D3">
        <w:t xml:space="preserve"> </w:t>
      </w:r>
      <w:r w:rsidRPr="009F36D3">
        <w:rPr>
          <w:cs/>
          <w:lang w:bidi="bn-IN"/>
        </w:rPr>
        <w:t>তালিকা</w:t>
      </w:r>
    </w:p>
    <w:p w:rsidR="00B81B86" w:rsidRDefault="00B81B86" w:rsidP="00B06DC9">
      <w:pPr>
        <w:pStyle w:val="libNormal"/>
        <w:rPr>
          <w:rStyle w:val="libBold2Char"/>
          <w:rtl/>
          <w:cs/>
        </w:rPr>
      </w:pP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“</w:t>
      </w:r>
      <w:r w:rsidRPr="00630E4F">
        <w:rPr>
          <w:rStyle w:val="libBold2Char"/>
          <w:cs/>
          <w:lang w:bidi="bn-IN"/>
        </w:rPr>
        <w:t>ইসাফুর রাগেবীন</w:t>
      </w:r>
      <w:r w:rsidRPr="006E1E70">
        <w:rPr>
          <w:rStyle w:val="libAlaemChar"/>
        </w:rPr>
        <w:t>”</w:t>
      </w:r>
      <w:r w:rsidRPr="00630E4F">
        <w:rPr>
          <w:rStyle w:val="libBold2Char"/>
        </w:rPr>
        <w:t>-</w:t>
      </w:r>
      <w:r w:rsidRPr="009F36D3">
        <w:t xml:space="preserve"> </w:t>
      </w:r>
      <w:r w:rsidRPr="009F36D3">
        <w:rPr>
          <w:cs/>
          <w:lang w:bidi="bn-IN"/>
        </w:rPr>
        <w:t xml:space="preserve">রাসূলুল্লাহ (সাঃ) ও তার পবিত্র আহলে বাইত </w:t>
      </w:r>
      <w:r w:rsidRPr="009F36D3">
        <w:t>(</w:t>
      </w:r>
      <w:r w:rsidRPr="009F36D3">
        <w:rPr>
          <w:cs/>
          <w:lang w:bidi="bn-IN"/>
        </w:rPr>
        <w:t>পরিবার)-এর মর্যাদা সম্পর্কিত বই। লিখেছেন শেইখ মুহাম্মাদ শাবান। তিনি ১২০৬ খষ্টাব্দে মৃত্যুবরণ করেন।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২</w:t>
      </w:r>
      <w:r w:rsidRPr="00630E4F">
        <w:rPr>
          <w:rStyle w:val="libBold2Char"/>
          <w:rtl/>
          <w:cs/>
        </w:rPr>
        <w:t>.</w:t>
      </w:r>
      <w:r w:rsidRPr="006E1E70">
        <w:rPr>
          <w:rStyle w:val="libAlaemChar"/>
        </w:rPr>
        <w:t>“</w:t>
      </w:r>
      <w:r w:rsidRPr="00630E4F">
        <w:rPr>
          <w:rStyle w:val="libBold2Char"/>
          <w:cs/>
          <w:lang w:bidi="bn-IN"/>
        </w:rPr>
        <w:t>জামেউল লাতিফ</w:t>
      </w:r>
      <w:r w:rsidRPr="006E1E70">
        <w:rPr>
          <w:rStyle w:val="libAlaemChar"/>
        </w:rPr>
        <w:t>”</w:t>
      </w:r>
      <w:r w:rsidRPr="00630E4F">
        <w:rPr>
          <w:rStyle w:val="libBold2Char"/>
        </w:rPr>
        <w:t>-</w:t>
      </w:r>
      <w:r w:rsidRPr="009F36D3">
        <w:t xml:space="preserve"> </w:t>
      </w:r>
      <w:r w:rsidRPr="009F36D3">
        <w:rPr>
          <w:cs/>
          <w:lang w:bidi="bn-IN"/>
        </w:rPr>
        <w:t>মক্কার মর্যাদা ও পবিত্র হারাম শরীফের নির্মাণ সম্পর্কে</w:t>
      </w:r>
      <w:r w:rsidRPr="009F36D3">
        <w:t xml:space="preserve"> </w:t>
      </w:r>
      <w:r w:rsidRPr="009F36D3">
        <w:rPr>
          <w:cs/>
          <w:lang w:bidi="bn-IN"/>
        </w:rPr>
        <w:t>লেখা বই। লেখক আল্লামা শেইখ জামালুদ্দীন মুহাম্মাদ জারুল্লাহ ইবনে মুহাম্মাদ ইবনে নরুদ্দীন ইবনে আবু বকর ইবনে আলী যাহিরাই কুরশী মাখযুমী। এ বইটি লেখা হয়েছে ৯৫০ হিজরীতে 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 xml:space="preserve">প্রকাশিত হয়েছে ১২৭৬ হিজরীতে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দার</w:t>
      </w:r>
      <w:r w:rsidRPr="009F36D3">
        <w:t xml:space="preserve"> </w:t>
      </w:r>
      <w:r w:rsidRPr="009F36D3">
        <w:rPr>
          <w:cs/>
          <w:lang w:bidi="bn-IN"/>
        </w:rPr>
        <w:t>ইহয়াউল কিতাবুল আরাবিয়া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প্রকাশনী হতে। 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৩</w:t>
      </w:r>
      <w:r w:rsidRPr="00630E4F">
        <w:rPr>
          <w:rStyle w:val="libBold2Char"/>
          <w:rtl/>
          <w:cs/>
        </w:rPr>
        <w:t xml:space="preserve">. </w:t>
      </w:r>
      <w:r w:rsidRPr="00630E4F">
        <w:rPr>
          <w:rStyle w:val="libBold2Char"/>
          <w:rtl/>
          <w:cs/>
          <w:lang w:bidi="bn-IN"/>
        </w:rPr>
        <w:t>নাহজুল বালাগার তাফসীর</w:t>
      </w:r>
      <w:r w:rsidRPr="00630E4F">
        <w:rPr>
          <w:rStyle w:val="libBold2Char"/>
          <w:rtl/>
          <w:cs/>
        </w:rPr>
        <w:t>-</w:t>
      </w:r>
      <w:r w:rsidRPr="009F36D3">
        <w:rPr>
          <w:cs/>
          <w:lang w:bidi="bn-IN"/>
        </w:rPr>
        <w:t xml:space="preserve"> লিখেছেন সাহিত্য ও ইতিহাসে পণ্ডিত শেইখ ইযযুদ্দীন আবু হামেদ আব্দুল হামিদ ইবনে হেবতুল্লাহ মাদায়েনি যিনি ইবনে আবিল</w:t>
      </w:r>
      <w:r w:rsidRPr="009F36D3">
        <w:t xml:space="preserve"> </w:t>
      </w:r>
      <w:r w:rsidRPr="009F36D3">
        <w:rPr>
          <w:cs/>
          <w:lang w:bidi="bn-IN"/>
        </w:rPr>
        <w:t>হাদীদ নামে সুপরিচিত। তিনি ৬৫৫ হিজরিতে মৃত্যুবরণ করেন। মিশরের দারুল কিতাব আল আরাবিয়া প্রকাশনী চার খণ্ডে তা প্রকাশ করেছে।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৪</w:t>
      </w:r>
      <w:r w:rsidRPr="00630E4F">
        <w:rPr>
          <w:rStyle w:val="libBold2Char"/>
          <w:rtl/>
          <w:cs/>
        </w:rPr>
        <w:t xml:space="preserve">. </w:t>
      </w:r>
      <w:r w:rsidRPr="00630E4F">
        <w:rPr>
          <w:rStyle w:val="libBold2Char"/>
          <w:rtl/>
          <w:cs/>
          <w:lang w:bidi="bn-IN"/>
        </w:rPr>
        <w:t>সহীহ বুখারী</w:t>
      </w:r>
      <w:r w:rsidRPr="00630E4F">
        <w:rPr>
          <w:rStyle w:val="libBold2Char"/>
          <w:rtl/>
          <w:cs/>
        </w:rPr>
        <w:t>-</w:t>
      </w:r>
      <w:r w:rsidRPr="009F36D3">
        <w:rPr>
          <w:cs/>
          <w:lang w:bidi="bn-IN"/>
        </w:rPr>
        <w:t xml:space="preserve"> লিখেছেন বিখ্যাত হাদীস সংগ্রাহক আবু আব্দুল্লাহ মুহাম্মাদ ইবনে ইসমাঈল ইবনে ইবরাহিম। তিনি ২৫৬ হিজরীতে ইন্তেকাল করেন। এটি ১৩১২ সনে মাইমানিয়া</w:t>
      </w:r>
      <w:r w:rsidRPr="009F36D3">
        <w:t xml:space="preserve">, </w:t>
      </w:r>
      <w:r w:rsidRPr="009F36D3">
        <w:rPr>
          <w:cs/>
          <w:lang w:bidi="bn-IN"/>
        </w:rPr>
        <w:t>মিশরে প্রকাশিত হয়।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৫</w:t>
      </w:r>
      <w:r w:rsidRPr="00630E4F">
        <w:rPr>
          <w:rStyle w:val="libBold2Char"/>
          <w:rtl/>
          <w:cs/>
        </w:rPr>
        <w:t xml:space="preserve">. </w:t>
      </w:r>
      <w:r w:rsidRPr="00630E4F">
        <w:rPr>
          <w:rStyle w:val="libBold2Char"/>
          <w:rtl/>
          <w:cs/>
          <w:lang w:bidi="bn-IN"/>
        </w:rPr>
        <w:t>সহীহ সুনানে মুস্তাফা</w:t>
      </w:r>
      <w:r w:rsidRPr="00630E4F">
        <w:rPr>
          <w:rStyle w:val="libBold2Char"/>
          <w:rtl/>
          <w:cs/>
        </w:rPr>
        <w:t>-</w:t>
      </w:r>
      <w:r w:rsidRPr="009F36D3">
        <w:rPr>
          <w:cs/>
          <w:lang w:bidi="bn-IN"/>
        </w:rPr>
        <w:t xml:space="preserve"> লিখেছেন সুপরিচিত হাদীসবেত্তা আবু দাউদ সুলাইমান ইবনে আশার সাজেস্তানি। তিনি ইন্তেকাল করেছেন ৩৫৭ হিজরীতে।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৬</w:t>
      </w:r>
      <w:r w:rsidRPr="00630E4F">
        <w:rPr>
          <w:rStyle w:val="libBold2Char"/>
          <w:rtl/>
          <w:cs/>
        </w:rPr>
        <w:t xml:space="preserve">. </w:t>
      </w:r>
      <w:r w:rsidRPr="00630E4F">
        <w:rPr>
          <w:rStyle w:val="libBold2Char"/>
          <w:rtl/>
          <w:cs/>
          <w:lang w:bidi="bn-IN"/>
        </w:rPr>
        <w:t>সহীহ তিরমিযি</w:t>
      </w:r>
      <w:r w:rsidRPr="00630E4F">
        <w:rPr>
          <w:rStyle w:val="libBold2Char"/>
          <w:rtl/>
          <w:cs/>
        </w:rPr>
        <w:t>-</w:t>
      </w:r>
      <w:r w:rsidRPr="009F36D3">
        <w:rPr>
          <w:cs/>
          <w:lang w:bidi="bn-IN"/>
        </w:rPr>
        <w:t xml:space="preserve"> লিখেছেন আবু ঈসা মুহাম্মাদ ইবনে সুরাহ। তিনি ২৭৮ হিজরী সনে ইন্তেকাল করেন। এটি ১৩১০ হিজরীতে লখনৌ থেকে প্রকাশিত হয়েছে।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৭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সাওয়ায়েক্ব মুহাররেক্বা</w:t>
      </w:r>
      <w:r w:rsidRPr="006E1E70">
        <w:rPr>
          <w:rStyle w:val="libAlaemChar"/>
        </w:rPr>
        <w:t>’</w:t>
      </w:r>
      <w:r w:rsidRPr="009F36D3">
        <w:t xml:space="preserve"> - </w:t>
      </w:r>
      <w:r w:rsidRPr="009F36D3">
        <w:rPr>
          <w:cs/>
          <w:lang w:bidi="bn-IN"/>
        </w:rPr>
        <w:t>লিখেছেন শেইখ শাহাবুদ্দীন আহমাদ ইবনে হাজার হাইসাম। তিনি ৯৭৪ হিজরীতে মক্কায় ইন্তেকাল করেন। ১৯৩৩ খৃষ্টাব্দে</w:t>
      </w:r>
      <w:r w:rsidRPr="009F36D3">
        <w:t xml:space="preserve"> </w:t>
      </w:r>
      <w:r w:rsidRPr="009F36D3">
        <w:rPr>
          <w:cs/>
          <w:lang w:bidi="bn-IN"/>
        </w:rPr>
        <w:t>বইটি মিশর থেকে পকাশিত হয়।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630E4F">
        <w:rPr>
          <w:rStyle w:val="libBold2Char"/>
          <w:cs/>
          <w:lang w:bidi="bn-IN"/>
        </w:rPr>
        <w:t>৮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ইক্বদুদ দুরার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প্রতিক্ষীত ইমাম সম্পর্কে লিখেছেন বিখ্যাত পণ্ডিত আবু বদর শেইখ জামালুদ্দীন ইউসুফ ইবনে ইয়াহইয়া ইবনে আলী ইবনে আব্দুল আযীয ইবনে</w:t>
      </w:r>
      <w:r w:rsidRPr="009F36D3">
        <w:t xml:space="preserve"> </w:t>
      </w:r>
      <w:r w:rsidRPr="009F36D3">
        <w:rPr>
          <w:cs/>
          <w:lang w:bidi="bn-IN"/>
        </w:rPr>
        <w:t>আলী মুক্বাদ্দেসী</w:t>
      </w:r>
      <w:r w:rsidRPr="009F36D3">
        <w:t xml:space="preserve">, </w:t>
      </w:r>
      <w:r w:rsidRPr="009F36D3">
        <w:rPr>
          <w:cs/>
          <w:lang w:bidi="bn-IN"/>
        </w:rPr>
        <w:lastRenderedPageBreak/>
        <w:t>শাফেয়ী</w:t>
      </w:r>
      <w:r w:rsidRPr="009F36D3">
        <w:t xml:space="preserve">, </w:t>
      </w:r>
      <w:r w:rsidRPr="009F36D3">
        <w:rPr>
          <w:cs/>
          <w:lang w:bidi="bn-IN"/>
        </w:rPr>
        <w:t>সেলমি এবং দামাশক্বি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যিনি ৬৫৮ হিজরীতে বইটি শেষ করেন। এ বইয়ের ২ কপি হযরত আলী ইবনে মূসা রিদা (আঃ)-এর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লাইব্রেরীতে আছে। যার একটি ৯৫৩ হিজরীতে কপি করা। অন্যটি আছে মির্যা মুহাম্মাদ হোসেইন নূরী তাবারসী-র লাইব্রেরীতে যিনি ১৩২০ সনে ইন্তেকাল করেন। আরো একটি রয়েছে ইরানে সাইয়্যেদ শাহাবদ্দীন মারাশি নাজাফির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লাইব্রেরীতে।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৯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ফুতুহাতুল ইসলামিয়্যাহ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লিখেছেন সাইয়্যেদ আহমেদ যাইনি দেহলান। তিনি একজন মুজতাহিদ। ১৩০৪ খৃষ্টাব্দে তিনি মক্কায় ইন্তেকাল করেন। বইটি মিশরে প্রকাশিত হয়েছে।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630E4F">
        <w:rPr>
          <w:rStyle w:val="libBold2Char"/>
          <w:cs/>
          <w:lang w:bidi="bn-IN"/>
        </w:rPr>
        <w:t>১০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ফুতুহাতুল মাক্কিয়্যাহ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আধ্যাত্মিক পণ্ডিত শেইখ আবু আব্দুল্লাহ মহিউদ্দীন মুহাম্মাদ ইবনে আলী। যিনি ইবনে আরাবি হাতেমী তাঈ হিসাবে সুপরিচিত। মিশরের দারুল কিতাব আল আরাবিয়া আল কুবরা প্রকাশনী বইটি প্রকাশ করেছে।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১১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কাশফুস যুনুন আল আসামি আল কুতুব ওয়াল ফুনুন</w:t>
      </w:r>
      <w:r w:rsidRPr="006E1E70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 লিখেছেন মোল্লা কাতেবচালাবি। ১০৬৭ সনে তার মৃত্যু হয়।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১২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মাফাতিহুল গায়েব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 xml:space="preserve">এ বিখ্যাত তাফসীরটি লিখেছেন গবেষক ও পণ্ডিত মুহাম্মাদ ফখরুদ্দীন রাযী। তিনি ৬০৬ হিযরীতে ইন্তেকাল করেছেন। ১৩০৮ হিযরীতে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আমেরা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প্রকাশনী ৮ খণ্ডে তা প্র কাশ করে। এ তাফসীরের মার্জিনে আবু সউফ-এর তাফসীরও ছাপা হয়েছে।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১৩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মুফরাদাতুল কোরআন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লিখেছেন গবেষক পণ্ডিত আবুল ক্বাসিম</w:t>
      </w:r>
      <w:r w:rsidRPr="009F36D3">
        <w:t xml:space="preserve"> </w:t>
      </w:r>
      <w:r w:rsidRPr="009F36D3">
        <w:rPr>
          <w:cs/>
          <w:lang w:bidi="bn-IN"/>
        </w:rPr>
        <w:t>হোসেইন ইবনে মোহাম্মাদ ইবনে মুফাযযাল</w:t>
      </w:r>
      <w:r w:rsidRPr="009F36D3">
        <w:t>,</w:t>
      </w:r>
      <w:r w:rsidRPr="009F36D3">
        <w:rPr>
          <w:cs/>
          <w:lang w:bidi="bn-IN"/>
        </w:rPr>
        <w:t xml:space="preserve"> যিনি রাগেব ইসফাহানি নামে পরিচিত। ৫০২ হিজরীতে তিনি ইন্তেকাল করেন। মিশরে ইবনে আসীর-এর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নিহায়া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মার্জিনে এ কিতাব উল্লেখ করা হয়েছে।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১৪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নুরুল আবসার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নবীর (সাঃ) আহলে বায়েতের মর্যাদার উপর লিখিত বই। লিখেছেন সাইয়্যেদ মুমিন ইবনে হাসান শাবলানজি। ১২০৮ হিজরিতে ইন্তেকাল করেন। বইটি প্রকাশিত হয়েছে মিশর থেকে ১৩০৪ হিজরীতে উসমানি প্রকাশনী থেকে।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lastRenderedPageBreak/>
        <w:t>১৫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নিহায়া</w:t>
      </w:r>
      <w:r w:rsidRPr="006E1E70">
        <w:rPr>
          <w:rStyle w:val="libAlaemChar"/>
        </w:rPr>
        <w:t>’</w:t>
      </w:r>
      <w:r w:rsidRPr="00630E4F">
        <w:rPr>
          <w:rStyle w:val="libBold2Char"/>
        </w:rPr>
        <w:t>-</w:t>
      </w:r>
      <w:r w:rsidRPr="009F36D3">
        <w:t xml:space="preserve"> </w:t>
      </w:r>
      <w:r w:rsidRPr="009F36D3">
        <w:rPr>
          <w:cs/>
          <w:lang w:bidi="bn-IN"/>
        </w:rPr>
        <w:t>কোরআনের শব্দের ব্যাখ্যার উপর লিখিত বই। লিখেছেন গবেষক পণ্ডিত ও ভাষাবিদ আবু সাদাত মুবারাক ইবনে মুহাম্মাদ জাওযী। তিনি ইবনে আসির নামে পরিচিত। এ লেখক ৬০৬ হিজরীতে ইন্তেকাল করেন। মিশর থেকে বইটি পকাশিত হয়েছে।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630E4F">
        <w:rPr>
          <w:rStyle w:val="libBold2Char"/>
          <w:cs/>
          <w:lang w:bidi="bn-IN"/>
        </w:rPr>
        <w:t>১৬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ইয়ানাবিউল মুয়াদ্দা</w:t>
      </w:r>
      <w:r w:rsidRPr="006E1E70">
        <w:rPr>
          <w:rStyle w:val="libAlaemChar"/>
        </w:rPr>
        <w:t>’</w:t>
      </w:r>
      <w:r w:rsidRPr="00630E4F">
        <w:rPr>
          <w:rStyle w:val="libBold2Char"/>
        </w:rPr>
        <w:t xml:space="preserve"> </w:t>
      </w:r>
      <w:r w:rsidRPr="00630E4F">
        <w:rPr>
          <w:rStyle w:val="libBold2Char"/>
          <w:cs/>
          <w:lang w:bidi="bn-IN"/>
        </w:rPr>
        <w:t>ফী মুওয়াদ্দাত যুল ক্বুরবা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লিখেছেন আধ্যাত্মিক পণ্ডিত শেইখ সুলাইমান ইবনে খাজা কালান হোসেইনী বলখী কুনদুযী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 xml:space="preserve">১২৯৪ হিজরীতে তিনি ইন্তেকাল করেন।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আখতার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প্রকাশনী তা প্রকাশ করেছে।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১৭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নাহজুল বালাগা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সংগ্রহ ও সংকলণ করেছেন আল্লামা শরীফ রাযী মুহাম্মাদ ইবনে আবু আহমাদ মুসাউই। তিনি ছিলেন বাগদাদের অনেক বড় জ্ঞান অনুসন্ধানকারী ব্যক্তি। এ বইটিতে আছে আমিরুল মুমিনিন আলী ইবনে আবি তালিব (আঃ)-এর খোতবা</w:t>
      </w:r>
      <w:r w:rsidRPr="009F36D3">
        <w:t xml:space="preserve">, </w:t>
      </w:r>
      <w:r w:rsidRPr="009F36D3">
        <w:rPr>
          <w:cs/>
          <w:lang w:bidi="bn-IN"/>
        </w:rPr>
        <w:t xml:space="preserve">চিঠি ও জ্ঞানগর্ভ উক্তি ও উপদেশ। এটি মিশরে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ইসতেকামাহ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প্রকাশনী থেকে তিন খণ্ডে প্রকাশিত। শেইখ মুহাম্মাদ আবদুহ এবং মুহাম্মাদ আব্দুল হামিদ (আল আযহার বিশ্ববিদ্যালয়ের প্রফেসর)-এর তাফসীর লিখেছেন।</w:t>
      </w:r>
    </w:p>
    <w:p w:rsidR="005A057D" w:rsidRPr="009F36D3" w:rsidRDefault="005A057D" w:rsidP="00B06DC9">
      <w:pPr>
        <w:pStyle w:val="libNormal"/>
      </w:pPr>
      <w:r w:rsidRPr="00630E4F">
        <w:rPr>
          <w:rStyle w:val="libBold2Char"/>
          <w:cs/>
          <w:lang w:bidi="bn-IN"/>
        </w:rPr>
        <w:t>১৮</w:t>
      </w:r>
      <w:r w:rsidRPr="00630E4F">
        <w:rPr>
          <w:rStyle w:val="libBold2Char"/>
          <w:rtl/>
          <w:cs/>
        </w:rPr>
        <w:t xml:space="preserve">. </w:t>
      </w:r>
      <w:r w:rsidRPr="006E1E70">
        <w:rPr>
          <w:rStyle w:val="libAlaemChar"/>
        </w:rPr>
        <w:t>‘</w:t>
      </w:r>
      <w:r w:rsidRPr="00630E4F">
        <w:rPr>
          <w:rStyle w:val="libBold2Char"/>
          <w:cs/>
          <w:lang w:bidi="bn-IN"/>
        </w:rPr>
        <w:t>হুদাল ইসলাম</w:t>
      </w:r>
      <w:r w:rsidRPr="006E1E70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মিশরের একটি বিখ্যাত ধর্মীয় সপ্তাহিক। ১৩৫৪ হিযরীতে প্রথম প্রকাশ হয়ে আজও প্রকাশিত হচ্ছে। মিশরের জ্ঞানী গুনী ব্যক্তিরা একে কেন্দ্র করে জ্ঞানগর্ভ অবদান রেখে আসছেন।</w:t>
      </w:r>
    </w:p>
    <w:p w:rsidR="00630E4F" w:rsidRDefault="00630E4F" w:rsidP="006E1E70">
      <w:r>
        <w:br w:type="page"/>
      </w:r>
    </w:p>
    <w:p w:rsidR="005A057D" w:rsidRPr="009F36D3" w:rsidRDefault="005A057D" w:rsidP="003E5927">
      <w:pPr>
        <w:pStyle w:val="Heading2Center"/>
      </w:pPr>
      <w:bookmarkStart w:id="0" w:name="_Toc451691915"/>
      <w:r w:rsidRPr="009F36D3">
        <w:rPr>
          <w:cs/>
          <w:lang w:bidi="bn-IN"/>
        </w:rPr>
        <w:lastRenderedPageBreak/>
        <w:t>লেখকের কথা</w:t>
      </w:r>
      <w:bookmarkEnd w:id="0"/>
    </w:p>
    <w:p w:rsidR="005A057D" w:rsidRPr="009F36D3" w:rsidRDefault="005A057D" w:rsidP="00B06DC9">
      <w:pPr>
        <w:pStyle w:val="libNormal"/>
        <w:rPr>
          <w:lang w:bidi="bn-IN"/>
        </w:rPr>
      </w:pPr>
    </w:p>
    <w:p w:rsidR="005A057D" w:rsidRPr="009F36D3" w:rsidRDefault="005A057D" w:rsidP="00630E4F">
      <w:pPr>
        <w:pStyle w:val="libCenter"/>
      </w:pPr>
      <w:r w:rsidRPr="009F36D3">
        <w:rPr>
          <w:cs/>
          <w:lang w:bidi="bn-IN"/>
        </w:rPr>
        <w:t>আল্লাহর মহিমান্বিত নামে</w:t>
      </w:r>
      <w:r w:rsidRPr="009F36D3">
        <w:t xml:space="preserve"> </w:t>
      </w:r>
    </w:p>
    <w:p w:rsidR="00630E4F" w:rsidRDefault="00630E4F" w:rsidP="00B06DC9">
      <w:pPr>
        <w:pStyle w:val="libNormal"/>
        <w:rPr>
          <w:cs/>
          <w:lang w:bidi="bn-IN"/>
        </w:rPr>
      </w:pP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 বইটি বেশ কিছু হাদীসের ধারাবাহিক সংগ্রহ</w:t>
      </w:r>
      <w:r w:rsidRPr="009F36D3">
        <w:t>,</w:t>
      </w:r>
      <w:r w:rsidRPr="009F36D3">
        <w:rPr>
          <w:cs/>
          <w:lang w:bidi="bn-IN"/>
        </w:rPr>
        <w:t xml:space="preserve"> যা বর্ণিত হয়েছে পবিত্র</w:t>
      </w:r>
      <w:r w:rsidRPr="009F36D3">
        <w:t xml:space="preserve"> </w:t>
      </w:r>
      <w:r w:rsidRPr="009F36D3">
        <w:rPr>
          <w:cs/>
          <w:lang w:bidi="bn-IN"/>
        </w:rPr>
        <w:t>নবী (সাঃ)</w:t>
      </w:r>
      <w:r w:rsidRPr="009F36D3">
        <w:t xml:space="preserve">, </w:t>
      </w:r>
      <w:r w:rsidRPr="009F36D3">
        <w:rPr>
          <w:cs/>
          <w:lang w:bidi="bn-IN"/>
        </w:rPr>
        <w:t>তার বংশধর ও সাথীদের কাছ থেকে এবং এর সবগুলোই</w:t>
      </w:r>
      <w:r w:rsidRPr="009F36D3">
        <w:t xml:space="preserve"> </w:t>
      </w:r>
      <w:r w:rsidRPr="009F36D3">
        <w:rPr>
          <w:cs/>
          <w:lang w:bidi="bn-IN"/>
        </w:rPr>
        <w:t>আমাদের সুন্নী ভাইদের উৎস থেকে। এতে আরো রয়েছে সুন্নী</w:t>
      </w:r>
      <w:r w:rsidRPr="009F36D3">
        <w:t xml:space="preserve"> </w:t>
      </w:r>
      <w:r w:rsidRPr="009F36D3">
        <w:rPr>
          <w:cs/>
          <w:lang w:bidi="bn-IN"/>
        </w:rPr>
        <w:t>বিজ্ঞ</w:t>
      </w:r>
      <w:r w:rsidRPr="009F36D3">
        <w:t xml:space="preserve"> </w:t>
      </w:r>
      <w:r w:rsidRPr="009F36D3">
        <w:rPr>
          <w:cs/>
          <w:lang w:bidi="bn-IN"/>
        </w:rPr>
        <w:t>ব্যক্তিদের কথা ও লেখা</w:t>
      </w:r>
      <w:r w:rsidRPr="009F36D3">
        <w:t xml:space="preserve">, </w:t>
      </w:r>
      <w:r w:rsidRPr="009F36D3">
        <w:rPr>
          <w:cs/>
          <w:lang w:bidi="bn-IN"/>
        </w:rPr>
        <w:t>আল মাহদী (আঃ) সম্পর্কে যিনি মুহাম্মাদ (সাঃ)</w:t>
      </w:r>
      <w:r w:rsidRPr="009F36D3">
        <w:t xml:space="preserve"> </w:t>
      </w:r>
      <w:r w:rsidRPr="009F36D3">
        <w:rPr>
          <w:cs/>
          <w:lang w:bidi="bn-IN"/>
        </w:rPr>
        <w:t>এর বংশ থেকে।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আশা করি এ বইটি আমার স্মৃতিচিহ্ন ও অন্যদের জন্য দুরদৃষ্টি হিসেবে</w:t>
      </w:r>
      <w:r w:rsidRPr="009F36D3">
        <w:t xml:space="preserve"> </w:t>
      </w:r>
      <w:r w:rsidRPr="009F36D3">
        <w:rPr>
          <w:cs/>
          <w:lang w:bidi="bn-IN"/>
        </w:rPr>
        <w:t>থাকবে। আমি বইটিকে সাজিয়েছি একটি ভূমিকা</w:t>
      </w:r>
      <w:r w:rsidRPr="009F36D3">
        <w:t>,</w:t>
      </w:r>
      <w:r w:rsidRPr="009F36D3">
        <w:rPr>
          <w:cs/>
          <w:lang w:bidi="bn-IN"/>
        </w:rPr>
        <w:t xml:space="preserve"> আটটি অধ্যায় দিয়ে।</w:t>
      </w:r>
      <w:r w:rsidRPr="009F36D3">
        <w:t xml:space="preserve"> </w:t>
      </w:r>
      <w:r w:rsidRPr="009F36D3">
        <w:rPr>
          <w:cs/>
          <w:lang w:bidi="bn-IN"/>
        </w:rPr>
        <w:t>আমি আল্লাহর কাছে প্রার্থনা করি এর সফলতার জন্য এবং তাকেঁ বিনয়ের</w:t>
      </w:r>
      <w:r w:rsidRPr="009F36D3">
        <w:t xml:space="preserve"> </w:t>
      </w:r>
      <w:r w:rsidRPr="009F36D3">
        <w:rPr>
          <w:cs/>
          <w:lang w:bidi="bn-IN"/>
        </w:rPr>
        <w:t>সাথে অনুরোধ করি যিনি তারঁ নেয়ামতে সর্বশ্রেষ্ঠ সাহায্যকারী।</w:t>
      </w:r>
      <w:r w:rsidRPr="009F36D3">
        <w:t xml:space="preserve"> </w:t>
      </w:r>
    </w:p>
    <w:p w:rsidR="005A057D" w:rsidRPr="009F36D3" w:rsidRDefault="005A057D" w:rsidP="00630E4F">
      <w:pPr>
        <w:pStyle w:val="libBold1"/>
      </w:pPr>
      <w:r w:rsidRPr="009F36D3">
        <w:rPr>
          <w:cs/>
          <w:lang w:bidi="bn-IN"/>
        </w:rPr>
        <w:t>বইটি লেখার কারণ ও লেখকের পদ্ধতি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আমার কিছু বিজ্ঞ বন্ধু মর্যাদাপূর্ণ ও বিজ্ঞজনদের এক জমায়েতে আমার</w:t>
      </w:r>
      <w:r w:rsidRPr="009F36D3">
        <w:t xml:space="preserve"> </w:t>
      </w:r>
      <w:r w:rsidRPr="009F36D3">
        <w:rPr>
          <w:cs/>
          <w:lang w:bidi="bn-IN"/>
        </w:rPr>
        <w:t>সাথে যোগ দেন। আলোচনা চলতে থাকে হাদীসের সত্যতা নিয়ে এবং এক</w:t>
      </w:r>
      <w:r w:rsidRPr="009F36D3">
        <w:t xml:space="preserve"> </w:t>
      </w:r>
      <w:r w:rsidRPr="009F36D3">
        <w:rPr>
          <w:cs/>
          <w:lang w:bidi="bn-IN"/>
        </w:rPr>
        <w:t>পর্যায়ে তা বহু প্রতিক্ষীত আল-মাহদী (আঃ) এর বিষয়টি পর্যন্ত</w:t>
      </w:r>
      <w:r w:rsidRPr="009F36D3">
        <w:t xml:space="preserve"> </w:t>
      </w:r>
      <w:r w:rsidRPr="009F36D3">
        <w:rPr>
          <w:cs/>
          <w:lang w:bidi="bn-IN"/>
        </w:rPr>
        <w:t>গড়ায়। এটি</w:t>
      </w:r>
      <w:r w:rsidRPr="009F36D3">
        <w:t xml:space="preserve"> </w:t>
      </w:r>
      <w:r w:rsidRPr="009F36D3">
        <w:rPr>
          <w:cs/>
          <w:lang w:bidi="bn-IN"/>
        </w:rPr>
        <w:t>এমন একটি বিষয় যা আমরা (১২ ইমামী শিয়ারা) বিশ্বাস</w:t>
      </w:r>
      <w:r w:rsidRPr="009F36D3">
        <w:t xml:space="preserve"> </w:t>
      </w:r>
      <w:r w:rsidRPr="009F36D3">
        <w:rPr>
          <w:cs/>
          <w:lang w:bidi="bn-IN"/>
        </w:rPr>
        <w:t>করি এবং যা</w:t>
      </w:r>
      <w:r w:rsidRPr="009F36D3">
        <w:t xml:space="preserve"> </w:t>
      </w:r>
      <w:r w:rsidRPr="009F36D3">
        <w:rPr>
          <w:cs/>
          <w:lang w:bidi="bn-IN"/>
        </w:rPr>
        <w:t>ধর্মের প্রধান বিষয়গুলোর একটি।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তখন উপস্থিতদের মাঝে কেউ কেউ জিজ্ঞেস করলেন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আমাদের সুন্নী</w:t>
      </w:r>
      <w:r w:rsidRPr="009F36D3">
        <w:t xml:space="preserve"> </w:t>
      </w:r>
      <w:r w:rsidRPr="009F36D3">
        <w:rPr>
          <w:cs/>
          <w:lang w:bidi="bn-IN"/>
        </w:rPr>
        <w:t>ভাইরা এ সম্পর্কে কী বলে এবং কোন হাদীস তাদের উৎস থেকে বর্ণিত</w:t>
      </w:r>
      <w:r w:rsidRPr="009F36D3">
        <w:t xml:space="preserve"> </w:t>
      </w:r>
      <w:r w:rsidRPr="009F36D3">
        <w:rPr>
          <w:cs/>
          <w:lang w:bidi="bn-IN"/>
        </w:rPr>
        <w:t>হয়েছে কিনা</w:t>
      </w:r>
      <w:r w:rsidRPr="009F36D3">
        <w:t xml:space="preserve">, </w:t>
      </w:r>
      <w:r w:rsidRPr="009F36D3">
        <w:rPr>
          <w:cs/>
          <w:lang w:bidi="bn-IN"/>
        </w:rPr>
        <w:t>যা আমাদের হাদীসগুলোর সাথে মেলে</w:t>
      </w:r>
      <w:r w:rsidRPr="009F36D3">
        <w:t>?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আমি বললাম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হ্যা</w:t>
      </w:r>
      <w:r w:rsidRPr="009F36D3">
        <w:t xml:space="preserve">, </w:t>
      </w:r>
      <w:r w:rsidRPr="009F36D3">
        <w:rPr>
          <w:cs/>
          <w:lang w:bidi="bn-IN"/>
        </w:rPr>
        <w:t>তাদের নিজস্ব গবেষণা অনুযায়ী তাদের কাছে মিশ্রিত</w:t>
      </w:r>
      <w:r w:rsidRPr="009F36D3">
        <w:t xml:space="preserve"> (</w:t>
      </w:r>
      <w:r w:rsidRPr="009F36D3">
        <w:rPr>
          <w:cs/>
          <w:lang w:bidi="bn-IN"/>
        </w:rPr>
        <w:t>মুসতাফিযা) এবং পূর্ণ নির্ভরযোগ্য (মুতাওয়াতির) হাদীস আছে এবং তাদের</w:t>
      </w:r>
      <w:r w:rsidRPr="009F36D3">
        <w:t xml:space="preserve"> </w:t>
      </w:r>
      <w:r w:rsidRPr="009F36D3">
        <w:rPr>
          <w:cs/>
          <w:lang w:bidi="bn-IN"/>
        </w:rPr>
        <w:t>মধ্যে কেউ কেউ এ বিষয়ে বইও লিখেছেন। যাহোক</w:t>
      </w:r>
      <w:r w:rsidRPr="009F36D3">
        <w:t xml:space="preserve">, </w:t>
      </w:r>
      <w:r w:rsidRPr="009F36D3">
        <w:rPr>
          <w:cs/>
          <w:lang w:bidi="bn-IN"/>
        </w:rPr>
        <w:t>তাদের মধ্যে অল্প</w:t>
      </w:r>
      <w:r w:rsidRPr="009F36D3">
        <w:t xml:space="preserve"> </w:t>
      </w:r>
      <w:r w:rsidRPr="009F36D3">
        <w:rPr>
          <w:cs/>
          <w:lang w:bidi="bn-IN"/>
        </w:rPr>
        <w:t>ক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জন এর সত্যতা</w:t>
      </w:r>
      <w:r w:rsidRPr="009F36D3">
        <w:t xml:space="preserve">, </w:t>
      </w:r>
      <w:r w:rsidRPr="009F36D3">
        <w:rPr>
          <w:cs/>
          <w:lang w:bidi="bn-IN"/>
        </w:rPr>
        <w:t>বৈশিষ্ট্য ও অন্যান্য বিষয় সম্পর্কে বলেছেন</w:t>
      </w:r>
      <w:r w:rsidRPr="009F36D3">
        <w:t xml:space="preserve">, </w:t>
      </w:r>
      <w:r w:rsidRPr="009F36D3">
        <w:rPr>
          <w:cs/>
          <w:lang w:bidi="bn-IN"/>
        </w:rPr>
        <w:t>যা আমরা</w:t>
      </w:r>
      <w:r w:rsidRPr="009F36D3">
        <w:t xml:space="preserve"> </w:t>
      </w:r>
      <w:r w:rsidRPr="009F36D3">
        <w:rPr>
          <w:cs/>
          <w:lang w:bidi="bn-IN"/>
        </w:rPr>
        <w:t>বিশ্বাস</w:t>
      </w:r>
      <w:r w:rsidRPr="009F36D3">
        <w:t xml:space="preserve"> </w:t>
      </w:r>
      <w:r w:rsidRPr="009F36D3">
        <w:rPr>
          <w:cs/>
          <w:lang w:bidi="bn-IN"/>
        </w:rPr>
        <w:t>করি।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lastRenderedPageBreak/>
        <w:t>অবশ্য এগুলোর মাঝে রয়েছে বিতর্ক</w:t>
      </w:r>
      <w:r w:rsidRPr="009F36D3">
        <w:t xml:space="preserve">, </w:t>
      </w:r>
      <w:r w:rsidRPr="009F36D3">
        <w:rPr>
          <w:cs/>
          <w:lang w:bidi="bn-IN"/>
        </w:rPr>
        <w:t>অনিশ্চয়তা এবং অসম্ভাব্যতা যা</w:t>
      </w:r>
      <w:r w:rsidRPr="009F36D3">
        <w:t xml:space="preserve"> </w:t>
      </w:r>
      <w:r w:rsidRPr="009F36D3">
        <w:rPr>
          <w:cs/>
          <w:lang w:bidi="bn-IN"/>
        </w:rPr>
        <w:t>আসলে এক প্রজন্ম তার পূর্ববর্তী প্রজন্ম থেকে উত্তরাধিকারসূত্রে পেয়েছে এবং</w:t>
      </w:r>
      <w:r w:rsidRPr="009F36D3">
        <w:t xml:space="preserve"> </w:t>
      </w:r>
      <w:r w:rsidRPr="009F36D3">
        <w:rPr>
          <w:cs/>
          <w:lang w:bidi="bn-IN"/>
        </w:rPr>
        <w:t>তারা সেগুলো বলে ও উল্লেখ করে তাদের বইগুলো ও লেখালেখিতে শুধু</w:t>
      </w:r>
      <w:r w:rsidRPr="009F36D3">
        <w:t xml:space="preserve"> </w:t>
      </w:r>
      <w:r w:rsidRPr="009F36D3">
        <w:rPr>
          <w:cs/>
          <w:lang w:bidi="bn-IN"/>
        </w:rPr>
        <w:t>শব্দের পার্থক্য রেখে</w:t>
      </w:r>
      <w:r w:rsidRPr="009F36D3">
        <w:t xml:space="preserve">, </w:t>
      </w:r>
      <w:r w:rsidRPr="009F36D3">
        <w:rPr>
          <w:cs/>
          <w:lang w:bidi="bn-IN"/>
        </w:rPr>
        <w:t>কিন্তু অর্থে একই।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তখন একজন বললেন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আপনি কি এ বিষয়ে একটি প্রবন্ধু লিখতে পারেন</w:t>
      </w:r>
      <w:r w:rsidRPr="009F36D3">
        <w:t xml:space="preserve"> </w:t>
      </w:r>
      <w:r w:rsidRPr="009F36D3">
        <w:rPr>
          <w:cs/>
          <w:lang w:bidi="bn-IN"/>
        </w:rPr>
        <w:t>এবং যে লেখাতে নিজেকে সীমাবদ্ধ রাখবেন শুধু ঐ হাদীসগুলোর মধ্যে</w:t>
      </w:r>
      <w:r w:rsidRPr="009F36D3">
        <w:t xml:space="preserve"> </w:t>
      </w:r>
      <w:r w:rsidRPr="009F36D3">
        <w:rPr>
          <w:cs/>
          <w:lang w:bidi="bn-IN"/>
        </w:rPr>
        <w:t>যেগুলো তাদের কাছেও এসেছে এবং এরপর ঐসব সমস্যা এবং</w:t>
      </w:r>
      <w:r w:rsidRPr="009F36D3">
        <w:t xml:space="preserve"> </w:t>
      </w:r>
      <w:r w:rsidRPr="009F36D3">
        <w:rPr>
          <w:cs/>
          <w:lang w:bidi="bn-IN"/>
        </w:rPr>
        <w:t>অসম্ভাব্যতাসমূহ (যেগুলো নিয়ে তারা সমস্যায় আছে) উল্লেখ করবেন এবং</w:t>
      </w:r>
      <w:r w:rsidRPr="009F36D3">
        <w:t xml:space="preserve"> </w:t>
      </w:r>
      <w:r w:rsidRPr="009F36D3">
        <w:rPr>
          <w:cs/>
          <w:lang w:bidi="bn-IN"/>
        </w:rPr>
        <w:t>এর উত্তর দেবেন</w:t>
      </w:r>
      <w:r w:rsidRPr="009F36D3">
        <w:t>?</w:t>
      </w:r>
      <w:r w:rsidRPr="00B06DC9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আমি বললাম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এ ধরনের আলোচনায় প্রবেশ করলে বন্ধুত্বের সীমালংঘন</w:t>
      </w:r>
      <w:r w:rsidRPr="009F36D3">
        <w:t xml:space="preserve"> </w:t>
      </w:r>
      <w:r w:rsidRPr="009F36D3">
        <w:rPr>
          <w:cs/>
          <w:lang w:bidi="bn-IN"/>
        </w:rPr>
        <w:t>হবে এবং আমি চাই না এরকম কোন ফাটল দেখা দিক এসময়ে যখন আমরা</w:t>
      </w:r>
      <w:r w:rsidRPr="009F36D3">
        <w:t xml:space="preserve"> </w:t>
      </w:r>
      <w:r w:rsidRPr="009F36D3">
        <w:rPr>
          <w:cs/>
          <w:lang w:bidi="bn-IN"/>
        </w:rPr>
        <w:t>মুসলমানদের মধ্যে ঐক্য দেখতে চাচ্ছি।</w:t>
      </w:r>
      <w:r w:rsidRPr="00B06DC9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এরপর আরেকজন বললেন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জ্ঞানের বিষয়ে আলোচনা কোন ক্ষতি আনবে</w:t>
      </w:r>
      <w:r w:rsidRPr="009F36D3">
        <w:t xml:space="preserve"> </w:t>
      </w:r>
      <w:r w:rsidRPr="009F36D3">
        <w:rPr>
          <w:cs/>
          <w:lang w:bidi="bn-IN"/>
        </w:rPr>
        <w:t>না যদি এ আলোচনা বিতর্কের নিয়মকানুন মেনে চলে এবং কারো কথা যদি</w:t>
      </w:r>
      <w:r w:rsidRPr="009F36D3">
        <w:t xml:space="preserve"> </w:t>
      </w:r>
      <w:r w:rsidRPr="009F36D3">
        <w:rPr>
          <w:cs/>
          <w:lang w:bidi="bn-IN"/>
        </w:rPr>
        <w:t>সৌজন্য ও নৈতিকতার সীমা অতিক্রম না করে। প্রকৃতপক্ষে কারো অধিকার</w:t>
      </w:r>
      <w:r w:rsidRPr="009F36D3">
        <w:t xml:space="preserve"> </w:t>
      </w:r>
      <w:r w:rsidRPr="009F36D3">
        <w:rPr>
          <w:cs/>
          <w:lang w:bidi="bn-IN"/>
        </w:rPr>
        <w:t>নেই কঠোরভাবে কথা বলার ও অন্যকে তিরষ্কার করার।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প্রকৃতপক্ষে মানুষ তার ও আদর্শে স্বাধীন এবং তার অধিকার আছে</w:t>
      </w:r>
      <w:r w:rsidRPr="009F36D3">
        <w:t xml:space="preserve"> </w:t>
      </w:r>
      <w:r w:rsidRPr="009F36D3">
        <w:rPr>
          <w:cs/>
          <w:lang w:bidi="bn-IN"/>
        </w:rPr>
        <w:t>সেগুলোর পক্ষে কথা বলার। তবে আমরা দেখেছি এ ক্ষেত্রে কিছু ব্যক্তি</w:t>
      </w:r>
      <w:r w:rsidRPr="009F36D3">
        <w:t xml:space="preserve"> </w:t>
      </w:r>
      <w:r w:rsidRPr="009F36D3">
        <w:rPr>
          <w:cs/>
          <w:lang w:bidi="bn-IN"/>
        </w:rPr>
        <w:t>তাদের কথার মাধ্যমে অন্যের ক্ষতি করেছে এবং তাই তারা সে বিষয়ে দায়-</w:t>
      </w:r>
      <w:r w:rsidRPr="009F36D3">
        <w:t xml:space="preserve"> </w:t>
      </w:r>
      <w:r w:rsidRPr="009F36D3">
        <w:rPr>
          <w:cs/>
          <w:lang w:bidi="bn-IN"/>
        </w:rPr>
        <w:t>দায়িত্ব বহন করে।</w:t>
      </w:r>
      <w:r w:rsidRPr="00B06DC9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জবাবে আমি বললাম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আমি আপনাদের যুক্তি মেনে নিলাম এবং আমি এ</w:t>
      </w:r>
      <w:r w:rsidRPr="009F36D3">
        <w:t xml:space="preserve"> </w:t>
      </w:r>
      <w:r w:rsidRPr="009F36D3">
        <w:rPr>
          <w:cs/>
          <w:lang w:bidi="bn-IN"/>
        </w:rPr>
        <w:t>কাজে আল্লাহর শক্তি ও ক্ষমতার উপর নির্ভর করে প্রবেশ করবো সব</w:t>
      </w:r>
      <w:r w:rsidRPr="009F36D3">
        <w:t xml:space="preserve"> </w:t>
      </w:r>
      <w:r w:rsidRPr="009F36D3">
        <w:rPr>
          <w:cs/>
          <w:lang w:bidi="bn-IN"/>
        </w:rPr>
        <w:t>সৌজন্যমূলক আচরণ বজায় রেখেই। নিশ্চয়ই আল্লাহ তাকে সত্য পথ দেখান</w:t>
      </w:r>
      <w:r w:rsidRPr="009F36D3">
        <w:t xml:space="preserve"> </w:t>
      </w:r>
      <w:r w:rsidRPr="009F36D3">
        <w:rPr>
          <w:cs/>
          <w:lang w:bidi="bn-IN"/>
        </w:rPr>
        <w:t>যাকে তাঁর ইচ্ছা হয়।</w:t>
      </w:r>
      <w:r w:rsidRPr="00B06DC9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 বিয়য়ে সুন্নী</w:t>
      </w:r>
      <w:r w:rsidRPr="009F36D3">
        <w:t xml:space="preserve"> </w:t>
      </w:r>
      <w:r w:rsidRPr="009F36D3">
        <w:rPr>
          <w:cs/>
          <w:lang w:bidi="bn-IN"/>
        </w:rPr>
        <w:t>ভাইদের লেখা বইগুলোর গুটি কয়েকমাত্র আমরা ব্যবহার</w:t>
      </w:r>
      <w:r w:rsidRPr="009F36D3">
        <w:t xml:space="preserve"> </w:t>
      </w:r>
      <w:r w:rsidRPr="009F36D3">
        <w:rPr>
          <w:cs/>
          <w:lang w:bidi="bn-IN"/>
        </w:rPr>
        <w:t>করবো যা আমার কাছে আছে। আমি এদের প্রত্যেকটি খুঁটিয়ে পরীক্ষা</w:t>
      </w:r>
      <w:r w:rsidRPr="009F36D3">
        <w:t xml:space="preserve"> </w:t>
      </w:r>
      <w:r w:rsidRPr="009F36D3">
        <w:rPr>
          <w:cs/>
          <w:lang w:bidi="bn-IN"/>
        </w:rPr>
        <w:t>করেছি। ওগুলোর বেশীরভাগের মাঝেই হাদীসগুলো সুনির্দিষ্ট</w:t>
      </w:r>
      <w:r w:rsidRPr="009F36D3">
        <w:t xml:space="preserve"> </w:t>
      </w:r>
      <w:r w:rsidRPr="009F36D3">
        <w:rPr>
          <w:cs/>
          <w:lang w:bidi="bn-IN"/>
        </w:rPr>
        <w:t>বিষয়ভিত্তিকভাবে সাজানো নেই। আমি বেশ কিছু হাদীস সেগুলো থেকে</w:t>
      </w:r>
      <w:r w:rsidRPr="009F36D3">
        <w:t xml:space="preserve"> </w:t>
      </w:r>
      <w:r w:rsidRPr="009F36D3">
        <w:rPr>
          <w:cs/>
          <w:lang w:bidi="bn-IN"/>
        </w:rPr>
        <w:t>নিয়েছি এবং বিষয়ভিত্তিকভাবে সাজিয়ে নিয়েছি যেন তা আমাদের উদ্দেশ্যকে</w:t>
      </w:r>
      <w:r w:rsidRPr="009F36D3">
        <w:t xml:space="preserve"> </w:t>
      </w:r>
      <w:r w:rsidRPr="009F36D3">
        <w:rPr>
          <w:cs/>
          <w:lang w:bidi="bn-IN"/>
        </w:rPr>
        <w:t>সফল করে।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lastRenderedPageBreak/>
        <w:t>আমি প্রত্যেক হাদীসকে নির্দিষ্ট বিষয়ের অধীনে লিখেছি এবং যেসব</w:t>
      </w:r>
      <w:r w:rsidRPr="009F36D3">
        <w:t xml:space="preserve"> </w:t>
      </w:r>
      <w:r w:rsidRPr="009F36D3">
        <w:rPr>
          <w:cs/>
          <w:lang w:bidi="bn-IN"/>
        </w:rPr>
        <w:t>হাদীসে অনেকগুলো বিষয় আছে সেক্ষেত্রে প্রত্যেকটি বিষয়কে বিষয়ের</w:t>
      </w:r>
      <w:r w:rsidRPr="009F36D3">
        <w:t xml:space="preserve"> </w:t>
      </w:r>
      <w:r w:rsidRPr="009F36D3">
        <w:rPr>
          <w:cs/>
          <w:lang w:bidi="bn-IN"/>
        </w:rPr>
        <w:t>শিরোনামের অধীনে এনেছি এবং এরপর হাদীসের বিচ্ছিন্নতা</w:t>
      </w:r>
      <w:r w:rsidRPr="009F36D3">
        <w:t xml:space="preserve"> </w:t>
      </w:r>
      <w:r w:rsidRPr="009F36D3">
        <w:rPr>
          <w:cs/>
          <w:lang w:bidi="bn-IN"/>
        </w:rPr>
        <w:t>উল্লেখ করেছি।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এটি বলা উচিত হবে যে আমি উপরোল্লেখিত হাদীসগুলো নিয়েছি আমার</w:t>
      </w:r>
      <w:r w:rsidRPr="009F36D3">
        <w:t xml:space="preserve"> </w:t>
      </w:r>
      <w:r w:rsidRPr="009F36D3">
        <w:rPr>
          <w:cs/>
          <w:lang w:bidi="bn-IN"/>
        </w:rPr>
        <w:t>কাছে থাকা বইগুলো থেকে এবং যেসব বই আমার কাছে নেই সেগুলোকে</w:t>
      </w:r>
      <w:r w:rsidRPr="009F36D3">
        <w:t xml:space="preserve"> </w:t>
      </w:r>
      <w:r w:rsidRPr="009F36D3">
        <w:rPr>
          <w:cs/>
          <w:lang w:bidi="bn-IN"/>
        </w:rPr>
        <w:t>আমি বর্ণনা করেছি সম্মানিত বিশেষজ্ঞদের উপর নির্ভর করে।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এছাড়াও হাদীস বর্ণনা করতে গিয়ে আমি নিজেকে শুধু সেসব</w:t>
      </w:r>
      <w:r w:rsidRPr="009F36D3">
        <w:t xml:space="preserve"> </w:t>
      </w:r>
      <w:r w:rsidRPr="009F36D3">
        <w:rPr>
          <w:cs/>
          <w:lang w:bidi="bn-IN"/>
        </w:rPr>
        <w:t>বইগুলোতে সীমাবদ্ধ রেখেছি যা সুন্নী</w:t>
      </w:r>
      <w:r w:rsidRPr="009F36D3">
        <w:t xml:space="preserve"> </w:t>
      </w:r>
      <w:r w:rsidRPr="009F36D3">
        <w:rPr>
          <w:cs/>
          <w:lang w:bidi="bn-IN"/>
        </w:rPr>
        <w:t>প্রিন্টিং হাউস থেকে প্রকাশিত হয়েছে।</w:t>
      </w:r>
      <w:r w:rsidRPr="009F36D3">
        <w:t xml:space="preserve"> </w:t>
      </w:r>
      <w:r w:rsidRPr="009F36D3">
        <w:rPr>
          <w:cs/>
          <w:lang w:bidi="bn-IN"/>
        </w:rPr>
        <w:t>তাছাড়া আমি ওসব বই এড়িয়ে গেছি যেসব বই ইরানে প্রকাশিত হয়েছে</w:t>
      </w:r>
      <w:r w:rsidRPr="009F36D3">
        <w:t xml:space="preserve"> </w:t>
      </w:r>
      <w:r w:rsidRPr="009F36D3">
        <w:rPr>
          <w:cs/>
          <w:lang w:bidi="bn-IN"/>
        </w:rPr>
        <w:t>যেমন</w:t>
      </w:r>
      <w:r w:rsidRPr="009F36D3">
        <w:t xml:space="preserve">,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 বায়ান-ফি-আখবার-সাহেবুয যামান</w:t>
      </w:r>
      <w:r w:rsidRPr="00B06DC9">
        <w:rPr>
          <w:rStyle w:val="libAlaemChar"/>
        </w:rPr>
        <w:t>’</w:t>
      </w:r>
      <w:r w:rsidRPr="009F36D3">
        <w:t xml:space="preserve">,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আল-ফুসুল-মুহিম্মে-ফি-মারিফাত-উল-আইম্মা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তাযকেরাতুল-উম্মাহু</w:t>
      </w:r>
      <w:r w:rsidRPr="009F36D3">
        <w:t xml:space="preserve"> </w:t>
      </w:r>
      <w:r w:rsidRPr="009F36D3">
        <w:rPr>
          <w:cs/>
          <w:lang w:bidi="bn-IN"/>
        </w:rPr>
        <w:t>ফি-</w:t>
      </w:r>
      <w:r w:rsidRPr="009F36D3">
        <w:t xml:space="preserve"> </w:t>
      </w:r>
      <w:r w:rsidRPr="009F36D3">
        <w:rPr>
          <w:cs/>
          <w:lang w:bidi="bn-IN"/>
        </w:rPr>
        <w:t>আহওয়াল-আইম্মা</w:t>
      </w:r>
      <w:r w:rsidRPr="00B06DC9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 xml:space="preserve">শুধু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তাযকেরাতুল আইম্মা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কিছু বিষয় ছাড়া।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একইভাবে আমি নিজেকে বিরত রেখেছি আমাদের বিজ্ঞ ব্যক্তিদের কাছ</w:t>
      </w:r>
      <w:r w:rsidRPr="009F36D3">
        <w:t xml:space="preserve"> </w:t>
      </w:r>
      <w:r w:rsidRPr="009F36D3">
        <w:rPr>
          <w:cs/>
          <w:lang w:bidi="bn-IN"/>
        </w:rPr>
        <w:t>থেকে হাদীস বর্ণনা করা থেকে এবং যা আমাদের বইগুলোতে ও লেখাতে</w:t>
      </w:r>
      <w:r w:rsidRPr="009F36D3">
        <w:t xml:space="preserve"> </w:t>
      </w:r>
      <w:r w:rsidRPr="009F36D3">
        <w:rPr>
          <w:cs/>
          <w:lang w:bidi="bn-IN"/>
        </w:rPr>
        <w:t>জমা আছে। এসব করেছি শুধু এ সাধারণ কারণে যে হয়তো তা সন্দেহের</w:t>
      </w:r>
      <w:r w:rsidRPr="009F36D3">
        <w:t xml:space="preserve"> </w:t>
      </w:r>
      <w:r w:rsidRPr="009F36D3">
        <w:rPr>
          <w:cs/>
          <w:lang w:bidi="bn-IN"/>
        </w:rPr>
        <w:t>উদ্রেক করবে (যেমন কেউ মনে করতে পারে যে বর্ণিত হাদীস মিথ্যা ও</w:t>
      </w:r>
      <w:r w:rsidRPr="009F36D3">
        <w:t xml:space="preserve"> </w:t>
      </w:r>
      <w:r w:rsidRPr="009F36D3">
        <w:rPr>
          <w:cs/>
          <w:lang w:bidi="bn-IN"/>
        </w:rPr>
        <w:t>বানানো)। যাহোক</w:t>
      </w:r>
      <w:r w:rsidRPr="009F36D3">
        <w:t xml:space="preserve">, </w:t>
      </w:r>
      <w:r w:rsidRPr="009F36D3">
        <w:rPr>
          <w:cs/>
          <w:lang w:bidi="bn-IN"/>
        </w:rPr>
        <w:t xml:space="preserve">আমি কিছু নজির উল্লেখ করেছি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আল-দুরার-আল-</w:t>
      </w:r>
      <w:r w:rsidRPr="009F36D3">
        <w:t xml:space="preserve"> </w:t>
      </w:r>
      <w:r w:rsidRPr="009F36D3">
        <w:rPr>
          <w:cs/>
          <w:lang w:bidi="bn-IN"/>
        </w:rPr>
        <w:t>মূসাউইয়া-ফি-শার-আল ক্বায়েদ-আল জাফারিয়া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যেটি লিখেছেন</w:t>
      </w:r>
      <w:r w:rsidRPr="009F36D3">
        <w:t xml:space="preserve"> </w:t>
      </w:r>
      <w:r w:rsidRPr="009F36D3">
        <w:rPr>
          <w:cs/>
          <w:lang w:bidi="bn-IN"/>
        </w:rPr>
        <w:t>আমাদের অভিভাবক আয়াতুল্লাহ আবি মুহাম্মাদ সাইয়্যেদ হাসান আল সদর</w:t>
      </w:r>
      <w:r w:rsidRPr="009F36D3">
        <w:t xml:space="preserve"> </w:t>
      </w:r>
      <w:r w:rsidRPr="009F36D3">
        <w:rPr>
          <w:cs/>
          <w:lang w:bidi="bn-IN"/>
        </w:rPr>
        <w:t>কাযেমী। যার রয়েছে বিরাট অধিকার এবং যার কাছে আমরা অনেক ঋণী।</w:t>
      </w:r>
      <w:r w:rsidRPr="009F36D3">
        <w:t xml:space="preserve"> </w:t>
      </w:r>
      <w:r w:rsidRPr="009F36D3">
        <w:rPr>
          <w:cs/>
          <w:lang w:bidi="bn-IN"/>
        </w:rPr>
        <w:t>আমি তার নজিরসমূহ উল্লেখ করেছি যুক্তি তর্কের জন্য নয়</w:t>
      </w:r>
      <w:r w:rsidRPr="009F36D3">
        <w:t xml:space="preserve">, </w:t>
      </w:r>
      <w:r w:rsidRPr="009F36D3">
        <w:rPr>
          <w:cs/>
          <w:lang w:bidi="bn-IN"/>
        </w:rPr>
        <w:t>বরং শুধুমাত্র</w:t>
      </w:r>
      <w:r w:rsidRPr="009F36D3">
        <w:t xml:space="preserve"> </w:t>
      </w:r>
      <w:r w:rsidRPr="009F36D3">
        <w:rPr>
          <w:cs/>
          <w:lang w:bidi="bn-IN"/>
        </w:rPr>
        <w:t>আলোচ্য বিষয়টিকে সমর্থন করার জন্য।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আমি আল্লাহর কাছে সাক্ষ্য দিচ্ছি যে</w:t>
      </w:r>
      <w:r w:rsidRPr="009F36D3">
        <w:t xml:space="preserve">, </w:t>
      </w:r>
      <w:r w:rsidRPr="009F36D3">
        <w:rPr>
          <w:cs/>
          <w:lang w:bidi="bn-IN"/>
        </w:rPr>
        <w:t>আমি এসব হাদীস ও পূর্ববর্তী</w:t>
      </w:r>
      <w:r w:rsidRPr="009F36D3">
        <w:t xml:space="preserve"> </w:t>
      </w:r>
      <w:r w:rsidRPr="009F36D3">
        <w:rPr>
          <w:cs/>
          <w:lang w:bidi="bn-IN"/>
        </w:rPr>
        <w:t>লোকদের কথাকে ন্যায়বিচারের দৃষ্টিতে দেখেছি এবং পক্ষপাতিত্ব ও</w:t>
      </w:r>
      <w:r w:rsidRPr="009F36D3">
        <w:t xml:space="preserve"> </w:t>
      </w:r>
      <w:r w:rsidRPr="009F36D3">
        <w:rPr>
          <w:cs/>
          <w:lang w:bidi="bn-IN"/>
        </w:rPr>
        <w:t>পথভ্রষ্টতা এড়িয়ে গেছি। আমি গুরুত্বপূর্ণ মনে করেছি যে আমি আমার</w:t>
      </w:r>
      <w:r w:rsidRPr="009F36D3">
        <w:t xml:space="preserve"> </w:t>
      </w:r>
      <w:r w:rsidRPr="009F36D3">
        <w:rPr>
          <w:cs/>
          <w:lang w:bidi="bn-IN"/>
        </w:rPr>
        <w:t>বিশ্বাসকে</w:t>
      </w:r>
      <w:r w:rsidRPr="009F36D3">
        <w:t xml:space="preserve"> </w:t>
      </w:r>
      <w:r w:rsidRPr="009F36D3">
        <w:rPr>
          <w:cs/>
          <w:lang w:bidi="bn-IN"/>
        </w:rPr>
        <w:t>যুক্তির আলোকে গ্রহণ করবো কিন্তু বিশ্বাসকে যুক্তির মাধ্যমে</w:t>
      </w:r>
      <w:r w:rsidRPr="009F36D3">
        <w:t xml:space="preserve"> </w:t>
      </w:r>
      <w:r w:rsidRPr="009F36D3">
        <w:rPr>
          <w:cs/>
          <w:lang w:bidi="bn-IN"/>
        </w:rPr>
        <w:lastRenderedPageBreak/>
        <w:t>প্রতিষ্ঠিত করার চেষ্টা করবো না। যে কেউ বইয়ের বিষয়বস্তু পরীক্ষা করবে</w:t>
      </w:r>
      <w:r w:rsidRPr="009F36D3">
        <w:t xml:space="preserve"> </w:t>
      </w:r>
      <w:r w:rsidRPr="009F36D3">
        <w:rPr>
          <w:cs/>
          <w:lang w:bidi="bn-IN"/>
        </w:rPr>
        <w:t>সে এ সত্য উপলদ্ধি করতে পারবে।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নিশ্চয়ই প্রত্যেকের ওপর এটি বাধ্যতামূলক বিশেষ করে ধর্মীয়</w:t>
      </w:r>
      <w:r w:rsidRPr="009F36D3">
        <w:t xml:space="preserve"> </w:t>
      </w:r>
      <w:r w:rsidRPr="009F36D3">
        <w:rPr>
          <w:cs/>
          <w:lang w:bidi="bn-IN"/>
        </w:rPr>
        <w:t>বিষয়সমূহের ক্ষেত্রে</w:t>
      </w:r>
      <w:r w:rsidRPr="009F36D3">
        <w:t xml:space="preserve">, </w:t>
      </w:r>
      <w:r w:rsidRPr="009F36D3">
        <w:rPr>
          <w:cs/>
          <w:lang w:bidi="bn-IN"/>
        </w:rPr>
        <w:t>অন্যের দেখানো পথটির সন্দেহ ও অনুমান থেকে</w:t>
      </w:r>
      <w:r w:rsidRPr="009F36D3">
        <w:t xml:space="preserve"> </w:t>
      </w:r>
      <w:r w:rsidRPr="009F36D3">
        <w:rPr>
          <w:cs/>
          <w:lang w:bidi="bn-IN"/>
        </w:rPr>
        <w:t>নিজেকে মুক্ত করা। ব্যক্তির উচিত ধর্মীয় গোঁড়ামীর বিরুদ্ধে সতর্ক থাকা এবং</w:t>
      </w:r>
      <w:r w:rsidRPr="009F36D3">
        <w:t xml:space="preserve"> </w:t>
      </w:r>
      <w:r w:rsidRPr="009F36D3">
        <w:rPr>
          <w:cs/>
          <w:lang w:bidi="bn-IN"/>
        </w:rPr>
        <w:t>শুধু সত্যকে মনের উদ্দেশ্য রাখা। যা গ্রহণ করা উচিত তা হলো সত্য এবং</w:t>
      </w:r>
      <w:r w:rsidRPr="009F36D3">
        <w:t xml:space="preserve"> </w:t>
      </w:r>
      <w:r w:rsidRPr="009F36D3">
        <w:rPr>
          <w:cs/>
          <w:lang w:bidi="bn-IN"/>
        </w:rPr>
        <w:t>যদি কেউ তা কোথাও পায় তাহলে সে তাকে জড়িয়ে ধরবে।</w:t>
      </w:r>
      <w:r w:rsidRPr="009F36D3">
        <w:t xml:space="preserve"> </w:t>
      </w:r>
    </w:p>
    <w:p w:rsidR="005A057D" w:rsidRPr="009F36D3" w:rsidRDefault="005A057D" w:rsidP="00630E4F">
      <w:pPr>
        <w:pStyle w:val="libBold1"/>
      </w:pPr>
      <w:r w:rsidRPr="009F36D3">
        <w:rPr>
          <w:cs/>
          <w:lang w:bidi="bn-IN"/>
        </w:rPr>
        <w:t>আল</w:t>
      </w:r>
      <w:r w:rsidRPr="009F36D3">
        <w:t xml:space="preserve"> </w:t>
      </w:r>
      <w:r w:rsidRPr="009F36D3">
        <w:rPr>
          <w:cs/>
          <w:lang w:bidi="bn-IN"/>
        </w:rPr>
        <w:t>এক পলক দেখুন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যে গবেষক বিখ্যাত জ্ঞানী ব্যক্তিদের বইগুলোতে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উসুলে দ্বীন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ধর্মের</w:t>
      </w:r>
      <w:r w:rsidRPr="009F36D3">
        <w:t xml:space="preserve"> </w:t>
      </w:r>
      <w:r w:rsidRPr="009F36D3">
        <w:rPr>
          <w:cs/>
          <w:lang w:bidi="bn-IN"/>
        </w:rPr>
        <w:t xml:space="preserve">মূল বিশ্বাস) অথবা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ফুরুয়ে দ্বীন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ধর্মের শাখা প্রশাখা) সম্পর্কে গবেষণা</w:t>
      </w:r>
      <w:r w:rsidRPr="009F36D3">
        <w:t xml:space="preserve"> </w:t>
      </w:r>
      <w:r w:rsidRPr="009F36D3">
        <w:rPr>
          <w:cs/>
          <w:lang w:bidi="bn-IN"/>
        </w:rPr>
        <w:t>করেন</w:t>
      </w:r>
      <w:r w:rsidRPr="009F36D3">
        <w:t xml:space="preserve">, </w:t>
      </w:r>
      <w:r w:rsidRPr="009F36D3">
        <w:rPr>
          <w:cs/>
          <w:lang w:bidi="bn-IN"/>
        </w:rPr>
        <w:t xml:space="preserve">তিনি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মাহদাভীয়াত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সম্পর্কে সুন্নী ভাইদের বইগুলোতে আলোচনা</w:t>
      </w:r>
      <w:r w:rsidRPr="009F36D3">
        <w:t xml:space="preserve"> </w:t>
      </w:r>
      <w:r w:rsidRPr="009F36D3">
        <w:rPr>
          <w:cs/>
          <w:lang w:bidi="bn-IN"/>
        </w:rPr>
        <w:t>দেখতে পারেন। যেমন</w:t>
      </w:r>
      <w:r w:rsidRPr="009F36D3">
        <w:t xml:space="preserve">, </w:t>
      </w:r>
      <w:r w:rsidRPr="009F36D3">
        <w:rPr>
          <w:cs/>
          <w:lang w:bidi="bn-IN"/>
        </w:rPr>
        <w:t>এর বিশ্বাসযোগ্যতা</w:t>
      </w:r>
      <w:r w:rsidRPr="009F36D3">
        <w:t xml:space="preserve">, </w:t>
      </w:r>
      <w:r w:rsidRPr="009F36D3">
        <w:rPr>
          <w:cs/>
          <w:lang w:bidi="bn-IN"/>
        </w:rPr>
        <w:t>এর নির্ভরযোগ্যতা ইত্যাদি</w:t>
      </w:r>
      <w:r w:rsidRPr="009F36D3">
        <w:t xml:space="preserve"> </w:t>
      </w:r>
      <w:r w:rsidRPr="009F36D3">
        <w:rPr>
          <w:cs/>
          <w:lang w:bidi="bn-IN"/>
        </w:rPr>
        <w:t>এবং এর বর্ণনাকারীরা অসংখ্য যারা হাদীস শাস্ত্রে প্রথম সারির ব্যক্তিত্ব।</w:t>
      </w:r>
    </w:p>
    <w:p w:rsidR="005A057D" w:rsidRPr="009F36D3" w:rsidRDefault="005A057D" w:rsidP="00AA6375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উসুলে দ্বীন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মূল বিশ্বাস)</w:t>
      </w:r>
      <w:r w:rsidRPr="009F36D3">
        <w:t xml:space="preserve"> </w:t>
      </w:r>
      <w:r w:rsidRPr="009F36D3">
        <w:rPr>
          <w:cs/>
          <w:lang w:bidi="bn-IN"/>
        </w:rPr>
        <w:t xml:space="preserve">ও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ফরু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(শাখা প্রশাখা) এর মধ্যে অনেক</w:t>
      </w:r>
      <w:r w:rsidRPr="009F36D3">
        <w:t xml:space="preserve"> </w:t>
      </w:r>
      <w:r w:rsidRPr="009F36D3">
        <w:rPr>
          <w:cs/>
          <w:lang w:bidi="bn-IN"/>
        </w:rPr>
        <w:t>বিষয়েই আমাদের ঐক্য রয়েছে। এর মধ্যে মাহদী (আঃ) সম্পর্কে আহলে</w:t>
      </w:r>
      <w:r w:rsidRPr="009F36D3">
        <w:t xml:space="preserve"> </w:t>
      </w:r>
      <w:r w:rsidRPr="009F36D3">
        <w:rPr>
          <w:cs/>
          <w:lang w:bidi="bn-IN"/>
        </w:rPr>
        <w:t>সুন্নাতের ভাইরা বিশদভাবে লিখেছেন।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তাদের নিজস্ব গবেষণা অনুযায়ী তারা হাদীস বর্ণনা করেছেন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আঃ) সম্পর্কে নবী (সাঃ)- এর কাছ থেকে সূরাসরি</w:t>
      </w:r>
      <w:r w:rsidRPr="009F36D3">
        <w:t xml:space="preserve">, </w:t>
      </w:r>
      <w:r w:rsidRPr="009F36D3">
        <w:rPr>
          <w:cs/>
          <w:lang w:bidi="bn-IN"/>
        </w:rPr>
        <w:t>কিছু তার মর্যাদাবান</w:t>
      </w:r>
      <w:r w:rsidRPr="009F36D3">
        <w:t xml:space="preserve"> </w:t>
      </w:r>
      <w:r w:rsidRPr="009F36D3">
        <w:rPr>
          <w:cs/>
          <w:lang w:bidi="bn-IN"/>
        </w:rPr>
        <w:t>সাথীদের কাছ থেকে</w:t>
      </w:r>
      <w:r w:rsidRPr="009F36D3">
        <w:t xml:space="preserve">, </w:t>
      </w:r>
      <w:r w:rsidRPr="009F36D3">
        <w:rPr>
          <w:cs/>
          <w:lang w:bidi="bn-IN"/>
        </w:rPr>
        <w:t>কিছু তার স্ত্রীদের</w:t>
      </w:r>
      <w:r w:rsidRPr="009F36D3">
        <w:t xml:space="preserve"> </w:t>
      </w:r>
      <w:r w:rsidRPr="009F36D3">
        <w:rPr>
          <w:cs/>
          <w:lang w:bidi="bn-IN"/>
        </w:rPr>
        <w:t>কাছ থেকে হাদীসের দৈর্ঘ্যে কিছু</w:t>
      </w:r>
      <w:r w:rsidRPr="009F36D3">
        <w:t xml:space="preserve"> </w:t>
      </w:r>
      <w:r w:rsidRPr="009F36D3">
        <w:rPr>
          <w:cs/>
          <w:lang w:bidi="bn-IN"/>
        </w:rPr>
        <w:t>কমবেশী রেখে। তারা মাহদী (আঃ) সম্পর্কে দীর্ঘ ও সংক্ষিপ্ত উভয় হাদীসই</w:t>
      </w:r>
      <w:r w:rsidRPr="009F36D3">
        <w:t xml:space="preserve"> </w:t>
      </w:r>
      <w:r w:rsidRPr="009F36D3">
        <w:rPr>
          <w:cs/>
          <w:lang w:bidi="bn-IN"/>
        </w:rPr>
        <w:t>নিয়েছেন তাদের প্রধান হাদীস বিশেষজ্ঞদের কাছ থেকে যেমন</w:t>
      </w:r>
      <w:r w:rsidRPr="009F36D3">
        <w:t xml:space="preserve">, </w:t>
      </w:r>
      <w:r w:rsidRPr="009F36D3">
        <w:rPr>
          <w:cs/>
          <w:lang w:bidi="bn-IN"/>
        </w:rPr>
        <w:t>বুখারী</w:t>
      </w:r>
      <w:r w:rsidRPr="009F36D3">
        <w:t xml:space="preserve">, </w:t>
      </w:r>
      <w:r w:rsidRPr="009F36D3">
        <w:rPr>
          <w:cs/>
          <w:lang w:bidi="bn-IN"/>
        </w:rPr>
        <w:t>মুসলিম</w:t>
      </w:r>
      <w:r w:rsidRPr="009F36D3">
        <w:t>,</w:t>
      </w:r>
      <w:r w:rsidRPr="009F36D3">
        <w:rPr>
          <w:cs/>
          <w:lang w:bidi="bn-IN"/>
        </w:rPr>
        <w:t xml:space="preserve"> নাসাঈ</w:t>
      </w:r>
      <w:r w:rsidRPr="009F36D3">
        <w:t xml:space="preserve">, </w:t>
      </w:r>
      <w:r w:rsidRPr="009F36D3">
        <w:rPr>
          <w:cs/>
          <w:lang w:bidi="bn-IN"/>
        </w:rPr>
        <w:t>আবু দাউদ ও ইবনে মাজাহ থেকে।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তাদের মধ্যে হাদীস বিশেষজ্ঞদের নাম আরও বলা যায় যেমন ইমাম</w:t>
      </w:r>
      <w:r w:rsidRPr="009F36D3">
        <w:t xml:space="preserve"> </w:t>
      </w:r>
      <w:r w:rsidRPr="009F36D3">
        <w:rPr>
          <w:cs/>
          <w:lang w:bidi="bn-IN"/>
        </w:rPr>
        <w:t>আহমদ ইবনে হাম্বাল</w:t>
      </w:r>
      <w:r w:rsidRPr="009F36D3">
        <w:t>,</w:t>
      </w:r>
      <w:r w:rsidRPr="009F36D3">
        <w:rPr>
          <w:cs/>
          <w:lang w:bidi="bn-IN"/>
        </w:rPr>
        <w:t>আবুল ক্বাসেম</w:t>
      </w:r>
      <w:r w:rsidRPr="009F36D3">
        <w:t xml:space="preserve"> </w:t>
      </w:r>
      <w:r w:rsidRPr="009F36D3">
        <w:rPr>
          <w:cs/>
          <w:lang w:bidi="bn-IN"/>
        </w:rPr>
        <w:t>তেহরানী</w:t>
      </w:r>
      <w:r w:rsidRPr="009F36D3">
        <w:t xml:space="preserve">, </w:t>
      </w:r>
      <w:r w:rsidRPr="009F36D3">
        <w:rPr>
          <w:cs/>
          <w:lang w:bidi="bn-IN"/>
        </w:rPr>
        <w:t>আবু নাঈম ইসফাহানী</w:t>
      </w:r>
      <w:r w:rsidRPr="009F36D3">
        <w:t xml:space="preserve">, </w:t>
      </w:r>
      <w:r w:rsidRPr="009F36D3">
        <w:rPr>
          <w:cs/>
          <w:lang w:bidi="bn-IN"/>
        </w:rPr>
        <w:t>হামাদ ইবনে ইয়াক্বুব</w:t>
      </w:r>
      <w:r w:rsidRPr="009F36D3">
        <w:t xml:space="preserve"> </w:t>
      </w:r>
      <w:r w:rsidRPr="009F36D3">
        <w:rPr>
          <w:cs/>
          <w:lang w:bidi="bn-IN"/>
        </w:rPr>
        <w:t xml:space="preserve">রাউজানী এবং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হাকেম</w:t>
      </w:r>
      <w:r w:rsidRPr="009F36D3">
        <w:t xml:space="preserve"> </w:t>
      </w:r>
      <w:r w:rsidRPr="009F36D3">
        <w:rPr>
          <w:cs/>
          <w:lang w:bidi="bn-IN"/>
        </w:rPr>
        <w:t>প্রমুখ।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একইভাবে গাঞ্জি</w:t>
      </w:r>
      <w:r w:rsidRPr="009F36D3">
        <w:t xml:space="preserve">, </w:t>
      </w:r>
      <w:r w:rsidRPr="009F36D3">
        <w:rPr>
          <w:cs/>
          <w:lang w:bidi="bn-IN"/>
        </w:rPr>
        <w:t>সিবতে ইবনে জাওযী</w:t>
      </w:r>
      <w:r w:rsidRPr="009F36D3">
        <w:t xml:space="preserve">, </w:t>
      </w:r>
      <w:r w:rsidRPr="009F36D3">
        <w:rPr>
          <w:cs/>
          <w:lang w:bidi="bn-IN"/>
        </w:rPr>
        <w:t>খাওয়ারাযমী</w:t>
      </w:r>
      <w:r w:rsidRPr="009F36D3">
        <w:t xml:space="preserve">, </w:t>
      </w:r>
      <w:r w:rsidRPr="009F36D3">
        <w:rPr>
          <w:cs/>
          <w:lang w:bidi="bn-IN"/>
        </w:rPr>
        <w:t>ইবনে হাজার</w:t>
      </w:r>
      <w:r w:rsidRPr="009F36D3">
        <w:t xml:space="preserve">, </w:t>
      </w:r>
      <w:r w:rsidRPr="009F36D3">
        <w:rPr>
          <w:cs/>
          <w:lang w:bidi="bn-IN"/>
        </w:rPr>
        <w:t>মোল্লা আলী মুত্তাকী (কানযুল উম্মালের লেখক)</w:t>
      </w:r>
      <w:r w:rsidRPr="009F36D3">
        <w:t xml:space="preserve">, </w:t>
      </w:r>
      <w:r w:rsidRPr="009F36D3">
        <w:rPr>
          <w:cs/>
          <w:lang w:bidi="bn-IN"/>
        </w:rPr>
        <w:t>শাবলাঞ্জী এবং কুন্দুযীর নাম</w:t>
      </w:r>
      <w:r w:rsidRPr="009F36D3">
        <w:t xml:space="preserve"> </w:t>
      </w:r>
      <w:r w:rsidRPr="009F36D3">
        <w:rPr>
          <w:cs/>
          <w:lang w:bidi="bn-IN"/>
        </w:rPr>
        <w:t>উপেক্ষা করা যায় না।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lastRenderedPageBreak/>
        <w:t>[</w:t>
      </w:r>
      <w:r w:rsidRPr="009F36D3">
        <w:rPr>
          <w:cs/>
          <w:lang w:bidi="bn-IN"/>
        </w:rPr>
        <w:t xml:space="preserve">এ বিষয়ে তাদের কিছু বই হচ্ছে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মানাক্বেব</w:t>
      </w:r>
      <w:r w:rsidRPr="009F36D3">
        <w:t xml:space="preserve"> </w:t>
      </w:r>
      <w:r w:rsidRPr="009F36D3">
        <w:rPr>
          <w:cs/>
          <w:lang w:bidi="bn-IN"/>
        </w:rPr>
        <w:t>আল মাহদী</w:t>
      </w:r>
      <w:r w:rsidRPr="00B06DC9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আবু নাঈম</w:t>
      </w:r>
      <w:r w:rsidRPr="009F36D3">
        <w:t xml:space="preserve"> </w:t>
      </w:r>
      <w:r w:rsidRPr="009F36D3">
        <w:rPr>
          <w:cs/>
          <w:lang w:bidi="bn-IN"/>
        </w:rPr>
        <w:t xml:space="preserve">ইসফাহানীর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চল্লিশ হাদীস</w:t>
      </w:r>
      <w:r w:rsidRPr="00B06DC9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আবু আব্দুল্লাহ গাঞ্জীর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বায়ান ফি আখবার</w:t>
      </w:r>
      <w:r w:rsidRPr="009F36D3">
        <w:t xml:space="preserve"> </w:t>
      </w:r>
      <w:r w:rsidRPr="009F36D3">
        <w:rPr>
          <w:cs/>
          <w:lang w:bidi="bn-IN"/>
        </w:rPr>
        <w:t>সাহেবুয যামান</w:t>
      </w:r>
      <w:r w:rsidRPr="00B06DC9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কানযুল উম্মালের লেখক মোলা আলী মত্তাকীর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t xml:space="preserve"> </w:t>
      </w:r>
      <w:r w:rsidRPr="009F36D3">
        <w:rPr>
          <w:cs/>
          <w:lang w:bidi="bn-IN"/>
        </w:rPr>
        <w:t>বুরহান ফিমা জা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আ ফি সাহেবুয যামান</w:t>
      </w:r>
      <w:r w:rsidRPr="00B06DC9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হামাদ ইবনে ইয়াক্বুব</w:t>
      </w:r>
      <w:r w:rsidRPr="009F36D3">
        <w:t xml:space="preserve"> </w:t>
      </w:r>
      <w:r w:rsidRPr="009F36D3">
        <w:rPr>
          <w:cs/>
          <w:lang w:bidi="bn-IN"/>
        </w:rPr>
        <w:t>রাউজানীর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আখবার আল-মাহদী</w:t>
      </w:r>
      <w:r w:rsidRPr="00B06DC9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ও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আলামাত আল-মাহদী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ইবনে হাজার</w:t>
      </w:r>
      <w:r w:rsidRPr="009F36D3">
        <w:t xml:space="preserve"> </w:t>
      </w:r>
      <w:r w:rsidRPr="009F36D3">
        <w:rPr>
          <w:cs/>
          <w:lang w:bidi="bn-IN"/>
        </w:rPr>
        <w:t xml:space="preserve">আসকালানীর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আল-ক্বওল</w:t>
      </w:r>
      <w:r w:rsidRPr="009F36D3">
        <w:t xml:space="preserve"> </w:t>
      </w:r>
      <w:r w:rsidRPr="009F36D3">
        <w:rPr>
          <w:cs/>
          <w:lang w:bidi="bn-IN"/>
        </w:rPr>
        <w:t>উল মুখতাসার ফি আলামাত মাহদী মুনতাযার</w:t>
      </w:r>
      <w:r w:rsidRPr="00B06DC9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নিশ্চয়ই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মাহদী-ই-মুনতাযার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 xml:space="preserve"> ও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সম্পর্কে নবী (সাঃ) এর কাছ</w:t>
      </w:r>
      <w:r w:rsidRPr="009F36D3">
        <w:t xml:space="preserve"> </w:t>
      </w:r>
      <w:r w:rsidRPr="009F36D3">
        <w:rPr>
          <w:cs/>
          <w:lang w:bidi="bn-IN"/>
        </w:rPr>
        <w:t>থেকে হাদীস যা সুন্নী</w:t>
      </w:r>
      <w:r w:rsidRPr="009F36D3">
        <w:t xml:space="preserve"> </w:t>
      </w:r>
      <w:r w:rsidRPr="009F36D3">
        <w:rPr>
          <w:cs/>
          <w:lang w:bidi="bn-IN"/>
        </w:rPr>
        <w:t>ধারার মাধ্যমে বর্ণিত হয়েছে তার সংখ্যা অনেক এবং</w:t>
      </w:r>
      <w:r w:rsidRPr="009F36D3">
        <w:t xml:space="preserve"> </w:t>
      </w:r>
      <w:r w:rsidRPr="009F36D3">
        <w:rPr>
          <w:cs/>
          <w:lang w:bidi="bn-IN"/>
        </w:rPr>
        <w:t xml:space="preserve">সেগুলো তাদের বক্তব্য সম্পর্কে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মুতাওয়াতির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 xml:space="preserve"> (নির্ভরযোগ্য) 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B06DC9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 xml:space="preserve">এর ৯৯ পৃষ্ঠায় এরকমই বলেন যে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আবুল</w:t>
      </w:r>
      <w:r w:rsidRPr="009F36D3">
        <w:t xml:space="preserve"> </w:t>
      </w:r>
      <w:r w:rsidRPr="009F36D3">
        <w:rPr>
          <w:cs/>
          <w:lang w:bidi="bn-IN"/>
        </w:rPr>
        <w:t>হোসেন আবরি বলেছেন যে</w:t>
      </w:r>
      <w:r w:rsidRPr="009F36D3">
        <w:t xml:space="preserve">,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আঃ) -এর আত্মপ্রকাশ সম্পর্কে যে</w:t>
      </w:r>
      <w:r w:rsidRPr="009F36D3">
        <w:t xml:space="preserve"> </w:t>
      </w:r>
      <w:r w:rsidRPr="009F36D3">
        <w:rPr>
          <w:cs/>
          <w:lang w:bidi="bn-IN"/>
        </w:rPr>
        <w:t>হাদীসগুলো নবী (সাঃ)- এর কাছ থেকে এসেছে এবং যা আহলুল বাইতের</w:t>
      </w:r>
      <w:r w:rsidRPr="009F36D3">
        <w:t xml:space="preserve"> </w:t>
      </w:r>
      <w:r w:rsidRPr="009F36D3">
        <w:rPr>
          <w:cs/>
          <w:lang w:bidi="bn-IN"/>
        </w:rPr>
        <w:t>বর্ণনাকারীদের মাধ্যমে এসেছে সবই ধারাবাহিকভাবে বর্ণিত হয়েছে।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নুরুল আবসার</w:t>
      </w:r>
      <w:r w:rsidRPr="00B06DC9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 xml:space="preserve">এর ২৩১ নং পৃষ্ঠায় শাবলাঞ্জি বলেন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রাসূল (সাঃ)-</w:t>
      </w:r>
      <w:r w:rsidRPr="009F36D3">
        <w:t xml:space="preserve"> </w:t>
      </w:r>
      <w:r w:rsidRPr="009F36D3">
        <w:rPr>
          <w:cs/>
          <w:lang w:bidi="bn-IN"/>
        </w:rPr>
        <w:t xml:space="preserve">এর কাছ থেকে যে হাদীস এসেছে যে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মাহদী আমার বংশ থেকে ও পৃথিবীকে</w:t>
      </w:r>
      <w:r w:rsidRPr="009F36D3">
        <w:t xml:space="preserve"> </w:t>
      </w:r>
      <w:r w:rsidRPr="009F36D3">
        <w:rPr>
          <w:cs/>
          <w:lang w:bidi="bn-IN"/>
        </w:rPr>
        <w:t>ন্যায়বিচারে ভরে দেবে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 ধারাবাহিকভাবে বর্ণনাকারীদের মাধ্যমে</w:t>
      </w:r>
      <w:r w:rsidRPr="009F36D3">
        <w:t xml:space="preserve"> </w:t>
      </w:r>
      <w:r w:rsidRPr="009F36D3">
        <w:rPr>
          <w:cs/>
          <w:lang w:bidi="bn-IN"/>
        </w:rPr>
        <w:t>এসেছে।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ফতুহাতুল ইসলামিয়ার দ্বিতীয় খণ্ডের ৩২২ নং পৃষ্ঠায় যাইনি দেহলান</w:t>
      </w:r>
      <w:r w:rsidRPr="009F36D3">
        <w:t xml:space="preserve"> </w:t>
      </w:r>
      <w:r w:rsidRPr="009F36D3">
        <w:rPr>
          <w:cs/>
          <w:lang w:bidi="bn-IN"/>
        </w:rPr>
        <w:t xml:space="preserve">বলেন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মাহদী (আঃ)- এর আগমন সম্পর্কিত হাদীসের সংখ্যা অনেক এবং</w:t>
      </w:r>
      <w:r w:rsidRPr="009F36D3">
        <w:t xml:space="preserve"> </w:t>
      </w:r>
      <w:r w:rsidRPr="009F36D3">
        <w:rPr>
          <w:cs/>
          <w:lang w:bidi="bn-IN"/>
        </w:rPr>
        <w:t xml:space="preserve">সেগুলো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মুতাওয়াতির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নির্ভরযোগ্য)। সেগুলোর মাঝে হতে পারে কিছু</w:t>
      </w:r>
      <w:r w:rsidRPr="009F36D3">
        <w:t xml:space="preserve"> </w:t>
      </w:r>
      <w:r w:rsidRPr="009F36D3">
        <w:rPr>
          <w:cs/>
          <w:lang w:bidi="bn-IN"/>
        </w:rPr>
        <w:t xml:space="preserve">হাদীস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সঠিক)</w:t>
      </w:r>
      <w:r w:rsidRPr="009F36D3">
        <w:t xml:space="preserve">,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হাসান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 xml:space="preserve">ভালো) অথবা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যাইফ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দূর্বল)। যাহোক</w:t>
      </w:r>
      <w:r w:rsidRPr="009F36D3">
        <w:t>, (</w:t>
      </w:r>
      <w:r w:rsidRPr="009F36D3">
        <w:rPr>
          <w:cs/>
          <w:lang w:bidi="bn-IN"/>
        </w:rPr>
        <w:t>সহীহ) হাদীসের সংখ্যার আধিক্য এবং বর্ণনাকারীর সংখ্যাও অনেক হওয়ার</w:t>
      </w:r>
      <w:r w:rsidRPr="009F36D3">
        <w:t xml:space="preserve"> </w:t>
      </w:r>
      <w:r w:rsidRPr="009F36D3">
        <w:rPr>
          <w:cs/>
          <w:lang w:bidi="bn-IN"/>
        </w:rPr>
        <w:t>কারণে তা নির্ভরযোগ্য হিসেবে গ্রহণ করা ছাড়া উপায় থাকে না।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দ্বিতীয় অধ্যায়ের একই পৃষ্ঠায় তিনি উল্লেখ করেছেন যে আল্লামা</w:t>
      </w:r>
      <w:r w:rsidRPr="009F36D3">
        <w:t xml:space="preserve"> </w:t>
      </w:r>
      <w:r w:rsidRPr="009F36D3">
        <w:rPr>
          <w:cs/>
          <w:lang w:bidi="bn-IN"/>
        </w:rPr>
        <w:t xml:space="preserve">সাইয়্যেদ মোহাম্মদ ইবনে রাসূল বারযানজী তার বই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আশশাত ফি আশরাত</w:t>
      </w:r>
      <w:r w:rsidRPr="009F36D3">
        <w:t xml:space="preserve"> </w:t>
      </w:r>
      <w:r w:rsidRPr="009F36D3">
        <w:rPr>
          <w:cs/>
          <w:lang w:bidi="bn-IN"/>
        </w:rPr>
        <w:t>ই সাআহ</w:t>
      </w:r>
      <w:r w:rsidRPr="00B06DC9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>র শেষে উল্লেখ করেছেন যে মাহদী (আঃ) সম্পর্কে হাদীসগুলো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মুতাওয়াতির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 xml:space="preserve"> (নির্ভরযোগ্য)। তিনি আরো বলেন : </w:t>
      </w:r>
      <w:r w:rsidRPr="00B06DC9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মাহদাভিয়াতের বিষয়টি</w:t>
      </w:r>
      <w:r w:rsidRPr="009F36D3">
        <w:t xml:space="preserve"> </w:t>
      </w:r>
      <w:r w:rsidRPr="009F36D3">
        <w:rPr>
          <w:cs/>
          <w:lang w:bidi="bn-IN"/>
        </w:rPr>
        <w:t>সন্দেহাতীত এবং তিনি যে ফাতেমা (আঃ)-এর বংশ থেকে এবং পৃথিবীকে</w:t>
      </w:r>
      <w:r w:rsidRPr="009F36D3">
        <w:t xml:space="preserve"> </w:t>
      </w:r>
      <w:r w:rsidRPr="009F36D3">
        <w:rPr>
          <w:cs/>
          <w:lang w:bidi="bn-IN"/>
        </w:rPr>
        <w:t>ন্যায়বিচারে পূর্ণ করে দিবেন তা নির্ভরযোগ্য।</w:t>
      </w:r>
      <w:r w:rsidRPr="00B06DC9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আমরা যা বলেছি তা হলো মাহদী (আঃ) সম্পর্কিত হাদীসগুলোর</w:t>
      </w:r>
      <w:r w:rsidRPr="009F36D3">
        <w:t xml:space="preserve"> </w:t>
      </w:r>
      <w:r w:rsidRPr="009F36D3">
        <w:rPr>
          <w:cs/>
          <w:lang w:bidi="bn-IN"/>
        </w:rPr>
        <w:t>নির্ভরযোগ্যতা ও সঠিকতা সম্পর্কে এরকম বিজ্ঞ লোকদের সুনির্দিষ্ট বক্তব্য</w:t>
      </w:r>
      <w:r w:rsidRPr="009F36D3">
        <w:t xml:space="preserve"> </w:t>
      </w:r>
      <w:r w:rsidRPr="009F36D3">
        <w:rPr>
          <w:cs/>
          <w:lang w:bidi="bn-IN"/>
        </w:rPr>
        <w:t>রয়েছে। এসবের ভিত্তিতে এবং হাদীসের সুনির্দিষ্ট নীতিমালা অনুযায়ী</w:t>
      </w:r>
      <w:r w:rsidRPr="009F36D3">
        <w:t xml:space="preserve"> </w:t>
      </w:r>
      <w:r w:rsidRPr="009F36D3">
        <w:rPr>
          <w:cs/>
          <w:lang w:bidi="bn-IN"/>
        </w:rPr>
        <w:t>সন্দেহের আর কোন সুযোগ থাকে না। অস্বীকার করাতো দূরের কথা।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9F36D3">
        <w:rPr>
          <w:cs/>
          <w:lang w:bidi="bn-IN"/>
        </w:rPr>
        <w:t>যদি এখন আমরা ঐসব সাক্ষ্য প্রমাণকে পিছনে রেখে হাদীসগুলোকে</w:t>
      </w:r>
      <w:r w:rsidRPr="009F36D3">
        <w:t xml:space="preserve"> </w:t>
      </w:r>
      <w:r w:rsidRPr="009F36D3">
        <w:rPr>
          <w:cs/>
          <w:lang w:bidi="bn-IN"/>
        </w:rPr>
        <w:t>পরীক্ষা করতে যাই এদের ধারাবাহিক বর্ণনা ও মর্মার্থ অনুযায়ী তাহলে আমরা</w:t>
      </w:r>
      <w:r w:rsidRPr="009F36D3">
        <w:t xml:space="preserve"> </w:t>
      </w:r>
      <w:r w:rsidRPr="009F36D3">
        <w:rPr>
          <w:cs/>
          <w:lang w:bidi="bn-IN"/>
        </w:rPr>
        <w:t>হাদীসগুলোকে তিনভাগে ভাগ করতে পারি।</w:t>
      </w:r>
    </w:p>
    <w:p w:rsidR="005A057D" w:rsidRPr="009F36D3" w:rsidRDefault="005A057D" w:rsidP="00AA6375">
      <w:pPr>
        <w:pStyle w:val="libBold2"/>
      </w:pPr>
      <w:r w:rsidRPr="009F36D3">
        <w:rPr>
          <w:cs/>
          <w:lang w:bidi="bn-IN"/>
        </w:rPr>
        <w:t>প্রথম প্রকারঃ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ঐ সব হাদীসসমূহ যাদের বর্ণনাকারীদের ধারাবাহিকতা সুস্পষ্ট এবং</w:t>
      </w:r>
      <w:r w:rsidRPr="009F36D3">
        <w:t xml:space="preserve"> </w:t>
      </w:r>
      <w:r w:rsidRPr="009F36D3">
        <w:rPr>
          <w:cs/>
          <w:lang w:bidi="bn-IN"/>
        </w:rPr>
        <w:t>সন্দেহমূক্ত। এছাড়া আহলে সুন্নাতের</w:t>
      </w:r>
      <w:r w:rsidRPr="009F36D3">
        <w:t xml:space="preserve"> </w:t>
      </w:r>
      <w:r w:rsidRPr="009F36D3">
        <w:rPr>
          <w:cs/>
          <w:lang w:bidi="bn-IN"/>
        </w:rPr>
        <w:t>নেতারা ও (হাদীস বিষয়ে) নেতৃস্থানীয়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ব্যক্তিরা এদের নির্ভরযোগ্যতা ও সঠিকতা স্বীকার</w:t>
      </w:r>
      <w:r w:rsidRPr="009F36D3">
        <w:t xml:space="preserve"> </w:t>
      </w:r>
      <w:r w:rsidRPr="009F36D3">
        <w:rPr>
          <w:cs/>
          <w:lang w:bidi="bn-IN"/>
        </w:rPr>
        <w:t>করেছেন। হাকেম তার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মুসতাদরাকে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এগুলো থেকে কিছুর নির্ভরযোগ্যতা স্বীকার</w:t>
      </w:r>
      <w:r w:rsidRPr="009F36D3">
        <w:t xml:space="preserve"> </w:t>
      </w:r>
      <w:r w:rsidRPr="009F36D3">
        <w:rPr>
          <w:cs/>
          <w:lang w:bidi="bn-IN"/>
        </w:rPr>
        <w:t>করেছেন বোখারী</w:t>
      </w:r>
      <w:r w:rsidRPr="009F36D3">
        <w:t xml:space="preserve"> </w:t>
      </w:r>
      <w:r w:rsidRPr="009F36D3">
        <w:rPr>
          <w:cs/>
          <w:lang w:bidi="bn-IN"/>
        </w:rPr>
        <w:t>ও মুসলিমের নীতি অনুযায়ী এবং এগুলো গ্রহণের পয়োজনীয়তা সম্পর্কে এবং</w:t>
      </w:r>
      <w:r w:rsidRPr="009F36D3">
        <w:t xml:space="preserve"> </w:t>
      </w:r>
      <w:r w:rsidRPr="009F36D3">
        <w:rPr>
          <w:cs/>
          <w:lang w:bidi="bn-IN"/>
        </w:rPr>
        <w:t>এগুলোর উপরে আমল করাতে কোন সন্দেহ থাকে না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AA6375" w:rsidRDefault="005A057D" w:rsidP="00AA6375">
      <w:pPr>
        <w:pStyle w:val="libBold2"/>
      </w:pPr>
      <w:r w:rsidRPr="009F36D3">
        <w:rPr>
          <w:cs/>
          <w:lang w:bidi="bn-IN"/>
        </w:rPr>
        <w:t>দ্বিতীয় প্রকারঃ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ঐ হাদীসগুলো যাদের বর্ণনাকারীদের ধারাবাহিকতা সঠিক নয় এবং</w:t>
      </w:r>
      <w:r w:rsidRPr="009F36D3">
        <w:t xml:space="preserve"> </w:t>
      </w:r>
      <w:r w:rsidRPr="009F36D3">
        <w:rPr>
          <w:cs/>
          <w:lang w:bidi="bn-IN"/>
        </w:rPr>
        <w:t>তাদের মিথ্যা সুস্পষ্ট। কিন্তু হাদীস শাস্ত্রের</w:t>
      </w:r>
      <w:r w:rsidRPr="009F36D3">
        <w:t xml:space="preserve"> </w:t>
      </w:r>
      <w:r w:rsidRPr="009F36D3">
        <w:rPr>
          <w:cs/>
          <w:lang w:bidi="bn-IN"/>
        </w:rPr>
        <w:t>সুনির্দিষ্ট নীতিমালা সেগুলোকে</w:t>
      </w:r>
      <w:r w:rsidRPr="009F36D3">
        <w:t xml:space="preserve"> </w:t>
      </w:r>
      <w:r w:rsidRPr="009F36D3">
        <w:rPr>
          <w:cs/>
          <w:lang w:bidi="bn-IN"/>
        </w:rPr>
        <w:t>গ্রহণ করতে বলে কারণ এর বক্তব্য প্রথম দলটির মত শক্তিশালী এবং দেখা</w:t>
      </w:r>
      <w:r w:rsidRPr="009F36D3">
        <w:t xml:space="preserve"> </w:t>
      </w:r>
      <w:r w:rsidRPr="009F36D3">
        <w:rPr>
          <w:cs/>
          <w:lang w:bidi="bn-IN"/>
        </w:rPr>
        <w:t>যায় যে তা সাধারণভাবে গ্রহণ করা হয়েছে। বরং বলা যায় যে এর বক্তব্য</w:t>
      </w:r>
      <w:r w:rsidRPr="009F36D3">
        <w:t xml:space="preserve"> </w:t>
      </w:r>
      <w:r w:rsidRPr="009F36D3">
        <w:rPr>
          <w:cs/>
          <w:lang w:bidi="bn-IN"/>
        </w:rPr>
        <w:t>সমর্থিত হয়েছে ঐক্যমতে।</w:t>
      </w:r>
      <w:r w:rsidRPr="009F36D3">
        <w:t xml:space="preserve"> </w:t>
      </w:r>
    </w:p>
    <w:p w:rsidR="005A057D" w:rsidRPr="009F36D3" w:rsidRDefault="005A057D" w:rsidP="00AA6375">
      <w:pPr>
        <w:pStyle w:val="libBold2"/>
      </w:pPr>
      <w:r w:rsidRPr="009F36D3">
        <w:rPr>
          <w:cs/>
          <w:lang w:bidi="bn-IN"/>
        </w:rPr>
        <w:t>তৃতীয় প্রকারঃ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ঐ হাদীসগুলো যার মধ্যে আছে সঠিকতা ও দূর্বলতা উভয়টিই। কিন্তু</w:t>
      </w:r>
      <w:r w:rsidRPr="009F36D3">
        <w:t xml:space="preserve"> </w:t>
      </w:r>
      <w:r w:rsidRPr="009F36D3">
        <w:rPr>
          <w:cs/>
          <w:lang w:bidi="bn-IN"/>
        </w:rPr>
        <w:t>অন্যান্য নির্ভরযোগ্য হাদীসের সাথে এর অসঙ্গতি থাকার কারণে তাদেরকে</w:t>
      </w:r>
      <w:r w:rsidRPr="009F36D3">
        <w:t xml:space="preserve"> </w:t>
      </w:r>
      <w:r w:rsidRPr="009F36D3">
        <w:rPr>
          <w:cs/>
          <w:lang w:bidi="bn-IN"/>
        </w:rPr>
        <w:t>বাতিল বলে গণ্য করতে হবে এবং হিসাবে নেয়া হবে না। অন্যভাবে বলা</w:t>
      </w:r>
      <w:r w:rsidRPr="009F36D3">
        <w:t xml:space="preserve"> </w:t>
      </w:r>
      <w:r w:rsidRPr="009F36D3">
        <w:rPr>
          <w:cs/>
          <w:lang w:bidi="bn-IN"/>
        </w:rPr>
        <w:t xml:space="preserve">যায় এদেরকে কোনভাবেই ব্যাখ্যা করা যায় না যাতে </w:t>
      </w:r>
      <w:r w:rsidRPr="009F36D3">
        <w:rPr>
          <w:cs/>
          <w:lang w:bidi="bn-IN"/>
        </w:rPr>
        <w:lastRenderedPageBreak/>
        <w:t>এগুলোর সাথে অন্য</w:t>
      </w:r>
      <w:r w:rsidRPr="009F36D3">
        <w:t xml:space="preserve"> </w:t>
      </w:r>
      <w:r w:rsidRPr="009F36D3">
        <w:rPr>
          <w:cs/>
          <w:lang w:bidi="bn-IN"/>
        </w:rPr>
        <w:t xml:space="preserve">হাদীসগুলোর সঙ্গতি পাওয়া যায়। যেমন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হযরত মাহদী (আঃ) এর নাম হবে</w:t>
      </w:r>
      <w:r w:rsidRPr="009F36D3">
        <w:t xml:space="preserve"> </w:t>
      </w:r>
      <w:r w:rsidRPr="009F36D3">
        <w:rPr>
          <w:cs/>
          <w:lang w:bidi="bn-IN"/>
        </w:rPr>
        <w:t>আহমাদ অথবা তার বাবার নাম হবে হযরত মুহাম্মাদ এর বাবার নামের মত</w:t>
      </w:r>
      <w:r w:rsidRPr="009F36D3">
        <w:t xml:space="preserve"> </w:t>
      </w:r>
      <w:r w:rsidRPr="009F36D3">
        <w:rPr>
          <w:cs/>
          <w:lang w:bidi="bn-IN"/>
        </w:rPr>
        <w:t>অথবা সে হবে আবু মুহাম্মাদ হাসান যাকীর বংশ এবং আবু মুহাম্মাদ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নয়</w:t>
      </w:r>
      <w:r w:rsidRPr="00B06DC9">
        <w:rPr>
          <w:rStyle w:val="libAlaemChar"/>
        </w:rPr>
        <w:t>’</w:t>
      </w:r>
      <w:r w:rsidRPr="009F36D3">
        <w:t xml:space="preserve"> -</w:t>
      </w:r>
      <w:r w:rsidRPr="009F36D3">
        <w:rPr>
          <w:cs/>
          <w:lang w:bidi="bn-IN"/>
        </w:rPr>
        <w:t>এগুলো প্রত্যাখ্যান করতে হবে। এছাড়া গবেষণায় দেখা</w:t>
      </w:r>
      <w:r w:rsidRPr="009F36D3">
        <w:t xml:space="preserve"> </w:t>
      </w:r>
      <w:r w:rsidRPr="009F36D3">
        <w:rPr>
          <w:cs/>
          <w:lang w:bidi="bn-IN"/>
        </w:rPr>
        <w:t>যায় এ হাদীসগুলোর সংখ্যা কম এবং সাধারণভাবে জানা যায় যে এগুলোকে</w:t>
      </w:r>
      <w:r w:rsidRPr="009F36D3">
        <w:t xml:space="preserve"> </w:t>
      </w:r>
      <w:r w:rsidRPr="009F36D3">
        <w:rPr>
          <w:cs/>
          <w:lang w:bidi="bn-IN"/>
        </w:rPr>
        <w:t>প্রত্যাখ্যান করা হয়েছে।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এটি সম্ভব যে প্রথম বিষয়টি (মাহদী আঃ - এর নাম) ঐ সব হাদীসের</w:t>
      </w:r>
      <w:r w:rsidRPr="009F36D3">
        <w:t xml:space="preserve"> </w:t>
      </w:r>
      <w:r w:rsidRPr="009F36D3">
        <w:rPr>
          <w:cs/>
          <w:lang w:bidi="bn-IN"/>
        </w:rPr>
        <w:t>কারণেই এসেছে যেগুলো বলে মাহদী (আঃ) এর নাম নবী (সাঃ)-এর</w:t>
      </w:r>
      <w:r w:rsidRPr="009F36D3">
        <w:t xml:space="preserve"> </w:t>
      </w:r>
      <w:r w:rsidRPr="009F36D3">
        <w:rPr>
          <w:cs/>
          <w:lang w:bidi="bn-IN"/>
        </w:rPr>
        <w:t>নামের অনুরূপ। তখন ভাবা হয়েছে যে নবী (সাঃ) এর নাম আহমাদ</w:t>
      </w:r>
      <w:r w:rsidRPr="009F36D3">
        <w:t xml:space="preserve">; </w:t>
      </w:r>
      <w:r w:rsidRPr="009F36D3">
        <w:rPr>
          <w:cs/>
          <w:lang w:bidi="bn-IN"/>
        </w:rPr>
        <w:t>যদিও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মুসতাফিযা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হাদীসে আমরা পাই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মুহাম্মাদ</w:t>
      </w:r>
      <w:r w:rsidRPr="00B06DC9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একইভাবে বিশ্বাস করা হয়</w:t>
      </w:r>
      <w:r w:rsidRPr="009F36D3">
        <w:t xml:space="preserve"> </w:t>
      </w:r>
      <w:r w:rsidRPr="009F36D3">
        <w:rPr>
          <w:cs/>
          <w:lang w:bidi="bn-IN"/>
        </w:rPr>
        <w:t>দ্বিতীয় ও তৃতীয় বিষয়টিও বানোয়াট এবং শীঘ্রই আপনারা এ সম্পর্কে</w:t>
      </w:r>
      <w:r w:rsidRPr="009F36D3">
        <w:t xml:space="preserve"> </w:t>
      </w:r>
      <w:r w:rsidRPr="009F36D3">
        <w:rPr>
          <w:cs/>
          <w:lang w:bidi="bn-IN"/>
        </w:rPr>
        <w:t>বিস্তারিত জানতে পারবেন।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আমরা এখানে যে কথাটি বলতে বাধ্য হচ্ছি তা হলো প্রথম ও দ্বিতীয়</w:t>
      </w:r>
      <w:r w:rsidRPr="009F36D3">
        <w:t xml:space="preserve"> </w:t>
      </w:r>
      <w:r w:rsidRPr="009F36D3">
        <w:rPr>
          <w:cs/>
          <w:lang w:bidi="bn-IN"/>
        </w:rPr>
        <w:t>প্রকার হাদীসগুলোর দু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একটি এমন বক্তব্য ধারণ করেছে যে তাদের</w:t>
      </w:r>
      <w:r w:rsidRPr="009F36D3">
        <w:t xml:space="preserve"> </w:t>
      </w:r>
      <w:r w:rsidRPr="009F36D3">
        <w:rPr>
          <w:cs/>
          <w:lang w:bidi="bn-IN"/>
        </w:rPr>
        <w:t>প্রত্যাখ্যান করা প্রয়োজন। ইতিহাস ও বিশেষভাবে পরীক্ষা করলে এ</w:t>
      </w:r>
      <w:r w:rsidRPr="009F36D3">
        <w:t xml:space="preserve"> </w:t>
      </w:r>
      <w:r w:rsidRPr="009F36D3">
        <w:rPr>
          <w:cs/>
          <w:lang w:bidi="bn-IN"/>
        </w:rPr>
        <w:t>হাদীসগুলো তাদের বানোয়াট হওয়ার সাক্ষ্য দিবে। সুনির্দিষ্ট নীতিমালা</w:t>
      </w:r>
      <w:r w:rsidRPr="009F36D3">
        <w:t xml:space="preserve"> </w:t>
      </w:r>
      <w:r w:rsidRPr="009F36D3">
        <w:rPr>
          <w:cs/>
          <w:lang w:bidi="bn-IN"/>
        </w:rPr>
        <w:t>অনুযায়ী যখনই কোন হাদীস কয়েকটি বাক্য ধারণ করে এবং প্রত্যেক বাক্যই</w:t>
      </w:r>
      <w:r w:rsidRPr="009F36D3">
        <w:t xml:space="preserve"> </w:t>
      </w:r>
      <w:r w:rsidRPr="009F36D3">
        <w:rPr>
          <w:cs/>
          <w:lang w:bidi="bn-IN"/>
        </w:rPr>
        <w:t>স্বাধীনতা</w:t>
      </w:r>
      <w:r w:rsidRPr="009F36D3">
        <w:t xml:space="preserve"> </w:t>
      </w:r>
      <w:r w:rsidRPr="009F36D3">
        <w:rPr>
          <w:cs/>
          <w:lang w:bidi="bn-IN"/>
        </w:rPr>
        <w:t>রাখে অথবা এর নিজস্ব অর্থ প্রচার করে এবং যদি সাধারণ ঐক্যমত</w:t>
      </w:r>
      <w:r w:rsidRPr="009F36D3">
        <w:t xml:space="preserve"> </w:t>
      </w:r>
      <w:r w:rsidRPr="009F36D3">
        <w:rPr>
          <w:cs/>
          <w:lang w:bidi="bn-IN"/>
        </w:rPr>
        <w:t>এর একাংশ প্রত্যাখ্যান করে তাহলে শুধু সেই বাক্যটি বাদ দিতে হবে এবং</w:t>
      </w:r>
      <w:r w:rsidRPr="009F36D3">
        <w:t xml:space="preserve"> </w:t>
      </w:r>
      <w:r w:rsidRPr="009F36D3">
        <w:rPr>
          <w:cs/>
          <w:lang w:bidi="bn-IN"/>
        </w:rPr>
        <w:t>বাকী হাদীস রেখে দিতে হবে।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যদিও সুন্নী বিজ্ঞ ব্যক্তি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দায়েরাতুল মা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আরেফ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ফাযেল</w:t>
      </w:r>
      <w:r w:rsidRPr="009F36D3">
        <w:t xml:space="preserve"> </w:t>
      </w:r>
      <w:r w:rsidRPr="009F36D3">
        <w:rPr>
          <w:cs/>
          <w:lang w:bidi="bn-IN"/>
        </w:rPr>
        <w:t>ফারিদ ভাজদী আফানদী এ নীতিকে প্রত্যাখ্যান করেছেন এবং তিনি মনে</w:t>
      </w:r>
      <w:r w:rsidRPr="009F36D3">
        <w:t xml:space="preserve"> </w:t>
      </w:r>
      <w:r w:rsidRPr="009F36D3">
        <w:rPr>
          <w:cs/>
          <w:lang w:bidi="bn-IN"/>
        </w:rPr>
        <w:t>করেন পুরো হাদীসটিই প্রত্যাখ্যান করতে হবে। আমরাও তার সাথে একমত</w:t>
      </w:r>
      <w:r w:rsidRPr="009F36D3">
        <w:t xml:space="preserve"> </w:t>
      </w:r>
      <w:r w:rsidRPr="009F36D3">
        <w:rPr>
          <w:cs/>
          <w:lang w:bidi="bn-IN"/>
        </w:rPr>
        <w:t>হবো (যদিও আমাদের মত ভিন্ন) এবং এ ধরনের হাদীস উপেক্ষা করবো।</w:t>
      </w:r>
      <w:r w:rsidRPr="009F36D3">
        <w:t xml:space="preserve"> </w:t>
      </w:r>
      <w:r w:rsidRPr="009F36D3">
        <w:rPr>
          <w:cs/>
          <w:lang w:bidi="bn-IN"/>
        </w:rPr>
        <w:t>বাকী যে হাদীসগুলো থেকে যাবে তা আমাদের বক্তব্য প্রমাণ করার জন্য</w:t>
      </w:r>
      <w:r w:rsidRPr="009F36D3">
        <w:t xml:space="preserve"> </w:t>
      </w:r>
      <w:r w:rsidRPr="009F36D3">
        <w:rPr>
          <w:cs/>
          <w:lang w:bidi="bn-IN"/>
        </w:rPr>
        <w:t>যথেষ্ট।</w:t>
      </w:r>
      <w:r w:rsidRPr="009F36D3">
        <w:t xml:space="preserve"> </w:t>
      </w:r>
    </w:p>
    <w:p w:rsidR="005A057D" w:rsidRPr="009F36D3" w:rsidRDefault="005A057D" w:rsidP="00A34532">
      <w:pPr>
        <w:pStyle w:val="libRight"/>
      </w:pPr>
      <w:r w:rsidRPr="009F36D3">
        <w:t xml:space="preserve">- </w:t>
      </w:r>
      <w:r w:rsidRPr="009F36D3">
        <w:rPr>
          <w:cs/>
          <w:lang w:bidi="bn-IN"/>
        </w:rPr>
        <w:t>সাইয়্যেদ সাদরুদ্দীন আল সাদর</w:t>
      </w:r>
      <w:r w:rsidRPr="009F36D3">
        <w:t xml:space="preserve">  </w:t>
      </w:r>
    </w:p>
    <w:p w:rsidR="00A34532" w:rsidRPr="006E1E70" w:rsidRDefault="00A34532" w:rsidP="006E1E70">
      <w:r>
        <w:br w:type="page"/>
      </w:r>
    </w:p>
    <w:p w:rsidR="005A057D" w:rsidRPr="004D01DB" w:rsidRDefault="005A057D" w:rsidP="004D01DB">
      <w:pPr>
        <w:pStyle w:val="Heading1Center"/>
      </w:pPr>
      <w:bookmarkStart w:id="1" w:name="_Toc451691916"/>
      <w:r w:rsidRPr="004D01DB">
        <w:rPr>
          <w:cs/>
          <w:lang w:bidi="bn-IN"/>
        </w:rPr>
        <w:lastRenderedPageBreak/>
        <w:t>প্রথম অধ্যায়</w:t>
      </w:r>
      <w:bookmarkEnd w:id="1"/>
      <w:r w:rsidRPr="004D01DB">
        <w:t xml:space="preserve"> </w:t>
      </w:r>
    </w:p>
    <w:p w:rsidR="00A34532" w:rsidRPr="006E1E70" w:rsidRDefault="00A34532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A34532">
      <w:pPr>
        <w:pStyle w:val="Heading2Center"/>
      </w:pPr>
      <w:bookmarkStart w:id="2" w:name="_Toc451691917"/>
      <w:r w:rsidRPr="009F36D3">
        <w:rPr>
          <w:cs/>
          <w:lang w:bidi="bn-IN"/>
        </w:rPr>
        <w:lastRenderedPageBreak/>
        <w:t>মাহদী (আঃ) সম্পর্কে কোরআনের আয়াত</w:t>
      </w:r>
      <w:bookmarkEnd w:id="2"/>
      <w:r w:rsidRPr="009F36D3">
        <w:t xml:space="preserve"> </w:t>
      </w:r>
    </w:p>
    <w:p w:rsidR="00A34532" w:rsidRDefault="00A34532" w:rsidP="00B06DC9">
      <w:pPr>
        <w:pStyle w:val="libNormal"/>
        <w:rPr>
          <w:cs/>
          <w:lang w:bidi="bn-IN"/>
        </w:rPr>
      </w:pP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নাহাজুল বালাগায় হযরত আলী (আঃ)-এর পজ্ঞাপূর্ণ কথা- ২০৫</w:t>
      </w:r>
      <w:r w:rsidRPr="009F36D3">
        <w:t xml:space="preserve"> </w:t>
      </w:r>
      <w:r w:rsidRPr="009F36D3">
        <w:rPr>
          <w:cs/>
          <w:lang w:bidi="bn-IN"/>
        </w:rPr>
        <w:t>নম্বর এ আছে যে তিনি বলেন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পৃথিবী আমাদের দিকে বাকাঁ হয়ে আসবে অবাধ্য হওয়ার পর</w:t>
      </w:r>
      <w:r w:rsidRPr="009F36D3">
        <w:t xml:space="preserve">, </w:t>
      </w:r>
      <w:r w:rsidRPr="009F36D3">
        <w:rPr>
          <w:cs/>
          <w:lang w:bidi="bn-IN"/>
        </w:rPr>
        <w:t>যেভাবে কামড় দেয় এমন মাদী উট তার বাচ্চার দিকে বাকাঁ</w:t>
      </w:r>
      <w:r w:rsidRPr="009F36D3">
        <w:t xml:space="preserve"> </w:t>
      </w:r>
      <w:r w:rsidRPr="009F36D3">
        <w:rPr>
          <w:cs/>
          <w:lang w:bidi="bn-IN"/>
        </w:rPr>
        <w:t>হয়।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এটি একটি রূপক মন্তব্য।</w:t>
      </w:r>
      <w:r w:rsidRPr="009F36D3">
        <w:t xml:space="preserve"> </w:t>
      </w:r>
      <w:r w:rsidRPr="009F36D3">
        <w:rPr>
          <w:cs/>
          <w:lang w:bidi="bn-IN"/>
        </w:rPr>
        <w:t>নবী (সাঃ)-এর সময় বাহ্যিক ও আধ্যাত্মিক</w:t>
      </w:r>
      <w:r w:rsidRPr="009F36D3">
        <w:t xml:space="preserve"> </w:t>
      </w:r>
      <w:r w:rsidRPr="009F36D3">
        <w:rPr>
          <w:cs/>
          <w:lang w:bidi="bn-IN"/>
        </w:rPr>
        <w:t>অভিভাবকত্ব দু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টোই ছিলো তার ঘরে। একইভাবে হযরত মাহদী (আঃ)-</w:t>
      </w:r>
      <w:r w:rsidRPr="009F36D3">
        <w:t xml:space="preserve"> </w:t>
      </w:r>
      <w:r w:rsidRPr="009F36D3">
        <w:rPr>
          <w:cs/>
          <w:lang w:bidi="bn-IN"/>
        </w:rPr>
        <w:t>এর পুনরাগমনে সরকার ও আধ্যাত্মিক অভিভাবকত্ব দু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টোই নেতার জন্য</w:t>
      </w:r>
      <w:r w:rsidRPr="009F36D3">
        <w:t xml:space="preserve"> </w:t>
      </w:r>
      <w:r w:rsidRPr="009F36D3">
        <w:rPr>
          <w:cs/>
          <w:lang w:bidi="bn-IN"/>
        </w:rPr>
        <w:t>প্রস্তুত থাকবে।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এরপর তিনি এ আয়াত তেলাওয়াত করেন :</w:t>
      </w:r>
      <w:r w:rsidRPr="009F36D3">
        <w:t xml:space="preserve"> </w:t>
      </w:r>
    </w:p>
    <w:p w:rsidR="005A057D" w:rsidRPr="00B06DC9" w:rsidRDefault="005A057D" w:rsidP="005A057D">
      <w:pPr>
        <w:pStyle w:val="libAie"/>
      </w:pPr>
      <w:r w:rsidRPr="005A057D">
        <w:rPr>
          <w:rStyle w:val="libAlaemChar"/>
        </w:rPr>
        <w:t>)</w:t>
      </w:r>
      <w:r w:rsidRPr="009F36D3">
        <w:rPr>
          <w:rtl/>
        </w:rPr>
        <w:t>وَنُرِ</w:t>
      </w:r>
      <w:r w:rsidRPr="00B06DC9">
        <w:rPr>
          <w:rtl/>
        </w:rPr>
        <w:t>‌</w:t>
      </w:r>
      <w:r w:rsidRPr="009F36D3">
        <w:rPr>
          <w:rtl/>
        </w:rPr>
        <w:t>يدُ</w:t>
      </w:r>
      <w:r w:rsidRPr="00B06DC9">
        <w:rPr>
          <w:rtl/>
        </w:rPr>
        <w:t xml:space="preserve"> </w:t>
      </w:r>
      <w:r w:rsidRPr="009F36D3">
        <w:rPr>
          <w:rtl/>
        </w:rPr>
        <w:t>أَن</w:t>
      </w:r>
      <w:r w:rsidRPr="00B06DC9">
        <w:rPr>
          <w:rtl/>
        </w:rPr>
        <w:t xml:space="preserve"> </w:t>
      </w:r>
      <w:r w:rsidRPr="009F36D3">
        <w:rPr>
          <w:rtl/>
        </w:rPr>
        <w:t>نَّمُنَّ</w:t>
      </w:r>
      <w:r w:rsidRPr="00B06DC9">
        <w:rPr>
          <w:rtl/>
        </w:rPr>
        <w:t xml:space="preserve"> </w:t>
      </w:r>
      <w:r w:rsidRPr="009F36D3">
        <w:rPr>
          <w:rtl/>
        </w:rPr>
        <w:t>عَلَى</w:t>
      </w:r>
      <w:r w:rsidRPr="00B06DC9">
        <w:rPr>
          <w:rtl/>
        </w:rPr>
        <w:t xml:space="preserve"> </w:t>
      </w:r>
      <w:r w:rsidRPr="009F36D3">
        <w:rPr>
          <w:rtl/>
        </w:rPr>
        <w:t>الَّذِينَ</w:t>
      </w:r>
      <w:r w:rsidRPr="00B06DC9">
        <w:rPr>
          <w:rtl/>
        </w:rPr>
        <w:t xml:space="preserve"> </w:t>
      </w:r>
      <w:r w:rsidRPr="009F36D3">
        <w:rPr>
          <w:rtl/>
        </w:rPr>
        <w:t>اسْتُضْعِفُوا</w:t>
      </w:r>
      <w:r w:rsidRPr="00B06DC9">
        <w:rPr>
          <w:rtl/>
        </w:rPr>
        <w:t xml:space="preserve"> </w:t>
      </w:r>
      <w:r w:rsidRPr="009F36D3">
        <w:rPr>
          <w:rtl/>
        </w:rPr>
        <w:t>فِي</w:t>
      </w:r>
      <w:r w:rsidRPr="00B06DC9">
        <w:rPr>
          <w:rtl/>
        </w:rPr>
        <w:t xml:space="preserve"> </w:t>
      </w:r>
      <w:r w:rsidRPr="009F36D3">
        <w:rPr>
          <w:rtl/>
        </w:rPr>
        <w:t>الْأَرْ</w:t>
      </w:r>
      <w:r w:rsidRPr="00B06DC9">
        <w:rPr>
          <w:rtl/>
        </w:rPr>
        <w:t>‌</w:t>
      </w:r>
      <w:r w:rsidRPr="009F36D3">
        <w:rPr>
          <w:rtl/>
        </w:rPr>
        <w:t>ضِ</w:t>
      </w:r>
      <w:r w:rsidRPr="00B06DC9">
        <w:rPr>
          <w:rtl/>
        </w:rPr>
        <w:t xml:space="preserve"> </w:t>
      </w:r>
      <w:r w:rsidRPr="009F36D3">
        <w:rPr>
          <w:rtl/>
        </w:rPr>
        <w:t>وَنَجْعَلَهُمْ</w:t>
      </w:r>
      <w:r w:rsidRPr="00B06DC9">
        <w:rPr>
          <w:rtl/>
        </w:rPr>
        <w:t xml:space="preserve"> </w:t>
      </w:r>
      <w:r w:rsidRPr="009F36D3">
        <w:rPr>
          <w:rtl/>
        </w:rPr>
        <w:t>أَئِمَّةً</w:t>
      </w:r>
      <w:r w:rsidRPr="00B06DC9">
        <w:rPr>
          <w:rtl/>
        </w:rPr>
        <w:t xml:space="preserve"> </w:t>
      </w:r>
      <w:r w:rsidRPr="009F36D3">
        <w:rPr>
          <w:rtl/>
        </w:rPr>
        <w:t>وَنَجْعَلَهُمُ</w:t>
      </w:r>
      <w:r w:rsidRPr="00B06DC9">
        <w:rPr>
          <w:rtl/>
        </w:rPr>
        <w:t xml:space="preserve"> </w:t>
      </w:r>
      <w:r w:rsidRPr="009F36D3">
        <w:rPr>
          <w:rtl/>
        </w:rPr>
        <w:t>الْوَارِ</w:t>
      </w:r>
      <w:r w:rsidRPr="00B06DC9">
        <w:rPr>
          <w:rtl/>
        </w:rPr>
        <w:t>‌</w:t>
      </w:r>
      <w:r w:rsidRPr="009F36D3">
        <w:rPr>
          <w:rtl/>
        </w:rPr>
        <w:t>ثِينَ</w:t>
      </w:r>
      <w:r w:rsidRPr="005A057D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  <w:rPr>
          <w:lang w:bidi="bn-IN"/>
        </w:rPr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এবং আমরা চাইলাম তাদের ওপর নেয়ামত দান করতে যাদেরকে</w:t>
      </w:r>
      <w:r w:rsidRPr="009F36D3">
        <w:t xml:space="preserve"> </w:t>
      </w:r>
      <w:r w:rsidRPr="009F36D3">
        <w:rPr>
          <w:cs/>
          <w:lang w:bidi="bn-IN"/>
        </w:rPr>
        <w:t>পৃথিবীতে দূর্বল ভাবা হতো এবং তাদেরকে ইমাম বানাতে এবং তাদেরকে</w:t>
      </w:r>
      <w:r w:rsidRPr="009F36D3">
        <w:t xml:space="preserve"> </w:t>
      </w:r>
      <w:r w:rsidRPr="009F36D3">
        <w:rPr>
          <w:cs/>
          <w:lang w:bidi="bn-IN"/>
        </w:rPr>
        <w:t>উত্তরাধিকারী বানাতে।</w:t>
      </w:r>
      <w:r w:rsidRPr="00B06DC9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ক্বাসাসঃ ০৫)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ইবনে আবিল হাদীদ মোতাযালী তার নাহজুল বালাগার ব্যাখ্যায়</w:t>
      </w:r>
      <w:r w:rsidRPr="009F36D3">
        <w:t xml:space="preserve"> </w:t>
      </w:r>
      <w:r w:rsidRPr="009F36D3">
        <w:rPr>
          <w:cs/>
          <w:lang w:bidi="bn-IN"/>
        </w:rPr>
        <w:t>বলেন (পৃষ্ঠা ৩২৯</w:t>
      </w:r>
      <w:r w:rsidRPr="009F36D3">
        <w:t xml:space="preserve">, </w:t>
      </w:r>
      <w:r w:rsidRPr="009F36D3">
        <w:rPr>
          <w:cs/>
          <w:lang w:bidi="bn-IN"/>
        </w:rPr>
        <w:t xml:space="preserve">খণ্ড-৪)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আমাদের সাথীরা বলেন যে এ আয়াতে</w:t>
      </w:r>
      <w:r w:rsidRPr="009F36D3">
        <w:t xml:space="preserve"> </w:t>
      </w:r>
      <w:r w:rsidRPr="009F36D3">
        <w:rPr>
          <w:cs/>
          <w:lang w:bidi="bn-IN"/>
        </w:rPr>
        <w:t>আল্লাহ ইমাম ও নেতার কাছে ওয়াদা করেছেন যে সে পৃথিবীর দখল পাবে</w:t>
      </w:r>
      <w:r w:rsidRPr="009F36D3">
        <w:t xml:space="preserve"> </w:t>
      </w:r>
      <w:r w:rsidRPr="009F36D3">
        <w:rPr>
          <w:cs/>
          <w:lang w:bidi="bn-IN"/>
        </w:rPr>
        <w:t>এবং সব জাতির উপর নিয়ন্ত্রণ লাভ করবে।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AA6375" w:rsidRDefault="005A057D" w:rsidP="00AA6375">
      <w:pPr>
        <w:pStyle w:val="libNormal"/>
      </w:pPr>
      <w:r w:rsidRPr="00AA6375">
        <w:rPr>
          <w:cs/>
          <w:lang w:bidi="bn-IN"/>
        </w:rPr>
        <w:t xml:space="preserve">আবু আব্দুল্লাহ নাইম ইবনে হেমাদ </w:t>
      </w:r>
      <w:r w:rsidRPr="00AA6375">
        <w:rPr>
          <w:rStyle w:val="libAlaemChar"/>
        </w:rPr>
        <w:t>‘</w:t>
      </w:r>
      <w:r w:rsidRPr="00AA6375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AA6375">
        <w:t xml:space="preserve"> </w:t>
      </w:r>
      <w:r w:rsidRPr="00AA6375">
        <w:rPr>
          <w:cs/>
          <w:lang w:bidi="bn-IN"/>
        </w:rPr>
        <w:t>বইয়ের সপ্তম</w:t>
      </w:r>
      <w:r w:rsidRPr="00AA6375">
        <w:t xml:space="preserve"> </w:t>
      </w:r>
      <w:r w:rsidRPr="00AA6375">
        <w:rPr>
          <w:cs/>
          <w:lang w:bidi="bn-IN"/>
        </w:rPr>
        <w:t xml:space="preserve">অধ্যায়ে বলেছেন </w:t>
      </w:r>
      <w:r w:rsidRPr="00AA6375">
        <w:rPr>
          <w:rtl/>
          <w:cs/>
        </w:rPr>
        <w:t xml:space="preserve">: </w:t>
      </w:r>
      <w:r w:rsidRPr="00AA6375">
        <w:rPr>
          <w:rStyle w:val="libAlaemChar"/>
        </w:rPr>
        <w:t>“</w:t>
      </w:r>
      <w:r w:rsidRPr="00AA6375">
        <w:rPr>
          <w:cs/>
          <w:lang w:bidi="bn-IN"/>
        </w:rPr>
        <w:t xml:space="preserve">ইমাম আবু ইসহাক্ব সালবী ঐশী </w:t>
      </w:r>
      <w:r w:rsidRPr="00A34532">
        <w:rPr>
          <w:rStyle w:val="libArChar"/>
          <w:rtl/>
        </w:rPr>
        <w:t>ح</w:t>
      </w:r>
      <w:r w:rsidRPr="00A34532">
        <w:rPr>
          <w:rStyle w:val="libArChar"/>
          <w:rFonts w:hint="cs"/>
          <w:rtl/>
        </w:rPr>
        <w:t xml:space="preserve"> </w:t>
      </w:r>
      <w:r w:rsidRPr="00A34532">
        <w:rPr>
          <w:rStyle w:val="libArChar"/>
          <w:rtl/>
        </w:rPr>
        <w:t>م</w:t>
      </w:r>
      <w:r w:rsidRPr="00A34532">
        <w:rPr>
          <w:rStyle w:val="libArChar"/>
          <w:rFonts w:hint="cs"/>
          <w:rtl/>
        </w:rPr>
        <w:t xml:space="preserve"> </w:t>
      </w:r>
      <w:r w:rsidRPr="00A34532">
        <w:rPr>
          <w:rStyle w:val="libArChar"/>
          <w:rtl/>
        </w:rPr>
        <w:t>ع</w:t>
      </w:r>
      <w:r w:rsidRPr="00A34532">
        <w:rPr>
          <w:rStyle w:val="libArChar"/>
          <w:rFonts w:hint="cs"/>
          <w:rtl/>
        </w:rPr>
        <w:t xml:space="preserve"> </w:t>
      </w:r>
      <w:r w:rsidRPr="00A34532">
        <w:rPr>
          <w:rStyle w:val="libArChar"/>
          <w:rtl/>
        </w:rPr>
        <w:t>س</w:t>
      </w:r>
      <w:r w:rsidRPr="00A34532">
        <w:rPr>
          <w:rStyle w:val="libArChar"/>
          <w:rFonts w:hint="cs"/>
          <w:rtl/>
        </w:rPr>
        <w:t xml:space="preserve"> </w:t>
      </w:r>
      <w:r w:rsidRPr="00A34532">
        <w:rPr>
          <w:rStyle w:val="libArChar"/>
          <w:rtl/>
        </w:rPr>
        <w:t>ق</w:t>
      </w:r>
      <w:r w:rsidRPr="00AA6375">
        <w:t xml:space="preserve"> </w:t>
      </w:r>
      <w:r w:rsidRPr="00AA6375">
        <w:rPr>
          <w:cs/>
          <w:lang w:bidi="bn-IN"/>
        </w:rPr>
        <w:t xml:space="preserve">বক্তব্যের তাফসীরে ইবনে আব্বাসের উদ্ধৃতি দিয়ে বলেছেন </w:t>
      </w:r>
      <w:r w:rsidRPr="00AA6375">
        <w:rPr>
          <w:rtl/>
          <w:cs/>
        </w:rPr>
        <w:t xml:space="preserve">: </w:t>
      </w:r>
      <w:r w:rsidRPr="005A057D">
        <w:rPr>
          <w:rStyle w:val="libArChar"/>
          <w:rtl/>
        </w:rPr>
        <w:t>ح</w:t>
      </w:r>
      <w:r w:rsidRPr="00AA6375">
        <w:rPr>
          <w:cs/>
          <w:lang w:bidi="bn-IN"/>
        </w:rPr>
        <w:t xml:space="preserve"> ইঙ্গিত</w:t>
      </w:r>
      <w:r w:rsidRPr="00AA6375">
        <w:t xml:space="preserve"> </w:t>
      </w:r>
      <w:r w:rsidRPr="00AA6375">
        <w:rPr>
          <w:cs/>
          <w:lang w:bidi="bn-IN"/>
        </w:rPr>
        <w:t>করে কুরাইশ ও দাসদের মধ্যে যুদ্ধের যেখানে কুরাইশরা বিজয়ী হবে</w:t>
      </w:r>
      <w:r w:rsidRPr="00AA6375">
        <w:t xml:space="preserve">; </w:t>
      </w:r>
      <w:r w:rsidRPr="005A057D">
        <w:rPr>
          <w:rStyle w:val="libArChar"/>
          <w:rtl/>
        </w:rPr>
        <w:t>م</w:t>
      </w:r>
      <w:r w:rsidRPr="00AA6375">
        <w:t xml:space="preserve"> </w:t>
      </w:r>
      <w:r w:rsidRPr="00AA6375">
        <w:rPr>
          <w:cs/>
          <w:lang w:bidi="bn-IN"/>
        </w:rPr>
        <w:t>ইঙ্গিত করে বনি উমাইয়্যাদের রাজ্য ও সরকারের</w:t>
      </w:r>
      <w:r w:rsidRPr="00AA6375">
        <w:t xml:space="preserve">; </w:t>
      </w:r>
      <w:r w:rsidRPr="005A057D">
        <w:rPr>
          <w:rStyle w:val="libArChar"/>
          <w:rtl/>
        </w:rPr>
        <w:t>ع</w:t>
      </w:r>
      <w:r w:rsidRPr="00AA6375">
        <w:rPr>
          <w:cs/>
          <w:lang w:bidi="bn-IN"/>
        </w:rPr>
        <w:t xml:space="preserve"> হচ্ছে বনি</w:t>
      </w:r>
      <w:r w:rsidRPr="00AA6375">
        <w:t xml:space="preserve"> </w:t>
      </w:r>
      <w:r w:rsidRPr="00AA6375">
        <w:rPr>
          <w:cs/>
          <w:lang w:bidi="bn-IN"/>
        </w:rPr>
        <w:t>আব্বাসের মর্যাদা ও সম্মান</w:t>
      </w:r>
      <w:r w:rsidRPr="00AA6375">
        <w:t xml:space="preserve">; </w:t>
      </w:r>
      <w:r w:rsidRPr="005A057D">
        <w:rPr>
          <w:rStyle w:val="libArChar"/>
          <w:rtl/>
        </w:rPr>
        <w:t>س</w:t>
      </w:r>
      <w:r w:rsidRPr="00AA6375">
        <w:t xml:space="preserve"> </w:t>
      </w:r>
      <w:r w:rsidRPr="00AA6375">
        <w:rPr>
          <w:cs/>
          <w:lang w:bidi="bn-IN"/>
        </w:rPr>
        <w:t xml:space="preserve">ইঙ্গিত করে মাহদী </w:t>
      </w:r>
      <w:r w:rsidRPr="00AA6375">
        <w:rPr>
          <w:rtl/>
          <w:cs/>
        </w:rPr>
        <w:t>(</w:t>
      </w:r>
      <w:r w:rsidRPr="00AA6375">
        <w:rPr>
          <w:rtl/>
          <w:cs/>
          <w:lang w:bidi="bn-IN"/>
        </w:rPr>
        <w:t>আঃ</w:t>
      </w:r>
      <w:r w:rsidRPr="00AA6375">
        <w:rPr>
          <w:rtl/>
          <w:cs/>
        </w:rPr>
        <w:t xml:space="preserve">) </w:t>
      </w:r>
      <w:r w:rsidRPr="00AA6375">
        <w:rPr>
          <w:rtl/>
          <w:cs/>
          <w:lang w:bidi="bn-IN"/>
        </w:rPr>
        <w:t>এর যুগ।</w:t>
      </w:r>
      <w:r w:rsidRPr="00AA6375">
        <w:t xml:space="preserve"> </w:t>
      </w:r>
      <w:r w:rsidRPr="005A057D">
        <w:rPr>
          <w:rStyle w:val="libArChar"/>
          <w:rtl/>
        </w:rPr>
        <w:t>ق</w:t>
      </w:r>
      <w:r w:rsidRPr="00AA6375">
        <w:t xml:space="preserve"> </w:t>
      </w:r>
      <w:r w:rsidRPr="00AA6375">
        <w:rPr>
          <w:cs/>
          <w:lang w:bidi="bn-IN"/>
        </w:rPr>
        <w:t xml:space="preserve">ইঙ্গিত করে ঈসার নাম ও মাহদী </w:t>
      </w:r>
      <w:r w:rsidRPr="00AA6375">
        <w:rPr>
          <w:rtl/>
          <w:cs/>
        </w:rPr>
        <w:t>(</w:t>
      </w:r>
      <w:r w:rsidRPr="00AA6375">
        <w:rPr>
          <w:rtl/>
          <w:cs/>
          <w:lang w:bidi="bn-IN"/>
        </w:rPr>
        <w:t>আ</w:t>
      </w:r>
      <w:r w:rsidRPr="00AA6375">
        <w:rPr>
          <w:rtl/>
          <w:cs/>
        </w:rPr>
        <w:t xml:space="preserve">) </w:t>
      </w:r>
      <w:r w:rsidRPr="00AA6375">
        <w:rPr>
          <w:rtl/>
          <w:cs/>
          <w:lang w:bidi="bn-IN"/>
        </w:rPr>
        <w:t xml:space="preserve">এর </w:t>
      </w:r>
      <w:r w:rsidRPr="00AA6375">
        <w:rPr>
          <w:rtl/>
          <w:cs/>
          <w:lang w:bidi="bn-IN"/>
        </w:rPr>
        <w:lastRenderedPageBreak/>
        <w:t>আত্মপ্রকাশের সময়। লেখক</w:t>
      </w:r>
      <w:r w:rsidRPr="00AA6375">
        <w:t xml:space="preserve"> </w:t>
      </w:r>
      <w:r w:rsidRPr="00AA6375">
        <w:rPr>
          <w:cs/>
          <w:lang w:bidi="bn-IN"/>
        </w:rPr>
        <w:t>বলেন</w:t>
      </w:r>
      <w:r w:rsidRPr="00AA6375">
        <w:t xml:space="preserve"> </w:t>
      </w:r>
      <w:r w:rsidRPr="00AA6375">
        <w:rPr>
          <w:rStyle w:val="libAlaemChar"/>
          <w:rtl/>
        </w:rPr>
        <w:t>س</w:t>
      </w:r>
      <w:r w:rsidRPr="00AA6375">
        <w:t xml:space="preserve"> </w:t>
      </w:r>
      <w:r w:rsidRPr="00AA6375">
        <w:rPr>
          <w:cs/>
          <w:lang w:bidi="bn-IN"/>
        </w:rPr>
        <w:t>হচ্ছে</w:t>
      </w:r>
      <w:r w:rsidRPr="00AA6375">
        <w:t xml:space="preserve"> </w:t>
      </w:r>
      <w:r w:rsidRPr="00AA6375">
        <w:rPr>
          <w:cs/>
          <w:lang w:bidi="bn-IN"/>
        </w:rPr>
        <w:t>মাহদী</w:t>
      </w:r>
      <w:r w:rsidRPr="00AA6375">
        <w:t xml:space="preserve"> (</w:t>
      </w:r>
      <w:r w:rsidRPr="00AA6375">
        <w:rPr>
          <w:cs/>
          <w:lang w:bidi="bn-IN"/>
        </w:rPr>
        <w:t>আা</w:t>
      </w:r>
      <w:r w:rsidRPr="00AA6375">
        <w:t xml:space="preserve">.) </w:t>
      </w:r>
      <w:r w:rsidRPr="00AA6375">
        <w:rPr>
          <w:cs/>
          <w:lang w:bidi="bn-IN"/>
        </w:rPr>
        <w:t>এর</w:t>
      </w:r>
      <w:r w:rsidRPr="00AA6375">
        <w:t xml:space="preserve"> </w:t>
      </w:r>
      <w:r w:rsidRPr="00AA6375">
        <w:rPr>
          <w:cs/>
          <w:lang w:bidi="bn-IN"/>
        </w:rPr>
        <w:t xml:space="preserve">উজ্জ্বলতা এবং </w:t>
      </w:r>
      <w:r w:rsidRPr="005A057D">
        <w:rPr>
          <w:rStyle w:val="libArChar"/>
          <w:rtl/>
        </w:rPr>
        <w:t>ق</w:t>
      </w:r>
      <w:r w:rsidRPr="00AA6375">
        <w:t xml:space="preserve"> </w:t>
      </w:r>
      <w:r w:rsidRPr="00AA6375">
        <w:rPr>
          <w:cs/>
          <w:lang w:bidi="bn-IN"/>
        </w:rPr>
        <w:t>ঈসা ইবনে মরিয়মের</w:t>
      </w:r>
      <w:r w:rsidRPr="00AA6375">
        <w:t xml:space="preserve"> </w:t>
      </w:r>
      <w:r w:rsidRPr="00AA6375">
        <w:rPr>
          <w:cs/>
          <w:lang w:bidi="bn-IN"/>
        </w:rPr>
        <w:t>ক্ষমতা।</w:t>
      </w:r>
      <w:r w:rsidRPr="00AA6375">
        <w:rPr>
          <w:rStyle w:val="libAlaemChar"/>
        </w:rPr>
        <w:t>”</w:t>
      </w:r>
      <w:r w:rsidRPr="00AA6375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ইবনে হাজার তার সাওয়ায়েক্বের ১৬ পৃষ্ঠায় ব্যাখ্যা করেন এ</w:t>
      </w:r>
      <w:r w:rsidRPr="009F36D3">
        <w:t xml:space="preserve"> </w:t>
      </w:r>
      <w:r w:rsidRPr="009F36D3">
        <w:rPr>
          <w:cs/>
          <w:lang w:bidi="bn-IN"/>
        </w:rPr>
        <w:t>কথার এভাবে :</w:t>
      </w:r>
      <w:r w:rsidRPr="009F36D3">
        <w:t xml:space="preserve"> </w:t>
      </w:r>
    </w:p>
    <w:p w:rsidR="005A057D" w:rsidRPr="00AA6375" w:rsidRDefault="00A34532" w:rsidP="00B06DC9">
      <w:pPr>
        <w:pStyle w:val="libAie"/>
      </w:pPr>
      <w:r w:rsidRPr="00A34532">
        <w:rPr>
          <w:rStyle w:val="libAlaemChar"/>
        </w:rPr>
        <w:t>)</w:t>
      </w:r>
      <w:r w:rsidR="005A057D" w:rsidRPr="00B06DC9">
        <w:rPr>
          <w:rFonts w:hint="cs"/>
          <w:rtl/>
        </w:rPr>
        <w:t>وَإِنَّهُ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لَعِلْمٌ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لِّلسَّاعَةِ</w:t>
      </w:r>
      <w:r w:rsidRPr="00A34532">
        <w:rPr>
          <w:rStyle w:val="libAlaemChar"/>
        </w:rPr>
        <w:t>(</w:t>
      </w:r>
    </w:p>
    <w:p w:rsidR="005A057D" w:rsidRPr="00AA6375" w:rsidRDefault="005A057D" w:rsidP="00AA6375">
      <w:pPr>
        <w:pStyle w:val="libNormal"/>
      </w:pPr>
      <w:r w:rsidRPr="005A057D">
        <w:rPr>
          <w:rStyle w:val="libAlaemChar"/>
        </w:rPr>
        <w:t>“</w:t>
      </w:r>
      <w:r w:rsidRPr="00AA6375">
        <w:rPr>
          <w:cs/>
          <w:lang w:bidi="bn-IN"/>
        </w:rPr>
        <w:t>এবং</w:t>
      </w:r>
      <w:r w:rsidRPr="00AA6375">
        <w:t xml:space="preserve"> </w:t>
      </w:r>
      <w:r w:rsidRPr="00AA6375">
        <w:rPr>
          <w:cs/>
          <w:lang w:bidi="bn-IN"/>
        </w:rPr>
        <w:t>সে</w:t>
      </w:r>
      <w:r w:rsidRPr="00AA6375">
        <w:t xml:space="preserve"> </w:t>
      </w:r>
      <w:r w:rsidRPr="00AA6375">
        <w:rPr>
          <w:cs/>
          <w:lang w:bidi="bn-IN"/>
        </w:rPr>
        <w:t>ক্বিয়ামতের</w:t>
      </w:r>
      <w:r w:rsidRPr="00AA6375">
        <w:t xml:space="preserve"> </w:t>
      </w:r>
      <w:r w:rsidRPr="00AA6375">
        <w:rPr>
          <w:cs/>
          <w:lang w:bidi="bn-IN"/>
        </w:rPr>
        <w:t>নিদর্শন</w:t>
      </w:r>
      <w:r w:rsidRPr="005A057D">
        <w:rPr>
          <w:rStyle w:val="libAlaemChar"/>
        </w:rPr>
        <w:t>”</w:t>
      </w:r>
      <w:r w:rsidRPr="00AA6375">
        <w:t xml:space="preserve"> (</w:t>
      </w:r>
      <w:r w:rsidRPr="00AA6375">
        <w:rPr>
          <w:cs/>
          <w:lang w:bidi="bn-IN"/>
        </w:rPr>
        <w:t>সূরা যুখরুফঃ ৬১</w:t>
      </w:r>
      <w:r w:rsidRPr="00AA6375">
        <w:rPr>
          <w:rtl/>
          <w:cs/>
        </w:rPr>
        <w:t>)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তাফসীরকারকদের মধ্যে মাক্বাতেল</w:t>
      </w:r>
      <w:r w:rsidRPr="009F36D3">
        <w:t xml:space="preserve"> </w:t>
      </w:r>
      <w:r w:rsidRPr="009F36D3">
        <w:rPr>
          <w:cs/>
          <w:lang w:bidi="bn-IN"/>
        </w:rPr>
        <w:t>ইবনে সুলাইমান ও তার অনুসারীগণ</w:t>
      </w:r>
      <w:r w:rsidRPr="009F36D3">
        <w:t xml:space="preserve"> </w:t>
      </w:r>
      <w:r w:rsidRPr="009F36D3">
        <w:rPr>
          <w:cs/>
          <w:lang w:bidi="bn-IN"/>
        </w:rPr>
        <w:t>বলেছেন যে এ আয়াত আল মাহদী (আঃ)- এর পক্ষে নাযিল হয়েছে।</w:t>
      </w:r>
      <w:r w:rsidRPr="009F36D3"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 লেখক ১৫৬ তম পৃষ্ঠায় তাই লিখেছেন।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B06DC9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আবু আব্দুল্লাহ গাঞ্জি থেকে ২২৮ নং</w:t>
      </w:r>
      <w:r w:rsidRPr="009F36D3">
        <w:t xml:space="preserve"> </w:t>
      </w:r>
      <w:r w:rsidRPr="009F36D3">
        <w:rPr>
          <w:cs/>
          <w:lang w:bidi="bn-IN"/>
        </w:rPr>
        <w:t>পৃষ্ঠায় বর্ণনা করেছেনঃ আল্লাহ বলেন :</w:t>
      </w:r>
      <w:r w:rsidRPr="009F36D3">
        <w:t xml:space="preserve"> </w:t>
      </w:r>
    </w:p>
    <w:p w:rsidR="005A057D" w:rsidRPr="00AA6375" w:rsidRDefault="00A34532" w:rsidP="00B06DC9">
      <w:pPr>
        <w:pStyle w:val="libAie"/>
      </w:pPr>
      <w:r w:rsidRPr="00A34532">
        <w:rPr>
          <w:rStyle w:val="libAlaemChar"/>
        </w:rPr>
        <w:t>)</w:t>
      </w:r>
      <w:r w:rsidR="005A057D" w:rsidRPr="00B06DC9">
        <w:rPr>
          <w:rFonts w:hint="cs"/>
          <w:rtl/>
        </w:rPr>
        <w:t>لِيُظْهِرَ</w:t>
      </w:r>
      <w:r w:rsidR="005A057D" w:rsidRPr="00AA6375">
        <w:rPr>
          <w:rtl/>
        </w:rPr>
        <w:t>‌</w:t>
      </w:r>
      <w:r w:rsidR="005A057D" w:rsidRPr="00B06DC9">
        <w:rPr>
          <w:rFonts w:hint="cs"/>
          <w:rtl/>
        </w:rPr>
        <w:t>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عَلَى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الدِّينِ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كُلِّهِ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وَلَوْ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كَرِ</w:t>
      </w:r>
      <w:r w:rsidR="005A057D" w:rsidRPr="00AA6375">
        <w:rPr>
          <w:rtl/>
        </w:rPr>
        <w:t>‌</w:t>
      </w:r>
      <w:r w:rsidR="005A057D" w:rsidRPr="00B06DC9">
        <w:rPr>
          <w:rFonts w:hint="cs"/>
          <w:rtl/>
        </w:rPr>
        <w:t>هَ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الْمُشْرِ</w:t>
      </w:r>
      <w:r w:rsidR="005A057D" w:rsidRPr="00AA6375">
        <w:rPr>
          <w:rtl/>
        </w:rPr>
        <w:t>‌</w:t>
      </w:r>
      <w:r w:rsidR="005A057D" w:rsidRPr="00B06DC9">
        <w:rPr>
          <w:rFonts w:hint="cs"/>
          <w:rtl/>
        </w:rPr>
        <w:t>كُونَ</w:t>
      </w:r>
      <w:r w:rsidRPr="00A34532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যেন তা সব ধর্মের উপরে বিজয় লাভ করে</w:t>
      </w:r>
      <w:r w:rsidRPr="009F36D3">
        <w:t xml:space="preserve">, </w:t>
      </w:r>
      <w:r w:rsidRPr="009F36D3">
        <w:rPr>
          <w:cs/>
          <w:lang w:bidi="bn-IN"/>
        </w:rPr>
        <w:t>মুশরিকরা তা যতই অপছন্দ</w:t>
      </w:r>
      <w:r w:rsidRPr="009F36D3">
        <w:t xml:space="preserve"> </w:t>
      </w:r>
      <w:r w:rsidRPr="009F36D3">
        <w:rPr>
          <w:cs/>
          <w:lang w:bidi="bn-IN"/>
        </w:rPr>
        <w:t>করুক।</w:t>
      </w:r>
      <w:r w:rsidRPr="00B06DC9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আস সাফ্ফঃ ০৯)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সাইয়্যেদ ইবনে জুবায়ের বলেন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তা মাহদীর কথা বলে যিনি ফাতেমা</w:t>
      </w:r>
      <w:r w:rsidRPr="009F36D3">
        <w:t xml:space="preserve"> (</w:t>
      </w:r>
      <w:r w:rsidRPr="009F36D3">
        <w:rPr>
          <w:cs/>
          <w:lang w:bidi="bn-IN"/>
        </w:rPr>
        <w:t>আঃ)- এর বংশধর</w:t>
      </w:r>
      <w:r w:rsidRPr="009F36D3">
        <w:t xml:space="preserve">, </w:t>
      </w:r>
      <w:r w:rsidRPr="009F36D3">
        <w:rPr>
          <w:cs/>
          <w:lang w:bidi="bn-IN"/>
        </w:rPr>
        <w:t>যিনি এ আয়াতের আদেশ বলে সব ধর্মের উপর</w:t>
      </w:r>
      <w:r w:rsidRPr="009F36D3">
        <w:t xml:space="preserve"> </w:t>
      </w:r>
      <w:r w:rsidRPr="009F36D3">
        <w:rPr>
          <w:cs/>
          <w:lang w:bidi="bn-IN"/>
        </w:rPr>
        <w:t>বিজয় লাভ করবেন।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9F36D3">
        <w:rPr>
          <w:cs/>
          <w:lang w:bidi="bn-IN"/>
        </w:rPr>
        <w:t>ইয়ানাবিউল মুওয়াদ্দা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৪৪৩ পৃষ্ঠায় মানাক্বিবে খাওয়ারাযমী</w:t>
      </w:r>
      <w:r w:rsidRPr="009F36D3">
        <w:t xml:space="preserve"> </w:t>
      </w:r>
      <w:r w:rsidRPr="009F36D3">
        <w:rPr>
          <w:cs/>
          <w:lang w:bidi="bn-IN"/>
        </w:rPr>
        <w:t>থেকে এবং তা জাবীর ইবনে আব্দুল্লাহ আনসারী থেকে এক দীর্ঘ ঘটনা</w:t>
      </w:r>
      <w:r w:rsidRPr="009F36D3">
        <w:t xml:space="preserve"> </w:t>
      </w:r>
      <w:r w:rsidRPr="009F36D3">
        <w:rPr>
          <w:cs/>
          <w:lang w:bidi="bn-IN"/>
        </w:rPr>
        <w:t>বর্ণনা করেন</w:t>
      </w:r>
      <w:r w:rsidRPr="009F36D3">
        <w:t xml:space="preserve">, </w:t>
      </w:r>
      <w:r w:rsidRPr="009F36D3">
        <w:rPr>
          <w:cs/>
          <w:lang w:bidi="bn-IN"/>
        </w:rPr>
        <w:t>সেখানে একজন ইহুদী নবী (সাঃ)- এর কাছে আসে এবং</w:t>
      </w:r>
      <w:r w:rsidRPr="009F36D3">
        <w:t xml:space="preserve"> </w:t>
      </w:r>
      <w:r w:rsidRPr="009F36D3">
        <w:rPr>
          <w:cs/>
          <w:lang w:bidi="bn-IN"/>
        </w:rPr>
        <w:t>তাকে বিভিন্ন প্রশ্ন জিজ্ঞাসা করে যার ফলে সে ইসলাম গ্রহণ করে। একটি</w:t>
      </w:r>
      <w:r w:rsidRPr="009F36D3">
        <w:t xml:space="preserve"> </w:t>
      </w:r>
      <w:r w:rsidRPr="009F36D3">
        <w:rPr>
          <w:cs/>
          <w:lang w:bidi="bn-IN"/>
        </w:rPr>
        <w:t>প্রশ্ন সেই ইসলাম গ্রহণকারী জিজ্ঞেস করেছিলো নবী (সাঃ)-এর</w:t>
      </w:r>
      <w:r w:rsidRPr="009F36D3">
        <w:t xml:space="preserve"> </w:t>
      </w:r>
      <w:r w:rsidRPr="009F36D3">
        <w:rPr>
          <w:cs/>
          <w:lang w:bidi="bn-IN"/>
        </w:rPr>
        <w:t>উত্তরাধীকারী সম্পর্কে এবং নবী (সাঃ) উত্তরে বলেছিলেন তারা সংখ্যায়</w:t>
      </w:r>
      <w:r w:rsidRPr="009F36D3">
        <w:t xml:space="preserve"> </w:t>
      </w:r>
      <w:r w:rsidRPr="009F36D3">
        <w:rPr>
          <w:cs/>
          <w:lang w:bidi="bn-IN"/>
        </w:rPr>
        <w:t>বারোজন। তিনি নাম নিয়ে প্রত্যেককে গোনেন ইমাম হাসান আল</w:t>
      </w:r>
      <w:r w:rsidRPr="009F36D3">
        <w:t xml:space="preserve"> </w:t>
      </w:r>
      <w:r w:rsidRPr="009F36D3">
        <w:rPr>
          <w:cs/>
          <w:lang w:bidi="bn-IN"/>
        </w:rPr>
        <w:t xml:space="preserve">আসকারী পর্যন্ত। এরপর তিনি বলেন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তার পর আসবে তার ছেলে</w:t>
      </w:r>
      <w:r w:rsidRPr="009F36D3">
        <w:t xml:space="preserve"> </w:t>
      </w:r>
      <w:r w:rsidRPr="009F36D3">
        <w:rPr>
          <w:cs/>
          <w:lang w:bidi="bn-IN"/>
        </w:rPr>
        <w:t>মুহাম্মাদ যে পরিচিত হবে মাহদী</w:t>
      </w:r>
      <w:r w:rsidRPr="009F36D3">
        <w:t xml:space="preserve">, </w:t>
      </w:r>
      <w:r w:rsidRPr="009F36D3">
        <w:rPr>
          <w:cs/>
          <w:lang w:bidi="bn-IN"/>
        </w:rPr>
        <w:t>ক্বায়েম</w:t>
      </w:r>
      <w:r w:rsidRPr="009F36D3">
        <w:t xml:space="preserve"> </w:t>
      </w:r>
      <w:r w:rsidRPr="009F36D3">
        <w:rPr>
          <w:cs/>
          <w:lang w:bidi="bn-IN"/>
        </w:rPr>
        <w:t>ও হুজ্জাত নামে। এরপর সে</w:t>
      </w:r>
      <w:r w:rsidRPr="009F36D3">
        <w:t xml:space="preserve"> </w:t>
      </w:r>
      <w:r w:rsidRPr="009F36D3">
        <w:rPr>
          <w:cs/>
          <w:lang w:bidi="bn-IN"/>
        </w:rPr>
        <w:t xml:space="preserve">কিছু সময়ের জন্য লোকচক্ষুর </w:t>
      </w:r>
      <w:r w:rsidRPr="009F36D3">
        <w:rPr>
          <w:cs/>
          <w:lang w:bidi="bn-IN"/>
        </w:rPr>
        <w:lastRenderedPageBreak/>
        <w:t>আড়ালে যাবে এবং আবার উপস্থিত</w:t>
      </w:r>
      <w:r w:rsidRPr="009F36D3">
        <w:t xml:space="preserve"> </w:t>
      </w:r>
      <w:r w:rsidRPr="009F36D3">
        <w:rPr>
          <w:cs/>
          <w:lang w:bidi="bn-IN"/>
        </w:rPr>
        <w:t>হবে</w:t>
      </w:r>
      <w:r w:rsidRPr="009F36D3">
        <w:t xml:space="preserve"> </w:t>
      </w:r>
      <w:r w:rsidRPr="009F36D3">
        <w:rPr>
          <w:cs/>
          <w:lang w:bidi="bn-IN"/>
        </w:rPr>
        <w:t>এবং যখন সে তা করবে সে পৃথিবীকে ইনসাফ ও ন্যায়বিচারে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দিবে। কারণ ততদিনে পৃথিবী নিষ্ঠুরতায় ও নিপীড়নে পূর্ণ হয়ে যাবে।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9F36D3">
        <w:rPr>
          <w:cs/>
          <w:lang w:bidi="bn-IN"/>
        </w:rPr>
        <w:t>রহমতপ্রাপ্ত তারা যারা তার অন্তরালে যাওয়ার সময়টিতে ধৈর্য ধরবে এবং</w:t>
      </w:r>
      <w:r w:rsidRPr="009F36D3">
        <w:t xml:space="preserve"> </w:t>
      </w:r>
      <w:r w:rsidRPr="009F36D3">
        <w:rPr>
          <w:cs/>
          <w:lang w:bidi="bn-IN"/>
        </w:rPr>
        <w:t>রহমতপ্রাপ্ত তারা যারা তাঁর প্রতি ভালোবাসায় দৃঢ় থাকবে। তারাই হলো</w:t>
      </w:r>
      <w:r w:rsidRPr="009F36D3">
        <w:t xml:space="preserve"> </w:t>
      </w:r>
      <w:r w:rsidRPr="009F36D3">
        <w:rPr>
          <w:cs/>
          <w:lang w:bidi="bn-IN"/>
        </w:rPr>
        <w:t>ওরা যাদেরকে আল্লাহ তাঁর কিতাবে প্রশংসা করেছেন এভাবে :</w:t>
      </w:r>
    </w:p>
    <w:p w:rsidR="005A057D" w:rsidRPr="00AA6375" w:rsidRDefault="00A34532" w:rsidP="00B06DC9">
      <w:pPr>
        <w:pStyle w:val="libAie"/>
      </w:pPr>
      <w:r w:rsidRPr="00A34532">
        <w:rPr>
          <w:rStyle w:val="libAlaemChar"/>
        </w:rPr>
        <w:t>)</w:t>
      </w:r>
      <w:r w:rsidR="005A057D" w:rsidRPr="00B06DC9">
        <w:rPr>
          <w:rFonts w:hint="cs"/>
          <w:rtl/>
        </w:rPr>
        <w:t>وَالَّذِينَ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يُؤْمِنُونَ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بِمَا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أُنزِلَ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إِلَيْكَ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وَمَا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أُنزِلَ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قَبْلِكَ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وَبِالْآخِرَ</w:t>
      </w:r>
      <w:r w:rsidR="005A057D" w:rsidRPr="00AA6375">
        <w:rPr>
          <w:rtl/>
        </w:rPr>
        <w:t>‌</w:t>
      </w:r>
      <w:r w:rsidR="005A057D" w:rsidRPr="00B06DC9">
        <w:rPr>
          <w:rFonts w:hint="cs"/>
          <w:rtl/>
        </w:rPr>
        <w:t>ةِ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هُمْ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يُوقِنُونَ</w:t>
      </w:r>
      <w:r w:rsidRPr="00A34532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  <w:rPr>
          <w:lang w:bidi="bn-IN"/>
        </w:rPr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যারা অদৃশ্যে বিশ্বাস করে (যেমন মাহদীর অর্ন্তধান) এবং নামাজ</w:t>
      </w:r>
      <w:r w:rsidRPr="009F36D3">
        <w:t xml:space="preserve"> </w:t>
      </w:r>
      <w:r w:rsidRPr="009F36D3">
        <w:rPr>
          <w:cs/>
          <w:lang w:bidi="bn-IN"/>
        </w:rPr>
        <w:t>ক্বায়েম করে এবং আমরা যে রিয্ক দিয়েছি তা থেকে ব্যায়</w:t>
      </w:r>
      <w:r w:rsidRPr="009F36D3">
        <w:t xml:space="preserve"> (</w:t>
      </w:r>
      <w:r w:rsidRPr="009F36D3">
        <w:rPr>
          <w:cs/>
          <w:lang w:bidi="bn-IN"/>
        </w:rPr>
        <w:t>সূরা বাক্বারাঃ ০৩)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আল্লাহ আরো বলেন :</w:t>
      </w:r>
      <w:r w:rsidRPr="009F36D3">
        <w:t xml:space="preserve"> </w:t>
      </w:r>
    </w:p>
    <w:p w:rsidR="005A057D" w:rsidRPr="00AA6375" w:rsidRDefault="00A34532" w:rsidP="00B06DC9">
      <w:pPr>
        <w:pStyle w:val="libAie"/>
      </w:pPr>
      <w:r w:rsidRPr="00A34532">
        <w:rPr>
          <w:rStyle w:val="libAlaemChar"/>
        </w:rPr>
        <w:t>)</w:t>
      </w:r>
      <w:r w:rsidR="005A057D" w:rsidRPr="00B06DC9">
        <w:rPr>
          <w:rFonts w:hint="cs"/>
          <w:rtl/>
        </w:rPr>
        <w:t>أُولَـٰئِكَ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حِزْبُ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اللَّـهِ</w:t>
      </w:r>
      <w:r w:rsidR="005A057D" w:rsidRPr="00AA6375">
        <w:rPr>
          <w:rtl/>
        </w:rPr>
        <w:t xml:space="preserve">  </w:t>
      </w:r>
      <w:r w:rsidR="005A057D" w:rsidRPr="00B06DC9">
        <w:rPr>
          <w:rFonts w:hint="cs"/>
          <w:rtl/>
        </w:rPr>
        <w:t>أَلَا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إِنَّ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حِزْبَ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اللَّـهِ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هُمُ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</w:t>
      </w:r>
      <w:r w:rsidR="005A057D" w:rsidRPr="00B06DC9">
        <w:rPr>
          <w:rtl/>
        </w:rPr>
        <w:t>ْمُفْلِحُون</w:t>
      </w:r>
      <w:r w:rsidR="005A057D" w:rsidRPr="00B06DC9">
        <w:rPr>
          <w:rFonts w:hint="cs"/>
          <w:rtl/>
        </w:rPr>
        <w:t>َ</w:t>
      </w:r>
      <w:r w:rsidRPr="00A34532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তারাই হলো আল্লাহর দল</w:t>
      </w:r>
      <w:r w:rsidRPr="009F36D3">
        <w:t xml:space="preserve">; </w:t>
      </w:r>
      <w:r w:rsidRPr="009F36D3">
        <w:rPr>
          <w:cs/>
          <w:lang w:bidi="bn-IN"/>
        </w:rPr>
        <w:t>জেনো যে আল্লাহর দলই সফলতা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লাভ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B06DC9">
        <w:rPr>
          <w:rStyle w:val="libAlaemChar"/>
        </w:rPr>
        <w:t>‘</w:t>
      </w:r>
      <w:r w:rsidRPr="009F36D3">
        <w:t xml:space="preserve"> </w:t>
      </w:r>
    </w:p>
    <w:p w:rsidR="005A057D" w:rsidRPr="009F36D3" w:rsidRDefault="005A057D" w:rsidP="00A34532">
      <w:pPr>
        <w:pStyle w:val="libRight"/>
      </w:pPr>
      <w:r w:rsidRPr="009F36D3">
        <w:t>(</w:t>
      </w:r>
      <w:r w:rsidRPr="009F36D3">
        <w:rPr>
          <w:cs/>
          <w:lang w:bidi="bn-IN"/>
        </w:rPr>
        <w:t>সূরা</w:t>
      </w:r>
      <w:r w:rsidRPr="009F36D3">
        <w:t xml:space="preserve"> </w:t>
      </w:r>
      <w:r w:rsidRPr="009F36D3">
        <w:rPr>
          <w:cs/>
          <w:lang w:bidi="bn-IN"/>
        </w:rPr>
        <w:t>মুজাদিলাঃ</w:t>
      </w:r>
      <w:r w:rsidRPr="009F36D3">
        <w:t xml:space="preserve"> </w:t>
      </w:r>
      <w:r w:rsidRPr="009F36D3">
        <w:rPr>
          <w:cs/>
          <w:lang w:bidi="bn-IN"/>
        </w:rPr>
        <w:t>২২</w:t>
      </w:r>
      <w:r w:rsidRPr="009F36D3">
        <w:t>)</w:t>
      </w:r>
    </w:p>
    <w:p w:rsidR="005A057D" w:rsidRPr="009F36D3" w:rsidRDefault="005A057D" w:rsidP="00B06DC9">
      <w:pPr>
        <w:pStyle w:val="libNormal"/>
      </w:pPr>
      <w:r w:rsidRPr="009F36D3">
        <w:t>(</w:t>
      </w:r>
      <w:r w:rsidRPr="009F36D3">
        <w:rPr>
          <w:cs/>
          <w:lang w:bidi="bn-IN"/>
        </w:rPr>
        <w:t>হাদীসটি</w:t>
      </w:r>
      <w:r w:rsidRPr="009F36D3">
        <w:t xml:space="preserve"> </w:t>
      </w:r>
      <w:r w:rsidRPr="009F36D3">
        <w:rPr>
          <w:cs/>
          <w:lang w:bidi="bn-IN"/>
        </w:rPr>
        <w:t>এখানে</w:t>
      </w:r>
      <w:r w:rsidRPr="009F36D3"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cs/>
          <w:lang w:bidi="hi-IN"/>
        </w:rPr>
        <w:t>।</w:t>
      </w:r>
      <w:r w:rsidRPr="009F36D3">
        <w:t>)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উপরোক্ত বইয়ের ৪৪৮ পৃষ্ঠায় তিনি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</w:t>
      </w:r>
      <w:r w:rsidRPr="009F36D3">
        <w:t xml:space="preserve"> </w:t>
      </w:r>
      <w:r w:rsidRPr="009F36D3">
        <w:rPr>
          <w:cs/>
          <w:lang w:bidi="bn-IN"/>
        </w:rPr>
        <w:t>থেকে একটি হাদীস উল্লেখ করেছেন যা হাসান ইবনে খালিদ বর্ণনা</w:t>
      </w:r>
      <w:r w:rsidRPr="009F36D3">
        <w:t xml:space="preserve"> </w:t>
      </w:r>
      <w:r w:rsidRPr="009F36D3">
        <w:rPr>
          <w:cs/>
          <w:lang w:bidi="bn-IN"/>
        </w:rPr>
        <w:t>করেছেন আবু হাসান আলী ইবনে মুসা রেযা (আঃ) থেকে মাহদী (আঃ)</w:t>
      </w:r>
      <w:r w:rsidRPr="009F36D3"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যেখানে তিনি উল্লেখ করেছেন তিনি হবেন তার বংশ থেকে</w:t>
      </w:r>
      <w:r w:rsidRPr="009F36D3">
        <w:t xml:space="preserve"> </w:t>
      </w:r>
      <w:r w:rsidRPr="009F36D3">
        <w:rPr>
          <w:cs/>
          <w:lang w:bidi="bn-IN"/>
        </w:rPr>
        <w:t>চতুর্থ এবং যখন তিনি পুনরায় আগমন করবেন পৃথিবী ঐশী আলোতে</w:t>
      </w:r>
      <w:r w:rsidRPr="009F36D3">
        <w:t xml:space="preserve"> </w:t>
      </w:r>
      <w:r w:rsidRPr="009F36D3">
        <w:rPr>
          <w:cs/>
          <w:lang w:bidi="bn-IN"/>
        </w:rPr>
        <w:t>ঢেকে যাবে। এরপর ইমাম বলতে লাগলেন : সে-ই ঐ ব্যক্তি যার</w:t>
      </w:r>
      <w:r w:rsidRPr="009F36D3">
        <w:t xml:space="preserve"> </w:t>
      </w:r>
      <w:r w:rsidRPr="009F36D3">
        <w:rPr>
          <w:cs/>
          <w:lang w:bidi="bn-IN"/>
        </w:rPr>
        <w:t>পুনরাগমন আকাশ থেকে এক আহবানকারীর আহবানের সময়ের সাথে</w:t>
      </w:r>
      <w:r w:rsidRPr="009F36D3">
        <w:t xml:space="preserve"> </w:t>
      </w:r>
      <w:r w:rsidRPr="009F36D3">
        <w:rPr>
          <w:cs/>
          <w:lang w:bidi="bn-IN"/>
        </w:rPr>
        <w:t>মিলে যাবে</w:t>
      </w:r>
      <w:r w:rsidRPr="009F36D3">
        <w:t xml:space="preserve">, </w:t>
      </w:r>
      <w:r w:rsidRPr="009F36D3">
        <w:rPr>
          <w:cs/>
          <w:lang w:bidi="bn-IN"/>
        </w:rPr>
        <w:t>তা এমন হবে যে পৃথিবীর সব অধিবাসী তার এ চীৎকার</w:t>
      </w:r>
      <w:r w:rsidRPr="009F36D3">
        <w:t xml:space="preserve"> </w:t>
      </w:r>
      <w:r w:rsidRPr="009F36D3">
        <w:rPr>
          <w:cs/>
          <w:lang w:bidi="bn-IN"/>
        </w:rPr>
        <w:t xml:space="preserve">শুনবে-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জেনো যে আল্লাহর হুজ্জাত (প্রমাণ) আল্লাহর ঘরের কাছে</w:t>
      </w:r>
      <w:r w:rsidRPr="009F36D3">
        <w:t xml:space="preserve"> </w:t>
      </w:r>
      <w:r w:rsidRPr="009F36D3">
        <w:rPr>
          <w:cs/>
          <w:lang w:bidi="bn-IN"/>
        </w:rPr>
        <w:t>আত্মপ্রকাশ করেছে</w:t>
      </w:r>
      <w:r w:rsidRPr="009F36D3">
        <w:t xml:space="preserve">, </w:t>
      </w:r>
      <w:r w:rsidRPr="009F36D3">
        <w:rPr>
          <w:cs/>
          <w:lang w:bidi="bn-IN"/>
        </w:rPr>
        <w:t xml:space="preserve">তাই তাকে </w:t>
      </w:r>
      <w:r w:rsidRPr="009F36D3">
        <w:rPr>
          <w:cs/>
          <w:lang w:bidi="bn-IN"/>
        </w:rPr>
        <w:lastRenderedPageBreak/>
        <w:t>অনুসরণ করো। কারণ সত্য তার ভেতরে</w:t>
      </w:r>
      <w:r w:rsidRPr="009F36D3">
        <w:t xml:space="preserve"> </w:t>
      </w:r>
      <w:r w:rsidRPr="009F36D3">
        <w:rPr>
          <w:cs/>
          <w:lang w:bidi="bn-IN"/>
        </w:rPr>
        <w:t>আছে এবং তার সাথে আছে।</w:t>
      </w:r>
      <w:r w:rsidRPr="00B06DC9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আল্লাহর কথাও তাই বলেঃ</w:t>
      </w:r>
      <w:r w:rsidRPr="009F36D3">
        <w:t xml:space="preserve"> </w:t>
      </w:r>
    </w:p>
    <w:p w:rsidR="005A057D" w:rsidRPr="00AA6375" w:rsidRDefault="00B06DC9" w:rsidP="00B06DC9">
      <w:pPr>
        <w:pStyle w:val="libAie"/>
      </w:pPr>
      <w:r w:rsidRPr="00B06DC9">
        <w:rPr>
          <w:rStyle w:val="libAlaemChar"/>
        </w:rPr>
        <w:t>)</w:t>
      </w:r>
      <w:r w:rsidR="005A057D" w:rsidRPr="00B06DC9">
        <w:rPr>
          <w:rFonts w:hint="cs"/>
          <w:rtl/>
        </w:rPr>
        <w:t>إِن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نَّشَأْ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نُنَزِّلْ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عَلَيْهِم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مِّنَ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السَّمَ</w:t>
      </w:r>
      <w:r w:rsidR="005A057D" w:rsidRPr="00B06DC9">
        <w:rPr>
          <w:rtl/>
        </w:rPr>
        <w:t>اء</w:t>
      </w:r>
      <w:r w:rsidR="005A057D" w:rsidRPr="00B06DC9">
        <w:rPr>
          <w:rFonts w:hint="cs"/>
          <w:rtl/>
        </w:rPr>
        <w:t>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آيَةً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فَظَلَّتْ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أَعْنَاقُهُمْ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لَهَا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خَاضِعِينَ</w:t>
      </w:r>
      <w:r w:rsidRPr="00B06DC9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আমরা যদি চাই</w:t>
      </w:r>
      <w:r w:rsidRPr="009F36D3">
        <w:t xml:space="preserve">, </w:t>
      </w:r>
      <w:r w:rsidRPr="009F36D3">
        <w:rPr>
          <w:cs/>
          <w:lang w:bidi="bn-IN"/>
        </w:rPr>
        <w:t>আমরা তাদের ওপর এক নিদর্শন পাঠাবো</w:t>
      </w:r>
      <w:r w:rsidRPr="009F36D3">
        <w:t xml:space="preserve"> </w:t>
      </w:r>
      <w:r w:rsidRPr="009F36D3">
        <w:rPr>
          <w:cs/>
          <w:lang w:bidi="bn-IN"/>
        </w:rPr>
        <w:t>আকাশ থেকে</w:t>
      </w:r>
      <w:r w:rsidRPr="009F36D3">
        <w:t xml:space="preserve">, </w:t>
      </w:r>
      <w:r w:rsidRPr="009F36D3">
        <w:rPr>
          <w:cs/>
          <w:lang w:bidi="bn-IN"/>
        </w:rPr>
        <w:t>যেন তাদের ঘাড় এর দিকে নীচু হয়।</w:t>
      </w:r>
      <w:r w:rsidRPr="00B06DC9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শু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আরাঃ ০৪ )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নিশাবুরী তার তাফসীরে (খণ্ড-১) এ আয়াতের ব্যাখ্যায় বলেনঃ শিয়াদের</w:t>
      </w:r>
      <w:r w:rsidRPr="009F36D3">
        <w:t xml:space="preserve"> </w:t>
      </w:r>
      <w:r w:rsidRPr="009F36D3">
        <w:rPr>
          <w:cs/>
          <w:lang w:bidi="bn-IN"/>
        </w:rPr>
        <w:t xml:space="preserve">কেউ কেউ বিশ্বাস করেন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অদৃশ্য</w:t>
      </w:r>
      <w:r w:rsidRPr="00B06DC9">
        <w:rPr>
          <w:rStyle w:val="libAlaemChar"/>
        </w:rPr>
        <w:t>”</w:t>
      </w:r>
      <w:r w:rsidRPr="009F36D3">
        <w:rPr>
          <w:cs/>
          <w:lang w:bidi="bn-IN"/>
        </w:rPr>
        <w:t xml:space="preserve"> এ আয়াতে মাহদীকে (আঃ) ইঙ্গিত</w:t>
      </w:r>
      <w:r w:rsidRPr="009F36D3">
        <w:t xml:space="preserve"> </w:t>
      </w:r>
      <w:r w:rsidRPr="009F36D3">
        <w:rPr>
          <w:cs/>
          <w:lang w:bidi="bn-IN"/>
        </w:rPr>
        <w:t>করে</w:t>
      </w:r>
      <w:r w:rsidRPr="009F36D3">
        <w:t xml:space="preserve">, </w:t>
      </w:r>
      <w:r w:rsidRPr="009F36D3">
        <w:rPr>
          <w:cs/>
          <w:lang w:bidi="bn-IN"/>
        </w:rPr>
        <w:t>যার প্রতীক্ষা করা হচ্ছে। যার সম্পর্কে আল্লাহ তার কিতাবে এরকম</w:t>
      </w:r>
      <w:r w:rsidRPr="009F36D3">
        <w:t xml:space="preserve"> </w:t>
      </w:r>
      <w:r w:rsidRPr="009F36D3">
        <w:rPr>
          <w:cs/>
          <w:lang w:bidi="bn-IN"/>
        </w:rPr>
        <w:t>ওয়াদা করেছেন :</w:t>
      </w:r>
      <w:r w:rsidRPr="009F36D3">
        <w:t xml:space="preserve"> </w:t>
      </w:r>
    </w:p>
    <w:p w:rsidR="005A057D" w:rsidRPr="00AA6375" w:rsidRDefault="00B06DC9" w:rsidP="00B06DC9">
      <w:pPr>
        <w:pStyle w:val="libAie"/>
      </w:pPr>
      <w:r w:rsidRPr="00B06DC9">
        <w:rPr>
          <w:rStyle w:val="libAlaemChar"/>
        </w:rPr>
        <w:t>)</w:t>
      </w:r>
      <w:r w:rsidR="005A057D" w:rsidRPr="00B06DC9">
        <w:rPr>
          <w:rFonts w:hint="cs"/>
          <w:rtl/>
        </w:rPr>
        <w:t>وَعَدَ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اللَّـهُ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الَّذِينَ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آمَنُوا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مِنكُمْ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وَعَمِلُوا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الصَّالِحَاتِ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لَيَسْتَخْلِفَنَّهُمْ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فِي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الْأَرْ</w:t>
      </w:r>
      <w:r w:rsidR="005A057D" w:rsidRPr="00AA6375">
        <w:rPr>
          <w:rtl/>
        </w:rPr>
        <w:t>‌</w:t>
      </w:r>
      <w:r w:rsidR="005A057D" w:rsidRPr="00B06DC9">
        <w:rPr>
          <w:rFonts w:hint="cs"/>
          <w:rtl/>
        </w:rPr>
        <w:t>ضِ</w:t>
      </w:r>
      <w:r w:rsidRPr="00B06DC9">
        <w:rPr>
          <w:rStyle w:val="libAlaemChar"/>
        </w:rPr>
        <w:t>(</w:t>
      </w:r>
    </w:p>
    <w:p w:rsidR="00A34532" w:rsidRDefault="00A34532" w:rsidP="00B06DC9">
      <w:pPr>
        <w:pStyle w:val="libNormal"/>
        <w:rPr>
          <w:rStyle w:val="libAlaemChar"/>
        </w:rPr>
      </w:pPr>
    </w:p>
    <w:p w:rsidR="005A057D" w:rsidRPr="009F36D3" w:rsidRDefault="005A057D" w:rsidP="00B06DC9">
      <w:pPr>
        <w:pStyle w:val="libNormal"/>
        <w:rPr>
          <w:lang w:bidi="bn-BD"/>
        </w:rPr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আল্লাহ তোমাদের মধ্যে যারা বিশ্বাস</w:t>
      </w:r>
      <w:r w:rsidRPr="009F36D3">
        <w:t xml:space="preserve"> </w:t>
      </w:r>
      <w:r w:rsidRPr="009F36D3">
        <w:rPr>
          <w:cs/>
          <w:lang w:bidi="bn-IN"/>
        </w:rPr>
        <w:t>করে এবং ভালো কাজ</w:t>
      </w:r>
      <w:r w:rsidRPr="009F36D3">
        <w:t xml:space="preserve"> </w:t>
      </w:r>
      <w:r w:rsidRPr="009F36D3">
        <w:rPr>
          <w:cs/>
          <w:lang w:bidi="bn-IN"/>
        </w:rPr>
        <w:t>করে তাদেরকে ওয়াদা করেছেন যে তিনি অবশ্যই তাদেরকে</w:t>
      </w:r>
      <w:r w:rsidRPr="009F36D3">
        <w:t xml:space="preserve"> </w:t>
      </w:r>
      <w:r w:rsidRPr="009F36D3">
        <w:rPr>
          <w:cs/>
          <w:lang w:bidi="bn-IN"/>
        </w:rPr>
        <w:t>পৃথিবীর শাসক বানাবেন।</w:t>
      </w:r>
      <w:r w:rsidRPr="00B06DC9">
        <w:rPr>
          <w:rStyle w:val="libAlaemChar"/>
        </w:rPr>
        <w:t>”</w:t>
      </w:r>
      <w:r w:rsidRPr="009F36D3">
        <w:rPr>
          <w:cs/>
          <w:lang w:bidi="bn-BD"/>
        </w:rPr>
        <w:t xml:space="preserve"> </w:t>
      </w:r>
      <w:r w:rsidRPr="009F36D3">
        <w:t>(</w:t>
      </w:r>
      <w:r w:rsidRPr="009F36D3">
        <w:rPr>
          <w:cs/>
          <w:lang w:bidi="bn-IN"/>
        </w:rPr>
        <w:t>সূরা নূ রঃ ৫৫)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BD"/>
        </w:rPr>
      </w:pPr>
      <w:r w:rsidRPr="009F36D3">
        <w:rPr>
          <w:cs/>
          <w:lang w:bidi="bn-IN"/>
        </w:rPr>
        <w:t>এছাড়া</w:t>
      </w:r>
      <w:r w:rsidRPr="009F36D3">
        <w:t xml:space="preserve">, </w:t>
      </w:r>
      <w:r w:rsidRPr="009F36D3">
        <w:rPr>
          <w:cs/>
          <w:lang w:bidi="bn-IN"/>
        </w:rPr>
        <w:t>তার সম্পর্কে 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 থাকে</w:t>
      </w:r>
      <w:r w:rsidRPr="009F36D3">
        <w:t xml:space="preserve"> </w:t>
      </w:r>
      <w:r w:rsidRPr="009F36D3">
        <w:rPr>
          <w:cs/>
          <w:lang w:bidi="bn-IN"/>
        </w:rPr>
        <w:t>সর্বশক্তিমান আল্লাহ সেদিনকে এত লম্বা</w:t>
      </w:r>
      <w:r w:rsidRPr="009F36D3">
        <w:t xml:space="preserve"> </w:t>
      </w:r>
      <w:r w:rsidRPr="009F36D3">
        <w:rPr>
          <w:cs/>
          <w:lang w:bidi="bn-IN"/>
        </w:rPr>
        <w:t>করে দেবেন যতক্ষণ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 না এক ব্যক্তি আমার বংশধর থেকে আসবে যে আমার</w:t>
      </w:r>
      <w:r w:rsidRPr="009F36D3">
        <w:t xml:space="preserve"> </w:t>
      </w:r>
      <w:r w:rsidRPr="009F36D3">
        <w:rPr>
          <w:cs/>
          <w:lang w:bidi="bn-IN"/>
        </w:rPr>
        <w:t>নামে নাম বহন করবে এবং পৃথিবীকে ন্যায়বিচার দিয়ে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 ঠিক বিপরীতভাবে যেভাবে তা অবিচার ও নিপীড়নে পূর্ণ</w:t>
      </w:r>
      <w:r w:rsidRPr="009F36D3">
        <w:t xml:space="preserve"> </w:t>
      </w:r>
      <w:r w:rsidRPr="009F36D3">
        <w:rPr>
          <w:cs/>
          <w:lang w:bidi="bn-IN"/>
        </w:rPr>
        <w:t>হয়ে গিয়েছিলো।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নিশাবুরী আরো বলেন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আহলে সূন্নাতের মত অনুযায়ী উপরোক্ত আয়াত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খোলাফায়ে</w:t>
      </w:r>
      <w:r w:rsidRPr="009F36D3">
        <w:t xml:space="preserve"> </w:t>
      </w:r>
      <w:r w:rsidRPr="009F36D3">
        <w:rPr>
          <w:cs/>
          <w:lang w:bidi="bn-IN"/>
        </w:rPr>
        <w:t>রাশেদীনের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ইমামত সম্পর্কে ইঙ্গিত করে। কারণ শব্দটি পবিত্র</w:t>
      </w:r>
      <w:r w:rsidRPr="009F36D3">
        <w:t xml:space="preserve"> </w:t>
      </w:r>
      <w:r w:rsidRPr="009F36D3">
        <w:rPr>
          <w:cs/>
          <w:lang w:bidi="bn-IN"/>
        </w:rPr>
        <w:t xml:space="preserve">আয়াতে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অংশ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ইঙ্গিত করে এবং যখন সম্বোধন করা হবে এ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অংশ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জন্য উপস্থিত থাকা জরুরী । এছাড়া এটি সবাই জানে</w:t>
      </w:r>
      <w:r w:rsidRPr="009F36D3">
        <w:t xml:space="preserve"> </w:t>
      </w:r>
      <w:r w:rsidRPr="009F36D3">
        <w:rPr>
          <w:cs/>
          <w:lang w:bidi="bn-IN"/>
        </w:rPr>
        <w:t>যে চার খলিফা (আবু বকর</w:t>
      </w:r>
      <w:r w:rsidRPr="009F36D3">
        <w:t xml:space="preserve">, </w:t>
      </w:r>
      <w:r w:rsidRPr="009F36D3">
        <w:rPr>
          <w:cs/>
          <w:lang w:bidi="bn-IN"/>
        </w:rPr>
        <w:t>উমর</w:t>
      </w:r>
      <w:r w:rsidRPr="009F36D3">
        <w:t xml:space="preserve">, </w:t>
      </w:r>
      <w:r w:rsidRPr="009F36D3">
        <w:rPr>
          <w:cs/>
          <w:lang w:bidi="bn-IN"/>
        </w:rPr>
        <w:t>উসমান এবং আলী) বিশ্বাসী</w:t>
      </w:r>
      <w:r w:rsidRPr="009F36D3">
        <w:t xml:space="preserve"> </w:t>
      </w:r>
      <w:r w:rsidRPr="009F36D3">
        <w:rPr>
          <w:cs/>
          <w:lang w:bidi="bn-IN"/>
        </w:rPr>
        <w:t xml:space="preserve">ও নৈতিকগুণ সম্পন্ন ছিলেন এবং তারা তখন উপস্থিত </w:t>
      </w:r>
      <w:r w:rsidRPr="009F36D3">
        <w:rPr>
          <w:cs/>
          <w:lang w:bidi="bn-IN"/>
        </w:rPr>
        <w:lastRenderedPageBreak/>
        <w:t>ছিলেন।</w:t>
      </w:r>
      <w:r w:rsidRPr="009F36D3">
        <w:t xml:space="preserve"> </w:t>
      </w:r>
      <w:r w:rsidRPr="009F36D3">
        <w:rPr>
          <w:cs/>
          <w:lang w:bidi="bn-IN"/>
        </w:rPr>
        <w:t>পরিণতিতে খিলাফত ও বিজয় তাদের জন্য নিশ্চিত ছিলো। তাই</w:t>
      </w:r>
      <w:r w:rsidRPr="009F36D3">
        <w:t xml:space="preserve"> </w:t>
      </w:r>
      <w:r w:rsidRPr="009F36D3">
        <w:rPr>
          <w:cs/>
          <w:lang w:bidi="bn-IN"/>
        </w:rPr>
        <w:t>এটি বলা প্রয়োজন যে এ আয়াত তাদেরকেই ইঙ্গিত করে।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তিনি বলেন :</w:t>
      </w:r>
      <w:r w:rsidRPr="009F36D3">
        <w:t xml:space="preserve"> </w:t>
      </w:r>
    </w:p>
    <w:p w:rsidR="005A057D" w:rsidRPr="00AA6375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AA6375">
        <w:rPr>
          <w:cs/>
          <w:lang w:bidi="bn-IN"/>
        </w:rPr>
        <w:t xml:space="preserve">একদল তাদের </w:t>
      </w:r>
      <w:r w:rsidRPr="00AA6375">
        <w:rPr>
          <w:rtl/>
          <w:cs/>
        </w:rPr>
        <w:t>(</w:t>
      </w:r>
      <w:r w:rsidRPr="00AA6375">
        <w:rPr>
          <w:rtl/>
          <w:cs/>
          <w:lang w:bidi="bn-IN"/>
        </w:rPr>
        <w:t>উপরোক্ত অভিমতের</w:t>
      </w:r>
      <w:r w:rsidRPr="00AA6375">
        <w:rPr>
          <w:rtl/>
          <w:cs/>
        </w:rPr>
        <w:t xml:space="preserve">) </w:t>
      </w:r>
      <w:r w:rsidRPr="00AA6375">
        <w:rPr>
          <w:rtl/>
          <w:cs/>
          <w:lang w:bidi="bn-IN"/>
        </w:rPr>
        <w:t>বিরুদ্ধে গিয়েছেন এ</w:t>
      </w:r>
      <w:r w:rsidRPr="00AA6375">
        <w:t xml:space="preserve"> </w:t>
      </w:r>
      <w:r w:rsidRPr="00AA6375">
        <w:rPr>
          <w:cs/>
          <w:lang w:bidi="bn-IN"/>
        </w:rPr>
        <w:t xml:space="preserve">যুক্তি দিয়ে যে </w:t>
      </w:r>
      <w:r w:rsidRPr="00A34532">
        <w:rPr>
          <w:rStyle w:val="libArChar"/>
          <w:rtl/>
        </w:rPr>
        <w:t>من</w:t>
      </w:r>
      <w:r w:rsidRPr="00AA6375">
        <w:t xml:space="preserve"> </w:t>
      </w:r>
      <w:r w:rsidRPr="00AA6375">
        <w:rPr>
          <w:rStyle w:val="libAlaemChar"/>
        </w:rPr>
        <w:t>‘</w:t>
      </w:r>
      <w:r w:rsidRPr="00AA6375">
        <w:rPr>
          <w:cs/>
          <w:lang w:bidi="bn-IN"/>
        </w:rPr>
        <w:t>শব্দটি</w:t>
      </w:r>
      <w:r w:rsidRPr="00AA6375">
        <w:rPr>
          <w:rStyle w:val="libAlaemChar"/>
        </w:rPr>
        <w:t>’</w:t>
      </w:r>
      <w:r w:rsidRPr="00AA6375">
        <w:t xml:space="preserve"> </w:t>
      </w:r>
      <w:r w:rsidRPr="00AA6375">
        <w:rPr>
          <w:cs/>
          <w:lang w:bidi="bn-IN"/>
        </w:rPr>
        <w:t>প্রকাশ করা অর্থে ধরা অনুমোদন</w:t>
      </w:r>
      <w:r w:rsidRPr="00AA6375">
        <w:t xml:space="preserve"> </w:t>
      </w:r>
      <w:r w:rsidRPr="00AA6375">
        <w:rPr>
          <w:cs/>
          <w:lang w:bidi="bn-IN"/>
        </w:rPr>
        <w:t>যোগ্য নয়। তারা বলেন পৃথিবীর উত্তরাধিকারী হওয়া অর্থ এর</w:t>
      </w:r>
      <w:r w:rsidRPr="00AA6375">
        <w:t xml:space="preserve"> </w:t>
      </w:r>
      <w:r w:rsidRPr="00AA6375">
        <w:rPr>
          <w:cs/>
          <w:lang w:bidi="bn-IN"/>
        </w:rPr>
        <w:t>দখল ও এর ওপরে অধিপত্য যেমন তা হয়েছিলো বনি</w:t>
      </w:r>
      <w:r w:rsidRPr="00AA6375">
        <w:t xml:space="preserve"> </w:t>
      </w:r>
      <w:r w:rsidRPr="00AA6375">
        <w:rPr>
          <w:cs/>
          <w:lang w:bidi="bn-IN"/>
        </w:rPr>
        <w:t>ইসরাইলীদের ক্ষেত্রে।</w:t>
      </w:r>
      <w:r w:rsidRPr="00AA6375">
        <w:rPr>
          <w:rStyle w:val="libAlaemChar"/>
        </w:rPr>
        <w:t>”</w:t>
      </w:r>
      <w:r w:rsidRPr="00AA6375">
        <w:t xml:space="preserve"> </w:t>
      </w:r>
    </w:p>
    <w:p w:rsidR="005A057D" w:rsidRPr="00AA6375" w:rsidRDefault="005A057D" w:rsidP="00AA6375">
      <w:pPr>
        <w:pStyle w:val="libNormal"/>
      </w:pPr>
      <w:r w:rsidRPr="00AA6375">
        <w:rPr>
          <w:cs/>
          <w:lang w:bidi="bn-IN"/>
        </w:rPr>
        <w:t xml:space="preserve">তিনি আরো বলেন </w:t>
      </w:r>
      <w:r w:rsidRPr="00AA6375">
        <w:rPr>
          <w:rtl/>
          <w:cs/>
        </w:rPr>
        <w:t xml:space="preserve">: </w:t>
      </w:r>
      <w:r w:rsidRPr="00AA6375">
        <w:rPr>
          <w:rStyle w:val="libAlaemChar"/>
        </w:rPr>
        <w:t>“</w:t>
      </w:r>
      <w:r w:rsidRPr="00AA6375">
        <w:rPr>
          <w:cs/>
          <w:lang w:bidi="bn-IN"/>
        </w:rPr>
        <w:t xml:space="preserve">চলুন আমরা </w:t>
      </w:r>
      <w:r w:rsidRPr="00A34532">
        <w:rPr>
          <w:rStyle w:val="libArChar"/>
          <w:rtl/>
        </w:rPr>
        <w:t>من</w:t>
      </w:r>
      <w:r w:rsidRPr="00AA6375">
        <w:rPr>
          <w:cs/>
          <w:lang w:bidi="bn-IN"/>
        </w:rPr>
        <w:t xml:space="preserve"> শব্দটির অর্থ </w:t>
      </w:r>
      <w:r w:rsidRPr="00AA6375">
        <w:rPr>
          <w:rStyle w:val="libAlaemChar"/>
        </w:rPr>
        <w:t>“</w:t>
      </w:r>
      <w:r w:rsidRPr="00AA6375">
        <w:rPr>
          <w:cs/>
          <w:lang w:bidi="bn-IN"/>
        </w:rPr>
        <w:t>অংশ</w:t>
      </w:r>
      <w:r w:rsidRPr="00AA6375">
        <w:rPr>
          <w:rStyle w:val="libAlaemChar"/>
        </w:rPr>
        <w:t>”</w:t>
      </w:r>
      <w:r w:rsidRPr="00AA6375">
        <w:t>-</w:t>
      </w:r>
      <w:r w:rsidRPr="00AA6375">
        <w:rPr>
          <w:cs/>
          <w:lang w:bidi="bn-IN"/>
        </w:rPr>
        <w:t>ই</w:t>
      </w:r>
      <w:r w:rsidRPr="00AA6375">
        <w:t xml:space="preserve"> </w:t>
      </w:r>
      <w:r w:rsidRPr="00AA6375">
        <w:rPr>
          <w:cs/>
          <w:lang w:bidi="bn-IN"/>
        </w:rPr>
        <w:t>গ্রহণ করি</w:t>
      </w:r>
      <w:r w:rsidRPr="00AA6375">
        <w:t xml:space="preserve">, </w:t>
      </w:r>
      <w:r w:rsidRPr="00AA6375">
        <w:rPr>
          <w:cs/>
          <w:lang w:bidi="bn-IN"/>
        </w:rPr>
        <w:t>কিন্তু কিসের ভিত্তিতে তা অনুমোদনযোগ্য হবে না যদি</w:t>
      </w:r>
      <w:r w:rsidRPr="00AA6375">
        <w:t xml:space="preserve"> </w:t>
      </w:r>
      <w:r w:rsidRPr="00AA6375">
        <w:rPr>
          <w:rStyle w:val="libAlaemChar"/>
        </w:rPr>
        <w:t>‘</w:t>
      </w:r>
      <w:r w:rsidRPr="00AA6375">
        <w:rPr>
          <w:cs/>
          <w:lang w:bidi="bn-IN"/>
        </w:rPr>
        <w:t>অংশ</w:t>
      </w:r>
      <w:r w:rsidRPr="00AA6375">
        <w:rPr>
          <w:rStyle w:val="libAlaemChar"/>
        </w:rPr>
        <w:t>’</w:t>
      </w:r>
      <w:r w:rsidRPr="00AA6375">
        <w:t xml:space="preserve"> </w:t>
      </w:r>
      <w:r w:rsidRPr="00AA6375">
        <w:rPr>
          <w:cs/>
          <w:lang w:bidi="bn-IN"/>
        </w:rPr>
        <w:t xml:space="preserve">বলতে আলীর খেলাফত বোঝায় এবং ধরুন </w:t>
      </w:r>
      <w:r w:rsidRPr="00A34532">
        <w:rPr>
          <w:rStyle w:val="libArChar"/>
          <w:rtl/>
        </w:rPr>
        <w:t>من</w:t>
      </w:r>
      <w:r w:rsidRPr="00AA6375">
        <w:rPr>
          <w:cs/>
          <w:lang w:bidi="bn-IN"/>
        </w:rPr>
        <w:t xml:space="preserve"> এখানে</w:t>
      </w:r>
      <w:r w:rsidRPr="00AA6375">
        <w:t xml:space="preserve"> </w:t>
      </w:r>
      <w:r w:rsidRPr="00AA6375">
        <w:rPr>
          <w:cs/>
          <w:lang w:bidi="bn-IN"/>
        </w:rPr>
        <w:t>বহুবচনে ধরা হয়েছে শুধু আলীর সম্মান ও বিরাট মর্যাদা</w:t>
      </w:r>
      <w:r w:rsidRPr="00AA6375">
        <w:t xml:space="preserve"> </w:t>
      </w:r>
      <w:r w:rsidRPr="00AA6375">
        <w:rPr>
          <w:cs/>
          <w:lang w:bidi="bn-IN"/>
        </w:rPr>
        <w:t>দেখানোর জন্য অথবা হযরতের প্রতি ও তার পরে তার</w:t>
      </w:r>
      <w:r w:rsidRPr="00AA6375">
        <w:t xml:space="preserve"> </w:t>
      </w:r>
      <w:r w:rsidRPr="00AA6375">
        <w:rPr>
          <w:cs/>
          <w:lang w:bidi="bn-IN"/>
        </w:rPr>
        <w:t>এগারোজন সন্তানের প্রতি ইঙ্গিত করার জন্য।</w:t>
      </w:r>
      <w:r w:rsidRPr="00AA6375">
        <w:rPr>
          <w:rStyle w:val="libAlaemChar"/>
        </w:rPr>
        <w:t>”</w:t>
      </w:r>
      <w:r w:rsidRPr="00AA6375">
        <w:t xml:space="preserve"> </w:t>
      </w:r>
    </w:p>
    <w:p w:rsidR="00A34532" w:rsidRPr="006E1E70" w:rsidRDefault="00A34532" w:rsidP="006E1E70">
      <w:r>
        <w:rPr>
          <w:lang w:bidi="bn-BD"/>
        </w:rPr>
        <w:br w:type="page"/>
      </w:r>
    </w:p>
    <w:p w:rsidR="005A057D" w:rsidRPr="009F36D3" w:rsidRDefault="005A057D" w:rsidP="003E5927">
      <w:pPr>
        <w:pStyle w:val="Heading2Center"/>
      </w:pPr>
      <w:bookmarkStart w:id="3" w:name="_Toc451691918"/>
      <w:r w:rsidRPr="009F36D3">
        <w:rPr>
          <w:cs/>
          <w:lang w:bidi="bn-IN"/>
        </w:rPr>
        <w:lastRenderedPageBreak/>
        <w:t xml:space="preserve">মাহদী </w:t>
      </w:r>
      <w:r w:rsidRPr="009F36D3">
        <w:rPr>
          <w:rtl/>
          <w:cs/>
        </w:rPr>
        <w:t>(</w:t>
      </w:r>
      <w:r w:rsidRPr="009F36D3">
        <w:rPr>
          <w:rtl/>
          <w:cs/>
          <w:lang w:bidi="bn-IN"/>
        </w:rPr>
        <w:t>আঃ</w:t>
      </w:r>
      <w:r w:rsidRPr="009F36D3">
        <w:rPr>
          <w:rtl/>
          <w:cs/>
        </w:rPr>
        <w:t xml:space="preserve">) </w:t>
      </w:r>
      <w:r w:rsidRPr="009F36D3">
        <w:rPr>
          <w:rtl/>
          <w:cs/>
          <w:lang w:bidi="bn-IN"/>
        </w:rPr>
        <w:t xml:space="preserve">সম্পর্কে নবীর </w:t>
      </w:r>
      <w:r w:rsidRPr="009F36D3">
        <w:rPr>
          <w:rtl/>
          <w:cs/>
        </w:rPr>
        <w:t>(</w:t>
      </w:r>
      <w:r w:rsidRPr="009F36D3">
        <w:rPr>
          <w:rtl/>
          <w:cs/>
          <w:lang w:bidi="bn-IN"/>
        </w:rPr>
        <w:t>সাঃ</w:t>
      </w:r>
      <w:r w:rsidRPr="009F36D3">
        <w:rPr>
          <w:rtl/>
          <w:cs/>
        </w:rPr>
        <w:t xml:space="preserve">) </w:t>
      </w:r>
      <w:r w:rsidRPr="009F36D3">
        <w:rPr>
          <w:rtl/>
          <w:cs/>
          <w:lang w:bidi="bn-IN"/>
        </w:rPr>
        <w:t>হাদীস</w:t>
      </w:r>
      <w:bookmarkEnd w:id="3"/>
      <w:r w:rsidRPr="009F36D3">
        <w:t xml:space="preserve"> </w:t>
      </w:r>
    </w:p>
    <w:p w:rsidR="00A34532" w:rsidRDefault="00A34532" w:rsidP="00B06DC9">
      <w:pPr>
        <w:pStyle w:val="libNormal"/>
        <w:rPr>
          <w:cs/>
          <w:lang w:bidi="bn-IN"/>
        </w:rPr>
      </w:pP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আবু দাউদ তার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 (পৃষ্ঠা ৮৭</w:t>
      </w:r>
      <w:r w:rsidRPr="009F36D3">
        <w:t xml:space="preserve">, </w:t>
      </w:r>
      <w:r w:rsidRPr="009F36D3">
        <w:rPr>
          <w:cs/>
          <w:lang w:bidi="bn-IN"/>
        </w:rPr>
        <w:t>চতুর্থ খণ্ডে)</w:t>
      </w:r>
      <w:r w:rsidRPr="009F36D3">
        <w:t xml:space="preserve">, </w:t>
      </w:r>
      <w:r w:rsidRPr="009F36D3">
        <w:rPr>
          <w:cs/>
          <w:lang w:bidi="bn-IN"/>
        </w:rPr>
        <w:t>আব্দুল্লাহ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নবী (সাঃ) বলেছেনঃ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আর একদিনও অবশিষ্ট না থাকে</w:t>
      </w:r>
      <w:r w:rsidRPr="009F36D3">
        <w:t xml:space="preserve"> </w:t>
      </w:r>
      <w:r w:rsidRPr="009F36D3">
        <w:rPr>
          <w:cs/>
          <w:lang w:bidi="bn-IN"/>
        </w:rPr>
        <w:t>সর্বশক্তিমান আল্লাহ দিনটিকে এত দীর্ঘ করে দিবেন যতক্ষণ পর্যন্ত</w:t>
      </w:r>
      <w:r w:rsidRPr="009F36D3">
        <w:t xml:space="preserve"> </w:t>
      </w:r>
      <w:r w:rsidRPr="009F36D3">
        <w:rPr>
          <w:cs/>
          <w:lang w:bidi="bn-IN"/>
        </w:rPr>
        <w:t>না তিনি এক ব্যক্তিকে আমার বংশ থেকে নিয়োগ দিবেন।</w:t>
      </w:r>
      <w:r w:rsidRPr="00B06DC9">
        <w:rPr>
          <w:rStyle w:val="libAlaemChar"/>
        </w:rPr>
        <w:t>”</w:t>
      </w:r>
      <w:r w:rsidRPr="009F36D3">
        <w:t xml:space="preserve"> 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এরপর তিনি একইভাবে বলেন যে হাদীসে সুফিয়ানে এসেছে যে নবী</w:t>
      </w:r>
      <w:r w:rsidRPr="009F36D3">
        <w:t xml:space="preserve"> (</w:t>
      </w:r>
      <w:r w:rsidRPr="009F36D3">
        <w:rPr>
          <w:cs/>
          <w:lang w:bidi="bn-IN"/>
        </w:rPr>
        <w:t>সাঃ) বলেছেন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পৃথিবীর জীবন শেষ হবে না যতক্ষণ পর্যন্ত</w:t>
      </w:r>
      <w:r w:rsidRPr="009F36D3">
        <w:t xml:space="preserve"> </w:t>
      </w:r>
      <w:r w:rsidRPr="009F36D3">
        <w:rPr>
          <w:cs/>
          <w:lang w:bidi="bn-IN"/>
        </w:rPr>
        <w:t>না একজন আরব</w:t>
      </w:r>
      <w:r w:rsidRPr="009F36D3">
        <w:t xml:space="preserve"> </w:t>
      </w:r>
      <w:r w:rsidRPr="009F36D3">
        <w:rPr>
          <w:cs/>
          <w:lang w:bidi="bn-IN"/>
        </w:rPr>
        <w:t>আমার বংশ থেকে পৃথিবী শাসন করবে।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ঐ একই বইয়ের একই পৃষ্ঠায় আলী (আঃ) থেকে একটি হাদীস এসেছে</w:t>
      </w:r>
      <w:r w:rsidRPr="009F36D3">
        <w:t xml:space="preserve"> </w:t>
      </w:r>
      <w:r w:rsidRPr="009F36D3">
        <w:rPr>
          <w:cs/>
          <w:lang w:bidi="bn-IN"/>
        </w:rPr>
        <w:t>যে নবী (সাঃ) বলেছেন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আর একদিনও অবশিষ্ট না থাকে আল্লাহ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এক ব্যক্তিকে নিয়োগ দিবেন।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তিরমিযী তার সহীহতে</w:t>
      </w:r>
      <w:r w:rsidRPr="009F36D3">
        <w:t>, (</w:t>
      </w:r>
      <w:r w:rsidRPr="009F36D3">
        <w:rPr>
          <w:cs/>
          <w:lang w:bidi="bn-IN"/>
        </w:rPr>
        <w:t>খণ্ড-২</w:t>
      </w:r>
      <w:r w:rsidRPr="009F36D3">
        <w:t xml:space="preserve">, </w:t>
      </w:r>
      <w:r w:rsidRPr="009F36D3">
        <w:rPr>
          <w:cs/>
          <w:lang w:bidi="bn-IN"/>
        </w:rPr>
        <w:t>পৃষ্ঠা- ২৭)</w:t>
      </w:r>
      <w:r w:rsidRPr="009F36D3">
        <w:t xml:space="preserve">, </w:t>
      </w:r>
      <w:r w:rsidRPr="009F36D3">
        <w:rPr>
          <w:cs/>
          <w:lang w:bidi="bn-IN"/>
        </w:rPr>
        <w:t>আব্দুল্লাহ থেকে একটি</w:t>
      </w:r>
      <w:r w:rsidRPr="009F36D3">
        <w:t xml:space="preserve"> </w:t>
      </w:r>
      <w:r w:rsidRPr="009F36D3">
        <w:rPr>
          <w:cs/>
          <w:lang w:bidi="bn-IN"/>
        </w:rPr>
        <w:t>হাদীস বর্ণনা করেন যে 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পৃথিবীর জীবন শেষ হবে না যতক্ষণ না একজন আরব আমার</w:t>
      </w:r>
      <w:r w:rsidRPr="009F36D3">
        <w:t xml:space="preserve"> </w:t>
      </w:r>
      <w:r w:rsidRPr="009F36D3">
        <w:rPr>
          <w:cs/>
          <w:lang w:bidi="bn-IN"/>
        </w:rPr>
        <w:t>বংশ থেকে আসবে এবং শাসন করবে।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তিরমিযী বলেন : এ হাদীসটি হাসান (</w:t>
      </w:r>
      <w:r w:rsidRPr="00D076AF">
        <w:rPr>
          <w:cs/>
          <w:lang w:bidi="bn-IN"/>
        </w:rPr>
        <w:t>গ্রহণ</w:t>
      </w:r>
      <w:r w:rsidRPr="009F36D3">
        <w:rPr>
          <w:cs/>
          <w:lang w:bidi="bn-IN"/>
        </w:rPr>
        <w:t>যোগ্য) এবং সহীহ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(সঠিক)</w:t>
      </w:r>
      <w:r w:rsidRPr="009F36D3">
        <w:t xml:space="preserve"> </w:t>
      </w:r>
      <w:r w:rsidRPr="009F36D3">
        <w:rPr>
          <w:cs/>
          <w:lang w:bidi="bn-IN"/>
        </w:rPr>
        <w:t>এবং একই জিনিস বর্ণিত হয়েছে আলী</w:t>
      </w:r>
      <w:r w:rsidRPr="009F36D3">
        <w:t xml:space="preserve">, </w:t>
      </w:r>
      <w:r w:rsidRPr="009F36D3">
        <w:rPr>
          <w:cs/>
          <w:lang w:bidi="bn-IN"/>
        </w:rPr>
        <w:t>আবু সাইয়ীদ</w:t>
      </w:r>
      <w:r w:rsidRPr="009F36D3">
        <w:t xml:space="preserve">, </w:t>
      </w:r>
      <w:r w:rsidRPr="009F36D3">
        <w:rPr>
          <w:cs/>
          <w:lang w:bidi="bn-IN"/>
        </w:rPr>
        <w:t>উম্মে সালামা এবং</w:t>
      </w:r>
      <w:r w:rsidRPr="009F36D3">
        <w:t xml:space="preserve"> </w:t>
      </w:r>
      <w:r w:rsidRPr="009F36D3">
        <w:rPr>
          <w:cs/>
          <w:lang w:bidi="bn-IN"/>
        </w:rPr>
        <w:t>আবু হুরায়রা থেকে।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 বইতে একই পৃষ্ঠায় একটি হাদীস বর্ণিত হয়েছে আবু</w:t>
      </w:r>
      <w:r w:rsidRPr="009F36D3">
        <w:t xml:space="preserve"> </w:t>
      </w:r>
      <w:r w:rsidRPr="009F36D3">
        <w:rPr>
          <w:cs/>
          <w:lang w:bidi="bn-IN"/>
        </w:rPr>
        <w:t>হুরায়রা থেকে যে</w:t>
      </w:r>
      <w:r w:rsidRPr="009F36D3">
        <w:t xml:space="preserve">, </w:t>
      </w:r>
      <w:r w:rsidRPr="009F36D3">
        <w:rPr>
          <w:cs/>
          <w:lang w:bidi="bn-IN"/>
        </w:rPr>
        <w:t>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 থাকে</w:t>
      </w:r>
      <w:r w:rsidRPr="009F36D3">
        <w:t xml:space="preserve"> </w:t>
      </w:r>
      <w:r w:rsidRPr="009F36D3">
        <w:rPr>
          <w:cs/>
          <w:lang w:bidi="bn-IN"/>
        </w:rPr>
        <w:t>সর্বশক্তিমান আল্লাহ সেদিনকে এত দীর্ঘ করে দিবেন যতক্ষণ</w:t>
      </w:r>
      <w:r w:rsidRPr="009F36D3">
        <w:t xml:space="preserve"> </w:t>
      </w:r>
      <w:r w:rsidRPr="009F36D3">
        <w:rPr>
          <w:cs/>
          <w:lang w:bidi="bn-IN"/>
        </w:rPr>
        <w:t>পর্যন্ত না এক ব্যক্তি আমার বংশ থেকে আসবে ও শাসন করবে।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এরপর তিনি বলেন : এ হাদীসটি হাসান (গ্রহণযোগ্য) এবং সহীহ</w:t>
      </w:r>
      <w:r w:rsidRPr="009F36D3">
        <w:t xml:space="preserve"> (</w:t>
      </w:r>
      <w:r w:rsidRPr="009F36D3">
        <w:rPr>
          <w:cs/>
          <w:lang w:bidi="bn-IN"/>
        </w:rPr>
        <w:t>সঠিক)।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lastRenderedPageBreak/>
        <w:t xml:space="preserve">ইবনে হাজার তার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B06DC9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>, (</w:t>
      </w:r>
      <w:r w:rsidRPr="009F36D3">
        <w:rPr>
          <w:cs/>
          <w:lang w:bidi="bn-IN"/>
        </w:rPr>
        <w:t>পৃষ্ঠা নং ৯৭) বলেন : আবু</w:t>
      </w:r>
      <w:r w:rsidRPr="009F36D3">
        <w:t xml:space="preserve"> </w:t>
      </w:r>
      <w:r w:rsidRPr="009F36D3">
        <w:rPr>
          <w:cs/>
          <w:lang w:bidi="bn-IN"/>
        </w:rPr>
        <w:t>আহমাদ</w:t>
      </w:r>
      <w:r w:rsidRPr="009F36D3">
        <w:t xml:space="preserve">, </w:t>
      </w:r>
      <w:r w:rsidRPr="009F36D3">
        <w:rPr>
          <w:cs/>
          <w:lang w:bidi="bn-IN"/>
        </w:rPr>
        <w:t>আবু দাউদ</w:t>
      </w:r>
      <w:r w:rsidRPr="009F36D3">
        <w:t xml:space="preserve">, </w:t>
      </w:r>
      <w:r w:rsidRPr="009F36D3">
        <w:rPr>
          <w:cs/>
          <w:lang w:bidi="bn-IN"/>
        </w:rPr>
        <w:t>তিরমিযী এবং ইবনে মাজাহ নবী (সাঃ)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করেছেন যে 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 থাকে অবশ্যই</w:t>
      </w:r>
      <w:r w:rsidRPr="009F36D3">
        <w:t xml:space="preserve"> </w:t>
      </w:r>
      <w:r w:rsidRPr="009F36D3">
        <w:rPr>
          <w:cs/>
          <w:lang w:bidi="bn-IN"/>
        </w:rPr>
        <w:t>আল্লাহ সেদিন আমার বংশ থেকে এক ব্যক্তিকে নিয়োগ দিবেন।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ইসাফুর রাগেবীনের ১৪৭ নং পৃষ্ঠায় এ হাদীসটি বর্ণনা করা হয়েছে।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ইসাফুর রাগেবীন এ হাদীস বর্ণনা করেছে ১৪৮ পৃষ্ঠায়।</w:t>
      </w:r>
      <w:r w:rsidRPr="009F36D3">
        <w:t xml:space="preserve"> </w:t>
      </w:r>
    </w:p>
    <w:p w:rsidR="005A057D" w:rsidRPr="009F36D3" w:rsidRDefault="005A057D" w:rsidP="00B06DC9">
      <w:pPr>
        <w:pStyle w:val="libNormal"/>
        <w:rPr>
          <w:lang w:bidi="bn-IN"/>
        </w:rPr>
      </w:pPr>
      <w:r w:rsidRPr="009F36D3">
        <w:rPr>
          <w:cs/>
          <w:lang w:bidi="bn-IN"/>
        </w:rPr>
        <w:t>ইবনে হাজার পূর্বে উল্লেখিত বইয়ের ৯৭ পৃষ্ঠায় বলেন : আবু দাউদ এবং</w:t>
      </w:r>
      <w:r w:rsidRPr="009F36D3">
        <w:t xml:space="preserve"> </w:t>
      </w:r>
      <w:r w:rsidRPr="009F36D3">
        <w:rPr>
          <w:cs/>
          <w:lang w:bidi="bn-IN"/>
        </w:rPr>
        <w:t>তিরমিযী নবী (সাঃ) থেকে এরকম বর্ণনা করেছেন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এ পৃথিবীর জীবন শেষ হবে না যতক্ষণ পর্যন্ত না আমার বংশ</w:t>
      </w:r>
      <w:r w:rsidRPr="009F36D3">
        <w:t xml:space="preserve"> </w:t>
      </w:r>
      <w:r w:rsidRPr="009F36D3">
        <w:rPr>
          <w:cs/>
          <w:lang w:bidi="bn-IN"/>
        </w:rPr>
        <w:t>থেকে এক ব্যক্তি আসবে ও শাসন করবে।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ইসাফুর রাগেবীনও একই হাদীস ১৪৮ পৃষ্ঠায় বর্ণনা করেছে।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 (পৃষ্ঠা-৯৭) লিখেছেন : আবু দাউদ</w:t>
      </w:r>
      <w:r w:rsidRPr="009F36D3">
        <w:t xml:space="preserve"> </w:t>
      </w:r>
      <w:r w:rsidRPr="009F36D3">
        <w:rPr>
          <w:cs/>
          <w:lang w:bidi="bn-IN"/>
        </w:rPr>
        <w:t>এবং তিরমিযী নবী (সাঃ) থেকে এরকম বর্ণনা করেছেন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 থাকে আল্লাহ</w:t>
      </w:r>
      <w:r w:rsidRPr="009F36D3">
        <w:t xml:space="preserve"> </w:t>
      </w:r>
      <w:r w:rsidRPr="009F36D3">
        <w:rPr>
          <w:cs/>
          <w:lang w:bidi="bn-IN"/>
        </w:rPr>
        <w:t>সেদিনকে এত দীর্ঘ করে দিবেন যতক্ষণ পর্যন্ত</w:t>
      </w:r>
      <w:r w:rsidRPr="009F36D3">
        <w:t xml:space="preserve"> </w:t>
      </w:r>
      <w:r w:rsidRPr="009F36D3">
        <w:rPr>
          <w:cs/>
          <w:lang w:bidi="bn-IN"/>
        </w:rPr>
        <w:t>না তিনি আমার</w:t>
      </w:r>
      <w:r w:rsidRPr="009F36D3">
        <w:t xml:space="preserve"> </w:t>
      </w:r>
      <w:r w:rsidRPr="009F36D3">
        <w:rPr>
          <w:cs/>
          <w:lang w:bidi="bn-IN"/>
        </w:rPr>
        <w:t>বংশ থেকে এক ব্যক্তিকে নিয়োগ দেন।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ইসাফুর রাগেবীনও একই হাদীস ১৪৮ পৃষ্ঠায় বর্ণনা করেছে।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নুরুল আবছারে</w:t>
      </w:r>
      <w:r w:rsidRPr="009F36D3">
        <w:t>, (</w:t>
      </w:r>
      <w:r w:rsidRPr="009F36D3">
        <w:rPr>
          <w:cs/>
          <w:lang w:bidi="bn-IN"/>
        </w:rPr>
        <w:t>পৃষ্ঠা-২৯৯) আলী (আঃ) থেকে একটি হাদীস</w:t>
      </w:r>
      <w:r w:rsidRPr="009F36D3">
        <w:t xml:space="preserve"> </w:t>
      </w:r>
      <w:r w:rsidRPr="009F36D3">
        <w:rPr>
          <w:cs/>
          <w:lang w:bidi="bn-IN"/>
        </w:rPr>
        <w:t>বর্ণিত হয়েছে যে 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 থাকে অবশ্যই</w:t>
      </w:r>
      <w:r w:rsidRPr="009F36D3">
        <w:t xml:space="preserve"> (</w:t>
      </w:r>
      <w:r w:rsidRPr="009F36D3">
        <w:rPr>
          <w:cs/>
          <w:lang w:bidi="bn-IN"/>
        </w:rPr>
        <w:t>সেদিন) আল্লাহ আমার বংশ থেকে এক ব্যক্তির আগমন</w:t>
      </w:r>
      <w:r w:rsidRPr="009F36D3">
        <w:t xml:space="preserve"> </w:t>
      </w:r>
      <w:r w:rsidRPr="009F36D3">
        <w:rPr>
          <w:cs/>
          <w:lang w:bidi="bn-IN"/>
        </w:rPr>
        <w:t>ঘটাবেন।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এরপর লেখক বলেন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এ হাদীসটি আবু দাউদ কৃতর্ক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বর্ণিত হয়েছে।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 বইতে (পৃষ্ঠা ২৩১) আবু হুরায়রা থেকে বর্ণিত হয়েছে যে নবী (সাঃ)</w:t>
      </w:r>
      <w:r w:rsidRPr="009F36D3">
        <w:t xml:space="preserve"> </w:t>
      </w:r>
      <w:r w:rsidRPr="009F36D3">
        <w:rPr>
          <w:cs/>
          <w:lang w:bidi="bn-IN"/>
        </w:rPr>
        <w:t>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ক্বিয়ামত সংঘটিত হবে না যতক্ষণ পর্যন্ত</w:t>
      </w:r>
      <w:r w:rsidRPr="009F36D3">
        <w:t xml:space="preserve"> </w:t>
      </w:r>
      <w:r w:rsidRPr="009F36D3">
        <w:rPr>
          <w:cs/>
          <w:lang w:bidi="bn-IN"/>
        </w:rPr>
        <w:t>না আমার বংশ থেকে</w:t>
      </w:r>
      <w:r w:rsidRPr="009F36D3">
        <w:t xml:space="preserve"> </w:t>
      </w:r>
      <w:r w:rsidRPr="009F36D3">
        <w:rPr>
          <w:cs/>
          <w:lang w:bidi="bn-IN"/>
        </w:rPr>
        <w:t>এক ব্যক্তি আসে এবং শাসন করে।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ইসাফুর রাগেবীনের ১৫১ পৃষ্ঠায় উল্লেখ করা হয়েছে যে আহমাদ ও</w:t>
      </w:r>
      <w:r w:rsidRPr="009F36D3">
        <w:t xml:space="preserve"> </w:t>
      </w:r>
      <w:r w:rsidRPr="009F36D3">
        <w:rPr>
          <w:cs/>
          <w:lang w:bidi="bn-IN"/>
        </w:rPr>
        <w:t>মাওয়ারদী নবী (সাঃ) থেকে বর্ণনা করেছেন যে তিনি বলেছেন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সুসংবাদ তোমাদের (সবাইকে) মাহদীর বিষয়ে।</w:t>
      </w:r>
      <w:r w:rsidRPr="00B06DC9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একই হাদীস এসেছে</w:t>
      </w:r>
      <w:r w:rsidRPr="009F36D3">
        <w:t xml:space="preserve"> </w:t>
      </w:r>
      <w:r w:rsidRPr="009F36D3">
        <w:rPr>
          <w:cs/>
          <w:lang w:bidi="bn-IN"/>
        </w:rPr>
        <w:t>নুরুল আবসারে ১৫১ পৃষ্ঠায়।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নুরুল আবসারের লেখক ২৩১ পৃষ্ঠায় লেখেন : আহমাদ বর্ণনা করেছেন</w:t>
      </w:r>
      <w:r w:rsidRPr="009F36D3">
        <w:t xml:space="preserve"> </w:t>
      </w:r>
      <w:r w:rsidRPr="009F36D3">
        <w:rPr>
          <w:cs/>
          <w:lang w:bidi="bn-IN"/>
        </w:rPr>
        <w:t xml:space="preserve">আবু সাইদ খুদরী থেকে যে নবী (সাঃ) বলেছেন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আমি তোমাদের</w:t>
      </w:r>
      <w:r w:rsidRPr="009F36D3">
        <w:t xml:space="preserve"> </w:t>
      </w:r>
      <w:r w:rsidRPr="009F36D3">
        <w:rPr>
          <w:cs/>
          <w:lang w:bidi="bn-IN"/>
        </w:rPr>
        <w:t>সুসংবাদ দিচ্ছি মাহদী সম্পর্কে।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ইয়ানাবিউল মুওয়াদ্দাতে (পৃষ্ঠা ৪৩২) ক্বাতাদা থেকে বর্ণিত হয়েছে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 xml:space="preserve">আমি সাইদ ইবনে মাসীবকে জিজ্ঞেস করলাম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মাহদী সম্পর্কে কী</w:t>
      </w:r>
      <w:r w:rsidRPr="009F36D3">
        <w:t xml:space="preserve"> </w:t>
      </w:r>
      <w:r w:rsidRPr="009F36D3">
        <w:rPr>
          <w:cs/>
          <w:lang w:bidi="bn-IN"/>
        </w:rPr>
        <w:t>কোন সত্যতা আছে</w:t>
      </w:r>
      <w:r w:rsidRPr="009F36D3">
        <w:t>?</w:t>
      </w:r>
      <w:r w:rsidRPr="00B06DC9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সে বললো : হ্যা</w:t>
      </w:r>
      <w:r w:rsidRPr="009F36D3">
        <w:t xml:space="preserve">, </w:t>
      </w:r>
      <w:r w:rsidRPr="009F36D3">
        <w:rPr>
          <w:cs/>
          <w:lang w:bidi="bn-IN"/>
        </w:rPr>
        <w:t>সে সত্য এবং সে ফাতেমার বংশ</w:t>
      </w:r>
      <w:r w:rsidRPr="009F36D3">
        <w:t xml:space="preserve"> </w:t>
      </w:r>
      <w:r w:rsidRPr="009F36D3">
        <w:rPr>
          <w:cs/>
          <w:lang w:bidi="bn-IN"/>
        </w:rPr>
        <w:t>থেকে।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 বইতে পূর্বে উল্লেখিত পৃষ্ঠায় আলী (আঃ) থেকে বর্ণিত হয়েছে যে</w:t>
      </w:r>
      <w:r w:rsidRPr="009F36D3">
        <w:t xml:space="preserve"> </w:t>
      </w:r>
      <w:r w:rsidRPr="009F36D3">
        <w:rPr>
          <w:cs/>
          <w:lang w:bidi="bn-IN"/>
        </w:rPr>
        <w:t xml:space="preserve">নবী (সাঃ) বলেছেন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 দিনের বেশী অবশিষ্ট না</w:t>
      </w:r>
      <w:r w:rsidRPr="009F36D3">
        <w:t xml:space="preserve"> </w:t>
      </w:r>
      <w:r w:rsidRPr="009F36D3">
        <w:rPr>
          <w:cs/>
          <w:lang w:bidi="bn-IN"/>
        </w:rPr>
        <w:t>থাকে অবশ্যই আল্লাহ আমার বংশ থেকে এক ব্যক্তির আগমন ঘটাবেন।</w:t>
      </w:r>
      <w:r w:rsidRPr="00B06DC9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লেখেন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এ হাদীসটি আবু দাউদ</w:t>
      </w:r>
      <w:r w:rsidRPr="009F36D3">
        <w:t xml:space="preserve">, </w:t>
      </w:r>
      <w:r w:rsidRPr="009F36D3">
        <w:rPr>
          <w:cs/>
          <w:lang w:bidi="bn-IN"/>
        </w:rPr>
        <w:t>আহমাদ</w:t>
      </w:r>
      <w:r w:rsidRPr="009F36D3">
        <w:t xml:space="preserve">, </w:t>
      </w:r>
      <w:r w:rsidRPr="009F36D3">
        <w:rPr>
          <w:cs/>
          <w:lang w:bidi="bn-IN"/>
        </w:rPr>
        <w:t>তিরমিযী ও</w:t>
      </w:r>
      <w:r w:rsidRPr="009F36D3">
        <w:t xml:space="preserve"> </w:t>
      </w:r>
      <w:r w:rsidRPr="009F36D3">
        <w:rPr>
          <w:cs/>
          <w:lang w:bidi="bn-IN"/>
        </w:rPr>
        <w:t>ইবনে মাজাহও বর্ণনা করেছেন।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 বইতে</w:t>
      </w:r>
      <w:r w:rsidRPr="009F36D3">
        <w:t>, (</w:t>
      </w:r>
      <w:r w:rsidRPr="009F36D3">
        <w:rPr>
          <w:cs/>
          <w:lang w:bidi="bn-IN"/>
        </w:rPr>
        <w:t xml:space="preserve">পৃষ্ঠা ৪৩২) একটি হাদীস আহমাদ এর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বর্ণিত হয়েছে যে নবী (সাঃ) বলেছেন :</w:t>
      </w:r>
      <w:r w:rsidRPr="009F36D3">
        <w:t xml:space="preserve">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ক্বেয়ামত সংঘটিত হবে না যতক্ষণ না পৃথিবী নিষ্ঠুরতায়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হবে। তখন আমার বংশ থেকে এক ব্যক্তি আসবে</w:t>
      </w:r>
      <w:r w:rsidRPr="009F36D3">
        <w:t xml:space="preserve"> </w:t>
      </w:r>
      <w:r w:rsidRPr="009F36D3">
        <w:rPr>
          <w:cs/>
          <w:lang w:bidi="bn-IN"/>
        </w:rPr>
        <w:t>তা ইনসাফ ও ন্যায়বিচারে পূর্ণ করে দিতে।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আবার একই বইতে ৪৪০ পৃষ্ঠায় তিনি লিখেছেন : মুফেক্ব ইবনে</w:t>
      </w:r>
      <w:r w:rsidRPr="009F36D3">
        <w:t xml:space="preserve"> </w:t>
      </w:r>
      <w:r w:rsidRPr="009F36D3">
        <w:rPr>
          <w:cs/>
          <w:lang w:bidi="bn-IN"/>
        </w:rPr>
        <w:t>আহমাদ আখতার খাওয়ারাযম-এর খোতবা থেকে বর্ণনা করেন যিনি বর্ণনা</w:t>
      </w:r>
      <w:r w:rsidRPr="009F36D3">
        <w:t xml:space="preserve"> </w:t>
      </w:r>
      <w:r w:rsidRPr="009F36D3">
        <w:rPr>
          <w:cs/>
          <w:lang w:bidi="bn-IN"/>
        </w:rPr>
        <w:t>করেন আব্দুর রহমান ইবনে আবি লাইলী থেকে</w:t>
      </w:r>
      <w:r w:rsidRPr="009F36D3">
        <w:t xml:space="preserve">, </w:t>
      </w:r>
      <w:r w:rsidRPr="009F36D3">
        <w:rPr>
          <w:cs/>
          <w:lang w:bidi="bn-IN"/>
        </w:rPr>
        <w:t>তিনি তার বাবা থেকে</w:t>
      </w:r>
      <w:r w:rsidRPr="009F36D3">
        <w:t xml:space="preserve"> </w:t>
      </w:r>
      <w:r w:rsidRPr="009F36D3">
        <w:rPr>
          <w:cs/>
          <w:lang w:bidi="bn-IN"/>
        </w:rPr>
        <w:t>যিনি বলেন : খাইবারের যুদ্ধে নবী (সাঃ) আলীর (আঃ) হাতে পতাকা</w:t>
      </w:r>
      <w:r w:rsidRPr="009F36D3">
        <w:t xml:space="preserve"> </w:t>
      </w:r>
      <w:r w:rsidRPr="009F36D3">
        <w:rPr>
          <w:cs/>
          <w:lang w:bidi="bn-IN"/>
        </w:rPr>
        <w:t>দিলেন। তারপর আল্লাহ তার হাতে বিজয় দিলেন। পরে গাদীরে খুমে</w:t>
      </w:r>
      <w:r w:rsidRPr="009F36D3">
        <w:t xml:space="preserve"> </w:t>
      </w:r>
      <w:r w:rsidRPr="009F36D3">
        <w:rPr>
          <w:cs/>
          <w:lang w:bidi="bn-IN"/>
        </w:rPr>
        <w:t>তিনি লোকদেরকে মনে করিয়ে দিলেন যে আলী সকল বিশ্বাসী পুরুষ ও</w:t>
      </w:r>
      <w:r w:rsidRPr="009F36D3">
        <w:t xml:space="preserve"> </w:t>
      </w:r>
      <w:r w:rsidRPr="009F36D3">
        <w:rPr>
          <w:cs/>
          <w:lang w:bidi="bn-IN"/>
        </w:rPr>
        <w:t xml:space="preserve">নারীর মাওলা (অভিভাবক) </w:t>
      </w:r>
      <w:r w:rsidRPr="009F36D3">
        <w:rPr>
          <w:cs/>
          <w:lang w:bidi="bn-IN"/>
        </w:rPr>
        <w:lastRenderedPageBreak/>
        <w:t>এবং আরো বলতে থাকলেন এবং এক পর্যায়ে</w:t>
      </w:r>
      <w:r w:rsidRPr="009F36D3">
        <w:t xml:space="preserve"> </w:t>
      </w:r>
      <w:r w:rsidRPr="009F36D3">
        <w:rPr>
          <w:cs/>
          <w:lang w:bidi="bn-IN"/>
        </w:rPr>
        <w:t>কিছু বাক্য বললেন আলী</w:t>
      </w:r>
      <w:r w:rsidRPr="009F36D3">
        <w:t xml:space="preserve">, </w:t>
      </w:r>
      <w:r w:rsidRPr="009F36D3">
        <w:rPr>
          <w:cs/>
          <w:lang w:bidi="bn-IN"/>
        </w:rPr>
        <w:t>ফাতেমা</w:t>
      </w:r>
      <w:r w:rsidRPr="009F36D3">
        <w:t xml:space="preserve">, </w:t>
      </w:r>
      <w:r w:rsidRPr="009F36D3">
        <w:rPr>
          <w:cs/>
          <w:lang w:bidi="bn-IN"/>
        </w:rPr>
        <w:t>হাসান এবং হুসাইনের নৈতিক</w:t>
      </w:r>
      <w:r w:rsidRPr="009F36D3">
        <w:t xml:space="preserve"> </w:t>
      </w:r>
      <w:r w:rsidRPr="009F36D3">
        <w:rPr>
          <w:cs/>
          <w:lang w:bidi="bn-IN"/>
        </w:rPr>
        <w:t>গুণাবলী সম্পর্কে।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এরপর তিনি বললেন : </w:t>
      </w: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জীবরাইল আমাকে জানিয়েছে আমার বিদায়ের</w:t>
      </w:r>
      <w:r w:rsidRPr="009F36D3">
        <w:t xml:space="preserve"> </w:t>
      </w:r>
      <w:r w:rsidRPr="009F36D3">
        <w:rPr>
          <w:cs/>
          <w:lang w:bidi="bn-IN"/>
        </w:rPr>
        <w:t>পর তারা অবিচার ও নিপীড়নের শিকার হবে এবং এ নিপীড়ন চলতে</w:t>
      </w:r>
      <w:r w:rsidRPr="009F36D3">
        <w:t xml:space="preserve"> </w:t>
      </w:r>
      <w:r w:rsidRPr="009F36D3">
        <w:rPr>
          <w:cs/>
          <w:lang w:bidi="bn-IN"/>
        </w:rPr>
        <w:t>থাকবে একটি আন্দোলন পর্যন্ত</w:t>
      </w:r>
      <w:r w:rsidRPr="009F36D3">
        <w:t xml:space="preserve"> </w:t>
      </w:r>
      <w:r w:rsidRPr="009F36D3">
        <w:rPr>
          <w:cs/>
          <w:lang w:bidi="bn-IN"/>
        </w:rPr>
        <w:t xml:space="preserve">যা তাদের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B06DC9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শুরু করবে এবং সে</w:t>
      </w:r>
      <w:r w:rsidRPr="009F36D3">
        <w:t xml:space="preserve"> </w:t>
      </w:r>
      <w:r w:rsidRPr="009F36D3">
        <w:rPr>
          <w:cs/>
          <w:lang w:bidi="bn-IN"/>
        </w:rPr>
        <w:t>সময় তাদের বিশ্বাসকে</w:t>
      </w:r>
      <w:r w:rsidRPr="009F36D3">
        <w:t xml:space="preserve"> </w:t>
      </w:r>
      <w:r w:rsidRPr="009F36D3">
        <w:rPr>
          <w:cs/>
          <w:lang w:bidi="bn-IN"/>
        </w:rPr>
        <w:t>উচুঁতে উঠানো হবে</w:t>
      </w:r>
      <w:r w:rsidRPr="009F36D3">
        <w:t xml:space="preserve">, </w:t>
      </w:r>
      <w:r w:rsidRPr="009F36D3">
        <w:rPr>
          <w:cs/>
          <w:lang w:bidi="bn-IN"/>
        </w:rPr>
        <w:t>জনগণ তাদের বন্ধুত্বের দিকে</w:t>
      </w:r>
      <w:r w:rsidRPr="009F36D3">
        <w:t xml:space="preserve"> </w:t>
      </w:r>
      <w:r w:rsidRPr="009F36D3">
        <w:rPr>
          <w:cs/>
          <w:lang w:bidi="bn-IN"/>
        </w:rPr>
        <w:t>ফিরবে</w:t>
      </w:r>
      <w:r w:rsidRPr="009F36D3">
        <w:t xml:space="preserve">, </w:t>
      </w:r>
      <w:r w:rsidRPr="009F36D3">
        <w:rPr>
          <w:cs/>
          <w:lang w:bidi="bn-IN"/>
        </w:rPr>
        <w:t>তাদের বিরুদ্ধে খারাপ কথা শেষ হবে। তাদের প্রতি যাদের</w:t>
      </w:r>
      <w:r w:rsidRPr="009F36D3">
        <w:t xml:space="preserve"> </w:t>
      </w:r>
      <w:r w:rsidRPr="009F36D3">
        <w:rPr>
          <w:cs/>
          <w:lang w:bidi="bn-IN"/>
        </w:rPr>
        <w:t>তিক্ততা আছে তারা অপমানিত হবে এবং যারা তাদের প্রশংসা করবে</w:t>
      </w:r>
      <w:r w:rsidRPr="009F36D3">
        <w:t xml:space="preserve"> </w:t>
      </w:r>
      <w:r w:rsidRPr="009F36D3">
        <w:rPr>
          <w:cs/>
          <w:lang w:bidi="bn-IN"/>
        </w:rPr>
        <w:t>তাদের সংখ্যা বৃদ্ধি পাবে। এ ধরনের ঘটনা তখন ঘটবে যখন শহরগুলো</w:t>
      </w:r>
      <w:r w:rsidRPr="009F36D3">
        <w:t xml:space="preserve"> </w:t>
      </w:r>
      <w:r w:rsidRPr="009F36D3">
        <w:rPr>
          <w:cs/>
          <w:lang w:bidi="bn-IN"/>
        </w:rPr>
        <w:t>পরস্পরের সাথে সংঘর্ষে লিপ্ত হবে এবং জনগণ দূর্বল হয়ে যাবে এবং</w:t>
      </w:r>
      <w:r w:rsidRPr="009F36D3">
        <w:t xml:space="preserve"> </w:t>
      </w:r>
      <w:r w:rsidRPr="009F36D3">
        <w:rPr>
          <w:cs/>
          <w:lang w:bidi="bn-IN"/>
        </w:rPr>
        <w:t>রেহাই পাওয়ার ক্ষেত্রে অসহায় হয়ে পড়বে। তখন (ক্বায়েম)</w:t>
      </w:r>
      <w:r w:rsidRPr="009F36D3">
        <w:t xml:space="preserve"> </w:t>
      </w:r>
      <w:r w:rsidRPr="009F36D3">
        <w:rPr>
          <w:cs/>
          <w:lang w:bidi="bn-IN"/>
        </w:rPr>
        <w:t>আসবে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এবং আল্লাহ সত্যকে প্রকাশ করবেন তার মাধ্যমে এবং</w:t>
      </w:r>
      <w:r w:rsidRPr="009F36D3">
        <w:t xml:space="preserve"> </w:t>
      </w:r>
      <w:r w:rsidRPr="009F36D3">
        <w:rPr>
          <w:cs/>
          <w:lang w:bidi="bn-IN"/>
        </w:rPr>
        <w:t>মিথ্যাকে নিভিয়ে দিবেন তার তরবারীর মাধ্যমে।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এরপর তিনি বললেন :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হে জনতা</w:t>
      </w:r>
      <w:r w:rsidRPr="009F36D3">
        <w:t xml:space="preserve">, </w:t>
      </w:r>
      <w:r w:rsidRPr="009F36D3">
        <w:rPr>
          <w:cs/>
          <w:lang w:bidi="bn-IN"/>
        </w:rPr>
        <w:t>সুসংবাদ তোমাদের বোঝা লাঘব এবং</w:t>
      </w:r>
      <w:r w:rsidRPr="009F36D3">
        <w:t xml:space="preserve"> </w:t>
      </w:r>
      <w:r w:rsidRPr="009F36D3">
        <w:rPr>
          <w:cs/>
          <w:lang w:bidi="bn-IN"/>
        </w:rPr>
        <w:t>বিরামের বিষয়ে। অবশ্যই আল্লাহর ওয়াদা সত্য এবং তিনি কখনো তা</w:t>
      </w:r>
      <w:r w:rsidRPr="009F36D3">
        <w:t xml:space="preserve"> </w:t>
      </w:r>
      <w:r w:rsidRPr="009F36D3">
        <w:rPr>
          <w:cs/>
          <w:lang w:bidi="bn-IN"/>
        </w:rPr>
        <w:t>ভাঙ্গেন না এবং তার আদেশ কখনো খণ্ডন হয় না। তিনি সর্বসচেতন এবং</w:t>
      </w:r>
      <w:r w:rsidRPr="009F36D3">
        <w:t xml:space="preserve"> </w:t>
      </w:r>
      <w:r w:rsidRPr="009F36D3">
        <w:rPr>
          <w:cs/>
          <w:lang w:bidi="bn-IN"/>
        </w:rPr>
        <w:t>সর্বদ্রষ্টা এবং আল্লাহর বিজয় নিকটবর্তী</w:t>
      </w:r>
      <w:r w:rsidRPr="009F36D3">
        <w:rPr>
          <w:cs/>
          <w:lang w:bidi="hi-IN"/>
        </w:rPr>
        <w:t>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একই বইতে পৃষ্ঠা ৪৪৭ এ তিনি শেইখ আবু ইসহাক ইবরাহিম</w:t>
      </w:r>
      <w:r w:rsidRPr="009F36D3">
        <w:t xml:space="preserve"> </w:t>
      </w:r>
      <w:r w:rsidRPr="009F36D3">
        <w:rPr>
          <w:cs/>
          <w:lang w:bidi="bn-IN"/>
        </w:rPr>
        <w:t xml:space="preserve">ইবনে ইয়াকুব এর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 বই থেকে যিনি জাবির ইবনে</w:t>
      </w:r>
      <w:r w:rsidRPr="009F36D3">
        <w:t xml:space="preserve"> </w:t>
      </w:r>
      <w:r w:rsidRPr="009F36D3">
        <w:rPr>
          <w:cs/>
          <w:lang w:bidi="bn-IN"/>
        </w:rPr>
        <w:t>আব্দুল্লাহ আনসারী থেকে বর্ণনা করেন যে নবী (সাঃ) বলেছেন :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B06DC9">
        <w:rPr>
          <w:rStyle w:val="libAlaemChar"/>
        </w:rPr>
        <w:t>“</w:t>
      </w:r>
      <w:r w:rsidRPr="009F36D3">
        <w:rPr>
          <w:cs/>
          <w:lang w:bidi="bn-IN"/>
        </w:rPr>
        <w:t>যে ব্যক্তি মাহদীর আগমনকে অস্বীকার</w:t>
      </w:r>
      <w:r w:rsidRPr="009F36D3">
        <w:t xml:space="preserve"> </w:t>
      </w:r>
      <w:r w:rsidRPr="009F36D3">
        <w:rPr>
          <w:cs/>
          <w:lang w:bidi="bn-IN"/>
        </w:rPr>
        <w:t>করলো সে অবশ্যই</w:t>
      </w:r>
      <w:r w:rsidRPr="009F36D3">
        <w:t xml:space="preserve"> </w:t>
      </w:r>
      <w:r w:rsidRPr="009F36D3">
        <w:rPr>
          <w:cs/>
          <w:lang w:bidi="bn-IN"/>
        </w:rPr>
        <w:t>অবিশ্বাস করলো যা আল্লাহ মুহাম্মাদের ওপর নাযিল করেছেন</w:t>
      </w:r>
      <w:r w:rsidRPr="009F36D3">
        <w:t xml:space="preserve"> </w:t>
      </w:r>
      <w:r w:rsidRPr="009F36D3">
        <w:rPr>
          <w:cs/>
          <w:lang w:bidi="bn-IN"/>
        </w:rPr>
        <w:t>এবং যে ঈসা-র আগমনকে অস্বীকার</w:t>
      </w:r>
      <w:r w:rsidRPr="009F36D3">
        <w:t xml:space="preserve"> </w:t>
      </w:r>
      <w:r w:rsidRPr="009F36D3">
        <w:rPr>
          <w:cs/>
          <w:lang w:bidi="bn-IN"/>
        </w:rPr>
        <w:t>করলো অবশ্যই সে</w:t>
      </w:r>
      <w:r w:rsidRPr="009F36D3">
        <w:t xml:space="preserve"> </w:t>
      </w:r>
      <w:r w:rsidRPr="009F36D3">
        <w:rPr>
          <w:cs/>
          <w:lang w:bidi="bn-IN"/>
        </w:rPr>
        <w:t>অবিশ্বাসীতে পরিণত হলো এবং যে দাজ্জালের বিদ্রোহকে</w:t>
      </w:r>
      <w:r w:rsidRPr="009F36D3">
        <w:t xml:space="preserve"> </w:t>
      </w:r>
      <w:r w:rsidRPr="009F36D3">
        <w:rPr>
          <w:cs/>
          <w:lang w:bidi="bn-IN"/>
        </w:rPr>
        <w:t>অস্বীকার করলো সে অবশ্যই অবিশ্বাসীতে</w:t>
      </w:r>
      <w:r w:rsidRPr="009F36D3">
        <w:t xml:space="preserve"> </w:t>
      </w:r>
      <w:r w:rsidRPr="009F36D3">
        <w:rPr>
          <w:cs/>
          <w:lang w:bidi="bn-IN"/>
        </w:rPr>
        <w:t>পরিণত হলো।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A34532" w:rsidRPr="006E1E70" w:rsidRDefault="00A34532" w:rsidP="006E1E70">
      <w:r>
        <w:br w:type="page"/>
      </w:r>
    </w:p>
    <w:p w:rsidR="005A057D" w:rsidRPr="009F36D3" w:rsidRDefault="005A057D" w:rsidP="003E5927">
      <w:pPr>
        <w:pStyle w:val="Heading2Center"/>
      </w:pPr>
      <w:bookmarkStart w:id="4" w:name="_Toc451691919"/>
      <w:r w:rsidRPr="009F36D3">
        <w:rPr>
          <w:cs/>
          <w:lang w:bidi="bn-IN"/>
        </w:rPr>
        <w:lastRenderedPageBreak/>
        <w:t xml:space="preserve">মাহদী </w:t>
      </w:r>
      <w:r w:rsidRPr="009F36D3">
        <w:rPr>
          <w:rtl/>
          <w:cs/>
        </w:rPr>
        <w:t>(</w:t>
      </w:r>
      <w:r w:rsidRPr="009F36D3">
        <w:rPr>
          <w:rtl/>
          <w:cs/>
          <w:lang w:bidi="bn-IN"/>
        </w:rPr>
        <w:t>আঃ</w:t>
      </w:r>
      <w:r w:rsidRPr="009F36D3">
        <w:rPr>
          <w:rtl/>
          <w:cs/>
        </w:rPr>
        <w:t xml:space="preserve">) </w:t>
      </w:r>
      <w:r w:rsidRPr="009F36D3">
        <w:rPr>
          <w:cs/>
          <w:lang w:bidi="bn-IN"/>
        </w:rPr>
        <w:t xml:space="preserve">সম্পর্কে হযরত আলী </w:t>
      </w:r>
      <w:r w:rsidRPr="009F36D3">
        <w:rPr>
          <w:rtl/>
          <w:cs/>
        </w:rPr>
        <w:t>(</w:t>
      </w:r>
      <w:r w:rsidRPr="009F36D3">
        <w:rPr>
          <w:rtl/>
          <w:cs/>
          <w:lang w:bidi="bn-IN"/>
        </w:rPr>
        <w:t>আঃ</w:t>
      </w:r>
      <w:r w:rsidRPr="009F36D3">
        <w:rPr>
          <w:rtl/>
          <w:cs/>
        </w:rPr>
        <w:t>)-</w:t>
      </w:r>
      <w:r w:rsidRPr="009F36D3">
        <w:rPr>
          <w:rtl/>
          <w:cs/>
          <w:lang w:bidi="bn-IN"/>
        </w:rPr>
        <w:t>এর খোতবা</w:t>
      </w:r>
      <w:bookmarkEnd w:id="4"/>
      <w:r w:rsidRPr="009F36D3">
        <w:t xml:space="preserve"> </w:t>
      </w:r>
    </w:p>
    <w:p w:rsidR="00A34532" w:rsidRDefault="00A34532" w:rsidP="00B06DC9">
      <w:pPr>
        <w:pStyle w:val="libNormal"/>
        <w:rPr>
          <w:cs/>
          <w:lang w:bidi="bn-IN"/>
        </w:rPr>
      </w:pP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 xml:space="preserve">নাহাজুল বালাগা </w:t>
      </w:r>
      <w:r w:rsidRPr="009F36D3">
        <w:t xml:space="preserve">, </w:t>
      </w:r>
      <w:r w:rsidRPr="009F36D3">
        <w:rPr>
          <w:cs/>
          <w:lang w:bidi="bn-IN"/>
        </w:rPr>
        <w:t>খোতবা নং ৯১</w:t>
      </w:r>
      <w:r w:rsidRPr="009F36D3">
        <w:t xml:space="preserve">, </w:t>
      </w:r>
      <w:r w:rsidRPr="009F36D3">
        <w:rPr>
          <w:cs/>
          <w:lang w:bidi="bn-IN"/>
        </w:rPr>
        <w:t>মাহদী (আঃ) সম্পর্কে ইমাম</w:t>
      </w:r>
      <w:r w:rsidRPr="009F36D3">
        <w:t xml:space="preserve"> </w:t>
      </w:r>
      <w:r w:rsidRPr="009F36D3">
        <w:rPr>
          <w:cs/>
          <w:lang w:bidi="bn-IN"/>
        </w:rPr>
        <w:t>আলী (আঃ)এর বক্তব্য। এটি একটি খোতবার অংশ যা তিনি বনি</w:t>
      </w:r>
      <w:r w:rsidRPr="009F36D3">
        <w:t xml:space="preserve"> </w:t>
      </w:r>
      <w:r w:rsidRPr="009F36D3">
        <w:rPr>
          <w:cs/>
          <w:lang w:bidi="bn-IN"/>
        </w:rPr>
        <w:t>উমাইয়্যা ও জনগণের প্রতি তাদের অপকর্ম সম্পর্কে দিয়েছিলেন যার এক</w:t>
      </w:r>
      <w:r w:rsidRPr="009F36D3">
        <w:t xml:space="preserve"> </w:t>
      </w:r>
      <w:r w:rsidRPr="009F36D3">
        <w:rPr>
          <w:cs/>
          <w:lang w:bidi="bn-IN"/>
        </w:rPr>
        <w:t>পর্যায়ে তিনি বললেন : এরপর</w:t>
      </w:r>
      <w:r w:rsidRPr="009F36D3">
        <w:t xml:space="preserve">, </w:t>
      </w:r>
      <w:r w:rsidRPr="009F36D3">
        <w:rPr>
          <w:cs/>
          <w:lang w:bidi="bn-IN"/>
        </w:rPr>
        <w:t>আল্লাহ তোমাদের উপর অপ্রীতিকরভাবে</w:t>
      </w:r>
      <w:r w:rsidRPr="009F36D3">
        <w:t xml:space="preserve"> </w:t>
      </w:r>
      <w:r w:rsidRPr="009F36D3">
        <w:rPr>
          <w:cs/>
          <w:lang w:bidi="bn-IN"/>
        </w:rPr>
        <w:t>বিস্তৃতৃ</w:t>
      </w:r>
      <w:r w:rsidRPr="009F36D3">
        <w:t xml:space="preserve"> </w:t>
      </w:r>
      <w:r w:rsidRPr="009F36D3">
        <w:rPr>
          <w:cs/>
          <w:lang w:bidi="bn-IN"/>
        </w:rPr>
        <w:t>করবেন সমস্যাবলী এবং অন্যান্য ঘটনা এবং চামড়া কেটে নেয়া</w:t>
      </w:r>
      <w:r w:rsidRPr="009F36D3">
        <w:t xml:space="preserve"> </w:t>
      </w:r>
      <w:r w:rsidRPr="009F36D3">
        <w:rPr>
          <w:cs/>
          <w:lang w:bidi="bn-IN"/>
        </w:rPr>
        <w:t>হবে</w:t>
      </w:r>
      <w:r w:rsidRPr="009F36D3">
        <w:t xml:space="preserve">, </w:t>
      </w:r>
      <w:r w:rsidRPr="009F36D3">
        <w:rPr>
          <w:cs/>
          <w:lang w:bidi="bn-IN"/>
        </w:rPr>
        <w:t>গোশত চেঁছে নেয়া হবে</w:t>
      </w:r>
      <w:r w:rsidRPr="009F36D3">
        <w:t xml:space="preserve">, </w:t>
      </w:r>
      <w:r w:rsidRPr="009F36D3">
        <w:rPr>
          <w:cs/>
          <w:lang w:bidi="bn-IN"/>
        </w:rPr>
        <w:t>তখনই (শুধু) দুর্যোগ সাফ করা হবে।</w:t>
      </w:r>
      <w:r w:rsidRPr="00B06DC9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আরো বললেন : আল্লাহ এ স্বাধীনতা ও নাজাত এক ব্যক্তির</w:t>
      </w:r>
      <w:r w:rsidRPr="009F36D3">
        <w:t xml:space="preserve"> </w:t>
      </w:r>
      <w:r w:rsidRPr="009F36D3">
        <w:rPr>
          <w:cs/>
          <w:lang w:bidi="bn-IN"/>
        </w:rPr>
        <w:t>মাধ্যমে আনবেন যার আচরণ সেই গোত্রের প্রতি হবে কঠিন ও দয়াহীন</w:t>
      </w:r>
      <w:r w:rsidRPr="009F36D3">
        <w:t xml:space="preserve"> </w:t>
      </w:r>
      <w:r w:rsidRPr="009F36D3">
        <w:rPr>
          <w:cs/>
          <w:lang w:bidi="bn-IN"/>
        </w:rPr>
        <w:t>এবং সে তাদেরকে শাস্তি দিবে এবং সে তাদের তৃষ্ণা মেটাবে (কষ্টের)</w:t>
      </w:r>
      <w:r w:rsidRPr="009F36D3">
        <w:t xml:space="preserve"> </w:t>
      </w:r>
      <w:r w:rsidRPr="009F36D3">
        <w:rPr>
          <w:cs/>
          <w:lang w:bidi="bn-IN"/>
        </w:rPr>
        <w:t>তিক্ত পেয়ালা দিয়ে এবং তাদের প্রতি তরবারী ছাড়া কিছু বাড়িয়ে দিবে</w:t>
      </w:r>
      <w:r w:rsidRPr="009F36D3">
        <w:t xml:space="preserve"> </w:t>
      </w:r>
      <w:r w:rsidRPr="009F36D3">
        <w:rPr>
          <w:cs/>
          <w:lang w:bidi="bn-IN"/>
        </w:rPr>
        <w:t>না।</w:t>
      </w:r>
      <w:r w:rsidRPr="00B06DC9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মোতাযালী এর তাফসীরে</w:t>
      </w:r>
      <w:r w:rsidRPr="009F36D3">
        <w:t xml:space="preserve">, </w:t>
      </w:r>
      <w:r w:rsidRPr="009F36D3">
        <w:rPr>
          <w:cs/>
          <w:lang w:bidi="bn-IN"/>
        </w:rPr>
        <w:t>তার বইয়ের দ্বিতীয় খণ্ডে (পৃষ্ঠা ১৭৮)</w:t>
      </w:r>
      <w:r w:rsidRPr="009F36D3">
        <w:t xml:space="preserve"> </w:t>
      </w:r>
      <w:r w:rsidRPr="009F36D3">
        <w:rPr>
          <w:cs/>
          <w:lang w:bidi="bn-IN"/>
        </w:rPr>
        <w:t>উপরোক্ত খোতবার অধীনে বলেন : এ খোতবাটি একদল ইতিহাসবিদ</w:t>
      </w:r>
      <w:r w:rsidRPr="009F36D3">
        <w:t xml:space="preserve"> </w:t>
      </w:r>
      <w:r w:rsidRPr="009F36D3">
        <w:rPr>
          <w:cs/>
          <w:lang w:bidi="bn-IN"/>
        </w:rPr>
        <w:t>স্মরণ করেছেন এবং এটি প্রায়ই পাওয়া যায় এবং বর্ণিত হয়েছে যে এটি</w:t>
      </w:r>
      <w:r w:rsidRPr="009F36D3">
        <w:t xml:space="preserve"> </w:t>
      </w:r>
      <w:r w:rsidRPr="009F36D3">
        <w:rPr>
          <w:cs/>
          <w:lang w:bidi="bn-IN"/>
        </w:rPr>
        <w:t>ইসতেফাদাহ</w:t>
      </w:r>
      <w:r w:rsidRPr="00B06DC9">
        <w:rPr>
          <w:rStyle w:val="libAlaemChar"/>
        </w:rPr>
        <w:t>’</w:t>
      </w:r>
      <w:r w:rsidRPr="009F36D3">
        <w:rPr>
          <w:cs/>
          <w:lang w:bidi="bn-IN"/>
        </w:rPr>
        <w:t>র (প্রচুর পাওয়া যায়) স্তরে পৌঁছেছে।</w:t>
      </w:r>
      <w:r w:rsidRPr="009F36D3">
        <w:t xml:space="preserve"> </w:t>
      </w:r>
    </w:p>
    <w:p w:rsidR="005A057D" w:rsidRPr="009F36D3" w:rsidRDefault="005A057D" w:rsidP="00B06DC9">
      <w:pPr>
        <w:pStyle w:val="libNormal"/>
      </w:pPr>
      <w:r w:rsidRPr="009F36D3">
        <w:rPr>
          <w:cs/>
          <w:lang w:bidi="bn-IN"/>
        </w:rPr>
        <w:t>নাহরেওয়ানের যুদ্ধের পর আলী (আঃ) এ ধরনের বাক্যে কথা</w:t>
      </w:r>
      <w:r w:rsidRPr="009F36D3">
        <w:t xml:space="preserve"> </w:t>
      </w:r>
      <w:r w:rsidRPr="009F36D3">
        <w:rPr>
          <w:cs/>
          <w:lang w:bidi="bn-IN"/>
        </w:rPr>
        <w:t>বলেন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ছাড়া কারো সাহস ছিলো না দৃঢ় থাকায় ও ঐসব বিদ্রোহ ও</w:t>
      </w:r>
      <w:r w:rsidRPr="009F36D3">
        <w:t xml:space="preserve"> </w:t>
      </w:r>
      <w:r w:rsidRPr="009F36D3">
        <w:rPr>
          <w:cs/>
          <w:lang w:bidi="bn-IN"/>
        </w:rPr>
        <w:t>গণ্ডগোল প্রতিরোধ করায়</w:t>
      </w:r>
      <w:r w:rsidRPr="00AA6375">
        <w:rPr>
          <w:rStyle w:val="libAlaemChar"/>
        </w:rPr>
        <w:t>”</w:t>
      </w:r>
      <w:r w:rsidRPr="009F36D3">
        <w:t xml:space="preserve"> [</w:t>
      </w:r>
      <w:r w:rsidRPr="009F36D3">
        <w:rPr>
          <w:cs/>
          <w:lang w:bidi="bn-IN"/>
        </w:rPr>
        <w:t>সম্ভবত : দৃঢ় থাকার কথা বলেছেন</w:t>
      </w:r>
      <w:r w:rsidRPr="009F36D3">
        <w:t xml:space="preserve"> </w:t>
      </w:r>
      <w:r w:rsidRPr="009F36D3">
        <w:rPr>
          <w:cs/>
          <w:lang w:bidi="bn-IN"/>
        </w:rPr>
        <w:t>খারেজীদের বিদ্রোহের সময়ে</w:t>
      </w:r>
      <w:r w:rsidRPr="009F36D3">
        <w:t xml:space="preserve">, </w:t>
      </w:r>
      <w:r w:rsidRPr="009F36D3">
        <w:rPr>
          <w:cs/>
          <w:lang w:bidi="bn-IN"/>
        </w:rPr>
        <w:t>যখন মুয়াবিয়ার সাথীরা আমর-আস-এর</w:t>
      </w:r>
      <w:r w:rsidRPr="009F36D3">
        <w:t xml:space="preserve"> </w:t>
      </w:r>
      <w:r w:rsidRPr="009F36D3">
        <w:rPr>
          <w:cs/>
          <w:lang w:bidi="bn-IN"/>
        </w:rPr>
        <w:t>চালাকিতে কোরআনকে বর্ষার আগায় বিদ্ধ করে এবং এভাবে তারা</w:t>
      </w:r>
      <w:r w:rsidRPr="009F36D3">
        <w:t xml:space="preserve"> </w:t>
      </w:r>
      <w:r w:rsidRPr="009F36D3">
        <w:rPr>
          <w:cs/>
          <w:lang w:bidi="bn-IN"/>
        </w:rPr>
        <w:t>নিজেদের হাতের তরবারীর আঘাত থেকে রক্ষা করতে চেয়েছিলো। আলী</w:t>
      </w:r>
      <w:r w:rsidRPr="009F36D3">
        <w:t xml:space="preserve"> (</w:t>
      </w:r>
      <w:r w:rsidRPr="009F36D3">
        <w:rPr>
          <w:cs/>
          <w:lang w:bidi="bn-IN"/>
        </w:rPr>
        <w:t>আঃ)-এর সৈন্যরা এ দেখে তার হুকুম মানতে দ্বিধায় পড়ে যায় এবং তার</w:t>
      </w:r>
      <w:r w:rsidRPr="009F36D3">
        <w:t xml:space="preserve"> </w:t>
      </w:r>
      <w:r w:rsidRPr="009F36D3">
        <w:rPr>
          <w:cs/>
          <w:lang w:bidi="bn-IN"/>
        </w:rPr>
        <w:t xml:space="preserve">বিরোধিতা করে বলে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 লোকদের ওপর আমাদের তরবারী উঠানোর</w:t>
      </w:r>
      <w:r w:rsidRPr="009F36D3">
        <w:t xml:space="preserve"> </w:t>
      </w:r>
      <w:r w:rsidRPr="009F36D3">
        <w:rPr>
          <w:cs/>
          <w:lang w:bidi="bn-IN"/>
        </w:rPr>
        <w:t>সাহস করা উচিত না।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অথবা সম্ভবত</w:t>
      </w:r>
      <w:r w:rsidRPr="009F36D3">
        <w:t xml:space="preserve"> </w:t>
      </w:r>
      <w:r w:rsidRPr="009F36D3">
        <w:rPr>
          <w:cs/>
          <w:lang w:bidi="bn-IN"/>
        </w:rPr>
        <w:t>জামালের যুদ্ধের প্রতিপক্ষের কথা</w:t>
      </w:r>
      <w:r w:rsidRPr="009F36D3">
        <w:t xml:space="preserve"> </w:t>
      </w:r>
      <w:r w:rsidRPr="009F36D3">
        <w:rPr>
          <w:cs/>
          <w:lang w:bidi="bn-IN"/>
        </w:rPr>
        <w:t>ইঙ্গিত করে যেখানে অংশগ্রহণ করেছে এ ধরনের ব্যক্তিত্ব যেমন হযরত</w:t>
      </w:r>
      <w:r w:rsidRPr="009F36D3">
        <w:t xml:space="preserve"> </w:t>
      </w:r>
      <w:r w:rsidRPr="009F36D3">
        <w:rPr>
          <w:cs/>
          <w:lang w:bidi="bn-IN"/>
        </w:rPr>
        <w:t>আয়শা</w:t>
      </w:r>
      <w:r w:rsidRPr="009F36D3">
        <w:t xml:space="preserve">, </w:t>
      </w:r>
      <w:r w:rsidRPr="009F36D3">
        <w:rPr>
          <w:cs/>
          <w:lang w:bidi="bn-IN"/>
        </w:rPr>
        <w:t>তালহা এবং যুবাইর</w:t>
      </w:r>
      <w:r w:rsidRPr="009F36D3">
        <w:t>,</w:t>
      </w:r>
      <w:r w:rsidRPr="009F36D3">
        <w:rPr>
          <w:cs/>
          <w:lang w:bidi="bn-IN"/>
        </w:rPr>
        <w:t xml:space="preserve"> যারা মুসলিমদের চোখে উচ্চ মর্যাদাসম্পন্ন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 xml:space="preserve">এ কারণে তাদের </w:t>
      </w:r>
      <w:r w:rsidRPr="009F36D3">
        <w:rPr>
          <w:cs/>
          <w:lang w:bidi="bn-IN"/>
        </w:rPr>
        <w:lastRenderedPageBreak/>
        <w:t>সাহস ছিলো না তাদের বিরুদ্ধে যুদ্ধ করা একমাত্র আলী</w:t>
      </w:r>
      <w:r w:rsidRPr="009F36D3">
        <w:t xml:space="preserve"> (</w:t>
      </w:r>
      <w:r w:rsidRPr="009F36D3">
        <w:rPr>
          <w:cs/>
          <w:lang w:bidi="bn-IN"/>
        </w:rPr>
        <w:t>আঃ) ছাড়া যিনি তাদের বিরুদ্ধে যুদ্ধ করেছেন ও তাদের পরাজিত</w:t>
      </w:r>
      <w:r w:rsidRPr="009F36D3">
        <w:t xml:space="preserve"> </w:t>
      </w:r>
      <w:r w:rsidRPr="009F36D3">
        <w:rPr>
          <w:cs/>
          <w:lang w:bidi="bn-IN"/>
        </w:rPr>
        <w:t>করেছেন]।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ইবনে আবিল হাদীদ বলেন : একটি বক্তব্য যা রাযী উল্লেখ করেন</w:t>
      </w:r>
      <w:r w:rsidRPr="009F36D3">
        <w:t xml:space="preserve"> </w:t>
      </w:r>
      <w:r w:rsidRPr="009F36D3">
        <w:rPr>
          <w:cs/>
          <w:lang w:bidi="bn-IN"/>
        </w:rPr>
        <w:t>নি তা হলো একটি খোতবা যা তিনি বনি-উমাইয়্যা সম্পর্কে দিয়েছেন</w:t>
      </w:r>
      <w:r w:rsidRPr="009F36D3">
        <w:t xml:space="preserve">, </w:t>
      </w:r>
      <w:r w:rsidRPr="009F36D3">
        <w:rPr>
          <w:cs/>
          <w:lang w:bidi="bn-IN"/>
        </w:rPr>
        <w:t>তার বিষয়বস্তু এরকম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তখন অবশ্যই আল্লাহ জনগণকে মুক্ত করবেন আমাদের পবিত্র</w:t>
      </w:r>
      <w:r w:rsidRPr="009F36D3">
        <w:t xml:space="preserve"> </w:t>
      </w:r>
      <w:r w:rsidRPr="009F36D3">
        <w:rPr>
          <w:cs/>
          <w:lang w:bidi="bn-IN"/>
        </w:rPr>
        <w:t>পরিবারের একজনকে দিয়ে। আমার বাবা তার জন্য কোরবান</w:t>
      </w:r>
      <w:r w:rsidRPr="009F36D3">
        <w:t xml:space="preserve"> </w:t>
      </w:r>
      <w:r w:rsidRPr="009F36D3">
        <w:rPr>
          <w:cs/>
          <w:lang w:bidi="bn-IN"/>
        </w:rPr>
        <w:t>হোক যার মা বেহেশতের শ্রেষ্ঠ নারীদের একজন।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তিনি স্বীকার করেছেন যে আলী (আঃ) এ বক্তব্যে প্রতীক্ষিত মাহদী</w:t>
      </w:r>
      <w:r w:rsidRPr="009F36D3">
        <w:t xml:space="preserve"> (</w:t>
      </w:r>
      <w:r w:rsidRPr="009F36D3">
        <w:rPr>
          <w:cs/>
          <w:lang w:bidi="bn-IN"/>
        </w:rPr>
        <w:t>আঃ)এর কথা বলেছেন।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নাহাজুল বালাগা- খোতবা নং ১৪৮। হযরত আলী (আঃ)</w:t>
      </w:r>
      <w:r w:rsidRPr="009F36D3">
        <w:t xml:space="preserve"> </w:t>
      </w:r>
      <w:r w:rsidRPr="009F36D3">
        <w:rPr>
          <w:cs/>
          <w:lang w:bidi="bn-IN"/>
        </w:rPr>
        <w:t>অদৃশ্যের খবর সম্পর্কে যা বলেছেন তা এরকম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জনতা</w:t>
      </w:r>
      <w:r w:rsidRPr="009F36D3">
        <w:t xml:space="preserve">, </w:t>
      </w:r>
      <w:r w:rsidRPr="009F36D3">
        <w:rPr>
          <w:cs/>
          <w:lang w:bidi="bn-IN"/>
        </w:rPr>
        <w:t>এটি হলো সময় প্রত্যেক শপথকৃত ঘটনা ঘটার এবং</w:t>
      </w:r>
      <w:r w:rsidRPr="009F36D3">
        <w:t xml:space="preserve"> </w:t>
      </w:r>
      <w:r w:rsidRPr="009F36D3">
        <w:rPr>
          <w:cs/>
          <w:lang w:bidi="bn-IN"/>
        </w:rPr>
        <w:t>বিভিন্ন বিষয়ের আগমনের যা সম্পর্কে তোমরা জানো না। জেনে</w:t>
      </w:r>
      <w:r w:rsidRPr="009F36D3">
        <w:t xml:space="preserve"> </w:t>
      </w:r>
      <w:r w:rsidRPr="009F36D3">
        <w:rPr>
          <w:cs/>
          <w:lang w:bidi="bn-IN"/>
        </w:rPr>
        <w:t>রাখো আমাদের মাঝ থেকে (নবী (সাঃ)-র পবিত্র পরিবার থেকে)</w:t>
      </w:r>
      <w:r w:rsidRPr="009F36D3">
        <w:t xml:space="preserve"> </w:t>
      </w:r>
      <w:r w:rsidRPr="009F36D3">
        <w:rPr>
          <w:cs/>
          <w:lang w:bidi="bn-IN"/>
        </w:rPr>
        <w:t>সে ভবিষ্যতে আমাদের পথে চলবে একটি পোজ্জ্বোল বাতি নিয়ে</w:t>
      </w:r>
      <w:r w:rsidRPr="009F36D3">
        <w:t xml:space="preserve"> </w:t>
      </w:r>
      <w:r w:rsidRPr="009F36D3">
        <w:rPr>
          <w:cs/>
          <w:lang w:bidi="bn-IN"/>
        </w:rPr>
        <w:t>এবং নৈতিকগুণ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সম্পন্নদের</w:t>
      </w:r>
      <w:r w:rsidRPr="009F36D3">
        <w:t xml:space="preserve"> </w:t>
      </w:r>
      <w:r w:rsidRPr="009F36D3">
        <w:rPr>
          <w:cs/>
          <w:lang w:bidi="bn-IN"/>
        </w:rPr>
        <w:t>পায়ের ছাপ অনুসরণ করবে গিট</w:t>
      </w:r>
      <w:r w:rsidRPr="009F36D3">
        <w:t xml:space="preserve"> </w:t>
      </w:r>
      <w:r w:rsidRPr="009F36D3">
        <w:rPr>
          <w:cs/>
          <w:lang w:bidi="bn-IN"/>
        </w:rPr>
        <w:t>খোলার জন্য</w:t>
      </w:r>
      <w:r w:rsidRPr="009F36D3">
        <w:t xml:space="preserve">, </w:t>
      </w:r>
      <w:r w:rsidRPr="009F36D3">
        <w:rPr>
          <w:cs/>
          <w:lang w:bidi="bn-IN"/>
        </w:rPr>
        <w:t>দাসদের মুক্ত করার জন্য এবং বিভক্তদের ঐক্যবদ্ধ</w:t>
      </w:r>
      <w:r w:rsidRPr="009F36D3">
        <w:t xml:space="preserve"> </w:t>
      </w:r>
      <w:r w:rsidRPr="009F36D3">
        <w:rPr>
          <w:cs/>
          <w:lang w:bidi="bn-IN"/>
        </w:rPr>
        <w:t>করার জন্য। সে জনগণের কাছ থেকে গোপন থাকবে এমনভাবে</w:t>
      </w:r>
      <w:r w:rsidRPr="009F36D3">
        <w:t xml:space="preserve"> </w:t>
      </w:r>
      <w:r w:rsidRPr="009F36D3">
        <w:rPr>
          <w:cs/>
          <w:lang w:bidi="bn-IN"/>
        </w:rPr>
        <w:t>যে কোন পায়ের ছাপ সন্ধানকারী তার পায়ের ছাপ খুজে পাবে না</w:t>
      </w:r>
      <w:r w:rsidRPr="009F36D3">
        <w:t xml:space="preserve"> </w:t>
      </w:r>
      <w:r w:rsidRPr="009F36D3">
        <w:rPr>
          <w:cs/>
          <w:lang w:bidi="bn-IN"/>
        </w:rPr>
        <w:t>যদি সে তার পিছু নেয়।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মোতাজালী তার বইয়ের দ্বিতীয় খণ্ডে (পৃষ্ঠা ৪৩৬ এ) এ খোতবার</w:t>
      </w:r>
      <w:r w:rsidRPr="009F36D3">
        <w:t xml:space="preserve"> </w:t>
      </w:r>
      <w:r w:rsidRPr="009F36D3">
        <w:rPr>
          <w:cs/>
          <w:lang w:bidi="bn-IN"/>
        </w:rPr>
        <w:t>অধীনে বলেন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হযরত এখানে প্রতীক্ষিত মাহদী এবং তার গোপন থাকার কথা</w:t>
      </w:r>
      <w:r w:rsidRPr="009F36D3">
        <w:t xml:space="preserve"> </w:t>
      </w:r>
      <w:r w:rsidRPr="009F36D3">
        <w:rPr>
          <w:cs/>
          <w:lang w:bidi="bn-IN"/>
        </w:rPr>
        <w:t>বলেছেন।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নাহাজুল বালাগা</w:t>
      </w:r>
      <w:r w:rsidRPr="009F36D3">
        <w:t xml:space="preserve">, </w:t>
      </w:r>
      <w:r w:rsidRPr="009F36D3">
        <w:rPr>
          <w:cs/>
          <w:lang w:bidi="bn-IN"/>
        </w:rPr>
        <w:t>খোতবা ১৮০। আলী (আঃ) যেসব খোতবা</w:t>
      </w:r>
      <w:r w:rsidRPr="009F36D3">
        <w:t xml:space="preserve"> </w:t>
      </w:r>
      <w:r w:rsidRPr="009F36D3">
        <w:rPr>
          <w:cs/>
          <w:lang w:bidi="bn-IN"/>
        </w:rPr>
        <w:t>কুফার লোকদের উদ্দেশ্যে দিয়েছিলেন সেগুলোর মধ্যে এটি একটি।</w:t>
      </w:r>
      <w:r w:rsidRPr="009F36D3">
        <w:t xml:space="preserve"> </w:t>
      </w:r>
      <w:r w:rsidRPr="009F36D3">
        <w:rPr>
          <w:cs/>
          <w:lang w:bidi="bn-IN"/>
        </w:rPr>
        <w:t>খোতবাটি বর্ণনা করার পূর্বে এটি উল্লেখ করা ভালো হবে যে</w:t>
      </w:r>
      <w:r w:rsidRPr="009F36D3">
        <w:t xml:space="preserve">, </w:t>
      </w:r>
      <w:r w:rsidRPr="009F36D3">
        <w:rPr>
          <w:cs/>
          <w:lang w:bidi="bn-IN"/>
        </w:rPr>
        <w:t>নুফিল</w:t>
      </w:r>
      <w:r w:rsidRPr="009F36D3">
        <w:t xml:space="preserve"> </w:t>
      </w:r>
      <w:r w:rsidRPr="009F36D3">
        <w:rPr>
          <w:cs/>
          <w:lang w:bidi="bn-IN"/>
        </w:rPr>
        <w:t>বুকালি বর্ণনা করেন আলী (আঃ) এ খোতবাটি দিয়েছিলেন একটি পাথরের</w:t>
      </w:r>
      <w:r w:rsidRPr="009F36D3">
        <w:t xml:space="preserve"> </w:t>
      </w:r>
      <w:r w:rsidRPr="009F36D3">
        <w:rPr>
          <w:cs/>
          <w:lang w:bidi="bn-IN"/>
        </w:rPr>
        <w:t>উপর দাঁড়িয়ে যা জুদা ইবনে হুবাইরা মুখযুমী তার জন্য স্থাপন</w:t>
      </w:r>
      <w:r w:rsidRPr="009F36D3">
        <w:t xml:space="preserve"> </w:t>
      </w:r>
      <w:r w:rsidRPr="009F36D3">
        <w:rPr>
          <w:cs/>
          <w:lang w:bidi="bn-IN"/>
        </w:rPr>
        <w:t>করেছিলেন। আলীর (আঃ) গায়ে ছিলো একটি উলের জামা</w:t>
      </w:r>
      <w:r w:rsidRPr="009F36D3">
        <w:t xml:space="preserve">,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 xml:space="preserve">তরবারীর বেল্ট ছিলো পাতার তৈরী এবং পায়ের স্যান্ডেলও </w:t>
      </w:r>
      <w:r w:rsidRPr="009F36D3">
        <w:rPr>
          <w:cs/>
          <w:lang w:bidi="bn-IN"/>
        </w:rPr>
        <w:lastRenderedPageBreak/>
        <w:t>ছিলো খেজুর</w:t>
      </w:r>
      <w:r w:rsidRPr="009F36D3">
        <w:t xml:space="preserve"> </w:t>
      </w:r>
      <w:r w:rsidRPr="009F36D3">
        <w:rPr>
          <w:cs/>
          <w:lang w:bidi="bn-IN"/>
        </w:rPr>
        <w:t>পাতা দিয়ে তৈরী। তার কপালে ছিলো একটি শক্ত জায়গা উটের হাঁটুর</w:t>
      </w:r>
      <w:r w:rsidRPr="009F36D3">
        <w:t xml:space="preserve"> </w:t>
      </w:r>
      <w:r w:rsidRPr="009F36D3">
        <w:rPr>
          <w:cs/>
          <w:lang w:bidi="bn-IN"/>
        </w:rPr>
        <w:t>মত। তিনি বললেন :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পরে থাকবে প্রজ্ঞার বর্ম</w:t>
      </w:r>
      <w:r w:rsidRPr="009F36D3">
        <w:t xml:space="preserve">, </w:t>
      </w:r>
      <w:r w:rsidRPr="009F36D3">
        <w:rPr>
          <w:cs/>
          <w:lang w:bidi="bn-IN"/>
        </w:rPr>
        <w:t>যা সে লাভ করবে এর সব শর্তসহ। যেমন</w:t>
      </w:r>
      <w:r w:rsidRPr="009F36D3">
        <w:t xml:space="preserve"> </w:t>
      </w:r>
      <w:r w:rsidRPr="009F36D3">
        <w:rPr>
          <w:cs/>
          <w:lang w:bidi="bn-IN"/>
        </w:rPr>
        <w:t>এর প্রতি পূর্ণ মনোযোগ (এর পুরো জ্ঞান এবং এর প্রতি পূর্ণ</w:t>
      </w:r>
      <w:r w:rsidRPr="009F36D3">
        <w:t xml:space="preserve"> </w:t>
      </w:r>
      <w:r w:rsidRPr="009F36D3">
        <w:rPr>
          <w:cs/>
          <w:lang w:bidi="bn-IN"/>
        </w:rPr>
        <w:t>আত্মনিয়োগ)। তার জন্য এটি এমন একটি জিনিস যা সে হারিয়ে</w:t>
      </w:r>
      <w:r w:rsidRPr="009F36D3">
        <w:t xml:space="preserve"> </w:t>
      </w:r>
      <w:r w:rsidRPr="009F36D3">
        <w:rPr>
          <w:cs/>
          <w:lang w:bidi="bn-IN"/>
        </w:rPr>
        <w:t>ফেলেছিলো এবং সে এখন তা খুঁজছে অথবা তার প্রয়োজন যা সে</w:t>
      </w:r>
      <w:r w:rsidRPr="009F36D3">
        <w:t xml:space="preserve"> </w:t>
      </w:r>
      <w:r w:rsidRPr="009F36D3">
        <w:rPr>
          <w:cs/>
          <w:lang w:bidi="bn-IN"/>
        </w:rPr>
        <w:t>মেটাবার চেষ্টা করছে। যদি ইসলাম বিপদে পড়ে সে হারিয়ে যাওয়া</w:t>
      </w:r>
      <w:r w:rsidRPr="009F36D3">
        <w:t xml:space="preserve"> </w:t>
      </w:r>
      <w:r w:rsidRPr="009F36D3">
        <w:rPr>
          <w:cs/>
          <w:lang w:bidi="bn-IN"/>
        </w:rPr>
        <w:t>ভ্রমণকারীর মত অনুভব করে এবং (ক্লান্ত) এক উটের মত এর লেজের</w:t>
      </w:r>
      <w:r w:rsidRPr="009F36D3">
        <w:t xml:space="preserve"> </w:t>
      </w:r>
      <w:r w:rsidRPr="009F36D3">
        <w:rPr>
          <w:cs/>
          <w:lang w:bidi="bn-IN"/>
        </w:rPr>
        <w:t>অগ্রভাগ দিয়ে আঘাত করতে থাকে তার ঘাড় মাটিতে শুইয়ে দিয়ে। সে</w:t>
      </w:r>
      <w:r w:rsidRPr="009F36D3">
        <w:t xml:space="preserve"> </w:t>
      </w:r>
      <w:r w:rsidRPr="009F36D3">
        <w:rPr>
          <w:cs/>
          <w:lang w:bidi="bn-IN"/>
        </w:rPr>
        <w:t>আল্লাহর যুক্তির শেষ জন এবং তার নবীদের একজন প্রতিনিধি।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নাহাজুল বালাগার ব্যাখ্যাকারী ইবনে আবিল হাদীদ তার দ্বিতীয়</w:t>
      </w:r>
      <w:r w:rsidRPr="009F36D3">
        <w:t xml:space="preserve"> </w:t>
      </w:r>
      <w:r w:rsidRPr="009F36D3">
        <w:rPr>
          <w:cs/>
          <w:lang w:bidi="bn-IN"/>
        </w:rPr>
        <w:t>খণ্ডে ৫৩৫ পৃষ্ঠায় লিখেছেন :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প্রত্যেক দল একথাগুলো ব্যাখ্যা করেছে তাদের বিশ্বাসের সুবিধা</w:t>
      </w:r>
      <w:r w:rsidRPr="009F36D3">
        <w:t xml:space="preserve"> </w:t>
      </w:r>
      <w:r w:rsidRPr="009F36D3">
        <w:rPr>
          <w:cs/>
          <w:lang w:bidi="bn-IN"/>
        </w:rPr>
        <w:t>অনুযায়ী এবং বারো ইমামি শিয়ারা মনে করে হযরতের বক্তব্যে</w:t>
      </w:r>
      <w:r w:rsidRPr="009F36D3">
        <w:t xml:space="preserve"> </w:t>
      </w:r>
      <w:r w:rsidRPr="009F36D3">
        <w:rPr>
          <w:cs/>
          <w:lang w:bidi="bn-IN"/>
        </w:rPr>
        <w:t>যে ব্যক্তির ইঙ্গিত করা হচ্ছে তিনি মাহদী (আঃ) ছাড়া আর কেউ</w:t>
      </w:r>
      <w:r w:rsidRPr="009F36D3">
        <w:t xml:space="preserve"> </w:t>
      </w:r>
      <w:r w:rsidRPr="009F36D3">
        <w:rPr>
          <w:cs/>
          <w:lang w:bidi="bn-IN"/>
        </w:rPr>
        <w:t>নন।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এরপর তিনি বলেন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যেভাবে তা দেখি</w:t>
      </w:r>
      <w:r w:rsidRPr="009F36D3">
        <w:t xml:space="preserve">, </w:t>
      </w:r>
      <w:r w:rsidRPr="009F36D3">
        <w:rPr>
          <w:cs/>
          <w:lang w:bidi="bn-IN"/>
        </w:rPr>
        <w:t>এটি বিশ্বাস</w:t>
      </w:r>
      <w:r w:rsidRPr="009F36D3">
        <w:t xml:space="preserve"> </w:t>
      </w:r>
      <w:r w:rsidRPr="009F36D3">
        <w:rPr>
          <w:cs/>
          <w:lang w:bidi="bn-IN"/>
        </w:rPr>
        <w:t>করা কঠিন</w:t>
      </w:r>
      <w:r w:rsidRPr="009F36D3">
        <w:t xml:space="preserve"> </w:t>
      </w:r>
      <w:r w:rsidRPr="009F36D3">
        <w:rPr>
          <w:cs/>
          <w:lang w:bidi="bn-IN"/>
        </w:rPr>
        <w:t xml:space="preserve">মনে হয় না যে এখানে মুহাম্মাদ (সাঃ)- এর বংশধর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আল-ক্বায়েম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কথা বলা হচ্ছে।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ইয়ানাবিউল-মুওয়াদ্দা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বইয়ের লেখক ৪৬ নং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</w:t>
      </w:r>
      <w:r w:rsidRPr="009F36D3">
        <w:t xml:space="preserve"> </w:t>
      </w:r>
      <w:r w:rsidRPr="009F36D3">
        <w:rPr>
          <w:cs/>
          <w:lang w:bidi="bn-IN"/>
        </w:rPr>
        <w:t>মুনাযযাম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বই থেকে বর্ণনা করেন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আমিরুল মুমিনীন (আঃ)-এর কথা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(সাঃ)-এর বংশধর মাহদী অথবা ক্বায়েম</w:t>
      </w:r>
      <w:r w:rsidRPr="009F36D3">
        <w:t xml:space="preserve"> </w:t>
      </w:r>
      <w:r w:rsidRPr="009F36D3">
        <w:rPr>
          <w:cs/>
          <w:lang w:bidi="bn-IN"/>
        </w:rPr>
        <w:t>সম্পর্কে এরকম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মুহাম্মাদী পতাকার বাহক ও আহমাদী সরকারের শাসক</w:t>
      </w:r>
      <w:r w:rsidRPr="009F36D3">
        <w:t xml:space="preserve"> </w:t>
      </w:r>
      <w:r w:rsidRPr="009F36D3">
        <w:rPr>
          <w:cs/>
          <w:lang w:bidi="bn-IN"/>
        </w:rPr>
        <w:t>প্রকাশিত হবে। সে এমন একজন যে তার তরবারী নিয়ে বিদ্রোহ</w:t>
      </w:r>
      <w:r w:rsidRPr="009F36D3">
        <w:t xml:space="preserve"> </w:t>
      </w:r>
      <w:r w:rsidRPr="009F36D3">
        <w:rPr>
          <w:cs/>
          <w:lang w:bidi="bn-IN"/>
        </w:rPr>
        <w:t>করবে। সোজা করবে বাকাকে। পৃথিবী জয় করবে এবং ভুলে</w:t>
      </w:r>
      <w:r w:rsidRPr="009F36D3">
        <w:t xml:space="preserve"> </w:t>
      </w:r>
      <w:r w:rsidRPr="009F36D3">
        <w:rPr>
          <w:cs/>
          <w:lang w:bidi="bn-IN"/>
        </w:rPr>
        <w:t>যাওয়া ফরজ ও সুন্নাতকে</w:t>
      </w:r>
      <w:r w:rsidRPr="009F36D3">
        <w:t xml:space="preserve"> </w:t>
      </w:r>
      <w:r w:rsidRPr="009F36D3">
        <w:rPr>
          <w:cs/>
          <w:lang w:bidi="bn-IN"/>
        </w:rPr>
        <w:t>পুনরুজ্জীবিত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৪৬৭ পৃষ্ঠায় লেখেন : অতিন্দ্রীয়</w:t>
      </w:r>
      <w:r w:rsidRPr="009F36D3">
        <w:t xml:space="preserve"> </w:t>
      </w:r>
      <w:r w:rsidRPr="009F36D3">
        <w:rPr>
          <w:cs/>
          <w:lang w:bidi="bn-IN"/>
        </w:rPr>
        <w:t>জ্ঞান ও দৃষ্টিসম্পন্ন কিছু মানুষ আমিরুল মুমিনীন থেকে বর্ণনা করেছেন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শীঘ্রই আল্লাহ একটি দলকে আনবেন যাদেরকে তিনি</w:t>
      </w:r>
      <w:r w:rsidRPr="009F36D3">
        <w:t xml:space="preserve"> </w:t>
      </w:r>
      <w:r w:rsidRPr="009F36D3">
        <w:rPr>
          <w:cs/>
          <w:lang w:bidi="bn-IN"/>
        </w:rPr>
        <w:t>ভালোবাসেন এবং তারাও তারঁ প্রেমিক এবং তাদের মধ্যে যে</w:t>
      </w:r>
      <w:r w:rsidRPr="009F36D3">
        <w:t xml:space="preserve"> </w:t>
      </w:r>
      <w:r w:rsidRPr="009F36D3">
        <w:rPr>
          <w:cs/>
          <w:lang w:bidi="bn-IN"/>
        </w:rPr>
        <w:t>আগন্তুকের মত সে সরকারের দায়িত্ব নেবে। অবশ্যই সেই হবে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তার চেহারা গোলাপী</w:t>
      </w:r>
      <w:r w:rsidRPr="009F36D3">
        <w:t xml:space="preserve">, </w:t>
      </w:r>
      <w:r w:rsidRPr="009F36D3">
        <w:rPr>
          <w:cs/>
          <w:lang w:bidi="bn-IN"/>
        </w:rPr>
        <w:t>তার চুলের রঙ সোনালী। সে</w:t>
      </w:r>
      <w:r w:rsidRPr="009F36D3">
        <w:t xml:space="preserve"> </w:t>
      </w:r>
      <w:r w:rsidRPr="009F36D3">
        <w:rPr>
          <w:cs/>
          <w:lang w:bidi="bn-IN"/>
        </w:rPr>
        <w:t>পৃথিবীকে ন্যায় বিচারে পূর্ণ করে দিবে কোন সমস্যা ছাড়াই। তার</w:t>
      </w:r>
      <w:r w:rsidRPr="009F36D3">
        <w:t xml:space="preserve"> </w:t>
      </w:r>
      <w:r w:rsidRPr="009F36D3">
        <w:rPr>
          <w:cs/>
          <w:lang w:bidi="bn-IN"/>
        </w:rPr>
        <w:t>একেবারে শৈশবে সে তার পিতামাতা থেকে বিচ্ছিন্ন হয়ে যাবে</w:t>
      </w:r>
      <w:r w:rsidRPr="009F36D3">
        <w:t xml:space="preserve"> </w:t>
      </w:r>
      <w:r w:rsidRPr="009F36D3">
        <w:rPr>
          <w:cs/>
          <w:lang w:bidi="bn-IN"/>
        </w:rPr>
        <w:t>এবং প্রশিক্ষণের দৃষ্টিকোণ থেকে সে হবে বিরল ও তুলনাহীন।</w:t>
      </w:r>
      <w:r w:rsidRPr="009F36D3">
        <w:t xml:space="preserve"> </w:t>
      </w:r>
      <w:r w:rsidRPr="009F36D3">
        <w:rPr>
          <w:cs/>
          <w:lang w:bidi="bn-IN"/>
        </w:rPr>
        <w:t>সে মুসলমান দেশগুলোর উপরে শাসন করবে চুড়ান্ত স্থিরতা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নিরাপত্তার মাধ্যমে এবং সময় হবে তার পক্ষে ও তার প্রতি</w:t>
      </w:r>
      <w:r w:rsidRPr="009F36D3">
        <w:t xml:space="preserve"> </w:t>
      </w:r>
      <w:r w:rsidRPr="009F36D3">
        <w:rPr>
          <w:cs/>
          <w:lang w:bidi="bn-IN"/>
        </w:rPr>
        <w:t>বন্ধুত্বপূর্ণ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তার কথা গ্রহণ করা হবে : যুবক ও বৃদ্ধরা তাকে</w:t>
      </w:r>
      <w:r w:rsidRPr="009F36D3">
        <w:t xml:space="preserve"> </w:t>
      </w:r>
      <w:r w:rsidRPr="009F36D3">
        <w:rPr>
          <w:cs/>
          <w:lang w:bidi="bn-IN"/>
        </w:rPr>
        <w:t>বিনয়ের সাথে মেনে চলবে। সে পৃথিবীকে ন্যায়বিচারে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 যেভাবে তা নিপীড়নে পূর্ণ হয়ে গিয়েছিলো। তখন তার</w:t>
      </w:r>
      <w:r w:rsidRPr="009F36D3">
        <w:t xml:space="preserve"> </w:t>
      </w:r>
      <w:r w:rsidRPr="009F36D3">
        <w:rPr>
          <w:cs/>
          <w:lang w:bidi="bn-IN"/>
        </w:rPr>
        <w:t>ইমামাত পূর্ণতায় পৌঁছুবে এবং খেলাফত তার জন্য প্রতিষ্ঠিত</w:t>
      </w:r>
      <w:r w:rsidRPr="009F36D3">
        <w:t xml:space="preserve"> </w:t>
      </w:r>
      <w:r w:rsidRPr="009F36D3">
        <w:rPr>
          <w:cs/>
          <w:lang w:bidi="bn-IN"/>
        </w:rPr>
        <w:t>হবে। এছাড়া আল্লাহ মৃতদেরকে কবর থেকে জাগাবেন এবং</w:t>
      </w:r>
      <w:r w:rsidRPr="009F36D3">
        <w:t xml:space="preserve"> </w:t>
      </w:r>
      <w:r w:rsidRPr="009F36D3">
        <w:rPr>
          <w:cs/>
          <w:lang w:bidi="bn-IN"/>
        </w:rPr>
        <w:t>পৃথিবীতে ফেরত পাঠাবেন। তখন সকালের ঘুম থেকে মানুষ</w:t>
      </w:r>
      <w:r w:rsidRPr="009F36D3">
        <w:t xml:space="preserve"> </w:t>
      </w:r>
      <w:r w:rsidRPr="009F36D3">
        <w:rPr>
          <w:cs/>
          <w:lang w:bidi="bn-IN"/>
        </w:rPr>
        <w:t>যেমন জাগে তারা তেমনি নিজেদের বাড়ি ছাড়া আর কিছু দেখবে</w:t>
      </w:r>
      <w:r w:rsidRPr="009F36D3">
        <w:t xml:space="preserve"> </w:t>
      </w:r>
      <w:r w:rsidRPr="009F36D3">
        <w:rPr>
          <w:cs/>
          <w:lang w:bidi="bn-IN"/>
        </w:rPr>
        <w:t>না। জমি সমৃদ্ধি লাভ করবে এবং তার (মাহদীর) অবস্থানের</w:t>
      </w:r>
      <w:r w:rsidRPr="009F36D3">
        <w:t xml:space="preserve"> </w:t>
      </w:r>
      <w:r w:rsidRPr="009F36D3">
        <w:rPr>
          <w:cs/>
          <w:lang w:bidi="bn-IN"/>
        </w:rPr>
        <w:t>রহমতে তা সতেজ ও ফলদায়ক হবে। বিদ্রোহ ও বিশৃঙ্খলা</w:t>
      </w:r>
      <w:r w:rsidRPr="009F36D3">
        <w:t xml:space="preserve"> </w:t>
      </w:r>
      <w:r w:rsidRPr="009F36D3">
        <w:rPr>
          <w:cs/>
          <w:lang w:bidi="bn-IN"/>
        </w:rPr>
        <w:t>উধাও হয়ে যাবে এবং রহমত ও কল্যাণ বহুগুণ বৃদ্ধি পাবে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A34532" w:rsidRDefault="00A34532" w:rsidP="006E1E70">
      <w:r>
        <w:br w:type="page"/>
      </w:r>
    </w:p>
    <w:p w:rsidR="005A057D" w:rsidRPr="009F36D3" w:rsidRDefault="005A057D" w:rsidP="003E5927">
      <w:pPr>
        <w:pStyle w:val="Heading2Center"/>
      </w:pPr>
      <w:bookmarkStart w:id="5" w:name="_Toc451691920"/>
      <w:r w:rsidRPr="009F36D3">
        <w:rPr>
          <w:cs/>
          <w:lang w:bidi="bn-IN"/>
        </w:rPr>
        <w:lastRenderedPageBreak/>
        <w:t xml:space="preserve">মাহদী </w:t>
      </w:r>
      <w:r w:rsidRPr="009F36D3">
        <w:rPr>
          <w:rtl/>
          <w:cs/>
        </w:rPr>
        <w:t>(</w:t>
      </w:r>
      <w:r w:rsidRPr="009F36D3">
        <w:rPr>
          <w:rtl/>
          <w:cs/>
          <w:lang w:bidi="bn-IN"/>
        </w:rPr>
        <w:t>আঃ</w:t>
      </w:r>
      <w:r w:rsidRPr="009F36D3">
        <w:rPr>
          <w:rtl/>
          <w:cs/>
        </w:rPr>
        <w:t xml:space="preserve">) </w:t>
      </w:r>
      <w:r w:rsidRPr="009F36D3">
        <w:rPr>
          <w:rtl/>
          <w:cs/>
          <w:lang w:bidi="bn-IN"/>
        </w:rPr>
        <w:t>সম্পর্কে জ্ঞানী ব্যক্তিদের কথা</w:t>
      </w:r>
      <w:bookmarkEnd w:id="5"/>
      <w:r w:rsidRPr="009F36D3">
        <w:t xml:space="preserve"> </w:t>
      </w:r>
    </w:p>
    <w:p w:rsidR="00A34532" w:rsidRDefault="00A34532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মহিউদ্দীন আরাবী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মাক্কীয়া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তৃতীয় খণ্ডে (৩৬৬</w:t>
      </w:r>
      <w:r w:rsidRPr="009F36D3">
        <w:t xml:space="preserve"> </w:t>
      </w:r>
      <w:r w:rsidRPr="009F36D3">
        <w:rPr>
          <w:cs/>
          <w:lang w:bidi="bn-IN"/>
        </w:rPr>
        <w:t>অধ্যায়) বলেন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অবশ্যই আল্লাহর এক প্রতিনিধি রয়েছে যিনি আসবেন যখন</w:t>
      </w:r>
      <w:r w:rsidRPr="009F36D3">
        <w:t xml:space="preserve"> </w:t>
      </w:r>
      <w:r w:rsidRPr="009F36D3">
        <w:rPr>
          <w:cs/>
          <w:lang w:bidi="bn-IN"/>
        </w:rPr>
        <w:t>পৃথিবী পূর্ণ থাকবে নিষ্ঠুরতা ও নিপীড়নে এবং তখন তিনি তা পূর্ণ</w:t>
      </w:r>
      <w:r w:rsidRPr="009F36D3">
        <w:t xml:space="preserve"> </w:t>
      </w:r>
      <w:r w:rsidRPr="009F36D3">
        <w:rPr>
          <w:cs/>
          <w:lang w:bidi="bn-IN"/>
        </w:rPr>
        <w:t>করে দেবেন ইনসাফ ও ন্যায়বিচারে। যদি পৃথিবীর জীবন</w:t>
      </w:r>
      <w:r w:rsidRPr="009F36D3">
        <w:t xml:space="preserve"> </w:t>
      </w:r>
      <w:r w:rsidRPr="009F36D3">
        <w:rPr>
          <w:cs/>
          <w:lang w:bidi="bn-IN"/>
        </w:rPr>
        <w:t>একদিনের বেশী অবশিষ্ট না থাকে আল্লাহ দিনটিকে এত দীর্ঘ</w:t>
      </w:r>
      <w:r w:rsidRPr="009F36D3">
        <w:t xml:space="preserve"> </w:t>
      </w:r>
      <w:r w:rsidRPr="009F36D3">
        <w:rPr>
          <w:cs/>
          <w:lang w:bidi="bn-IN"/>
        </w:rPr>
        <w:t>করে দিবেন যতক্ষণ পর্যন্ত না এ প্রতিনিধি মুহাম্মাদ (সাঃ) এর</w:t>
      </w:r>
      <w:r w:rsidRPr="009F36D3">
        <w:t xml:space="preserve"> </w:t>
      </w:r>
      <w:r w:rsidRPr="009F36D3">
        <w:rPr>
          <w:cs/>
          <w:lang w:bidi="bn-IN"/>
        </w:rPr>
        <w:t>বংশ থেকে এবং ফাতেমা (আঃ)-এর সন্তান থেকে উপস্থিত</w:t>
      </w:r>
      <w:r w:rsidRPr="009F36D3">
        <w:t xml:space="preserve"> </w:t>
      </w:r>
      <w:r w:rsidRPr="009F36D3">
        <w:rPr>
          <w:cs/>
          <w:lang w:bidi="bn-IN"/>
        </w:rPr>
        <w:t>হন।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ভূমিকায় সে সময়কার পরিস্থিতি ও</w:t>
      </w:r>
      <w:r w:rsidRPr="009F36D3">
        <w:t xml:space="preserve"> </w:t>
      </w:r>
      <w:r w:rsidRPr="009F36D3">
        <w:rPr>
          <w:cs/>
          <w:lang w:bidi="bn-IN"/>
        </w:rPr>
        <w:t xml:space="preserve">বিদ্রোহ ও বিশৃঙ্খলার মাত্রাতিরিক্ততার নিন্দা করার পর বলেছেন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কেউ</w:t>
      </w:r>
      <w:r w:rsidRPr="009F36D3">
        <w:t xml:space="preserve"> </w:t>
      </w:r>
      <w:r w:rsidRPr="009F36D3">
        <w:rPr>
          <w:cs/>
          <w:lang w:bidi="bn-IN"/>
        </w:rPr>
        <w:t>কেউ মনে করেন এ ধরনের পরিস্থিতি সবসময় চলতে থাকবে। কিন্তু তারা</w:t>
      </w:r>
      <w:r w:rsidRPr="009F36D3">
        <w:t xml:space="preserve"> </w:t>
      </w:r>
      <w:r w:rsidRPr="009F36D3">
        <w:rPr>
          <w:cs/>
          <w:lang w:bidi="bn-IN"/>
        </w:rPr>
        <w:t>কিছু হাদিসের বাইরের দিকটি শুধু অনুসরণ করেছেন। তখন আমি বলি এ</w:t>
      </w:r>
      <w:r w:rsidRPr="009F36D3">
        <w:t xml:space="preserve"> </w:t>
      </w:r>
      <w:r w:rsidRPr="009F36D3">
        <w:rPr>
          <w:cs/>
          <w:lang w:bidi="bn-IN"/>
        </w:rPr>
        <w:t>হাদিসগুলো গ্রহণযোগ্য এবং আমরা তা গ্রহণ করতে ও অনুসরণ করতে</w:t>
      </w:r>
      <w:r w:rsidRPr="009F36D3">
        <w:t xml:space="preserve"> </w:t>
      </w:r>
      <w:r w:rsidRPr="009F36D3">
        <w:rPr>
          <w:cs/>
          <w:lang w:bidi="bn-IN"/>
        </w:rPr>
        <w:t>বাধ্য। যাহোক এ হাদীসগুলোতে এমন কিছু নেই যা ইঙ্গিত করে এ</w:t>
      </w:r>
      <w:r w:rsidRPr="009F36D3">
        <w:t xml:space="preserve"> </w:t>
      </w:r>
      <w:r w:rsidRPr="009F36D3">
        <w:rPr>
          <w:cs/>
          <w:lang w:bidi="bn-IN"/>
        </w:rPr>
        <w:t>ধরনের পরিস্থিতি কিয়ামত পর্যন্ত</w:t>
      </w:r>
      <w:r w:rsidRPr="009F36D3">
        <w:t xml:space="preserve"> </w:t>
      </w:r>
      <w:r w:rsidRPr="009F36D3">
        <w:rPr>
          <w:cs/>
          <w:lang w:bidi="bn-IN"/>
        </w:rPr>
        <w:t>চলতে থাকবে। এটি মনে হয় যে</w:t>
      </w:r>
      <w:r w:rsidRPr="009F36D3">
        <w:t xml:space="preserve"> </w:t>
      </w:r>
      <w:r w:rsidRPr="009F36D3">
        <w:rPr>
          <w:cs/>
          <w:lang w:bidi="bn-IN"/>
        </w:rPr>
        <w:t>বিদ্রোহের শেষ ও আরামের আগমন এমন এক সময়ে আসবে যখন ইমাম</w:t>
      </w:r>
      <w:r w:rsidRPr="009F36D3">
        <w:t xml:space="preserve"> </w:t>
      </w:r>
      <w:r w:rsidRPr="009F36D3">
        <w:rPr>
          <w:cs/>
          <w:lang w:bidi="bn-IN"/>
        </w:rPr>
        <w:t>মাহদী নিজেকে প্রকাশ করবেন। কারণ আলেমগণ ও বিজ্ঞ ব্যক্তিরা তাদের</w:t>
      </w:r>
      <w:r w:rsidRPr="009F36D3">
        <w:t xml:space="preserve"> </w:t>
      </w:r>
      <w:r w:rsidRPr="009F36D3">
        <w:rPr>
          <w:cs/>
          <w:lang w:bidi="bn-IN"/>
        </w:rPr>
        <w:t>বইতে তার সুসংবাদ দিয়েছেন তার আত্মপ্রকাশের এবং এ সত্যের যে</w:t>
      </w:r>
      <w:r w:rsidRPr="009F36D3">
        <w:t xml:space="preserve"> </w:t>
      </w:r>
      <w:r w:rsidRPr="009F36D3">
        <w:rPr>
          <w:cs/>
          <w:lang w:bidi="bn-IN"/>
        </w:rPr>
        <w:t>আল্লাহ একজন ব্যক্তিকে নিয়োগ দিবেন তার রাজ্যের জন্য। তা হবে এমন</w:t>
      </w:r>
      <w:r w:rsidRPr="009F36D3">
        <w:t xml:space="preserve"> </w:t>
      </w:r>
      <w:r w:rsidRPr="009F36D3">
        <w:rPr>
          <w:cs/>
          <w:lang w:bidi="bn-IN"/>
        </w:rPr>
        <w:t>ক্ষমতা দিয়ে যা পাহাড় নাড়াতে পারে এবং তার রাজ্য হবে সুবিস্তৃত।</w:t>
      </w:r>
      <w:r w:rsidRPr="009F36D3">
        <w:t xml:space="preserve">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পুরো দুনিয়া শাসন করবেন এবং একে ইনসাফ ও ন্যায়বিচারে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দিবেন। তখন লুকানো ভাণ্ডার উম্মোচিত হবে এবং তিনি তা জনগণকে</w:t>
      </w:r>
      <w:r w:rsidRPr="009F36D3">
        <w:t xml:space="preserve"> </w:t>
      </w:r>
      <w:r w:rsidRPr="009F36D3">
        <w:rPr>
          <w:cs/>
          <w:lang w:bidi="bn-IN"/>
        </w:rPr>
        <w:t>উপহার দেবেন।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৪১০ পৃষ্ঠায় লিখেছেন : শেইখ</w:t>
      </w:r>
      <w:r w:rsidRPr="009F36D3">
        <w:t xml:space="preserve"> </w:t>
      </w:r>
      <w:r w:rsidRPr="009F36D3">
        <w:rPr>
          <w:cs/>
          <w:lang w:bidi="bn-IN"/>
        </w:rPr>
        <w:t xml:space="preserve">কামালুদ্দীন ইবনে তালহা তার বই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দুররুল মুনাযযাম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 xml:space="preserve"> এ লিখেছেন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গবেষণায় পাওয়া যায় যে আল্লাহর একজন প্রতিনিধি রয়েছেন</w:t>
      </w:r>
      <w:r w:rsidRPr="009F36D3">
        <w:t xml:space="preserve"> </w:t>
      </w:r>
      <w:r w:rsidRPr="009F36D3">
        <w:rPr>
          <w:cs/>
          <w:lang w:bidi="bn-IN"/>
        </w:rPr>
        <w:t>যিনি সময়ের শেষ দিকে আসবেন যখন পৃথিবী নিষ্ঠুরতায়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থাকবে। যদি পৃথিবীর জীবন একদিনের বেশী</w:t>
      </w:r>
      <w:r w:rsidRPr="009F36D3">
        <w:t xml:space="preserve"> </w:t>
      </w:r>
      <w:r w:rsidRPr="009F36D3">
        <w:rPr>
          <w:cs/>
          <w:lang w:bidi="bn-IN"/>
        </w:rPr>
        <w:t>অবশিষ্ট না থাকে তিনি তার প্রতিনিধিকে আনবেন ফাতেমা</w:t>
      </w:r>
      <w:r w:rsidRPr="009F36D3">
        <w:t xml:space="preserve"> </w:t>
      </w:r>
      <w:r w:rsidRPr="009F36D3">
        <w:rPr>
          <w:cs/>
          <w:lang w:bidi="bn-IN"/>
        </w:rPr>
        <w:t>যাহরার সন্তান</w:t>
      </w:r>
      <w:r w:rsidRPr="009F36D3">
        <w:t xml:space="preserve"> </w:t>
      </w:r>
      <w:r w:rsidRPr="009F36D3">
        <w:rPr>
          <w:cs/>
          <w:lang w:bidi="bn-IN"/>
        </w:rPr>
        <w:t>থেকে। ব্যক্তিত্বসম্পন্ন</w:t>
      </w:r>
      <w:r w:rsidRPr="009F36D3">
        <w:t xml:space="preserve"> </w:t>
      </w:r>
      <w:r w:rsidRPr="009F36D3">
        <w:rPr>
          <w:cs/>
          <w:lang w:bidi="bn-IN"/>
        </w:rPr>
        <w:t>ব্যক্তিরা তাকে চিনতে</w:t>
      </w:r>
      <w:r w:rsidRPr="009F36D3">
        <w:t xml:space="preserve"> </w:t>
      </w:r>
      <w:r w:rsidRPr="009F36D3">
        <w:rPr>
          <w:cs/>
          <w:lang w:bidi="bn-IN"/>
        </w:rPr>
        <w:t>পারবে। তার লম্বা</w:t>
      </w:r>
      <w:r w:rsidRPr="009F36D3">
        <w:t xml:space="preserve"> </w:t>
      </w:r>
      <w:r w:rsidRPr="009F36D3">
        <w:rPr>
          <w:cs/>
          <w:lang w:bidi="bn-IN"/>
        </w:rPr>
        <w:t>নাক</w:t>
      </w:r>
      <w:r w:rsidRPr="009F36D3">
        <w:t xml:space="preserve">, </w:t>
      </w:r>
      <w:r w:rsidRPr="009F36D3">
        <w:rPr>
          <w:cs/>
          <w:lang w:bidi="bn-IN"/>
        </w:rPr>
        <w:lastRenderedPageBreak/>
        <w:t>কালো চোখের পাতা এবং ডান গালে</w:t>
      </w:r>
      <w:r w:rsidRPr="009F36D3">
        <w:t xml:space="preserve"> </w:t>
      </w:r>
      <w:r w:rsidRPr="009F36D3">
        <w:rPr>
          <w:cs/>
          <w:lang w:bidi="bn-IN"/>
        </w:rPr>
        <w:t>একটি দাগ থাকবে। তার নাম হবে মুহাম্মাদ</w:t>
      </w:r>
      <w:r w:rsidRPr="009F36D3">
        <w:t>,</w:t>
      </w:r>
      <w:r w:rsidRPr="009F36D3">
        <w:rPr>
          <w:cs/>
          <w:lang w:bidi="bn-IN"/>
        </w:rPr>
        <w:t xml:space="preserve"> তার উচ্চতা হবে</w:t>
      </w:r>
      <w:r w:rsidRPr="009F36D3">
        <w:t xml:space="preserve"> </w:t>
      </w:r>
      <w:r w:rsidRPr="009F36D3">
        <w:rPr>
          <w:cs/>
          <w:lang w:bidi="bn-IN"/>
        </w:rPr>
        <w:t>মাঝারির চাইতে উচুঁ</w:t>
      </w:r>
      <w:r w:rsidRPr="009F36D3">
        <w:rPr>
          <w:cs/>
          <w:lang w:bidi="hi-IN"/>
        </w:rPr>
        <w:t xml:space="preserve"> । </w:t>
      </w:r>
      <w:r w:rsidRPr="009F36D3">
        <w:rPr>
          <w:cs/>
          <w:lang w:bidi="bn-IN"/>
        </w:rPr>
        <w:t>তার চেহারা সুন্দর ও ব্যক্তিত্বসম্পন্ন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চুল দেখতে খুবই সুন্দর।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তার মাধ্যমে আল্লাহ শীঘ্র ধ্বংস করবেন বেদআত (ধমীর্য়</w:t>
      </w:r>
      <w:r w:rsidRPr="009F36D3">
        <w:t xml:space="preserve"> </w:t>
      </w:r>
      <w:r w:rsidRPr="009F36D3">
        <w:rPr>
          <w:cs/>
          <w:lang w:bidi="bn-IN"/>
        </w:rPr>
        <w:t>আবিষ্কার)</w:t>
      </w:r>
      <w:r w:rsidRPr="009F36D3">
        <w:t xml:space="preserve">, </w:t>
      </w:r>
      <w:r w:rsidRPr="009F36D3">
        <w:rPr>
          <w:cs/>
          <w:lang w:bidi="bn-IN"/>
        </w:rPr>
        <w:t>সমুন্নত</w:t>
      </w:r>
      <w:r w:rsidRPr="009F36D3">
        <w:t xml:space="preserve"> </w:t>
      </w:r>
      <w:r w:rsidRPr="009F36D3">
        <w:rPr>
          <w:cs/>
          <w:lang w:bidi="bn-IN"/>
        </w:rPr>
        <w:t>করবেন প্রত্যেক জীবিত জিনিসকে এবং তার</w:t>
      </w:r>
      <w:r w:rsidRPr="009F36D3">
        <w:t xml:space="preserve"> </w:t>
      </w:r>
      <w:r w:rsidRPr="009F36D3">
        <w:rPr>
          <w:cs/>
          <w:lang w:bidi="bn-IN"/>
        </w:rPr>
        <w:t>সৈন্যদেরকে তৃপ্ত করবেন আদনের ভুমি থেকে। তার সামনে</w:t>
      </w:r>
      <w:r w:rsidRPr="009F36D3">
        <w:t xml:space="preserve"> </w:t>
      </w:r>
      <w:r w:rsidRPr="009F36D3">
        <w:rPr>
          <w:cs/>
          <w:lang w:bidi="bn-IN"/>
        </w:rPr>
        <w:t>সবচেয়ে সমৃদ্ধ হবে কুফার লোকরা। তিনি নেয়ামতগুলো</w:t>
      </w:r>
      <w:r w:rsidRPr="009F36D3">
        <w:t xml:space="preserve"> </w:t>
      </w:r>
      <w:r w:rsidRPr="009F36D3">
        <w:rPr>
          <w:cs/>
          <w:lang w:bidi="bn-IN"/>
        </w:rPr>
        <w:t>সমানভাবে ভাগ করে দিবেন এবং লোকদের সাথে সদাচরণ</w:t>
      </w:r>
      <w:r w:rsidRPr="009F36D3">
        <w:t xml:space="preserve"> </w:t>
      </w:r>
      <w:r w:rsidRPr="009F36D3">
        <w:rPr>
          <w:cs/>
          <w:lang w:bidi="bn-IN"/>
        </w:rPr>
        <w:t>করবেন এবং তার সময়কালে তর্কবিতর্ক উধাও হয়ে যাবে। মেঘ</w:t>
      </w:r>
      <w:r w:rsidRPr="009F36D3">
        <w:t xml:space="preserve"> </w:t>
      </w:r>
      <w:r w:rsidRPr="009F36D3">
        <w:rPr>
          <w:cs/>
          <w:lang w:bidi="bn-IN"/>
        </w:rPr>
        <w:t>বৃষ্টি দেবে শুধু জমিকে সমদ্ধৃ করার জন্য। এ ইমাম হলেন সেই</w:t>
      </w:r>
      <w:r w:rsidRPr="009F36D3">
        <w:t xml:space="preserve"> </w:t>
      </w:r>
      <w:r w:rsidRPr="009F36D3">
        <w:rPr>
          <w:cs/>
          <w:lang w:bidi="bn-IN"/>
        </w:rPr>
        <w:t>মাহদী</w:t>
      </w:r>
      <w:r w:rsidRPr="009F36D3">
        <w:t xml:space="preserve">, </w:t>
      </w:r>
      <w:r w:rsidRPr="009F36D3">
        <w:rPr>
          <w:cs/>
          <w:lang w:bidi="bn-IN"/>
        </w:rPr>
        <w:t>যিনি আল্লাহর আদেশকে উঁচু করে রাখবেন ঐ পর্যন্ত যে</w:t>
      </w:r>
      <w:r w:rsidRPr="009F36D3">
        <w:t xml:space="preserve">, </w:t>
      </w:r>
      <w:r w:rsidRPr="009F36D3">
        <w:rPr>
          <w:cs/>
          <w:lang w:bidi="bn-IN"/>
        </w:rPr>
        <w:t>সমস্ত মিথ্যা ধর্মগুলো উধাও হয়ে যাবে। তখন আর কোন ধর্ম</w:t>
      </w:r>
      <w:r w:rsidRPr="009F36D3">
        <w:t xml:space="preserve"> </w:t>
      </w:r>
      <w:r w:rsidRPr="009F36D3">
        <w:rPr>
          <w:cs/>
          <w:lang w:bidi="bn-IN"/>
        </w:rPr>
        <w:t>থাকবে না শুধু প্রকৃত ধর্ম ছাড়া।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৪৩২ নং পৃষ্ঠায় শারীফ মামা</w:t>
      </w:r>
      <w:r w:rsidRPr="009F36D3">
        <w:t xml:space="preserve"> </w:t>
      </w:r>
      <w:r w:rsidRPr="009F36D3">
        <w:rPr>
          <w:cs/>
          <w:lang w:bidi="bn-IN"/>
        </w:rPr>
        <w:t xml:space="preserve">সামহুদির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জাওহার উল নাগদীন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বর্ণনা করেছেন :</w:t>
      </w:r>
      <w:r w:rsidRPr="009F36D3">
        <w:t xml:space="preserve"> </w:t>
      </w:r>
      <w:r w:rsidRPr="009F36D3">
        <w:rPr>
          <w:cs/>
          <w:lang w:bidi="bn-IN"/>
        </w:rPr>
        <w:t>গবেষণায় লক্ষ্য করা যায় যে</w:t>
      </w:r>
      <w:r w:rsidRPr="009F36D3">
        <w:t xml:space="preserve">, </w:t>
      </w:r>
      <w:r w:rsidRPr="009F36D3">
        <w:rPr>
          <w:cs/>
          <w:lang w:bidi="bn-IN"/>
        </w:rPr>
        <w:t>আলী ও ফাতিমার (আঃ) বিয়েতে নবী</w:t>
      </w:r>
      <w:r w:rsidRPr="009F36D3">
        <w:t xml:space="preserve"> (</w:t>
      </w:r>
      <w:r w:rsidRPr="009F36D3">
        <w:rPr>
          <w:cs/>
          <w:lang w:bidi="bn-IN"/>
        </w:rPr>
        <w:t>সাঃ) এর দোয়ার বরকত হাসান ও হোসাইনের সন্তানদের ভিতর দেখা</w:t>
      </w:r>
      <w:r w:rsidRPr="009F36D3">
        <w:t xml:space="preserve"> </w:t>
      </w:r>
      <w:r w:rsidRPr="009F36D3">
        <w:rPr>
          <w:cs/>
          <w:lang w:bidi="bn-IN"/>
        </w:rPr>
        <w:t>যায়। তাদের প্রজন্ম থেকে যারা এসেছিলো</w:t>
      </w:r>
      <w:r w:rsidRPr="009F36D3">
        <w:t xml:space="preserve">, </w:t>
      </w:r>
      <w:r w:rsidRPr="009F36D3">
        <w:rPr>
          <w:cs/>
          <w:lang w:bidi="bn-IN"/>
        </w:rPr>
        <w:t>তারা যারা চলে গেছে এবং</w:t>
      </w:r>
      <w:r w:rsidRPr="009F36D3">
        <w:t xml:space="preserve"> </w:t>
      </w:r>
      <w:r w:rsidRPr="009F36D3">
        <w:rPr>
          <w:cs/>
          <w:lang w:bidi="bn-IN"/>
        </w:rPr>
        <w:t>তারা যারা আসবে (ভবিষ্যতে)</w:t>
      </w:r>
      <w:r w:rsidRPr="009F36D3">
        <w:t xml:space="preserve">, </w:t>
      </w:r>
      <w:r w:rsidRPr="009F36D3">
        <w:rPr>
          <w:cs/>
          <w:lang w:bidi="bn-IN"/>
        </w:rPr>
        <w:t>এবং যদি ইমাম মাহদী ছাড়া কেউ নাও</w:t>
      </w:r>
      <w:r w:rsidRPr="009F36D3">
        <w:t xml:space="preserve"> </w:t>
      </w:r>
      <w:r w:rsidRPr="009F36D3">
        <w:rPr>
          <w:cs/>
          <w:lang w:bidi="bn-IN"/>
        </w:rPr>
        <w:t>আসে তা হবে যথেষ্ট (অঙ্গীকার পুরণে এবং বিশৃঙ্খলা বদলে শৃঙ্খলা</w:t>
      </w:r>
      <w:r w:rsidRPr="009F36D3">
        <w:t xml:space="preserve"> </w:t>
      </w:r>
      <w:r w:rsidRPr="009F36D3">
        <w:rPr>
          <w:cs/>
          <w:lang w:bidi="bn-IN"/>
        </w:rPr>
        <w:t>আনায়)।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ইবনে আসির জাযারি তার বই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নেহায়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তে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জালা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শব্দটি</w:t>
      </w:r>
      <w:r w:rsidRPr="009F36D3">
        <w:t xml:space="preserve"> </w:t>
      </w:r>
      <w:r w:rsidRPr="009F36D3">
        <w:rPr>
          <w:cs/>
          <w:lang w:bidi="bn-IN"/>
        </w:rPr>
        <w:t xml:space="preserve">ব্যাখ্যা করতে গিয়ে লিখেছেন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মাহদীর বৈশিষ্ট্য বলতে গিয়ে বলা</w:t>
      </w:r>
      <w:r w:rsidRPr="009F36D3">
        <w:t xml:space="preserve"> </w:t>
      </w:r>
      <w:r w:rsidRPr="009F36D3">
        <w:rPr>
          <w:cs/>
          <w:lang w:bidi="bn-IN"/>
        </w:rPr>
        <w:t xml:space="preserve">হয়েছে তা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আজলাল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আজবাহ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চোখ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মাঝামাঝি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নরম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হচেছন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আচড়াবেন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এছাড়া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হুদা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ব্যাখ্যা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গুণ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জায়গায়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ব্যাপক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ব্যাবহারে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গেছে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</w:t>
      </w:r>
      <w:r w:rsidRPr="009F36D3">
        <w:rPr>
          <w:lang w:bidi="bn-IN"/>
        </w:rPr>
        <w:t xml:space="preserve">.) </w:t>
      </w:r>
      <w:r w:rsidRPr="009F36D3">
        <w:rPr>
          <w:cs/>
          <w:lang w:bidi="bn-IN"/>
        </w:rPr>
        <w:t>সুসংবাদ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ফুতুহাতে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ইসলামিয়াহ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দ্বিতীয়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খণ্ডে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৩২২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ব্যাপকতা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নিশ্চয়তার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নিশ্চিত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আত্মপ্রকাশ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অবশ্যম্ভাবী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অবশ্যই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ফাতেমার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পূর্ণ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সাইয়্যেদ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রাসূল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বারাযানজী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আশা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হাত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বইতে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নাহজুল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বালাগার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তাফসীরে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দ্বিতীয়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খণ্ডে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৫৩৫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হযরতের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কিছু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খোতবা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গবেষণায়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মুসলিম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মাযহাব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দায়িত্ব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একমাত্র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আগমনের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সময়ে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</w:p>
    <w:p w:rsidR="00A34532" w:rsidRDefault="00A34532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E5927">
      <w:pPr>
        <w:pStyle w:val="Heading2Center"/>
      </w:pPr>
      <w:bookmarkStart w:id="6" w:name="_Toc451691921"/>
      <w:r w:rsidRPr="009F36D3">
        <w:rPr>
          <w:cs/>
          <w:lang w:bidi="bn-IN"/>
        </w:rPr>
        <w:lastRenderedPageBreak/>
        <w:t>মাহদী</w:t>
      </w:r>
      <w:r w:rsidRPr="009F36D3">
        <w:t xml:space="preserve"> </w:t>
      </w:r>
      <w:r w:rsidRPr="009F36D3">
        <w:rPr>
          <w:cs/>
          <w:lang w:bidi="bn-IN"/>
        </w:rPr>
        <w:t>সম্পর্কে</w:t>
      </w:r>
      <w:r w:rsidRPr="009F36D3">
        <w:t xml:space="preserve"> </w:t>
      </w:r>
      <w:r w:rsidRPr="009F36D3">
        <w:rPr>
          <w:cs/>
          <w:lang w:bidi="bn-IN"/>
        </w:rPr>
        <w:t>কবিতা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গীতি</w:t>
      </w:r>
      <w:r w:rsidRPr="009F36D3">
        <w:t xml:space="preserve"> </w:t>
      </w:r>
      <w:r w:rsidRPr="009F36D3">
        <w:rPr>
          <w:cs/>
          <w:lang w:bidi="bn-IN"/>
        </w:rPr>
        <w:t>কবিতা</w:t>
      </w:r>
      <w:bookmarkEnd w:id="6"/>
    </w:p>
    <w:p w:rsidR="00A34532" w:rsidRDefault="00A34532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</w:t>
      </w:r>
      <w:r w:rsidRPr="00AA6375">
        <w:rPr>
          <w:rStyle w:val="libAlaemChar"/>
        </w:rPr>
        <w:t>”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৪৩৮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মুমিনীন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যেখানে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হোসেইকে</w:t>
      </w:r>
      <w:r w:rsidRPr="009F36D3">
        <w:rPr>
          <w:lang w:bidi="bn-IN"/>
        </w:rPr>
        <w:t>)</w:t>
      </w:r>
      <w:r w:rsidRPr="009F36D3">
        <w:rPr>
          <w:cs/>
          <w:lang w:bidi="bn-IN"/>
        </w:rPr>
        <w:t>ঃ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হোসাইন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জায়গায়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বহিরাগত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অভ্যাস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প্রচলনের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সম্পৃক্ত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হও</w:t>
      </w:r>
      <w:r w:rsidRPr="009F36D3">
        <w:rPr>
          <w:lang w:bidi="bn-IN"/>
        </w:rPr>
        <w:t xml:space="preserve">!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আত্মা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কারবালায়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যুদ্ধের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দৃশ্য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রঞ্জিত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বধুয়ার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রাঙানো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বিপর্যয়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চর্মচোখে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মূল্যের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চাবটি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কল্যাণ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করুন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ক্বায়েমকে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কল্যাণ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করুন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ন্যায়বিচারকে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হোসাইন</w:t>
      </w:r>
      <w:r w:rsidRPr="009F36D3">
        <w:rPr>
          <w:lang w:bidi="bn-IN"/>
        </w:rPr>
        <w:t xml:space="preserve">! </w:t>
      </w:r>
      <w:r w:rsidRPr="009F36D3">
        <w:rPr>
          <w:cs/>
          <w:lang w:bidi="bn-IN"/>
        </w:rPr>
        <w:t>ক্বায়েম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প্রতিশোধ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প্রতিশোধও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ধৈর্য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দুঃখ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কষ্টে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৪৩৯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নীচের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রহমত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অনুগ্রহ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করুন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সাহসী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মুশরিকদের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সৈন্যদের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ডিভিশনগুলোকে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বিজয়ী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তরবারীর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লক্ষ্য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বানাবেন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ধর্মকে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অংশে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নিপীড়নকারী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মুশরিকদের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অপমানিত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অহংকার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দাম্ভিকতা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একথাগুলো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নির্বাচিত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>)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আবারও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৪৫৪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দেবেল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খুযাইর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গীতি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উদ্ধৃত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খুযাই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রেযা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আবৃতি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দেবেলকে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উদ্ধৃত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</w:p>
    <w:p w:rsidR="005A057D" w:rsidRPr="00AA6375" w:rsidRDefault="005A057D" w:rsidP="005A057D">
      <w:pPr>
        <w:pStyle w:val="libNormal"/>
        <w:rPr>
          <w:rStyle w:val="libAlaemChar"/>
        </w:rPr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গীতি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আবৃত্তি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ইমামের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যিযন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দাড়াবেন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রহমত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অনিবার্য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মিথ্যা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চিহ্নিত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পরহেযগারতের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পুরুস্কৃত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খারাপদের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শাস্তি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রেযা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চোখের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ফেললেন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দেবেল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রুহুল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কুদ্দুস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জিহবার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</w:t>
      </w:r>
      <w:r w:rsidRPr="009F36D3">
        <w:rPr>
          <w:lang w:bidi="bn-IN"/>
        </w:rPr>
        <w:t>---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ফুতুহাতুল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মাক্কিয়ার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তৃতীয়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খণ্ডে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৩৬৬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নীচের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পাইঃ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রাখো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ওলীদের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মধ্যে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শেষজনকে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শহীদ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মহাবিশ্বের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আলো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নিভে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যাবে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মুহাম্মদের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হিন্দী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তরবারীর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ধ্বংসকারী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সূর্য়ের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রশ্মি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প্রত্যেক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মেঘকে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অন্ধকারকে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উজ্জ্বল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বৃষ্টির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ফোটা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উদারভাবে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’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মুওয়াদ্দার</w:t>
      </w:r>
      <w:r w:rsidRPr="00AA6375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৪৬১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মহিউদ্দীন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আরাবীর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দুরুরুল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মাকনূন</w:t>
      </w:r>
      <w:r w:rsidRPr="00AA6375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এরকমঃ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এগিয়ে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বিসমিল্লাহর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অক্ষরগুলোর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রোযা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কাবা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পক্ষ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শুভেচ্ছা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পাঠাও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পরিচ্ছেদে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আদাব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বাশার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মূল্যবান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গীতি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কয়েক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লাইন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নাফসে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যাকিয়ার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নাফসে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যাকিয়ার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হত্যাকাণ্ডে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স্মরণ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রেখেছে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নাফস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কাজে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নব্যস্ত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কৎহবে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জনগণকে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আহবান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জানাবে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সূর্য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যাবে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কুফাতে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আগুন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জ্বালানো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স্রোতের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পরিণতিতে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কুফা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জ্বলতে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সিরিয়ার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লোকেরা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বাইদাহর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বিরূদ্ধে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সৈন্যদল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পাঠাবে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গিলে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ফেলবে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সাহসী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ঘোড়সাওয়াররা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বাতাসের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ধূলা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ধোয়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ছড়ায়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অগ্রসর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সামনে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শুয়াইব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সালেহ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সৈন্যবাহিনীর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সর্বাগ্রে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সাইয়্যেদের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হবেন</w:t>
      </w:r>
      <w:r w:rsidRPr="009F36D3">
        <w:rPr>
          <w:lang w:bidi="bn-IN"/>
        </w:rPr>
        <w:t xml:space="preserve">; </w:t>
      </w:r>
      <w:r w:rsidRPr="009F36D3">
        <w:rPr>
          <w:cs/>
          <w:lang w:bidi="bn-IN"/>
        </w:rPr>
        <w:t>ঐ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সাইয়্যেদের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মুখের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চোখের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মাঝামাঝি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এছাড়া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ভূমিকায়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প্রশংসায়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এনেছেন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বরকতে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ধর্মের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কল্যাণ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প্রতিষ্ঠিত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বরকতে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ধর্মের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অধঃপতন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;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সাহায্যে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মরুভুমিগুলো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নিষ্ঠুরতা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অত্যাচার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মুক্ত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;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বরকতে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নিষ্ঠুরতা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নিপীড়নের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অন্ধকার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দূর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;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শুভেচ্ছা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প্রতিদিন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</w:t>
      </w:r>
      <w:r w:rsidRPr="00AA6375">
        <w:rPr>
          <w:rStyle w:val="libAlaemChar"/>
        </w:rPr>
        <w:t>”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৪৬৬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কারীম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ইয়ামানী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সমৃদ্ধি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শক্তির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বসবাস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হেদায়েতের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আলোকে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হায়দার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আহলুল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বায়েত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 </w:t>
      </w:r>
      <w:r w:rsidRPr="009F36D3">
        <w:rPr>
          <w:cs/>
          <w:lang w:bidi="bn-IN"/>
        </w:rPr>
        <w:t>আরবি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অক্ষর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মিম</w:t>
      </w:r>
      <w:r w:rsidRPr="00AA6375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সর্বপ্রথম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শ্রেষ্ঠ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সৃষ্টি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</w:t>
      </w:r>
      <w:r w:rsidRPr="009F36D3">
        <w:rPr>
          <w:lang w:bidi="bn-IN"/>
        </w:rPr>
        <w:t xml:space="preserve">.)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সুন্নাহর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ভিত্তি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আদেশ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lastRenderedPageBreak/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৪৬১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মাআরেফ</w:t>
      </w:r>
      <w:r w:rsidRPr="00AA6375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রহমান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বাসতামীর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সম্মানিত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বিখ্যাতজন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আসমানী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ন্যায়বিচার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জনগণের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হাসান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রিযা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জ্ঞানের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ভাণ্ডারে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সংরক্ষিত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নীচের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কবিতাটিও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বাসতামী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করেছেনঃ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মীম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অক্ষরটি</w:t>
      </w:r>
      <w:r w:rsidRPr="009F36D3">
        <w:rPr>
          <w:lang w:bidi="bn-IN"/>
        </w:rPr>
        <w:t>-</w:t>
      </w:r>
      <w:r w:rsidRPr="00A34532">
        <w:rPr>
          <w:rStyle w:val="libArChar"/>
          <w:rtl/>
        </w:rPr>
        <w:t>شین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শিন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বিজয়ীর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বেশে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মক্কা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শহরে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ঘর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সত্যসহ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শীঘ্রই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পাঠাবেন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সম্পূর্ণ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পৃথিবীকে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সাম্য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পূর্ণ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সর্ব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নিষ্ঠুরতা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নিপীড়নের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অন্ধকারকে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ধ্বংস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আসমানী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হেদায়েতের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দায়িত্ব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পক্ষ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নির্বাচন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সর্বশ্রেষ্ঠ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প্রতিনিধি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উত্তরাধিকারী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হওয়ার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t>উল্লেখিত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৪৬৮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শেইখ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সদরুদ্দীন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কুনাউইর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করেছেনঃ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পৃথিবীতে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দাড়াবেন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আসমানী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পাশাপাশি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অবিশ্বাসী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শয়তানদের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ধ্বংস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করবেন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খারাপ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মানুষের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ধ্বংস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fa-IR"/>
        </w:rPr>
        <w:t xml:space="preserve">; </w:t>
      </w:r>
      <w:r w:rsidRPr="009F36D3">
        <w:rPr>
          <w:cs/>
          <w:lang w:bidi="bn-IN"/>
        </w:rPr>
        <w:t>শক্তিধর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তরবারীর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সাহায্যে</w:t>
      </w:r>
      <w:r w:rsidRPr="009F36D3">
        <w:rPr>
          <w:lang w:bidi="fa-IR"/>
        </w:rPr>
        <w:t xml:space="preserve">;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তুমি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জানতে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প্রকৃত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মর্যাদা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তাহলে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তোমাকে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শয্যাশায়ী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ছাড়বে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তরবারী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বাস্তবতা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যাকে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সত্যপথে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ধর্মকে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প্রতিষ্ঠা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নিয়োগ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আসমানী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</w:t>
      </w:r>
      <w:r w:rsidRPr="005A057D">
        <w:rPr>
          <w:rStyle w:val="libAlaemChar"/>
        </w:rPr>
        <w:t>”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৪৭৪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কুনদুযী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গীতি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প্রায়ই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আহলুল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বায়েতের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ভালোবাসা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লুকাবো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অস্বীকার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করবো</w:t>
      </w:r>
      <w:r w:rsidRPr="009F36D3">
        <w:rPr>
          <w:lang w:bidi="bn-IN"/>
        </w:rPr>
        <w:t xml:space="preserve"> ?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কসম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আহলুল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বাইতের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ভালোবাসা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মাংশের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মিশে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হেদায়েতের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মশাল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হায়দার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হাসনায়েন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মূসা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মূসার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রেযা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মানুষের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আশ্রয়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পরহেজগার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হাসান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যদিও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গালাগালি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তীব্র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নিন্দা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বিশ্বাস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>)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প্রায়ই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শুনি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হুজ্জাত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প্রমাণ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দাসদের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হেদায়েতের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রোযা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রেখেছে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রাতগুলি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কাটিয়েছে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রুকু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সিজদা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আবতাহ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কিফ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জামা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জান্নাতুল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বাকী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কবরস্থান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অধীনে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মীনা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পবিত্র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সৌধ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টি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মারওয়া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মসজিদ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প্রত্যেক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জায়গাতে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বরং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প্রত্যেক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হৃদয়ে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তালহা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শাফেয়ী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মাতালিবুস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সূলে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এরকম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বারোতম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কাসিম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হাসান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মূসা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হোসাইন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তিনিই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হুজ্জাত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খালাফে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সালেহ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মুনতাযার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তিনিই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উত্তরাধিকারী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হুজ্জাত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প্রমাণ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যাকে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সমর্থন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মেজাজ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দিয়েচেন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মর্যাদাকে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উচুতে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অনুগ্রহের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অলংকারকে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নৈতিক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গুণাবলীর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পোষাক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পরিধান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কিছু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জ্ঞাত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বুঝতে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জ্ঞানী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)-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খবর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গেছে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)-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যথেষ্ট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আামার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যত্ন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যাহরার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দেহেরই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অংশ</w:t>
      </w:r>
      <w:r w:rsidRPr="009F36D3">
        <w:rPr>
          <w:lang w:bidi="bn-IN"/>
        </w:rPr>
        <w:t xml:space="preserve">),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মর্যাদা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ছাড়াও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ফরসী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আরবীতে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সেগুলোর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ভেতরে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অনুসন্ধান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আলোকিত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</w:t>
      </w:r>
      <w:r w:rsidRPr="005A057D">
        <w:rPr>
          <w:rStyle w:val="libAlaemChar"/>
        </w:rPr>
        <w:t>”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আরো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জামী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আতহার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নিশাপুরী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জালালুদ্দীন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রুমী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প্রমুখ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যথেষ্ট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A34532" w:rsidRDefault="00A34532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3E5927">
      <w:pPr>
        <w:pStyle w:val="Heading1Center"/>
      </w:pPr>
      <w:bookmarkStart w:id="7" w:name="_Toc451691922"/>
      <w:r w:rsidRPr="009F36D3">
        <w:rPr>
          <w:cs/>
          <w:lang w:bidi="bn-IN"/>
        </w:rPr>
        <w:lastRenderedPageBreak/>
        <w:t>দ্বিতীয়</w:t>
      </w:r>
      <w:r w:rsidRPr="009F36D3">
        <w:t xml:space="preserve"> </w:t>
      </w:r>
      <w:r w:rsidRPr="009F36D3">
        <w:rPr>
          <w:cs/>
          <w:lang w:bidi="bn-IN"/>
        </w:rPr>
        <w:t>অধ্যায়</w:t>
      </w:r>
      <w:bookmarkEnd w:id="7"/>
    </w:p>
    <w:p w:rsidR="003E5927" w:rsidRDefault="003E5927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E5927">
      <w:pPr>
        <w:pStyle w:val="Heading2Center"/>
        <w:rPr>
          <w:lang w:bidi="bn-IN"/>
        </w:rPr>
      </w:pPr>
      <w:bookmarkStart w:id="8" w:name="_Toc451691923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8"/>
    </w:p>
    <w:p w:rsidR="003E5927" w:rsidRDefault="003E5927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চতুর্থ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ভাগে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ফিতান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bn-IN"/>
        </w:rPr>
        <w:t xml:space="preserve">-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সাম্রাজ্য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তুর্কীরা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ডাইলামাইটরা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ইনদুস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উপত্যকার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অধিবাসীরা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আক্রমণ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দ্বংস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সাফল্য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লাভ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ঐ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দূর্বলদের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আক্রমণাত্মক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গুসেল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বানাবেন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খারাপ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লোক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বিরুদ্ধে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বিদ্রোহ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ধ্বংস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আধিপত্য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জায়গা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বেরিয়ে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যেখানে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রাজত্ব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প্রকাশিত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অতিক্রম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দখল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পতাকাই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উচু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ধ্বংস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সম্পদই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লাভ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অপব্যবহার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দুর্ভোগ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পক্ষ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এরকম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চলতেই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যতক্ষণ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বিজয়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পরিষ্কার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উপরোক্ত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বাক্যে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বোঝানো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প্রতীক্ষিত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নিদর্শনগুলো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সেগুলো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ফিতান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এখানে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ক্বাবিল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জনগণ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যতক্ষণ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রাজত্ব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সমস্যায়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ইতিহাস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সাক্ষ্য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হালাকুর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বিদ্রোহের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প্রাচ্য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স্বাধীনতা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অস্থির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অবস্থা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বিভেদ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শাসক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বাদশাহদের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চলতেই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এরকমই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বিজয়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হস্তান্তর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সম্ভবত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ইঙ্গিত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বিভেদ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অস্থির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অবস্থা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হালাকুর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আগমনের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বিদ্রোহের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সম্পৃক্ত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তেমনই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বিজয়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জনগণকে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মিশনের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আহবান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শহরগুলোর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আধিপত্যের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হালাকুর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অস্থির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অবস্থা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হালাকু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সরকারের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দায়িত্ব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>)-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আরেকটি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হাদীসসমূহ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আত্মীয়দের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চিহ্নিত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প্রমাণ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বংশীয়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রাগেব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মুফরাদাত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lang w:bidi="bn-IN"/>
        </w:rPr>
        <w:t>(</w:t>
      </w:r>
      <w:r w:rsidRPr="003E5927">
        <w:rPr>
          <w:rStyle w:val="libArChar"/>
          <w:rtl/>
        </w:rPr>
        <w:t>عرب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আরবরা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ইসমাইলের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বংশধর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(</w:t>
      </w:r>
      <w:r w:rsidRPr="003E5927">
        <w:rPr>
          <w:rStyle w:val="libArChar"/>
          <w:rtl/>
        </w:rPr>
        <w:t>اعراب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বহুবচন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পরবর্তীতে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বেদুইনদের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সাবায়েকুযযাহাক</w:t>
      </w:r>
      <w:r w:rsidRPr="005A057D">
        <w:rPr>
          <w:rStyle w:val="libAlaemChar"/>
        </w:rPr>
        <w:t>”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শহরবাসীদেরকে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(</w:t>
      </w:r>
      <w:r w:rsidRPr="003E5927">
        <w:rPr>
          <w:rStyle w:val="libArChar"/>
          <w:rtl/>
        </w:rPr>
        <w:t>عرب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মরুবাসীদেরকে</w:t>
      </w:r>
      <w:r w:rsidRPr="009F36D3">
        <w:rPr>
          <w:lang w:bidi="bn-IN"/>
        </w:rPr>
        <w:t xml:space="preserve"> (</w:t>
      </w:r>
      <w:r w:rsidRPr="003E5927">
        <w:rPr>
          <w:rStyle w:val="libArChar"/>
          <w:rtl/>
        </w:rPr>
        <w:t>اعراب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রাব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সাধারণভাবে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3E5927">
        <w:rPr>
          <w:rStyle w:val="libArChar"/>
          <w:rtl/>
        </w:rPr>
        <w:t>اعراب</w:t>
      </w:r>
      <w:r w:rsidRPr="009F36D3">
        <w:t xml:space="preserve"> </w:t>
      </w:r>
      <w:r w:rsidRPr="009F36D3">
        <w:rPr>
          <w:cs/>
          <w:lang w:bidi="bn-IN"/>
        </w:rPr>
        <w:t>শব্দটি</w:t>
      </w:r>
      <w:r w:rsidRPr="009F36D3">
        <w:t xml:space="preserve"> </w:t>
      </w:r>
      <w:r w:rsidRPr="009F36D3">
        <w:rPr>
          <w:cs/>
          <w:lang w:bidi="bn-IN"/>
        </w:rPr>
        <w:t>উভয়</w:t>
      </w:r>
      <w:r w:rsidRPr="009F36D3">
        <w:t xml:space="preserve"> </w:t>
      </w:r>
      <w:r w:rsidRPr="009F36D3">
        <w:rPr>
          <w:cs/>
          <w:lang w:bidi="bn-IN"/>
        </w:rPr>
        <w:t>দলের</w:t>
      </w:r>
      <w:r w:rsidRPr="009F36D3">
        <w:t xml:space="preserve"> </w:t>
      </w:r>
      <w:r w:rsidRPr="009F36D3">
        <w:rPr>
          <w:cs/>
          <w:lang w:bidi="bn-IN"/>
        </w:rPr>
        <w:t>জন্য</w:t>
      </w:r>
      <w:r w:rsidRPr="009F36D3">
        <w:t xml:space="preserve"> </w:t>
      </w:r>
      <w:r w:rsidRPr="009F36D3">
        <w:rPr>
          <w:cs/>
          <w:lang w:bidi="bn-IN"/>
        </w:rPr>
        <w:t>ব্যবহৃত</w:t>
      </w:r>
      <w:r w:rsidRPr="009F36D3">
        <w:t xml:space="preserve"> </w:t>
      </w:r>
      <w:r w:rsidRPr="009F36D3">
        <w:rPr>
          <w:cs/>
          <w:lang w:bidi="bn-IN"/>
        </w:rPr>
        <w:t>হয়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জাওহারী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সিহাহ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তে</w:t>
      </w:r>
      <w:r w:rsidRPr="009F36D3">
        <w:t xml:space="preserve"> </w:t>
      </w:r>
      <w:r w:rsidRPr="009F36D3">
        <w:rPr>
          <w:cs/>
          <w:lang w:bidi="bn-IN"/>
        </w:rPr>
        <w:t>বলেনঃ</w:t>
      </w:r>
      <w:r w:rsidRPr="009F36D3">
        <w:t xml:space="preserve"> </w:t>
      </w:r>
      <w:r w:rsidRPr="009F36D3">
        <w:rPr>
          <w:lang w:bidi="bn-IN"/>
        </w:rPr>
        <w:t>(</w:t>
      </w:r>
      <w:r w:rsidRPr="003E5927">
        <w:rPr>
          <w:rStyle w:val="libArChar"/>
          <w:rtl/>
        </w:rPr>
        <w:t>عرب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শহরবাসী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আরাবী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সাধারণভাবে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স্তরে</w:t>
      </w:r>
      <w:r w:rsidRPr="009F36D3">
        <w:rPr>
          <w:lang w:bidi="bn-IN"/>
        </w:rPr>
        <w:t xml:space="preserve"> (</w:t>
      </w:r>
      <w:r w:rsidRPr="003E5927">
        <w:rPr>
          <w:rStyle w:val="libArChar"/>
          <w:rtl/>
        </w:rPr>
        <w:t>عرب</w:t>
      </w:r>
      <w:r w:rsidRPr="009F36D3">
        <w:rPr>
          <w:lang w:bidi="bn-IN"/>
        </w:rPr>
        <w:t>)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ব্যবহার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অভিধানগুলোতে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এবার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</w:t>
      </w:r>
      <w:r w:rsidRPr="009F36D3">
        <w:rPr>
          <w:lang w:bidi="bn-IN"/>
        </w:rPr>
        <w:t xml:space="preserve"> </w:t>
      </w:r>
      <w:r w:rsidRPr="003E5927">
        <w:rPr>
          <w:rStyle w:val="libArChar"/>
          <w:rtl/>
        </w:rPr>
        <w:t>عرب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bn-IN"/>
        </w:rPr>
        <w:t xml:space="preserve"> </w:t>
      </w:r>
      <w:r w:rsidRPr="003E5927">
        <w:rPr>
          <w:rStyle w:val="libArChar"/>
          <w:rtl/>
        </w:rPr>
        <w:t>اعراب</w:t>
      </w:r>
      <w:r w:rsidRPr="009F36D3">
        <w:t xml:space="preserve"> </w:t>
      </w:r>
      <w:r w:rsidRPr="009F36D3">
        <w:rPr>
          <w:cs/>
          <w:lang w:bidi="bn-IN"/>
        </w:rPr>
        <w:t>শব্দ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নির্মিত</w:t>
      </w:r>
      <w:r w:rsidRPr="009F36D3">
        <w:t xml:space="preserve"> </w:t>
      </w:r>
      <w:r w:rsidRPr="009F36D3">
        <w:rPr>
          <w:cs/>
          <w:lang w:bidi="bn-IN"/>
        </w:rPr>
        <w:t>হয়েছে</w:t>
      </w:r>
      <w:r w:rsidRPr="009F36D3">
        <w:t xml:space="preserve"> </w:t>
      </w:r>
      <w:r w:rsidRPr="009F36D3">
        <w:rPr>
          <w:cs/>
          <w:lang w:bidi="bn-IN"/>
        </w:rPr>
        <w:t>আর</w:t>
      </w:r>
      <w:r w:rsidRPr="009F36D3">
        <w:t xml:space="preserve"> 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অর্থ</w:t>
      </w:r>
      <w:r w:rsidRPr="009F36D3">
        <w:t xml:space="preserve"> </w:t>
      </w:r>
      <w:r w:rsidRPr="009F36D3">
        <w:rPr>
          <w:cs/>
          <w:lang w:bidi="bn-IN"/>
        </w:rPr>
        <w:t>নেয়া</w:t>
      </w:r>
      <w:r w:rsidRPr="009F36D3">
        <w:t xml:space="preserve"> </w:t>
      </w:r>
      <w:r w:rsidRPr="009F36D3">
        <w:rPr>
          <w:cs/>
          <w:lang w:bidi="bn-IN"/>
        </w:rPr>
        <w:t>হয়েছে</w:t>
      </w:r>
      <w:r w:rsidRPr="009F36D3">
        <w:t xml:space="preserve"> 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কথা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3E5927">
        <w:rPr>
          <w:rStyle w:val="libArChar"/>
          <w:rtl/>
        </w:rPr>
        <w:t>اعراب الرجل حاجتة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জেনে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রাখুন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হোক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ইরানি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তুর্কী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রোমান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ইউরোপীয়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সবাই</w:t>
      </w:r>
      <w:r w:rsidRPr="009F36D3">
        <w:rPr>
          <w:lang w:bidi="fa-IR"/>
        </w:rPr>
        <w:t xml:space="preserve"> (</w:t>
      </w:r>
      <w:r w:rsidRPr="003E5927">
        <w:rPr>
          <w:rStyle w:val="libArChar"/>
          <w:rtl/>
        </w:rPr>
        <w:t>عجم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আজাম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লোকোর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সাধারণত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বিশ্বাস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3E5927">
        <w:rPr>
          <w:rStyle w:val="libArChar"/>
          <w:rtl/>
        </w:rPr>
        <w:t>عجم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ফার্সীভাষীদের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বোঝায়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lastRenderedPageBreak/>
        <w:t>পশ্চিমারা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ফরাসীদের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ব্যবহার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তাদেরও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পড়ে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যাহোক</w:t>
      </w:r>
      <w:r w:rsidRPr="009F36D3">
        <w:rPr>
          <w:lang w:bidi="fa-IR"/>
        </w:rPr>
        <w:t xml:space="preserve"> </w:t>
      </w:r>
      <w:r w:rsidRPr="003E5927">
        <w:rPr>
          <w:rStyle w:val="libArChar"/>
          <w:rtl/>
        </w:rPr>
        <w:t>اعجم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শব্দটিতে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আলিফ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যোগ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হওয়া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সত্ত্বেও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পরিষ্কার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3E5927" w:rsidRPr="006E1E70" w:rsidRDefault="003E5927" w:rsidP="006E1E70">
      <w:r>
        <w:rPr>
          <w:lang w:bidi="fa-IR"/>
        </w:rPr>
        <w:br w:type="page"/>
      </w:r>
    </w:p>
    <w:p w:rsidR="005A057D" w:rsidRPr="009F36D3" w:rsidRDefault="005A057D" w:rsidP="003E5927">
      <w:pPr>
        <w:pStyle w:val="Heading2Center"/>
        <w:rPr>
          <w:lang w:bidi="fa-IR"/>
        </w:rPr>
      </w:pPr>
      <w:bookmarkStart w:id="9" w:name="_Toc451691924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উম্মাহ</w:t>
      </w:r>
      <w:r w:rsidRPr="00B06DC9">
        <w:rPr>
          <w:rStyle w:val="libAlaemChar"/>
        </w:rPr>
        <w:t>’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জাতি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থেকে</w:t>
      </w:r>
      <w:bookmarkEnd w:id="9"/>
    </w:p>
    <w:p w:rsidR="003E5927" w:rsidRDefault="003E5927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তিরমিযী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২৭০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খুদরী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পেলাম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>)-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খারাপ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ঘটতে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উত্তরে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এরকম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মধ্য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হুদাল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ইসলাম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-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২৫তম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সংস্করণে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পরিচ্ছেদে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মুসলিম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রহমান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আউফ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অবশ্যই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মানুষকে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আামার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ঐ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পরিপূর্ণ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তৃতীয়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পরিচ্ছেদে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হাফেয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নাঈম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সেফাতুল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কিতাব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খুদরী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আহলুল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বায়েত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ফুসুল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মুহিম্মা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দাউদ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তিরমিযী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পৃথিবীর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জীবন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একদিনের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বেশী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দিনটিকে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দীর্ঘ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বহন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বিচারে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পূর্ণ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মুওয়াদ্দা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৪৩৩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খুদরীর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জাওহার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আক্বদাইন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ঐ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মধ্যে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নাঈম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ফিতান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হিশাম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মরিয়মের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রাগেব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মুফরাদাত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তৈরী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আচার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ব্যাবহার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স্থানের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স্বেচ্ছায়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অনিচ্ছায়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পার্থক্য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3E5927">
        <w:rPr>
          <w:rStyle w:val="libArChar"/>
          <w:rtl/>
        </w:rPr>
        <w:t>امة</w:t>
      </w:r>
      <w:r w:rsidRPr="009F36D3">
        <w:rPr>
          <w:rtl/>
          <w:lang w:bidi="fa-IR"/>
        </w:rPr>
        <w:t xml:space="preserve"> 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উম্মাহর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বহুবচন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3E5927">
        <w:rPr>
          <w:rStyle w:val="libArChar"/>
          <w:rtl/>
        </w:rPr>
        <w:t>امم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উমাম</w:t>
      </w:r>
      <w:r w:rsidRPr="009F36D3">
        <w:rPr>
          <w:lang w:bidi="fa-IR"/>
        </w:rPr>
        <w:t xml:space="preserve">)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বলেছেঃ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প্রত্যেক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অনুসারীরা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আচার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ব্যবহার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অুনসরণ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উম্মতের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অন্তর্ভূক্ত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এমনও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জীবন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যাপন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অতএব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ইসলামের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উম্মাহ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ঐ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মানুয়েরা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ইসলামী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এনেছেন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মেনে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চলা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দেখেছে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দেখেনি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জীবন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যাপন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পার্থক্য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অধিকিন্তু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প্রযোজ্য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পরিবার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মধ্যে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পার্থক্য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এমনও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ভাষা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সময়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স্থানের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পরস্পরের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মধ্যে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পার্থক্য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বইয়ে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অভিমত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পরিষ্কার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স্পষ্টভাবে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জানানোর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উদ্দেশ্যে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শব্দে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আলিফ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লামের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ব্যবহার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চুক্তির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অর্থে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যাকে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আসমানী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কিতাবসমূহে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স্মরণ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সুসংবাদ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জাতীসমূহের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আসবেন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বরকতপূর্ণ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উম্মাহর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আনন্দিত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খুশী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হওয়া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প্রাপ্য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সম্মানে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ভূষিত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হওয়ার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বিচ্ছিন্ন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,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lastRenderedPageBreak/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হাজার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লিখেছেন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৮৯নং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হাজার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হাকেম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এনেছে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সময়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খুব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দূরে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সমস্যা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কষ্ট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জনগণের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আধিপত্য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পৃথিবী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অধিবাসীদের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মুখ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ফিরিয়ে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জনগণ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লোভের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এগিয়ে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যাবে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খারাপদের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ঘনিয়ে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ইনে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হাজার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হাকেমের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উদ্ধৃতি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দিয়েচেনঃ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চিন্তান্বিত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অনেক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আশ্চর্য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হয়েছি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বায়হাক্বী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শুধু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মোহাম্মদ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খালিদ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হাকেম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মোহাম্মদ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খালিদ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অপরিচিত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হাদীসগুলোতে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ক্রমধারায়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পার্থক্য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t>নাসাঈও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দায়েরাতুল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মাআরেফের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১০ম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খণ্ডে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৪৭৫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মাজাহর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মতামত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ইমাম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কুরতুবী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পূর্ববর্তী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হাদীসগুলোর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অসামঞ্জস্যপূর্ণ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উদ্দেশ্য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শুধু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মারিয়মে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মর্যাদা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তাহলো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ক্রটিহীনতা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পূর্ণতার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দৃষ্টিভঙ্গিতে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অস্তিত্বের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বিরোধী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সেরকম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শক্তিশালী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লেঅক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এছাড়া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দৃষ্টিভঙ্গি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দ্বারা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সমর্থিত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,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পৃথিবীকে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পূর্ণ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ঈসার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সাথে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আবির্ভূত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দাজ্জালকে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হত্যা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সাহায্য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লাদ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ফিলিস্তিনের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জায়গাতে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lastRenderedPageBreak/>
        <w:t>নিশ্চয়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উম্মতের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শাসক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পিছনে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নামাজ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পড়বে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জানেন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ভূমিকাতে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মানুষের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পুতঃপবিত্র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তাই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বলেছিঃ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আবির্ভাবকে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অস্বীকার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;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বিশ্বাস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এখানে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নির্ভরযোগ্য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জিদ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অবশ্যই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ধর্মান্ধতা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ভূল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ধ্বংসের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দ্বারপ্রান্তে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এনেছে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fa-IR"/>
        </w:rPr>
        <w:t>-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যদিও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প্রবাদের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লোকের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মুখে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মুখে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তবুও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বিবেচনা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বিশেষজ্ঞরা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?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উৎসগুলো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বিবেচনা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সনদের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গভীরভাবে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ভাবার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নির্ভর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তাহলে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প্রহসন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বক্তব্যের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প্রমাণ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আব্দুর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রহমান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জোর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দৃষ্টিভঙ্গি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গ্রহণযোগ্য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ফিরে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খালেদ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জুনদীর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এছাড়া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ফারাজ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জওযী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ইলাল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মুতানাহিয়া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দূর্বলতা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হাফেজ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বকর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বায়হাক্বীর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জুনদীর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অপরিচিত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অধিকিন্তু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জুনদী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আইয়াশ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সেও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অপ্রশংসিত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হাসান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উৎসের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ধারায়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ফাক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হোক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বিবেচনা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lastRenderedPageBreak/>
        <w:t>বায়হাক্বী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উস্তাদ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হাকেম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নিশাপুরী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থেকৈ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কৌশল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বর্ণনাকারীর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স্থান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বোঝাতে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যথেষ্ট</w:t>
      </w:r>
      <w:r>
        <w:rPr>
          <w:lang w:bidi="fa-IR"/>
        </w:rPr>
        <w:t>):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জুনদি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আইয়াশ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অপরিচিত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সূত্র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বিচ্ছিন্ন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গেছে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বিশেষজ্ঞ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এনেছেন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সবাই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স্মরণ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রেখেছেন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পরিষ্কার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দৃষ্টিসম্পন্ন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সচেতন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স্পষ্ট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হাদীসগুলোর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অংশ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অংশকে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সমর্থন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সর্বোচ্চ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প্রমাণ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ঐ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হাদীসগুলো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উত্তম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এছাড়া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হাফেয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হাকেম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মুসতাদরাকে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দুটি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সহীহতেও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বুখারী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মুসলিম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উল্লেখিত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অপ্রয়োজনীয়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বিরাট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সংখ্যক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লোক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চাইতে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অধিকতর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গুরুত্ব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রাখে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এরকম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বিশ্বাসযোগ্য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অবিশ্বাসযোগ্য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আলোচনা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কারণে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এনেছি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যুক্তি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তর্ক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বিস্ময়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প্রকাশ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বলেনঃ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চাইতে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সূনান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সূরী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শিষ্যদের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ভালো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9F36D3">
        <w:rPr>
          <w:cs/>
          <w:lang w:bidi="bn-IN"/>
        </w:rPr>
        <w:t>এরপর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)-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বর্ণান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বলেঃ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একই</w:t>
      </w:r>
      <w:r w:rsidRPr="005A057D">
        <w:rPr>
          <w:rStyle w:val="libAlaemChar"/>
        </w:rPr>
        <w:t>”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fa-IR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প্রখ্যাত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আলেমগণের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অভিমত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হযরদ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বক্তব্যের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চেয়েছেন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তাহলো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রকম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9F36D3">
        <w:rPr>
          <w:cs/>
          <w:lang w:bidi="bn-IN"/>
        </w:rPr>
        <w:t>এভাবে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উপরোক্ত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বক্তব্য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প্রকাশ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নন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সঠিক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ধরেও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তবুও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আপাতঃ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অর্থে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পারিনা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উচিৎ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lastRenderedPageBreak/>
        <w:t>আধ্যাত্মিক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ব্যাখ্যা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নেয়া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কারণ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হাদীসগুলো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আমারা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পারিনা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বিপক্ষে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আধ্যাত্মিক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ব্যাখ্যা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কথার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আরবী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আধ্যাত্মিক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ব্যাখ্যার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আধ্যাত্মিক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পরস্পরের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নিকটে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ধরণের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সংখ্যা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প্রচুর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প্রত্যাখ্যান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প্রকৃত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উদ্দেশ্য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উপসংহারে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উচিৎ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বাক্যটি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এসেছে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সম্মান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আধ্যাত্মিক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নাবিউল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মুওয়াদ্দা</w:t>
      </w:r>
      <w:r w:rsidRPr="005A057D">
        <w:rPr>
          <w:rStyle w:val="libAlaemChar"/>
        </w:rPr>
        <w:t>’</w:t>
      </w:r>
      <w:r w:rsidRPr="009F36D3">
        <w:rPr>
          <w:lang w:bidi="fa-IR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৪৩৪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পৃষ্ঠায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নিশ্চয়ই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খালিদ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মিথ্যা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প্রমাণ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বিভিন্নভাবে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পাওয়া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যায়ঃ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2A48E8">
        <w:rPr>
          <w:rStyle w:val="libBold2Char"/>
          <w:cs/>
          <w:lang w:bidi="bn-IN"/>
        </w:rPr>
        <w:t>প্রথমতঃ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সঠিক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তাহলে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ইয়াযিদ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হাজ্জাজ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সময়কার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নিপীড়ন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নিষ্ঠুরতা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অনেকগুন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বৃদ্ধি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পেত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পৃথিবীতে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ভাল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থাকতো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উল্লেখিত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অর্থাৎ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উমর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আযীয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আব্বাসীর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খলীফাদের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আজ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শান্তি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কল্যাণ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বজায়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রহমতে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fa-IR"/>
        </w:rPr>
      </w:pPr>
      <w:r w:rsidRPr="002A48E8">
        <w:rPr>
          <w:rStyle w:val="libBold2Char"/>
          <w:cs/>
          <w:lang w:bidi="bn-IN"/>
        </w:rPr>
        <w:t>দ্বিতীয়তঃ</w:t>
      </w:r>
      <w:r w:rsidRPr="002A48E8">
        <w:rPr>
          <w:rStyle w:val="libBold2Char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নবুয়তের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নিয়োগ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প্রাপ্তির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আগে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আরবদের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মধ্যে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মাহদাভিয়াত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বিষয়টি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প্রচলিত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যাতে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যেতো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মারিয়ম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fa-IR"/>
        </w:rPr>
      </w:pPr>
      <w:r w:rsidRPr="002A48E8">
        <w:rPr>
          <w:rStyle w:val="libBold2Char"/>
          <w:cs/>
          <w:lang w:bidi="bn-IN"/>
        </w:rPr>
        <w:t>তৃতীয়তঃ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কিতাবের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অনেক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আয়াতে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ইঙ্গিত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fa-IR"/>
        </w:rPr>
        <w:t xml:space="preserve">, </w:t>
      </w:r>
      <w:r w:rsidRPr="009F36D3">
        <w:rPr>
          <w:cs/>
          <w:lang w:bidi="bn-IN"/>
        </w:rPr>
        <w:t>নবী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নিজেও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অনুসারীদের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সুসংবাদ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যেভাবে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পূর্ববর্তী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নবীগণ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আমাদের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নবীর</w:t>
      </w:r>
      <w:r w:rsidRPr="009F36D3">
        <w:rPr>
          <w:lang w:bidi="fa-IR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fa-IR"/>
        </w:rPr>
        <w:t xml:space="preserve">) </w:t>
      </w:r>
      <w:r w:rsidRPr="009F36D3">
        <w:rPr>
          <w:cs/>
          <w:lang w:bidi="bn-IN"/>
        </w:rPr>
        <w:t>আগমন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সম্পর্কিত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পরিস্থিতির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অন্যদের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সুসংবাদ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এসব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সুসংবাদ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সংগ্রহ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fa-IR"/>
        </w:rPr>
        <w:t xml:space="preserve">;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মাশারেকুল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ইখওয়ান</w:t>
      </w:r>
      <w:r w:rsidRPr="005A057D">
        <w:rPr>
          <w:rStyle w:val="libAlaemChar"/>
        </w:rPr>
        <w:t>’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কিতাবে</w:t>
      </w:r>
      <w:r w:rsidRPr="009F36D3">
        <w:rPr>
          <w:lang w:bidi="fa-IR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সম্মানিত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বুঝতে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হলোঃ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প্রথমতঃ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মিথ্যা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lastRenderedPageBreak/>
        <w:t>দ্বিতীয়তঃ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অকার্যকর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দূর্বল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তৃতীয়তঃ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বহুল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হাদীসগুলোর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বিরোধিতা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চতুর্থতঃ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প্রকৃত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আপাতঃ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ভিন্ন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উপসংহার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টানা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আবির্ভাব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ঈসার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অবতরণ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যেখানে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পরস্পরকে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ঠিক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অথবা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কিছু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হারিয়ে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গেছে</w:t>
      </w:r>
      <w:r w:rsidRPr="009F36D3">
        <w:rPr>
          <w:lang w:bidi="bn-IN"/>
        </w:rPr>
        <w:t xml:space="preserve">; </w:t>
      </w:r>
      <w:r w:rsidRPr="009F36D3">
        <w:rPr>
          <w:cs/>
          <w:lang w:bidi="bn-IN"/>
        </w:rPr>
        <w:t>প্রকৃতপক্ষে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হলো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>)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ছড়ানো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ছিটানো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হাদীসসূহ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প্রমাণ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সঠিক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ঈসা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হচ্ছেন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2A48E8" w:rsidRDefault="002A48E8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0" w:name="_Toc451691925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10"/>
      <w:r w:rsidRPr="009F36D3">
        <w:rPr>
          <w:lang w:bidi="bn-IN"/>
        </w:rPr>
        <w:t xml:space="preserve"> </w:t>
      </w:r>
    </w:p>
    <w:p w:rsidR="002A48E8" w:rsidRDefault="002A48E8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উসমান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মুক্বারী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ক্বাতাদাহ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মাসায়েবকে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হ্যাঁ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শাখা</w:t>
      </w:r>
      <w:r w:rsidRPr="009F36D3">
        <w:rPr>
          <w:lang w:bidi="bn-IN"/>
        </w:rPr>
        <w:t xml:space="preserve">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লোক</w:t>
      </w:r>
      <w:r w:rsidRPr="009F36D3">
        <w:rPr>
          <w:lang w:bidi="bn-IN"/>
        </w:rPr>
        <w:t xml:space="preserve"> 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ফাতেমার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কাযিমার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মাদরকার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ইলিয়াস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নেযার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আদনান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সাবায়েক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যাহাব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বংশধারায়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5A057D">
        <w:rPr>
          <w:rStyle w:val="libAlaemChar"/>
        </w:rPr>
        <w:t>–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নেযার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মাযারের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আরো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ধারায়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এসেছিলো</w:t>
      </w:r>
      <w:r w:rsidRPr="009F36D3">
        <w:rPr>
          <w:lang w:bidi="bn-IN"/>
        </w:rPr>
        <w:t xml:space="preserve">;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মালিক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মালকান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হারিম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আমের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ঘানাম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আউফ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মুজরাবা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কারওয়াল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জাযাল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গুরওয়ান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উবাইদ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ইয়েমেন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ইবার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বাসস্থান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উপকন্ঠে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2A48E8" w:rsidRDefault="002A48E8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1" w:name="_Toc451691926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ক্বুরাইশ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11"/>
      <w:r w:rsidRPr="009F36D3">
        <w:rPr>
          <w:lang w:bidi="bn-IN"/>
        </w:rPr>
        <w:t xml:space="preserve"> </w:t>
      </w:r>
    </w:p>
    <w:p w:rsidR="002A48E8" w:rsidRDefault="002A48E8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ইক্বদুদ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ওয়ায়েল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হুসেইন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মানাউই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কাতাদা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মাসায়েবকে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প্রতিষ্ঠিত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হ্যা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দলের</w:t>
      </w:r>
      <w:r w:rsidRPr="009F36D3">
        <w:rPr>
          <w:lang w:bidi="bn-IN"/>
        </w:rPr>
        <w:t xml:space="preserve"> ?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cs/>
          <w:lang w:bidi="hi-IN"/>
        </w:rPr>
        <w:t xml:space="preserve"> । </w:t>
      </w:r>
      <w:r w:rsidRPr="009F36D3">
        <w:rPr>
          <w:cs/>
          <w:lang w:bidi="bn-IN"/>
        </w:rPr>
        <w:t>আমি বললামঃ সে কোন পরিবারের?সে বললঃ সে আব্দুল মোত্তালিবের বংশধর। আমি বললামঃ কোন পরিবারের ? সে বললঃ সে ফাতেমার বংশ থেকে । আমি বললামঃ তার কোন সন্তান থেকে ? সে বললঃ যথেষ্ট হয়েছে ।</w:t>
      </w:r>
      <w:r w:rsidRPr="00AA6375">
        <w:rPr>
          <w:rStyle w:val="libAlaemChar"/>
          <w:rtl/>
          <w:cs/>
        </w:rPr>
        <w:t>”</w:t>
      </w:r>
      <w:r w:rsidRPr="009F36D3">
        <w:rPr>
          <w:cs/>
          <w:lang w:bidi="bn-IN"/>
        </w:rPr>
        <w:t xml:space="preserve"> এছাড়া একই বইয়ে সপ্তম অধ্যায়ে হাফেয আবু আব্দুল্লাহ নাঈম ইবনে হেমাদ এর </w:t>
      </w:r>
      <w:r w:rsidRPr="00AA6375">
        <w:rPr>
          <w:rStyle w:val="libAlaemChar"/>
          <w:rtl/>
          <w:cs/>
        </w:rPr>
        <w:t>‘</w:t>
      </w:r>
      <w:r w:rsidRPr="009F36D3">
        <w:rPr>
          <w:cs/>
          <w:lang w:bidi="bn-IN"/>
        </w:rPr>
        <w:t>আল ফাতান</w:t>
      </w:r>
      <w:r w:rsidRPr="00AA6375">
        <w:rPr>
          <w:rStyle w:val="libAlaemChar"/>
          <w:rtl/>
          <w:cs/>
        </w:rPr>
        <w:t>’</w:t>
      </w:r>
      <w:r w:rsidRPr="009F36D3">
        <w:rPr>
          <w:cs/>
          <w:lang w:bidi="bn-IN"/>
        </w:rPr>
        <w:t xml:space="preserve"> থেকে যা ইসহাক্ব ইবনে ইয়াহইয়া ইবনে তালহা থেকে তিনি তাউস থেকে যিনি বলেনঃ </w:t>
      </w:r>
      <w:r w:rsidRPr="00AA6375">
        <w:rPr>
          <w:rStyle w:val="libAlaemChar"/>
          <w:rtl/>
          <w:cs/>
        </w:rPr>
        <w:t>‘</w:t>
      </w:r>
      <w:r w:rsidRPr="009F36D3">
        <w:rPr>
          <w:cs/>
          <w:lang w:bidi="bn-IN"/>
        </w:rPr>
        <w:t>উমর 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খাত্তাব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মৃত্যুশয্যায়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পরবিারের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সদস্যরা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বিদায়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জানাচ্ছিলেন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ধনভান্ডার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কাবাঘর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অস্ত্রশস্ত্র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মিনীন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আপনি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ছেড়ে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আপনি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যুবক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হাজার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৯৯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মাওয়ারদি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এনেছে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সুসংবাদ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রাগেবীন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১৫১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জিনিস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বিশ্বাস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জামেউল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লতিফে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lastRenderedPageBreak/>
        <w:t>পড়িঃ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জেনে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মতভেদ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সমূদ্রের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পশুর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পশু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খাওয়া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বিজয়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লাভ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পরাজিত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রূপক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মন্তব্য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শক্তি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শ্রেষ্ঠত্বের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ইঙ্গিত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পশুটির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কাঠিন্য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মর্যাদায়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মাদারেকে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পাইঃ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শক্তিধর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পশু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জাহাজ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খেলা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আগুন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পতিহত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ক্ষুদ্র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সংস্করণ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দেখানোর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অন্যরা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ইয়াখলেদ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ফাহরকে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হতো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কুরাইশের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গিয়েছিলো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বিখ্যাত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অন্যরা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কুসাই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এনেছিলো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ক্বরাশ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একত্র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হওয়া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যেহেতু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আবার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শব্দটি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তাক্বরীশ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শব্দ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উপার্জন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যেহেতু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ব্যবসা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মাধ্যমে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উপার্জন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অতএব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এটিও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নাযর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>
        <w:rPr>
          <w:lang w:bidi="bn-IN"/>
        </w:rPr>
        <w:t xml:space="preserve"> </w:t>
      </w:r>
      <w:r w:rsidRPr="009F36D3">
        <w:rPr>
          <w:cs/>
          <w:lang w:bidi="bn-IN"/>
        </w:rPr>
        <w:t>ক্বুরাইশ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বিখ্যাত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ক্বুরাইশ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হাজীদের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মালপত্রের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তাক্বরীশ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করতো</w:t>
      </w:r>
      <w:r w:rsidRPr="009F36D3">
        <w:rPr>
          <w:lang w:bidi="bn-IN"/>
        </w:rPr>
        <w:t xml:space="preserve"> ,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তাক্বরীশ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তল্লাশী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চেকপয়েন্ট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মালামাল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তল্লাশী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হাজীদের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বাধা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</w:p>
    <w:p w:rsidR="002A48E8" w:rsidRDefault="002A48E8" w:rsidP="006E1E70">
      <w:pPr>
        <w:rPr>
          <w:lang w:bidi="bn-IN"/>
        </w:rPr>
      </w:pPr>
      <w:r>
        <w:rPr>
          <w:lang w:bidi="bn-IN"/>
        </w:rPr>
        <w:lastRenderedPageBreak/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2" w:name="_Toc451691927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12"/>
    </w:p>
    <w:p w:rsidR="002A48E8" w:rsidRDefault="002A48E8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হুসেইন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মানাউই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নাঈম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কাতাদা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মাসীবকে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করলামঃ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?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হ্যাঁ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?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ক্বুরাইশ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দলের</w:t>
      </w:r>
      <w:r w:rsidRPr="009F36D3">
        <w:rPr>
          <w:lang w:bidi="bn-IN"/>
        </w:rPr>
        <w:t xml:space="preserve"> ?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দল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পরিবারের</w:t>
      </w:r>
      <w:r w:rsidRPr="009F36D3">
        <w:rPr>
          <w:lang w:bidi="bn-IN"/>
        </w:rPr>
        <w:t xml:space="preserve"> ?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?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ফাতেমার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?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বললোঃ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যথেষ্ঠ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মুনাফ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কাল্ব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মুররা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ব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লুই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গালিব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পাহর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মালিক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নাযর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কেনান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জামেউল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লতিফ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এসেছেঃ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দুর্ভিক্ষের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খাদ্য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সরবরাহ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lastRenderedPageBreak/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উদারতায়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দানশীলতায়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এতই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পশু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পাখিদের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সরবরাহ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পাহাড়ের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জবাই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দুর্ভিক্ষ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অধিবাসীদের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খাওয়াতো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অর্জিত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ধনীদেরকে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দরিদ্রদের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উদ্বুদ্ধ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যতক্ষণ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বৃষ্টি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highlight w:val="yellow"/>
          <w:lang w:bidi="ar-IQ"/>
        </w:rPr>
      </w:pP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সিরিয়াতে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সিজারের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বাদশাহ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িএবং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স্বাধীনতার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নিরাপত্তাপত্র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সংগ্রহ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উয়েমেনের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জায়গার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বিশ্বস্তদার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সংগ্রহ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ক্বুরাইশদের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ব্যবসায়ীদের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শীত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গ্রীষ্মে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ব্যবসার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উদ্দেশ্যে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বেরিয়ে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আদেশ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গ্রীষ্মে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সিরিয়ার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শীতে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ইয়েমেনের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এভাবেই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জীবন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ধারণের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উপকরণের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পরিমাণ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বৃদ্ধি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পেলো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উসিলায়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ক্ষুধা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প্রাণভয়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রক্ষা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মানাফ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হয়েছিলো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চৌদ্দতম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চাঁদ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সুন্দর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উদারতার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উত্তরাধিকারী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শাসন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হাজীদের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খাওয়ানোর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দায়িত্ব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ন্যস্ত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যেমন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যাইদ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ইয়াজিদ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ফাতিমা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কন্যা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উযরার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ছেড়ে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শুরু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দূরে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কুসাই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AA6375">
        <w:rPr>
          <w:rStyle w:val="libAlaemChar"/>
          <w:rtl/>
        </w:rPr>
        <w:t>قاصی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শব্দ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নেয়া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ar-IQ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দূর</w:t>
      </w:r>
      <w:r w:rsidRPr="005A057D">
        <w:rPr>
          <w:rStyle w:val="libAlaemChar"/>
        </w:rPr>
        <w:t>’</w:t>
      </w:r>
      <w:r w:rsidRPr="009F36D3">
        <w:rPr>
          <w:lang w:bidi="ar-IQ"/>
        </w:rPr>
        <w:t xml:space="preserve">;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জমা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করা</w:t>
      </w:r>
      <w:r w:rsidRPr="005A057D">
        <w:rPr>
          <w:rStyle w:val="libAlaemChar"/>
        </w:rPr>
        <w:t>’</w:t>
      </w:r>
      <w:r w:rsidRPr="009F36D3">
        <w:rPr>
          <w:lang w:bidi="ar-IQ"/>
        </w:rPr>
        <w:t>-</w:t>
      </w:r>
      <w:r w:rsidRPr="009F36D3">
        <w:rPr>
          <w:cs/>
          <w:lang w:bidi="bn-IN"/>
        </w:rPr>
        <w:t>ও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ar-IQ"/>
        </w:rPr>
        <w:t xml:space="preserve">, </w:t>
      </w:r>
      <w:r w:rsidRPr="009F36D3">
        <w:rPr>
          <w:cs/>
          <w:lang w:bidi="bn-IN"/>
        </w:rPr>
        <w:t>কারণ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বড়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ফেরত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আসে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মরুভুমিতে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ছড়িয়ে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ছিটিয়ে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থাকা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কুরাইশদের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একত্র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আনে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ar-IQ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খাযাই</w:t>
      </w:r>
      <w:r w:rsidRPr="005A057D">
        <w:rPr>
          <w:rStyle w:val="libAlaemChar"/>
        </w:rPr>
        <w:t>’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গোত্রকে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সেখান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বহিষ্কার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ar-IQ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ar-IQ"/>
        </w:rPr>
        <w:t xml:space="preserve"> </w:t>
      </w:r>
    </w:p>
    <w:p w:rsidR="005A057D" w:rsidRPr="009F36D3" w:rsidRDefault="005A057D" w:rsidP="005A057D">
      <w:pPr>
        <w:pStyle w:val="libNormal"/>
        <w:rPr>
          <w:lang w:bidi="ar-IQ"/>
        </w:rPr>
      </w:pPr>
      <w:r w:rsidRPr="009F36D3">
        <w:rPr>
          <w:cs/>
          <w:lang w:bidi="bn-IN"/>
        </w:rPr>
        <w:t>মাহদী</w:t>
      </w:r>
      <w:r w:rsidRPr="009F36D3">
        <w:rPr>
          <w:lang w:bidi="ar-IQ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ar-IQ"/>
        </w:rPr>
        <w:t xml:space="preserve">) </w:t>
      </w:r>
      <w:r w:rsidRPr="009F36D3">
        <w:rPr>
          <w:cs/>
          <w:lang w:bidi="bn-IN"/>
        </w:rPr>
        <w:t>আব্দুল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এর লেখক সপ্তম অধ্যায়ে একদল হাদীস বিশেষজ্ঞ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ইমাম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মাজার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হাফেজস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কাসেম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তাবারানীর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জাম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হাফেজ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নাঈম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ইসফাহানী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আনাস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মালিক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এরশাদ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হামযা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হাসান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হোসেইন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বেহেশতের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সর্দার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ক্বাতাদা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বিষয়টিকে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চিহ্নিত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জামেউল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লতিফ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আছেঃ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শাইবাতুল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হামদ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শাইবাতুল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কা্রণ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হারিসও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হারিস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হাশিম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মৃত্যুশয্যায়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থাকাকালীন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মোত্তালিবকে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বলেছিলঃ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ইয়াসরিবে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আবদের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চাকর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যত্ন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নিও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কেউ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যাচ্ছিলেন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ভাতিজার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জিজ্ঞেস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ভাতিজা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লজ্জাবোধ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দাস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ভাতিজা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ফ্যাকাশে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মক্কায়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লোকেরা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এনেছে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সুপরিচিত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2A48E8" w:rsidRDefault="002A48E8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3" w:name="_Toc451691928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13"/>
    </w:p>
    <w:p w:rsidR="002A48E8" w:rsidRDefault="002A48E8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rPr>
          <w:lang w:bidi="ar-IQ"/>
        </w:rPr>
        <w:t xml:space="preserve"> </w:t>
      </w:r>
      <w:r w:rsidRPr="009F36D3">
        <w:rPr>
          <w:cs/>
          <w:lang w:bidi="bn-IN"/>
        </w:rPr>
        <w:t>এর 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৩নং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ভাগে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উমাইরা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মানসুরের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ছিলাম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এভাবে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অবশ্যই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ঘটবে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আকাষ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ডাকবে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মানুষের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পক্ষ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বংশধর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আপনার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উৎসর্গ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মুমিনীন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এইমাত্র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</w:t>
      </w:r>
      <w:r w:rsidRPr="009F36D3">
        <w:rPr>
          <w:lang w:bidi="bn-IN"/>
        </w:rPr>
        <w:t xml:space="preserve"> ?;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হ্যাঁ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কসম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প্রাণ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ঠিক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শুনেছে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কিন্তু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এরকম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হাদীস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শুনিনি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সাইফ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নিশ্চয়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ঘটনা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ঘটবে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ডাকে</w:t>
      </w:r>
      <w:r w:rsidRPr="009F36D3">
        <w:rPr>
          <w:lang w:bidi="bn-IN"/>
        </w:rPr>
        <w:t>)</w:t>
      </w:r>
      <w:r w:rsidRPr="009F36D3">
        <w:rPr>
          <w:cs/>
          <w:lang w:bidi="bn-IN"/>
        </w:rPr>
        <w:t>সাড়া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অগ্রবর্তী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থাকব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ভাইদের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বললামঃ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ফাতিমার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>?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সাইফ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জাফর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বাক্বির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কারো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শুনতাম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নিশ্চয়ই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সবচেয়ে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প্রজ্ঞাবান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সাবায়েক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যাহাবে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পড়িঃ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ইসহাক্ব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আবদে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মানাফ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হাকেম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তাযকেরাতুল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আইম্মার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মৃত্যুপথযাত্রী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সোপর্দ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lastRenderedPageBreak/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তাবাক্বাত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মুজাহিদা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আ্তা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যাহরী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উলামা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ফীল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হস্তি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বর্ষের</w:t>
      </w:r>
      <w:r w:rsidRPr="009F36D3">
        <w:rPr>
          <w:lang w:bidi="bn-IN"/>
        </w:rPr>
        <w:t>)-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২য়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বর্ষে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ইন্তেকাল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বয়সী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প্রকৃতপক্ষে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ইন্তেকাল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বয়সে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হেজওয়ানে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আইমান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দেখেছি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কাফিনের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নীচে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হাটছেন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কাদছেন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বহন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যাওয়া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হচ্ছিল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অন্য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আরেক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পাওয়া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আশি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বয়সী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ত্যাগ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যাহোক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প্রথম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বক্তব্যটি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বেশী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সঠিক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মুজাহিদ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আব্বাস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ক্বাফা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গোত্রের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মুযহাক্ব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লোক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শিশুটিকে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ছাপের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দেখি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ছাপের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মত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আব্দুল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মোত্তালিব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ফিরলেন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নিশ্চয়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রাজ্য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যতটুকু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সম্ভব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দাড়ালেন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রাসূলকে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সাহায্য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দায়িত্ব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বিষয়ে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সাহায্য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জরন্য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এমন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কখরোই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বিচ্ছিন্ন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এতই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আকর্ষিত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নিজের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ছেলেদের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অগ্রাধিকার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শুধু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তখনই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ঘুমাতেন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পাশে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থাকতেন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ফেরা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ভবিষ্যৎ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উজ্জ্বল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তাবাকাত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একবার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রাসূলুল্লাহর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সাথে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যিল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মুজায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গেলেন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রাসূল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পিপাসার্ত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ভাতিজা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তুমি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পিপাসার্ত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অথচ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</w:t>
      </w:r>
      <w:r w:rsidRPr="009F36D3">
        <w:rPr>
          <w:lang w:bidi="bn-IN"/>
        </w:rPr>
        <w:lastRenderedPageBreak/>
        <w:t>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নীচে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গোড়ালী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মাটিতে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আঘাত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শীঘ্রই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ঠেলে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বেরিয়ে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ঐতিহাসিকরা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সাহায্য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দাড়িয়েছিলেন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প্রায়ই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শত্রুদের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তাড়িয়ে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দিতেন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একদিন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এলো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ভাতিজা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খোদাদেরকে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অপমান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করেছে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বড়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লোকদের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পাগল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পূর্ব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পুরুষদের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পথভ্রষ্ট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অতএব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সোপর্দ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অন্যথায়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যাদ্ধ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ar-IQ"/>
        </w:rPr>
      </w:pP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উত্তরে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চিরকালের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বন্ধু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হোক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শপথ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কখনোই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তারা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ইমারা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ওয়ালিদ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মুগীরা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কুরাইশদের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মাঝে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সবচেয়ে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সুদর্শন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মর্যাদাবান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যুবক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হিসেবে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পারমুহাম্মদের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বদলে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>চলো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মানুষ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বদলা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বদলি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উত্তর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দুর্ভোগ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আসুক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চেহারা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কালো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দিক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নামে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শপথ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নিশ্চয়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খারাপ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কথা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যেনর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বদলে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যত্ন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নেই</w:t>
      </w:r>
      <w:r w:rsidRPr="009F36D3">
        <w:rPr>
          <w:lang w:bidi="bn-IN"/>
        </w:rPr>
        <w:t xml:space="preserve">! </w:t>
      </w:r>
      <w:r w:rsidRPr="009F36D3">
        <w:rPr>
          <w:cs/>
          <w:lang w:bidi="bn-IN"/>
        </w:rPr>
        <w:t>আল্লাহর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শপথ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বলছি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তাহলে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অত্যন্ত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খারাপ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লোক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হবো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বললেনঃ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বাচ্চা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উটকে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আলাদা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বাচ্চার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আকৃষ্ট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তুলে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একটি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কবিতা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পড়লেন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lastRenderedPageBreak/>
        <w:t>জন্মের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রিসালাত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প্রকাশের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প্রাপ্তির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দশম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চুয়াল্লিশ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হযরত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সমর্থনে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দাড়িয়েছেন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ক্ষতি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শত্রুদেরকে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বাধা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দিয়েছেন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জীবনের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যত্ন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কোন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প্রচেষ্টা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বাকী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নূরুল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আবসার</w:t>
      </w:r>
      <w:r w:rsidRPr="005A057D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মৃত্যুর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তারিখ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১লা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যিলক্বাদ</w:t>
      </w:r>
      <w:r w:rsidRPr="009F36D3">
        <w:rPr>
          <w:lang w:bidi="bn-IN"/>
        </w:rPr>
        <w:t xml:space="preserve">, </w:t>
      </w:r>
      <w:r w:rsidRPr="009F36D3">
        <w:rPr>
          <w:cs/>
          <w:lang w:bidi="bn-IN"/>
        </w:rPr>
        <w:t>অর্থনৈতিক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অবরোধের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বজায়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একুশ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মাওয়াহেব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লাদনিয়া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উল্লেখ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হয়েছে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মৃত্যুর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বয়স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সাতাশি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উম্মুল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মুমিনীন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খাদিজা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ইন্তেকাল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দুঃখের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বছর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হুযন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নাম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জানার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জন্য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ইতিহাস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বিইগুলো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যেমন</w:t>
      </w:r>
      <w:r w:rsidRPr="009F36D3">
        <w:rPr>
          <w:lang w:bidi="bn-IN"/>
        </w:rPr>
        <w:t xml:space="preserve">, 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সিরাতে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হিশাম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তারিখে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তাবারী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সমকালের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বিশেষ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যাইনি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দেহলানের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বাগইয়াত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আত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তালিব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আহওয়াল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তালিব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ফুতুহাত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ইসলামিয়া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বইটিও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ছাড়া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চাচাতো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সাইয়্যেদ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শারাফুদ্দীন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আমালীর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শেইখ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উল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আবতাহ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পড়তে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পারেন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সবচেয়ে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ভালবই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হিসেবে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পরিচিত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</w:p>
    <w:p w:rsidR="002A48E8" w:rsidRDefault="002A48E8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4" w:name="_Toc451691929"/>
      <w:r w:rsidRPr="009F36D3">
        <w:rPr>
          <w:cs/>
          <w:lang w:bidi="bn-IN"/>
        </w:rPr>
        <w:lastRenderedPageBreak/>
        <w:t>মাহদী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মুহাম্মদ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bookmarkEnd w:id="14"/>
    </w:p>
    <w:p w:rsidR="002A48E8" w:rsidRDefault="002A48E8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দাউদ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সহীহ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৪র্থ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খণ্ডে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৮৭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আব্দুল্লাহ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মাসউদ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বলেছেনঃ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জীবন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একদিনেরও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বেশী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থাকে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আল্লাহ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দিনটিকে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দীর্ঘ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যতক্ষণ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পর্যন্ত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একজনকে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নিয়োগ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দিবেন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উক্ত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বইয়ের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৮১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আবু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সাঈদ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খুদরী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নবী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সাঃ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বলেছেনঃ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7A606B" w:rsidRDefault="005A057D" w:rsidP="00AA6375">
      <w:pPr>
        <w:pStyle w:val="libNormal"/>
        <w:rPr>
          <w:lang w:bidi="bn-IN"/>
        </w:rPr>
      </w:pPr>
      <w:r w:rsidRPr="007A606B">
        <w:rPr>
          <w:cs/>
          <w:lang w:bidi="bn-IN"/>
        </w:rPr>
        <w:t>নূরুল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আবসার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লেখক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২৩০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পৃষ্ঠায়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তিরমিযী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থেকে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বর্ণনা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করেন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একই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ধরনের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একটি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হাদীস</w:t>
      </w:r>
      <w:r w:rsidRPr="007A606B">
        <w:rPr>
          <w:lang w:bidi="bn-IN"/>
        </w:rPr>
        <w:t xml:space="preserve"> </w:t>
      </w:r>
      <w:r w:rsidRPr="007A606B">
        <w:rPr>
          <w:cs/>
          <w:lang w:bidi="hi-IN"/>
        </w:rPr>
        <w:t>।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এরপর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তিনি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লিখেছেন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তিরমিযী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মনে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করেন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হাদীসটি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দৃঢ়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ও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সত্য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এবং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তাবারানী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ও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অন্যান্যরাও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হাদীসটি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বর্ণনা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করেছেন</w:t>
      </w:r>
      <w:r w:rsidRPr="007A606B">
        <w:rPr>
          <w:lang w:bidi="bn-IN"/>
        </w:rPr>
        <w:t xml:space="preserve"> </w:t>
      </w:r>
      <w:r w:rsidRPr="007A606B">
        <w:rPr>
          <w:cs/>
          <w:lang w:bidi="hi-IN"/>
        </w:rPr>
        <w:t>।</w:t>
      </w:r>
    </w:p>
    <w:p w:rsidR="005A057D" w:rsidRPr="007A606B" w:rsidRDefault="005A057D" w:rsidP="005A057D">
      <w:pPr>
        <w:pStyle w:val="libNormal"/>
        <w:rPr>
          <w:lang w:bidi="bn-IN"/>
        </w:rPr>
      </w:pPr>
      <w:r w:rsidRPr="007A606B">
        <w:rPr>
          <w:cs/>
          <w:lang w:bidi="bn-IN"/>
        </w:rPr>
        <w:t>ইবনে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হাজার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তার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সাওয়ায়েক্ব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৯৮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পৃষ্ঠায়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লিখেছেন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যে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রুইয়ানি</w:t>
      </w:r>
      <w:r w:rsidRPr="007A606B">
        <w:rPr>
          <w:lang w:bidi="bn-IN"/>
        </w:rPr>
        <w:t xml:space="preserve">, </w:t>
      </w:r>
      <w:r w:rsidRPr="007A606B">
        <w:rPr>
          <w:cs/>
          <w:lang w:bidi="bn-IN"/>
        </w:rPr>
        <w:t>তাবারানী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ও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অন্যান্যরা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নবী</w:t>
      </w:r>
      <w:r w:rsidRPr="007A606B">
        <w:rPr>
          <w:lang w:bidi="bn-IN"/>
        </w:rPr>
        <w:t xml:space="preserve"> (</w:t>
      </w:r>
      <w:r w:rsidRPr="007A606B">
        <w:rPr>
          <w:cs/>
          <w:lang w:bidi="bn-IN"/>
        </w:rPr>
        <w:t>সাঃ</w:t>
      </w:r>
      <w:r w:rsidRPr="007A606B">
        <w:rPr>
          <w:lang w:bidi="bn-IN"/>
        </w:rPr>
        <w:t xml:space="preserve">) </w:t>
      </w:r>
      <w:r w:rsidRPr="007A606B">
        <w:rPr>
          <w:cs/>
          <w:lang w:bidi="bn-IN"/>
        </w:rPr>
        <w:t>থেকে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ধরণের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একটি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হাদীস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এনেছেন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যেঃ</w:t>
      </w:r>
      <w:r w:rsidRPr="007A606B">
        <w:rPr>
          <w:lang w:bidi="bn-IN"/>
        </w:rPr>
        <w:t xml:space="preserve">  </w:t>
      </w:r>
      <w:r w:rsidRPr="005A057D">
        <w:rPr>
          <w:rStyle w:val="libAlaemChar"/>
        </w:rPr>
        <w:t>‘</w:t>
      </w:r>
      <w:r w:rsidRPr="007A606B">
        <w:rPr>
          <w:cs/>
          <w:lang w:bidi="bn-IN"/>
        </w:rPr>
        <w:t>মাহদী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আমার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বংশ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থেকে</w:t>
      </w:r>
      <w:r w:rsidRPr="007A606B">
        <w:rPr>
          <w:lang w:bidi="bn-IN"/>
        </w:rPr>
        <w:t xml:space="preserve"> </w:t>
      </w:r>
      <w:r w:rsidRPr="007A606B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Default="005A057D" w:rsidP="00AA6375">
      <w:pPr>
        <w:pStyle w:val="libNormal"/>
        <w:rPr>
          <w:lang w:bidi="bn-IN"/>
        </w:rPr>
      </w:pPr>
      <w:r w:rsidRPr="007A606B">
        <w:rPr>
          <w:cs/>
          <w:lang w:bidi="bn-IN"/>
        </w:rPr>
        <w:t>ইসাফুর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রাগেবীন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এর</w:t>
      </w:r>
      <w:r w:rsidRPr="007A606B">
        <w:rPr>
          <w:lang w:bidi="bn-IN"/>
        </w:rPr>
        <w:t xml:space="preserve"> </w:t>
      </w:r>
      <w:r w:rsidRPr="007A606B">
        <w:rPr>
          <w:cs/>
          <w:lang w:bidi="bn-IN"/>
        </w:rPr>
        <w:t>১৪৯</w:t>
      </w:r>
      <w:r w:rsidRPr="007A606B">
        <w:rPr>
          <w:lang w:bidi="bn-IN"/>
        </w:rPr>
        <w:t xml:space="preserve"> </w:t>
      </w:r>
      <w:r>
        <w:rPr>
          <w:cs/>
          <w:lang w:bidi="bn-IN"/>
        </w:rPr>
        <w:t>পৃষ্ঠায়</w:t>
      </w:r>
      <w:r>
        <w:rPr>
          <w:lang w:bidi="bn-IN"/>
        </w:rPr>
        <w:t xml:space="preserve"> </w:t>
      </w:r>
      <w:r>
        <w:rPr>
          <w:cs/>
          <w:lang w:bidi="bn-IN"/>
        </w:rPr>
        <w:t>ও</w:t>
      </w:r>
      <w:r>
        <w:rPr>
          <w:lang w:bidi="bn-IN"/>
        </w:rPr>
        <w:t xml:space="preserve"> </w:t>
      </w:r>
      <w:r>
        <w:rPr>
          <w:cs/>
          <w:lang w:bidi="bn-IN"/>
        </w:rPr>
        <w:t>নূরুল</w:t>
      </w:r>
      <w:r>
        <w:rPr>
          <w:lang w:bidi="bn-IN"/>
        </w:rPr>
        <w:t xml:space="preserve"> </w:t>
      </w:r>
      <w:r>
        <w:rPr>
          <w:cs/>
          <w:lang w:bidi="bn-IN"/>
        </w:rPr>
        <w:t>আবসার</w:t>
      </w:r>
      <w:r>
        <w:rPr>
          <w:lang w:bidi="bn-IN"/>
        </w:rPr>
        <w:t xml:space="preserve"> </w:t>
      </w:r>
      <w:r>
        <w:rPr>
          <w:cs/>
          <w:lang w:bidi="bn-IN"/>
        </w:rPr>
        <w:t>এর</w:t>
      </w:r>
      <w:r>
        <w:rPr>
          <w:lang w:bidi="bn-IN"/>
        </w:rPr>
        <w:t xml:space="preserve"> </w:t>
      </w:r>
      <w:r>
        <w:rPr>
          <w:cs/>
          <w:lang w:bidi="bn-IN"/>
        </w:rPr>
        <w:t>২৩০</w:t>
      </w:r>
      <w:r>
        <w:rPr>
          <w:lang w:bidi="bn-IN"/>
        </w:rPr>
        <w:t xml:space="preserve"> </w:t>
      </w:r>
      <w:r>
        <w:rPr>
          <w:cs/>
          <w:lang w:bidi="bn-IN"/>
        </w:rPr>
        <w:t>পৃষ্ঠায়</w:t>
      </w:r>
      <w:r>
        <w:rPr>
          <w:lang w:bidi="bn-IN"/>
        </w:rPr>
        <w:t xml:space="preserve"> </w:t>
      </w:r>
      <w:r>
        <w:rPr>
          <w:cs/>
          <w:lang w:bidi="bn-IN"/>
        </w:rPr>
        <w:t>নবী</w:t>
      </w:r>
      <w:r>
        <w:rPr>
          <w:lang w:bidi="bn-IN"/>
        </w:rPr>
        <w:t xml:space="preserve"> (</w:t>
      </w:r>
      <w:r>
        <w:rPr>
          <w:cs/>
          <w:lang w:bidi="bn-IN"/>
        </w:rPr>
        <w:t>সাঃ</w:t>
      </w:r>
      <w:r>
        <w:rPr>
          <w:lang w:bidi="bn-IN"/>
        </w:rPr>
        <w:t xml:space="preserve">) </w:t>
      </w:r>
      <w:r>
        <w:rPr>
          <w:cs/>
          <w:lang w:bidi="bn-IN"/>
        </w:rPr>
        <w:t>এর</w:t>
      </w:r>
      <w:r>
        <w:rPr>
          <w:lang w:bidi="bn-IN"/>
        </w:rPr>
        <w:t xml:space="preserve"> </w:t>
      </w:r>
      <w:r>
        <w:rPr>
          <w:cs/>
          <w:lang w:bidi="bn-IN"/>
        </w:rPr>
        <w:t>একটি</w:t>
      </w:r>
      <w:r>
        <w:rPr>
          <w:lang w:bidi="bn-IN"/>
        </w:rPr>
        <w:t xml:space="preserve"> </w:t>
      </w:r>
      <w:r>
        <w:rPr>
          <w:cs/>
          <w:lang w:bidi="bn-IN"/>
        </w:rPr>
        <w:t>হাদীস</w:t>
      </w:r>
      <w:r>
        <w:rPr>
          <w:lang w:bidi="bn-IN"/>
        </w:rPr>
        <w:t xml:space="preserve"> </w:t>
      </w:r>
      <w:r>
        <w:rPr>
          <w:cs/>
          <w:lang w:bidi="bn-IN"/>
        </w:rPr>
        <w:t>শিরভিয়া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বর্ণিত</w:t>
      </w:r>
      <w:r>
        <w:rPr>
          <w:lang w:bidi="bn-IN"/>
        </w:rPr>
        <w:t xml:space="preserve"> </w:t>
      </w:r>
      <w:r>
        <w:rPr>
          <w:cs/>
          <w:lang w:bidi="bn-IN"/>
        </w:rPr>
        <w:t>হয়েছে</w:t>
      </w:r>
      <w:r>
        <w:rPr>
          <w:lang w:bidi="bn-IN"/>
        </w:rPr>
        <w:t xml:space="preserve">, </w:t>
      </w:r>
      <w:r>
        <w:rPr>
          <w:cs/>
          <w:lang w:bidi="bn-IN"/>
        </w:rPr>
        <w:t>যে</w:t>
      </w:r>
      <w:r>
        <w:rPr>
          <w:lang w:bidi="bn-IN"/>
        </w:rPr>
        <w:t xml:space="preserve"> </w:t>
      </w:r>
      <w:r>
        <w:rPr>
          <w:cs/>
          <w:lang w:bidi="bn-IN"/>
        </w:rPr>
        <w:t>বর্ণনা</w:t>
      </w:r>
      <w:r>
        <w:rPr>
          <w:lang w:bidi="bn-IN"/>
        </w:rPr>
        <w:t xml:space="preserve"> </w:t>
      </w:r>
      <w:r>
        <w:rPr>
          <w:cs/>
          <w:lang w:bidi="bn-IN"/>
        </w:rPr>
        <w:t>করেছে</w:t>
      </w:r>
      <w:r>
        <w:rPr>
          <w:lang w:bidi="bn-IN"/>
        </w:rPr>
        <w:t xml:space="preserve"> </w:t>
      </w:r>
      <w:r>
        <w:rPr>
          <w:cs/>
          <w:lang w:bidi="bn-IN"/>
        </w:rPr>
        <w:t>হুযাইফা</w:t>
      </w:r>
      <w:r>
        <w:rPr>
          <w:lang w:bidi="bn-IN"/>
        </w:rPr>
        <w:t xml:space="preserve"> </w:t>
      </w:r>
      <w:r>
        <w:rPr>
          <w:cs/>
          <w:lang w:bidi="bn-IN"/>
        </w:rPr>
        <w:t>ইবনে</w:t>
      </w:r>
      <w:r>
        <w:rPr>
          <w:lang w:bidi="bn-IN"/>
        </w:rPr>
        <w:t xml:space="preserve"> </w:t>
      </w:r>
      <w:r>
        <w:rPr>
          <w:cs/>
          <w:lang w:bidi="bn-IN"/>
        </w:rPr>
        <w:t>ইয়ামানী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5A057D" w:rsidRDefault="005A057D" w:rsidP="005A057D">
      <w:pPr>
        <w:pStyle w:val="libNormal"/>
        <w:rPr>
          <w:lang w:bidi="bn-IN"/>
        </w:rPr>
      </w:pPr>
      <w:r>
        <w:rPr>
          <w:cs/>
          <w:lang w:bidi="bn-IN"/>
        </w:rPr>
        <w:t>এছাড়া</w:t>
      </w:r>
      <w:r>
        <w:rPr>
          <w:lang w:bidi="bn-IN"/>
        </w:rPr>
        <w:t xml:space="preserve"> </w:t>
      </w:r>
      <w:r>
        <w:rPr>
          <w:cs/>
          <w:lang w:bidi="bn-IN"/>
        </w:rPr>
        <w:t>নূরুল</w:t>
      </w:r>
      <w:r>
        <w:rPr>
          <w:lang w:bidi="bn-IN"/>
        </w:rPr>
        <w:t xml:space="preserve"> </w:t>
      </w:r>
      <w:r>
        <w:rPr>
          <w:cs/>
          <w:lang w:bidi="bn-IN"/>
        </w:rPr>
        <w:t>আবসার</w:t>
      </w:r>
      <w:r>
        <w:rPr>
          <w:lang w:bidi="bn-IN"/>
        </w:rPr>
        <w:t xml:space="preserve"> </w:t>
      </w:r>
      <w:r>
        <w:rPr>
          <w:cs/>
          <w:lang w:bidi="bn-IN"/>
        </w:rPr>
        <w:t>এর</w:t>
      </w:r>
      <w:r>
        <w:rPr>
          <w:lang w:bidi="bn-IN"/>
        </w:rPr>
        <w:t xml:space="preserve"> </w:t>
      </w:r>
      <w:r>
        <w:rPr>
          <w:cs/>
          <w:lang w:bidi="bn-IN"/>
        </w:rPr>
        <w:t>লেখক</w:t>
      </w:r>
      <w:r>
        <w:rPr>
          <w:lang w:bidi="bn-IN"/>
        </w:rPr>
        <w:t xml:space="preserve"> </w:t>
      </w:r>
      <w:r>
        <w:rPr>
          <w:cs/>
          <w:lang w:bidi="bn-IN"/>
        </w:rPr>
        <w:t>২৩১</w:t>
      </w:r>
      <w:r>
        <w:rPr>
          <w:lang w:bidi="bn-IN"/>
        </w:rPr>
        <w:t xml:space="preserve"> </w:t>
      </w:r>
      <w:r>
        <w:rPr>
          <w:cs/>
          <w:lang w:bidi="bn-IN"/>
        </w:rPr>
        <w:t>পৃষ্ঠায়</w:t>
      </w:r>
      <w:r>
        <w:rPr>
          <w:lang w:bidi="bn-IN"/>
        </w:rPr>
        <w:t xml:space="preserve"> </w:t>
      </w:r>
      <w:r>
        <w:rPr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ইবনে</w:t>
      </w:r>
      <w:r>
        <w:rPr>
          <w:lang w:bidi="bn-IN"/>
        </w:rPr>
        <w:t xml:space="preserve"> </w:t>
      </w:r>
      <w:r>
        <w:rPr>
          <w:cs/>
          <w:lang w:bidi="bn-IN"/>
        </w:rPr>
        <w:t>আবি</w:t>
      </w:r>
      <w:r>
        <w:rPr>
          <w:lang w:bidi="bn-IN"/>
        </w:rPr>
        <w:t xml:space="preserve"> </w:t>
      </w:r>
      <w:r>
        <w:rPr>
          <w:cs/>
          <w:lang w:bidi="bn-IN"/>
        </w:rPr>
        <w:t>তালিব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বর্ণনা</w:t>
      </w:r>
      <w:r>
        <w:rPr>
          <w:lang w:bidi="bn-IN"/>
        </w:rPr>
        <w:t xml:space="preserve"> </w:t>
      </w:r>
      <w:r>
        <w:rPr>
          <w:cs/>
          <w:lang w:bidi="bn-IN"/>
        </w:rPr>
        <w:t>করেছেনঃ</w:t>
      </w:r>
      <w:r>
        <w:rPr>
          <w:lang w:bidi="bn-IN"/>
        </w:rPr>
        <w:t xml:space="preserve"> </w:t>
      </w:r>
      <w:r w:rsidRPr="00AA6375">
        <w:rPr>
          <w:rStyle w:val="libAlaemChar"/>
        </w:rPr>
        <w:t>“</w:t>
      </w:r>
      <w:r w:rsidRPr="005A057D">
        <w:rPr>
          <w:cs/>
          <w:lang w:bidi="bn-IN"/>
        </w:rPr>
        <w:t>আমি</w:t>
      </w:r>
      <w:r w:rsidRPr="005A057D">
        <w:t xml:space="preserve"> </w:t>
      </w:r>
      <w:r w:rsidRPr="005A057D">
        <w:rPr>
          <w:cs/>
          <w:lang w:bidi="bn-IN"/>
        </w:rPr>
        <w:t>নবী</w:t>
      </w:r>
      <w:r w:rsidRPr="005A057D">
        <w:t xml:space="preserve"> (</w:t>
      </w:r>
      <w:r w:rsidRPr="005A057D">
        <w:rPr>
          <w:cs/>
          <w:lang w:bidi="bn-IN"/>
        </w:rPr>
        <w:t>সাঃ</w:t>
      </w:r>
      <w:r w:rsidRPr="005A057D">
        <w:t xml:space="preserve">) </w:t>
      </w:r>
      <w:r w:rsidRPr="005A057D">
        <w:rPr>
          <w:cs/>
          <w:lang w:bidi="bn-IN"/>
        </w:rPr>
        <w:t>কে</w:t>
      </w:r>
      <w:r w:rsidRPr="005A057D">
        <w:t xml:space="preserve"> </w:t>
      </w:r>
      <w:r w:rsidRPr="005A057D">
        <w:rPr>
          <w:cs/>
          <w:lang w:bidi="bn-IN"/>
        </w:rPr>
        <w:t>জিজ্ঞেস</w:t>
      </w:r>
      <w:r w:rsidRPr="005A057D">
        <w:t xml:space="preserve"> </w:t>
      </w:r>
      <w:r w:rsidRPr="005A057D">
        <w:rPr>
          <w:cs/>
          <w:lang w:bidi="bn-IN"/>
        </w:rPr>
        <w:t>করলাম</w:t>
      </w:r>
      <w:r w:rsidRPr="005A057D">
        <w:t xml:space="preserve"> </w:t>
      </w:r>
      <w:r w:rsidRPr="005A057D">
        <w:rPr>
          <w:cs/>
          <w:lang w:bidi="bn-IN"/>
        </w:rPr>
        <w:t>মাহদী</w:t>
      </w:r>
      <w:r w:rsidRPr="005A057D">
        <w:t xml:space="preserve"> </w:t>
      </w:r>
      <w:r w:rsidRPr="005A057D">
        <w:rPr>
          <w:cs/>
          <w:lang w:bidi="bn-IN"/>
        </w:rPr>
        <w:t>আমাদের</w:t>
      </w:r>
      <w:r w:rsidRPr="005A057D">
        <w:t xml:space="preserve"> </w:t>
      </w:r>
      <w:r w:rsidRPr="005A057D">
        <w:rPr>
          <w:cs/>
          <w:lang w:bidi="bn-IN"/>
        </w:rPr>
        <w:t>থেকে</w:t>
      </w:r>
      <w:r w:rsidRPr="005A057D">
        <w:t xml:space="preserve"> </w:t>
      </w:r>
      <w:r w:rsidRPr="005A057D">
        <w:rPr>
          <w:cs/>
          <w:lang w:bidi="bn-IN"/>
        </w:rPr>
        <w:t>আসবে</w:t>
      </w:r>
      <w:r w:rsidRPr="005A057D">
        <w:t xml:space="preserve"> </w:t>
      </w:r>
      <w:r w:rsidRPr="005A057D">
        <w:rPr>
          <w:cs/>
          <w:lang w:bidi="bn-IN"/>
        </w:rPr>
        <w:t>কি</w:t>
      </w:r>
      <w:r w:rsidRPr="005A057D">
        <w:t xml:space="preserve"> </w:t>
      </w:r>
      <w:r w:rsidRPr="005A057D">
        <w:rPr>
          <w:cs/>
          <w:lang w:bidi="bn-IN"/>
        </w:rPr>
        <w:t>না</w:t>
      </w:r>
      <w:r w:rsidRPr="005A057D">
        <w:t xml:space="preserve"> </w:t>
      </w:r>
      <w:r w:rsidRPr="00AA6375">
        <w:rPr>
          <w:cs/>
          <w:lang w:bidi="hi-IN"/>
        </w:rPr>
        <w:t>।</w:t>
      </w:r>
      <w:r w:rsidRPr="005A057D">
        <w:rPr>
          <w:cs/>
          <w:lang w:bidi="bn-IN"/>
        </w:rPr>
        <w:t>মুহাম্মদের</w:t>
      </w:r>
      <w:r w:rsidRPr="005A057D">
        <w:t xml:space="preserve"> </w:t>
      </w:r>
      <w:r w:rsidRPr="005A057D">
        <w:rPr>
          <w:cs/>
          <w:lang w:bidi="bn-IN"/>
        </w:rPr>
        <w:t>বংশধর</w:t>
      </w:r>
      <w:r w:rsidRPr="005A057D">
        <w:t xml:space="preserve"> </w:t>
      </w:r>
      <w:r w:rsidRPr="005A057D">
        <w:rPr>
          <w:cs/>
          <w:lang w:bidi="bn-IN"/>
        </w:rPr>
        <w:t>নাকি</w:t>
      </w:r>
      <w:r w:rsidRPr="005A057D">
        <w:t xml:space="preserve"> </w:t>
      </w:r>
      <w:r w:rsidRPr="005A057D">
        <w:rPr>
          <w:cs/>
          <w:lang w:bidi="bn-IN"/>
        </w:rPr>
        <w:t>অন্যদের</w:t>
      </w:r>
      <w:r w:rsidRPr="005A057D">
        <w:t xml:space="preserve"> </w:t>
      </w:r>
      <w:r w:rsidRPr="005A057D">
        <w:rPr>
          <w:cs/>
          <w:lang w:bidi="bn-IN"/>
        </w:rPr>
        <w:t>মাঝ</w:t>
      </w:r>
      <w:r w:rsidRPr="005A057D">
        <w:t xml:space="preserve"> </w:t>
      </w:r>
      <w:r w:rsidRPr="005A057D">
        <w:rPr>
          <w:cs/>
          <w:lang w:bidi="bn-IN"/>
        </w:rPr>
        <w:t>থেকে</w:t>
      </w:r>
      <w:r w:rsidRPr="005A057D">
        <w:t xml:space="preserve"> ? </w:t>
      </w:r>
      <w:r w:rsidRPr="005A057D">
        <w:rPr>
          <w:cs/>
          <w:lang w:bidi="bn-IN"/>
        </w:rPr>
        <w:t>তিনি</w:t>
      </w:r>
      <w:r w:rsidRPr="005A057D">
        <w:t xml:space="preserve"> </w:t>
      </w:r>
      <w:r w:rsidRPr="005A057D">
        <w:rPr>
          <w:cs/>
          <w:lang w:bidi="bn-IN"/>
        </w:rPr>
        <w:t>উত্তরে</w:t>
      </w:r>
      <w:r w:rsidRPr="005A057D">
        <w:t xml:space="preserve"> </w:t>
      </w:r>
      <w:r w:rsidRPr="005A057D">
        <w:rPr>
          <w:cs/>
          <w:lang w:bidi="bn-IN"/>
        </w:rPr>
        <w:t>বললেনঃ</w:t>
      </w:r>
      <w:r w:rsidRPr="005A057D">
        <w:t xml:space="preserve"> </w:t>
      </w:r>
      <w:r w:rsidRPr="005A057D">
        <w:rPr>
          <w:cs/>
          <w:lang w:bidi="bn-IN"/>
        </w:rPr>
        <w:t>সে</w:t>
      </w:r>
      <w:r w:rsidRPr="005A057D">
        <w:t xml:space="preserve"> </w:t>
      </w:r>
      <w:r w:rsidRPr="005A057D">
        <w:rPr>
          <w:cs/>
          <w:lang w:bidi="bn-IN"/>
        </w:rPr>
        <w:t>আমাদের</w:t>
      </w:r>
      <w:r w:rsidRPr="005A057D">
        <w:t xml:space="preserve"> </w:t>
      </w:r>
      <w:r w:rsidRPr="005A057D">
        <w:rPr>
          <w:cs/>
          <w:lang w:bidi="bn-IN"/>
        </w:rPr>
        <w:t>থেকে</w:t>
      </w:r>
      <w:r w:rsidRPr="005A057D">
        <w:t xml:space="preserve"> </w:t>
      </w:r>
      <w:r w:rsidRPr="00AA6375">
        <w:rPr>
          <w:cs/>
          <w:lang w:bidi="hi-IN"/>
        </w:rPr>
        <w:t>।</w:t>
      </w:r>
    </w:p>
    <w:p w:rsidR="005A057D" w:rsidRDefault="005A057D" w:rsidP="005A057D">
      <w:pPr>
        <w:pStyle w:val="libNormal"/>
        <w:rPr>
          <w:lang w:bidi="fa-IR"/>
        </w:rPr>
      </w:pPr>
      <w:r>
        <w:rPr>
          <w:cs/>
          <w:lang w:bidi="bn-IN"/>
        </w:rPr>
        <w:lastRenderedPageBreak/>
        <w:t>অন্য</w:t>
      </w:r>
      <w:r>
        <w:rPr>
          <w:lang w:bidi="bn-IN"/>
        </w:rPr>
        <w:t xml:space="preserve"> </w:t>
      </w:r>
      <w:r>
        <w:rPr>
          <w:cs/>
          <w:lang w:bidi="bn-IN"/>
        </w:rPr>
        <w:t>একদল</w:t>
      </w:r>
      <w:r>
        <w:rPr>
          <w:lang w:bidi="bn-IN"/>
        </w:rPr>
        <w:t xml:space="preserve"> </w:t>
      </w:r>
      <w:r>
        <w:rPr>
          <w:cs/>
          <w:lang w:bidi="bn-IN"/>
        </w:rPr>
        <w:t>বলেঃ</w:t>
      </w:r>
      <w:r>
        <w:rPr>
          <w:lang w:bidi="bn-IN"/>
        </w:rPr>
        <w:t xml:space="preserve"> </w:t>
      </w:r>
      <w:r>
        <w:rPr>
          <w:cs/>
          <w:lang w:bidi="bn-IN"/>
        </w:rPr>
        <w:t>নবীর</w:t>
      </w:r>
      <w:r>
        <w:rPr>
          <w:lang w:bidi="bn-IN"/>
        </w:rPr>
        <w:t xml:space="preserve"> (</w:t>
      </w:r>
      <w:r>
        <w:rPr>
          <w:cs/>
          <w:lang w:bidi="bn-IN"/>
        </w:rPr>
        <w:t>সাঃ</w:t>
      </w:r>
      <w:r>
        <w:rPr>
          <w:lang w:bidi="bn-IN"/>
        </w:rPr>
        <w:t xml:space="preserve">) </w:t>
      </w:r>
      <w:r w:rsidRPr="002A48E8">
        <w:rPr>
          <w:rStyle w:val="libArChar"/>
          <w:rFonts w:hint="cs"/>
          <w:rtl/>
        </w:rPr>
        <w:t>ال</w:t>
      </w:r>
      <w:r>
        <w:rPr>
          <w:lang w:bidi="fa-IR"/>
        </w:rPr>
        <w:t xml:space="preserve"> </w:t>
      </w:r>
      <w:r w:rsidRPr="00AA6375">
        <w:rPr>
          <w:rStyle w:val="libAlaemChar"/>
        </w:rPr>
        <w:t>‘</w:t>
      </w:r>
      <w:r w:rsidRPr="005A057D">
        <w:rPr>
          <w:rStyle w:val="libNormalChar"/>
          <w:cs/>
          <w:lang w:bidi="bn-IN"/>
        </w:rPr>
        <w:t>আল</w:t>
      </w:r>
      <w:r w:rsidRPr="00AA6375">
        <w:rPr>
          <w:rStyle w:val="libAlaemChar"/>
        </w:rPr>
        <w:t>’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হলো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তারা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যাদের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যাকাত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নেয়া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হারাম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এবং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বদলে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খুমস</w:t>
      </w:r>
      <w:r>
        <w:rPr>
          <w:lang w:bidi="fa-IR"/>
        </w:rPr>
        <w:t xml:space="preserve"> (</w:t>
      </w:r>
      <w:r w:rsidRPr="005A057D">
        <w:rPr>
          <w:rStyle w:val="libNormalChar"/>
          <w:cs/>
          <w:lang w:bidi="bn-IN"/>
        </w:rPr>
        <w:t>এক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পঞ্চমাংশ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আয়কর</w:t>
      </w:r>
      <w:r>
        <w:rPr>
          <w:lang w:bidi="fa-IR"/>
        </w:rPr>
        <w:t xml:space="preserve">) </w:t>
      </w:r>
      <w:r w:rsidRPr="005A057D">
        <w:rPr>
          <w:rStyle w:val="libNormalChar"/>
          <w:cs/>
          <w:lang w:bidi="bn-IN"/>
        </w:rPr>
        <w:t>অনুমোদিত</w:t>
      </w:r>
      <w:r>
        <w:rPr>
          <w:lang w:bidi="fa-IR"/>
        </w:rPr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আরেকদল</w:t>
      </w:r>
      <w:r w:rsidRPr="00AA6375">
        <w:t xml:space="preserve"> </w:t>
      </w:r>
      <w:r w:rsidRPr="005A057D">
        <w:rPr>
          <w:cs/>
          <w:lang w:bidi="bn-IN"/>
        </w:rPr>
        <w:t>বলেঃ</w:t>
      </w:r>
      <w:r w:rsidRPr="00AA6375">
        <w:t xml:space="preserve"> </w:t>
      </w:r>
      <w:r w:rsidRPr="002A48E8">
        <w:rPr>
          <w:rStyle w:val="libArChar"/>
          <w:rFonts w:hint="cs"/>
          <w:rtl/>
        </w:rPr>
        <w:t>ال</w:t>
      </w:r>
      <w:r w:rsidRPr="00AA6375">
        <w:t xml:space="preserve"> (</w:t>
      </w:r>
      <w:r w:rsidRPr="005A057D">
        <w:rPr>
          <w:cs/>
          <w:lang w:bidi="bn-IN"/>
        </w:rPr>
        <w:t>আল</w:t>
      </w:r>
      <w:r w:rsidRPr="00AA6375">
        <w:t xml:space="preserve">) </w:t>
      </w:r>
      <w:r w:rsidRPr="005A057D">
        <w:rPr>
          <w:cs/>
          <w:lang w:bidi="bn-IN"/>
        </w:rPr>
        <w:t>বলতে</w:t>
      </w:r>
      <w:r w:rsidRPr="00AA6375">
        <w:t xml:space="preserve"> </w:t>
      </w:r>
      <w:r w:rsidRPr="005A057D">
        <w:rPr>
          <w:cs/>
          <w:lang w:bidi="bn-IN"/>
        </w:rPr>
        <w:t>ঐ</w:t>
      </w:r>
      <w:r w:rsidRPr="00AA6375">
        <w:t xml:space="preserve"> </w:t>
      </w:r>
      <w:r w:rsidRPr="005A057D">
        <w:rPr>
          <w:cs/>
          <w:lang w:bidi="bn-IN"/>
        </w:rPr>
        <w:t>ব্যক্তিদের</w:t>
      </w:r>
      <w:r w:rsidRPr="00AA6375">
        <w:t xml:space="preserve"> </w:t>
      </w:r>
      <w:r w:rsidRPr="005A057D">
        <w:rPr>
          <w:cs/>
          <w:lang w:bidi="bn-IN"/>
        </w:rPr>
        <w:t>বোঝায়</w:t>
      </w:r>
      <w:r w:rsidRPr="00AA6375">
        <w:t xml:space="preserve"> </w:t>
      </w:r>
      <w:r w:rsidRPr="005A057D">
        <w:rPr>
          <w:cs/>
          <w:lang w:bidi="bn-IN"/>
        </w:rPr>
        <w:t>যারা</w:t>
      </w:r>
      <w:r w:rsidRPr="00AA6375">
        <w:t xml:space="preserve"> </w:t>
      </w:r>
      <w:r w:rsidRPr="005A057D">
        <w:rPr>
          <w:cs/>
          <w:lang w:bidi="bn-IN"/>
        </w:rPr>
        <w:t>ধর্ম</w:t>
      </w:r>
      <w:r w:rsidRPr="00AA6375">
        <w:t xml:space="preserve"> </w:t>
      </w:r>
      <w:r w:rsidRPr="005A057D">
        <w:rPr>
          <w:cs/>
          <w:lang w:bidi="bn-IN"/>
        </w:rPr>
        <w:t>অনুসরণ</w:t>
      </w:r>
      <w:r w:rsidRPr="00AA6375">
        <w:t xml:space="preserve"> </w:t>
      </w:r>
      <w:r w:rsidRPr="005A057D">
        <w:rPr>
          <w:cs/>
          <w:lang w:bidi="bn-IN"/>
        </w:rPr>
        <w:t>করে</w:t>
      </w:r>
      <w:r w:rsidRPr="00AA6375">
        <w:t xml:space="preserve"> </w:t>
      </w:r>
      <w:r w:rsidRPr="005A057D">
        <w:rPr>
          <w:cs/>
          <w:lang w:bidi="bn-IN"/>
        </w:rPr>
        <w:t>ও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আচার</w:t>
      </w:r>
      <w:r w:rsidRPr="00AA6375">
        <w:t xml:space="preserve"> </w:t>
      </w:r>
      <w:r w:rsidRPr="005A057D">
        <w:rPr>
          <w:cs/>
          <w:lang w:bidi="bn-IN"/>
        </w:rPr>
        <w:t>ব্যবহার</w:t>
      </w:r>
      <w:r w:rsidRPr="00AA6375">
        <w:t xml:space="preserve"> </w:t>
      </w:r>
      <w:r w:rsidRPr="005A057D">
        <w:rPr>
          <w:cs/>
          <w:lang w:bidi="bn-IN"/>
        </w:rPr>
        <w:t>অনুসরণ</w:t>
      </w:r>
      <w:r w:rsidRPr="00AA6375">
        <w:t xml:space="preserve"> </w:t>
      </w:r>
      <w:r w:rsidRPr="005A057D">
        <w:rPr>
          <w:cs/>
          <w:lang w:bidi="bn-IN"/>
        </w:rPr>
        <w:t>করে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যাহোক</w:t>
      </w:r>
      <w:r w:rsidRPr="00AA6375">
        <w:t xml:space="preserve">, </w:t>
      </w:r>
      <w:r w:rsidRPr="005A057D">
        <w:rPr>
          <w:cs/>
          <w:lang w:bidi="bn-IN"/>
        </w:rPr>
        <w:t>প্রথম</w:t>
      </w:r>
      <w:r w:rsidRPr="00AA6375">
        <w:t xml:space="preserve"> </w:t>
      </w:r>
      <w:r w:rsidRPr="005A057D">
        <w:rPr>
          <w:cs/>
          <w:lang w:bidi="bn-IN"/>
        </w:rPr>
        <w:t>অভিমতটি</w:t>
      </w:r>
      <w:r w:rsidRPr="00AA6375">
        <w:t xml:space="preserve"> </w:t>
      </w:r>
      <w:r w:rsidRPr="005A057D">
        <w:rPr>
          <w:cs/>
          <w:lang w:bidi="bn-IN"/>
        </w:rPr>
        <w:t>সঠিক</w:t>
      </w:r>
      <w:r w:rsidRPr="00AA6375">
        <w:t xml:space="preserve"> </w:t>
      </w:r>
      <w:r w:rsidRPr="005A057D">
        <w:rPr>
          <w:cs/>
          <w:lang w:bidi="bn-IN"/>
        </w:rPr>
        <w:t>এ</w:t>
      </w:r>
      <w:r w:rsidRPr="00AA6375">
        <w:t xml:space="preserve"> </w:t>
      </w:r>
      <w:r w:rsidRPr="005A057D">
        <w:rPr>
          <w:cs/>
          <w:lang w:bidi="bn-IN"/>
        </w:rPr>
        <w:t>কারণে</w:t>
      </w:r>
      <w:r w:rsidRPr="00AA6375">
        <w:t xml:space="preserve"> </w:t>
      </w:r>
      <w:r w:rsidRPr="005A057D">
        <w:rPr>
          <w:cs/>
          <w:lang w:bidi="bn-IN"/>
        </w:rPr>
        <w:t>যে</w:t>
      </w:r>
      <w:r w:rsidRPr="00AA6375">
        <w:t xml:space="preserve"> </w:t>
      </w:r>
      <w:r w:rsidRPr="005A057D">
        <w:rPr>
          <w:cs/>
          <w:lang w:bidi="bn-IN"/>
        </w:rPr>
        <w:t>একটি</w:t>
      </w:r>
      <w:r w:rsidRPr="00AA6375">
        <w:t xml:space="preserve"> </w:t>
      </w:r>
      <w:r w:rsidRPr="005A057D">
        <w:rPr>
          <w:cs/>
          <w:lang w:bidi="bn-IN"/>
        </w:rPr>
        <w:t>হাদীস</w:t>
      </w:r>
      <w:r w:rsidRPr="00AA6375">
        <w:t xml:space="preserve"> </w:t>
      </w:r>
      <w:r w:rsidRPr="005A057D">
        <w:rPr>
          <w:cs/>
          <w:lang w:bidi="bn-IN"/>
        </w:rPr>
        <w:t>রয়েছে</w:t>
      </w:r>
      <w:r w:rsidRPr="00AA6375">
        <w:t xml:space="preserve"> </w:t>
      </w:r>
      <w:r w:rsidRPr="005A057D">
        <w:rPr>
          <w:cs/>
          <w:lang w:bidi="bn-IN"/>
        </w:rPr>
        <w:t>হোসাইন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মাসুদ</w:t>
      </w:r>
      <w:r w:rsidRPr="00AA6375">
        <w:t xml:space="preserve"> </w:t>
      </w:r>
      <w:r w:rsidRPr="005A057D">
        <w:rPr>
          <w:cs/>
          <w:lang w:bidi="bn-IN"/>
        </w:rPr>
        <w:t>বাগউইর</w:t>
      </w:r>
      <w:r w:rsidRPr="00AA6375">
        <w:t xml:space="preserve"> </w:t>
      </w:r>
      <w:r w:rsidRPr="00AA6375">
        <w:rPr>
          <w:rStyle w:val="libAlaemChar"/>
        </w:rPr>
        <w:t>‘</w:t>
      </w:r>
      <w:r w:rsidRPr="005A057D">
        <w:rPr>
          <w:cs/>
          <w:lang w:bidi="bn-IN"/>
        </w:rPr>
        <w:t>তাফসীরে</w:t>
      </w:r>
      <w:r w:rsidRPr="00AA6375">
        <w:t xml:space="preserve"> </w:t>
      </w:r>
      <w:r w:rsidRPr="005A057D">
        <w:rPr>
          <w:cs/>
          <w:lang w:bidi="bn-IN"/>
        </w:rPr>
        <w:t>সুন্নাতে</w:t>
      </w:r>
      <w:r w:rsidRPr="00AA6375">
        <w:t xml:space="preserve"> </w:t>
      </w:r>
      <w:r w:rsidRPr="005A057D">
        <w:rPr>
          <w:cs/>
          <w:lang w:bidi="bn-IN"/>
        </w:rPr>
        <w:t>রাসূল</w:t>
      </w:r>
      <w:r w:rsidRPr="00AA6375">
        <w:rPr>
          <w:rStyle w:val="libAlaemChar"/>
        </w:rPr>
        <w:t>’</w:t>
      </w:r>
      <w:r w:rsidRPr="00AA6375">
        <w:t xml:space="preserve"> </w:t>
      </w:r>
      <w:r w:rsidRPr="005A057D">
        <w:rPr>
          <w:cs/>
          <w:lang w:bidi="bn-IN"/>
        </w:rPr>
        <w:t>কিতাবে</w:t>
      </w:r>
      <w:r w:rsidRPr="00AA6375">
        <w:t xml:space="preserve"> (</w:t>
      </w:r>
      <w:r w:rsidRPr="005A057D">
        <w:rPr>
          <w:cs/>
          <w:lang w:bidi="bn-IN"/>
        </w:rPr>
        <w:t>যা</w:t>
      </w:r>
      <w:r w:rsidRPr="00AA6375">
        <w:t xml:space="preserve"> </w:t>
      </w:r>
      <w:r w:rsidRPr="005A057D">
        <w:rPr>
          <w:cs/>
          <w:lang w:bidi="bn-IN"/>
        </w:rPr>
        <w:t>ঐক্যমতের</w:t>
      </w:r>
      <w:r w:rsidRPr="00AA6375">
        <w:t xml:space="preserve"> </w:t>
      </w:r>
      <w:r w:rsidRPr="005A057D">
        <w:rPr>
          <w:cs/>
          <w:lang w:bidi="bn-IN"/>
        </w:rPr>
        <w:t>হাদীসগুলোর</w:t>
      </w:r>
      <w:r w:rsidRPr="00AA6375">
        <w:t xml:space="preserve"> </w:t>
      </w:r>
      <w:r w:rsidRPr="005A057D">
        <w:rPr>
          <w:cs/>
          <w:lang w:bidi="bn-IN"/>
        </w:rPr>
        <w:t>সংগ্রহ</w:t>
      </w:r>
      <w:r w:rsidRPr="00AA6375">
        <w:t xml:space="preserve">)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তিনি</w:t>
      </w:r>
      <w:r w:rsidRPr="00AA6375">
        <w:t xml:space="preserve"> </w:t>
      </w:r>
      <w:r w:rsidRPr="005A057D">
        <w:rPr>
          <w:cs/>
          <w:lang w:bidi="bn-IN"/>
        </w:rPr>
        <w:t>আব্দুর</w:t>
      </w:r>
      <w:r w:rsidRPr="00AA6375">
        <w:t xml:space="preserve"> </w:t>
      </w:r>
      <w:r w:rsidRPr="005A057D">
        <w:rPr>
          <w:cs/>
          <w:lang w:bidi="bn-IN"/>
        </w:rPr>
        <w:t>রহমান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লাইলী</w:t>
      </w:r>
      <w:r w:rsidRPr="00AA6375">
        <w:t xml:space="preserve"> </w:t>
      </w:r>
      <w:r w:rsidRPr="005A057D">
        <w:rPr>
          <w:cs/>
          <w:lang w:bidi="bn-IN"/>
        </w:rPr>
        <w:t>থেকে</w:t>
      </w:r>
      <w:r w:rsidRPr="00AA6375">
        <w:t xml:space="preserve"> </w:t>
      </w:r>
      <w:r w:rsidRPr="005A057D">
        <w:rPr>
          <w:cs/>
          <w:lang w:bidi="bn-IN"/>
        </w:rPr>
        <w:t>বর্ণনা</w:t>
      </w:r>
      <w:r w:rsidRPr="00AA6375">
        <w:t xml:space="preserve"> </w:t>
      </w:r>
      <w:r w:rsidRPr="005A057D">
        <w:rPr>
          <w:cs/>
          <w:lang w:bidi="bn-IN"/>
        </w:rPr>
        <w:t>করেন</w:t>
      </w:r>
      <w:r w:rsidRPr="00AA6375">
        <w:t xml:space="preserve"> </w:t>
      </w:r>
      <w:r w:rsidRPr="005A057D">
        <w:rPr>
          <w:cs/>
          <w:lang w:bidi="bn-IN"/>
        </w:rPr>
        <w:t>যিনি</w:t>
      </w:r>
      <w:r w:rsidRPr="00AA6375">
        <w:t xml:space="preserve"> </w:t>
      </w:r>
      <w:r w:rsidRPr="005A057D">
        <w:rPr>
          <w:cs/>
          <w:lang w:bidi="bn-IN"/>
        </w:rPr>
        <w:t>বলেছেনঃ</w:t>
      </w:r>
      <w:r w:rsidRPr="00AA6375">
        <w:t xml:space="preserve"> </w:t>
      </w:r>
      <w:r w:rsidRPr="005A057D">
        <w:rPr>
          <w:cs/>
          <w:lang w:bidi="bn-IN"/>
        </w:rPr>
        <w:t>কা</w:t>
      </w:r>
      <w:r w:rsidRPr="00AA6375">
        <w:rPr>
          <w:rStyle w:val="libAlaemChar"/>
        </w:rPr>
        <w:t>’</w:t>
      </w:r>
      <w:r w:rsidRPr="005A057D">
        <w:rPr>
          <w:cs/>
          <w:lang w:bidi="bn-IN"/>
        </w:rPr>
        <w:t>ব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আজযা</w:t>
      </w:r>
      <w:r w:rsidRPr="00AA6375">
        <w:t xml:space="preserve"> </w:t>
      </w:r>
      <w:r w:rsidRPr="005A057D">
        <w:rPr>
          <w:cs/>
          <w:lang w:bidi="bn-IN"/>
        </w:rPr>
        <w:t>আমার</w:t>
      </w:r>
      <w:r w:rsidRPr="00AA6375">
        <w:t xml:space="preserve"> </w:t>
      </w:r>
      <w:r w:rsidRPr="005A057D">
        <w:rPr>
          <w:cs/>
          <w:lang w:bidi="bn-IN"/>
        </w:rPr>
        <w:t>সাথে</w:t>
      </w:r>
      <w:r w:rsidRPr="00AA6375">
        <w:t xml:space="preserve"> </w:t>
      </w:r>
      <w:r w:rsidRPr="005A057D">
        <w:rPr>
          <w:cs/>
          <w:lang w:bidi="bn-IN"/>
        </w:rPr>
        <w:t>সাক্ষাত</w:t>
      </w:r>
      <w:r w:rsidRPr="00AA6375">
        <w:t xml:space="preserve"> </w:t>
      </w:r>
      <w:r w:rsidRPr="005A057D">
        <w:rPr>
          <w:cs/>
          <w:lang w:bidi="bn-IN"/>
        </w:rPr>
        <w:t>করলো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বলল</w:t>
      </w:r>
      <w:r w:rsidRPr="00AA6375">
        <w:t xml:space="preserve">, </w:t>
      </w: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কি</w:t>
      </w:r>
      <w:r w:rsidRPr="00AA6375">
        <w:t xml:space="preserve"> </w:t>
      </w:r>
      <w:r w:rsidRPr="005A057D">
        <w:rPr>
          <w:cs/>
          <w:lang w:bidi="bn-IN"/>
        </w:rPr>
        <w:t>তোমাকে</w:t>
      </w:r>
      <w:r w:rsidRPr="00AA6375">
        <w:t xml:space="preserve"> </w:t>
      </w:r>
      <w:r w:rsidRPr="005A057D">
        <w:rPr>
          <w:cs/>
          <w:lang w:bidi="bn-IN"/>
        </w:rPr>
        <w:t>কিছু</w:t>
      </w:r>
      <w:r w:rsidRPr="00AA6375">
        <w:t xml:space="preserve"> </w:t>
      </w:r>
      <w:r w:rsidRPr="005A057D">
        <w:rPr>
          <w:cs/>
          <w:lang w:bidi="bn-IN"/>
        </w:rPr>
        <w:t>দিব</w:t>
      </w:r>
      <w:r w:rsidRPr="00AA6375">
        <w:t xml:space="preserve"> </w:t>
      </w:r>
      <w:r w:rsidRPr="005A057D">
        <w:rPr>
          <w:cs/>
          <w:lang w:bidi="bn-IN"/>
        </w:rPr>
        <w:t>যা</w:t>
      </w:r>
      <w:r w:rsidRPr="00AA6375">
        <w:t xml:space="preserve"> </w:t>
      </w: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রাসূলুল্লাহকে</w:t>
      </w:r>
      <w:r w:rsidRPr="00AA6375">
        <w:t xml:space="preserve"> (</w:t>
      </w:r>
      <w:r w:rsidRPr="005A057D">
        <w:rPr>
          <w:cs/>
          <w:lang w:bidi="bn-IN"/>
        </w:rPr>
        <w:t>সাঃ</w:t>
      </w:r>
      <w:r w:rsidRPr="00AA6375">
        <w:t>)</w:t>
      </w:r>
      <w:r w:rsidRPr="005A057D">
        <w:rPr>
          <w:cs/>
          <w:lang w:bidi="bn-IN"/>
        </w:rPr>
        <w:t>বলতে</w:t>
      </w:r>
      <w:r w:rsidRPr="00AA6375">
        <w:t xml:space="preserve"> </w:t>
      </w:r>
      <w:r w:rsidRPr="005A057D">
        <w:rPr>
          <w:cs/>
          <w:lang w:bidi="bn-IN"/>
        </w:rPr>
        <w:t>শুনেছি</w:t>
      </w:r>
      <w:r w:rsidRPr="00AA6375">
        <w:t xml:space="preserve"> ? </w:t>
      </w: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বললামঃ</w:t>
      </w:r>
      <w:r w:rsidRPr="00AA6375">
        <w:t xml:space="preserve"> </w:t>
      </w:r>
      <w:r w:rsidRPr="005A057D">
        <w:rPr>
          <w:cs/>
          <w:lang w:bidi="bn-IN"/>
        </w:rPr>
        <w:t>হ্যা</w:t>
      </w:r>
      <w:r w:rsidRPr="00AA6375">
        <w:t xml:space="preserve">, </w:t>
      </w:r>
      <w:r w:rsidRPr="005A057D">
        <w:rPr>
          <w:cs/>
          <w:lang w:bidi="bn-IN"/>
        </w:rPr>
        <w:t>আমাকে</w:t>
      </w:r>
      <w:r w:rsidRPr="00AA6375">
        <w:t xml:space="preserve"> </w:t>
      </w:r>
      <w:r w:rsidRPr="005A057D">
        <w:rPr>
          <w:cs/>
          <w:lang w:bidi="bn-IN"/>
        </w:rPr>
        <w:t>দাও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rPr>
          <w:rStyle w:val="libAlaemChar"/>
        </w:rPr>
        <w:t>’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সে</w:t>
      </w:r>
      <w:r w:rsidRPr="00AA6375">
        <w:t xml:space="preserve"> </w:t>
      </w:r>
      <w:r w:rsidRPr="005A057D">
        <w:rPr>
          <w:cs/>
          <w:lang w:bidi="bn-IN"/>
        </w:rPr>
        <w:t>বললঃ</w:t>
      </w:r>
      <w:r w:rsidRPr="00AA6375">
        <w:t xml:space="preserve"> </w:t>
      </w: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রাসূলকে</w:t>
      </w:r>
      <w:r w:rsidRPr="00AA6375">
        <w:t xml:space="preserve"> </w:t>
      </w:r>
      <w:r w:rsidRPr="005A057D">
        <w:rPr>
          <w:cs/>
          <w:lang w:bidi="bn-IN"/>
        </w:rPr>
        <w:t>জিজ্ঞেস</w:t>
      </w:r>
      <w:r w:rsidRPr="00AA6375">
        <w:t xml:space="preserve"> </w:t>
      </w:r>
      <w:r w:rsidRPr="005A057D">
        <w:rPr>
          <w:cs/>
          <w:lang w:bidi="bn-IN"/>
        </w:rPr>
        <w:t>করলাম</w:t>
      </w:r>
      <w:r w:rsidRPr="00AA6375">
        <w:t xml:space="preserve"> </w:t>
      </w: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কিভাবে</w:t>
      </w:r>
      <w:r w:rsidRPr="00AA6375">
        <w:t xml:space="preserve"> </w:t>
      </w:r>
      <w:r w:rsidRPr="005A057D">
        <w:rPr>
          <w:cs/>
          <w:lang w:bidi="bn-IN"/>
        </w:rPr>
        <w:t>আহলুল</w:t>
      </w:r>
      <w:r w:rsidRPr="00AA6375">
        <w:t xml:space="preserve"> </w:t>
      </w:r>
      <w:r w:rsidRPr="005A057D">
        <w:rPr>
          <w:cs/>
          <w:lang w:bidi="bn-IN"/>
        </w:rPr>
        <w:t>বায়েতের</w:t>
      </w:r>
      <w:r w:rsidRPr="00AA6375">
        <w:t xml:space="preserve"> </w:t>
      </w:r>
      <w:r w:rsidRPr="005A057D">
        <w:rPr>
          <w:cs/>
          <w:lang w:bidi="bn-IN"/>
        </w:rPr>
        <w:t>উপর</w:t>
      </w:r>
      <w:r w:rsidRPr="00AA6375">
        <w:t xml:space="preserve"> </w:t>
      </w:r>
      <w:r w:rsidRPr="005A057D">
        <w:rPr>
          <w:cs/>
          <w:lang w:bidi="bn-IN"/>
        </w:rPr>
        <w:t>দরুদ</w:t>
      </w:r>
      <w:r w:rsidRPr="00AA6375">
        <w:t xml:space="preserve"> </w:t>
      </w:r>
      <w:r w:rsidRPr="005A057D">
        <w:rPr>
          <w:cs/>
          <w:lang w:bidi="bn-IN"/>
        </w:rPr>
        <w:t>পেশ</w:t>
      </w:r>
      <w:r w:rsidRPr="00AA6375">
        <w:t xml:space="preserve"> </w:t>
      </w:r>
      <w:r w:rsidRPr="005A057D">
        <w:rPr>
          <w:cs/>
          <w:lang w:bidi="bn-IN"/>
        </w:rPr>
        <w:t>করব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t xml:space="preserve"> </w:t>
      </w:r>
      <w:r w:rsidRPr="005A057D">
        <w:rPr>
          <w:cs/>
          <w:lang w:bidi="bn-IN"/>
        </w:rPr>
        <w:t>রাসূলুল্লাহ</w:t>
      </w:r>
      <w:r w:rsidRPr="00AA6375">
        <w:t xml:space="preserve"> (</w:t>
      </w:r>
      <w:r w:rsidRPr="005A057D">
        <w:rPr>
          <w:cs/>
          <w:lang w:bidi="bn-IN"/>
        </w:rPr>
        <w:t>সাঃ</w:t>
      </w:r>
      <w:r w:rsidRPr="00AA6375">
        <w:t xml:space="preserve">) </w:t>
      </w:r>
      <w:r w:rsidRPr="005A057D">
        <w:rPr>
          <w:cs/>
          <w:lang w:bidi="bn-IN"/>
        </w:rPr>
        <w:t>বললেনঃ</w:t>
      </w:r>
    </w:p>
    <w:p w:rsidR="005A057D" w:rsidRPr="009430AC" w:rsidRDefault="005A057D" w:rsidP="005A057D">
      <w:pPr>
        <w:pStyle w:val="libAr"/>
        <w:rPr>
          <w:rtl/>
          <w:lang w:bidi="fa-IR"/>
        </w:rPr>
      </w:pPr>
      <w:r>
        <w:rPr>
          <w:rFonts w:hint="cs"/>
          <w:rtl/>
          <w:lang w:bidi="fa-IR"/>
        </w:rPr>
        <w:t>اللهم صل علی محمد و علی آل محمد کما صلیت علی ابراهیم و آل ابراهیم وبارک علی محمد و علی آل محمد کما بارکت علی ابراهیم و علی آل ابراهیم انک حمید مجید.</w:t>
      </w:r>
    </w:p>
    <w:p w:rsidR="002A48E8" w:rsidRDefault="002A48E8" w:rsidP="005A057D">
      <w:pPr>
        <w:pStyle w:val="libNormal"/>
        <w:rPr>
          <w:rStyle w:val="libAlaemChar"/>
        </w:rPr>
      </w:pPr>
    </w:p>
    <w:p w:rsidR="005A057D" w:rsidRDefault="005A057D" w:rsidP="005A057D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5A057D">
        <w:rPr>
          <w:cs/>
          <w:lang w:bidi="bn-IN"/>
        </w:rPr>
        <w:t>হে</w:t>
      </w:r>
      <w:r w:rsidRPr="005A057D">
        <w:t xml:space="preserve"> </w:t>
      </w:r>
      <w:r w:rsidRPr="005A057D">
        <w:rPr>
          <w:cs/>
          <w:lang w:bidi="bn-IN"/>
        </w:rPr>
        <w:t>আল্লাহ</w:t>
      </w:r>
      <w:r w:rsidRPr="005A057D">
        <w:t xml:space="preserve">, </w:t>
      </w:r>
      <w:r w:rsidRPr="005A057D">
        <w:rPr>
          <w:cs/>
          <w:lang w:bidi="bn-IN"/>
        </w:rPr>
        <w:t>শান্তি</w:t>
      </w:r>
      <w:r w:rsidRPr="005A057D">
        <w:t xml:space="preserve"> </w:t>
      </w:r>
      <w:r w:rsidRPr="005A057D">
        <w:rPr>
          <w:cs/>
          <w:lang w:bidi="bn-IN"/>
        </w:rPr>
        <w:t>বর্ষণ</w:t>
      </w:r>
      <w:r w:rsidRPr="005A057D">
        <w:t xml:space="preserve"> </w:t>
      </w:r>
      <w:r w:rsidRPr="005A057D">
        <w:rPr>
          <w:cs/>
          <w:lang w:bidi="bn-IN"/>
        </w:rPr>
        <w:t>করুন</w:t>
      </w:r>
      <w:r w:rsidRPr="005A057D">
        <w:t xml:space="preserve"> </w:t>
      </w:r>
      <w:r w:rsidRPr="005A057D">
        <w:rPr>
          <w:cs/>
          <w:lang w:bidi="bn-IN"/>
        </w:rPr>
        <w:t>মুহাম্মদ</w:t>
      </w:r>
      <w:r w:rsidRPr="005A057D">
        <w:t xml:space="preserve"> </w:t>
      </w:r>
      <w:r w:rsidRPr="005A057D">
        <w:rPr>
          <w:cs/>
          <w:lang w:bidi="bn-IN"/>
        </w:rPr>
        <w:t>ও</w:t>
      </w:r>
      <w:r w:rsidRPr="005A057D">
        <w:t xml:space="preserve"> </w:t>
      </w:r>
      <w:r w:rsidRPr="005A057D">
        <w:rPr>
          <w:cs/>
          <w:lang w:bidi="bn-IN"/>
        </w:rPr>
        <w:t>তার</w:t>
      </w:r>
      <w:r w:rsidRPr="005A057D">
        <w:t xml:space="preserve"> </w:t>
      </w:r>
      <w:r w:rsidRPr="005A057D">
        <w:rPr>
          <w:cs/>
          <w:lang w:bidi="bn-IN"/>
        </w:rPr>
        <w:t>বংশের</w:t>
      </w:r>
      <w:r w:rsidRPr="005A057D">
        <w:t xml:space="preserve"> </w:t>
      </w:r>
      <w:r w:rsidRPr="005A057D">
        <w:rPr>
          <w:cs/>
          <w:lang w:bidi="bn-IN"/>
        </w:rPr>
        <w:t>উপর</w:t>
      </w:r>
      <w:r w:rsidRPr="005A057D">
        <w:t xml:space="preserve"> </w:t>
      </w:r>
      <w:r w:rsidRPr="005A057D">
        <w:rPr>
          <w:cs/>
          <w:lang w:bidi="bn-IN"/>
        </w:rPr>
        <w:t>যেভাবে</w:t>
      </w:r>
      <w:r w:rsidRPr="005A057D">
        <w:t xml:space="preserve"> </w:t>
      </w:r>
      <w:r w:rsidRPr="005A057D">
        <w:rPr>
          <w:cs/>
          <w:lang w:bidi="bn-IN"/>
        </w:rPr>
        <w:t>আপনি</w:t>
      </w:r>
      <w:r w:rsidRPr="005A057D">
        <w:t xml:space="preserve"> </w:t>
      </w:r>
      <w:r w:rsidRPr="005A057D">
        <w:rPr>
          <w:cs/>
          <w:lang w:bidi="bn-IN"/>
        </w:rPr>
        <w:t>শান্তি</w:t>
      </w:r>
      <w:r w:rsidRPr="005A057D">
        <w:t xml:space="preserve"> </w:t>
      </w:r>
      <w:r w:rsidRPr="005A057D">
        <w:rPr>
          <w:cs/>
          <w:lang w:bidi="bn-IN"/>
        </w:rPr>
        <w:t>বর্ষণ</w:t>
      </w:r>
      <w:r w:rsidRPr="005A057D">
        <w:t xml:space="preserve"> </w:t>
      </w:r>
      <w:r w:rsidRPr="005A057D">
        <w:rPr>
          <w:cs/>
          <w:lang w:bidi="bn-IN"/>
        </w:rPr>
        <w:t>করেছেন</w:t>
      </w:r>
      <w:r w:rsidRPr="005A057D">
        <w:t xml:space="preserve"> </w:t>
      </w:r>
      <w:r w:rsidRPr="005A057D">
        <w:rPr>
          <w:cs/>
          <w:lang w:bidi="bn-IN"/>
        </w:rPr>
        <w:t>ইবরাহিম</w:t>
      </w:r>
      <w:r w:rsidRPr="005A057D">
        <w:t xml:space="preserve"> </w:t>
      </w:r>
      <w:r w:rsidRPr="005A057D">
        <w:rPr>
          <w:cs/>
          <w:lang w:bidi="bn-IN"/>
        </w:rPr>
        <w:t>ও</w:t>
      </w:r>
      <w:r w:rsidRPr="005A057D">
        <w:t xml:space="preserve"> </w:t>
      </w:r>
      <w:r w:rsidRPr="005A057D">
        <w:rPr>
          <w:cs/>
          <w:lang w:bidi="bn-IN"/>
        </w:rPr>
        <w:t>তার</w:t>
      </w:r>
      <w:r w:rsidRPr="005A057D">
        <w:t xml:space="preserve"> </w:t>
      </w:r>
      <w:r w:rsidRPr="005A057D">
        <w:rPr>
          <w:cs/>
          <w:lang w:bidi="bn-IN"/>
        </w:rPr>
        <w:t>বংশের</w:t>
      </w:r>
      <w:r w:rsidRPr="005A057D">
        <w:t xml:space="preserve"> </w:t>
      </w:r>
      <w:r w:rsidRPr="005A057D">
        <w:rPr>
          <w:cs/>
          <w:lang w:bidi="bn-IN"/>
        </w:rPr>
        <w:t>উপর</w:t>
      </w:r>
      <w:r w:rsidRPr="005A057D">
        <w:t xml:space="preserve"> </w:t>
      </w:r>
      <w:r w:rsidRPr="005A057D">
        <w:rPr>
          <w:cs/>
          <w:lang w:bidi="bn-IN"/>
        </w:rPr>
        <w:t>এবং</w:t>
      </w:r>
      <w:r w:rsidRPr="005A057D">
        <w:t xml:space="preserve"> </w:t>
      </w:r>
      <w:r w:rsidRPr="005A057D">
        <w:rPr>
          <w:cs/>
          <w:lang w:bidi="bn-IN"/>
        </w:rPr>
        <w:t>বরকত</w:t>
      </w:r>
      <w:r w:rsidRPr="005A057D">
        <w:t xml:space="preserve"> </w:t>
      </w:r>
      <w:r w:rsidRPr="005A057D">
        <w:rPr>
          <w:cs/>
          <w:lang w:bidi="bn-IN"/>
        </w:rPr>
        <w:t>নাযিল</w:t>
      </w:r>
      <w:r w:rsidRPr="005A057D">
        <w:t xml:space="preserve"> </w:t>
      </w:r>
      <w:r w:rsidRPr="005A057D">
        <w:rPr>
          <w:cs/>
          <w:lang w:bidi="bn-IN"/>
        </w:rPr>
        <w:t>করুন</w:t>
      </w:r>
      <w:r w:rsidRPr="005A057D">
        <w:t xml:space="preserve"> </w:t>
      </w:r>
      <w:r w:rsidRPr="005A057D">
        <w:rPr>
          <w:cs/>
          <w:lang w:bidi="bn-IN"/>
        </w:rPr>
        <w:t>মুহাম্মদ</w:t>
      </w:r>
      <w:r w:rsidRPr="005A057D">
        <w:t xml:space="preserve"> </w:t>
      </w:r>
      <w:r w:rsidRPr="005A057D">
        <w:rPr>
          <w:cs/>
          <w:lang w:bidi="bn-IN"/>
        </w:rPr>
        <w:t>ও</w:t>
      </w:r>
      <w:r w:rsidRPr="005A057D">
        <w:t xml:space="preserve"> </w:t>
      </w:r>
      <w:r w:rsidRPr="005A057D">
        <w:rPr>
          <w:cs/>
          <w:lang w:bidi="bn-IN"/>
        </w:rPr>
        <w:t>তার</w:t>
      </w:r>
      <w:r w:rsidRPr="005A057D">
        <w:t xml:space="preserve"> </w:t>
      </w:r>
      <w:r w:rsidRPr="005A057D">
        <w:rPr>
          <w:cs/>
          <w:lang w:bidi="bn-IN"/>
        </w:rPr>
        <w:t>বংশের</w:t>
      </w:r>
      <w:r w:rsidRPr="005A057D">
        <w:t xml:space="preserve"> </w:t>
      </w:r>
      <w:r w:rsidRPr="005A057D">
        <w:rPr>
          <w:cs/>
          <w:lang w:bidi="bn-IN"/>
        </w:rPr>
        <w:t>উপর</w:t>
      </w:r>
      <w:r w:rsidRPr="005A057D">
        <w:t xml:space="preserve"> </w:t>
      </w:r>
      <w:r w:rsidRPr="005A057D">
        <w:rPr>
          <w:cs/>
          <w:lang w:bidi="bn-IN"/>
        </w:rPr>
        <w:t>যেভাবে</w:t>
      </w:r>
      <w:r w:rsidRPr="005A057D">
        <w:t xml:space="preserve"> </w:t>
      </w:r>
      <w:r w:rsidRPr="005A057D">
        <w:rPr>
          <w:cs/>
          <w:lang w:bidi="bn-IN"/>
        </w:rPr>
        <w:t>বরকত</w:t>
      </w:r>
      <w:r w:rsidRPr="005A057D">
        <w:t xml:space="preserve"> </w:t>
      </w:r>
      <w:r w:rsidRPr="005A057D">
        <w:rPr>
          <w:cs/>
          <w:lang w:bidi="bn-IN"/>
        </w:rPr>
        <w:t>নাযিল</w:t>
      </w:r>
      <w:r w:rsidRPr="005A057D">
        <w:t xml:space="preserve"> </w:t>
      </w:r>
      <w:r w:rsidRPr="005A057D">
        <w:rPr>
          <w:cs/>
          <w:lang w:bidi="bn-IN"/>
        </w:rPr>
        <w:t>করেছেন</w:t>
      </w:r>
      <w:r w:rsidRPr="005A057D">
        <w:t xml:space="preserve"> </w:t>
      </w:r>
      <w:r w:rsidRPr="005A057D">
        <w:rPr>
          <w:cs/>
          <w:lang w:bidi="bn-IN"/>
        </w:rPr>
        <w:t>ইবরাহিম</w:t>
      </w:r>
      <w:r w:rsidRPr="005A057D">
        <w:t xml:space="preserve"> </w:t>
      </w:r>
      <w:r w:rsidRPr="005A057D">
        <w:rPr>
          <w:cs/>
          <w:lang w:bidi="bn-IN"/>
        </w:rPr>
        <w:t>ও</w:t>
      </w:r>
      <w:r w:rsidRPr="005A057D">
        <w:t xml:space="preserve"> </w:t>
      </w:r>
      <w:r w:rsidRPr="005A057D">
        <w:rPr>
          <w:cs/>
          <w:lang w:bidi="bn-IN"/>
        </w:rPr>
        <w:t>তার</w:t>
      </w:r>
      <w:r w:rsidRPr="005A057D">
        <w:t xml:space="preserve"> </w:t>
      </w:r>
      <w:r w:rsidRPr="005A057D">
        <w:rPr>
          <w:cs/>
          <w:lang w:bidi="bn-IN"/>
        </w:rPr>
        <w:t>বংশের</w:t>
      </w:r>
      <w:r w:rsidRPr="005A057D">
        <w:t xml:space="preserve"> </w:t>
      </w:r>
      <w:r w:rsidRPr="005A057D">
        <w:rPr>
          <w:cs/>
          <w:lang w:bidi="bn-IN"/>
        </w:rPr>
        <w:t>উপর</w:t>
      </w:r>
      <w:r w:rsidRPr="005A057D">
        <w:t xml:space="preserve"> </w:t>
      </w:r>
      <w:r w:rsidRPr="00AA6375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Default="005A057D" w:rsidP="005A057D">
      <w:pPr>
        <w:pStyle w:val="libNormal"/>
        <w:rPr>
          <w:lang w:bidi="fa-IR"/>
        </w:rPr>
      </w:pPr>
      <w:r>
        <w:rPr>
          <w:cs/>
          <w:lang w:bidi="bn-IN"/>
        </w:rPr>
        <w:t>এরপর</w:t>
      </w:r>
      <w:r>
        <w:rPr>
          <w:lang w:bidi="bn-IN"/>
        </w:rPr>
        <w:t xml:space="preserve"> </w:t>
      </w:r>
      <w:r>
        <w:rPr>
          <w:cs/>
          <w:lang w:bidi="bn-IN"/>
        </w:rPr>
        <w:t>তিনি</w:t>
      </w:r>
      <w:r>
        <w:rPr>
          <w:lang w:bidi="bn-IN"/>
        </w:rPr>
        <w:t xml:space="preserve"> </w:t>
      </w:r>
      <w:r>
        <w:rPr>
          <w:cs/>
          <w:lang w:bidi="bn-IN"/>
        </w:rPr>
        <w:t>বলেনঃ</w:t>
      </w:r>
      <w:r>
        <w:rPr>
          <w:lang w:bidi="bn-IN"/>
        </w:rPr>
        <w:t xml:space="preserve"> </w:t>
      </w:r>
      <w:r>
        <w:rPr>
          <w:cs/>
          <w:lang w:bidi="bn-IN"/>
        </w:rPr>
        <w:t>নবী</w:t>
      </w:r>
      <w:r>
        <w:rPr>
          <w:lang w:bidi="bn-IN"/>
        </w:rPr>
        <w:t xml:space="preserve"> (</w:t>
      </w:r>
      <w:r>
        <w:rPr>
          <w:cs/>
          <w:lang w:bidi="bn-IN"/>
        </w:rPr>
        <w:t>সাঃ</w:t>
      </w:r>
      <w:r>
        <w:rPr>
          <w:lang w:bidi="bn-IN"/>
        </w:rPr>
        <w:t xml:space="preserve">) </w:t>
      </w:r>
      <w:r>
        <w:rPr>
          <w:cs/>
          <w:lang w:bidi="bn-IN"/>
        </w:rPr>
        <w:t>তার</w:t>
      </w:r>
      <w:r>
        <w:rPr>
          <w:lang w:bidi="bn-IN"/>
        </w:rPr>
        <w:t xml:space="preserve"> </w:t>
      </w:r>
      <w:r>
        <w:rPr>
          <w:cs/>
          <w:lang w:bidi="bn-IN"/>
        </w:rPr>
        <w:t>আহলুল</w:t>
      </w:r>
      <w:r>
        <w:rPr>
          <w:lang w:bidi="bn-IN"/>
        </w:rPr>
        <w:t xml:space="preserve"> </w:t>
      </w:r>
      <w:r>
        <w:rPr>
          <w:cs/>
          <w:lang w:bidi="bn-IN"/>
        </w:rPr>
        <w:t>বায়েতকে</w:t>
      </w:r>
      <w:r>
        <w:rPr>
          <w:lang w:bidi="bn-IN"/>
        </w:rPr>
        <w:t xml:space="preserve"> </w:t>
      </w:r>
      <w:r w:rsidRPr="002A48E8">
        <w:rPr>
          <w:rStyle w:val="libArChar"/>
          <w:rFonts w:hint="cs"/>
          <w:rtl/>
        </w:rPr>
        <w:t>ال</w:t>
      </w:r>
      <w:r>
        <w:rPr>
          <w:lang w:bidi="fa-IR"/>
        </w:rPr>
        <w:t xml:space="preserve"> (</w:t>
      </w:r>
      <w:r w:rsidRPr="005A057D">
        <w:rPr>
          <w:rStyle w:val="libNormalChar"/>
          <w:cs/>
          <w:lang w:bidi="bn-IN"/>
        </w:rPr>
        <w:t>আল</w:t>
      </w:r>
      <w:r>
        <w:rPr>
          <w:lang w:bidi="fa-IR"/>
        </w:rPr>
        <w:t xml:space="preserve">) </w:t>
      </w:r>
      <w:r w:rsidRPr="005A057D">
        <w:rPr>
          <w:rStyle w:val="libNormalChar"/>
          <w:cs/>
          <w:lang w:bidi="bn-IN"/>
        </w:rPr>
        <w:t>বলেছেন</w:t>
      </w:r>
      <w:r>
        <w:rPr>
          <w:lang w:bidi="fa-IR"/>
        </w:rPr>
        <w:t xml:space="preserve"> </w:t>
      </w:r>
      <w:r w:rsidRPr="00AA6375">
        <w:rPr>
          <w:cs/>
          <w:lang w:bidi="hi-IN"/>
        </w:rPr>
        <w:t>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এভাবে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দুটো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একই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অর্থ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বহন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করে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এবং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হযরত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একটি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শব্দের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সাথে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অন্য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শব্দটির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অদল</w:t>
      </w:r>
      <w:r>
        <w:rPr>
          <w:lang w:bidi="fa-IR"/>
        </w:rPr>
        <w:t>-</w:t>
      </w:r>
      <w:r w:rsidRPr="005A057D">
        <w:rPr>
          <w:rStyle w:val="libNormalChar"/>
          <w:cs/>
          <w:lang w:bidi="bn-IN"/>
        </w:rPr>
        <w:t>বদল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করেন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এমনভাবে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যে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তার</w:t>
      </w:r>
      <w:r>
        <w:rPr>
          <w:lang w:bidi="fa-IR"/>
        </w:rPr>
        <w:t xml:space="preserve"> </w:t>
      </w:r>
      <w:r w:rsidRPr="002A48E8">
        <w:rPr>
          <w:rStyle w:val="libArChar"/>
          <w:rFonts w:hint="cs"/>
          <w:rtl/>
        </w:rPr>
        <w:t>ال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তার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আহলুল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বায়েত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এবং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তার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আহলুল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বায়েত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তার</w:t>
      </w:r>
      <w:r>
        <w:rPr>
          <w:lang w:bidi="fa-IR"/>
        </w:rPr>
        <w:t xml:space="preserve"> </w:t>
      </w:r>
      <w:r w:rsidRPr="002A48E8">
        <w:rPr>
          <w:rStyle w:val="libArChar"/>
          <w:rFonts w:hint="cs"/>
          <w:rtl/>
        </w:rPr>
        <w:t>ال</w:t>
      </w:r>
      <w:r>
        <w:rPr>
          <w:lang w:bidi="fa-IR"/>
        </w:rPr>
        <w:t xml:space="preserve"> </w:t>
      </w:r>
      <w:r w:rsidRPr="00AA6375">
        <w:rPr>
          <w:cs/>
          <w:lang w:bidi="hi-IN"/>
        </w:rPr>
        <w:t>।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অতএব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এর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অর্থ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হল</w:t>
      </w:r>
      <w:r>
        <w:rPr>
          <w:lang w:bidi="fa-IR"/>
        </w:rPr>
        <w:t xml:space="preserve"> </w:t>
      </w:r>
      <w:r w:rsidRPr="005A057D">
        <w:rPr>
          <w:rStyle w:val="libNormalChar"/>
          <w:cs/>
          <w:lang w:bidi="bn-IN"/>
        </w:rPr>
        <w:t>একই</w:t>
      </w:r>
      <w:r>
        <w:rPr>
          <w:lang w:bidi="fa-IR"/>
        </w:rPr>
        <w:t xml:space="preserve"> </w:t>
      </w:r>
      <w:r w:rsidRPr="00AA6375">
        <w:rPr>
          <w:cs/>
          <w:lang w:bidi="hi-IN"/>
        </w:rPr>
        <w:t>।</w:t>
      </w:r>
      <w:r>
        <w:rPr>
          <w:lang w:bidi="fa-IR"/>
        </w:rPr>
        <w:t xml:space="preserve"> 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lastRenderedPageBreak/>
        <w:t>দ্বিতীয়</w:t>
      </w:r>
      <w:r w:rsidRPr="00AA6375">
        <w:t xml:space="preserve"> </w:t>
      </w:r>
      <w:r w:rsidRPr="005A057D">
        <w:rPr>
          <w:cs/>
          <w:lang w:bidi="bn-IN"/>
        </w:rPr>
        <w:t>অভিমতটি</w:t>
      </w:r>
      <w:r w:rsidRPr="00AA6375">
        <w:t xml:space="preserve"> </w:t>
      </w:r>
      <w:r w:rsidRPr="005A057D">
        <w:rPr>
          <w:cs/>
          <w:lang w:bidi="bn-IN"/>
        </w:rPr>
        <w:t>সঠিক</w:t>
      </w:r>
      <w:r w:rsidRPr="00AA6375">
        <w:t xml:space="preserve"> </w:t>
      </w:r>
      <w:r w:rsidRPr="005A057D">
        <w:rPr>
          <w:cs/>
          <w:lang w:bidi="bn-IN"/>
        </w:rPr>
        <w:t>একটি</w:t>
      </w:r>
      <w:r w:rsidRPr="00AA6375">
        <w:t xml:space="preserve"> </w:t>
      </w:r>
      <w:r w:rsidRPr="005A057D">
        <w:rPr>
          <w:cs/>
          <w:lang w:bidi="bn-IN"/>
        </w:rPr>
        <w:t>হাদীসের</w:t>
      </w:r>
      <w:r w:rsidRPr="00AA6375">
        <w:t xml:space="preserve"> </w:t>
      </w:r>
      <w:r w:rsidRPr="005A057D">
        <w:rPr>
          <w:cs/>
          <w:lang w:bidi="bn-IN"/>
        </w:rPr>
        <w:t>কারণে</w:t>
      </w:r>
      <w:r w:rsidRPr="00AA6375">
        <w:t xml:space="preserve"> </w:t>
      </w:r>
      <w:r w:rsidRPr="005A057D">
        <w:rPr>
          <w:cs/>
          <w:lang w:bidi="bn-IN"/>
        </w:rPr>
        <w:t>যা</w:t>
      </w:r>
      <w:r w:rsidRPr="00AA6375">
        <w:t xml:space="preserve"> </w:t>
      </w:r>
      <w:r w:rsidRPr="005A057D">
        <w:rPr>
          <w:cs/>
          <w:lang w:bidi="bn-IN"/>
        </w:rPr>
        <w:t>হাদীস</w:t>
      </w:r>
      <w:r w:rsidRPr="00AA6375">
        <w:t xml:space="preserve"> </w:t>
      </w:r>
      <w:r w:rsidRPr="005A057D">
        <w:rPr>
          <w:cs/>
          <w:lang w:bidi="bn-IN"/>
        </w:rPr>
        <w:t>বিশেষজ্ঞরা</w:t>
      </w:r>
      <w:r w:rsidRPr="00AA6375">
        <w:t xml:space="preserve"> </w:t>
      </w:r>
      <w:r w:rsidRPr="005A057D">
        <w:rPr>
          <w:cs/>
          <w:lang w:bidi="bn-IN"/>
        </w:rPr>
        <w:t>তাদের</w:t>
      </w:r>
      <w:r w:rsidRPr="00AA6375">
        <w:t xml:space="preserve"> </w:t>
      </w:r>
      <w:r w:rsidRPr="005A057D">
        <w:rPr>
          <w:cs/>
          <w:lang w:bidi="bn-IN"/>
        </w:rPr>
        <w:t>হাদীস</w:t>
      </w:r>
      <w:r w:rsidRPr="00AA6375">
        <w:t xml:space="preserve"> </w:t>
      </w:r>
      <w:r w:rsidRPr="005A057D">
        <w:rPr>
          <w:cs/>
          <w:lang w:bidi="bn-IN"/>
        </w:rPr>
        <w:t>বইতে</w:t>
      </w:r>
      <w:r w:rsidRPr="00AA6375">
        <w:t xml:space="preserve"> </w:t>
      </w:r>
      <w:r w:rsidRPr="005A057D">
        <w:rPr>
          <w:cs/>
          <w:lang w:bidi="bn-IN"/>
        </w:rPr>
        <w:t>এনেছেন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t xml:space="preserve"> </w:t>
      </w:r>
      <w:r w:rsidRPr="005A057D">
        <w:rPr>
          <w:cs/>
          <w:lang w:bidi="bn-IN"/>
        </w:rPr>
        <w:t>এছাড়া</w:t>
      </w:r>
      <w:r w:rsidRPr="00AA6375">
        <w:t xml:space="preserve"> </w:t>
      </w:r>
      <w:r w:rsidRPr="005A057D">
        <w:rPr>
          <w:cs/>
          <w:lang w:bidi="bn-IN"/>
        </w:rPr>
        <w:t>ইমাম</w:t>
      </w:r>
      <w:r w:rsidRPr="00AA6375">
        <w:t xml:space="preserve"> </w:t>
      </w:r>
      <w:r w:rsidRPr="005A057D">
        <w:rPr>
          <w:cs/>
          <w:lang w:bidi="bn-IN"/>
        </w:rPr>
        <w:t>মুসলিম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হাজ্জাজ</w:t>
      </w:r>
      <w:r w:rsidRPr="00AA6375">
        <w:t xml:space="preserve">, </w:t>
      </w:r>
      <w:r w:rsidRPr="005A057D">
        <w:rPr>
          <w:cs/>
          <w:lang w:bidi="bn-IN"/>
        </w:rPr>
        <w:t>আবু</w:t>
      </w:r>
      <w:r w:rsidRPr="00AA6375">
        <w:t xml:space="preserve"> </w:t>
      </w:r>
      <w:r w:rsidRPr="005A057D">
        <w:rPr>
          <w:cs/>
          <w:lang w:bidi="bn-IN"/>
        </w:rPr>
        <w:t>দাউদ</w:t>
      </w:r>
      <w:r w:rsidRPr="00AA6375">
        <w:t xml:space="preserve"> </w:t>
      </w:r>
      <w:r w:rsidRPr="005A057D">
        <w:rPr>
          <w:cs/>
          <w:lang w:bidi="bn-IN"/>
        </w:rPr>
        <w:t>ও</w:t>
      </w:r>
      <w:r w:rsidRPr="00AA6375">
        <w:t xml:space="preserve"> </w:t>
      </w:r>
      <w:r w:rsidRPr="005A057D">
        <w:rPr>
          <w:cs/>
          <w:lang w:bidi="bn-IN"/>
        </w:rPr>
        <w:t>নাসাঈ</w:t>
      </w:r>
      <w:r w:rsidRPr="00AA6375">
        <w:t xml:space="preserve"> </w:t>
      </w:r>
      <w:r w:rsidRPr="005A057D">
        <w:rPr>
          <w:cs/>
          <w:lang w:bidi="bn-IN"/>
        </w:rPr>
        <w:t>একমত</w:t>
      </w:r>
      <w:r w:rsidRPr="00AA6375">
        <w:t xml:space="preserve"> </w:t>
      </w:r>
      <w:r w:rsidRPr="005A057D">
        <w:rPr>
          <w:cs/>
          <w:lang w:bidi="bn-IN"/>
        </w:rPr>
        <w:t>যে</w:t>
      </w:r>
      <w:r w:rsidRPr="00AA6375">
        <w:t xml:space="preserve"> </w:t>
      </w:r>
      <w:r w:rsidRPr="005A057D">
        <w:rPr>
          <w:cs/>
          <w:lang w:bidi="bn-IN"/>
        </w:rPr>
        <w:t>হাদীসটি</w:t>
      </w:r>
      <w:r w:rsidRPr="00AA6375">
        <w:t xml:space="preserve"> </w:t>
      </w:r>
      <w:r w:rsidRPr="005A057D">
        <w:rPr>
          <w:cs/>
          <w:lang w:bidi="bn-IN"/>
        </w:rPr>
        <w:t>সত্য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তাদের</w:t>
      </w:r>
      <w:r w:rsidRPr="00AA6375">
        <w:t xml:space="preserve"> </w:t>
      </w:r>
      <w:r w:rsidRPr="005A057D">
        <w:rPr>
          <w:cs/>
          <w:lang w:bidi="bn-IN"/>
        </w:rPr>
        <w:t>প্রত্যেকেই</w:t>
      </w:r>
      <w:r w:rsidRPr="00AA6375">
        <w:t xml:space="preserve"> </w:t>
      </w:r>
      <w:r w:rsidRPr="005A057D">
        <w:rPr>
          <w:cs/>
          <w:lang w:bidi="bn-IN"/>
        </w:rPr>
        <w:t>তাদের</w:t>
      </w:r>
      <w:r w:rsidRPr="00AA6375">
        <w:t xml:space="preserve"> </w:t>
      </w:r>
      <w:r w:rsidRPr="005A057D">
        <w:rPr>
          <w:cs/>
          <w:lang w:bidi="bn-IN"/>
        </w:rPr>
        <w:t>সহীহ</w:t>
      </w:r>
      <w:r w:rsidRPr="00AA6375">
        <w:t>-</w:t>
      </w:r>
      <w:r w:rsidRPr="005A057D">
        <w:rPr>
          <w:cs/>
          <w:lang w:bidi="bn-IN"/>
        </w:rPr>
        <w:t>তে</w:t>
      </w:r>
      <w:r w:rsidRPr="00AA6375">
        <w:t xml:space="preserve"> </w:t>
      </w:r>
      <w:r w:rsidRPr="005A057D">
        <w:rPr>
          <w:cs/>
          <w:lang w:bidi="bn-IN"/>
        </w:rPr>
        <w:t>আব্দুল</w:t>
      </w:r>
      <w:r w:rsidRPr="00AA6375">
        <w:t xml:space="preserve"> </w:t>
      </w:r>
      <w:r w:rsidRPr="005A057D">
        <w:rPr>
          <w:cs/>
          <w:lang w:bidi="bn-IN"/>
        </w:rPr>
        <w:t>মোত্তালিব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রাবিয়া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হারিস</w:t>
      </w:r>
      <w:r w:rsidRPr="00AA6375">
        <w:t xml:space="preserve"> </w:t>
      </w:r>
      <w:r w:rsidRPr="005A057D">
        <w:rPr>
          <w:cs/>
          <w:lang w:bidi="bn-IN"/>
        </w:rPr>
        <w:t>থেকে</w:t>
      </w:r>
      <w:r w:rsidRPr="00AA6375">
        <w:t xml:space="preserve"> </w:t>
      </w:r>
      <w:r w:rsidRPr="005A057D">
        <w:rPr>
          <w:cs/>
          <w:lang w:bidi="bn-IN"/>
        </w:rPr>
        <w:t>বর্ণনা</w:t>
      </w:r>
      <w:r w:rsidRPr="00AA6375">
        <w:t xml:space="preserve"> </w:t>
      </w:r>
      <w:r w:rsidRPr="005A057D">
        <w:rPr>
          <w:cs/>
          <w:lang w:bidi="bn-IN"/>
        </w:rPr>
        <w:t>করেছেনঃ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আমি</w:t>
      </w:r>
      <w:r w:rsidRPr="00AA6375">
        <w:t xml:space="preserve"> </w:t>
      </w:r>
      <w:r w:rsidRPr="005A057D">
        <w:rPr>
          <w:cs/>
          <w:lang w:bidi="bn-IN"/>
        </w:rPr>
        <w:t>নবী</w:t>
      </w:r>
      <w:r w:rsidRPr="00AA6375">
        <w:t xml:space="preserve"> (</w:t>
      </w:r>
      <w:r w:rsidRPr="005A057D">
        <w:rPr>
          <w:cs/>
          <w:lang w:bidi="bn-IN"/>
        </w:rPr>
        <w:t>সাঃ</w:t>
      </w:r>
      <w:r w:rsidRPr="00AA6375">
        <w:t>)-</w:t>
      </w:r>
      <w:r w:rsidRPr="005A057D">
        <w:rPr>
          <w:cs/>
          <w:lang w:bidi="bn-IN"/>
        </w:rPr>
        <w:t>কে</w:t>
      </w:r>
      <w:r w:rsidRPr="00AA6375">
        <w:t xml:space="preserve"> </w:t>
      </w:r>
      <w:r w:rsidRPr="005A057D">
        <w:rPr>
          <w:cs/>
          <w:lang w:bidi="bn-IN"/>
        </w:rPr>
        <w:t>বলতে</w:t>
      </w:r>
      <w:r w:rsidRPr="00AA6375">
        <w:t xml:space="preserve"> </w:t>
      </w:r>
      <w:r w:rsidRPr="005A057D">
        <w:rPr>
          <w:cs/>
          <w:lang w:bidi="bn-IN"/>
        </w:rPr>
        <w:t>শুনেছিঃ</w:t>
      </w:r>
      <w:r w:rsidRPr="00AA6375">
        <w:t xml:space="preserve"> </w:t>
      </w:r>
      <w:r w:rsidRPr="00AA6375">
        <w:rPr>
          <w:rStyle w:val="libAlaemChar"/>
        </w:rPr>
        <w:t>‘</w:t>
      </w:r>
      <w:r w:rsidRPr="005A057D">
        <w:rPr>
          <w:cs/>
          <w:lang w:bidi="bn-IN"/>
        </w:rPr>
        <w:t>সাদকা</w:t>
      </w:r>
      <w:r w:rsidRPr="00AA6375">
        <w:t xml:space="preserve"> </w:t>
      </w:r>
      <w:r w:rsidRPr="005A057D">
        <w:rPr>
          <w:cs/>
          <w:lang w:bidi="bn-IN"/>
        </w:rPr>
        <w:t>ময়লা</w:t>
      </w:r>
      <w:r w:rsidRPr="00AA6375">
        <w:t xml:space="preserve"> </w:t>
      </w:r>
      <w:r w:rsidRPr="005A057D">
        <w:rPr>
          <w:cs/>
          <w:lang w:bidi="bn-IN"/>
        </w:rPr>
        <w:t>তা</w:t>
      </w:r>
      <w:r w:rsidRPr="00AA6375">
        <w:t xml:space="preserve"> </w:t>
      </w:r>
      <w:r w:rsidRPr="005A057D">
        <w:rPr>
          <w:cs/>
          <w:lang w:bidi="bn-IN"/>
        </w:rPr>
        <w:t>নয়</w:t>
      </w:r>
      <w:r w:rsidRPr="00AA6375">
        <w:t xml:space="preserve">, </w:t>
      </w:r>
      <w:r w:rsidRPr="005A057D">
        <w:rPr>
          <w:cs/>
          <w:lang w:bidi="bn-IN"/>
        </w:rPr>
        <w:t>মুহাম্মদ</w:t>
      </w:r>
      <w:r w:rsidRPr="00AA6375">
        <w:t xml:space="preserve"> </w:t>
      </w:r>
      <w:r w:rsidRPr="005A057D">
        <w:rPr>
          <w:cs/>
          <w:lang w:bidi="bn-IN"/>
        </w:rPr>
        <w:t>ও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আলের</w:t>
      </w:r>
      <w:r w:rsidRPr="00AA6375">
        <w:t xml:space="preserve"> </w:t>
      </w:r>
      <w:r w:rsidRPr="005A057D">
        <w:rPr>
          <w:cs/>
          <w:lang w:bidi="bn-IN"/>
        </w:rPr>
        <w:t>জন্য</w:t>
      </w:r>
      <w:r w:rsidRPr="00AA6375">
        <w:t xml:space="preserve"> </w:t>
      </w:r>
      <w:r w:rsidRPr="005A057D">
        <w:rPr>
          <w:cs/>
          <w:lang w:bidi="bn-IN"/>
        </w:rPr>
        <w:t>তা</w:t>
      </w:r>
      <w:r w:rsidRPr="00AA6375">
        <w:t xml:space="preserve"> </w:t>
      </w:r>
      <w:r w:rsidRPr="005A057D">
        <w:rPr>
          <w:cs/>
          <w:lang w:bidi="bn-IN"/>
        </w:rPr>
        <w:t>থেকে</w:t>
      </w:r>
      <w:r w:rsidRPr="00AA6375">
        <w:t xml:space="preserve"> </w:t>
      </w:r>
      <w:r w:rsidRPr="005A057D">
        <w:rPr>
          <w:cs/>
          <w:lang w:bidi="bn-IN"/>
        </w:rPr>
        <w:t>খাওয়া</w:t>
      </w:r>
      <w:r w:rsidRPr="00AA6375">
        <w:t xml:space="preserve"> </w:t>
      </w:r>
      <w:r w:rsidRPr="005A057D">
        <w:rPr>
          <w:cs/>
          <w:lang w:bidi="bn-IN"/>
        </w:rPr>
        <w:t>অনুমোদিত</w:t>
      </w:r>
      <w:r w:rsidRPr="00AA6375">
        <w:t xml:space="preserve"> </w:t>
      </w:r>
      <w:r w:rsidRPr="005A057D">
        <w:rPr>
          <w:cs/>
          <w:lang w:bidi="bn-IN"/>
        </w:rPr>
        <w:t>নয়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এছাড়া</w:t>
      </w:r>
      <w:r w:rsidRPr="00AA6375">
        <w:t xml:space="preserve"> </w:t>
      </w:r>
      <w:r w:rsidRPr="005A057D">
        <w:rPr>
          <w:cs/>
          <w:lang w:bidi="bn-IN"/>
        </w:rPr>
        <w:t>তারা</w:t>
      </w:r>
      <w:r w:rsidRPr="00AA6375">
        <w:t xml:space="preserve"> </w:t>
      </w:r>
      <w:r w:rsidRPr="005A057D">
        <w:rPr>
          <w:cs/>
          <w:lang w:bidi="bn-IN"/>
        </w:rPr>
        <w:t>তাদের</w:t>
      </w:r>
      <w:r w:rsidRPr="00AA6375">
        <w:t xml:space="preserve"> </w:t>
      </w:r>
      <w:r w:rsidRPr="005A057D">
        <w:rPr>
          <w:cs/>
          <w:lang w:bidi="bn-IN"/>
        </w:rPr>
        <w:t>অভিমতকে</w:t>
      </w:r>
      <w:r w:rsidRPr="00AA6375">
        <w:t xml:space="preserve"> </w:t>
      </w:r>
      <w:r w:rsidRPr="005A057D">
        <w:rPr>
          <w:cs/>
          <w:lang w:bidi="bn-IN"/>
        </w:rPr>
        <w:t>সমর্থন</w:t>
      </w:r>
      <w:r w:rsidRPr="00AA6375">
        <w:t xml:space="preserve"> </w:t>
      </w:r>
      <w:r w:rsidRPr="005A057D">
        <w:rPr>
          <w:cs/>
          <w:lang w:bidi="bn-IN"/>
        </w:rPr>
        <w:t>দিয়েছেন</w:t>
      </w:r>
      <w:r w:rsidRPr="00AA6375">
        <w:t xml:space="preserve"> </w:t>
      </w:r>
      <w:r w:rsidRPr="005A057D">
        <w:rPr>
          <w:cs/>
          <w:lang w:bidi="bn-IN"/>
        </w:rPr>
        <w:t>একটি</w:t>
      </w:r>
      <w:r w:rsidRPr="00AA6375">
        <w:t xml:space="preserve"> </w:t>
      </w:r>
      <w:r w:rsidRPr="005A057D">
        <w:rPr>
          <w:cs/>
          <w:lang w:bidi="bn-IN"/>
        </w:rPr>
        <w:t>হাদীস</w:t>
      </w:r>
      <w:r w:rsidRPr="00AA6375">
        <w:t xml:space="preserve"> </w:t>
      </w:r>
      <w:r w:rsidRPr="005A057D">
        <w:rPr>
          <w:cs/>
          <w:lang w:bidi="bn-IN"/>
        </w:rPr>
        <w:t>দিয়ে</w:t>
      </w:r>
      <w:r w:rsidRPr="00AA6375">
        <w:t xml:space="preserve"> </w:t>
      </w:r>
      <w:r w:rsidRPr="005A057D">
        <w:rPr>
          <w:cs/>
          <w:lang w:bidi="bn-IN"/>
        </w:rPr>
        <w:t>যা</w:t>
      </w:r>
      <w:r w:rsidRPr="00AA6375">
        <w:t xml:space="preserve"> </w:t>
      </w:r>
      <w:r w:rsidRPr="005A057D">
        <w:rPr>
          <w:cs/>
          <w:lang w:bidi="bn-IN"/>
        </w:rPr>
        <w:t>মালিক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আনাস</w:t>
      </w:r>
      <w:r w:rsidRPr="00AA6375">
        <w:t xml:space="preserve"> </w:t>
      </w:r>
      <w:r w:rsidRPr="00AA6375">
        <w:rPr>
          <w:rStyle w:val="libAlaemChar"/>
        </w:rPr>
        <w:t>‘</w:t>
      </w:r>
      <w:r w:rsidRPr="005A057D">
        <w:rPr>
          <w:cs/>
          <w:lang w:bidi="bn-IN"/>
        </w:rPr>
        <w:t>মূসা</w:t>
      </w:r>
      <w:r w:rsidRPr="00AA6375">
        <w:rPr>
          <w:rStyle w:val="libAlaemChar"/>
        </w:rPr>
        <w:t>’</w:t>
      </w:r>
      <w:r w:rsidRPr="00AA6375">
        <w:t>-</w:t>
      </w:r>
      <w:r w:rsidRPr="005A057D">
        <w:rPr>
          <w:cs/>
          <w:lang w:bidi="bn-IN"/>
        </w:rPr>
        <w:t>তে</w:t>
      </w:r>
      <w:r w:rsidRPr="00AA6375">
        <w:t xml:space="preserve"> </w:t>
      </w:r>
      <w:r w:rsidRPr="005A057D">
        <w:rPr>
          <w:cs/>
          <w:lang w:bidi="bn-IN"/>
        </w:rPr>
        <w:t>বর্ণনা</w:t>
      </w:r>
      <w:r w:rsidRPr="00AA6375">
        <w:t xml:space="preserve"> </w:t>
      </w:r>
      <w:r w:rsidRPr="005A057D">
        <w:rPr>
          <w:cs/>
          <w:lang w:bidi="bn-IN"/>
        </w:rPr>
        <w:t>করেছেন</w:t>
      </w:r>
      <w:r w:rsidRPr="00AA6375">
        <w:t xml:space="preserve"> </w:t>
      </w:r>
      <w:r w:rsidRPr="005A057D">
        <w:rPr>
          <w:cs/>
          <w:lang w:bidi="bn-IN"/>
        </w:rPr>
        <w:t>নবী</w:t>
      </w:r>
      <w:r w:rsidRPr="00AA6375">
        <w:t xml:space="preserve"> (</w:t>
      </w:r>
      <w:r w:rsidRPr="005A057D">
        <w:rPr>
          <w:cs/>
          <w:lang w:bidi="bn-IN"/>
        </w:rPr>
        <w:t>সাঃ</w:t>
      </w:r>
      <w:r w:rsidRPr="00AA6375">
        <w:t xml:space="preserve">) </w:t>
      </w:r>
      <w:r w:rsidRPr="005A057D">
        <w:rPr>
          <w:cs/>
          <w:lang w:bidi="bn-IN"/>
        </w:rPr>
        <w:t>থেকে</w:t>
      </w:r>
      <w:r w:rsidRPr="00AA6375">
        <w:t xml:space="preserve"> </w:t>
      </w:r>
      <w:r w:rsidRPr="005A057D">
        <w:rPr>
          <w:cs/>
          <w:lang w:bidi="bn-IN"/>
        </w:rPr>
        <w:t>যে</w:t>
      </w:r>
      <w:r w:rsidRPr="00AA6375">
        <w:t xml:space="preserve"> </w:t>
      </w:r>
      <w:r w:rsidRPr="005A057D">
        <w:rPr>
          <w:cs/>
          <w:lang w:bidi="bn-IN"/>
        </w:rPr>
        <w:t>তিনি</w:t>
      </w:r>
      <w:r w:rsidRPr="00AA6375">
        <w:t xml:space="preserve"> </w:t>
      </w:r>
      <w:r w:rsidRPr="005A057D">
        <w:rPr>
          <w:cs/>
          <w:lang w:bidi="bn-IN"/>
        </w:rPr>
        <w:t>বলেছেনঃ</w:t>
      </w:r>
      <w:r w:rsidRPr="00AA6375">
        <w:t xml:space="preserve"> </w:t>
      </w:r>
      <w:r w:rsidRPr="005A057D">
        <w:rPr>
          <w:cs/>
          <w:lang w:bidi="bn-IN"/>
        </w:rPr>
        <w:t>সাদকা</w:t>
      </w:r>
      <w:r w:rsidRPr="00AA6375">
        <w:t xml:space="preserve"> </w:t>
      </w:r>
      <w:r w:rsidRPr="005A057D">
        <w:rPr>
          <w:cs/>
          <w:lang w:bidi="bn-IN"/>
        </w:rPr>
        <w:t>মুহাম্মদের</w:t>
      </w:r>
      <w:r w:rsidRPr="00AA6375">
        <w:t xml:space="preserve"> </w:t>
      </w:r>
      <w:r w:rsidRPr="005A057D">
        <w:rPr>
          <w:cs/>
          <w:lang w:bidi="bn-IN"/>
        </w:rPr>
        <w:t>বংশের</w:t>
      </w:r>
      <w:r w:rsidRPr="00AA6375">
        <w:t xml:space="preserve"> </w:t>
      </w:r>
      <w:r w:rsidRPr="005A057D">
        <w:rPr>
          <w:cs/>
          <w:lang w:bidi="bn-IN"/>
        </w:rPr>
        <w:t>জন্য</w:t>
      </w:r>
      <w:r w:rsidRPr="00AA6375">
        <w:t xml:space="preserve"> </w:t>
      </w:r>
      <w:r w:rsidRPr="005A057D">
        <w:rPr>
          <w:cs/>
          <w:lang w:bidi="bn-IN"/>
        </w:rPr>
        <w:t>অনুমোদিত</w:t>
      </w:r>
      <w:r w:rsidRPr="00AA6375">
        <w:t xml:space="preserve"> </w:t>
      </w:r>
      <w:r w:rsidRPr="005A057D">
        <w:rPr>
          <w:cs/>
          <w:lang w:bidi="bn-IN"/>
        </w:rPr>
        <w:t>নয়</w:t>
      </w:r>
      <w:r w:rsidRPr="00AA6375">
        <w:t xml:space="preserve">, </w:t>
      </w:r>
      <w:r w:rsidRPr="005A057D">
        <w:rPr>
          <w:cs/>
          <w:lang w:bidi="bn-IN"/>
        </w:rPr>
        <w:t>কারণ</w:t>
      </w:r>
      <w:r w:rsidRPr="00AA6375">
        <w:t xml:space="preserve"> </w:t>
      </w:r>
      <w:r w:rsidRPr="005A057D">
        <w:rPr>
          <w:cs/>
          <w:lang w:bidi="bn-IN"/>
        </w:rPr>
        <w:t>তা</w:t>
      </w:r>
      <w:r w:rsidRPr="00AA6375">
        <w:t xml:space="preserve"> </w:t>
      </w:r>
      <w:r w:rsidRPr="005A057D">
        <w:rPr>
          <w:cs/>
          <w:lang w:bidi="bn-IN"/>
        </w:rPr>
        <w:t>লোকদের</w:t>
      </w:r>
      <w:r w:rsidRPr="00AA6375">
        <w:t xml:space="preserve"> </w:t>
      </w:r>
      <w:r w:rsidRPr="005A057D">
        <w:rPr>
          <w:cs/>
          <w:lang w:bidi="bn-IN"/>
        </w:rPr>
        <w:t>ময়লা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AA6375">
        <w:t xml:space="preserve"> </w:t>
      </w:r>
      <w:r w:rsidRPr="005A057D">
        <w:rPr>
          <w:cs/>
          <w:lang w:bidi="bn-IN"/>
        </w:rPr>
        <w:t>এভাবে</w:t>
      </w:r>
      <w:r w:rsidRPr="00AA6375">
        <w:t xml:space="preserve"> </w:t>
      </w:r>
      <w:r w:rsidRPr="005A057D">
        <w:rPr>
          <w:cs/>
          <w:lang w:bidi="bn-IN"/>
        </w:rPr>
        <w:t>তিনি</w:t>
      </w:r>
      <w:r w:rsidRPr="00AA6375">
        <w:t xml:space="preserve"> </w:t>
      </w:r>
      <w:r w:rsidRPr="005A057D">
        <w:rPr>
          <w:cs/>
          <w:lang w:bidi="bn-IN"/>
        </w:rPr>
        <w:t>সুনির্দিষ্টভাবে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আলের</w:t>
      </w:r>
      <w:r w:rsidRPr="00AA6375">
        <w:t xml:space="preserve"> </w:t>
      </w:r>
      <w:r w:rsidRPr="005A057D">
        <w:rPr>
          <w:cs/>
          <w:lang w:bidi="bn-IN"/>
        </w:rPr>
        <w:t>উপর</w:t>
      </w:r>
      <w:r w:rsidRPr="00AA6375">
        <w:t xml:space="preserve"> </w:t>
      </w:r>
      <w:r w:rsidRPr="005A057D">
        <w:rPr>
          <w:cs/>
          <w:lang w:bidi="bn-IN"/>
        </w:rPr>
        <w:t>সাদকা</w:t>
      </w:r>
      <w:r w:rsidRPr="00AA6375">
        <w:t xml:space="preserve"> </w:t>
      </w:r>
      <w:r w:rsidRPr="005A057D">
        <w:rPr>
          <w:cs/>
          <w:lang w:bidi="bn-IN"/>
        </w:rPr>
        <w:t>নিষিদ্ধ</w:t>
      </w:r>
      <w:r w:rsidRPr="00AA6375">
        <w:t xml:space="preserve"> </w:t>
      </w:r>
      <w:r w:rsidRPr="005A057D">
        <w:rPr>
          <w:cs/>
          <w:lang w:bidi="bn-IN"/>
        </w:rPr>
        <w:t>করেছেন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ডাদের</w:t>
      </w:r>
      <w:r w:rsidRPr="00AA6375">
        <w:t xml:space="preserve"> </w:t>
      </w:r>
      <w:r w:rsidRPr="005A057D">
        <w:rPr>
          <w:cs/>
          <w:lang w:bidi="bn-IN"/>
        </w:rPr>
        <w:t>উপর</w:t>
      </w:r>
      <w:r w:rsidRPr="00AA6375">
        <w:t xml:space="preserve"> </w:t>
      </w:r>
      <w:r w:rsidRPr="005A057D">
        <w:rPr>
          <w:cs/>
          <w:lang w:bidi="bn-IN"/>
        </w:rPr>
        <w:t>সাদকা</w:t>
      </w:r>
      <w:r w:rsidRPr="00AA6375">
        <w:t xml:space="preserve"> </w:t>
      </w:r>
      <w:r w:rsidRPr="005A057D">
        <w:rPr>
          <w:cs/>
          <w:lang w:bidi="bn-IN"/>
        </w:rPr>
        <w:t>গ্রহণ</w:t>
      </w:r>
      <w:r w:rsidRPr="00AA6375">
        <w:t xml:space="preserve"> </w:t>
      </w:r>
      <w:r w:rsidRPr="005A057D">
        <w:rPr>
          <w:cs/>
          <w:lang w:bidi="bn-IN"/>
        </w:rPr>
        <w:t>নিষিদ্ধ</w:t>
      </w:r>
      <w:r w:rsidRPr="00AA6375">
        <w:t xml:space="preserve"> </w:t>
      </w:r>
      <w:r w:rsidRPr="005A057D">
        <w:rPr>
          <w:cs/>
          <w:lang w:bidi="bn-IN"/>
        </w:rPr>
        <w:t>তারা</w:t>
      </w:r>
      <w:r w:rsidRPr="00AA6375">
        <w:t xml:space="preserve"> </w:t>
      </w:r>
      <w:r w:rsidRPr="005A057D">
        <w:rPr>
          <w:cs/>
          <w:lang w:bidi="bn-IN"/>
        </w:rPr>
        <w:t>হলেন</w:t>
      </w:r>
      <w:r w:rsidRPr="00AA6375">
        <w:t xml:space="preserve"> </w:t>
      </w:r>
      <w:r w:rsidRPr="005A057D">
        <w:rPr>
          <w:cs/>
          <w:lang w:bidi="bn-IN"/>
        </w:rPr>
        <w:t>বনি</w:t>
      </w:r>
      <w:r w:rsidRPr="00AA6375">
        <w:t xml:space="preserve"> </w:t>
      </w:r>
      <w:r w:rsidRPr="005A057D">
        <w:rPr>
          <w:cs/>
          <w:lang w:bidi="bn-IN"/>
        </w:rPr>
        <w:t>হাশিম</w:t>
      </w:r>
      <w:r w:rsidRPr="00AA6375">
        <w:t xml:space="preserve"> </w:t>
      </w:r>
      <w:r w:rsidRPr="005A057D">
        <w:rPr>
          <w:cs/>
          <w:lang w:bidi="bn-IN"/>
        </w:rPr>
        <w:t>ও</w:t>
      </w:r>
      <w:r w:rsidRPr="00AA6375">
        <w:t xml:space="preserve"> </w:t>
      </w:r>
      <w:r w:rsidRPr="005A057D">
        <w:rPr>
          <w:cs/>
          <w:lang w:bidi="bn-IN"/>
        </w:rPr>
        <w:t>বনি</w:t>
      </w:r>
      <w:r w:rsidRPr="00AA6375">
        <w:t xml:space="preserve"> </w:t>
      </w:r>
      <w:r w:rsidRPr="005A057D">
        <w:rPr>
          <w:cs/>
          <w:lang w:bidi="bn-IN"/>
        </w:rPr>
        <w:t>আব্দুল</w:t>
      </w:r>
      <w:r w:rsidRPr="00AA6375">
        <w:t xml:space="preserve"> </w:t>
      </w:r>
      <w:r w:rsidRPr="005A057D">
        <w:rPr>
          <w:cs/>
          <w:lang w:bidi="bn-IN"/>
        </w:rPr>
        <w:t>মোত্তালিব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যায়েদ</w:t>
      </w:r>
      <w:r w:rsidRPr="00AA6375">
        <w:t xml:space="preserve"> </w:t>
      </w:r>
      <w:r w:rsidRPr="005A057D">
        <w:rPr>
          <w:cs/>
          <w:lang w:bidi="bn-IN"/>
        </w:rPr>
        <w:t>ইবনে</w:t>
      </w:r>
      <w:r w:rsidRPr="00AA6375">
        <w:t xml:space="preserve"> </w:t>
      </w:r>
      <w:r w:rsidRPr="005A057D">
        <w:rPr>
          <w:cs/>
          <w:lang w:bidi="bn-IN"/>
        </w:rPr>
        <w:t>আরক্বামকে</w:t>
      </w:r>
      <w:r w:rsidRPr="00AA6375">
        <w:t xml:space="preserve"> </w:t>
      </w:r>
      <w:r w:rsidRPr="005A057D">
        <w:rPr>
          <w:cs/>
          <w:lang w:bidi="bn-IN"/>
        </w:rPr>
        <w:t>জিজ্ঞেস</w:t>
      </w:r>
      <w:r w:rsidRPr="00AA6375">
        <w:t xml:space="preserve"> </w:t>
      </w:r>
      <w:r w:rsidRPr="005A057D">
        <w:rPr>
          <w:cs/>
          <w:lang w:bidi="bn-IN"/>
        </w:rPr>
        <w:t>করা</w:t>
      </w:r>
      <w:r w:rsidRPr="00AA6375">
        <w:t xml:space="preserve"> </w:t>
      </w:r>
      <w:r w:rsidRPr="005A057D">
        <w:rPr>
          <w:cs/>
          <w:lang w:bidi="bn-IN"/>
        </w:rPr>
        <w:t>হয়েছিল</w:t>
      </w:r>
      <w:r w:rsidRPr="00AA6375">
        <w:t xml:space="preserve"> </w:t>
      </w:r>
      <w:r w:rsidRPr="005A057D">
        <w:rPr>
          <w:cs/>
          <w:lang w:bidi="bn-IN"/>
        </w:rPr>
        <w:t>কারা</w:t>
      </w:r>
      <w:r w:rsidRPr="00AA6375">
        <w:t xml:space="preserve"> </w:t>
      </w:r>
      <w:r w:rsidRPr="005A057D">
        <w:rPr>
          <w:cs/>
          <w:lang w:bidi="bn-IN"/>
        </w:rPr>
        <w:t>রাসূল</w:t>
      </w:r>
      <w:r w:rsidRPr="00AA6375">
        <w:t xml:space="preserve"> (</w:t>
      </w:r>
      <w:r w:rsidRPr="005A057D">
        <w:rPr>
          <w:cs/>
          <w:lang w:bidi="bn-IN"/>
        </w:rPr>
        <w:t>সাঃ</w:t>
      </w:r>
      <w:r w:rsidRPr="00AA6375">
        <w:t>)-</w:t>
      </w:r>
      <w:r w:rsidRPr="005A057D">
        <w:rPr>
          <w:cs/>
          <w:lang w:bidi="bn-IN"/>
        </w:rPr>
        <w:t>এর</w:t>
      </w:r>
      <w:r w:rsidRPr="00AA6375">
        <w:t xml:space="preserve"> </w:t>
      </w:r>
      <w:r w:rsidRPr="005A057D">
        <w:rPr>
          <w:cs/>
          <w:lang w:bidi="bn-IN"/>
        </w:rPr>
        <w:t>বংশ</w:t>
      </w:r>
      <w:r w:rsidRPr="00AA6375">
        <w:t xml:space="preserve"> </w:t>
      </w:r>
      <w:r w:rsidRPr="005A057D">
        <w:rPr>
          <w:cs/>
          <w:lang w:bidi="bn-IN"/>
        </w:rPr>
        <w:t>যাদের</w:t>
      </w:r>
      <w:r w:rsidRPr="00AA6375">
        <w:t xml:space="preserve"> </w:t>
      </w:r>
      <w:r w:rsidRPr="005A057D">
        <w:rPr>
          <w:cs/>
          <w:lang w:bidi="bn-IN"/>
        </w:rPr>
        <w:t>উপর</w:t>
      </w:r>
      <w:r w:rsidRPr="00AA6375">
        <w:t xml:space="preserve"> </w:t>
      </w:r>
      <w:r w:rsidRPr="005A057D">
        <w:rPr>
          <w:cs/>
          <w:lang w:bidi="bn-IN"/>
        </w:rPr>
        <w:t>আল্লাহ</w:t>
      </w:r>
      <w:r w:rsidRPr="00AA6375">
        <w:t xml:space="preserve"> </w:t>
      </w:r>
      <w:r w:rsidRPr="005A057D">
        <w:rPr>
          <w:cs/>
          <w:lang w:bidi="bn-IN"/>
        </w:rPr>
        <w:t>সাদকা</w:t>
      </w:r>
      <w:r w:rsidRPr="00AA6375">
        <w:t xml:space="preserve"> </w:t>
      </w:r>
      <w:r w:rsidRPr="005A057D">
        <w:rPr>
          <w:cs/>
          <w:lang w:bidi="bn-IN"/>
        </w:rPr>
        <w:t>গ্রহণ</w:t>
      </w:r>
      <w:r w:rsidRPr="00AA6375">
        <w:t xml:space="preserve"> </w:t>
      </w:r>
      <w:r w:rsidRPr="005A057D">
        <w:rPr>
          <w:cs/>
          <w:lang w:bidi="bn-IN"/>
        </w:rPr>
        <w:t>নিষিদ্ধ</w:t>
      </w:r>
      <w:r w:rsidRPr="00AA6375">
        <w:t xml:space="preserve"> </w:t>
      </w:r>
      <w:r w:rsidRPr="005A057D">
        <w:rPr>
          <w:cs/>
          <w:lang w:bidi="bn-IN"/>
        </w:rPr>
        <w:t>করেছেন</w:t>
      </w:r>
      <w:r w:rsidRPr="00AA6375">
        <w:t xml:space="preserve">, </w:t>
      </w:r>
      <w:r w:rsidRPr="005A057D">
        <w:rPr>
          <w:cs/>
          <w:lang w:bidi="bn-IN"/>
        </w:rPr>
        <w:t>তিনি</w:t>
      </w:r>
      <w:r w:rsidRPr="00AA6375">
        <w:t xml:space="preserve"> </w:t>
      </w:r>
      <w:r w:rsidRPr="005A057D">
        <w:rPr>
          <w:cs/>
          <w:lang w:bidi="bn-IN"/>
        </w:rPr>
        <w:t>বললেনঃ</w:t>
      </w:r>
      <w:r w:rsidRPr="00AA6375">
        <w:t xml:space="preserve"> </w:t>
      </w:r>
      <w:r w:rsidRPr="005A057D">
        <w:rPr>
          <w:cs/>
          <w:lang w:bidi="bn-IN"/>
        </w:rPr>
        <w:t>আলীর</w:t>
      </w:r>
      <w:r w:rsidRPr="00AA6375">
        <w:t xml:space="preserve"> </w:t>
      </w:r>
      <w:r w:rsidRPr="005A057D">
        <w:rPr>
          <w:cs/>
          <w:lang w:bidi="bn-IN"/>
        </w:rPr>
        <w:t>বংশ</w:t>
      </w:r>
      <w:r w:rsidRPr="00AA6375">
        <w:t xml:space="preserve">, </w:t>
      </w:r>
      <w:r w:rsidRPr="005A057D">
        <w:rPr>
          <w:cs/>
          <w:lang w:bidi="bn-IN"/>
        </w:rPr>
        <w:t>জাফরের</w:t>
      </w:r>
      <w:r w:rsidRPr="00AA6375">
        <w:t xml:space="preserve"> </w:t>
      </w:r>
      <w:r w:rsidRPr="005A057D">
        <w:rPr>
          <w:cs/>
          <w:lang w:bidi="bn-IN"/>
        </w:rPr>
        <w:t>বংশ</w:t>
      </w:r>
      <w:r w:rsidRPr="00AA6375">
        <w:t xml:space="preserve">, </w:t>
      </w:r>
      <w:r w:rsidRPr="005A057D">
        <w:rPr>
          <w:cs/>
          <w:lang w:bidi="bn-IN"/>
        </w:rPr>
        <w:t>আব্বাসের</w:t>
      </w:r>
      <w:r w:rsidRPr="00AA6375">
        <w:t xml:space="preserve"> </w:t>
      </w:r>
      <w:r w:rsidRPr="005A057D">
        <w:rPr>
          <w:cs/>
          <w:lang w:bidi="bn-IN"/>
        </w:rPr>
        <w:t>বংশ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আক্বিলের</w:t>
      </w:r>
      <w:r w:rsidRPr="00AA6375">
        <w:t xml:space="preserve"> </w:t>
      </w:r>
      <w:r w:rsidRPr="005A057D">
        <w:rPr>
          <w:cs/>
          <w:lang w:bidi="bn-IN"/>
        </w:rPr>
        <w:t>বংশ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t xml:space="preserve"> </w:t>
      </w:r>
      <w:r w:rsidRPr="005A057D">
        <w:rPr>
          <w:cs/>
          <w:lang w:bidi="bn-IN"/>
        </w:rPr>
        <w:t>আর</w:t>
      </w:r>
      <w:r w:rsidRPr="00AA6375">
        <w:t xml:space="preserve"> </w:t>
      </w:r>
      <w:r w:rsidRPr="005A057D">
        <w:rPr>
          <w:cs/>
          <w:lang w:bidi="bn-IN"/>
        </w:rPr>
        <w:t>দ্বিতীয়</w:t>
      </w:r>
      <w:r w:rsidRPr="00AA6375">
        <w:t xml:space="preserve"> </w:t>
      </w:r>
      <w:r w:rsidRPr="005A057D">
        <w:rPr>
          <w:cs/>
          <w:lang w:bidi="bn-IN"/>
        </w:rPr>
        <w:t>অভিমতটি</w:t>
      </w:r>
      <w:r w:rsidRPr="00AA6375">
        <w:t xml:space="preserve"> </w:t>
      </w:r>
      <w:r w:rsidRPr="005A057D">
        <w:rPr>
          <w:cs/>
          <w:lang w:bidi="bn-IN"/>
        </w:rPr>
        <w:t>প্রথমটির</w:t>
      </w:r>
      <w:r w:rsidRPr="00AA6375">
        <w:t xml:space="preserve"> </w:t>
      </w:r>
      <w:r w:rsidRPr="005A057D">
        <w:rPr>
          <w:cs/>
          <w:lang w:bidi="bn-IN"/>
        </w:rPr>
        <w:t>নিকটতর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যারা</w:t>
      </w:r>
      <w:r w:rsidRPr="00AA6375">
        <w:t xml:space="preserve"> </w:t>
      </w:r>
      <w:r w:rsidRPr="005A057D">
        <w:rPr>
          <w:cs/>
          <w:lang w:bidi="bn-IN"/>
        </w:rPr>
        <w:t>তৃতীয়</w:t>
      </w:r>
      <w:r w:rsidRPr="00AA6375">
        <w:t xml:space="preserve"> </w:t>
      </w:r>
      <w:r w:rsidRPr="005A057D">
        <w:rPr>
          <w:cs/>
          <w:lang w:bidi="bn-IN"/>
        </w:rPr>
        <w:t>মতটি</w:t>
      </w:r>
      <w:r w:rsidRPr="00AA6375">
        <w:t xml:space="preserve"> </w:t>
      </w:r>
      <w:r w:rsidRPr="005A057D">
        <w:rPr>
          <w:cs/>
          <w:lang w:bidi="bn-IN"/>
        </w:rPr>
        <w:t>দেয়</w:t>
      </w:r>
      <w:r w:rsidRPr="00AA6375">
        <w:t xml:space="preserve"> </w:t>
      </w:r>
      <w:r w:rsidRPr="005A057D">
        <w:rPr>
          <w:cs/>
          <w:lang w:bidi="bn-IN"/>
        </w:rPr>
        <w:t>তাদের</w:t>
      </w:r>
      <w:r w:rsidRPr="00AA6375">
        <w:t xml:space="preserve"> </w:t>
      </w:r>
      <w:r w:rsidRPr="005A057D">
        <w:rPr>
          <w:cs/>
          <w:lang w:bidi="bn-IN"/>
        </w:rPr>
        <w:t>কারণ</w:t>
      </w:r>
      <w:r w:rsidRPr="00AA6375">
        <w:t xml:space="preserve"> </w:t>
      </w:r>
      <w:r w:rsidRPr="005A057D">
        <w:rPr>
          <w:cs/>
          <w:lang w:bidi="bn-IN"/>
        </w:rPr>
        <w:t>হলো</w:t>
      </w:r>
      <w:r w:rsidRPr="00AA6375">
        <w:t xml:space="preserve"> </w:t>
      </w:r>
      <w:r w:rsidRPr="005A057D">
        <w:rPr>
          <w:cs/>
          <w:lang w:bidi="bn-IN"/>
        </w:rPr>
        <w:t>আল্লাহর</w:t>
      </w:r>
      <w:r w:rsidRPr="00AA6375">
        <w:t xml:space="preserve"> </w:t>
      </w:r>
      <w:r w:rsidRPr="005A057D">
        <w:rPr>
          <w:cs/>
          <w:lang w:bidi="bn-IN"/>
        </w:rPr>
        <w:t>এ</w:t>
      </w:r>
      <w:r w:rsidRPr="00AA6375">
        <w:t xml:space="preserve"> </w:t>
      </w:r>
      <w:r w:rsidRPr="005A057D">
        <w:rPr>
          <w:cs/>
          <w:lang w:bidi="bn-IN"/>
        </w:rPr>
        <w:t>কথাঃ</w:t>
      </w:r>
    </w:p>
    <w:p w:rsidR="005A057D" w:rsidRDefault="00AA6375" w:rsidP="00AA6375">
      <w:pPr>
        <w:pStyle w:val="libAie"/>
        <w:rPr>
          <w:lang w:bidi="fa-IR"/>
        </w:rPr>
      </w:pPr>
      <w:r w:rsidRPr="00AA6375">
        <w:rPr>
          <w:rStyle w:val="libAlaemChar"/>
        </w:rPr>
        <w:t>)</w:t>
      </w:r>
      <w:r w:rsidR="005A057D" w:rsidRPr="000F47ED">
        <w:rPr>
          <w:rFonts w:hint="cs"/>
          <w:rtl/>
          <w:lang w:bidi="fa-IR"/>
        </w:rPr>
        <w:t>إِلَّا</w:t>
      </w:r>
      <w:r w:rsidR="005A057D" w:rsidRPr="000F47ED">
        <w:rPr>
          <w:rtl/>
          <w:lang w:bidi="fa-IR"/>
        </w:rPr>
        <w:t xml:space="preserve"> </w:t>
      </w:r>
      <w:r w:rsidR="005A057D" w:rsidRPr="000F47ED">
        <w:rPr>
          <w:rFonts w:hint="cs"/>
          <w:rtl/>
          <w:lang w:bidi="fa-IR"/>
        </w:rPr>
        <w:t>آلَ</w:t>
      </w:r>
      <w:r w:rsidR="005A057D" w:rsidRPr="000F47ED">
        <w:rPr>
          <w:rtl/>
          <w:lang w:bidi="fa-IR"/>
        </w:rPr>
        <w:t xml:space="preserve"> </w:t>
      </w:r>
      <w:r w:rsidR="005A057D" w:rsidRPr="000F47ED">
        <w:rPr>
          <w:rFonts w:hint="cs"/>
          <w:rtl/>
          <w:lang w:bidi="fa-IR"/>
        </w:rPr>
        <w:t>لُوطٍ</w:t>
      </w:r>
      <w:r w:rsidR="005A057D" w:rsidRPr="000F47ED">
        <w:rPr>
          <w:rtl/>
          <w:lang w:bidi="fa-IR"/>
        </w:rPr>
        <w:t xml:space="preserve"> </w:t>
      </w:r>
      <w:r w:rsidR="005A057D" w:rsidRPr="000F47ED">
        <w:rPr>
          <w:rFonts w:hint="cs"/>
          <w:rtl/>
          <w:lang w:bidi="fa-IR"/>
        </w:rPr>
        <w:t>إِنَّا</w:t>
      </w:r>
      <w:r w:rsidR="005A057D" w:rsidRPr="000F47ED">
        <w:rPr>
          <w:rtl/>
          <w:lang w:bidi="fa-IR"/>
        </w:rPr>
        <w:t xml:space="preserve"> </w:t>
      </w:r>
      <w:r w:rsidR="005A057D" w:rsidRPr="000F47ED">
        <w:rPr>
          <w:rFonts w:hint="cs"/>
          <w:rtl/>
          <w:lang w:bidi="fa-IR"/>
        </w:rPr>
        <w:t>لَمُنَجُّوهُمْ</w:t>
      </w:r>
      <w:r w:rsidR="005A057D" w:rsidRPr="000F47ED">
        <w:rPr>
          <w:rtl/>
          <w:lang w:bidi="fa-IR"/>
        </w:rPr>
        <w:t xml:space="preserve"> </w:t>
      </w:r>
      <w:r w:rsidR="005A057D" w:rsidRPr="000F47ED">
        <w:rPr>
          <w:rFonts w:hint="cs"/>
          <w:rtl/>
          <w:lang w:bidi="fa-IR"/>
        </w:rPr>
        <w:t>أَجْمَعِينَ</w:t>
      </w:r>
      <w:r w:rsidRPr="00AA6375">
        <w:rPr>
          <w:rStyle w:val="libAlaemChar"/>
        </w:rPr>
        <w:t>(</w:t>
      </w:r>
    </w:p>
    <w:p w:rsidR="002A48E8" w:rsidRDefault="002A48E8" w:rsidP="005A057D">
      <w:pPr>
        <w:pStyle w:val="libNormal"/>
        <w:rPr>
          <w:cs/>
          <w:lang w:bidi="bn-IN"/>
        </w:rPr>
      </w:pP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t>তবে</w:t>
      </w:r>
      <w:r w:rsidRPr="00AA6375">
        <w:t xml:space="preserve"> </w:t>
      </w:r>
      <w:r w:rsidRPr="005A057D">
        <w:rPr>
          <w:cs/>
          <w:lang w:bidi="bn-IN"/>
        </w:rPr>
        <w:t>লুতের</w:t>
      </w:r>
      <w:r w:rsidRPr="00AA6375">
        <w:t xml:space="preserve"> </w:t>
      </w:r>
      <w:r w:rsidRPr="005A057D">
        <w:rPr>
          <w:cs/>
          <w:lang w:bidi="bn-IN"/>
        </w:rPr>
        <w:t>পরিবারবর্গের</w:t>
      </w:r>
      <w:r w:rsidRPr="00AA6375">
        <w:t xml:space="preserve"> </w:t>
      </w:r>
      <w:r w:rsidRPr="005A057D">
        <w:rPr>
          <w:cs/>
          <w:lang w:bidi="bn-IN"/>
        </w:rPr>
        <w:t>বিরুদ্ধে</w:t>
      </w:r>
      <w:r w:rsidRPr="00AA6375">
        <w:t xml:space="preserve"> </w:t>
      </w:r>
      <w:r w:rsidRPr="005A057D">
        <w:rPr>
          <w:cs/>
          <w:lang w:bidi="bn-IN"/>
        </w:rPr>
        <w:t>নয়</w:t>
      </w:r>
      <w:r w:rsidRPr="00AA6375">
        <w:t xml:space="preserve">, </w:t>
      </w:r>
      <w:r w:rsidRPr="005A057D">
        <w:rPr>
          <w:cs/>
          <w:lang w:bidi="bn-IN"/>
        </w:rPr>
        <w:t>আমরা</w:t>
      </w:r>
      <w:r w:rsidRPr="00AA6375">
        <w:t xml:space="preserve"> </w:t>
      </w:r>
      <w:r w:rsidRPr="005A057D">
        <w:rPr>
          <w:cs/>
          <w:lang w:bidi="bn-IN"/>
        </w:rPr>
        <w:t>অবশ্যই</w:t>
      </w:r>
      <w:r w:rsidRPr="00AA6375">
        <w:t xml:space="preserve"> </w:t>
      </w:r>
      <w:r w:rsidRPr="005A057D">
        <w:rPr>
          <w:cs/>
          <w:lang w:bidi="bn-IN"/>
        </w:rPr>
        <w:t>এদের</w:t>
      </w:r>
      <w:r w:rsidRPr="00AA6375">
        <w:t xml:space="preserve"> </w:t>
      </w:r>
      <w:r w:rsidRPr="005A057D">
        <w:rPr>
          <w:cs/>
          <w:lang w:bidi="bn-IN"/>
        </w:rPr>
        <w:t>সবাইকে</w:t>
      </w:r>
      <w:r w:rsidRPr="00AA6375">
        <w:t xml:space="preserve"> </w:t>
      </w:r>
      <w:r w:rsidRPr="005A057D">
        <w:rPr>
          <w:cs/>
          <w:lang w:bidi="bn-IN"/>
        </w:rPr>
        <w:t>রক্ষা</w:t>
      </w:r>
      <w:r w:rsidRPr="00AA6375">
        <w:t xml:space="preserve"> </w:t>
      </w:r>
      <w:r w:rsidRPr="005A057D">
        <w:rPr>
          <w:cs/>
          <w:lang w:bidi="bn-IN"/>
        </w:rPr>
        <w:t>করবো</w:t>
      </w:r>
      <w:r w:rsidRPr="00AA6375">
        <w:t xml:space="preserve"> </w:t>
      </w:r>
      <w:r w:rsidRPr="00AA6375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AA6375">
        <w:t xml:space="preserve"> (</w:t>
      </w:r>
      <w:r w:rsidRPr="005A057D">
        <w:rPr>
          <w:cs/>
          <w:lang w:bidi="bn-IN"/>
        </w:rPr>
        <w:t>সূরা</w:t>
      </w:r>
      <w:r w:rsidRPr="00AA6375">
        <w:t xml:space="preserve"> </w:t>
      </w:r>
      <w:r w:rsidRPr="005A057D">
        <w:rPr>
          <w:cs/>
          <w:lang w:bidi="bn-IN"/>
        </w:rPr>
        <w:t>হিজরঃ৫৯</w:t>
      </w:r>
      <w:r w:rsidRPr="00AA6375">
        <w:t>)</w:t>
      </w:r>
    </w:p>
    <w:p w:rsidR="005A057D" w:rsidRPr="00AA6375" w:rsidRDefault="005A057D" w:rsidP="005A057D">
      <w:pPr>
        <w:pStyle w:val="libNormal"/>
      </w:pPr>
      <w:r w:rsidRPr="00AA6375">
        <w:rPr>
          <w:rStyle w:val="libAlaemChar"/>
        </w:rPr>
        <w:t>“</w:t>
      </w:r>
      <w:r>
        <w:rPr>
          <w:cs/>
          <w:lang w:bidi="bn-IN"/>
        </w:rPr>
        <w:t>লুতের</w:t>
      </w:r>
      <w:r>
        <w:t xml:space="preserve"> </w:t>
      </w:r>
      <w:r>
        <w:rPr>
          <w:cs/>
          <w:lang w:bidi="bn-IN"/>
        </w:rPr>
        <w:t>বংশ</w:t>
      </w:r>
      <w:r>
        <w:t xml:space="preserve"> </w:t>
      </w:r>
      <w:r>
        <w:rPr>
          <w:cs/>
          <w:lang w:bidi="bn-IN"/>
        </w:rPr>
        <w:t>ছাড়া</w:t>
      </w:r>
      <w:r>
        <w:t>;</w:t>
      </w:r>
      <w:r w:rsidRPr="00AA6375">
        <w:rPr>
          <w:rStyle w:val="libAlaemChar"/>
        </w:rPr>
        <w:t xml:space="preserve">” </w:t>
      </w:r>
      <w:r w:rsidRPr="005A057D">
        <w:rPr>
          <w:cs/>
          <w:lang w:bidi="bn-IN"/>
        </w:rPr>
        <w:t>তাফসীরকারকদের</w:t>
      </w:r>
      <w:r w:rsidRPr="005A057D">
        <w:t xml:space="preserve"> </w:t>
      </w:r>
      <w:r w:rsidRPr="005A057D">
        <w:rPr>
          <w:cs/>
          <w:lang w:bidi="bn-IN"/>
        </w:rPr>
        <w:t>মাঝে</w:t>
      </w:r>
      <w:r w:rsidRPr="005A057D">
        <w:t xml:space="preserve"> </w:t>
      </w:r>
      <w:r w:rsidRPr="005A057D">
        <w:rPr>
          <w:cs/>
          <w:lang w:bidi="bn-IN"/>
        </w:rPr>
        <w:t>ঐক্যমত</w:t>
      </w:r>
      <w:r w:rsidRPr="005A057D">
        <w:t xml:space="preserve"> </w:t>
      </w:r>
      <w:r w:rsidRPr="005A057D">
        <w:rPr>
          <w:cs/>
          <w:lang w:bidi="bn-IN"/>
        </w:rPr>
        <w:t>রয়েছে</w:t>
      </w:r>
      <w:r w:rsidRPr="005A057D">
        <w:t xml:space="preserve"> </w:t>
      </w:r>
      <w:r w:rsidRPr="005A057D">
        <w:rPr>
          <w:cs/>
          <w:lang w:bidi="bn-IN"/>
        </w:rPr>
        <w:t>যে</w:t>
      </w:r>
      <w:r w:rsidRPr="005A057D">
        <w:t xml:space="preserve"> </w:t>
      </w:r>
      <w:r w:rsidRPr="005A057D">
        <w:rPr>
          <w:cs/>
          <w:lang w:bidi="bn-IN"/>
        </w:rPr>
        <w:t>এ</w:t>
      </w:r>
      <w:r w:rsidRPr="005A057D">
        <w:t xml:space="preserve"> </w:t>
      </w:r>
      <w:r w:rsidRPr="005A057D">
        <w:rPr>
          <w:cs/>
          <w:lang w:bidi="bn-IN"/>
        </w:rPr>
        <w:t>আয়াতে</w:t>
      </w:r>
      <w:r w:rsidRPr="005A057D">
        <w:t xml:space="preserve"> </w:t>
      </w:r>
      <w:r w:rsidRPr="002A48E8">
        <w:rPr>
          <w:rStyle w:val="libArChar"/>
          <w:rFonts w:hint="cs"/>
          <w:rtl/>
        </w:rPr>
        <w:t>ال</w:t>
      </w:r>
      <w:r w:rsidRPr="00AA6375">
        <w:t xml:space="preserve"> (</w:t>
      </w:r>
      <w:r w:rsidRPr="005A057D">
        <w:rPr>
          <w:cs/>
          <w:lang w:bidi="bn-IN"/>
        </w:rPr>
        <w:t>বংশ</w:t>
      </w:r>
      <w:r w:rsidRPr="00AA6375">
        <w:t xml:space="preserve">) </w:t>
      </w:r>
      <w:r w:rsidRPr="005A057D">
        <w:rPr>
          <w:cs/>
          <w:lang w:bidi="bn-IN"/>
        </w:rPr>
        <w:t>হলো</w:t>
      </w:r>
      <w:r w:rsidRPr="00AA6375">
        <w:t xml:space="preserve"> </w:t>
      </w:r>
      <w:r w:rsidRPr="005A057D">
        <w:rPr>
          <w:cs/>
          <w:lang w:bidi="bn-IN"/>
        </w:rPr>
        <w:t>তারা</w:t>
      </w:r>
      <w:r w:rsidRPr="00AA6375">
        <w:t xml:space="preserve"> </w:t>
      </w:r>
      <w:r w:rsidRPr="005A057D">
        <w:rPr>
          <w:cs/>
          <w:lang w:bidi="bn-IN"/>
        </w:rPr>
        <w:t>যারা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দিকে</w:t>
      </w:r>
      <w:r w:rsidRPr="00AA6375">
        <w:t xml:space="preserve"> </w:t>
      </w:r>
      <w:r w:rsidRPr="005A057D">
        <w:rPr>
          <w:cs/>
          <w:lang w:bidi="bn-IN"/>
        </w:rPr>
        <w:t>ঝুকে</w:t>
      </w:r>
      <w:r w:rsidRPr="00AA6375">
        <w:t xml:space="preserve"> </w:t>
      </w:r>
      <w:r w:rsidRPr="005A057D">
        <w:rPr>
          <w:cs/>
          <w:lang w:bidi="bn-IN"/>
        </w:rPr>
        <w:t>ছিলো</w:t>
      </w:r>
      <w:r w:rsidRPr="00AA6375">
        <w:t xml:space="preserve"> </w:t>
      </w:r>
      <w:r w:rsidRPr="005A057D">
        <w:rPr>
          <w:cs/>
          <w:lang w:bidi="bn-IN"/>
        </w:rPr>
        <w:t>ও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পথ</w:t>
      </w:r>
      <w:r w:rsidRPr="00AA6375">
        <w:t xml:space="preserve"> </w:t>
      </w:r>
      <w:r w:rsidRPr="005A057D">
        <w:rPr>
          <w:cs/>
          <w:lang w:bidi="bn-IN"/>
        </w:rPr>
        <w:t>অনুসরণ</w:t>
      </w:r>
      <w:r w:rsidRPr="00AA6375">
        <w:t xml:space="preserve"> </w:t>
      </w:r>
      <w:r w:rsidRPr="005A057D">
        <w:rPr>
          <w:cs/>
          <w:lang w:bidi="bn-IN"/>
        </w:rPr>
        <w:t>করেছিল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5A057D" w:rsidRPr="00AA6375" w:rsidRDefault="005A057D" w:rsidP="005A057D">
      <w:pPr>
        <w:pStyle w:val="libNormal"/>
      </w:pPr>
      <w:r w:rsidRPr="005A057D">
        <w:rPr>
          <w:cs/>
          <w:lang w:bidi="bn-IN"/>
        </w:rPr>
        <w:lastRenderedPageBreak/>
        <w:t>সবগুলো</w:t>
      </w:r>
      <w:r w:rsidRPr="00AA6375">
        <w:t xml:space="preserve"> </w:t>
      </w:r>
      <w:r w:rsidRPr="005A057D">
        <w:rPr>
          <w:cs/>
          <w:lang w:bidi="bn-IN"/>
        </w:rPr>
        <w:t>অভিমত</w:t>
      </w:r>
      <w:r w:rsidRPr="00AA6375">
        <w:t xml:space="preserve"> </w:t>
      </w:r>
      <w:r w:rsidRPr="005A057D">
        <w:rPr>
          <w:cs/>
          <w:lang w:bidi="bn-IN"/>
        </w:rPr>
        <w:t>দৃষ্টির</w:t>
      </w:r>
      <w:r w:rsidRPr="00AA6375">
        <w:t xml:space="preserve"> </w:t>
      </w:r>
      <w:r w:rsidRPr="005A057D">
        <w:rPr>
          <w:cs/>
          <w:lang w:bidi="bn-IN"/>
        </w:rPr>
        <w:t>সামনে</w:t>
      </w:r>
      <w:r w:rsidRPr="00AA6375">
        <w:t xml:space="preserve"> </w:t>
      </w:r>
      <w:r w:rsidRPr="005A057D">
        <w:rPr>
          <w:cs/>
          <w:lang w:bidi="bn-IN"/>
        </w:rPr>
        <w:t>রাখলে</w:t>
      </w:r>
      <w:r w:rsidRPr="00AA6375">
        <w:t xml:space="preserve"> </w:t>
      </w:r>
      <w:r w:rsidRPr="005A057D">
        <w:rPr>
          <w:cs/>
          <w:lang w:bidi="bn-IN"/>
        </w:rPr>
        <w:t>স্পষ্ট</w:t>
      </w:r>
      <w:r w:rsidRPr="00AA6375">
        <w:t xml:space="preserve"> </w:t>
      </w:r>
      <w:r w:rsidRPr="005A057D">
        <w:rPr>
          <w:cs/>
          <w:lang w:bidi="bn-IN"/>
        </w:rPr>
        <w:t>হয়</w:t>
      </w:r>
      <w:r w:rsidRPr="00AA6375">
        <w:t xml:space="preserve"> </w:t>
      </w:r>
      <w:r w:rsidRPr="005A057D">
        <w:rPr>
          <w:cs/>
          <w:lang w:bidi="bn-IN"/>
        </w:rPr>
        <w:t>যে</w:t>
      </w:r>
      <w:r w:rsidRPr="00AA6375">
        <w:t xml:space="preserve"> </w:t>
      </w:r>
      <w:r w:rsidRPr="002A48E8">
        <w:rPr>
          <w:rStyle w:val="libArChar"/>
          <w:rFonts w:hint="cs"/>
          <w:rtl/>
        </w:rPr>
        <w:t>ال</w:t>
      </w:r>
      <w:r w:rsidRPr="00AA6375">
        <w:t xml:space="preserve"> </w:t>
      </w:r>
      <w:r w:rsidRPr="005A057D">
        <w:rPr>
          <w:cs/>
          <w:lang w:bidi="bn-IN"/>
        </w:rPr>
        <w:t>হচ্ছে</w:t>
      </w:r>
      <w:r w:rsidRPr="00AA6375">
        <w:t xml:space="preserve"> </w:t>
      </w:r>
      <w:r w:rsidRPr="005A057D">
        <w:rPr>
          <w:cs/>
          <w:lang w:bidi="bn-IN"/>
        </w:rPr>
        <w:t>আহলুল</w:t>
      </w:r>
      <w:r w:rsidRPr="00AA6375">
        <w:t xml:space="preserve"> </w:t>
      </w:r>
      <w:r w:rsidRPr="005A057D">
        <w:rPr>
          <w:cs/>
          <w:lang w:bidi="bn-IN"/>
        </w:rPr>
        <w:t>বায়েত</w:t>
      </w:r>
      <w:r w:rsidRPr="00AA6375">
        <w:t xml:space="preserve">, </w:t>
      </w:r>
      <w:r w:rsidRPr="005A057D">
        <w:rPr>
          <w:cs/>
          <w:lang w:bidi="bn-IN"/>
        </w:rPr>
        <w:t>যাদের</w:t>
      </w:r>
      <w:r w:rsidRPr="00AA6375">
        <w:t xml:space="preserve"> </w:t>
      </w:r>
      <w:r w:rsidRPr="005A057D">
        <w:rPr>
          <w:cs/>
          <w:lang w:bidi="bn-IN"/>
        </w:rPr>
        <w:t>উপর</w:t>
      </w:r>
      <w:r w:rsidRPr="00AA6375">
        <w:t xml:space="preserve"> </w:t>
      </w:r>
      <w:r w:rsidRPr="005A057D">
        <w:rPr>
          <w:cs/>
          <w:lang w:bidi="bn-IN"/>
        </w:rPr>
        <w:t>যাকাত</w:t>
      </w:r>
      <w:r w:rsidRPr="00AA6375">
        <w:t xml:space="preserve"> </w:t>
      </w:r>
      <w:r w:rsidRPr="005A057D">
        <w:rPr>
          <w:cs/>
          <w:lang w:bidi="bn-IN"/>
        </w:rPr>
        <w:t>গ্রহণ</w:t>
      </w:r>
      <w:r w:rsidRPr="00AA6375">
        <w:t xml:space="preserve"> </w:t>
      </w:r>
      <w:r w:rsidRPr="005A057D">
        <w:rPr>
          <w:cs/>
          <w:lang w:bidi="bn-IN"/>
        </w:rPr>
        <w:t>নিষিদ্ধ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তারা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ধর্ম</w:t>
      </w:r>
      <w:r w:rsidRPr="00AA6375">
        <w:t xml:space="preserve"> </w:t>
      </w:r>
      <w:r w:rsidRPr="005A057D">
        <w:rPr>
          <w:cs/>
          <w:lang w:bidi="bn-IN"/>
        </w:rPr>
        <w:t>অনুসরণ</w:t>
      </w:r>
      <w:r w:rsidRPr="00AA6375">
        <w:t xml:space="preserve"> </w:t>
      </w:r>
      <w:r w:rsidRPr="005A057D">
        <w:rPr>
          <w:cs/>
          <w:lang w:bidi="bn-IN"/>
        </w:rPr>
        <w:t>করেছে</w:t>
      </w:r>
      <w:r w:rsidRPr="00AA6375">
        <w:t xml:space="preserve"> </w:t>
      </w:r>
      <w:r w:rsidRPr="005A057D">
        <w:rPr>
          <w:cs/>
          <w:lang w:bidi="bn-IN"/>
        </w:rPr>
        <w:t>এবং</w:t>
      </w:r>
      <w:r w:rsidRPr="00AA6375">
        <w:t xml:space="preserve"> </w:t>
      </w:r>
      <w:r w:rsidRPr="005A057D">
        <w:rPr>
          <w:cs/>
          <w:lang w:bidi="bn-IN"/>
        </w:rPr>
        <w:t>তার</w:t>
      </w:r>
      <w:r w:rsidRPr="00AA6375">
        <w:t xml:space="preserve"> </w:t>
      </w:r>
      <w:r w:rsidRPr="005A057D">
        <w:rPr>
          <w:cs/>
          <w:lang w:bidi="bn-IN"/>
        </w:rPr>
        <w:t>পথ</w:t>
      </w:r>
      <w:r w:rsidRPr="00AA6375">
        <w:t xml:space="preserve"> </w:t>
      </w:r>
      <w:r w:rsidRPr="005A057D">
        <w:rPr>
          <w:cs/>
          <w:lang w:bidi="bn-IN"/>
        </w:rPr>
        <w:t>অনুসরণ</w:t>
      </w:r>
      <w:r w:rsidRPr="00AA6375">
        <w:t xml:space="preserve"> </w:t>
      </w:r>
      <w:r w:rsidRPr="005A057D">
        <w:rPr>
          <w:cs/>
          <w:lang w:bidi="bn-IN"/>
        </w:rPr>
        <w:t>করেছে</w:t>
      </w:r>
      <w:r w:rsidRPr="00AA6375">
        <w:t xml:space="preserve"> </w:t>
      </w:r>
      <w:r w:rsidRPr="00AA6375">
        <w:rPr>
          <w:cs/>
          <w:lang w:bidi="hi-IN"/>
        </w:rPr>
        <w:t>।</w:t>
      </w:r>
    </w:p>
    <w:p w:rsidR="002A48E8" w:rsidRDefault="002A48E8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2A48E8">
      <w:pPr>
        <w:pStyle w:val="Heading2Center"/>
        <w:rPr>
          <w:lang w:bidi="bn-IN"/>
        </w:rPr>
      </w:pPr>
      <w:bookmarkStart w:id="15" w:name="_Toc451691930"/>
      <w:r w:rsidRPr="009F36D3">
        <w:rPr>
          <w:cs/>
          <w:lang w:bidi="bn-IN"/>
        </w:rPr>
        <w:lastRenderedPageBreak/>
        <w:t>মাহদী (আঃ) নবীর (সাঃ) বংশ থেকে</w:t>
      </w:r>
      <w:bookmarkEnd w:id="15"/>
    </w:p>
    <w:p w:rsidR="002A48E8" w:rsidRDefault="002A48E8" w:rsidP="005A057D">
      <w:pPr>
        <w:pStyle w:val="libNormal"/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আবু দাউদ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র চতুর্থ  খণ্ডের ৮৭ পৃষ্ঠায় উম্মে সালামা</w:t>
      </w:r>
      <w:r w:rsidRPr="009F36D3">
        <w:t xml:space="preserve"> </w:t>
      </w:r>
      <w:r w:rsidRPr="009F36D3">
        <w:rPr>
          <w:cs/>
          <w:lang w:bidi="bn-IN"/>
        </w:rPr>
        <w:t>থেকে একটি হাদীস বর্ণনা করেন যে নবী (সাঃ) বলেছেন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</w:t>
      </w:r>
      <w:r w:rsidRPr="005A057D">
        <w:rPr>
          <w:rStyle w:val="libAlaemChar"/>
        </w:rPr>
        <w:t>”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১৪৭ পৃষ্ঠায় নবী (সাঃ) থেকে একই রকমের</w:t>
      </w:r>
      <w:r w:rsidRPr="009F36D3">
        <w:t xml:space="preserve"> </w:t>
      </w:r>
      <w:r w:rsidRPr="009F36D3">
        <w:rPr>
          <w:cs/>
          <w:lang w:bidi="bn-IN"/>
        </w:rPr>
        <w:t>একটি হাদীস বর্ণিত হয়েছে নাসায়ী</w:t>
      </w:r>
      <w:r w:rsidRPr="009F36D3">
        <w:t xml:space="preserve">, </w:t>
      </w:r>
      <w:r w:rsidRPr="009F36D3">
        <w:rPr>
          <w:cs/>
          <w:lang w:bidi="bn-IN"/>
        </w:rPr>
        <w:t xml:space="preserve">ইবনে মাজাহ </w:t>
      </w:r>
      <w:r w:rsidRPr="009F36D3">
        <w:t xml:space="preserve">, </w:t>
      </w:r>
      <w:r w:rsidRPr="009F36D3">
        <w:rPr>
          <w:cs/>
          <w:lang w:bidi="bn-IN"/>
        </w:rPr>
        <w:t>বায়হাক্বী ও</w:t>
      </w:r>
      <w:r w:rsidRPr="009F36D3">
        <w:t xml:space="preserve"> </w:t>
      </w:r>
      <w:r w:rsidRPr="009F36D3">
        <w:rPr>
          <w:cs/>
          <w:lang w:bidi="bn-IN"/>
        </w:rPr>
        <w:t>অন্যান্যদের থেকে।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 ৯৮ পৃষ্ঠায় লিখেছেন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আবু</w:t>
      </w:r>
      <w:r w:rsidRPr="009F36D3">
        <w:t xml:space="preserve"> </w:t>
      </w:r>
      <w:r w:rsidRPr="009F36D3">
        <w:rPr>
          <w:cs/>
          <w:lang w:bidi="bn-IN"/>
        </w:rPr>
        <w:t>নাঈম নবী (সাঃ) থেকে একটি হাদীস এনেছেন যে</w:t>
      </w:r>
      <w:r w:rsidRPr="009F36D3">
        <w:t xml:space="preserve">,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নিশ্চয়ই আল্লাহ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একজন মানুষকে পাঠাবেন।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বললেন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সে পৃথিবীকে ন্যায়বিচারে পূর্ণ করে দিবে।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হাদীস এসেছে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১৪৯ পৃষ্ঠায়। একই</w:t>
      </w:r>
      <w:r w:rsidRPr="009F36D3">
        <w:t xml:space="preserve"> </w:t>
      </w:r>
      <w:r w:rsidRPr="009F36D3">
        <w:rPr>
          <w:cs/>
          <w:lang w:bidi="bn-IN"/>
        </w:rPr>
        <w:t>বইতে লেখক ৯৭ পৃষ্ঠায় লিখেছেন : আবু দাউদ</w:t>
      </w:r>
      <w:r w:rsidRPr="009F36D3">
        <w:t xml:space="preserve">, </w:t>
      </w:r>
      <w:r w:rsidRPr="009F36D3">
        <w:rPr>
          <w:cs/>
          <w:lang w:bidi="bn-IN"/>
        </w:rPr>
        <w:t>তিরমিযী এবং ইবনে</w:t>
      </w:r>
      <w:r w:rsidRPr="009F36D3">
        <w:t xml:space="preserve"> </w:t>
      </w:r>
      <w:r w:rsidRPr="009F36D3">
        <w:rPr>
          <w:cs/>
          <w:lang w:bidi="bn-IN"/>
        </w:rPr>
        <w:t xml:space="preserve">মাজাহ নবী (সাঃ) থেকে একটি হাদীস এনেছেন যা এরকম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</w:t>
      </w:r>
      <w:r w:rsidRPr="009F36D3">
        <w:t xml:space="preserve"> </w:t>
      </w:r>
      <w:r w:rsidRPr="009F36D3">
        <w:rPr>
          <w:cs/>
          <w:lang w:bidi="bn-IN"/>
        </w:rPr>
        <w:t>পৃথিবীর</w:t>
      </w:r>
      <w:r w:rsidRPr="009F36D3">
        <w:t xml:space="preserve"> </w:t>
      </w:r>
      <w:r w:rsidRPr="009F36D3">
        <w:rPr>
          <w:cs/>
          <w:lang w:bidi="bn-IN"/>
        </w:rPr>
        <w:t>জীবন</w:t>
      </w:r>
      <w:r w:rsidRPr="009F36D3">
        <w:t xml:space="preserve"> </w:t>
      </w:r>
      <w:r w:rsidRPr="009F36D3">
        <w:rPr>
          <w:cs/>
          <w:lang w:bidi="bn-IN"/>
        </w:rPr>
        <w:t>আর</w:t>
      </w:r>
      <w:r w:rsidRPr="009F36D3">
        <w:t xml:space="preserve"> </w:t>
      </w:r>
      <w:r w:rsidRPr="009F36D3">
        <w:rPr>
          <w:cs/>
          <w:lang w:bidi="bn-IN"/>
        </w:rPr>
        <w:t>একদিনের</w:t>
      </w:r>
      <w:r w:rsidRPr="009F36D3">
        <w:t xml:space="preserve"> </w:t>
      </w:r>
      <w:r w:rsidRPr="009F36D3">
        <w:rPr>
          <w:cs/>
          <w:lang w:bidi="bn-IN"/>
        </w:rPr>
        <w:t>বেশী</w:t>
      </w:r>
      <w:r w:rsidRPr="009F36D3">
        <w:t xml:space="preserve"> </w:t>
      </w:r>
      <w:r w:rsidRPr="009F36D3">
        <w:rPr>
          <w:cs/>
          <w:lang w:bidi="bn-IN"/>
        </w:rPr>
        <w:t>না</w:t>
      </w:r>
      <w:r w:rsidRPr="009F36D3">
        <w:t xml:space="preserve"> </w:t>
      </w:r>
      <w:r w:rsidRPr="009F36D3">
        <w:rPr>
          <w:cs/>
          <w:lang w:bidi="bn-IN"/>
        </w:rPr>
        <w:t>থাকে</w:t>
      </w:r>
      <w:r w:rsidRPr="009F36D3">
        <w:t xml:space="preserve"> </w:t>
      </w:r>
      <w:r w:rsidRPr="009F36D3">
        <w:rPr>
          <w:cs/>
          <w:lang w:bidi="bn-IN"/>
        </w:rPr>
        <w:t>নিশ্চয়</w:t>
      </w:r>
      <w:r w:rsidRPr="009F36D3">
        <w:t xml:space="preserve"> </w:t>
      </w:r>
      <w:r w:rsidRPr="009F36D3">
        <w:rPr>
          <w:cs/>
          <w:lang w:bidi="bn-IN"/>
        </w:rPr>
        <w:t>আল্লাহ</w:t>
      </w:r>
      <w:r w:rsidRPr="009F36D3">
        <w:t xml:space="preserve"> </w:t>
      </w:r>
      <w:r w:rsidRPr="009F36D3">
        <w:rPr>
          <w:cs/>
          <w:lang w:bidi="bn-IN"/>
        </w:rPr>
        <w:t>আমার</w:t>
      </w:r>
      <w:r w:rsidRPr="009F36D3">
        <w:t xml:space="preserve"> </w:t>
      </w:r>
      <w:r w:rsidRPr="009F36D3">
        <w:rPr>
          <w:cs/>
          <w:lang w:bidi="bn-IN"/>
        </w:rPr>
        <w:t>বংশ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মানুয়ের</w:t>
      </w:r>
      <w:r w:rsidRPr="009F36D3">
        <w:t xml:space="preserve"> </w:t>
      </w:r>
      <w:r w:rsidRPr="009F36D3">
        <w:rPr>
          <w:cs/>
          <w:lang w:bidi="bn-IN"/>
        </w:rPr>
        <w:t>আবির্ভাব</w:t>
      </w:r>
      <w:r w:rsidRPr="009F36D3">
        <w:t xml:space="preserve"> </w:t>
      </w:r>
      <w:r w:rsidRPr="009F36D3">
        <w:rPr>
          <w:cs/>
          <w:lang w:bidi="bn-IN"/>
        </w:rPr>
        <w:t>ঘটাবেন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অন্য</w:t>
      </w:r>
      <w:r w:rsidRPr="009F36D3">
        <w:t xml:space="preserve"> </w:t>
      </w:r>
      <w:r w:rsidRPr="009F36D3">
        <w:rPr>
          <w:cs/>
          <w:lang w:bidi="bn-IN"/>
        </w:rPr>
        <w:t>এক</w:t>
      </w:r>
      <w:r w:rsidRPr="009F36D3">
        <w:t xml:space="preserve"> </w:t>
      </w:r>
      <w:r w:rsidRPr="009F36D3">
        <w:rPr>
          <w:cs/>
          <w:lang w:bidi="bn-IN"/>
        </w:rPr>
        <w:t>হাদীসে</w:t>
      </w:r>
      <w:r w:rsidRPr="009F36D3">
        <w:t xml:space="preserve"> </w:t>
      </w:r>
      <w:r w:rsidRPr="009F36D3">
        <w:rPr>
          <w:cs/>
          <w:lang w:bidi="bn-IN"/>
        </w:rPr>
        <w:t>নবী</w:t>
      </w:r>
      <w:r w:rsidRPr="009F36D3">
        <w:t xml:space="preserve"> (</w:t>
      </w:r>
      <w:r w:rsidRPr="009F36D3">
        <w:rPr>
          <w:cs/>
          <w:lang w:bidi="bn-IN"/>
        </w:rPr>
        <w:t>সাঃ</w:t>
      </w:r>
      <w:r w:rsidRPr="009F36D3">
        <w:t xml:space="preserve">)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>আমার</w:t>
      </w:r>
      <w:r w:rsidRPr="009F36D3">
        <w:t xml:space="preserve"> </w:t>
      </w:r>
      <w:r w:rsidRPr="009F36D3">
        <w:rPr>
          <w:cs/>
          <w:lang w:bidi="bn-IN"/>
        </w:rPr>
        <w:t>বংশ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যে</w:t>
      </w:r>
      <w:r w:rsidRPr="009F36D3">
        <w:t xml:space="preserve"> </w:t>
      </w:r>
      <w:r w:rsidRPr="009F36D3">
        <w:rPr>
          <w:cs/>
          <w:lang w:bidi="bn-IN"/>
        </w:rPr>
        <w:t>পৃথিবীকে</w:t>
      </w:r>
      <w:r w:rsidRPr="009F36D3"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t xml:space="preserve"> </w:t>
      </w:r>
      <w:r w:rsidRPr="009F36D3">
        <w:rPr>
          <w:cs/>
          <w:lang w:bidi="bn-IN"/>
        </w:rPr>
        <w:t>পূর্ণ</w:t>
      </w:r>
      <w:r w:rsidRPr="009F36D3">
        <w:t xml:space="preserve"> </w:t>
      </w:r>
      <w:r w:rsidRPr="009F36D3">
        <w:rPr>
          <w:cs/>
          <w:lang w:bidi="bn-IN"/>
        </w:rPr>
        <w:t>করে</w:t>
      </w:r>
      <w:r w:rsidRPr="009F36D3">
        <w:t xml:space="preserve"> </w:t>
      </w:r>
      <w:r w:rsidRPr="009F36D3">
        <w:rPr>
          <w:cs/>
          <w:lang w:bidi="bn-IN"/>
        </w:rPr>
        <w:t>দিবে</w:t>
      </w:r>
      <w:r w:rsidRPr="009F36D3">
        <w:t xml:space="preserve"> </w:t>
      </w:r>
      <w:r w:rsidRPr="009F36D3">
        <w:rPr>
          <w:cs/>
          <w:lang w:bidi="bn-IN"/>
        </w:rPr>
        <w:t>যেভাবে</w:t>
      </w:r>
      <w:r w:rsidRPr="009F36D3">
        <w:t xml:space="preserve"> </w:t>
      </w:r>
      <w:r w:rsidRPr="009F36D3">
        <w:rPr>
          <w:cs/>
          <w:lang w:bidi="bn-IN"/>
        </w:rPr>
        <w:t>তা</w:t>
      </w:r>
      <w:r w:rsidRPr="009F36D3">
        <w:t xml:space="preserve"> </w:t>
      </w:r>
      <w:r w:rsidRPr="009F36D3">
        <w:rPr>
          <w:cs/>
          <w:lang w:bidi="bn-IN"/>
        </w:rPr>
        <w:t>নিপীড়নে</w:t>
      </w:r>
      <w:r w:rsidRPr="009F36D3">
        <w:t xml:space="preserve"> </w:t>
      </w:r>
      <w:r w:rsidRPr="009F36D3">
        <w:rPr>
          <w:cs/>
          <w:lang w:bidi="bn-IN"/>
        </w:rPr>
        <w:t>পূর্ণ</w:t>
      </w:r>
      <w:r w:rsidRPr="009F36D3">
        <w:t xml:space="preserve"> </w:t>
      </w:r>
      <w:r w:rsidRPr="009F36D3">
        <w:rPr>
          <w:cs/>
          <w:lang w:bidi="bn-IN"/>
        </w:rPr>
        <w:t>ছিল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</w:t>
      </w:r>
      <w:r w:rsidRPr="009F36D3">
        <w:t xml:space="preserve"> </w:t>
      </w:r>
      <w:r w:rsidRPr="009F36D3">
        <w:rPr>
          <w:cs/>
          <w:lang w:bidi="bn-IN"/>
        </w:rPr>
        <w:t>হাদীস</w:t>
      </w:r>
      <w:r w:rsidRPr="009F36D3">
        <w:t xml:space="preserve"> </w:t>
      </w:r>
      <w:r w:rsidRPr="009F36D3">
        <w:rPr>
          <w:cs/>
          <w:lang w:bidi="bn-IN"/>
        </w:rPr>
        <w:t>রয়েছে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১৪৭ পৃষ্ঠায়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9F36D3">
        <w:rPr>
          <w:lang w:bidi="bn-IN"/>
        </w:rPr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মাতালিবুস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সূল</w:t>
      </w:r>
      <w:r w:rsidRPr="005A057D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লিখেছেন</w:t>
      </w:r>
      <w:r w:rsidRPr="009F36D3">
        <w:rPr>
          <w:lang w:bidi="bn-IN"/>
        </w:rPr>
        <w:t xml:space="preserve"> </w:t>
      </w:r>
      <w:r w:rsidRPr="002A48E8">
        <w:rPr>
          <w:rStyle w:val="libArChar"/>
          <w:rFonts w:hint="cs"/>
          <w:rtl/>
        </w:rPr>
        <w:t>عترة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ইতরাত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বংশ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আরবীতে</w:t>
      </w:r>
      <w:r w:rsidRPr="009F36D3">
        <w:rPr>
          <w:lang w:bidi="bn-IN"/>
        </w:rPr>
        <w:t xml:space="preserve"> </w:t>
      </w:r>
      <w:r w:rsidRPr="002A48E8">
        <w:rPr>
          <w:rStyle w:val="libArChar"/>
          <w:rtl/>
        </w:rPr>
        <w:t>عشیرة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পরিবার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অন্যরা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বলেন</w:t>
      </w:r>
      <w:r w:rsidRPr="009F36D3">
        <w:rPr>
          <w:lang w:bidi="bn-IN"/>
        </w:rPr>
        <w:t xml:space="preserve"> </w:t>
      </w:r>
      <w:r w:rsidRPr="009F36D3">
        <w:rPr>
          <w:rtl/>
          <w:lang w:bidi="fa-IR"/>
        </w:rPr>
        <w:t xml:space="preserve"> </w:t>
      </w:r>
      <w:r w:rsidRPr="002A48E8">
        <w:rPr>
          <w:rStyle w:val="libArChar"/>
          <w:rFonts w:hint="cs"/>
          <w:rtl/>
        </w:rPr>
        <w:t>ذرّیة</w:t>
      </w:r>
      <w:r w:rsidRPr="009F36D3">
        <w:rPr>
          <w:cs/>
          <w:lang w:bidi="bn-IN"/>
        </w:rPr>
        <w:t>জুররিয়াত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সন্তান</w:t>
      </w:r>
      <w:r w:rsidRPr="009F36D3">
        <w:rPr>
          <w:lang w:bidi="bn-IN"/>
        </w:rPr>
        <w:t>)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এরপর তিনি বলেন :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টো অর্থই তাদের মাঝে পাওয়া যায় কারণ তারা</w:t>
      </w:r>
      <w:r w:rsidRPr="009F36D3">
        <w:t xml:space="preserve"> </w:t>
      </w:r>
      <w:r w:rsidRPr="009F36D3">
        <w:rPr>
          <w:cs/>
          <w:lang w:bidi="bn-IN"/>
        </w:rPr>
        <w:t>তার পরিবার ও একই সাথে সন্তান। যাহোক তারা</w:t>
      </w:r>
      <w:r w:rsidRPr="009F36D3">
        <w:rPr>
          <w:lang w:bidi="bn-IN"/>
        </w:rPr>
        <w:t xml:space="preserve"> </w:t>
      </w:r>
      <w:r w:rsidRPr="002A48E8">
        <w:rPr>
          <w:rStyle w:val="libArChar"/>
          <w:rtl/>
        </w:rPr>
        <w:t>عشیرة</w:t>
      </w:r>
      <w:r w:rsidRPr="009F36D3">
        <w:rPr>
          <w:lang w:bidi="fa-IR"/>
        </w:rPr>
        <w:t xml:space="preserve"> </w:t>
      </w:r>
      <w:r w:rsidRPr="009F36D3">
        <w:rPr>
          <w:cs/>
          <w:lang w:bidi="bn-IN"/>
        </w:rPr>
        <w:t>ও ইতরাত</w:t>
      </w:r>
      <w:r w:rsidRPr="009F36D3">
        <w:t xml:space="preserve"> (</w:t>
      </w:r>
      <w:r w:rsidRPr="009F36D3">
        <w:rPr>
          <w:cs/>
          <w:lang w:bidi="bn-IN"/>
        </w:rPr>
        <w:t xml:space="preserve">পরিবার) হিসেবে বিবেচিত কারণ নিকট রক্ত </w:t>
      </w:r>
      <w:r w:rsidRPr="009F36D3">
        <w:rPr>
          <w:cs/>
          <w:lang w:bidi="bn-IN"/>
        </w:rPr>
        <w:lastRenderedPageBreak/>
        <w:t xml:space="preserve">সম্পর্কীয়। তারা তার </w:t>
      </w:r>
      <w:r w:rsidRPr="002A48E8">
        <w:rPr>
          <w:rStyle w:val="libArChar"/>
          <w:rtl/>
        </w:rPr>
        <w:t>ذرّیة</w:t>
      </w:r>
      <w:r w:rsidRPr="009F36D3">
        <w:t xml:space="preserve"> </w:t>
      </w:r>
      <w:r w:rsidRPr="009F36D3">
        <w:rPr>
          <w:cs/>
          <w:lang w:bidi="bn-IN"/>
        </w:rPr>
        <w:t>জুররিয়াত (সন্তান) হিসেবে বিবেচিত কারণ তারা তার কন্যার সন্তান।</w:t>
      </w:r>
      <w:r w:rsidRPr="009F36D3">
        <w:t xml:space="preserve"> </w:t>
      </w:r>
      <w:r w:rsidRPr="009F36D3">
        <w:rPr>
          <w:cs/>
          <w:lang w:bidi="bn-IN"/>
        </w:rPr>
        <w:t>কারণ আল্লাহ ইবরাহিম (আঃ) সম্পর্কে বলেন :</w:t>
      </w:r>
      <w:r w:rsidRPr="009F36D3">
        <w:t xml:space="preserve"> </w:t>
      </w:r>
    </w:p>
    <w:p w:rsidR="005A057D" w:rsidRPr="00AA6375" w:rsidRDefault="002A48E8" w:rsidP="00B06DC9">
      <w:pPr>
        <w:pStyle w:val="libAie"/>
      </w:pPr>
      <w:r w:rsidRPr="002A48E8">
        <w:rPr>
          <w:rStyle w:val="libAlaemChar"/>
        </w:rPr>
        <w:t>)</w:t>
      </w:r>
      <w:r w:rsidR="005A057D" w:rsidRPr="00B06DC9">
        <w:rPr>
          <w:rFonts w:hint="cs"/>
          <w:rtl/>
        </w:rPr>
        <w:t>وَوَهَبْنَا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إِسْحَاقَ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وَيَعْقُوبَ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كُلًّا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هَدَيْنَا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وَنُوحًا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هَدَيْنَا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قَبْلُ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ذُرِّيَّتِهِ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دَاوُودَ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وَسُلَ</w:t>
      </w:r>
      <w:r w:rsidR="005A057D" w:rsidRPr="00B06DC9">
        <w:rPr>
          <w:rtl/>
        </w:rPr>
        <w:t>يْمَان</w:t>
      </w:r>
      <w:r w:rsidR="005A057D" w:rsidRPr="00B06DC9">
        <w:rPr>
          <w:rFonts w:hint="cs"/>
          <w:rtl/>
        </w:rPr>
        <w:t>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وَأَيُّوبَ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وَيُوسُفَ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وَمُوسَى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وَهَارُونَ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وَكَذَلِكَ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نَجْزِي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الْمُحْسِنِينَ</w:t>
      </w:r>
      <w:r w:rsidR="005A057D" w:rsidRPr="00AA6375">
        <w:rPr>
          <w:rtl/>
        </w:rPr>
        <w:t xml:space="preserve"> (84) </w:t>
      </w:r>
      <w:r w:rsidR="005A057D" w:rsidRPr="00B06DC9">
        <w:rPr>
          <w:rFonts w:hint="cs"/>
          <w:rtl/>
        </w:rPr>
        <w:t>وَزَكَرِيَّا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وَيَحْيَى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وَعِيسَى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وَإِلْيَاسَ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كُلٌّ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الصَّالِحِينَ</w:t>
      </w:r>
      <w:r w:rsidRPr="002A48E8">
        <w:rPr>
          <w:rStyle w:val="libAlaemChar"/>
        </w:rPr>
        <w:t>(</w:t>
      </w:r>
    </w:p>
    <w:p w:rsidR="005A057D" w:rsidRPr="009F36D3" w:rsidRDefault="005A057D" w:rsidP="00AA6375">
      <w:pPr>
        <w:pStyle w:val="libNormal"/>
        <w:rPr>
          <w:lang w:bidi="bn-IN"/>
        </w:rPr>
      </w:pPr>
    </w:p>
    <w:p w:rsidR="005A057D" w:rsidRPr="009F36D3" w:rsidRDefault="005A057D" w:rsidP="002A48E8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আর আমি তাকে দান করেছিলাম ইসহাক ও ইয়া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কুব</w:t>
      </w:r>
      <w:r w:rsidRPr="009F36D3">
        <w:t>,</w:t>
      </w:r>
      <w:r w:rsidRPr="009F36D3">
        <w:rPr>
          <w:cs/>
          <w:lang w:bidi="bn-IN"/>
        </w:rPr>
        <w:t>তাদের</w:t>
      </w:r>
      <w:r w:rsidRPr="009F36D3">
        <w:t xml:space="preserve"> </w:t>
      </w:r>
      <w:r w:rsidRPr="009F36D3">
        <w:rPr>
          <w:cs/>
          <w:lang w:bidi="bn-IN"/>
        </w:rPr>
        <w:t>প্রত্যেককে সৎপথে পরিচালিত করেছিলাম</w:t>
      </w:r>
      <w:r w:rsidRPr="009F36D3">
        <w:t xml:space="preserve">; </w:t>
      </w:r>
      <w:r w:rsidRPr="009F36D3">
        <w:rPr>
          <w:cs/>
          <w:lang w:bidi="bn-IN"/>
        </w:rPr>
        <w:t>এর আগে নূহকেও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সৎপথে পরিচালিত করেছিলাম এবং তার বংশধর দাউদ</w:t>
      </w:r>
      <w:r w:rsidRPr="009F36D3">
        <w:t xml:space="preserve">, </w:t>
      </w:r>
      <w:r w:rsidRPr="009F36D3">
        <w:rPr>
          <w:cs/>
          <w:lang w:bidi="bn-IN"/>
        </w:rPr>
        <w:t>সুলায়মান ও আইউব</w:t>
      </w:r>
      <w:r w:rsidRPr="009F36D3">
        <w:t xml:space="preserve">, </w:t>
      </w:r>
      <w:r w:rsidRPr="009F36D3">
        <w:rPr>
          <w:cs/>
          <w:lang w:bidi="bn-IN"/>
        </w:rPr>
        <w:t>ইউসুফ</w:t>
      </w:r>
      <w:r w:rsidRPr="009F36D3">
        <w:t>,</w:t>
      </w:r>
      <w:r w:rsidRPr="009F36D3">
        <w:rPr>
          <w:cs/>
          <w:lang w:bidi="bn-IN"/>
        </w:rPr>
        <w:t xml:space="preserve"> মূসা ও হারুনকেও</w:t>
      </w:r>
      <w:r w:rsidRPr="009F36D3">
        <w:t xml:space="preserve">; </w:t>
      </w:r>
      <w:r w:rsidRPr="009F36D3">
        <w:rPr>
          <w:cs/>
          <w:lang w:bidi="bn-IN"/>
        </w:rPr>
        <w:t>আর এভাবেই</w:t>
      </w:r>
      <w:r w:rsidRPr="009F36D3">
        <w:t xml:space="preserve"> </w:t>
      </w:r>
      <w:r w:rsidRPr="009F36D3">
        <w:rPr>
          <w:cs/>
          <w:lang w:bidi="bn-IN"/>
        </w:rPr>
        <w:t>সৎকর্মপরায়ণদেরকে পুরস্কৃত করি এবং যাকারিয়া</w:t>
      </w:r>
      <w:r w:rsidRPr="009F36D3">
        <w:t xml:space="preserve">, </w:t>
      </w:r>
      <w:r w:rsidRPr="009F36D3">
        <w:rPr>
          <w:cs/>
          <w:lang w:bidi="bn-IN"/>
        </w:rPr>
        <w:t>ইয়াহইয়া</w:t>
      </w:r>
      <w:r w:rsidRPr="009F36D3">
        <w:t xml:space="preserve">, </w:t>
      </w:r>
      <w:r w:rsidRPr="009F36D3">
        <w:rPr>
          <w:cs/>
          <w:lang w:bidi="bn-IN"/>
        </w:rPr>
        <w:t>ঈসা এবং ইলইয়াসকেও সৎপথে পরিচালিত করেছিলাম। তারা</w:t>
      </w:r>
      <w:r w:rsidRPr="009F36D3">
        <w:t xml:space="preserve"> </w:t>
      </w:r>
      <w:r w:rsidRPr="009F36D3">
        <w:rPr>
          <w:cs/>
          <w:lang w:bidi="bn-IN"/>
        </w:rPr>
        <w:t>সবাই সজ্জনদের অন্তর্ভুক্ত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আন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আমঃ ৮৪-৮৫)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এভাবে আল্লাহ সবহানাহু ওয়া তায়ালা হযরত ঈসা সহ উল্লেখিত</w:t>
      </w:r>
      <w:r w:rsidRPr="009F36D3">
        <w:t xml:space="preserve"> </w:t>
      </w:r>
      <w:r w:rsidRPr="009F36D3">
        <w:rPr>
          <w:cs/>
          <w:lang w:bidi="bn-IN"/>
        </w:rPr>
        <w:t>ব্যক্তিদেরকে হযরত ইবরাহিমের সন্তানদের</w:t>
      </w:r>
      <w:r w:rsidRPr="009F36D3">
        <w:t xml:space="preserve"> </w:t>
      </w:r>
      <w:r w:rsidRPr="009F36D3">
        <w:rPr>
          <w:cs/>
          <w:lang w:bidi="bn-IN"/>
        </w:rPr>
        <w:t>মধ্যে গন্য করেছেন যেখানে</w:t>
      </w:r>
      <w:r w:rsidRPr="009F36D3">
        <w:t xml:space="preserve"> </w:t>
      </w:r>
      <w:r w:rsidRPr="009F36D3">
        <w:rPr>
          <w:cs/>
          <w:lang w:bidi="bn-IN"/>
        </w:rPr>
        <w:t>হযরত ইবরাহিমের সাথে হযরত ঈসার সম্পর্ক শুধু তার মায়ের মাধ্যমে</w:t>
      </w:r>
      <w:r w:rsidRPr="009F36D3">
        <w:t xml:space="preserve"> </w:t>
      </w:r>
      <w:r w:rsidRPr="009F36D3">
        <w:rPr>
          <w:cs/>
          <w:lang w:bidi="bn-IN"/>
        </w:rPr>
        <w:t>এবং আর কারো মাধ্যমে নয়।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এরপরে তিনি আরো লিখেছেন : বর্ণিত হয়েছে যে শোবি নামে</w:t>
      </w:r>
      <w:r w:rsidRPr="009F36D3">
        <w:t xml:space="preserve"> </w:t>
      </w:r>
      <w:r w:rsidRPr="009F36D3">
        <w:rPr>
          <w:cs/>
          <w:lang w:bidi="bn-IN"/>
        </w:rPr>
        <w:t>একজন সুন্নী আলেম হাজ্জাজ ইবনে ইউসফূ সাক্বাফীর</w:t>
      </w:r>
      <w:r w:rsidRPr="009F36D3">
        <w:t xml:space="preserve"> </w:t>
      </w:r>
      <w:r w:rsidRPr="009F36D3">
        <w:rPr>
          <w:cs/>
          <w:lang w:bidi="bn-IN"/>
        </w:rPr>
        <w:t>সময়ে বাস</w:t>
      </w:r>
      <w:r w:rsidRPr="009F36D3">
        <w:t xml:space="preserve"> </w:t>
      </w:r>
      <w:r w:rsidRPr="009F36D3">
        <w:rPr>
          <w:cs/>
          <w:lang w:bidi="bn-IN"/>
        </w:rPr>
        <w:t>করতো। সে ছিলো হাসান ও হোসেইনের পেমিক। তা এমনই যে যখনই</w:t>
      </w:r>
      <w:r w:rsidRPr="009F36D3">
        <w:t xml:space="preserve"> </w:t>
      </w:r>
      <w:r w:rsidRPr="009F36D3">
        <w:rPr>
          <w:cs/>
          <w:lang w:bidi="bn-IN"/>
        </w:rPr>
        <w:t>সে তাদের স্মরণ করতো</w:t>
      </w:r>
      <w:r w:rsidRPr="009F36D3">
        <w:t xml:space="preserve">, </w:t>
      </w:r>
      <w:r w:rsidRPr="009F36D3">
        <w:rPr>
          <w:cs/>
          <w:lang w:bidi="bn-IN"/>
        </w:rPr>
        <w:t xml:space="preserve">বলতো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এ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 আল্লাহর রাসূলের সন্তান।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পরে কিছু লোক হাজ্জাজকে এ বিষয়ে জানিয়ে দেয়। যার ফলে সে খুবই</w:t>
      </w:r>
      <w:r w:rsidRPr="009F36D3">
        <w:t xml:space="preserve"> </w:t>
      </w:r>
      <w:r w:rsidRPr="009F36D3">
        <w:rPr>
          <w:cs/>
          <w:lang w:bidi="bn-IN"/>
        </w:rPr>
        <w:t>রাগান্বিত হয় এবং তাকে অভিশাপ দিতে থাকে। একদিন তাকে তার এক</w:t>
      </w:r>
      <w:r w:rsidRPr="009F36D3">
        <w:t xml:space="preserve"> </w:t>
      </w:r>
      <w:r w:rsidRPr="009F36D3">
        <w:rPr>
          <w:cs/>
          <w:lang w:bidi="bn-IN"/>
        </w:rPr>
        <w:t>মজলিশে ডাকা হলো যেখানে বসরা ও কুফার সম্মানিত ব্যক্তিগণ</w:t>
      </w:r>
      <w:r w:rsidRPr="009F36D3">
        <w:t xml:space="preserve">, </w:t>
      </w:r>
      <w:r w:rsidRPr="009F36D3">
        <w:rPr>
          <w:cs/>
          <w:lang w:bidi="bn-IN"/>
        </w:rPr>
        <w:t>আলেমরা ও ক্বুরাইশরা উপস্থিত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ছিলো। শোবি প্রবেশ করলো ও সালাম</w:t>
      </w:r>
      <w:r w:rsidRPr="009F36D3">
        <w:t xml:space="preserve"> </w:t>
      </w:r>
      <w:r w:rsidRPr="009F36D3">
        <w:rPr>
          <w:cs/>
          <w:lang w:bidi="bn-IN"/>
        </w:rPr>
        <w:t>দিলো কিন্তু হাজ্জাজ কোন গুরুত্বই</w:t>
      </w:r>
      <w:r w:rsidRPr="009F36D3">
        <w:t xml:space="preserve"> </w:t>
      </w:r>
      <w:r w:rsidRPr="009F36D3">
        <w:rPr>
          <w:cs/>
          <w:lang w:bidi="bn-IN"/>
        </w:rPr>
        <w:t>দিলো না এবং তার সালামের উত্তরও</w:t>
      </w:r>
      <w:r w:rsidRPr="009F36D3">
        <w:t xml:space="preserve"> </w:t>
      </w:r>
      <w:r w:rsidRPr="009F36D3">
        <w:rPr>
          <w:cs/>
          <w:lang w:bidi="bn-IN"/>
        </w:rPr>
        <w:t>দিলো না অথচ শোবির সেই অধিকার ছিলো। যখন সে বসলো হাজ্জাজ</w:t>
      </w:r>
      <w:r w:rsidRPr="009F36D3">
        <w:t xml:space="preserve"> </w:t>
      </w:r>
      <w:r w:rsidRPr="009F36D3">
        <w:rPr>
          <w:cs/>
          <w:lang w:bidi="bn-IN"/>
        </w:rPr>
        <w:t xml:space="preserve">বললো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 শোবি</w:t>
      </w:r>
      <w:r w:rsidRPr="009F36D3">
        <w:t xml:space="preserve">, </w:t>
      </w:r>
      <w:r w:rsidRPr="009F36D3">
        <w:rPr>
          <w:cs/>
          <w:lang w:bidi="bn-IN"/>
        </w:rPr>
        <w:t>তুমি কি জানো আমি তোমার সম্পর্কে কী শুনেছি যা</w:t>
      </w:r>
      <w:r w:rsidRPr="009F36D3">
        <w:t xml:space="preserve"> </w:t>
      </w:r>
      <w:r w:rsidRPr="009F36D3">
        <w:rPr>
          <w:cs/>
          <w:lang w:bidi="bn-IN"/>
        </w:rPr>
        <w:t>নিশ্চয়ই তোমার নির্বুদ্ধিতা প্রমাণ করে</w:t>
      </w:r>
      <w:r w:rsidRPr="009F36D3">
        <w:t>?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শোবি 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সেটি কী</w:t>
      </w:r>
      <w:r w:rsidRPr="009F36D3">
        <w:t>?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হাজ্জাজ বললো : তুমি কি জানো না যে</w:t>
      </w:r>
      <w:r w:rsidRPr="009F36D3">
        <w:t xml:space="preserve"> </w:t>
      </w:r>
      <w:r w:rsidRPr="009F36D3">
        <w:rPr>
          <w:cs/>
          <w:lang w:bidi="bn-IN"/>
        </w:rPr>
        <w:t>পুরুষদের পুত্র সন্তানরা</w:t>
      </w:r>
      <w:r w:rsidRPr="009F36D3">
        <w:t xml:space="preserve"> </w:t>
      </w:r>
      <w:r w:rsidRPr="009F36D3">
        <w:rPr>
          <w:cs/>
          <w:lang w:bidi="bn-IN"/>
        </w:rPr>
        <w:t>হলো তারা যারা তার মিত্র এবং রক্তের সম্পর্ক</w:t>
      </w:r>
      <w:r w:rsidRPr="009F36D3">
        <w:t xml:space="preserve"> </w:t>
      </w:r>
      <w:r w:rsidRPr="009F36D3">
        <w:rPr>
          <w:cs/>
          <w:lang w:bidi="bn-IN"/>
        </w:rPr>
        <w:t>শুধু পিতার মাধ্যমে। তাই তুমি কিসের উপর ভিত্তি করে বলছো যে আলীর</w:t>
      </w:r>
      <w:r w:rsidRPr="009F36D3">
        <w:t xml:space="preserve"> </w:t>
      </w:r>
      <w:r w:rsidRPr="009F36D3">
        <w:rPr>
          <w:cs/>
          <w:lang w:bidi="bn-IN"/>
        </w:rPr>
        <w:t>সন্তানরা নবী (সাঃ) এর সন্তান!</w:t>
      </w:r>
      <w:r w:rsidRPr="009F36D3">
        <w:t xml:space="preserve"> </w:t>
      </w:r>
      <w:r w:rsidRPr="009F36D3">
        <w:rPr>
          <w:cs/>
          <w:lang w:bidi="bn-IN"/>
        </w:rPr>
        <w:t>তাদের মা ছাড়া তাদের কি আর কোন</w:t>
      </w:r>
      <w:r w:rsidRPr="009F36D3">
        <w:t xml:space="preserve"> </w:t>
      </w:r>
      <w:r w:rsidRPr="009F36D3">
        <w:rPr>
          <w:cs/>
          <w:lang w:bidi="bn-IN"/>
        </w:rPr>
        <w:t>সম্পর্ক আছে রাসূলের সাথে একথা বিবেচনা করে যে রক্তের সম্পর্ক</w:t>
      </w:r>
      <w:r w:rsidRPr="009F36D3">
        <w:t xml:space="preserve"> </w:t>
      </w:r>
      <w:r w:rsidRPr="009F36D3">
        <w:rPr>
          <w:cs/>
          <w:lang w:bidi="bn-IN"/>
        </w:rPr>
        <w:t>কন্যাদের মাধ্যমে নয় বরং তা পিতার দিক থেকে। শোবি কিছু সময়ের</w:t>
      </w:r>
      <w:r w:rsidRPr="009F36D3">
        <w:t xml:space="preserve"> </w:t>
      </w:r>
      <w:r w:rsidRPr="009F36D3">
        <w:rPr>
          <w:cs/>
          <w:lang w:bidi="bn-IN"/>
        </w:rPr>
        <w:t>জন্য মাথা নীচু করে রইলো ঐ পর্যন্ত যখন হাজ্জাজ তার অস্বীকৃতিতে</w:t>
      </w:r>
      <w:r w:rsidRPr="009F36D3">
        <w:t xml:space="preserve"> </w:t>
      </w:r>
      <w:r w:rsidRPr="009F36D3">
        <w:rPr>
          <w:cs/>
          <w:lang w:bidi="bn-IN"/>
        </w:rPr>
        <w:t>সীমালংঘন করলো এবং মজলিশের অন্যান্যদের এ বিষয়ে জানালো।</w:t>
      </w:r>
      <w:r w:rsidRPr="009F36D3">
        <w:t xml:space="preserve"> </w:t>
      </w:r>
      <w:r w:rsidRPr="009F36D3">
        <w:rPr>
          <w:cs/>
          <w:lang w:bidi="bn-IN"/>
        </w:rPr>
        <w:t>শোবি চুপচাপ রইলো এবং হাজ্জাজ তাকে চুপ থাকতে দেখে আরো</w:t>
      </w:r>
      <w:r w:rsidRPr="009F36D3">
        <w:t xml:space="preserve"> </w:t>
      </w:r>
      <w:r w:rsidRPr="009F36D3">
        <w:rPr>
          <w:cs/>
          <w:lang w:bidi="bn-IN"/>
        </w:rPr>
        <w:t>তিরষ্কার করতে থাকলো। এরপর শোবি তার মাথা উঁচু করলো এবং</w:t>
      </w:r>
      <w:r w:rsidRPr="009F36D3">
        <w:t xml:space="preserve"> </w:t>
      </w:r>
      <w:r w:rsidRPr="009F36D3">
        <w:rPr>
          <w:cs/>
          <w:lang w:bidi="bn-IN"/>
        </w:rPr>
        <w:t xml:space="preserve">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আমির</w:t>
      </w:r>
      <w:r w:rsidRPr="009F36D3">
        <w:t xml:space="preserve">, </w:t>
      </w:r>
      <w:r w:rsidRPr="009F36D3">
        <w:rPr>
          <w:cs/>
          <w:lang w:bidi="bn-IN"/>
        </w:rPr>
        <w:t>আমি আপনাকে আল্লাহর কিতাব ও নবীর সুন্নাহতে</w:t>
      </w:r>
      <w:r w:rsidRPr="009F36D3">
        <w:t xml:space="preserve"> </w:t>
      </w:r>
      <w:r w:rsidRPr="009F36D3">
        <w:rPr>
          <w:cs/>
          <w:lang w:bidi="bn-IN"/>
        </w:rPr>
        <w:t>একজন অজ্ঞ বক্তা ছাড়া কিছু দেখছি না যে সেগুলো নিয়ে ক্লান্ত হয়ে</w:t>
      </w:r>
      <w:r w:rsidRPr="009F36D3">
        <w:t xml:space="preserve"> </w:t>
      </w:r>
      <w:r w:rsidRPr="009F36D3">
        <w:rPr>
          <w:cs/>
          <w:lang w:bidi="bn-IN"/>
        </w:rPr>
        <w:t>গেছে</w:t>
      </w:r>
      <w:r w:rsidRPr="009F36D3">
        <w:t xml:space="preserve">, </w:t>
      </w:r>
      <w:r w:rsidRPr="009F36D3">
        <w:rPr>
          <w:cs/>
          <w:lang w:bidi="bn-IN"/>
        </w:rPr>
        <w:t xml:space="preserve">হাজ্জাজের রাগ বৃদ্ধি পেলো সে শোবিকে বললো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অভিশাপ</w:t>
      </w:r>
      <w:r w:rsidRPr="009F36D3">
        <w:t xml:space="preserve"> </w:t>
      </w:r>
      <w:r w:rsidRPr="009F36D3">
        <w:rPr>
          <w:cs/>
          <w:lang w:bidi="bn-IN"/>
        </w:rPr>
        <w:t>তোমার উপর</w:t>
      </w:r>
      <w:r w:rsidRPr="009F36D3">
        <w:t xml:space="preserve">, </w:t>
      </w:r>
      <w:r w:rsidRPr="009F36D3">
        <w:rPr>
          <w:cs/>
          <w:lang w:bidi="bn-IN"/>
        </w:rPr>
        <w:t>তোমার কত বড় সাহস তুমি আমার সাথে এভাবে কথা</w:t>
      </w:r>
      <w:r w:rsidRPr="009F36D3">
        <w:t xml:space="preserve"> </w:t>
      </w:r>
      <w:r w:rsidRPr="009F36D3">
        <w:rPr>
          <w:cs/>
          <w:lang w:bidi="bn-IN"/>
        </w:rPr>
        <w:t>বলো!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শোবি উত্তর দিলো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হ্যাঁ</w:t>
      </w:r>
      <w:r w:rsidRPr="009F36D3">
        <w:t xml:space="preserve">, </w:t>
      </w:r>
      <w:r w:rsidRPr="009F36D3">
        <w:rPr>
          <w:cs/>
          <w:lang w:bidi="bn-IN"/>
        </w:rPr>
        <w:t>তারা আপনার মজলিশে উপস্থিত আছে- মিশর</w:t>
      </w:r>
      <w:r w:rsidRPr="009F36D3">
        <w:t xml:space="preserve"> </w:t>
      </w:r>
      <w:r w:rsidRPr="009F36D3">
        <w:rPr>
          <w:cs/>
          <w:lang w:bidi="bn-IN"/>
        </w:rPr>
        <w:t>থেকে আসা কোরআনের ক্বারী এবং কিতাবের জ্ঞানে জ্ঞানী ব্যক্তিগণ</w:t>
      </w:r>
      <w:r w:rsidRPr="009F36D3">
        <w:t xml:space="preserve">, </w:t>
      </w:r>
      <w:r w:rsidRPr="009F36D3">
        <w:rPr>
          <w:cs/>
          <w:lang w:bidi="bn-IN"/>
        </w:rPr>
        <w:t>যারা</w:t>
      </w:r>
      <w:r w:rsidRPr="009F36D3">
        <w:t xml:space="preserve"> </w:t>
      </w:r>
      <w:r w:rsidRPr="009F36D3">
        <w:rPr>
          <w:cs/>
          <w:lang w:bidi="bn-IN"/>
        </w:rPr>
        <w:t>আপনার কাছে আরো প্রিয় তারা সবাই জানে আমি কি বলছি। এটি কি</w:t>
      </w:r>
      <w:r w:rsidRPr="009F36D3">
        <w:t xml:space="preserve"> </w:t>
      </w:r>
      <w:r w:rsidRPr="009F36D3">
        <w:rPr>
          <w:cs/>
          <w:lang w:bidi="bn-IN"/>
        </w:rPr>
        <w:t>ঠিক নয় যে আল্লাহ যখন তাঁর দাসদের সম্বোধন করতে চান তখন তিনি</w:t>
      </w:r>
      <w:r w:rsidRPr="009F36D3">
        <w:t xml:space="preserve"> </w:t>
      </w:r>
      <w:r w:rsidRPr="009F36D3">
        <w:rPr>
          <w:cs/>
          <w:lang w:bidi="bn-IN"/>
        </w:rPr>
        <w:t xml:space="preserve">বলেন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আদমের সন্তানগণ অথবা হে ইসরাইলের সন্তানগণ।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ইবরাহিম সম্পর্কে আল্লাহ বলেন </w:t>
      </w:r>
      <w:r w:rsidRPr="002A48E8">
        <w:rPr>
          <w:rStyle w:val="libAieChar"/>
          <w:rtl/>
        </w:rPr>
        <w:t>و من ذرّیّته</w:t>
      </w:r>
      <w:r w:rsidRPr="009F36D3">
        <w:t xml:space="preserve"> (</w:t>
      </w:r>
      <w:r w:rsidRPr="009F36D3">
        <w:rPr>
          <w:cs/>
          <w:lang w:bidi="bn-IN"/>
        </w:rPr>
        <w:t>এবং তার সন্তানদের</w:t>
      </w:r>
      <w:r w:rsidRPr="009F36D3">
        <w:t xml:space="preserve"> </w:t>
      </w:r>
      <w:r w:rsidRPr="009F36D3">
        <w:rPr>
          <w:cs/>
          <w:lang w:bidi="bn-IN"/>
        </w:rPr>
        <w:t>থেকে) ঐ পর্যন্ত যখন ইয়াহইয়া ও ঈসার কথা বলেন। অতএব</w:t>
      </w:r>
      <w:r w:rsidRPr="009F36D3">
        <w:t xml:space="preserve">, </w:t>
      </w:r>
      <w:r w:rsidRPr="009F36D3">
        <w:rPr>
          <w:cs/>
          <w:lang w:bidi="bn-IN"/>
        </w:rPr>
        <w:t>হে</w:t>
      </w:r>
      <w:r w:rsidRPr="009F36D3">
        <w:t xml:space="preserve"> </w:t>
      </w:r>
      <w:r w:rsidRPr="009F36D3">
        <w:rPr>
          <w:cs/>
          <w:lang w:bidi="bn-IN"/>
        </w:rPr>
        <w:t>হাজ্জাজ কিভাবে আপনি আদম</w:t>
      </w:r>
      <w:r w:rsidRPr="009F36D3">
        <w:t xml:space="preserve">, </w:t>
      </w:r>
      <w:r w:rsidRPr="009F36D3">
        <w:rPr>
          <w:cs/>
          <w:lang w:bidi="bn-IN"/>
        </w:rPr>
        <w:t>ইবরাহিমের ও ইসমাইল সাথে ঈসার</w:t>
      </w:r>
      <w:r w:rsidRPr="009F36D3">
        <w:t xml:space="preserve"> </w:t>
      </w:r>
      <w:r w:rsidRPr="009F36D3">
        <w:rPr>
          <w:cs/>
          <w:lang w:bidi="bn-IN"/>
        </w:rPr>
        <w:t>সম্পর্ক দেখেন</w:t>
      </w:r>
      <w:r w:rsidRPr="009F36D3">
        <w:t xml:space="preserve">? </w:t>
      </w:r>
      <w:r w:rsidRPr="009F36D3">
        <w:rPr>
          <w:cs/>
          <w:lang w:bidi="bn-IN"/>
        </w:rPr>
        <w:t>তা কি তার পিতার মাধ্যমে নাকি পূর্বপুরুষদের মাধ্যমে</w:t>
      </w:r>
      <w:r w:rsidRPr="009F36D3">
        <w:t xml:space="preserve">? </w:t>
      </w:r>
      <w:r w:rsidRPr="009F36D3">
        <w:rPr>
          <w:cs/>
          <w:lang w:bidi="bn-IN"/>
        </w:rPr>
        <w:t>সে কি তাদের সাথে তার মা মরিয়মের মাধ্যমে যুক্ত নয়</w:t>
      </w:r>
      <w:r w:rsidRPr="009F36D3">
        <w:t xml:space="preserve">? </w:t>
      </w:r>
      <w:r w:rsidRPr="009F36D3">
        <w:rPr>
          <w:cs/>
          <w:lang w:bidi="bn-IN"/>
        </w:rPr>
        <w:t>এছাড়া সত্যবাদী</w:t>
      </w:r>
      <w:r w:rsidRPr="009F36D3">
        <w:t xml:space="preserve"> </w:t>
      </w:r>
      <w:r w:rsidRPr="009F36D3">
        <w:rPr>
          <w:cs/>
          <w:lang w:bidi="bn-IN"/>
        </w:rPr>
        <w:t>বর্ণনাকারীদের বর্ণনা অনুযায়ী হাসান সম্পর্কে নবী (সাঃ) বলেছেন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নিশ্চয়ই আমার সন্তান (এবং তিনি হাসানের দিকে ইঙ্গিত করলেন)</w:t>
      </w:r>
      <w:r w:rsidRPr="009F36D3">
        <w:t xml:space="preserve"> </w:t>
      </w:r>
      <w:r w:rsidRPr="009F36D3">
        <w:rPr>
          <w:cs/>
          <w:lang w:bidi="bn-IN"/>
        </w:rPr>
        <w:t>একজন সাইয়্যেদ (সর্দার)।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যখন হাজ্জাজ এ যুক্তি শুনলো সে লজ্জায় মাথা </w:t>
      </w:r>
      <w:r w:rsidRPr="009F36D3">
        <w:rPr>
          <w:cs/>
          <w:lang w:bidi="bn-IN"/>
        </w:rPr>
        <w:lastRenderedPageBreak/>
        <w:t>নীচু করলো। পরবতীর্তে</w:t>
      </w:r>
      <w:r w:rsidRPr="009F36D3">
        <w:t xml:space="preserve"> </w:t>
      </w:r>
      <w:r w:rsidRPr="009F36D3">
        <w:rPr>
          <w:cs/>
          <w:lang w:bidi="bn-IN"/>
        </w:rPr>
        <w:t>সে শোবির প্রতি দয়া ও ভদ্রতা দেখিয়েছে এবং মজলিসে উপস্থিত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সকলের সামনে লজ্জা পেয়েছে।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এখন এটি পরিষ্কার হলো -ইতরাত (বংশ) হচ্ছে নবীর</w:t>
      </w:r>
      <w:r w:rsidRPr="009F36D3">
        <w:t xml:space="preserve"> (</w:t>
      </w:r>
      <w:r w:rsidRPr="009F36D3">
        <w:rPr>
          <w:cs/>
          <w:lang w:bidi="bn-IN"/>
        </w:rPr>
        <w:t>সাঃ) সন্তান</w:t>
      </w:r>
      <w:r w:rsidRPr="009F36D3">
        <w:t xml:space="preserve">, </w:t>
      </w:r>
      <w:r w:rsidRPr="009F36D3">
        <w:rPr>
          <w:cs/>
          <w:lang w:bidi="bn-IN"/>
        </w:rPr>
        <w:t>এবং পরিবার</w:t>
      </w:r>
      <w:r w:rsidRPr="009F36D3">
        <w:t xml:space="preserve">, </w:t>
      </w:r>
      <w:r w:rsidRPr="009F36D3">
        <w:rPr>
          <w:cs/>
          <w:lang w:bidi="bn-IN"/>
        </w:rPr>
        <w:t>সবগুলো অর্থই তাদের প্রতি পযোজ্য।</w:t>
      </w:r>
    </w:p>
    <w:p w:rsidR="002A48E8" w:rsidRDefault="002A48E8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A48E8">
      <w:pPr>
        <w:pStyle w:val="Heading2Center"/>
      </w:pPr>
      <w:bookmarkStart w:id="16" w:name="_Toc451691931"/>
      <w:r w:rsidRPr="009F36D3">
        <w:rPr>
          <w:cs/>
          <w:lang w:bidi="bn-IN"/>
        </w:rPr>
        <w:lastRenderedPageBreak/>
        <w:t>মাহদী (আঃ) নবীর (সাঃ) পরিবার থেকে</w:t>
      </w:r>
      <w:bookmarkEnd w:id="16"/>
      <w:r w:rsidRPr="009F36D3">
        <w:t xml:space="preserve"> </w:t>
      </w:r>
    </w:p>
    <w:p w:rsidR="002A48E8" w:rsidRDefault="002A48E8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আবু দাউদ তার সহীহর ৪র্থ খণ্ডে ১৭ পৃষ্ঠায় একটি হাদীস</w:t>
      </w:r>
      <w:r w:rsidRPr="009F36D3">
        <w:t xml:space="preserve"> </w:t>
      </w:r>
      <w:r w:rsidRPr="009F36D3">
        <w:rPr>
          <w:cs/>
          <w:lang w:bidi="bn-IN"/>
        </w:rPr>
        <w:t xml:space="preserve">এনেছেন যা বর্ণনা করেছেন হযরত আলী (আঃ) নবী (সাঃ) থেকে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</w:t>
      </w:r>
      <w:r w:rsidRPr="009F36D3">
        <w:t xml:space="preserve"> </w:t>
      </w:r>
      <w:r w:rsidRPr="009F36D3">
        <w:rPr>
          <w:cs/>
          <w:lang w:bidi="bn-IN"/>
        </w:rPr>
        <w:t>পৃথিবীর জীবন আর একদিনের বেশী না থাকে</w:t>
      </w:r>
      <w:r w:rsidRPr="009F36D3">
        <w:t xml:space="preserve">, </w:t>
      </w:r>
      <w:r w:rsidRPr="009F36D3">
        <w:rPr>
          <w:cs/>
          <w:lang w:bidi="bn-IN"/>
        </w:rPr>
        <w:t>নিশ্চয়ই আল্লাহ আমার</w:t>
      </w:r>
      <w:r w:rsidRPr="009F36D3">
        <w:t xml:space="preserve"> </w:t>
      </w:r>
      <w:r w:rsidRPr="009F36D3">
        <w:rPr>
          <w:cs/>
          <w:lang w:bidi="bn-IN"/>
        </w:rPr>
        <w:t>পরিবার থেকে এক ব্যক্তির আবির্ভার্ব ঘটাবেন।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তিরমিযী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র দ্বিতীয় খণ্ডে ২৭০ পৃষ্ঠায় একটি হাদীস</w:t>
      </w:r>
      <w:r w:rsidRPr="009F36D3">
        <w:t xml:space="preserve"> </w:t>
      </w:r>
      <w:r w:rsidRPr="009F36D3">
        <w:rPr>
          <w:cs/>
          <w:lang w:bidi="bn-IN"/>
        </w:rPr>
        <w:t>এনেছেন আবু হুরায়রা থেকে যে নবী (সাঃ)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আর একদিনের বেশী না থাকে আল্লাহ সে</w:t>
      </w:r>
      <w:r w:rsidRPr="009F36D3">
        <w:t xml:space="preserve"> </w:t>
      </w:r>
      <w:r w:rsidRPr="009F36D3">
        <w:rPr>
          <w:cs/>
          <w:lang w:bidi="bn-IN"/>
        </w:rPr>
        <w:t>দিনটিকে লম্বা</w:t>
      </w:r>
      <w:r w:rsidRPr="009F36D3">
        <w:t xml:space="preserve"> </w:t>
      </w:r>
      <w:r w:rsidRPr="009F36D3">
        <w:rPr>
          <w:cs/>
          <w:lang w:bidi="bn-IN"/>
        </w:rPr>
        <w:t>করে দিবেন যতক্ষণ না আমার পরিবার থেকে এক</w:t>
      </w:r>
      <w:r w:rsidRPr="009F36D3">
        <w:t xml:space="preserve"> </w:t>
      </w:r>
      <w:r w:rsidRPr="009F36D3">
        <w:rPr>
          <w:cs/>
          <w:lang w:bidi="bn-IN"/>
        </w:rPr>
        <w:t>ব্যক্তি আবির্ভূত হয়।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এরপর তিনি বলেনঃ এটি একটি ভালো ও সত্য হাদীস। এছাড়া একই</w:t>
      </w:r>
      <w:r w:rsidRPr="009F36D3">
        <w:t xml:space="preserve"> </w:t>
      </w:r>
      <w:r w:rsidRPr="009F36D3">
        <w:rPr>
          <w:cs/>
          <w:lang w:bidi="bn-IN"/>
        </w:rPr>
        <w:t>ধরনের একটি হাদীস সামান্য পাথর্ক্যে বর্ণনা করেছেন ইবনে হাজার তার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 ৯৭ পৃষ্ঠায় ও শেইখ শাবান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১৪৮ পৃষ্ঠায় আবু দাউদ ও তিরমীযি থেকে।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হুদাল ইসলাম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২৫ তম সংস্করণে রয়েছে : ইবনে মাজাহ</w:t>
      </w:r>
      <w:r w:rsidRPr="009F36D3">
        <w:t xml:space="preserve"> </w:t>
      </w:r>
      <w:r w:rsidRPr="009F36D3">
        <w:rPr>
          <w:cs/>
          <w:lang w:bidi="bn-IN"/>
        </w:rPr>
        <w:t>আলী (আঃ) থেকে বর্ণিত একটি হাদীস এনেছেন যে নবী (সাঃ) বলেছেন</w:t>
      </w:r>
      <w:r w:rsidRPr="009F36D3">
        <w:t xml:space="preserve"> </w:t>
      </w:r>
      <w:r w:rsidRPr="009F36D3">
        <w:rPr>
          <w:cs/>
          <w:lang w:bidi="bn-IN"/>
        </w:rPr>
        <w:t xml:space="preserve">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মাহদী আমার পরিবার থেকে।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শেইখ শাবান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১৪৮ পৃষ্ঠায় এবং ইবনে হাজার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৯৯ পৃষ্ঠায় লিখেছেন যে আহমাদ</w:t>
      </w:r>
      <w:r w:rsidRPr="009F36D3">
        <w:t xml:space="preserve">, </w:t>
      </w:r>
      <w:r w:rsidRPr="009F36D3">
        <w:rPr>
          <w:cs/>
          <w:lang w:bidi="bn-IN"/>
        </w:rPr>
        <w:t>আবু দাউদ</w:t>
      </w:r>
      <w:r w:rsidRPr="009F36D3">
        <w:t xml:space="preserve">, </w:t>
      </w:r>
      <w:r w:rsidRPr="009F36D3">
        <w:rPr>
          <w:cs/>
          <w:lang w:bidi="bn-IN"/>
        </w:rPr>
        <w:t>তিরমিযি</w:t>
      </w:r>
      <w:r w:rsidRPr="009F36D3">
        <w:t xml:space="preserve"> </w:t>
      </w:r>
      <w:r w:rsidRPr="009F36D3">
        <w:rPr>
          <w:cs/>
          <w:lang w:bidi="bn-IN"/>
        </w:rPr>
        <w:t xml:space="preserve">এবং ইবনে মাজাহ নবীর (সাঃ) একটি হাদীস এনেছেন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 পৃথিবীর</w:t>
      </w:r>
      <w:r w:rsidRPr="009F36D3">
        <w:t xml:space="preserve"> </w:t>
      </w:r>
      <w:r w:rsidRPr="009F36D3">
        <w:rPr>
          <w:cs/>
          <w:lang w:bidi="bn-IN"/>
        </w:rPr>
        <w:t>জীবন আর একদিনের বেশী না থাকে আল্লাহ আমার বংশ থেকে এক</w:t>
      </w:r>
      <w:r w:rsidRPr="009F36D3">
        <w:t xml:space="preserve"> </w:t>
      </w:r>
      <w:r w:rsidRPr="009F36D3">
        <w:rPr>
          <w:cs/>
          <w:lang w:bidi="bn-IN"/>
        </w:rPr>
        <w:t>ব্যক্তির আবির্ভাব ঘটাবেন।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অন্য হাদীসগুলোতে আমরা পাই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আমার</w:t>
      </w:r>
      <w:r w:rsidRPr="009F36D3">
        <w:t xml:space="preserve"> </w:t>
      </w:r>
      <w:r w:rsidRPr="009F36D3">
        <w:rPr>
          <w:cs/>
          <w:lang w:bidi="bn-IN"/>
        </w:rPr>
        <w:t>পরিবার।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৯৭ পৃষ্ঠায় এবং শেইখ</w:t>
      </w:r>
      <w:r w:rsidRPr="009F36D3">
        <w:t xml:space="preserve"> </w:t>
      </w:r>
      <w:r w:rsidRPr="009F36D3">
        <w:rPr>
          <w:cs/>
          <w:lang w:bidi="bn-IN"/>
        </w:rPr>
        <w:t xml:space="preserve">শাবান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১৪৮ পৃষ্ঠায় লিখেছেন আহমাদ</w:t>
      </w:r>
      <w:r w:rsidRPr="009F36D3">
        <w:t xml:space="preserve">, </w:t>
      </w:r>
      <w:r w:rsidRPr="009F36D3">
        <w:rPr>
          <w:cs/>
          <w:lang w:bidi="bn-IN"/>
        </w:rPr>
        <w:t>আবু</w:t>
      </w:r>
      <w:r w:rsidRPr="009F36D3">
        <w:t xml:space="preserve"> </w:t>
      </w:r>
      <w:r w:rsidRPr="009F36D3">
        <w:rPr>
          <w:cs/>
          <w:lang w:bidi="bn-IN"/>
        </w:rPr>
        <w:t>দাউদ এবং তিরমিযী নবীর (সাঃ) একটি হাদীস এনেছেন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পৃথিবী যাবে না অথবা সম্ভবত তিনি বলেছেন : পৃথিবীর অস্তিত্ব</w:t>
      </w:r>
      <w:r w:rsidRPr="009F36D3">
        <w:t xml:space="preserve"> </w:t>
      </w:r>
      <w:r w:rsidRPr="009F36D3">
        <w:rPr>
          <w:cs/>
          <w:lang w:bidi="bn-IN"/>
        </w:rPr>
        <w:t>বিলীন হবে না যতক্ষণ না আমার পরিবার থেকে এক ব্যক্তি আসে</w:t>
      </w:r>
      <w:r w:rsidRPr="009F36D3">
        <w:t xml:space="preserve"> </w:t>
      </w:r>
      <w:r w:rsidRPr="009F36D3">
        <w:rPr>
          <w:cs/>
          <w:lang w:bidi="bn-IN"/>
        </w:rPr>
        <w:t>ও শাসন করে।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নূরুল আবসার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২৩১ পৃষ্ঠায় একটি হাদীস এনেছেন</w:t>
      </w:r>
      <w:r w:rsidRPr="009F36D3">
        <w:t xml:space="preserve"> </w:t>
      </w:r>
      <w:r w:rsidRPr="009F36D3">
        <w:rPr>
          <w:cs/>
          <w:lang w:bidi="bn-IN"/>
        </w:rPr>
        <w:t>আবু দাউদ থেকে যিনি বর্ণনা করেছেন যার-ইবনে-আব্দুল্লাহ থেকে যে নবী</w:t>
      </w:r>
      <w:r w:rsidRPr="009F36D3">
        <w:t xml:space="preserve"> (</w:t>
      </w:r>
      <w:r w:rsidRPr="009F36D3">
        <w:rPr>
          <w:cs/>
          <w:lang w:bidi="bn-IN"/>
        </w:rPr>
        <w:t xml:space="preserve">সাঃ) বলেছেন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পৃথিবী নিষ্পন্ন হবে না যতক্ষণ না আমার পরিবার</w:t>
      </w:r>
      <w:r w:rsidRPr="009F36D3">
        <w:t xml:space="preserve"> </w:t>
      </w:r>
      <w:r w:rsidRPr="009F36D3">
        <w:rPr>
          <w:cs/>
          <w:lang w:bidi="bn-IN"/>
        </w:rPr>
        <w:t>থেকে এক ব্যক্তি আসে এবং আরবদের মাঝে শাসন করে।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</w:t>
      </w:r>
      <w:r w:rsidRPr="009F36D3">
        <w:t xml:space="preserve"> </w:t>
      </w:r>
      <w:r w:rsidRPr="009F36D3">
        <w:rPr>
          <w:cs/>
          <w:lang w:bidi="bn-IN"/>
        </w:rPr>
        <w:t xml:space="preserve">বললেন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সে পৃথিবীকে ন্যায়বিচার দিয়ে পূর্ণ করে দিবে।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বইতে ২২৯ পৃষ্ঠায় লেখক লিখেছেন : আবু দাউদ আলী</w:t>
      </w:r>
      <w:r w:rsidRPr="009F36D3">
        <w:t xml:space="preserve"> (</w:t>
      </w:r>
      <w:r w:rsidRPr="009F36D3">
        <w:rPr>
          <w:cs/>
          <w:lang w:bidi="bn-IN"/>
        </w:rPr>
        <w:t xml:space="preserve">আঃ) থেকে বর্ণনা করেছেন যে নবী (সাঃ) বলেছেন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 পৃথিবীর</w:t>
      </w:r>
      <w:r w:rsidRPr="009F36D3">
        <w:t xml:space="preserve"> </w:t>
      </w:r>
      <w:r w:rsidRPr="009F36D3">
        <w:rPr>
          <w:cs/>
          <w:lang w:bidi="bn-IN"/>
        </w:rPr>
        <w:t>জীবন আর একদিনের বেশী না থাকে আল্লাহ আমার পরিবার থেকে এক</w:t>
      </w:r>
      <w:r w:rsidRPr="009F36D3">
        <w:t xml:space="preserve"> </w:t>
      </w:r>
      <w:r w:rsidRPr="009F36D3">
        <w:rPr>
          <w:cs/>
          <w:lang w:bidi="bn-IN"/>
        </w:rPr>
        <w:t>ব্যক্তির আবির্ভাব ঘটাবেন এবং পৃথিবীকে ন্যায়বিচারে পূর্ণ করে দিবেন</w:t>
      </w:r>
      <w:r w:rsidRPr="009F36D3">
        <w:t xml:space="preserve"> </w:t>
      </w:r>
      <w:r w:rsidRPr="009F36D3">
        <w:rPr>
          <w:cs/>
          <w:lang w:bidi="bn-IN"/>
        </w:rPr>
        <w:t>যেভাবে তা নিপীড়নে পূর্ণ ছিলো।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সূল</w:t>
      </w:r>
      <w:r w:rsidRPr="005A057D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লিখেছেন : কেউ কেউ বলেছেন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আহলুল বাইত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বলতে তাদের বোঝায় যারা উত্তরাধীকার লাভে পরস্পর</w:t>
      </w:r>
      <w:r w:rsidRPr="009F36D3">
        <w:t xml:space="preserve"> </w:t>
      </w:r>
      <w:r w:rsidRPr="009F36D3">
        <w:rPr>
          <w:cs/>
          <w:lang w:bidi="bn-IN"/>
        </w:rPr>
        <w:t xml:space="preserve">সম্পর্কে নিকটে। অন্যরা বলেন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আহলুল বাইত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তারা যারা এক গর্ভে</w:t>
      </w:r>
      <w:r w:rsidRPr="009F36D3">
        <w:t xml:space="preserve"> </w:t>
      </w:r>
      <w:r w:rsidRPr="009F36D3">
        <w:rPr>
          <w:cs/>
          <w:lang w:bidi="bn-IN"/>
        </w:rPr>
        <w:t>একত্রিত হয়। অন্যরা বলে আহলুল বাইত তারা যারা তার সাথে যুক্ত রক্ত</w:t>
      </w:r>
      <w:r w:rsidRPr="009F36D3">
        <w:t xml:space="preserve"> </w:t>
      </w:r>
      <w:r w:rsidRPr="009F36D3">
        <w:rPr>
          <w:cs/>
          <w:lang w:bidi="bn-IN"/>
        </w:rPr>
        <w:t>সম্পর্কে ও আত্মীয়তায়। এসব অর্থ তাদের মাঝে পাওয়া যায় কারণ</w:t>
      </w:r>
      <w:r w:rsidRPr="009F36D3">
        <w:t xml:space="preserve"> </w:t>
      </w:r>
      <w:r w:rsidRPr="009F36D3">
        <w:rPr>
          <w:cs/>
          <w:lang w:bidi="bn-IN"/>
        </w:rPr>
        <w:t>তাদের বংশধারা ফিরে যায় নবীর (সাঃ) দাদা আব্দুল মোত্তালিব পর্যন্ত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এছাড়া তারা তার [নবীর (সাঃ)] সাথে এক গর্ভে একত্রিত হয়েছে</w:t>
      </w:r>
      <w:r w:rsidRPr="009F36D3">
        <w:t xml:space="preserve"> </w:t>
      </w:r>
      <w:r w:rsidRPr="009F36D3">
        <w:rPr>
          <w:cs/>
          <w:lang w:bidi="bn-IN"/>
        </w:rPr>
        <w:t>এবং তারা তার সাথে যুক্ত রক্তের সম্পর্কে ও আত্মীয়তায়। এভাবে</w:t>
      </w:r>
      <w:r w:rsidRPr="009F36D3">
        <w:t xml:space="preserve"> </w:t>
      </w:r>
      <w:r w:rsidRPr="009F36D3">
        <w:rPr>
          <w:cs/>
          <w:lang w:bidi="bn-IN"/>
        </w:rPr>
        <w:t xml:space="preserve">প্রকৃতপক্ষে </w:t>
      </w:r>
      <w:r w:rsidRPr="00AA6375">
        <w:rPr>
          <w:rStyle w:val="libAlaemChar"/>
          <w:rtl/>
          <w:cs/>
        </w:rPr>
        <w:t>‘</w:t>
      </w:r>
      <w:r w:rsidRPr="009F36D3">
        <w:rPr>
          <w:cs/>
          <w:lang w:bidi="bn-IN"/>
        </w:rPr>
        <w:t>আলে</w:t>
      </w:r>
      <w:r w:rsidRPr="00AA6375">
        <w:rPr>
          <w:rStyle w:val="libAlaemChar"/>
          <w:rtl/>
          <w:cs/>
        </w:rPr>
        <w:t>’</w:t>
      </w:r>
      <w:r w:rsidRPr="009F36D3">
        <w:rPr>
          <w:cs/>
          <w:lang w:bidi="bn-IN"/>
        </w:rPr>
        <w:t xml:space="preserve"> (বংশ) ও </w:t>
      </w:r>
      <w:r w:rsidRPr="00AA6375">
        <w:rPr>
          <w:rStyle w:val="libAlaemChar"/>
          <w:rtl/>
          <w:cs/>
        </w:rPr>
        <w:t>‘</w:t>
      </w:r>
      <w:r w:rsidRPr="009F36D3">
        <w:rPr>
          <w:cs/>
          <w:lang w:bidi="bn-IN"/>
        </w:rPr>
        <w:t>আহল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আহলুল বাইত) একই</w:t>
      </w:r>
      <w:r w:rsidRPr="009F36D3">
        <w:t xml:space="preserve">, </w:t>
      </w:r>
      <w:r w:rsidRPr="009F36D3">
        <w:rPr>
          <w:cs/>
          <w:lang w:bidi="bn-IN"/>
        </w:rPr>
        <w:t>তারা অর্থে পাথর্ক্য</w:t>
      </w:r>
      <w:r w:rsidRPr="009F36D3">
        <w:t xml:space="preserve"> </w:t>
      </w:r>
      <w:r w:rsidRPr="009F36D3">
        <w:rPr>
          <w:cs/>
          <w:lang w:bidi="bn-IN"/>
        </w:rPr>
        <w:t>রাখুক বা না রাখুক। এ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য়ের অর্থ নির্দিষ্ট হয়ে আছে।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মুসলিম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 সাইদ ইবনে হাসান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 তিনি বলেছেন : আমি হাসাইন ইবনে সিরা ও উমর ইবনে মুসলিমের</w:t>
      </w:r>
      <w:r w:rsidRPr="009F36D3">
        <w:t xml:space="preserve"> </w:t>
      </w:r>
      <w:r w:rsidRPr="009F36D3">
        <w:rPr>
          <w:cs/>
          <w:lang w:bidi="bn-IN"/>
        </w:rPr>
        <w:t>সাথে যাইদ ইবনে আরক্বাম</w:t>
      </w:r>
      <w:r w:rsidRPr="009F36D3">
        <w:t xml:space="preserve"> </w:t>
      </w:r>
      <w:r w:rsidRPr="009F36D3">
        <w:rPr>
          <w:cs/>
          <w:lang w:bidi="bn-IN"/>
        </w:rPr>
        <w:t>এর সাক্ষাতে গেলাম। আমরা যখন বসলাম</w:t>
      </w:r>
      <w:r w:rsidRPr="009F36D3">
        <w:t xml:space="preserve"> </w:t>
      </w:r>
      <w:r w:rsidRPr="009F36D3">
        <w:rPr>
          <w:cs/>
          <w:lang w:bidi="bn-IN"/>
        </w:rPr>
        <w:t xml:space="preserve">হাসাইন কথা বলা শুরু করলেন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যাইদ</w:t>
      </w:r>
      <w:r w:rsidRPr="009F36D3">
        <w:t xml:space="preserve">, </w:t>
      </w:r>
      <w:r w:rsidRPr="009F36D3">
        <w:rPr>
          <w:cs/>
          <w:lang w:bidi="bn-IN"/>
        </w:rPr>
        <w:t>নিশ্চয়ই</w:t>
      </w:r>
      <w:r w:rsidRPr="009F36D3">
        <w:t xml:space="preserve">, </w:t>
      </w:r>
      <w:r w:rsidRPr="009F36D3">
        <w:rPr>
          <w:cs/>
          <w:lang w:bidi="bn-IN"/>
        </w:rPr>
        <w:t>যেহেতু আপনার</w:t>
      </w:r>
      <w:r w:rsidRPr="009F36D3">
        <w:t xml:space="preserve"> </w:t>
      </w:r>
      <w:r w:rsidRPr="009F36D3">
        <w:rPr>
          <w:cs/>
          <w:lang w:bidi="bn-IN"/>
        </w:rPr>
        <w:t>আমলনামায় অনেক ভালো কাজ জমা হয়েছে</w:t>
      </w:r>
      <w:r w:rsidRPr="009F36D3">
        <w:t xml:space="preserve">, </w:t>
      </w:r>
      <w:r w:rsidRPr="009F36D3">
        <w:rPr>
          <w:cs/>
          <w:lang w:bidi="bn-IN"/>
        </w:rPr>
        <w:t>নবীকে দেখেছেন</w:t>
      </w:r>
      <w:r w:rsidRPr="009F36D3">
        <w:t xml:space="preserve">,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 xml:space="preserve">কাছ থেকে </w:t>
      </w:r>
      <w:r w:rsidRPr="009F36D3">
        <w:rPr>
          <w:cs/>
          <w:lang w:bidi="bn-IN"/>
        </w:rPr>
        <w:lastRenderedPageBreak/>
        <w:t>হাদীস শুনেছেন তার পাশে থেকে যুদ্ধ করেছেন এবং তার</w:t>
      </w:r>
      <w:r w:rsidRPr="009F36D3">
        <w:t xml:space="preserve"> </w:t>
      </w:r>
      <w:r w:rsidRPr="009F36D3">
        <w:rPr>
          <w:cs/>
          <w:lang w:bidi="bn-IN"/>
        </w:rPr>
        <w:t>পিছনে নামাজ আদায় করেছেন তাই আমাদের কাছে বর্ণনা করুন আপনি</w:t>
      </w:r>
      <w:r w:rsidRPr="009F36D3">
        <w:t xml:space="preserve"> </w:t>
      </w:r>
      <w:r w:rsidRPr="009F36D3">
        <w:rPr>
          <w:cs/>
          <w:lang w:bidi="bn-IN"/>
        </w:rPr>
        <w:t>নবী (সাঃ) এর কাছ থেকে কী শুনেছেন।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যাইদ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ভাই</w:t>
      </w:r>
      <w:r w:rsidRPr="009F36D3">
        <w:t xml:space="preserve">, </w:t>
      </w:r>
      <w:r w:rsidRPr="009F36D3">
        <w:rPr>
          <w:cs/>
          <w:lang w:bidi="bn-IN"/>
        </w:rPr>
        <w:t>নিশ্চয়ই আমি বৃদ্ধ হয়ে গেছি এবং আমার</w:t>
      </w:r>
      <w:r w:rsidRPr="009F36D3">
        <w:t xml:space="preserve"> </w:t>
      </w:r>
      <w:r w:rsidRPr="009F36D3">
        <w:rPr>
          <w:cs/>
          <w:lang w:bidi="bn-IN"/>
        </w:rPr>
        <w:t>স্মৃতিশক্তি কমে গেছে। এর ফলে আমি নবী (সাঃ) থেকে যা অর্জন</w:t>
      </w:r>
      <w:r w:rsidRPr="009F36D3">
        <w:t xml:space="preserve"> </w:t>
      </w:r>
      <w:r w:rsidRPr="009F36D3">
        <w:rPr>
          <w:cs/>
          <w:lang w:bidi="bn-IN"/>
        </w:rPr>
        <w:t>করেছিলাম তার এক অংশ আমি ভুলে গেছি। তাই গ্রহণ করো আমি যা</w:t>
      </w:r>
      <w:r w:rsidRPr="009F36D3">
        <w:t xml:space="preserve"> </w:t>
      </w:r>
      <w:r w:rsidRPr="009F36D3">
        <w:rPr>
          <w:cs/>
          <w:lang w:bidi="bn-IN"/>
        </w:rPr>
        <w:t>তোমাদের কাছে বর্ণনা করি এবং আমাকে বিরক্ত করো না যা আমি</w:t>
      </w:r>
      <w:r w:rsidRPr="009F36D3">
        <w:t xml:space="preserve"> </w:t>
      </w:r>
      <w:r w:rsidRPr="009F36D3">
        <w:rPr>
          <w:cs/>
          <w:lang w:bidi="bn-IN"/>
        </w:rPr>
        <w:t>তোমাদের কাছে বর্ণনা করছি না সে বিষয়ে।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এরপর তিনি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 xml:space="preserve">একবার নবী (সাঃ)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হেমা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আ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নামে এক</w:t>
      </w:r>
      <w:r w:rsidRPr="009F36D3">
        <w:t xml:space="preserve"> </w:t>
      </w:r>
      <w:r w:rsidRPr="009F36D3">
        <w:rPr>
          <w:cs/>
          <w:lang w:bidi="bn-IN"/>
        </w:rPr>
        <w:t>জায়গার কাছে দাড়ালেন যা মক্কা ও মদীনার মাঝামাঝি এবং একটি</w:t>
      </w:r>
      <w:r w:rsidRPr="009F36D3">
        <w:t xml:space="preserve"> </w:t>
      </w:r>
      <w:r w:rsidRPr="009F36D3">
        <w:rPr>
          <w:cs/>
          <w:lang w:bidi="bn-IN"/>
        </w:rPr>
        <w:t>খোতবা দান করলেন। আল্লাহর প্রশংসা ও গুণগানের পর জনতাকে</w:t>
      </w:r>
      <w:r w:rsidRPr="009F36D3">
        <w:t xml:space="preserve"> </w:t>
      </w:r>
      <w:r w:rsidRPr="009F36D3">
        <w:rPr>
          <w:cs/>
          <w:lang w:bidi="bn-IN"/>
        </w:rPr>
        <w:t xml:space="preserve">উপদেশ দিলেন। তিনি বললেন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 জনতা</w:t>
      </w:r>
      <w:r w:rsidRPr="009F36D3">
        <w:t xml:space="preserve">, </w:t>
      </w:r>
      <w:r w:rsidRPr="009F36D3">
        <w:rPr>
          <w:cs/>
          <w:lang w:bidi="bn-IN"/>
        </w:rPr>
        <w:t>আমি একজন মানুষ এবং</w:t>
      </w:r>
      <w:r w:rsidRPr="009F36D3">
        <w:t xml:space="preserve"> </w:t>
      </w:r>
      <w:r w:rsidRPr="009F36D3">
        <w:rPr>
          <w:cs/>
          <w:lang w:bidi="bn-IN"/>
        </w:rPr>
        <w:t>মনে হচ্ছে আমার রবের দূত (আযরাইল) আসবে এবং আমার প্রাণ নিয়ে</w:t>
      </w:r>
      <w:r w:rsidRPr="009F36D3">
        <w:t xml:space="preserve"> </w:t>
      </w:r>
      <w:r w:rsidRPr="009F36D3">
        <w:rPr>
          <w:cs/>
          <w:lang w:bidi="bn-IN"/>
        </w:rPr>
        <w:t>যাবে। আমি তোমাদের মাঝে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টো মূল্যবান জিনিস রেখে যাচ্ছি। তাদের</w:t>
      </w:r>
      <w:r w:rsidRPr="009F36D3">
        <w:t xml:space="preserve"> </w:t>
      </w:r>
      <w:r w:rsidRPr="009F36D3">
        <w:rPr>
          <w:cs/>
          <w:lang w:bidi="bn-IN"/>
        </w:rPr>
        <w:t>প্রথমটি হচ্ছে আল্লাহর কিতাব যাতে তোমরা পাবে হেদায়েত ও আলো।</w:t>
      </w:r>
      <w:r w:rsidRPr="009F36D3">
        <w:t xml:space="preserve"> </w:t>
      </w:r>
      <w:r w:rsidRPr="009F36D3">
        <w:rPr>
          <w:cs/>
          <w:lang w:bidi="bn-IN"/>
        </w:rPr>
        <w:t>তাই আল্লাহর কিতাবকে ধরো</w:t>
      </w:r>
      <w:r w:rsidRPr="009F36D3">
        <w:t xml:space="preserve">; </w:t>
      </w:r>
      <w:r w:rsidRPr="009F36D3">
        <w:rPr>
          <w:cs/>
          <w:lang w:bidi="bn-IN"/>
        </w:rPr>
        <w:t>তিনি বললেন : অন্যটি আমার আহলুল</w:t>
      </w:r>
      <w:r w:rsidRPr="009F36D3">
        <w:t xml:space="preserve"> </w:t>
      </w:r>
      <w:r w:rsidRPr="009F36D3">
        <w:rPr>
          <w:cs/>
          <w:lang w:bidi="bn-IN"/>
        </w:rPr>
        <w:t>বাইত। আমি আমার আহলুল বাইত সম্পর্কে তোমাদের আল্লাহকে স্মরণ</w:t>
      </w:r>
      <w:r w:rsidRPr="009F36D3">
        <w:t xml:space="preserve"> </w:t>
      </w:r>
      <w:r w:rsidRPr="009F36D3">
        <w:rPr>
          <w:cs/>
          <w:lang w:bidi="bn-IN"/>
        </w:rPr>
        <w:t>করিয়ে দিচ্ছি। আমি তোমাদেরকে তাদের বিষয়ে আল্লাহকে স্মরণ করিয়ে</w:t>
      </w:r>
      <w:r w:rsidRPr="009F36D3">
        <w:t xml:space="preserve"> </w:t>
      </w:r>
      <w:r w:rsidRPr="009F36D3">
        <w:rPr>
          <w:cs/>
          <w:lang w:bidi="bn-IN"/>
        </w:rPr>
        <w:t xml:space="preserve">দিচ্ছি। তখন হাসাইন 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যাইদ</w:t>
      </w:r>
      <w:r w:rsidRPr="005A057D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কারা তার আহলুল বাইত</w:t>
      </w:r>
      <w:r w:rsidRPr="009F36D3">
        <w:t xml:space="preserve">, </w:t>
      </w:r>
      <w:r w:rsidRPr="009F36D3">
        <w:rPr>
          <w:cs/>
          <w:lang w:bidi="bn-IN"/>
        </w:rPr>
        <w:t>তার স্ত্রীরা</w:t>
      </w:r>
      <w:r w:rsidRPr="009F36D3">
        <w:t xml:space="preserve"> </w:t>
      </w:r>
      <w:r w:rsidRPr="009F36D3">
        <w:rPr>
          <w:cs/>
          <w:lang w:bidi="bn-IN"/>
        </w:rPr>
        <w:t>কি আহলুল বাইত</w:t>
      </w:r>
      <w:r w:rsidRPr="009F36D3">
        <w:t xml:space="preserve">? </w:t>
      </w:r>
      <w:r w:rsidRPr="009F36D3">
        <w:rPr>
          <w:cs/>
          <w:lang w:bidi="bn-IN"/>
        </w:rPr>
        <w:t>তিনি বললেন : না</w:t>
      </w:r>
      <w:r w:rsidRPr="009F36D3">
        <w:t xml:space="preserve">, </w:t>
      </w:r>
      <w:r w:rsidRPr="009F36D3">
        <w:rPr>
          <w:cs/>
          <w:lang w:bidi="bn-IN"/>
        </w:rPr>
        <w:t>তার আহলুল বাইত</w:t>
      </w:r>
      <w:r w:rsidRPr="009F36D3">
        <w:t xml:space="preserve"> </w:t>
      </w:r>
      <w:r w:rsidRPr="009F36D3">
        <w:rPr>
          <w:cs/>
          <w:lang w:bidi="bn-IN"/>
        </w:rPr>
        <w:t>তারা যাদের উপর যাকাত (গ্রহণ) হারাম।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D74B79" w:rsidRDefault="00D74B79" w:rsidP="006E1E70">
      <w:pPr>
        <w:pStyle w:val="libNormal"/>
        <w:rPr>
          <w:cs/>
          <w:lang w:bidi="bn-IN"/>
        </w:rPr>
      </w:pPr>
    </w:p>
    <w:p w:rsidR="00D74B79" w:rsidRDefault="005A057D" w:rsidP="006E1E70">
      <w:pPr>
        <w:pStyle w:val="libNormal"/>
      </w:pPr>
      <w:r w:rsidRPr="009F36D3">
        <w:rPr>
          <w:cs/>
          <w:lang w:bidi="bn-IN"/>
        </w:rPr>
        <w:t>মাহদী (আঃ) নিকটাত্মীয় থেকে</w:t>
      </w:r>
      <w:r w:rsidRPr="009F36D3">
        <w:t xml:space="preserve"> </w:t>
      </w:r>
    </w:p>
    <w:p w:rsidR="00D74B79" w:rsidRPr="00D74B79" w:rsidRDefault="00D74B79" w:rsidP="006E1E70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যখন প্রমাণিত হলো মাহদী (আঃ) নবীর (সাঃ) সন্তান</w:t>
      </w:r>
      <w:r w:rsidRPr="009F36D3">
        <w:t xml:space="preserve">, </w:t>
      </w:r>
      <w:r w:rsidRPr="009F36D3">
        <w:rPr>
          <w:cs/>
          <w:lang w:bidi="bn-IN"/>
        </w:rPr>
        <w:t>বংশ এবং</w:t>
      </w:r>
      <w:r w:rsidRPr="009F36D3">
        <w:t xml:space="preserve"> </w:t>
      </w:r>
      <w:r w:rsidRPr="009F36D3">
        <w:rPr>
          <w:cs/>
          <w:lang w:bidi="bn-IN"/>
        </w:rPr>
        <w:t>পরিবার এবং আলী</w:t>
      </w:r>
      <w:r w:rsidRPr="009F36D3">
        <w:t xml:space="preserve">, </w:t>
      </w:r>
      <w:r w:rsidRPr="009F36D3">
        <w:rPr>
          <w:cs/>
          <w:lang w:bidi="bn-IN"/>
        </w:rPr>
        <w:t>ফাতেমা</w:t>
      </w:r>
      <w:r w:rsidRPr="009F36D3">
        <w:t xml:space="preserve">, </w:t>
      </w:r>
      <w:r w:rsidRPr="009F36D3">
        <w:rPr>
          <w:cs/>
          <w:lang w:bidi="bn-IN"/>
        </w:rPr>
        <w:t>হাসান এবং হোসেইনের সন্তান তখন তা</w:t>
      </w:r>
      <w:r w:rsidRPr="009F36D3">
        <w:t xml:space="preserve"> </w:t>
      </w:r>
      <w:r w:rsidRPr="009F36D3">
        <w:rPr>
          <w:cs/>
          <w:lang w:bidi="bn-IN"/>
        </w:rPr>
        <w:t xml:space="preserve">এমনিতেই প্রমাণ করে যে সে </w:t>
      </w:r>
      <w:r w:rsidRPr="00D74B79">
        <w:rPr>
          <w:rStyle w:val="libArChar"/>
          <w:rtl/>
        </w:rPr>
        <w:t xml:space="preserve">ذوی القربی </w:t>
      </w:r>
      <w:r w:rsidRPr="00D74B79">
        <w:rPr>
          <w:rStyle w:val="libArChar"/>
        </w:rPr>
        <w:t xml:space="preserve"> </w:t>
      </w:r>
      <w:r w:rsidRPr="009F36D3">
        <w:rPr>
          <w:cs/>
          <w:lang w:bidi="bn-IN"/>
        </w:rPr>
        <w:t>নিকটাত্মীয় বা জ্ঞাতি যাদের</w:t>
      </w:r>
      <w:r w:rsidRPr="009F36D3">
        <w:t xml:space="preserve"> </w:t>
      </w:r>
      <w:r w:rsidRPr="009F36D3">
        <w:rPr>
          <w:cs/>
          <w:lang w:bidi="bn-IN"/>
        </w:rPr>
        <w:t>জন্য নিখাঁদপ্রেম সবার জন্য বাধ্যতামূলক।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১০৬ পৃষ্ঠায় বুখারী ও মুসলিম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ইবনে আব্বাসকে জিজ্ঞেস করা হয়েছিলো যে</w:t>
      </w:r>
      <w:r w:rsidRPr="009F36D3">
        <w:t xml:space="preserve"> </w:t>
      </w:r>
      <w:r w:rsidRPr="009F36D3">
        <w:rPr>
          <w:cs/>
          <w:lang w:bidi="bn-IN"/>
        </w:rPr>
        <w:t>কাদেরকে আয়াতে কুরবাতে আল ক্বুরবা বলা হয়েছে</w:t>
      </w:r>
      <w:r w:rsidRPr="009F36D3">
        <w:t xml:space="preserve">? </w:t>
      </w:r>
      <w:r w:rsidRPr="009F36D3">
        <w:rPr>
          <w:cs/>
          <w:lang w:bidi="bn-IN"/>
        </w:rPr>
        <w:t>তখন তিনি বলেন :</w:t>
      </w:r>
      <w:r w:rsidRPr="009F36D3">
        <w:t xml:space="preserve"> </w:t>
      </w:r>
      <w:r w:rsidRPr="009F36D3">
        <w:rPr>
          <w:cs/>
          <w:lang w:bidi="bn-IN"/>
        </w:rPr>
        <w:t>তারা মুহাম্মাদ (সাঃ) এর সন্তান।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সূল</w:t>
      </w:r>
      <w:r w:rsidRPr="005A057D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ইমাম আল হাসান আলী ইবনে</w:t>
      </w:r>
      <w:r w:rsidRPr="009F36D3">
        <w:t xml:space="preserve"> </w:t>
      </w:r>
      <w:r w:rsidRPr="009F36D3">
        <w:rPr>
          <w:cs/>
          <w:lang w:bidi="bn-IN"/>
        </w:rPr>
        <w:t>আহমাদ ওয়াহাদীর তাফসীর থেকে বর্ণনা করেন (ইবনে আব্বাস</w:t>
      </w:r>
      <w:r w:rsidRPr="009F36D3">
        <w:t xml:space="preserve"> </w:t>
      </w:r>
      <w:r w:rsidRPr="009F36D3">
        <w:rPr>
          <w:cs/>
          <w:lang w:bidi="bn-IN"/>
        </w:rPr>
        <w:t>বলেছেন) : যখন এ আয়াত</w:t>
      </w:r>
      <w:r w:rsidRPr="009F36D3">
        <w:t xml:space="preserve"> </w:t>
      </w:r>
    </w:p>
    <w:p w:rsidR="005A057D" w:rsidRPr="00D74B79" w:rsidRDefault="00911CE5" w:rsidP="00D74B79">
      <w:pPr>
        <w:pStyle w:val="libAie"/>
      </w:pPr>
      <w:r w:rsidRPr="00911CE5">
        <w:rPr>
          <w:rStyle w:val="libAlaemChar"/>
        </w:rPr>
        <w:t>)</w:t>
      </w:r>
      <w:r w:rsidR="005A057D" w:rsidRPr="003F0DDC">
        <w:rPr>
          <w:rFonts w:hint="cs"/>
          <w:rtl/>
        </w:rPr>
        <w:t>قُلْ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لَا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أَسْأَلُكُمْ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عَلَيْهِ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أَجْرًا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إِلَّا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الْمَوَدَّةَ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فِي</w:t>
      </w:r>
      <w:r w:rsidR="005A057D" w:rsidRPr="00D74B79">
        <w:rPr>
          <w:rtl/>
        </w:rPr>
        <w:t xml:space="preserve"> </w:t>
      </w:r>
      <w:r w:rsidR="005A057D" w:rsidRPr="003F0DDC">
        <w:rPr>
          <w:rFonts w:hint="cs"/>
          <w:rtl/>
        </w:rPr>
        <w:t>الْقُرْبَى</w:t>
      </w:r>
      <w:r w:rsidRPr="00911CE5">
        <w:rPr>
          <w:rStyle w:val="libAlaemChar"/>
        </w:rPr>
        <w:t>(</w:t>
      </w:r>
    </w:p>
    <w:p w:rsidR="00D74B79" w:rsidRDefault="00D74B79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বলুন তোমাদের কাছে এর (রিসালাত) বিনিময়ে কিছুই চাই না শুধু রক্তজ</w:t>
      </w:r>
      <w:r w:rsidRPr="009F36D3">
        <w:t xml:space="preserve"> </w:t>
      </w:r>
      <w:r w:rsidRPr="009F36D3">
        <w:rPr>
          <w:cs/>
          <w:lang w:bidi="bn-IN"/>
        </w:rPr>
        <w:t>বংশের ভালোবাসা ছাড়া।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আশ শুরাঃ ২৩)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নাযিল হয় তখন জিজ্ঞাসা করা হলো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 রাসূলুল্লাহ</w:t>
      </w:r>
      <w:r w:rsidRPr="009F36D3">
        <w:t xml:space="preserve">, </w:t>
      </w:r>
      <w:r w:rsidRPr="009F36D3">
        <w:rPr>
          <w:cs/>
          <w:lang w:bidi="bn-IN"/>
        </w:rPr>
        <w:t>এরা কারা</w:t>
      </w:r>
      <w:r w:rsidRPr="009F36D3">
        <w:t xml:space="preserve"> </w:t>
      </w:r>
      <w:r w:rsidRPr="009F36D3">
        <w:rPr>
          <w:cs/>
          <w:lang w:bidi="bn-IN"/>
        </w:rPr>
        <w:t>যাদেরকে ভালোবাসার জন্য আমাদের আদেশ করা হয়েছে</w:t>
      </w:r>
      <w:r w:rsidRPr="009F36D3">
        <w:t xml:space="preserve">?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নবী (সাঃ) উত্তর দিলেন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আলী</w:t>
      </w:r>
      <w:r w:rsidRPr="009F36D3">
        <w:t xml:space="preserve">, </w:t>
      </w:r>
      <w:r w:rsidRPr="009F36D3">
        <w:rPr>
          <w:cs/>
          <w:lang w:bidi="bn-IN"/>
        </w:rPr>
        <w:t>ফাতেমা ও তাদের সন্তানরা।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১০১ পৃষ্ঠায় এবং কুনদুযী</w:t>
      </w:r>
      <w:r w:rsidRPr="009F36D3">
        <w:t xml:space="preserve"> </w:t>
      </w:r>
      <w:r w:rsidRPr="009F36D3">
        <w:rPr>
          <w:cs/>
          <w:lang w:bidi="bn-IN"/>
        </w:rPr>
        <w:t xml:space="preserve">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তের ১০৬ পৃষ্ঠায় একটি হাদীস এনেছেন</w:t>
      </w:r>
      <w:r w:rsidRPr="009F36D3">
        <w:t xml:space="preserve"> [</w:t>
      </w:r>
      <w:r w:rsidRPr="009F36D3">
        <w:rPr>
          <w:cs/>
          <w:lang w:bidi="bn-IN"/>
        </w:rPr>
        <w:t>একই রকম] উপরোক্ত আয়াতের অধীনে। বর্ণনা করেছেন তাবরানীর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মুয়াজাম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তাফসীর ই ইবনে আবু হাতিম</w:t>
      </w:r>
      <w:r w:rsidRPr="009F36D3">
        <w:t xml:space="preserve">, </w:t>
      </w:r>
      <w:r w:rsidRPr="009F36D3">
        <w:rPr>
          <w:cs/>
          <w:lang w:bidi="bn-IN"/>
        </w:rPr>
        <w:t>মানাজির ই হাতিম</w:t>
      </w:r>
      <w:r w:rsidRPr="009F36D3">
        <w:t xml:space="preserve">, </w:t>
      </w:r>
      <w:r w:rsidRPr="009F36D3">
        <w:rPr>
          <w:cs/>
          <w:lang w:bidi="bn-IN"/>
        </w:rPr>
        <w:t>ওয়াসিতই</w:t>
      </w:r>
      <w:r w:rsidRPr="009F36D3">
        <w:t xml:space="preserve"> </w:t>
      </w:r>
      <w:r w:rsidRPr="009F36D3">
        <w:rPr>
          <w:cs/>
          <w:lang w:bidi="bn-IN"/>
        </w:rPr>
        <w:t>ওয়াহাদী</w:t>
      </w:r>
      <w:r w:rsidRPr="009F36D3">
        <w:t xml:space="preserve">, </w:t>
      </w:r>
      <w:r w:rsidRPr="009F36D3">
        <w:rPr>
          <w:cs/>
          <w:lang w:bidi="bn-IN"/>
        </w:rPr>
        <w:t>আবু নাঈমের হিলইয়াত ই আউলিয়া</w:t>
      </w:r>
      <w:r w:rsidRPr="009F36D3">
        <w:t xml:space="preserve">, </w:t>
      </w:r>
      <w:r w:rsidRPr="009F36D3">
        <w:rPr>
          <w:cs/>
          <w:lang w:bidi="bn-IN"/>
        </w:rPr>
        <w:t>তাফসীর ই সুয়ালাবি এবং</w:t>
      </w:r>
      <w:r w:rsidRPr="009F36D3">
        <w:t xml:space="preserve"> </w:t>
      </w:r>
      <w:r w:rsidRPr="009F36D3">
        <w:rPr>
          <w:cs/>
          <w:lang w:bidi="bn-IN"/>
        </w:rPr>
        <w:t>ফারায়েদুস সিমতাইন থেকে।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১০১ পৃষ্ঠায় ইমাম যায়নুল</w:t>
      </w:r>
      <w:r w:rsidRPr="009F36D3">
        <w:t xml:space="preserve"> </w:t>
      </w:r>
      <w:r w:rsidRPr="009F36D3">
        <w:rPr>
          <w:cs/>
          <w:lang w:bidi="bn-IN"/>
        </w:rPr>
        <w:t>আবেদীন (আঃ) থেকে বর্ণনা করেন যে</w:t>
      </w:r>
      <w:r w:rsidRPr="009F36D3">
        <w:t xml:space="preserve">, </w:t>
      </w:r>
      <w:r w:rsidRPr="009F36D3">
        <w:rPr>
          <w:cs/>
          <w:lang w:bidi="bn-IN"/>
        </w:rPr>
        <w:t>যখন তাকে বন্দী করা হয় তার</w:t>
      </w:r>
      <w:r w:rsidRPr="009F36D3">
        <w:t xml:space="preserve"> </w:t>
      </w:r>
      <w:r w:rsidRPr="009F36D3">
        <w:rPr>
          <w:cs/>
          <w:lang w:bidi="bn-IN"/>
        </w:rPr>
        <w:t>পিতা হুসেইনকে (আঃ) হত্যা করার পর এবং সিরিয়া যাওয়ার পথে খারাপ</w:t>
      </w:r>
      <w:r w:rsidRPr="009F36D3">
        <w:t xml:space="preserve"> </w:t>
      </w:r>
      <w:r w:rsidRPr="009F36D3">
        <w:rPr>
          <w:cs/>
          <w:lang w:bidi="bn-IN"/>
        </w:rPr>
        <w:t xml:space="preserve">মুখের কিছু লোক বলেছিলো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সমস্ত প্রশংসা আল্লাহর তোমাদের সবাইকে</w:t>
      </w:r>
      <w:r w:rsidRPr="009F36D3">
        <w:t xml:space="preserve"> </w:t>
      </w:r>
      <w:r w:rsidRPr="009F36D3">
        <w:rPr>
          <w:cs/>
          <w:lang w:bidi="bn-IN"/>
        </w:rPr>
        <w:t>হত্যা করার কারণে</w:t>
      </w:r>
      <w:r w:rsidRPr="009F36D3">
        <w:t xml:space="preserve">, </w:t>
      </w:r>
      <w:r w:rsidRPr="009F36D3">
        <w:rPr>
          <w:cs/>
          <w:lang w:bidi="bn-IN"/>
        </w:rPr>
        <w:t>তোমাদেরকে দুরাবস্তায়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দেখার জন্য এবং বিদ্রোহের</w:t>
      </w:r>
      <w:r w:rsidRPr="009F36D3">
        <w:t xml:space="preserve"> </w:t>
      </w:r>
      <w:r w:rsidRPr="009F36D3">
        <w:rPr>
          <w:cs/>
          <w:lang w:bidi="bn-IN"/>
        </w:rPr>
        <w:t>গোড়া ছিন্ন করার জন্য।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তিনি বলেছিলেন : তোমরা কি আল্লাহর কিতাব</w:t>
      </w:r>
      <w:r w:rsidRPr="009F36D3">
        <w:t xml:space="preserve"> </w:t>
      </w:r>
      <w:r w:rsidRPr="009F36D3">
        <w:rPr>
          <w:cs/>
          <w:lang w:bidi="bn-IN"/>
        </w:rPr>
        <w:t>পড় নি যেখানে আল্লাহ বলেছেন :</w:t>
      </w:r>
      <w:r w:rsidRPr="009F36D3">
        <w:t xml:space="preserve"> </w:t>
      </w:r>
    </w:p>
    <w:p w:rsidR="005A057D" w:rsidRPr="00911CE5" w:rsidRDefault="00911CE5" w:rsidP="00911CE5">
      <w:pPr>
        <w:pStyle w:val="libAie"/>
      </w:pPr>
      <w:r w:rsidRPr="00911CE5">
        <w:rPr>
          <w:rStyle w:val="libAlaemChar"/>
        </w:rPr>
        <w:t>)</w:t>
      </w:r>
      <w:r w:rsidR="005A057D" w:rsidRPr="003F0DDC">
        <w:rPr>
          <w:rFonts w:hint="cs"/>
          <w:rtl/>
        </w:rPr>
        <w:t>قُلْ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لَا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أَسْأَلُكُمْ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عَلَيْهِ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أَجْرًا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إِلَّا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الْمَوَدَّةَ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فِي</w:t>
      </w:r>
      <w:r w:rsidR="005A057D" w:rsidRPr="00911CE5">
        <w:rPr>
          <w:rtl/>
        </w:rPr>
        <w:t xml:space="preserve"> </w:t>
      </w:r>
      <w:r w:rsidR="005A057D" w:rsidRPr="003F0DDC">
        <w:rPr>
          <w:rFonts w:hint="cs"/>
          <w:rtl/>
        </w:rPr>
        <w:t>الْقُرْبَى</w:t>
      </w:r>
      <w:r w:rsidRPr="00911CE5">
        <w:rPr>
          <w:rStyle w:val="libAlaemChar"/>
        </w:rPr>
        <w:t>(</w:t>
      </w:r>
    </w:p>
    <w:p w:rsidR="00911CE5" w:rsidRDefault="00911CE5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বলুন তোমাদের কাছে এর (রিসালাত) বিনিময়ে কিছুই চাই না শুধু রক্তজ</w:t>
      </w:r>
      <w:r w:rsidRPr="009F36D3">
        <w:t xml:space="preserve"> </w:t>
      </w:r>
      <w:r w:rsidRPr="009F36D3">
        <w:rPr>
          <w:cs/>
          <w:lang w:bidi="bn-IN"/>
        </w:rPr>
        <w:t>বংশের ভালোবাসা ছাড়া।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আশ শুরাঃ ২৩)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 xml:space="preserve">তারা 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তা</w:t>
      </w:r>
      <w:r w:rsidR="00911CE5">
        <w:rPr>
          <w:cs/>
          <w:lang w:bidi="bn-IN"/>
        </w:rPr>
        <w:t xml:space="preserve"> </w:t>
      </w:r>
      <w:r w:rsidRPr="00911CE5">
        <w:rPr>
          <w:rStyle w:val="libArChar"/>
          <w:rtl/>
        </w:rPr>
        <w:t>ذوی القربی</w:t>
      </w:r>
      <w:r w:rsidRPr="009F36D3">
        <w:rPr>
          <w:cs/>
          <w:lang w:bidi="bn-IN"/>
        </w:rPr>
        <w:t xml:space="preserve"> কি তোমাদের বোঝায়!</w:t>
      </w:r>
      <w:r w:rsidRPr="009F36D3">
        <w:t>?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হ্যা</w:t>
      </w:r>
      <w:r w:rsidRPr="005A057D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সূল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 লেখক বলেছেন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</w:t>
      </w:r>
      <w:r w:rsidRPr="009F36D3">
        <w:t xml:space="preserve"> </w:t>
      </w:r>
      <w:r w:rsidRPr="009F36D3">
        <w:rPr>
          <w:cs/>
          <w:lang w:bidi="bn-IN"/>
        </w:rPr>
        <w:t xml:space="preserve">লেখক ২৩৪ পৃষ্ঠায়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ফেরদাউস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থেকে এবং তিনি জাবির</w:t>
      </w:r>
      <w:r w:rsidRPr="009F36D3">
        <w:t xml:space="preserve"> </w:t>
      </w:r>
      <w:r w:rsidRPr="009F36D3">
        <w:rPr>
          <w:cs/>
          <w:lang w:bidi="bn-IN"/>
        </w:rPr>
        <w:t>ইবনে আব্দুল্লাহ আনসারী থেকে বর্ণনা করেন যিনি বলেছেন :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নিশ্চয়ই আল্লাহ সুবহানু ওয়া তায়ালা প্রত্যেক নবীর সন্তানদের</w:t>
      </w:r>
      <w:r w:rsidRPr="009F36D3">
        <w:t xml:space="preserve"> </w:t>
      </w:r>
      <w:r w:rsidRPr="009F36D3">
        <w:rPr>
          <w:cs/>
          <w:lang w:bidi="bn-IN"/>
        </w:rPr>
        <w:t>তাদের পিঠ থেকে এনেছেন এবং আমার সন্তানদের এনেছেন</w:t>
      </w:r>
      <w:r w:rsidRPr="009F36D3">
        <w:t xml:space="preserve"> </w:t>
      </w:r>
      <w:r w:rsidRPr="009F36D3">
        <w:rPr>
          <w:cs/>
          <w:lang w:bidi="bn-IN"/>
        </w:rPr>
        <w:t>আলী ইবনে আবি তালিবের পিঠ থেকে।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লেখক বলেন : এ মূল্যবান হাদীসটি সুস্পষ্টভাবে বলে যে</w:t>
      </w:r>
      <w:r w:rsidRPr="009F36D3">
        <w:t xml:space="preserve"> </w:t>
      </w:r>
      <w:r w:rsidRPr="009F36D3">
        <w:rPr>
          <w:cs/>
          <w:lang w:bidi="bn-IN"/>
        </w:rPr>
        <w:t>আমিরুল মুমিনীন আলী ইবনে আবি তালিব (আঃ) এবং ফাতেমা (আঃ)</w:t>
      </w:r>
      <w:r w:rsidRPr="009F36D3">
        <w:t xml:space="preserve"> </w:t>
      </w:r>
      <w:r w:rsidRPr="009F36D3">
        <w:rPr>
          <w:cs/>
          <w:lang w:bidi="bn-IN"/>
        </w:rPr>
        <w:t>এর সন্তানরা</w:t>
      </w:r>
      <w:r w:rsidRPr="009F36D3">
        <w:t xml:space="preserve"> </w:t>
      </w:r>
      <w:r w:rsidRPr="009F36D3">
        <w:rPr>
          <w:cs/>
          <w:lang w:bidi="bn-IN"/>
        </w:rPr>
        <w:t>প্রকৃতপক্ষে নবী (সাঃ) এর সন্তান এবং হাসান ও হোসেইনের</w:t>
      </w:r>
      <w:r w:rsidRPr="009F36D3">
        <w:t xml:space="preserve"> </w:t>
      </w:r>
      <w:r w:rsidRPr="009F36D3">
        <w:rPr>
          <w:cs/>
          <w:lang w:bidi="bn-IN"/>
        </w:rPr>
        <w:t>মধ্যে কোন পার্থক্য নেই। প্রকৃতপক্ষে প্রতীক্ষিত মাহদী এ পরিবার থেকেই</w:t>
      </w:r>
      <w:r w:rsidRPr="009F36D3">
        <w:t xml:space="preserve"> </w:t>
      </w:r>
      <w:r w:rsidRPr="009F36D3">
        <w:rPr>
          <w:cs/>
          <w:lang w:bidi="bn-IN"/>
        </w:rPr>
        <w:t>এবং এর পবিত্র সন্তান। তাই তাকে নবী (সাঃ) এর সন্তান হিসেবে গণ্য</w:t>
      </w:r>
      <w:r w:rsidRPr="009F36D3">
        <w:t xml:space="preserve"> </w:t>
      </w:r>
      <w:r w:rsidRPr="009F36D3">
        <w:rPr>
          <w:cs/>
          <w:lang w:bidi="bn-IN"/>
        </w:rPr>
        <w:t>করা হয়। (গবেষণা অনুযায়ী এবং সন্তান কথাটির পূর্ববর্তী ব্যাখ্যা</w:t>
      </w:r>
      <w:r w:rsidRPr="009F36D3">
        <w:t xml:space="preserve"> </w:t>
      </w:r>
      <w:r w:rsidRPr="009F36D3">
        <w:rPr>
          <w:cs/>
          <w:lang w:bidi="bn-IN"/>
        </w:rPr>
        <w:t>অনুযায়ী)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তুহুফুল উক্কুল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একটি দীর্ঘ হাদীস এনেছেন হযরত</w:t>
      </w:r>
      <w:r w:rsidRPr="009F36D3">
        <w:t xml:space="preserve"> </w:t>
      </w:r>
      <w:r w:rsidRPr="009F36D3">
        <w:rPr>
          <w:cs/>
          <w:lang w:bidi="bn-IN"/>
        </w:rPr>
        <w:t>মূসা ইবনে জাফর (আঃ)-এর সাথে খলিফা হারুন-উর-রশীদের কথাবার্তা</w:t>
      </w:r>
      <w:r w:rsidRPr="009F36D3">
        <w:t xml:space="preserve"> </w:t>
      </w:r>
      <w:r w:rsidRPr="009F36D3">
        <w:rPr>
          <w:cs/>
          <w:lang w:bidi="bn-IN"/>
        </w:rPr>
        <w:t>থেকে এবং আমরা এখানে শুধু ততটুকুই বর্ণনা করবো যতটুকু আমাদের</w:t>
      </w:r>
      <w:r w:rsidRPr="009F36D3">
        <w:t xml:space="preserve"> </w:t>
      </w:r>
      <w:r w:rsidRPr="009F36D3">
        <w:rPr>
          <w:cs/>
          <w:lang w:bidi="bn-IN"/>
        </w:rPr>
        <w:t>আলোচনায় দরকার। তিনি লিখেছেন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হযরত মূসা ইবনে জাফর (আঃ) হারুনের কাছে গেলেন কারণ</w:t>
      </w:r>
      <w:r w:rsidRPr="009F36D3">
        <w:t xml:space="preserve"> </w:t>
      </w:r>
      <w:r w:rsidRPr="009F36D3">
        <w:rPr>
          <w:cs/>
          <w:lang w:bidi="bn-IN"/>
        </w:rPr>
        <w:t>হারুন-উর-রশীদ তার কাছে জানতে চেয়েছেন সেসব বিষয়ে</w:t>
      </w:r>
      <w:r w:rsidRPr="009F36D3">
        <w:t xml:space="preserve"> </w:t>
      </w:r>
      <w:r w:rsidRPr="009F36D3">
        <w:rPr>
          <w:cs/>
          <w:lang w:bidi="bn-IN"/>
        </w:rPr>
        <w:t>যেসব বিষয়ে কিছু লোক (মিথ্যা) অভিযোগ করেছে হারুনের</w:t>
      </w:r>
      <w:r w:rsidRPr="009F36D3">
        <w:t xml:space="preserve"> </w:t>
      </w:r>
      <w:r w:rsidRPr="009F36D3">
        <w:rPr>
          <w:cs/>
          <w:lang w:bidi="bn-IN"/>
        </w:rPr>
        <w:t>কাছে তার বিরুদ্ধে। তাই তিনি একটি লম্বা কাগজ বের করলেন যাতে ছিলো তার শিয়াদের বিরুদ্ধে অনেক অভিযোগ এবং তিনি</w:t>
      </w:r>
      <w:r w:rsidRPr="009F36D3">
        <w:t xml:space="preserve"> </w:t>
      </w:r>
      <w:r w:rsidRPr="009F36D3">
        <w:rPr>
          <w:cs/>
          <w:lang w:bidi="bn-IN"/>
        </w:rPr>
        <w:t>তা পড়ে শোনালেন।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তখন 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আমিরুল মুমিনীন</w:t>
      </w:r>
      <w:r w:rsidRPr="009F36D3">
        <w:t>,</w:t>
      </w:r>
      <w:r w:rsidRPr="009F36D3">
        <w:rPr>
          <w:cs/>
          <w:lang w:bidi="bn-IN"/>
        </w:rPr>
        <w:t xml:space="preserve"> আমরা এমন এক</w:t>
      </w:r>
      <w:r w:rsidRPr="009F36D3">
        <w:t xml:space="preserve"> </w:t>
      </w:r>
      <w:r w:rsidRPr="009F36D3">
        <w:rPr>
          <w:cs/>
          <w:lang w:bidi="bn-IN"/>
        </w:rPr>
        <w:t>পরিবার যারা এ ধরনের অভিযোগে আঘাতপাপ্ত হয়েছি এবং</w:t>
      </w:r>
      <w:r w:rsidRPr="009F36D3">
        <w:t xml:space="preserve"> </w:t>
      </w:r>
      <w:r w:rsidRPr="009F36D3">
        <w:rPr>
          <w:cs/>
          <w:lang w:bidi="bn-IN"/>
        </w:rPr>
        <w:t xml:space="preserve">আল্লাহ সর্বক্ষমাশীল এবং যিনি ত্রুটি ঢেকে রাখেন এবং তিনি </w:t>
      </w:r>
      <w:r w:rsidRPr="009F36D3">
        <w:rPr>
          <w:cs/>
          <w:lang w:bidi="bn-IN"/>
        </w:rPr>
        <w:lastRenderedPageBreak/>
        <w:t>তার</w:t>
      </w:r>
      <w:r w:rsidRPr="009F36D3">
        <w:t xml:space="preserve"> </w:t>
      </w:r>
      <w:r w:rsidRPr="009F36D3">
        <w:rPr>
          <w:cs/>
          <w:lang w:bidi="bn-IN"/>
        </w:rPr>
        <w:t>দাসদের কার্যকলাপ থেকে পর্দা তুলে ফেলা থেকে বিরত থাকেন</w:t>
      </w:r>
      <w:r w:rsidRPr="009F36D3">
        <w:t xml:space="preserve"> </w:t>
      </w:r>
      <w:r w:rsidRPr="009F36D3">
        <w:rPr>
          <w:cs/>
          <w:lang w:bidi="bn-IN"/>
        </w:rPr>
        <w:t>শুধু তখন ছাড়া যখন তিনি তাদের হিসাব নিবেন</w:t>
      </w:r>
      <w:r w:rsidRPr="009F36D3">
        <w:t xml:space="preserve">; </w:t>
      </w:r>
      <w:r w:rsidRPr="009F36D3">
        <w:rPr>
          <w:cs/>
          <w:lang w:bidi="bn-IN"/>
        </w:rPr>
        <w:t>সেদিন হবে</w:t>
      </w:r>
      <w:r w:rsidRPr="009F36D3">
        <w:t xml:space="preserve"> </w:t>
      </w:r>
      <w:r w:rsidRPr="009F36D3">
        <w:rPr>
          <w:cs/>
          <w:lang w:bidi="bn-IN"/>
        </w:rPr>
        <w:t>এমনই একদিন যখন সম্পদ ও সন্তান</w:t>
      </w:r>
      <w:r w:rsidRPr="009F36D3">
        <w:t xml:space="preserve"> </w:t>
      </w:r>
      <w:r w:rsidRPr="009F36D3">
        <w:rPr>
          <w:cs/>
          <w:lang w:bidi="bn-IN"/>
        </w:rPr>
        <w:t>কোন কাজে আসবে না</w:t>
      </w:r>
      <w:r w:rsidRPr="009F36D3">
        <w:t xml:space="preserve"> </w:t>
      </w:r>
      <w:r w:rsidRPr="009F36D3">
        <w:rPr>
          <w:cs/>
          <w:lang w:bidi="bn-IN"/>
        </w:rPr>
        <w:t>এবং শুধু যে আল্লাহর সামনে প্রশান্ত হৃদয়ে আসবে সেই লাভবান</w:t>
      </w:r>
      <w:r w:rsidRPr="009F36D3">
        <w:t xml:space="preserve"> </w:t>
      </w:r>
      <w:r w:rsidRPr="009F36D3">
        <w:rPr>
          <w:cs/>
          <w:lang w:bidi="bn-IN"/>
        </w:rPr>
        <w:t>হবে। এরপর তিনি বললেন : আমার পিতা আলী থেকে এবং</w:t>
      </w:r>
      <w:r w:rsidRPr="009F36D3">
        <w:t xml:space="preserve"> </w:t>
      </w:r>
      <w:r w:rsidRPr="009F36D3">
        <w:rPr>
          <w:cs/>
          <w:lang w:bidi="bn-IN"/>
        </w:rPr>
        <w:t xml:space="preserve">তিনি নবী (সাঃ) থেকে বর্ণনা করেন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যখনই আত্মীয়তার বন্ধুন</w:t>
      </w:r>
      <w:r w:rsidRPr="009F36D3">
        <w:t xml:space="preserve"> </w:t>
      </w:r>
      <w:r w:rsidRPr="009F36D3">
        <w:rPr>
          <w:cs/>
          <w:lang w:bidi="bn-IN"/>
        </w:rPr>
        <w:t>অনুভূত হয় এবং অন্যের সাথে তা রক্ষা করা হয় তখন একটি</w:t>
      </w:r>
      <w:r w:rsidRPr="009F36D3">
        <w:t xml:space="preserve"> </w:t>
      </w:r>
      <w:r w:rsidRPr="009F36D3">
        <w:rPr>
          <w:cs/>
          <w:lang w:bidi="bn-IN"/>
        </w:rPr>
        <w:t>আলোড়নের সৃষ্টি হয় এবং তা শান্ত হয়ে আসে</w:t>
      </w:r>
      <w:r w:rsidRPr="009F36D3">
        <w:t xml:space="preserve">; </w:t>
      </w:r>
      <w:r w:rsidRPr="009F36D3">
        <w:rPr>
          <w:cs/>
          <w:lang w:bidi="bn-IN"/>
        </w:rPr>
        <w:t>যদি আমিরুল</w:t>
      </w:r>
      <w:r w:rsidRPr="009F36D3">
        <w:t xml:space="preserve"> </w:t>
      </w:r>
      <w:r w:rsidRPr="009F36D3">
        <w:rPr>
          <w:cs/>
          <w:lang w:bidi="bn-IN"/>
        </w:rPr>
        <w:t>মুমিনীন (হারুন) আত্মীয়তা বজায় রাখা এবং আমার সাথে হাত</w:t>
      </w:r>
      <w:r w:rsidRPr="009F36D3">
        <w:t xml:space="preserve"> </w:t>
      </w:r>
      <w:r w:rsidRPr="009F36D3">
        <w:rPr>
          <w:cs/>
          <w:lang w:bidi="bn-IN"/>
        </w:rPr>
        <w:t>মেলানো ভালো মনে করেন তাহলে তিনি তা করতে পারেন।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তখন হারুন তার সিংহাসন থেকে নেমে এলেন এবং তার ডান</w:t>
      </w:r>
      <w:r w:rsidRPr="009F36D3">
        <w:t xml:space="preserve"> </w:t>
      </w:r>
      <w:r w:rsidRPr="009F36D3">
        <w:rPr>
          <w:cs/>
          <w:lang w:bidi="bn-IN"/>
        </w:rPr>
        <w:t>হাত লম্বা</w:t>
      </w:r>
      <w:r w:rsidRPr="009F36D3">
        <w:t xml:space="preserve"> </w:t>
      </w:r>
      <w:r w:rsidRPr="009F36D3">
        <w:rPr>
          <w:cs/>
          <w:lang w:bidi="bn-IN"/>
        </w:rPr>
        <w:t>করে হযরতের হাত ধরলেন। তিনি তাকে জড়িয়ে</w:t>
      </w:r>
      <w:r w:rsidRPr="009F36D3">
        <w:t xml:space="preserve"> </w:t>
      </w:r>
      <w:r w:rsidRPr="009F36D3">
        <w:rPr>
          <w:cs/>
          <w:lang w:bidi="bn-IN"/>
        </w:rPr>
        <w:t xml:space="preserve">ধরলেন এবং তাকে তার পাশে বসালেন এবং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সাক্ষ্য দিচ্ছি আপনি সত্যবাদী</w:t>
      </w:r>
      <w:r w:rsidRPr="009F36D3">
        <w:t xml:space="preserve">, </w:t>
      </w:r>
      <w:r w:rsidRPr="009F36D3">
        <w:rPr>
          <w:cs/>
          <w:lang w:bidi="bn-IN"/>
        </w:rPr>
        <w:t>এবং আপনার পিতা এবং</w:t>
      </w:r>
      <w:r w:rsidRPr="009F36D3">
        <w:t xml:space="preserve"> </w:t>
      </w:r>
      <w:r w:rsidRPr="009F36D3">
        <w:rPr>
          <w:cs/>
          <w:lang w:bidi="bn-IN"/>
        </w:rPr>
        <w:t>দাদারাও সত্যবাদী ছিলেন। যখন আপনি এসেছিলেন আমি</w:t>
      </w:r>
      <w:r w:rsidRPr="009F36D3">
        <w:t xml:space="preserve"> </w:t>
      </w:r>
      <w:r w:rsidRPr="009F36D3">
        <w:rPr>
          <w:cs/>
          <w:lang w:bidi="bn-IN"/>
        </w:rPr>
        <w:t>ছিলাম আপনার প্রতি সবচেয়ে কঠোর ব্যক্তি রাগের কারণে।</w:t>
      </w:r>
      <w:r w:rsidRPr="009F36D3">
        <w:t xml:space="preserve"> </w:t>
      </w:r>
      <w:r w:rsidRPr="009F36D3">
        <w:rPr>
          <w:cs/>
          <w:lang w:bidi="bn-IN"/>
        </w:rPr>
        <w:t>আপনি যেভাবে আমার সাথে কথা বললেন এবং আমার সাথে</w:t>
      </w:r>
      <w:r w:rsidRPr="009F36D3">
        <w:t xml:space="preserve"> </w:t>
      </w:r>
      <w:r w:rsidRPr="009F36D3">
        <w:rPr>
          <w:cs/>
          <w:lang w:bidi="bn-IN"/>
        </w:rPr>
        <w:t>হাত মেলালেন তাতে রাগের অনুভুতি আমার অন্তর</w:t>
      </w:r>
      <w:r w:rsidRPr="009F36D3">
        <w:t xml:space="preserve"> </w:t>
      </w:r>
      <w:r w:rsidRPr="009F36D3">
        <w:rPr>
          <w:cs/>
          <w:lang w:bidi="bn-IN"/>
        </w:rPr>
        <w:t>থেকে চলে</w:t>
      </w:r>
      <w:r w:rsidRPr="009F36D3">
        <w:t xml:space="preserve"> </w:t>
      </w:r>
      <w:r w:rsidRPr="009F36D3">
        <w:rPr>
          <w:cs/>
          <w:lang w:bidi="bn-IN"/>
        </w:rPr>
        <w:t>গেছে এবং আমি আপনার উপর সন্তষ্ট</w:t>
      </w:r>
      <w:r w:rsidRPr="009F36D3">
        <w:t xml:space="preserve"> </w:t>
      </w:r>
      <w:r w:rsidRPr="009F36D3">
        <w:rPr>
          <w:cs/>
          <w:lang w:bidi="bn-IN"/>
        </w:rPr>
        <w:t>হয়ে গেছি।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তিনি</w:t>
      </w:r>
      <w:r w:rsidRPr="009F36D3">
        <w:t xml:space="preserve"> </w:t>
      </w:r>
      <w:r w:rsidRPr="009F36D3">
        <w:rPr>
          <w:cs/>
          <w:lang w:bidi="bn-IN"/>
        </w:rPr>
        <w:t xml:space="preserve">কিছু সময় চুপ থেকে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 আপনাকে আব্বাস ও</w:t>
      </w:r>
      <w:r w:rsidRPr="009F36D3">
        <w:t xml:space="preserve"> </w:t>
      </w:r>
      <w:r w:rsidRPr="009F36D3">
        <w:rPr>
          <w:cs/>
          <w:lang w:bidi="bn-IN"/>
        </w:rPr>
        <w:t>অন্যান্যদের সম্পর্কে কিছু জিজ্ঞেস করতে চাই। কিসের ভিত্তিতে</w:t>
      </w:r>
      <w:r w:rsidRPr="009F36D3">
        <w:t xml:space="preserve"> </w:t>
      </w:r>
      <w:r w:rsidRPr="009F36D3">
        <w:rPr>
          <w:cs/>
          <w:lang w:bidi="bn-IN"/>
        </w:rPr>
        <w:t>আলী নবীর (সাঃ) চাচা আব্বাসের চাইতে নবীর (সাঃ)</w:t>
      </w:r>
      <w:r w:rsidRPr="009F36D3">
        <w:t xml:space="preserve"> </w:t>
      </w:r>
      <w:r w:rsidRPr="009F36D3">
        <w:rPr>
          <w:cs/>
          <w:lang w:bidi="bn-IN"/>
        </w:rPr>
        <w:t>উত্তরাধিকারী হওয়ার ক্ষেত্রে অগ্রাধিকার রাখে</w:t>
      </w:r>
      <w:r w:rsidRPr="009F36D3">
        <w:t>?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আপনি এ বিষয়ে আমাকে মার্জনা করবেন।</w:t>
      </w:r>
      <w:r w:rsidRPr="009F36D3">
        <w:t xml:space="preserve"> </w:t>
      </w:r>
      <w:r w:rsidRPr="009F36D3">
        <w:rPr>
          <w:cs/>
          <w:lang w:bidi="bn-IN"/>
        </w:rPr>
        <w:t xml:space="preserve">হারুন 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আল্লাহর শপথ</w:t>
      </w:r>
      <w:r w:rsidRPr="009F36D3">
        <w:t xml:space="preserve">, </w:t>
      </w:r>
      <w:r w:rsidRPr="009F36D3">
        <w:rPr>
          <w:cs/>
          <w:lang w:bidi="bn-IN"/>
        </w:rPr>
        <w:t>আমি আপনাকে মার্জনা করবো</w:t>
      </w:r>
      <w:r w:rsidRPr="009F36D3">
        <w:t xml:space="preserve"> </w:t>
      </w:r>
      <w:r w:rsidRPr="009F36D3">
        <w:rPr>
          <w:cs/>
          <w:lang w:bidi="bn-IN"/>
        </w:rPr>
        <w:t>না যতক্ষণ না আপনি আমার উত্তর দিবেন।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যদি আপনি আমাকে মার্জনা না করেন তাহলে</w:t>
      </w:r>
      <w:r w:rsidRPr="009F36D3">
        <w:t xml:space="preserve"> </w:t>
      </w:r>
      <w:r w:rsidRPr="009F36D3">
        <w:rPr>
          <w:cs/>
          <w:lang w:bidi="bn-IN"/>
        </w:rPr>
        <w:t>আমাকে নিরাপত্তা দিন।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 আপনাকে নিরাপত্তার নিশ্চয়তা দিচ্ছি।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অবশ্যই নবী (সাঃ) উত্তরাধিকারী হিসেবে</w:t>
      </w:r>
      <w:r w:rsidRPr="009F36D3">
        <w:t xml:space="preserve"> </w:t>
      </w:r>
      <w:r w:rsidRPr="009F36D3">
        <w:rPr>
          <w:cs/>
          <w:lang w:bidi="bn-IN"/>
        </w:rPr>
        <w:t>তাকে নিয়োগ দেন নি যিনি হিযরত করতে সক্ষম ছিলেন অথচ</w:t>
      </w:r>
      <w:r w:rsidRPr="009F36D3">
        <w:t xml:space="preserve"> </w:t>
      </w:r>
      <w:r w:rsidRPr="009F36D3">
        <w:rPr>
          <w:cs/>
          <w:lang w:bidi="bn-IN"/>
        </w:rPr>
        <w:t>হিযরত করেন নি। নিশ্চয়ই আপনার পিতা তাদের মাঝে ছিলো</w:t>
      </w:r>
      <w:r w:rsidRPr="009F36D3">
        <w:t xml:space="preserve"> </w:t>
      </w:r>
      <w:r w:rsidRPr="009F36D3">
        <w:rPr>
          <w:cs/>
          <w:lang w:bidi="bn-IN"/>
        </w:rPr>
        <w:t>যারা ঈমান এনেছিলো অথচ হিযরত করেন নি এবং আলী ঈমান</w:t>
      </w:r>
      <w:r w:rsidRPr="009F36D3">
        <w:t xml:space="preserve"> </w:t>
      </w:r>
      <w:r w:rsidRPr="009F36D3">
        <w:rPr>
          <w:cs/>
          <w:lang w:bidi="bn-IN"/>
        </w:rPr>
        <w:t>এনেছিলো এবং হিযরতও করেছিলো। আল্লাহ বলেন :</w:t>
      </w:r>
    </w:p>
    <w:p w:rsidR="005A057D" w:rsidRPr="00AA6375" w:rsidRDefault="00911CE5" w:rsidP="00B06DC9">
      <w:pPr>
        <w:pStyle w:val="libAie"/>
      </w:pPr>
      <w:r w:rsidRPr="00911CE5">
        <w:rPr>
          <w:rStyle w:val="libAlaemChar"/>
        </w:rPr>
        <w:lastRenderedPageBreak/>
        <w:t>)</w:t>
      </w:r>
      <w:r w:rsidR="005A057D" w:rsidRPr="00B06DC9">
        <w:rPr>
          <w:rFonts w:hint="cs"/>
          <w:rtl/>
        </w:rPr>
        <w:t>وَالَّذِينَ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آمَنُوا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وَلَمْ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يُهَاجِرُوا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لَكُمْ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وَلَايَتِهِمْ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شَيْءٍ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حَتَّى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يُهَاجِرُوا</w:t>
      </w:r>
      <w:r w:rsidRPr="00911CE5">
        <w:rPr>
          <w:rStyle w:val="libAlaemChar"/>
        </w:rPr>
        <w:t>(</w:t>
      </w:r>
    </w:p>
    <w:p w:rsidR="00911CE5" w:rsidRDefault="00911CE5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আর যারা ঈমান এনেছে কিন্তু হিজরত করে নি তাদের ব্যাপারে</w:t>
      </w:r>
      <w:r w:rsidRPr="009F36D3">
        <w:t xml:space="preserve"> </w:t>
      </w:r>
      <w:r w:rsidRPr="009F36D3">
        <w:rPr>
          <w:cs/>
          <w:lang w:bidi="bn-IN"/>
        </w:rPr>
        <w:t>তোমাদের কোন অভিভাবকত্বের দায়িত্ব নেই যতক্ষণ পর্যন্ত তারা</w:t>
      </w:r>
      <w:r w:rsidRPr="009F36D3">
        <w:t xml:space="preserve"> </w:t>
      </w:r>
      <w:r w:rsidRPr="009F36D3">
        <w:rPr>
          <w:cs/>
          <w:lang w:bidi="bn-IN"/>
        </w:rPr>
        <w:t>হিজরত না করে।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আনফালঃ ৭২)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হারুন ফ্যাকাশে হয়ে গেলো এবং বললো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কিসের ভিত্তিতে</w:t>
      </w:r>
      <w:r w:rsidRPr="009F36D3">
        <w:t xml:space="preserve"> </w:t>
      </w:r>
      <w:r w:rsidRPr="009F36D3">
        <w:rPr>
          <w:cs/>
          <w:lang w:bidi="bn-IN"/>
        </w:rPr>
        <w:t>আপনি নবীর সাথে সম্পর্ক দাবী করেন এবং আলীর সাথে নয়</w:t>
      </w:r>
      <w:r w:rsidRPr="009F36D3">
        <w:t xml:space="preserve"> </w:t>
      </w:r>
      <w:r w:rsidRPr="009F36D3">
        <w:rPr>
          <w:cs/>
          <w:lang w:bidi="bn-IN"/>
        </w:rPr>
        <w:t>অথচ আলী ছিলেন আপনার পিতা এবং নবী ছিলেন আপনার</w:t>
      </w:r>
      <w:r w:rsidRPr="009F36D3">
        <w:t xml:space="preserve"> </w:t>
      </w:r>
      <w:r w:rsidRPr="009F36D3">
        <w:rPr>
          <w:cs/>
          <w:lang w:bidi="bn-IN"/>
        </w:rPr>
        <w:t>নানা!</w:t>
      </w:r>
      <w:r w:rsidRPr="009F36D3">
        <w:t>?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নিশ্চয়ই আল্লাহ ঈসা ইবনে মরিয়মকে তার</w:t>
      </w:r>
      <w:r w:rsidRPr="009F36D3">
        <w:t xml:space="preserve"> </w:t>
      </w:r>
      <w:r w:rsidRPr="009F36D3">
        <w:rPr>
          <w:cs/>
          <w:lang w:bidi="bn-IN"/>
        </w:rPr>
        <w:t>খালিল হযরত ইবরাহিমের সাথে সম্পর্কিত করেছেন ঈসার মা-</w:t>
      </w:r>
      <w:r w:rsidRPr="009F36D3">
        <w:t xml:space="preserve"> </w:t>
      </w:r>
      <w:r w:rsidRPr="009F36D3">
        <w:rPr>
          <w:cs/>
          <w:lang w:bidi="bn-IN"/>
        </w:rPr>
        <w:t>এর মাধ্যমে যিনি ছিলেন কুমারী। যেভাবে আল্লাহ বলেন :</w:t>
      </w:r>
      <w:r w:rsidRPr="009F36D3">
        <w:t xml:space="preserve"> </w:t>
      </w:r>
    </w:p>
    <w:p w:rsidR="005A057D" w:rsidRPr="00AA6375" w:rsidRDefault="00911CE5" w:rsidP="00B06DC9">
      <w:pPr>
        <w:pStyle w:val="libAie"/>
      </w:pPr>
      <w:r w:rsidRPr="00911CE5">
        <w:rPr>
          <w:rStyle w:val="libAlaemChar"/>
        </w:rPr>
        <w:t>)</w:t>
      </w:r>
      <w:r w:rsidR="005A057D" w:rsidRPr="00B06DC9">
        <w:rPr>
          <w:rFonts w:hint="cs"/>
          <w:rtl/>
        </w:rPr>
        <w:t>وَوَهَبْنَا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إِسْحَاقَ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وَيَعْقُوبَ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كُلًّا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هَدَيْنَا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وَنُوحًا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هَدَيْنَا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قَبْلُ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وَمِنْ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ذُرِّيَّتِهِ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دَاوُودَ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وَسُلَيْمَانَ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وَأَيُّوبَ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وَيُوسُفَ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وَمُوسَى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</w:t>
      </w:r>
      <w:r w:rsidR="005A057D" w:rsidRPr="00B06DC9">
        <w:rPr>
          <w:rtl/>
        </w:rPr>
        <w:t>هَارُون</w:t>
      </w:r>
      <w:r w:rsidR="005A057D" w:rsidRPr="00B06DC9">
        <w:rPr>
          <w:rFonts w:hint="cs"/>
          <w:rtl/>
        </w:rPr>
        <w:t>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وَكَذَلِكَ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نَجْزِي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الْمُحْسِنِينَ</w:t>
      </w:r>
      <w:r w:rsidR="005A057D" w:rsidRPr="00AA6375">
        <w:rPr>
          <w:rtl/>
        </w:rPr>
        <w:t xml:space="preserve"> (84) </w:t>
      </w:r>
      <w:r w:rsidR="005A057D" w:rsidRPr="00B06DC9">
        <w:rPr>
          <w:rFonts w:hint="cs"/>
          <w:rtl/>
        </w:rPr>
        <w:t>وَزَكَرِيَّا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وَيَحْيَى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وَعِيسَى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وَإِلْيَاسَ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كُلٌّ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مِنَ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الصَّالِحِينَ</w:t>
      </w:r>
      <w:r w:rsidRPr="00911CE5">
        <w:rPr>
          <w:rStyle w:val="libAlaemChar"/>
        </w:rPr>
        <w:t>(</w:t>
      </w:r>
    </w:p>
    <w:p w:rsidR="00911CE5" w:rsidRDefault="00911CE5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আর আমি তাকে দান করেছিলাম ইসহাক ও ইয়া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কুব</w:t>
      </w:r>
      <w:r w:rsidRPr="009F36D3">
        <w:t>,</w:t>
      </w:r>
      <w:r w:rsidRPr="009F36D3">
        <w:rPr>
          <w:cs/>
          <w:lang w:bidi="bn-IN"/>
        </w:rPr>
        <w:t xml:space="preserve"> তাদের প্রত্যেককে</w:t>
      </w:r>
      <w:r w:rsidRPr="009F36D3">
        <w:t xml:space="preserve"> </w:t>
      </w:r>
      <w:r w:rsidRPr="009F36D3">
        <w:rPr>
          <w:cs/>
          <w:lang w:bidi="bn-IN"/>
        </w:rPr>
        <w:t>সৎপথে পরিচালিত করেছিলাম</w:t>
      </w:r>
      <w:r w:rsidRPr="009F36D3">
        <w:t xml:space="preserve">; </w:t>
      </w:r>
      <w:r w:rsidRPr="009F36D3">
        <w:rPr>
          <w:cs/>
          <w:lang w:bidi="bn-IN"/>
        </w:rPr>
        <w:t>এর আগে নূহকেও সৎপথে পরিচালিত</w:t>
      </w:r>
      <w:r w:rsidRPr="009F36D3">
        <w:t xml:space="preserve"> </w:t>
      </w:r>
      <w:r w:rsidRPr="009F36D3">
        <w:rPr>
          <w:cs/>
          <w:lang w:bidi="bn-IN"/>
        </w:rPr>
        <w:t>করেছিলাম এবং তার বংশধর দাউদ</w:t>
      </w:r>
      <w:r w:rsidRPr="009F36D3">
        <w:t xml:space="preserve">, </w:t>
      </w:r>
      <w:r w:rsidRPr="009F36D3">
        <w:rPr>
          <w:cs/>
          <w:lang w:bidi="bn-IN"/>
        </w:rPr>
        <w:t>সুলায়মান ও আইউব</w:t>
      </w:r>
      <w:r w:rsidRPr="009F36D3">
        <w:t xml:space="preserve">, </w:t>
      </w:r>
      <w:r w:rsidRPr="009F36D3">
        <w:rPr>
          <w:cs/>
          <w:lang w:bidi="bn-IN"/>
        </w:rPr>
        <w:t>ইউসুফ</w:t>
      </w:r>
      <w:r w:rsidRPr="009F36D3">
        <w:t>,</w:t>
      </w:r>
      <w:r w:rsidRPr="009F36D3">
        <w:rPr>
          <w:cs/>
          <w:lang w:bidi="bn-IN"/>
        </w:rPr>
        <w:t xml:space="preserve"> মূসা</w:t>
      </w:r>
      <w:r w:rsidRPr="009F36D3">
        <w:t xml:space="preserve"> </w:t>
      </w:r>
      <w:r w:rsidRPr="009F36D3">
        <w:rPr>
          <w:cs/>
          <w:lang w:bidi="bn-IN"/>
        </w:rPr>
        <w:t>ও হারুনকেও</w:t>
      </w:r>
      <w:r w:rsidRPr="009F36D3">
        <w:t xml:space="preserve">; </w:t>
      </w:r>
      <w:r w:rsidRPr="009F36D3">
        <w:rPr>
          <w:cs/>
          <w:lang w:bidi="bn-IN"/>
        </w:rPr>
        <w:t>আর এইভাবেই সৎকমপরায়ণদেরকে পুরুস্কৃত করি। এবং</w:t>
      </w:r>
      <w:r w:rsidRPr="009F36D3">
        <w:t xml:space="preserve"> </w:t>
      </w:r>
      <w:r w:rsidRPr="009F36D3">
        <w:rPr>
          <w:cs/>
          <w:lang w:bidi="bn-IN"/>
        </w:rPr>
        <w:t>যাকারিয়া</w:t>
      </w:r>
      <w:r w:rsidRPr="009F36D3">
        <w:t xml:space="preserve">, </w:t>
      </w:r>
      <w:r w:rsidRPr="009F36D3">
        <w:rPr>
          <w:cs/>
          <w:lang w:bidi="bn-IN"/>
        </w:rPr>
        <w:t>ইয়াহইয়া</w:t>
      </w:r>
      <w:r w:rsidRPr="009F36D3">
        <w:t xml:space="preserve">, </w:t>
      </w:r>
      <w:r w:rsidRPr="009F36D3">
        <w:rPr>
          <w:cs/>
          <w:lang w:bidi="bn-IN"/>
        </w:rPr>
        <w:t>ঈসা এবং ইলয়াসকেও সৎপথে পরিচালিত</w:t>
      </w:r>
      <w:r w:rsidRPr="009F36D3">
        <w:t xml:space="preserve"> </w:t>
      </w:r>
      <w:r w:rsidRPr="009F36D3">
        <w:rPr>
          <w:cs/>
          <w:lang w:bidi="bn-IN"/>
        </w:rPr>
        <w:t>করেছিলাম। তারা সকলে সজ্জনদের অন্তর্ভুক্ত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আন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আমঃ ৮৪-৮৫)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এভাবে তিনি ঈসাকে ইবরাহিমের সাথে সম্পর্কিত করেছেন</w:t>
      </w:r>
      <w:r w:rsidRPr="009F36D3">
        <w:t xml:space="preserve"> </w:t>
      </w:r>
      <w:r w:rsidRPr="009F36D3">
        <w:rPr>
          <w:cs/>
          <w:lang w:bidi="bn-IN"/>
        </w:rPr>
        <w:t>মরিয়মের মাধ্যমে। ঠিক যেভাবে তিনি সুলাইমান</w:t>
      </w:r>
      <w:r w:rsidRPr="009F36D3">
        <w:t>,</w:t>
      </w:r>
      <w:r w:rsidRPr="009F36D3">
        <w:rPr>
          <w:cs/>
          <w:lang w:bidi="bn-IN"/>
        </w:rPr>
        <w:t xml:space="preserve"> আইয়ুব</w:t>
      </w:r>
      <w:r w:rsidRPr="009F36D3">
        <w:t xml:space="preserve">, </w:t>
      </w:r>
      <w:r w:rsidRPr="009F36D3">
        <w:rPr>
          <w:cs/>
          <w:lang w:bidi="bn-IN"/>
        </w:rPr>
        <w:t>ইউসূফ</w:t>
      </w:r>
      <w:r w:rsidRPr="009F36D3">
        <w:t xml:space="preserve">, </w:t>
      </w:r>
      <w:r w:rsidRPr="009F36D3">
        <w:rPr>
          <w:cs/>
          <w:lang w:bidi="bn-IN"/>
        </w:rPr>
        <w:t>মূসা ও হারুনকে তাদের পিতা ও মাতার সাথে সম্পর্কিত</w:t>
      </w:r>
      <w:r w:rsidRPr="009F36D3">
        <w:t xml:space="preserve"> </w:t>
      </w:r>
      <w:r w:rsidRPr="009F36D3">
        <w:rPr>
          <w:cs/>
          <w:lang w:bidi="bn-IN"/>
        </w:rPr>
        <w:t>করেছেন। ঈসার মর্যাদা তার মাঝে এসেছে তার মায়ের দিক</w:t>
      </w:r>
      <w:r w:rsidRPr="009F36D3">
        <w:t xml:space="preserve"> </w:t>
      </w:r>
      <w:r w:rsidRPr="009F36D3">
        <w:rPr>
          <w:cs/>
          <w:lang w:bidi="bn-IN"/>
        </w:rPr>
        <w:t>থেকে অন্য কোন ব্যক্তি ছাড়াই</w:t>
      </w:r>
      <w:r w:rsidRPr="009F36D3">
        <w:t xml:space="preserve">; </w:t>
      </w:r>
      <w:r w:rsidRPr="009F36D3">
        <w:rPr>
          <w:cs/>
          <w:lang w:bidi="bn-IN"/>
        </w:rPr>
        <w:t>কোরআনে এসেছে :</w:t>
      </w:r>
      <w:r w:rsidRPr="009F36D3">
        <w:t xml:space="preserve"> </w:t>
      </w:r>
    </w:p>
    <w:p w:rsidR="005A057D" w:rsidRPr="00AA6375" w:rsidRDefault="00911CE5" w:rsidP="00B06DC9">
      <w:pPr>
        <w:pStyle w:val="libAie"/>
      </w:pPr>
      <w:r w:rsidRPr="00911CE5">
        <w:rPr>
          <w:rStyle w:val="libAlaemChar"/>
        </w:rPr>
        <w:t>)</w:t>
      </w:r>
      <w:r w:rsidR="005A057D" w:rsidRPr="00B06DC9">
        <w:rPr>
          <w:rFonts w:hint="cs"/>
          <w:rtl/>
        </w:rPr>
        <w:t>وَإِذْ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قَالَتِ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الْمَلَائِكَةُ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يَامَرْيَمُ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إِنَّ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اللَّهَ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اص</w:t>
      </w:r>
      <w:r w:rsidR="005A057D" w:rsidRPr="00B06DC9">
        <w:rPr>
          <w:rtl/>
        </w:rPr>
        <w:t>ْطَفَاك</w:t>
      </w:r>
      <w:r w:rsidR="005A057D" w:rsidRPr="00B06DC9">
        <w:rPr>
          <w:rFonts w:hint="cs"/>
          <w:rtl/>
        </w:rPr>
        <w:t>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وَطَهَّرَكِ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وَاصْطَفَاكِ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عَلَى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نِسَاءِ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الْعَالَمِينَ</w:t>
      </w:r>
      <w:r w:rsidRPr="00911CE5">
        <w:rPr>
          <w:rStyle w:val="libAlaemChar"/>
        </w:rPr>
        <w:t>(</w:t>
      </w:r>
    </w:p>
    <w:p w:rsidR="00911CE5" w:rsidRDefault="00911CE5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এবং যখন ফেরেশতারা বললো</w:t>
      </w:r>
      <w:r w:rsidRPr="009F36D3">
        <w:t xml:space="preserve">, </w:t>
      </w:r>
      <w:r w:rsidRPr="009F36D3">
        <w:rPr>
          <w:cs/>
          <w:lang w:bidi="bn-IN"/>
        </w:rPr>
        <w:t>হে মরিয়ম</w:t>
      </w:r>
      <w:r w:rsidRPr="009F36D3">
        <w:t xml:space="preserve">, </w:t>
      </w:r>
      <w:r w:rsidRPr="009F36D3">
        <w:rPr>
          <w:cs/>
          <w:lang w:bidi="bn-IN"/>
        </w:rPr>
        <w:t>নিশ্চয়ই আল্লাহ তোমাকে</w:t>
      </w:r>
      <w:r w:rsidRPr="009F36D3">
        <w:t xml:space="preserve"> </w:t>
      </w:r>
      <w:r w:rsidRPr="009F36D3">
        <w:rPr>
          <w:cs/>
          <w:lang w:bidi="bn-IN"/>
        </w:rPr>
        <w:t>নির্বাচিত করেছেন এবং পবিত্র করেছেন এবং তিনি তোমাকে পৃথিবীর</w:t>
      </w:r>
      <w:r w:rsidRPr="009F36D3">
        <w:t xml:space="preserve"> </w:t>
      </w:r>
      <w:r w:rsidRPr="009F36D3">
        <w:rPr>
          <w:cs/>
          <w:lang w:bidi="bn-IN"/>
        </w:rPr>
        <w:t>মহিলাদের উপর বাছাই করেছেন (ঈসার কারণে)।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সূরা আলে ইমরানঃ ৪২)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তাই একইভাবে আল্লাহ ফাতেমাকে বাছাই করেছেন</w:t>
      </w:r>
      <w:r w:rsidRPr="009F36D3">
        <w:t xml:space="preserve">, </w:t>
      </w:r>
      <w:r w:rsidRPr="009F36D3">
        <w:rPr>
          <w:cs/>
          <w:lang w:bidi="bn-IN"/>
        </w:rPr>
        <w:t>তাকে পবিত্র</w:t>
      </w:r>
      <w:r w:rsidRPr="009F36D3">
        <w:t xml:space="preserve"> </w:t>
      </w:r>
      <w:r w:rsidRPr="009F36D3">
        <w:rPr>
          <w:cs/>
          <w:lang w:bidi="bn-IN"/>
        </w:rPr>
        <w:t>করেছেন এবং তাকে পৃথিবীর সব মহিলার উপর শ্রেষ্ঠ বানিয়েছেন হাসান</w:t>
      </w:r>
      <w:r w:rsidRPr="009F36D3">
        <w:t xml:space="preserve"> </w:t>
      </w:r>
      <w:r w:rsidRPr="009F36D3">
        <w:rPr>
          <w:cs/>
          <w:lang w:bidi="bn-IN"/>
        </w:rPr>
        <w:t>ও হোসেইনের জন্য</w:t>
      </w:r>
      <w:r w:rsidRPr="009F36D3">
        <w:t xml:space="preserve">, </w:t>
      </w:r>
      <w:r w:rsidRPr="009F36D3">
        <w:rPr>
          <w:cs/>
          <w:lang w:bidi="bn-IN"/>
        </w:rPr>
        <w:t>যারা বেহেস্তের দুই যুবক সর্দার।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911CE5" w:rsidRDefault="00911CE5" w:rsidP="006E1E70">
      <w:r>
        <w:br w:type="page"/>
      </w:r>
    </w:p>
    <w:p w:rsidR="005A057D" w:rsidRPr="009F36D3" w:rsidRDefault="005A057D" w:rsidP="00911CE5">
      <w:pPr>
        <w:pStyle w:val="Heading2Center"/>
      </w:pPr>
      <w:bookmarkStart w:id="17" w:name="_Toc451691932"/>
      <w:r w:rsidRPr="009F36D3">
        <w:rPr>
          <w:cs/>
          <w:lang w:bidi="bn-IN"/>
        </w:rPr>
        <w:lastRenderedPageBreak/>
        <w:t>মাহদী (আঃ) আলীর (আঃ) বংশ থেকে</w:t>
      </w:r>
      <w:bookmarkEnd w:id="17"/>
      <w:r w:rsidRPr="009F36D3">
        <w:t xml:space="preserve"> </w:t>
      </w:r>
    </w:p>
    <w:p w:rsidR="00911CE5" w:rsidRDefault="00911CE5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৪৯৪ পৃষ্ঠায় খাওয়ারাযমীর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মানাক্বেব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(যার শেষ বর্ণনাকারী সাবেত ইবনে দিনার) যিনি সাইদ</w:t>
      </w:r>
      <w:r w:rsidRPr="009F36D3">
        <w:t xml:space="preserve"> </w:t>
      </w:r>
      <w:r w:rsidRPr="009F36D3">
        <w:rPr>
          <w:cs/>
          <w:lang w:bidi="bn-IN"/>
        </w:rPr>
        <w:t>ইবনে জুবাইর থেকে এবং তিনি ইবনে আব্বাস (রাঃ) থেকে যিনি বলেছেন</w:t>
      </w:r>
      <w:r w:rsidRPr="009F36D3">
        <w:t xml:space="preserve"> </w:t>
      </w:r>
      <w:r w:rsidRPr="009F36D3">
        <w:rPr>
          <w:cs/>
          <w:lang w:bidi="bn-IN"/>
        </w:rPr>
        <w:t>: রাসূলুল্লাহ (সাঃ)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নিশ্চয়ই আলী আমার পরে আমার উম্মতের ইমাম এবং তার</w:t>
      </w:r>
      <w:r w:rsidRPr="009F36D3">
        <w:t xml:space="preserve"> </w:t>
      </w:r>
      <w:r w:rsidRPr="009F36D3">
        <w:rPr>
          <w:cs/>
          <w:lang w:bidi="bn-IN"/>
        </w:rPr>
        <w:t xml:space="preserve">সন্তাদের মাঝ থেকে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আসবে</w:t>
      </w:r>
      <w:r w:rsidRPr="009F36D3">
        <w:t xml:space="preserve">, </w:t>
      </w:r>
      <w:r w:rsidRPr="009F36D3">
        <w:rPr>
          <w:cs/>
          <w:lang w:bidi="bn-IN"/>
        </w:rPr>
        <w:t>এবং যখন সে আবির্ভূত</w:t>
      </w:r>
      <w:r w:rsidRPr="009F36D3">
        <w:t xml:space="preserve"> </w:t>
      </w:r>
      <w:r w:rsidRPr="009F36D3">
        <w:rPr>
          <w:cs/>
          <w:lang w:bidi="bn-IN"/>
        </w:rPr>
        <w:t>হবে সে পৃথিবীকে ন্যায়বিচারে ও ইনসাফে পূর্ণ করে দিবে</w:t>
      </w:r>
      <w:r w:rsidRPr="009F36D3">
        <w:t xml:space="preserve"> </w:t>
      </w:r>
      <w:r w:rsidRPr="009F36D3">
        <w:rPr>
          <w:cs/>
          <w:lang w:bidi="bn-IN"/>
        </w:rPr>
        <w:t>যেভাবে তা নিষ্ঠুরতা ও নিপীড়নে পূর্ণ ছিলো।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তার প্রথম অধ্যায়ে আবু দাউদের</w:t>
      </w:r>
      <w:r w:rsidRPr="009F36D3">
        <w:t xml:space="preserve"> </w:t>
      </w:r>
      <w:r w:rsidRPr="009F36D3">
        <w:rPr>
          <w:cs/>
          <w:lang w:bidi="bn-IN"/>
        </w:rPr>
        <w:t>সুনান</w:t>
      </w:r>
      <w:r w:rsidRPr="009F36D3">
        <w:t>,</w:t>
      </w:r>
      <w:r w:rsidRPr="009F36D3">
        <w:rPr>
          <w:cs/>
          <w:lang w:bidi="bn-IN"/>
        </w:rPr>
        <w:t xml:space="preserve"> তিরমিযীর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জাম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নাসাঈর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যারা ইবনে ইসহাক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আলী (আঃ) তার সন্তান হোসেইনের দিকে</w:t>
      </w:r>
      <w:r w:rsidRPr="009F36D3">
        <w:t xml:space="preserve"> </w:t>
      </w:r>
      <w:r w:rsidRPr="009F36D3">
        <w:rPr>
          <w:cs/>
          <w:lang w:bidi="bn-IN"/>
        </w:rPr>
        <w:t>তাকালেন এবং বললেন : নিশ্চয়ই আমার সন্তান</w:t>
      </w:r>
      <w:r w:rsidRPr="009F36D3">
        <w:t xml:space="preserve"> </w:t>
      </w:r>
      <w:r w:rsidRPr="009F36D3">
        <w:rPr>
          <w:cs/>
          <w:lang w:bidi="bn-IN"/>
        </w:rPr>
        <w:t>একজন সাইয়্যেদ</w:t>
      </w:r>
      <w:r w:rsidRPr="009F36D3">
        <w:t xml:space="preserve"> (</w:t>
      </w:r>
      <w:r w:rsidRPr="009F36D3">
        <w:rPr>
          <w:cs/>
          <w:lang w:bidi="bn-IN"/>
        </w:rPr>
        <w:t>সর্দার) যেভাবে নবী (সাঃ) তাকে নাম দিয়েছেন। খুব শীঘ্রই সে তার পিঠ</w:t>
      </w:r>
      <w:r w:rsidRPr="009F36D3">
        <w:t xml:space="preserve"> </w:t>
      </w:r>
      <w:r w:rsidRPr="009F36D3">
        <w:rPr>
          <w:cs/>
          <w:lang w:bidi="bn-IN"/>
        </w:rPr>
        <w:t>থেকে আবির্ভূত হবে। যার নাম হবে নবীর (সাঃ) নামের মত। সৃষ্টিতে সে</w:t>
      </w:r>
      <w:r w:rsidRPr="009F36D3">
        <w:t xml:space="preserve"> </w:t>
      </w:r>
      <w:r w:rsidRPr="009F36D3">
        <w:rPr>
          <w:cs/>
          <w:lang w:bidi="bn-IN"/>
        </w:rPr>
        <w:t>নবীর (সাঃ) মতই কিন্তু নৈতিক চরিত্রে সে সেরকম নয়। সে পৃথিবীকে</w:t>
      </w:r>
      <w:r w:rsidRPr="009F36D3">
        <w:t xml:space="preserve"> </w:t>
      </w:r>
      <w:r w:rsidRPr="009F36D3">
        <w:rPr>
          <w:cs/>
          <w:lang w:bidi="bn-IN"/>
        </w:rPr>
        <w:t>ন্যায়বিচারে পূর্ণ করে দিবে।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দ্বিতীয় অধ্যায়ে লেখক বায়হাক্বীর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বাআস ওয়া</w:t>
      </w:r>
      <w:r w:rsidRPr="009F36D3">
        <w:t xml:space="preserve"> </w:t>
      </w:r>
      <w:r w:rsidRPr="009F36D3">
        <w:rPr>
          <w:cs/>
          <w:lang w:bidi="bn-IN"/>
        </w:rPr>
        <w:t>নুশুর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একই ধরনের একটি হাদীস এনেছেন</w:t>
      </w:r>
      <w:r w:rsidRPr="009F36D3">
        <w:t xml:space="preserve">, </w:t>
      </w:r>
      <w:r w:rsidRPr="009F36D3">
        <w:rPr>
          <w:cs/>
          <w:lang w:bidi="bn-IN"/>
        </w:rPr>
        <w:t>যেখানে আলী (আঃ)</w:t>
      </w:r>
      <w:r w:rsidRPr="009F36D3">
        <w:t xml:space="preserve"> </w:t>
      </w:r>
      <w:r w:rsidRPr="009F36D3">
        <w:rPr>
          <w:cs/>
          <w:lang w:bidi="bn-IN"/>
        </w:rPr>
        <w:t xml:space="preserve">বলেছেন যে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আচার স্বভাবে</w:t>
      </w:r>
      <w:r w:rsidRPr="009F36D3">
        <w:t xml:space="preserve"> </w:t>
      </w:r>
      <w:r w:rsidRPr="009F36D3">
        <w:rPr>
          <w:cs/>
          <w:lang w:bidi="bn-IN"/>
        </w:rPr>
        <w:t>সে নবীর মত নয়।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এছাড়া ঐ বইয়ের দ্বিতীয় অধ্যায়ে লেখক লিখেছেন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আবু ওয়ায়েল</w:t>
      </w:r>
      <w:r w:rsidRPr="009F36D3">
        <w:t xml:space="preserve"> </w:t>
      </w:r>
      <w:r w:rsidRPr="009F36D3">
        <w:rPr>
          <w:cs/>
          <w:lang w:bidi="bn-IN"/>
        </w:rPr>
        <w:t xml:space="preserve">বলেছেন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আলী তার ছেলে হোসেইনের দিকে তাকালেন ও বললেন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নিশ্চয়ই আমার সন্তান</w:t>
      </w:r>
      <w:r w:rsidRPr="009F36D3">
        <w:t xml:space="preserve"> </w:t>
      </w:r>
      <w:r w:rsidRPr="009F36D3">
        <w:rPr>
          <w:cs/>
          <w:lang w:bidi="bn-IN"/>
        </w:rPr>
        <w:t>একজন সাইয়্যেদ (সর্দার) যেভাবে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তাকে নাম দিয়েছেন। খুব শীঘ্রই এক ব্যক্তি</w:t>
      </w:r>
      <w:r w:rsidRPr="009F36D3">
        <w:t xml:space="preserve">, </w:t>
      </w:r>
      <w:r w:rsidRPr="009F36D3">
        <w:rPr>
          <w:cs/>
          <w:lang w:bidi="bn-IN"/>
        </w:rPr>
        <w:t>যার নাম হবে নবীর নামের মত</w:t>
      </w:r>
      <w:r w:rsidRPr="009F36D3">
        <w:t xml:space="preserve">, </w:t>
      </w:r>
      <w:r w:rsidRPr="009F36D3">
        <w:rPr>
          <w:cs/>
          <w:lang w:bidi="bn-IN"/>
        </w:rPr>
        <w:t>আবির্ভূত হবে হোসেইনের পিঠ</w:t>
      </w:r>
      <w:r w:rsidRPr="009F36D3">
        <w:t xml:space="preserve"> </w:t>
      </w:r>
      <w:r w:rsidRPr="009F36D3">
        <w:rPr>
          <w:cs/>
          <w:lang w:bidi="bn-IN"/>
        </w:rPr>
        <w:t>থেকে। সে আবির্ভূত হবে যখন জনগণ থাকবে অবহেলায়</w:t>
      </w:r>
      <w:r w:rsidRPr="009F36D3">
        <w:t xml:space="preserve"> </w:t>
      </w:r>
      <w:r w:rsidRPr="009F36D3">
        <w:rPr>
          <w:cs/>
          <w:lang w:bidi="bn-IN"/>
        </w:rPr>
        <w:t>নিমজ্জিত ও অসচেতন। এমন এক সময় যখন সত্য থাকবে মৃত</w:t>
      </w:r>
      <w:r w:rsidRPr="009F36D3">
        <w:t xml:space="preserve"> </w:t>
      </w:r>
      <w:r w:rsidRPr="009F36D3">
        <w:rPr>
          <w:cs/>
          <w:lang w:bidi="bn-IN"/>
        </w:rPr>
        <w:t>এবং নিপীড়ন চলবে জোরদার। আকাশ ও পৃথিবীর বাসিন্দারা</w:t>
      </w:r>
      <w:r w:rsidRPr="009F36D3">
        <w:t xml:space="preserve"> </w:t>
      </w:r>
      <w:r w:rsidRPr="009F36D3">
        <w:rPr>
          <w:cs/>
          <w:lang w:bidi="bn-IN"/>
        </w:rPr>
        <w:lastRenderedPageBreak/>
        <w:t>তার আবির্ভাবে উল্লসিত হবে। তার থাকবে এক প্রশস্ত কপাল</w:t>
      </w:r>
      <w:r w:rsidRPr="009F36D3">
        <w:t xml:space="preserve">, </w:t>
      </w:r>
      <w:r w:rsidRPr="009F36D3">
        <w:rPr>
          <w:cs/>
          <w:lang w:bidi="bn-IN"/>
        </w:rPr>
        <w:t>লম্বা নাক</w:t>
      </w:r>
      <w:r w:rsidRPr="009F36D3">
        <w:t xml:space="preserve">, </w:t>
      </w:r>
      <w:r w:rsidRPr="009F36D3">
        <w:rPr>
          <w:cs/>
          <w:lang w:bidi="bn-IN"/>
        </w:rPr>
        <w:t>পশস্ত পেট</w:t>
      </w:r>
      <w:r w:rsidRPr="009F36D3">
        <w:t xml:space="preserve">, </w:t>
      </w:r>
      <w:r w:rsidRPr="009F36D3">
        <w:rPr>
          <w:cs/>
          <w:lang w:bidi="bn-IN"/>
        </w:rPr>
        <w:t>পশস্ত উরু</w:t>
      </w:r>
      <w:r w:rsidRPr="009F36D3">
        <w:t xml:space="preserve">, </w:t>
      </w:r>
      <w:r w:rsidRPr="009F36D3">
        <w:rPr>
          <w:cs/>
          <w:lang w:bidi="bn-IN"/>
        </w:rPr>
        <w:t>তার ডান গালে একটি চিহ্ন</w:t>
      </w:r>
      <w:r w:rsidRPr="009F36D3">
        <w:t xml:space="preserve"> </w:t>
      </w:r>
      <w:r w:rsidRPr="009F36D3">
        <w:rPr>
          <w:cs/>
          <w:lang w:bidi="bn-IN"/>
        </w:rPr>
        <w:t>এবং তার সামনের দাতগুলো পরস্পর ফাকাঁ থাকবে। সে</w:t>
      </w:r>
      <w:r w:rsidRPr="009F36D3">
        <w:t xml:space="preserve"> </w:t>
      </w:r>
      <w:r w:rsidRPr="009F36D3">
        <w:rPr>
          <w:cs/>
          <w:lang w:bidi="bn-IN"/>
        </w:rPr>
        <w:t>পৃথিবীকে ন্যায়বিচারে পূর্ণ করে দিবে যেভাবে তা নিষ্ঠুরতা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ছিলো।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B52D11" w:rsidRPr="006E1E70" w:rsidRDefault="00B52D11" w:rsidP="006E1E70">
      <w:r>
        <w:br w:type="page"/>
      </w:r>
    </w:p>
    <w:p w:rsidR="005A057D" w:rsidRPr="009F36D3" w:rsidRDefault="005A057D" w:rsidP="00B52D11">
      <w:pPr>
        <w:pStyle w:val="Heading2Center"/>
      </w:pPr>
      <w:bookmarkStart w:id="18" w:name="_Toc451691933"/>
      <w:r w:rsidRPr="009F36D3">
        <w:rPr>
          <w:cs/>
          <w:lang w:bidi="bn-IN"/>
        </w:rPr>
        <w:lastRenderedPageBreak/>
        <w:t>মাহদী (আঃ) ফাতেমার (আঃ) বংশ থেকে</w:t>
      </w:r>
      <w:bookmarkEnd w:id="18"/>
      <w:r w:rsidRPr="009F36D3">
        <w:t xml:space="preserve"> </w:t>
      </w:r>
    </w:p>
    <w:p w:rsidR="00B52D11" w:rsidRDefault="00B52D11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আবু দাউদ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র ৪র্থ খণ্ডে ৮৭ পৃষ্ঠায় লিখেছেন : উম্মে</w:t>
      </w:r>
      <w:r w:rsidRPr="009F36D3">
        <w:t xml:space="preserve"> </w:t>
      </w:r>
      <w:r w:rsidRPr="009F36D3">
        <w:rPr>
          <w:cs/>
          <w:lang w:bidi="bn-IN"/>
        </w:rPr>
        <w:t xml:space="preserve">সালামা বলেন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 নবী (সাঃ)-কে বলতে শুনেছি : মাহদী আমার বংশ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ফাতেমার সন্তানদের মাঝ থেকে।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৯৭ পৃষ্ঠায় এবং শেইখ</w:t>
      </w:r>
      <w:r w:rsidRPr="009F36D3">
        <w:t xml:space="preserve"> </w:t>
      </w:r>
      <w:r w:rsidRPr="009F36D3">
        <w:rPr>
          <w:cs/>
          <w:lang w:bidi="bn-IN"/>
        </w:rPr>
        <w:t xml:space="preserve">শাবান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১৪৮ পৃষ্ঠায় এক হাদীস এনেছেন মুসলিম</w:t>
      </w:r>
      <w:r w:rsidRPr="009F36D3">
        <w:t xml:space="preserve">, </w:t>
      </w:r>
      <w:r w:rsidRPr="009F36D3">
        <w:rPr>
          <w:cs/>
          <w:lang w:bidi="bn-IN"/>
        </w:rPr>
        <w:t>আবু দাউদ</w:t>
      </w:r>
      <w:r w:rsidRPr="009F36D3">
        <w:t xml:space="preserve">, </w:t>
      </w:r>
      <w:r w:rsidRPr="009F36D3">
        <w:rPr>
          <w:cs/>
          <w:lang w:bidi="bn-IN"/>
        </w:rPr>
        <w:t>নাসাঈ</w:t>
      </w:r>
      <w:r w:rsidRPr="009F36D3">
        <w:t xml:space="preserve">, </w:t>
      </w:r>
      <w:r w:rsidRPr="009F36D3">
        <w:rPr>
          <w:cs/>
          <w:lang w:bidi="bn-IN"/>
        </w:rPr>
        <w:t>ইবনে মাজাহ ও বায়হাক্বী থেকে।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 xml:space="preserve">র লেখক ৪৩০ পৃষ্ঠায়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মাশকুত আল</w:t>
      </w:r>
      <w:r w:rsidRPr="009F36D3">
        <w:t xml:space="preserve"> </w:t>
      </w:r>
      <w:r w:rsidRPr="009F36D3">
        <w:rPr>
          <w:cs/>
          <w:lang w:bidi="bn-IN"/>
        </w:rPr>
        <w:t>মাসাবিহ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তা আবু দাউদ থেকে এবং তিনি উম্মে সালামা থেকে</w:t>
      </w:r>
      <w:r w:rsidRPr="009F36D3">
        <w:t xml:space="preserve">, </w:t>
      </w:r>
      <w:r w:rsidRPr="009F36D3">
        <w:rPr>
          <w:cs/>
          <w:lang w:bidi="bn-IN"/>
        </w:rPr>
        <w:t xml:space="preserve">যিনি বলেছেন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 রাসূলুল্লাহ (সাঃ) কে বলতে শুনেছি মাহদী আমার</w:t>
      </w:r>
      <w:r w:rsidRPr="009F36D3">
        <w:t xml:space="preserve"> </w:t>
      </w:r>
      <w:r w:rsidRPr="009F36D3">
        <w:rPr>
          <w:cs/>
          <w:lang w:bidi="bn-IN"/>
        </w:rPr>
        <w:t>বংশ থেকে</w:t>
      </w:r>
      <w:r w:rsidRPr="009F36D3">
        <w:t xml:space="preserve">, </w:t>
      </w:r>
      <w:r w:rsidRPr="009F36D3">
        <w:rPr>
          <w:cs/>
          <w:lang w:bidi="bn-IN"/>
        </w:rPr>
        <w:t>ফাতেমার সন্তানদের মাঝ থেকে।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লেখক ২২৩ পৃষ্ঠায় বর্ণনা করেছেন আলী ইবনে</w:t>
      </w:r>
      <w:r w:rsidRPr="009F36D3">
        <w:t xml:space="preserve"> </w:t>
      </w:r>
      <w:r w:rsidRPr="009F36D3">
        <w:rPr>
          <w:cs/>
          <w:lang w:bidi="bn-IN"/>
        </w:rPr>
        <w:t>হাল্লাল থেকে তিনি তার বাবা থেকে</w:t>
      </w:r>
      <w:r w:rsidRPr="009F36D3">
        <w:t xml:space="preserve">, </w:t>
      </w:r>
      <w:r w:rsidRPr="009F36D3">
        <w:rPr>
          <w:cs/>
          <w:lang w:bidi="bn-IN"/>
        </w:rPr>
        <w:t xml:space="preserve">যিনি বলেছেন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এর সাক্ষাত লাভের সম্মান অর্জন করেছিলাম যখন তিনি সুস্থ বোধ</w:t>
      </w:r>
      <w:r w:rsidRPr="009F36D3">
        <w:t xml:space="preserve"> </w:t>
      </w:r>
      <w:r w:rsidRPr="009F36D3">
        <w:rPr>
          <w:cs/>
          <w:lang w:bidi="bn-IN"/>
        </w:rPr>
        <w:t>করছিলেন না এবং ফাতেমা তার পাশে বসে কাঁদছিলেন। তখন রাসূল</w:t>
      </w:r>
      <w:r w:rsidRPr="009F36D3">
        <w:t xml:space="preserve"> (</w:t>
      </w:r>
      <w:r w:rsidRPr="009F36D3">
        <w:rPr>
          <w:cs/>
          <w:lang w:bidi="bn-IN"/>
        </w:rPr>
        <w:t>সাঃ) বললেন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 আমার কন্যা</w:t>
      </w:r>
      <w:r w:rsidRPr="009F36D3">
        <w:t xml:space="preserve">, </w:t>
      </w:r>
      <w:r w:rsidRPr="009F36D3">
        <w:rPr>
          <w:cs/>
          <w:lang w:bidi="bn-IN"/>
        </w:rPr>
        <w:t>কেন তুমি কাঁদছো</w:t>
      </w:r>
      <w:r w:rsidRPr="009F36D3">
        <w:t>?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ভয় পাচ্ছি আপনার পরে আমার উপর বিপদ নেমে আসবে।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রাসূলুল্লাহ (সাঃ)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আমার আদরের কন্যা</w:t>
      </w:r>
      <w:r w:rsidRPr="009F36D3">
        <w:t xml:space="preserve">, </w:t>
      </w:r>
      <w:r w:rsidRPr="009F36D3">
        <w:rPr>
          <w:cs/>
          <w:lang w:bidi="bn-IN"/>
        </w:rPr>
        <w:t>আল্লাহ</w:t>
      </w:r>
      <w:r w:rsidRPr="009F36D3">
        <w:t xml:space="preserve"> </w:t>
      </w:r>
      <w:r w:rsidRPr="009F36D3">
        <w:rPr>
          <w:cs/>
          <w:lang w:bidi="bn-IN"/>
        </w:rPr>
        <w:t>পৃথিবীর অধিবাসীদের উপর দেখাশোনার লাগাম দিয়েছেন।</w:t>
      </w:r>
      <w:r w:rsidRPr="009F36D3">
        <w:t xml:space="preserve"> </w:t>
      </w:r>
      <w:r w:rsidRPr="009F36D3">
        <w:rPr>
          <w:cs/>
          <w:lang w:bidi="bn-IN"/>
        </w:rPr>
        <w:t>এরপর তাদের মধ্যে থেকে তোমার বাবাকে নিয়োগ দিয়েছেন</w:t>
      </w:r>
      <w:r w:rsidRPr="009F36D3">
        <w:t xml:space="preserve"> </w:t>
      </w:r>
      <w:r w:rsidRPr="009F36D3">
        <w:rPr>
          <w:cs/>
          <w:lang w:bidi="bn-IN"/>
        </w:rPr>
        <w:t>এবং তাকে রিসালাত দান করেছেন। এরপর তিনি আরেকটি</w:t>
      </w:r>
      <w:r w:rsidRPr="009F36D3">
        <w:t xml:space="preserve"> </w:t>
      </w:r>
      <w:r w:rsidRPr="009F36D3">
        <w:rPr>
          <w:cs/>
          <w:lang w:bidi="bn-IN"/>
        </w:rPr>
        <w:t>অনুগ্রহ করেছেন। তিনি তোমার স্বামী হিসেবে আলীকে নির্বাচিত</w:t>
      </w:r>
      <w:r w:rsidRPr="009F36D3">
        <w:t xml:space="preserve"> </w:t>
      </w:r>
      <w:r w:rsidRPr="009F36D3">
        <w:rPr>
          <w:cs/>
          <w:lang w:bidi="bn-IN"/>
        </w:rPr>
        <w:t>করেছেন এবং আমার কাছে ওহী পাঠিয়েছেন যেন আমি তোমাকে</w:t>
      </w:r>
      <w:r w:rsidRPr="009F36D3">
        <w:t xml:space="preserve"> </w:t>
      </w:r>
      <w:r w:rsidRPr="009F36D3">
        <w:rPr>
          <w:cs/>
          <w:lang w:bidi="bn-IN"/>
        </w:rPr>
        <w:t>তার কাছে বিয়ে দেই। হে ফাতেমা আমরা এমন এক আহলুল</w:t>
      </w:r>
      <w:r w:rsidRPr="009F36D3">
        <w:t xml:space="preserve"> </w:t>
      </w:r>
      <w:r w:rsidRPr="009F36D3">
        <w:rPr>
          <w:cs/>
          <w:lang w:bidi="bn-IN"/>
        </w:rPr>
        <w:t>বাইত (পরিবার) যে মহান আল্লাহ আমাদের সাতটি জিনিস দান</w:t>
      </w:r>
      <w:r w:rsidRPr="009F36D3">
        <w:t xml:space="preserve"> </w:t>
      </w:r>
      <w:r w:rsidRPr="009F36D3">
        <w:rPr>
          <w:cs/>
          <w:lang w:bidi="bn-IN"/>
        </w:rPr>
        <w:t>করেছেন যা অন্যদের নেই। যারা আমাদের আগে এসেছে তারাও</w:t>
      </w:r>
      <w:r w:rsidRPr="009F36D3">
        <w:t xml:space="preserve"> </w:t>
      </w:r>
      <w:r w:rsidRPr="009F36D3">
        <w:rPr>
          <w:cs/>
          <w:lang w:bidi="bn-IN"/>
        </w:rPr>
        <w:t>এবং যারা আমাদের পর আসবে তারাও এ সাতটি জিনিস পাবে</w:t>
      </w:r>
      <w:r w:rsidRPr="009F36D3">
        <w:t xml:space="preserve"> </w:t>
      </w:r>
      <w:r w:rsidRPr="009F36D3">
        <w:rPr>
          <w:cs/>
          <w:lang w:bidi="bn-IN"/>
        </w:rPr>
        <w:t>না।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আমি তোমার পিতা</w:t>
      </w:r>
      <w:r w:rsidRPr="009F36D3">
        <w:t xml:space="preserve">, </w:t>
      </w:r>
      <w:r w:rsidRPr="009F36D3">
        <w:rPr>
          <w:cs/>
          <w:lang w:bidi="bn-IN"/>
        </w:rPr>
        <w:t>নবীদের মধ্যে শেষজন</w:t>
      </w:r>
      <w:r w:rsidRPr="009F36D3">
        <w:t xml:space="preserve">, </w:t>
      </w:r>
      <w:r w:rsidRPr="009F36D3">
        <w:rPr>
          <w:cs/>
          <w:lang w:bidi="bn-IN"/>
        </w:rPr>
        <w:t>এবং তাদের মধ্য</w:t>
      </w:r>
      <w:r w:rsidRPr="009F36D3">
        <w:t xml:space="preserve"> </w:t>
      </w:r>
      <w:r w:rsidRPr="009F36D3">
        <w:rPr>
          <w:cs/>
          <w:lang w:bidi="bn-IN"/>
        </w:rPr>
        <w:t xml:space="preserve">থেকে আল্লাহর কাছে সবচেয়ে সম্মানিত এবং আমার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ওয়াসী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হলো তোমার স্বামী</w:t>
      </w:r>
      <w:r w:rsidRPr="009F36D3">
        <w:t xml:space="preserve"> </w:t>
      </w:r>
      <w:r w:rsidRPr="009F36D3">
        <w:rPr>
          <w:cs/>
          <w:lang w:bidi="bn-IN"/>
        </w:rPr>
        <w:t>যে ওয়াসীদের মধ্যে শ্রেষ্ঠ এবং তাদের মধ্য</w:t>
      </w:r>
      <w:r w:rsidRPr="009F36D3">
        <w:t xml:space="preserve"> </w:t>
      </w:r>
      <w:r w:rsidRPr="009F36D3">
        <w:rPr>
          <w:cs/>
          <w:lang w:bidi="bn-IN"/>
        </w:rPr>
        <w:t>থেকে আল্লাহর কাছে সবচেয়ে প্রিয়। আমাদের শহীদ হামযা</w:t>
      </w:r>
      <w:r w:rsidRPr="009F36D3">
        <w:t xml:space="preserve"> </w:t>
      </w:r>
      <w:r w:rsidRPr="009F36D3">
        <w:rPr>
          <w:cs/>
          <w:lang w:bidi="bn-IN"/>
        </w:rPr>
        <w:t>তোমার বাবার ও তোমার স্বামীর</w:t>
      </w:r>
      <w:r w:rsidRPr="009F36D3">
        <w:t xml:space="preserve"> </w:t>
      </w:r>
      <w:r w:rsidRPr="009F36D3">
        <w:rPr>
          <w:cs/>
          <w:lang w:bidi="bn-IN"/>
        </w:rPr>
        <w:t>চাচা ও শহীদদের মধ্যে শ্রেষ্ঠ</w:t>
      </w:r>
      <w:r w:rsidRPr="009F36D3">
        <w:t xml:space="preserve"> </w:t>
      </w:r>
      <w:r w:rsidRPr="009F36D3">
        <w:rPr>
          <w:cs/>
          <w:lang w:bidi="bn-IN"/>
        </w:rPr>
        <w:t>এবং তাদের মধ্য থেকে আল্লাহর সবচাইতে প্রিয়। এছাড়াও আছে</w:t>
      </w:r>
      <w:r w:rsidRPr="009F36D3">
        <w:t xml:space="preserve"> </w:t>
      </w:r>
      <w:r w:rsidRPr="009F36D3">
        <w:rPr>
          <w:cs/>
          <w:lang w:bidi="bn-IN"/>
        </w:rPr>
        <w:t>সে যার আছে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টো পাখা</w:t>
      </w:r>
      <w:r w:rsidRPr="009F36D3">
        <w:t xml:space="preserve">, </w:t>
      </w:r>
      <w:r w:rsidRPr="009F36D3">
        <w:rPr>
          <w:cs/>
          <w:lang w:bidi="bn-IN"/>
        </w:rPr>
        <w:t>সেও আমাদের মাঝ থেকে। সে</w:t>
      </w:r>
      <w:r w:rsidRPr="009F36D3">
        <w:t xml:space="preserve"> </w:t>
      </w:r>
      <w:r w:rsidRPr="009F36D3">
        <w:rPr>
          <w:cs/>
          <w:lang w:bidi="bn-IN"/>
        </w:rPr>
        <w:t>ফেরেশতাদের সাথে বেহেশতে উড়বে যে জায়গায় তার যেতে</w:t>
      </w:r>
      <w:r w:rsidRPr="009F36D3">
        <w:t xml:space="preserve"> </w:t>
      </w:r>
      <w:r w:rsidRPr="009F36D3">
        <w:rPr>
          <w:cs/>
          <w:lang w:bidi="bn-IN"/>
        </w:rPr>
        <w:t>ইচ্ছা হয়। সে তোমার বাবার চাচাতো ভাই এবং তোমার স্বামীর</w:t>
      </w:r>
      <w:r w:rsidRPr="009F36D3">
        <w:t xml:space="preserve"> </w:t>
      </w:r>
      <w:r w:rsidRPr="009F36D3">
        <w:rPr>
          <w:cs/>
          <w:lang w:bidi="bn-IN"/>
        </w:rPr>
        <w:t xml:space="preserve">ভাই (জাফর)। এ উম্মাহর দুই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সেব্ত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সন্তান)</w:t>
      </w:r>
      <w:r w:rsidRPr="009F36D3">
        <w:t xml:space="preserve"> </w:t>
      </w:r>
      <w:r w:rsidRPr="009F36D3">
        <w:rPr>
          <w:cs/>
          <w:lang w:bidi="bn-IN"/>
        </w:rPr>
        <w:t>আমাদের মধ্য</w:t>
      </w:r>
      <w:r w:rsidRPr="009F36D3">
        <w:t xml:space="preserve"> </w:t>
      </w:r>
      <w:r w:rsidRPr="009F36D3">
        <w:rPr>
          <w:cs/>
          <w:lang w:bidi="bn-IN"/>
        </w:rPr>
        <w:t>থেকে এবং তারা হলো হাসান ও হোসেইন। বেহেশতের</w:t>
      </w:r>
      <w:r w:rsidRPr="009F36D3">
        <w:t xml:space="preserve"> </w:t>
      </w:r>
      <w:r w:rsidRPr="009F36D3">
        <w:rPr>
          <w:cs/>
          <w:lang w:bidi="bn-IN"/>
        </w:rPr>
        <w:t>যুবকদের দুই সর্দার এবং তারা তোমার সন্তান।</w:t>
      </w:r>
      <w:r w:rsidRPr="009F36D3">
        <w:t xml:space="preserve"> </w:t>
      </w:r>
      <w:r w:rsidRPr="009F36D3">
        <w:rPr>
          <w:cs/>
          <w:lang w:bidi="bn-IN"/>
        </w:rPr>
        <w:t>আমি তারঁ শপথ</w:t>
      </w:r>
      <w:r w:rsidRPr="009F36D3">
        <w:t xml:space="preserve"> </w:t>
      </w:r>
      <w:r w:rsidRPr="009F36D3">
        <w:rPr>
          <w:cs/>
          <w:lang w:bidi="bn-IN"/>
        </w:rPr>
        <w:t>করে বলছি যিনি আমাকে নবীর মর্যাদা দিয়েছেন যে মাহদী</w:t>
      </w:r>
      <w:r w:rsidRPr="009F36D3">
        <w:t xml:space="preserve"> </w:t>
      </w:r>
      <w:r w:rsidRPr="009F36D3">
        <w:rPr>
          <w:cs/>
          <w:lang w:bidi="bn-IN"/>
        </w:rPr>
        <w:t>তোমার সন্তানদের</w:t>
      </w:r>
      <w:r w:rsidRPr="009F36D3">
        <w:t xml:space="preserve"> </w:t>
      </w:r>
      <w:r w:rsidRPr="009F36D3">
        <w:rPr>
          <w:cs/>
          <w:lang w:bidi="bn-IN"/>
        </w:rPr>
        <w:t>মাঝ থেকে। সে পৃথিবীকে ন্যায় বিচারে পূর্ণ করে দিবে যেভাবে তা নিপীড়নে পূর্ণ ছিলো।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উল্লেখ করেছেন যে হাফেয আবুল আলা</w:t>
      </w:r>
      <w:r w:rsidRPr="009F36D3">
        <w:t xml:space="preserve"> </w:t>
      </w:r>
      <w:r w:rsidRPr="009F36D3">
        <w:rPr>
          <w:cs/>
          <w:lang w:bidi="bn-IN"/>
        </w:rPr>
        <w:t xml:space="preserve">হামাদানী এ হাদীসটি এনেছেন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চল্লিশ হাদীস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নামের কিতাবে যা মাহদী</w:t>
      </w:r>
      <w:r w:rsidRPr="009F36D3">
        <w:t xml:space="preserve"> </w:t>
      </w:r>
      <w:r w:rsidRPr="009F36D3">
        <w:rPr>
          <w:cs/>
          <w:lang w:bidi="bn-IN"/>
        </w:rPr>
        <w:t>সম্পর্কে লেখা হয়েছে।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৪৩৪ পৃষ্ঠায় বর্ণনা করেছেন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আউসাথ</w:t>
      </w:r>
      <w:r w:rsidRPr="005A057D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তাবারানী থেকে যিনি আবায়া ইবনে রাবেই যিনি</w:t>
      </w:r>
      <w:r w:rsidRPr="009F36D3">
        <w:t xml:space="preserve"> </w:t>
      </w:r>
      <w:r w:rsidRPr="009F36D3">
        <w:rPr>
          <w:cs/>
          <w:lang w:bidi="bn-IN"/>
        </w:rPr>
        <w:t>বর্ণনা করেছেন আবু আইউব আনসারী থেকে যিনি বলেছেন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রাসূলুল্লাহ (সাঃ) ফাতেমা (আঃ)-কে বলেছেন : নবীদের মাঝে</w:t>
      </w:r>
      <w:r w:rsidRPr="009F36D3">
        <w:t xml:space="preserve"> </w:t>
      </w:r>
      <w:r w:rsidRPr="009F36D3">
        <w:rPr>
          <w:cs/>
          <w:lang w:bidi="bn-IN"/>
        </w:rPr>
        <w:t>শ্রেষ্ঠজন আমাদের মাঝ থেকে এবং সে তোমার পিতা।</w:t>
      </w:r>
      <w:r w:rsidRPr="009F36D3">
        <w:t xml:space="preserve"> </w:t>
      </w:r>
      <w:r w:rsidRPr="009F36D3">
        <w:rPr>
          <w:cs/>
          <w:lang w:bidi="bn-IN"/>
        </w:rPr>
        <w:t>ওয়াসীদের মধ্যে শ্রেষ্ঠজন আমাদের মাঝ থেকে এবং সে তোমার</w:t>
      </w:r>
      <w:r w:rsidRPr="009F36D3">
        <w:t xml:space="preserve"> </w:t>
      </w:r>
      <w:r w:rsidRPr="009F36D3">
        <w:rPr>
          <w:cs/>
          <w:lang w:bidi="bn-IN"/>
        </w:rPr>
        <w:t>স্বামী। শহীদদের মধ্যে শ্রেষ্ঠ আমাদের মাঝ থেকে সে হামযা</w:t>
      </w:r>
      <w:r w:rsidRPr="009F36D3">
        <w:t xml:space="preserve"> </w:t>
      </w:r>
      <w:r w:rsidRPr="009F36D3">
        <w:rPr>
          <w:cs/>
          <w:lang w:bidi="bn-IN"/>
        </w:rPr>
        <w:t>তোমার বাবার চাচা। যে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টি পাখার অধিকারী সে আমাদের</w:t>
      </w:r>
      <w:r w:rsidRPr="009F36D3">
        <w:t xml:space="preserve"> </w:t>
      </w:r>
      <w:r w:rsidRPr="009F36D3">
        <w:rPr>
          <w:cs/>
          <w:lang w:bidi="bn-IN"/>
        </w:rPr>
        <w:t>মাঝ থেকে। সে (ফেরেশতাদের) তাদের সাথে উড়ে বেড়াবে</w:t>
      </w:r>
      <w:r w:rsidRPr="009F36D3">
        <w:t xml:space="preserve"> </w:t>
      </w:r>
      <w:r w:rsidRPr="009F36D3">
        <w:rPr>
          <w:cs/>
          <w:lang w:bidi="bn-IN"/>
        </w:rPr>
        <w:t>বেহেশতে যেখানে তার ইচ্ছা এবং সে জাফর</w:t>
      </w:r>
      <w:r w:rsidRPr="009F36D3">
        <w:t xml:space="preserve">, </w:t>
      </w:r>
      <w:r w:rsidRPr="009F36D3">
        <w:rPr>
          <w:cs/>
          <w:lang w:bidi="bn-IN"/>
        </w:rPr>
        <w:t>তোমার বাবার</w:t>
      </w:r>
      <w:r w:rsidRPr="009F36D3">
        <w:t xml:space="preserve"> </w:t>
      </w:r>
      <w:r w:rsidRPr="009F36D3">
        <w:rPr>
          <w:cs/>
          <w:lang w:bidi="bn-IN"/>
        </w:rPr>
        <w:t xml:space="preserve">চাচাতো ভাই। এ উম্মাহর দুই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সেব্ত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সন্তান) হলো বেহেশতের</w:t>
      </w:r>
      <w:r w:rsidRPr="009F36D3">
        <w:t xml:space="preserve"> </w:t>
      </w:r>
      <w:r w:rsidRPr="009F36D3">
        <w:rPr>
          <w:cs/>
          <w:lang w:bidi="bn-IN"/>
        </w:rPr>
        <w:t>যুবকদের দুই সর্দার</w:t>
      </w:r>
      <w:r w:rsidRPr="009F36D3">
        <w:t xml:space="preserve">, </w:t>
      </w:r>
      <w:r w:rsidRPr="009F36D3">
        <w:rPr>
          <w:cs/>
          <w:lang w:bidi="bn-IN"/>
        </w:rPr>
        <w:t>তারা আমাদের মধ্য থেকে এবং তারা</w:t>
      </w:r>
      <w:r w:rsidRPr="009F36D3">
        <w:t xml:space="preserve"> </w:t>
      </w:r>
      <w:r w:rsidRPr="009F36D3">
        <w:rPr>
          <w:cs/>
          <w:lang w:bidi="bn-IN"/>
        </w:rPr>
        <w:t>হাসান ও হোসেইন তোমার দুই সন্তান। মাহদী আমাদের মাঝ</w:t>
      </w:r>
      <w:r w:rsidRPr="009F36D3">
        <w:t xml:space="preserve"> </w:t>
      </w:r>
      <w:r w:rsidRPr="009F36D3">
        <w:rPr>
          <w:cs/>
          <w:lang w:bidi="bn-IN"/>
        </w:rPr>
        <w:t>থেকে সে আসবে তোমার সন্তানদের মাঝ থেকে।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একই বইতে লেখক ৪৯০ পৃষ্ঠায় আবু মুযাফ্ফার সামআনীর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ফাযায়েল</w:t>
      </w:r>
      <w:r w:rsidRPr="009F36D3">
        <w:t xml:space="preserve"> </w:t>
      </w:r>
      <w:r w:rsidRPr="009F36D3">
        <w:rPr>
          <w:cs/>
          <w:lang w:bidi="bn-IN"/>
        </w:rPr>
        <w:t>আস সাহাবা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গ্রন্থ থেকে বর্ণনা করেছেন যিনি আবু সাইদ খুদরী থেকে</w:t>
      </w:r>
      <w:r w:rsidRPr="009F36D3">
        <w:t xml:space="preserve"> </w:t>
      </w:r>
      <w:r w:rsidRPr="009F36D3">
        <w:rPr>
          <w:cs/>
          <w:lang w:bidi="bn-IN"/>
        </w:rPr>
        <w:t>একটি হাদীস বর্ণনা করেছেন এবং তা প্রায় একই রকম।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 বইয়ের লেখক বলেন : এ বিষয়ে হাদীসসমূহ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মুসতাফিযা</w:t>
      </w:r>
      <w:r w:rsidRPr="005A057D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এগুলো</w:t>
      </w:r>
      <w:r w:rsidRPr="009F36D3">
        <w:t xml:space="preserve"> </w:t>
      </w:r>
      <w:r w:rsidRPr="009F36D3">
        <w:rPr>
          <w:cs/>
          <w:lang w:bidi="bn-IN"/>
        </w:rPr>
        <w:t>ব্যাপকভাবে বর্ণিত এবং আমরা যা লিখেছি তা যথেষ্ট।</w:t>
      </w:r>
      <w:r w:rsidRPr="009F36D3">
        <w:t xml:space="preserve"> </w:t>
      </w:r>
    </w:p>
    <w:p w:rsidR="00B52D11" w:rsidRPr="006E1E70" w:rsidRDefault="00B52D11" w:rsidP="006E1E70">
      <w:r>
        <w:br w:type="page"/>
      </w:r>
    </w:p>
    <w:p w:rsidR="005A057D" w:rsidRPr="009F36D3" w:rsidRDefault="005A057D" w:rsidP="00B52D11">
      <w:pPr>
        <w:pStyle w:val="Heading2Center"/>
        <w:rPr>
          <w:cs/>
          <w:lang w:bidi="bn-IN"/>
        </w:rPr>
      </w:pPr>
      <w:bookmarkStart w:id="19" w:name="_Toc451691934"/>
      <w:r w:rsidRPr="009F36D3">
        <w:rPr>
          <w:cs/>
          <w:lang w:bidi="bn-IN"/>
        </w:rPr>
        <w:lastRenderedPageBreak/>
        <w:t xml:space="preserve">মাহদী (আঃ) </w:t>
      </w:r>
      <w:r w:rsidRPr="00B06DC9">
        <w:rPr>
          <w:rStyle w:val="libAlaemChar"/>
        </w:rPr>
        <w:t>‘</w:t>
      </w:r>
      <w:r w:rsidRPr="009F36D3">
        <w:rPr>
          <w:cs/>
          <w:lang w:bidi="bn-IN"/>
        </w:rPr>
        <w:t>সেবতাঈনের</w:t>
      </w:r>
      <w:r w:rsidRPr="00B06DC9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ইমাম হাসান ও হোসেইনের আঃ) বংশ থেকে</w:t>
      </w:r>
      <w:bookmarkEnd w:id="19"/>
    </w:p>
    <w:p w:rsidR="00B52D11" w:rsidRDefault="00B52D11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অধ্যায়ের ৩য় ভাগে হাফেয</w:t>
      </w:r>
      <w:r w:rsidRPr="009F36D3">
        <w:t xml:space="preserve"> </w:t>
      </w:r>
      <w:r w:rsidRPr="009F36D3">
        <w:rPr>
          <w:cs/>
          <w:lang w:bidi="bn-IN"/>
        </w:rPr>
        <w:t xml:space="preserve">আবু নাইম ইসফাহানীর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সিফাত আল মাহদী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কিতাব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যিনি বর্ণনা করেছেন আলী ইবনে হাল্লাল থেকে যিনি তার পিতা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 রাসূলুল্লাহর (সাঃ) সাক্ষাত লাভের সম্মান লাভ</w:t>
      </w:r>
      <w:r w:rsidRPr="009F36D3">
        <w:t xml:space="preserve"> </w:t>
      </w:r>
      <w:r w:rsidRPr="009F36D3">
        <w:rPr>
          <w:cs/>
          <w:lang w:bidi="bn-IN"/>
        </w:rPr>
        <w:t>করলাম তার অন্তিম</w:t>
      </w:r>
      <w:r w:rsidRPr="009F36D3">
        <w:t xml:space="preserve"> </w:t>
      </w:r>
      <w:r w:rsidRPr="009F36D3">
        <w:rPr>
          <w:cs/>
          <w:lang w:bidi="bn-IN"/>
        </w:rPr>
        <w:t>সময়ে এবং ফাতেমা তার পাশে কাদছিলেন।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 xml:space="preserve"> তিনি</w:t>
      </w:r>
      <w:r w:rsidRPr="009F36D3">
        <w:t xml:space="preserve"> </w:t>
      </w:r>
      <w:r w:rsidRPr="009F36D3">
        <w:rPr>
          <w:cs/>
          <w:lang w:bidi="bn-IN"/>
        </w:rPr>
        <w:t xml:space="preserve">উক্ত দীর্ঘ হাদীসটি বর্ণনা করলেন এবং শেষে এসে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</w:t>
      </w:r>
      <w:r w:rsidRPr="009F36D3">
        <w:t xml:space="preserve"> </w:t>
      </w:r>
      <w:r w:rsidRPr="009F36D3">
        <w:rPr>
          <w:cs/>
          <w:lang w:bidi="bn-IN"/>
        </w:rPr>
        <w:t>ফাতেমা</w:t>
      </w:r>
      <w:r w:rsidRPr="009F36D3">
        <w:t xml:space="preserve">, </w:t>
      </w:r>
      <w:r w:rsidRPr="009F36D3">
        <w:rPr>
          <w:cs/>
          <w:lang w:bidi="bn-IN"/>
        </w:rPr>
        <w:t>আমি তার শপথ করে বলছি যিনি আমাকে নির্বাচিত করেছেন যে</w:t>
      </w:r>
      <w:r w:rsidRPr="009F36D3">
        <w:t xml:space="preserve"> </w:t>
      </w:r>
      <w:r w:rsidRPr="009F36D3">
        <w:rPr>
          <w:cs/>
          <w:lang w:bidi="bn-IN"/>
        </w:rPr>
        <w:t>মাহদী এ উম্মাহ থেকে আসবে ঐ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 (হাসান ও হোসেইন) থেকে।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পৃথিবীর অবস্থা এমন হবে যে বিবাদ বৃদ্ধি পাবে। সমাধানের সব পথ রুদ্ধ</w:t>
      </w:r>
      <w:r w:rsidRPr="009F36D3">
        <w:t xml:space="preserve"> </w:t>
      </w:r>
      <w:r w:rsidRPr="009F36D3">
        <w:rPr>
          <w:cs/>
          <w:lang w:bidi="bn-IN"/>
        </w:rPr>
        <w:t>হয়ে যাবে এবং জনগণ একে অপরের উপর হিংস্রভাবে ঝাপিয়ে পড়বে।</w:t>
      </w:r>
      <w:r w:rsidRPr="009F36D3">
        <w:t xml:space="preserve"> </w:t>
      </w:r>
      <w:r w:rsidRPr="009F36D3">
        <w:rPr>
          <w:cs/>
          <w:lang w:bidi="bn-IN"/>
        </w:rPr>
        <w:t>এমন হবে যে না বড়রা ছোটদের উপর দয়া করবে</w:t>
      </w:r>
      <w:r w:rsidRPr="009F36D3">
        <w:t xml:space="preserve">, </w:t>
      </w:r>
      <w:r w:rsidRPr="009F36D3">
        <w:rPr>
          <w:cs/>
          <w:lang w:bidi="bn-IN"/>
        </w:rPr>
        <w:t>না ছোটরা বড়দের</w:t>
      </w:r>
      <w:r w:rsidRPr="009F36D3">
        <w:t xml:space="preserve"> </w:t>
      </w:r>
      <w:r w:rsidRPr="009F36D3">
        <w:rPr>
          <w:cs/>
          <w:lang w:bidi="bn-IN"/>
        </w:rPr>
        <w:t>সম্মান করবে। যখন তা ঘটবে আল্লাহ একজনকে (মাহদী) নিয়োগ দিবেন</w:t>
      </w:r>
      <w:r w:rsidRPr="009F36D3">
        <w:t xml:space="preserve"> </w:t>
      </w:r>
      <w:r w:rsidRPr="009F36D3">
        <w:rPr>
          <w:cs/>
          <w:lang w:bidi="bn-IN"/>
        </w:rPr>
        <w:t>যিনি পথভ্রষ্ট দুর্গগুলো জয় করবেন এবং আবৃত হৃদয়গুলোকে মুক্ত করবেন</w:t>
      </w:r>
      <w:r w:rsidRPr="009F36D3">
        <w:t xml:space="preserve"> (</w:t>
      </w:r>
      <w:r w:rsidRPr="009F36D3">
        <w:rPr>
          <w:cs/>
          <w:lang w:bidi="bn-IN"/>
        </w:rPr>
        <w:t>এক উদাহরণমূলক মন্তব্য</w:t>
      </w:r>
      <w:r w:rsidRPr="009F36D3">
        <w:t xml:space="preserve">; </w:t>
      </w:r>
      <w:r w:rsidRPr="009F36D3">
        <w:rPr>
          <w:cs/>
          <w:lang w:bidi="bn-IN"/>
        </w:rPr>
        <w:t>যে হযরত মাহদী (আঃ) মিথ্যা ধর্মগুলোর</w:t>
      </w:r>
      <w:r w:rsidRPr="009F36D3">
        <w:t xml:space="preserve"> </w:t>
      </w:r>
      <w:r w:rsidRPr="009F36D3">
        <w:rPr>
          <w:cs/>
          <w:lang w:bidi="bn-IN"/>
        </w:rPr>
        <w:t>উপর বিজয় লাভ করবেন এবং ইসলামের দিকে বিপথগামী হৃদয়গুলোকে</w:t>
      </w:r>
      <w:r w:rsidRPr="009F36D3">
        <w:t xml:space="preserve"> </w:t>
      </w:r>
      <w:r w:rsidRPr="009F36D3">
        <w:rPr>
          <w:cs/>
          <w:lang w:bidi="bn-IN"/>
        </w:rPr>
        <w:t>অনুগত করে আনবেন)। নিশ্চয়ই সে শেষ সময়ে বিদ্রোহ করবে যেভাবে</w:t>
      </w:r>
      <w:r w:rsidRPr="009F36D3">
        <w:t xml:space="preserve"> </w:t>
      </w:r>
      <w:r w:rsidRPr="009F36D3">
        <w:rPr>
          <w:cs/>
          <w:lang w:bidi="bn-IN"/>
        </w:rPr>
        <w:t>আমি আমার সময়ে বিদ্রোহ করেছি। সে পৃথিবীকে ন্যায়বিচারে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 যেভাবে তা নিপীড়নে পূর্ণ ছিলো।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লেখক বলেন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এ হাদীসটি গাঞ্জি বর্ণনা করেছেন আবু নাঈম</w:t>
      </w:r>
      <w:r w:rsidRPr="009F36D3">
        <w:t xml:space="preserve"> </w:t>
      </w:r>
      <w:r w:rsidRPr="009F36D3">
        <w:rPr>
          <w:cs/>
          <w:lang w:bidi="bn-IN"/>
        </w:rPr>
        <w:t xml:space="preserve">ইসফাহানীর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নিতাই মাহদী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আবুল কাসেম তাবারানীর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মুআ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জাম</w:t>
      </w:r>
      <w:r w:rsidRPr="009F36D3">
        <w:t xml:space="preserve"> </w:t>
      </w:r>
      <w:r w:rsidRPr="009F36D3">
        <w:rPr>
          <w:cs/>
          <w:lang w:bidi="bn-IN"/>
        </w:rPr>
        <w:t>কাবীর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বেশীর ভাগ হাদীস বিশেষজ্ঞ এ হাদীসটি তাদের</w:t>
      </w:r>
      <w:r w:rsidRPr="009F36D3">
        <w:t xml:space="preserve"> </w:t>
      </w:r>
      <w:r w:rsidRPr="009F36D3">
        <w:rPr>
          <w:cs/>
          <w:lang w:bidi="bn-IN"/>
        </w:rPr>
        <w:t>কিতাবে বর্ণনা করেছেন শব্দের কিছু তারতম্য রেখে। এদের কিছুতে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আমাদের থেকে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লেখা হয়েছে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ঐ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 থেকে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জায়গায়।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৪৩২ পৃষ্ঠায় লিখেছেন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জাওহার</w:t>
      </w:r>
      <w:r w:rsidRPr="009F36D3">
        <w:t xml:space="preserve"> </w:t>
      </w:r>
      <w:r w:rsidRPr="009F36D3">
        <w:rPr>
          <w:cs/>
          <w:lang w:bidi="bn-IN"/>
        </w:rPr>
        <w:t>আল আক্বদাইন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বলেছেন</w:t>
      </w:r>
      <w:r w:rsidRPr="009F36D3">
        <w:t xml:space="preserve">,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গবেষণায় দেখা যায়</w:t>
      </w:r>
      <w:r w:rsidRPr="009F36D3">
        <w:t xml:space="preserve">, </w:t>
      </w:r>
      <w:r w:rsidRPr="009F36D3">
        <w:rPr>
          <w:cs/>
          <w:lang w:bidi="bn-IN"/>
        </w:rPr>
        <w:t>আলী ও</w:t>
      </w:r>
      <w:r w:rsidRPr="009F36D3">
        <w:t xml:space="preserve"> </w:t>
      </w:r>
      <w:r w:rsidRPr="009F36D3">
        <w:rPr>
          <w:cs/>
          <w:lang w:bidi="bn-IN"/>
        </w:rPr>
        <w:t>ফাতিমা (আঃ)-এর বিয়ের সময় নবী (সাঃ)-এর দোয়ার প্রভাব হাসান ও</w:t>
      </w:r>
      <w:r w:rsidRPr="009F36D3">
        <w:t xml:space="preserve"> </w:t>
      </w:r>
      <w:r w:rsidRPr="009F36D3">
        <w:rPr>
          <w:cs/>
          <w:lang w:bidi="bn-IN"/>
        </w:rPr>
        <w:t xml:space="preserve">হোসেইনের বংশে সুস্পষ্টভাবে পরিলক্ষিত হয়। তাদের বংশ </w:t>
      </w:r>
      <w:r w:rsidRPr="009F36D3">
        <w:rPr>
          <w:cs/>
          <w:lang w:bidi="bn-IN"/>
        </w:rPr>
        <w:lastRenderedPageBreak/>
        <w:t>থেকে কিছু</w:t>
      </w:r>
      <w:r w:rsidRPr="009F36D3">
        <w:t xml:space="preserve"> </w:t>
      </w:r>
      <w:r w:rsidRPr="009F36D3">
        <w:rPr>
          <w:cs/>
          <w:lang w:bidi="bn-IN"/>
        </w:rPr>
        <w:t>এসে চলে গেছে এবং কিছু আসার বাকী আছে। যদি ভবিষ্যতে মাহদী</w:t>
      </w:r>
      <w:r w:rsidRPr="009F36D3">
        <w:t xml:space="preserve"> </w:t>
      </w:r>
      <w:r w:rsidRPr="009F36D3">
        <w:rPr>
          <w:cs/>
          <w:lang w:bidi="bn-IN"/>
        </w:rPr>
        <w:t>ছাড়া আর কেউ নাও আসে নবী (সাঃ)-এর দোয়া বাস্তবে ঘটেছে বলে</w:t>
      </w:r>
      <w:r w:rsidRPr="009F36D3">
        <w:t xml:space="preserve"> </w:t>
      </w:r>
      <w:r w:rsidRPr="009F36D3">
        <w:rPr>
          <w:cs/>
          <w:lang w:bidi="bn-IN"/>
        </w:rPr>
        <w:t>যথেষ্ট প্রমাণিত হবে।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 বইয়ের লেখক বলেন : আলী ইবনে হাল্লাল এর হাদীসে</w:t>
      </w:r>
      <w:r w:rsidRPr="009F36D3">
        <w:t xml:space="preserve"> </w:t>
      </w:r>
      <w:r w:rsidRPr="009F36D3">
        <w:rPr>
          <w:cs/>
          <w:lang w:bidi="bn-IN"/>
        </w:rPr>
        <w:t>আমরা যেভাবে দেখেছি যে সত্যবাদী ও বিশ্বস্ত হওয়া সত্ত্বেও হযরত শপথ</w:t>
      </w:r>
      <w:r w:rsidRPr="009F36D3">
        <w:t xml:space="preserve"> </w:t>
      </w:r>
      <w:r w:rsidRPr="009F36D3">
        <w:rPr>
          <w:cs/>
          <w:lang w:bidi="bn-IN"/>
        </w:rPr>
        <w:t>করে বলছেন বিষয়টির গুরুত্ব বুঝানোর জন্য।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যাহোক</w:t>
      </w:r>
      <w:r w:rsidRPr="009F36D3">
        <w:t xml:space="preserve">, </w:t>
      </w:r>
      <w:r w:rsidRPr="009F36D3">
        <w:rPr>
          <w:cs/>
          <w:lang w:bidi="bn-IN"/>
        </w:rPr>
        <w:t xml:space="preserve">যে কারণে মাহদী (আঃ)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সিবতাইন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আঃ) (আলীর</w:t>
      </w:r>
      <w:r w:rsidRPr="009F36D3">
        <w:t xml:space="preserve"> </w:t>
      </w:r>
      <w:r w:rsidRPr="009F36D3">
        <w:rPr>
          <w:cs/>
          <w:lang w:bidi="bn-IN"/>
        </w:rPr>
        <w:t>সন্তানদের</w:t>
      </w:r>
      <w:r w:rsidRPr="009F36D3">
        <w:t xml:space="preserve">) </w:t>
      </w:r>
      <w:r w:rsidRPr="009F36D3">
        <w:rPr>
          <w:cs/>
          <w:lang w:bidi="bn-IN"/>
        </w:rPr>
        <w:t>থেকে তাহলো হযরত বাক্বের এর মা (ফাতিমা) হযরত আলী</w:t>
      </w:r>
      <w:r w:rsidRPr="009F36D3">
        <w:t xml:space="preserve"> </w:t>
      </w:r>
      <w:r w:rsidRPr="009F36D3">
        <w:rPr>
          <w:cs/>
          <w:lang w:bidi="bn-IN"/>
        </w:rPr>
        <w:t>ইবনে হোসেইন যয়নুল আবেদীনের (আঃ) স্ত্রী এবং হযরত হাসান ইবনে</w:t>
      </w:r>
      <w:r w:rsidRPr="009F36D3">
        <w:t xml:space="preserve"> </w:t>
      </w:r>
      <w:r w:rsidRPr="009F36D3">
        <w:rPr>
          <w:cs/>
          <w:lang w:bidi="bn-IN"/>
        </w:rPr>
        <w:t>আলী আল মুজতাবা (আঃ) এর কন্যা এবং এ মহিলা সম্পর্কে ইমাম</w:t>
      </w:r>
      <w:r w:rsidRPr="009F36D3">
        <w:t xml:space="preserve"> </w:t>
      </w:r>
      <w:r w:rsidRPr="009F36D3">
        <w:rPr>
          <w:cs/>
          <w:lang w:bidi="bn-IN"/>
        </w:rPr>
        <w:t>বাক্বের (আঃ)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ফাতেমা একজন পরহেযগার মহিলা। আর আবু জাফর মুহাম্মাদ ইবনে</w:t>
      </w:r>
      <w:r w:rsidRPr="009F36D3">
        <w:t xml:space="preserve"> </w:t>
      </w:r>
      <w:r w:rsidRPr="009F36D3">
        <w:rPr>
          <w:cs/>
          <w:lang w:bidi="bn-IN"/>
        </w:rPr>
        <w:t>আলী আল বাক্বের হাসান ও হোসেইনের সন্তান এবং সে ও তার সম্মানিত</w:t>
      </w:r>
      <w:r w:rsidRPr="009F36D3">
        <w:t xml:space="preserve"> </w:t>
      </w:r>
      <w:r w:rsidRPr="009F36D3">
        <w:rPr>
          <w:cs/>
          <w:lang w:bidi="bn-IN"/>
        </w:rPr>
        <w:t>সন্তানরা</w:t>
      </w:r>
      <w:r w:rsidRPr="009F36D3">
        <w:t xml:space="preserve"> </w:t>
      </w:r>
      <w:r w:rsidRPr="009F36D3">
        <w:rPr>
          <w:cs/>
          <w:lang w:bidi="bn-IN"/>
        </w:rPr>
        <w:t>তাদের অন্তর্ভূক্ত যারা এ সম্মান লাভ করেছে। প্রতীক্ষিত মাহদী</w:t>
      </w:r>
      <w:r w:rsidRPr="009F36D3">
        <w:t xml:space="preserve"> (</w:t>
      </w:r>
      <w:r w:rsidRPr="009F36D3">
        <w:rPr>
          <w:cs/>
          <w:lang w:bidi="bn-IN"/>
        </w:rPr>
        <w:t>আঃ) এ সম্মানিত ও বরকতপূর্ণ বংশধারা থেকে</w:t>
      </w:r>
      <w:r w:rsidRPr="009F36D3">
        <w:t xml:space="preserve">; </w:t>
      </w:r>
      <w:r w:rsidRPr="009F36D3">
        <w:rPr>
          <w:cs/>
          <w:lang w:bidi="bn-IN"/>
        </w:rPr>
        <w:t>কারণ তিনি মুহাম্মাদ</w:t>
      </w:r>
      <w:r w:rsidRPr="009F36D3">
        <w:t xml:space="preserve"> </w:t>
      </w:r>
      <w:r w:rsidRPr="009F36D3">
        <w:rPr>
          <w:cs/>
          <w:lang w:bidi="bn-IN"/>
        </w:rPr>
        <w:t>ইবনে হাসান ইবনে জাফর ইবনে মুহাম্মাদ ইবনে বাক্বের ইবনে আলী</w:t>
      </w:r>
      <w:r w:rsidRPr="009F36D3">
        <w:t xml:space="preserve"> </w:t>
      </w:r>
      <w:r w:rsidRPr="009F36D3">
        <w:rPr>
          <w:cs/>
          <w:lang w:bidi="bn-IN"/>
        </w:rPr>
        <w:t>ইবনে হুসেইন ইবনে আলী ইবনে আবি তালিব</w:t>
      </w:r>
      <w:r w:rsidRPr="009F36D3">
        <w:t xml:space="preserve">, </w:t>
      </w:r>
      <w:r w:rsidRPr="009F36D3">
        <w:rPr>
          <w:cs/>
          <w:lang w:bidi="bn-IN"/>
        </w:rPr>
        <w:t>আমিরুল মুমিনীন</w:t>
      </w:r>
      <w:r w:rsidRPr="009F36D3">
        <w:t xml:space="preserve"> (</w:t>
      </w:r>
      <w:r w:rsidRPr="009F36D3">
        <w:rPr>
          <w:cs/>
          <w:lang w:bidi="bn-IN"/>
        </w:rPr>
        <w:t>আঃ)।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B52D11">
      <w:pPr>
        <w:pStyle w:val="libCenterBold1"/>
      </w:pPr>
      <w:r w:rsidRPr="009F36D3">
        <w:rPr>
          <w:cs/>
          <w:lang w:bidi="bn-IN"/>
        </w:rPr>
        <w:t>মাহদী (আঃ) ইমাম হোসেইনের (আঃ) বংশ থেকে</w:t>
      </w:r>
      <w:r w:rsidRPr="009F36D3">
        <w:t xml:space="preserve"> </w:t>
      </w:r>
    </w:p>
    <w:p w:rsidR="00B52D11" w:rsidRDefault="00B52D11" w:rsidP="005A057D">
      <w:pPr>
        <w:pStyle w:val="libNormal"/>
      </w:pP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তার কিতাবের প্রথম অধ্যায়ে হাফেজ</w:t>
      </w:r>
      <w:r w:rsidRPr="009F36D3">
        <w:t xml:space="preserve"> </w:t>
      </w:r>
      <w:r w:rsidRPr="009F36D3">
        <w:rPr>
          <w:cs/>
          <w:lang w:bidi="bn-IN"/>
        </w:rPr>
        <w:t xml:space="preserve">আবু নাঈমের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সিফাত আল মাহদী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</w:t>
      </w:r>
      <w:r w:rsidRPr="009F36D3">
        <w:t xml:space="preserve"> </w:t>
      </w:r>
      <w:r w:rsidRPr="009F36D3">
        <w:rPr>
          <w:cs/>
          <w:lang w:bidi="bn-IN"/>
        </w:rPr>
        <w:t>ইয়ামানী থেকে বলেন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রাসূলুলাহ (সাঃ) একটি খোতবা দিলেন। এরপর তিনি আমাদের</w:t>
      </w:r>
      <w:r w:rsidRPr="009F36D3">
        <w:t xml:space="preserve"> </w:t>
      </w:r>
      <w:r w:rsidRPr="009F36D3">
        <w:rPr>
          <w:cs/>
          <w:lang w:bidi="bn-IN"/>
        </w:rPr>
        <w:t>কাছে সব প্রকাশ করলেন কী কী অবশ্যই ঘটতে যাচ্ছে</w:t>
      </w:r>
      <w:r w:rsidRPr="009F36D3">
        <w:t xml:space="preserve"> </w:t>
      </w:r>
      <w:r w:rsidRPr="009F36D3">
        <w:rPr>
          <w:cs/>
          <w:lang w:bidi="bn-IN"/>
        </w:rPr>
        <w:t>কিয়ামতের দিন পর্যন্ত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বললেন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 পৃথিবীর</w:t>
      </w:r>
      <w:r w:rsidRPr="009F36D3">
        <w:t xml:space="preserve"> </w:t>
      </w:r>
      <w:r w:rsidRPr="009F36D3">
        <w:rPr>
          <w:cs/>
          <w:lang w:bidi="bn-IN"/>
        </w:rPr>
        <w:t>জীবন আর একদিনও না থাকে সর্বশক্তিমান আল্লাহ দিনটিকে এত</w:t>
      </w:r>
      <w:r w:rsidRPr="009F36D3">
        <w:t xml:space="preserve"> </w:t>
      </w:r>
      <w:r w:rsidRPr="009F36D3">
        <w:rPr>
          <w:cs/>
          <w:lang w:bidi="bn-IN"/>
        </w:rPr>
        <w:t>লম্বা করে দিবেন যতক্ষণ না আমার বংশ থেকে একজন আসবে</w:t>
      </w:r>
      <w:r w:rsidRPr="009F36D3">
        <w:t xml:space="preserve"> </w:t>
      </w:r>
      <w:r w:rsidRPr="009F36D3">
        <w:rPr>
          <w:cs/>
          <w:lang w:bidi="bn-IN"/>
        </w:rPr>
        <w:t>যার নাম আমার নামে।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তখন সালমান উঠে দাড়ালেন এবং</w:t>
      </w:r>
      <w:r w:rsidRPr="009F36D3">
        <w:t xml:space="preserve"> </w:t>
      </w:r>
      <w:r w:rsidRPr="009F36D3">
        <w:rPr>
          <w:cs/>
          <w:lang w:bidi="bn-IN"/>
        </w:rPr>
        <w:lastRenderedPageBreak/>
        <w:t>বললেন</w:t>
      </w:r>
      <w:r w:rsidRPr="009F36D3">
        <w:t xml:space="preserve">,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হে আল্লাহর রাসূল আপনার কোন বংশ থেকে তিনি</w:t>
      </w:r>
      <w:r w:rsidRPr="009F36D3">
        <w:t xml:space="preserve"> </w:t>
      </w:r>
      <w:r w:rsidRPr="009F36D3">
        <w:rPr>
          <w:cs/>
          <w:lang w:bidi="bn-IN"/>
        </w:rPr>
        <w:t>আসবেন</w:t>
      </w:r>
      <w:r w:rsidRPr="009F36D3">
        <w:t xml:space="preserve">? </w:t>
      </w:r>
      <w:r w:rsidRPr="009F36D3">
        <w:rPr>
          <w:cs/>
          <w:lang w:bidi="bn-IN"/>
        </w:rPr>
        <w:t xml:space="preserve">রাসূল (সাঃ) বললেন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সে আসবে আমার এ সন্তান</w:t>
      </w:r>
      <w:r w:rsidRPr="009F36D3">
        <w:t xml:space="preserve"> </w:t>
      </w:r>
      <w:r w:rsidRPr="009F36D3">
        <w:rPr>
          <w:cs/>
          <w:lang w:bidi="bn-IN"/>
        </w:rPr>
        <w:t>থেকে এবং তিনি তার হাত হোসেইনের মাথার উপর রাখলেন।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৪৯নং পৃষ্ঠায় বলেছেন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নাহজলু</w:t>
      </w:r>
      <w:r w:rsidRPr="009F36D3">
        <w:t xml:space="preserve"> </w:t>
      </w:r>
      <w:r w:rsidRPr="009F36D3">
        <w:rPr>
          <w:cs/>
          <w:lang w:bidi="bn-IN"/>
        </w:rPr>
        <w:t>বালাগার ব্যাখ্যায় (খুব সম্ভব</w:t>
      </w:r>
      <w:r w:rsidRPr="009F36D3">
        <w:t xml:space="preserve"> </w:t>
      </w:r>
      <w:r w:rsidRPr="009F36D3">
        <w:rPr>
          <w:cs/>
          <w:lang w:bidi="bn-IN"/>
        </w:rPr>
        <w:t>তিনি ইবনে আবিল হাদীদের ব্যাখ্যার কথা</w:t>
      </w:r>
      <w:r w:rsidRPr="009F36D3">
        <w:t xml:space="preserve"> </w:t>
      </w:r>
      <w:r w:rsidRPr="009F36D3">
        <w:rPr>
          <w:cs/>
          <w:lang w:bidi="bn-IN"/>
        </w:rPr>
        <w:t>বলেছেন) কাযী উল কযাত</w:t>
      </w:r>
      <w:r w:rsidRPr="009F36D3">
        <w:t>,</w:t>
      </w:r>
      <w:r w:rsidRPr="009F36D3">
        <w:rPr>
          <w:cs/>
          <w:lang w:bidi="bn-IN"/>
        </w:rPr>
        <w:t xml:space="preserve"> কাফি উল কুফাত আবুল কাসিম ইসমাইল</w:t>
      </w:r>
      <w:r w:rsidRPr="009F36D3">
        <w:t xml:space="preserve"> </w:t>
      </w:r>
      <w:r w:rsidRPr="009F36D3">
        <w:rPr>
          <w:cs/>
          <w:lang w:bidi="bn-IN"/>
        </w:rPr>
        <w:t>ইবনে ইবাদ থেকে একটি হাদীস বর্ণনা করেছেন যার বর্ণনাধারা আলী</w:t>
      </w:r>
      <w:r w:rsidRPr="009F36D3">
        <w:t xml:space="preserve"> (</w:t>
      </w:r>
      <w:r w:rsidRPr="009F36D3">
        <w:rPr>
          <w:cs/>
          <w:lang w:bidi="bn-IN"/>
        </w:rPr>
        <w:t>আঃ) পর্যন্ত সংযুক্ত</w:t>
      </w:r>
      <w:r w:rsidRPr="009F36D3">
        <w:t>,</w:t>
      </w:r>
      <w:r w:rsidRPr="009F36D3">
        <w:rPr>
          <w:cs/>
          <w:lang w:bidi="bn-IN"/>
        </w:rPr>
        <w:t xml:space="preserve"> যিনি মাহদী সম্পর্কে কিছু একটা বলেন এবং এরপর</w:t>
      </w:r>
      <w:r w:rsidRPr="009F36D3">
        <w:t xml:space="preserve"> </w:t>
      </w:r>
      <w:r w:rsidRPr="009F36D3">
        <w:rPr>
          <w:cs/>
          <w:lang w:bidi="bn-IN"/>
        </w:rPr>
        <w:t>বলেন</w:t>
      </w:r>
      <w:r w:rsidRPr="009F36D3">
        <w:t xml:space="preserve">,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নিশ্চয়ই সে হোসেইনের বংশ থেকে।</w:t>
      </w:r>
      <w:r w:rsidRPr="00AA6375">
        <w:rPr>
          <w:rStyle w:val="libAlaemChar"/>
          <w:rtl/>
          <w:cs/>
        </w:rPr>
        <w:t>’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 বইয়ের লেখক বলেন : এ বিষয়ে হাদীসগুলো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মুসতাফিযা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হাদীস। আমাদের ইমামিয়া শিয়াদের মধ্যে একই মত এবং সুন্নী</w:t>
      </w:r>
      <w:r w:rsidRPr="009F36D3">
        <w:t xml:space="preserve"> </w:t>
      </w:r>
      <w:r w:rsidRPr="009F36D3">
        <w:rPr>
          <w:cs/>
          <w:lang w:bidi="bn-IN"/>
        </w:rPr>
        <w:t>বিশেষজ্ঞ</w:t>
      </w:r>
      <w:r w:rsidRPr="009F36D3">
        <w:t xml:space="preserve"> </w:t>
      </w:r>
      <w:r w:rsidRPr="009F36D3">
        <w:rPr>
          <w:cs/>
          <w:lang w:bidi="bn-IN"/>
        </w:rPr>
        <w:t>ভাইদের মাঝে যা বিখ্যাত তা আমাদের মাঝেও একই। যাহোক কিছু অল্প</w:t>
      </w:r>
      <w:r w:rsidRPr="009F36D3">
        <w:t xml:space="preserve"> </w:t>
      </w:r>
      <w:r w:rsidRPr="009F36D3">
        <w:rPr>
          <w:cs/>
          <w:lang w:bidi="bn-IN"/>
        </w:rPr>
        <w:t>সংখ্যক হাদীসে এর বিপরীত অর্থেরও কিছু পাই।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এদের মাঝে আবু দাউদ তার সহীহতে (খণ্ড ৪</w:t>
      </w:r>
      <w:r w:rsidRPr="009F36D3">
        <w:t xml:space="preserve">, </w:t>
      </w:r>
      <w:r w:rsidRPr="009F36D3">
        <w:rPr>
          <w:cs/>
          <w:lang w:bidi="bn-IN"/>
        </w:rPr>
        <w:t>পৃষ্ঠা- ৮৯) আবু</w:t>
      </w:r>
      <w:r w:rsidRPr="009F36D3">
        <w:t xml:space="preserve"> </w:t>
      </w:r>
      <w:r w:rsidRPr="009F36D3">
        <w:rPr>
          <w:cs/>
          <w:lang w:bidi="bn-IN"/>
        </w:rPr>
        <w:t>ইসহাক থেকে বর্ণনা করেন :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 xml:space="preserve">আলী (আঃ) হাসানের দিকে তাকালেন এবং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নিশ্চয়ই</w:t>
      </w:r>
      <w:r w:rsidRPr="009F36D3">
        <w:t xml:space="preserve"> </w:t>
      </w:r>
      <w:r w:rsidRPr="009F36D3">
        <w:rPr>
          <w:cs/>
          <w:lang w:bidi="bn-IN"/>
        </w:rPr>
        <w:t>আমার সন্তান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সাইয়্যেদ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যেভাবে নবী (সাঃ) তাকে ডেকেছেন।</w:t>
      </w:r>
      <w:r w:rsidRPr="009F36D3">
        <w:t xml:space="preserve"> </w:t>
      </w:r>
      <w:r w:rsidRPr="009F36D3">
        <w:rPr>
          <w:cs/>
          <w:lang w:bidi="bn-IN"/>
        </w:rPr>
        <w:t>খুব শীঘ্র তার বংশ থেকে একজন আবির্ভূত হবে। যার নাম হবে</w:t>
      </w:r>
      <w:r w:rsidRPr="009F36D3">
        <w:t xml:space="preserve"> </w:t>
      </w:r>
      <w:r w:rsidRPr="009F36D3">
        <w:rPr>
          <w:cs/>
          <w:lang w:bidi="bn-IN"/>
        </w:rPr>
        <w:t>তোমাদের নবীর নামে। সৃষ্টিতে সে নবীর (সাঃ) মত হবে কিন্তু</w:t>
      </w:r>
      <w:r w:rsidRPr="009F36D3">
        <w:t xml:space="preserve"> </w:t>
      </w:r>
      <w:r w:rsidRPr="009F36D3">
        <w:rPr>
          <w:cs/>
          <w:lang w:bidi="bn-IN"/>
        </w:rPr>
        <w:t>তার আচরণে সে সেরকম হবে না। সে পৃথিবীকে ন্যায়বিচারে পূর্ণ</w:t>
      </w:r>
      <w:r w:rsidRPr="009F36D3">
        <w:t xml:space="preserve"> </w:t>
      </w:r>
      <w:r w:rsidRPr="009F36D3">
        <w:rPr>
          <w:cs/>
          <w:lang w:bidi="bn-IN"/>
        </w:rPr>
        <w:t>করে দিবে।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কিছু সুন্নী আলেম মাহদীকে আবু মুহাম্মাদ হাসান আল মুজতাবা</w:t>
      </w:r>
      <w:r w:rsidRPr="009F36D3">
        <w:t xml:space="preserve"> (</w:t>
      </w:r>
      <w:r w:rsidRPr="009F36D3">
        <w:rPr>
          <w:cs/>
          <w:lang w:bidi="bn-IN"/>
        </w:rPr>
        <w:t>আঃ)-এর বংশ থেকে উল্লেখ করেছেন। তাদের মধ্যে ইবনে হাজার তার</w:t>
      </w:r>
      <w:r w:rsidRPr="009F36D3">
        <w:t xml:space="preserve"> </w:t>
      </w:r>
      <w:r w:rsidRPr="009F36D3">
        <w:rPr>
          <w:cs/>
          <w:lang w:bidi="bn-IN"/>
        </w:rPr>
        <w:t xml:space="preserve">কিতাব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 ৯৯ পৃষ্ঠায় লিখেছেন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আবু দাউদ তার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সুনানে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 xml:space="preserve"> একটি হাদীস বর্ণনা করেছেন যে মাহদী হাসানের বংশ থেকে</w:t>
      </w:r>
      <w:r w:rsidRPr="009F36D3">
        <w:t xml:space="preserve"> </w:t>
      </w:r>
      <w:r w:rsidRPr="009F36D3">
        <w:rPr>
          <w:cs/>
          <w:lang w:bidi="bn-IN"/>
        </w:rPr>
        <w:t>এবং এর রহস্য এর মধ্যে নিহিত আছে যে হাসান খেলাফতকে ত্যাগ</w:t>
      </w:r>
      <w:r w:rsidRPr="009F36D3">
        <w:t xml:space="preserve"> </w:t>
      </w:r>
      <w:r w:rsidRPr="009F36D3">
        <w:rPr>
          <w:cs/>
          <w:lang w:bidi="bn-IN"/>
        </w:rPr>
        <w:t>করেছিলেন আল্লাহর জন্য এবং জনগণের প্রতি তার স্নেহের জন্য। এভাবে</w:t>
      </w:r>
      <w:r w:rsidRPr="009F36D3">
        <w:t xml:space="preserve"> </w:t>
      </w:r>
      <w:r w:rsidRPr="009F36D3">
        <w:rPr>
          <w:cs/>
          <w:lang w:bidi="bn-IN"/>
        </w:rPr>
        <w:t>আল্লাহ ক্বায়েমকে (যিনি প্রচণ্ড দুঃখ কষ্টের দিনে আসবেন) স্থাপন করলেন</w:t>
      </w:r>
      <w:r w:rsidRPr="009F36D3">
        <w:t xml:space="preserve"> </w:t>
      </w:r>
      <w:r w:rsidRPr="009F36D3">
        <w:rPr>
          <w:cs/>
          <w:lang w:bidi="bn-IN"/>
        </w:rPr>
        <w:t>তার বংশধারায় যেন তিনি পৃথিবীকে ন্যায়বিচারে পূর্ণ করে দিতে পারেন।</w:t>
      </w:r>
      <w:r w:rsidRPr="009F36D3">
        <w:t xml:space="preserve"> </w:t>
      </w:r>
      <w:r w:rsidRPr="009F36D3">
        <w:rPr>
          <w:cs/>
          <w:lang w:bidi="bn-IN"/>
        </w:rPr>
        <w:t>যেসব হাদীস বলে যে তিনি হোসেইনের বংশ থেকে সেগুলো দূর্বল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এ বইয়ের লেখক বলতে চান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উসুলে ফিক্বহ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নিয়মাবলী</w:t>
      </w:r>
      <w:r w:rsidRPr="009F36D3">
        <w:t xml:space="preserve"> </w:t>
      </w:r>
      <w:r w:rsidRPr="009F36D3">
        <w:rPr>
          <w:cs/>
          <w:lang w:bidi="bn-IN"/>
        </w:rPr>
        <w:t>অনুযায়ী উপরে উল্লেখিত হাদীসের উপর নির্ভর করা সঠিক হবে না</w:t>
      </w:r>
      <w:r w:rsidRPr="009F36D3">
        <w:t xml:space="preserve"> </w:t>
      </w:r>
      <w:r w:rsidRPr="009F36D3">
        <w:rPr>
          <w:cs/>
          <w:lang w:bidi="bn-IN"/>
        </w:rPr>
        <w:t>নিম্নলিখিত</w:t>
      </w:r>
      <w:r w:rsidRPr="009F36D3">
        <w:t xml:space="preserve"> </w:t>
      </w:r>
      <w:r w:rsidRPr="009F36D3">
        <w:rPr>
          <w:cs/>
          <w:lang w:bidi="bn-IN"/>
        </w:rPr>
        <w:t>কারণগুলোর জন্য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প্রথমত : আবু দাউদের বর্ণনায় কিছু অসামঞ্জস্য রয়েছে যেভাবে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t xml:space="preserve"> </w:t>
      </w:r>
      <w:r w:rsidRPr="009F36D3">
        <w:rPr>
          <w:cs/>
          <w:lang w:bidi="bn-IN"/>
        </w:rPr>
        <w:t>দুরার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 xml:space="preserve"> এর লেখক আবু দাউদের সুনান থেকে বর্ণনা করেছেন যে সবাই</w:t>
      </w:r>
      <w:r w:rsidRPr="009F36D3">
        <w:t xml:space="preserve"> </w:t>
      </w:r>
      <w:r w:rsidRPr="009F36D3">
        <w:rPr>
          <w:cs/>
          <w:lang w:bidi="bn-IN"/>
        </w:rPr>
        <w:t>হোসেইনের দিকে তাকালো।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দ্বিতীয়ত : একদল হাদীস বিশেষজ্ঞ একই হাদীস বর্ণনা করেছেন হুবুহু শুধু</w:t>
      </w:r>
      <w:r w:rsidRPr="009F36D3">
        <w:t xml:space="preserve"> </w:t>
      </w:r>
      <w:r w:rsidRPr="009F36D3">
        <w:rPr>
          <w:cs/>
          <w:lang w:bidi="bn-IN"/>
        </w:rPr>
        <w:t>তা বাদে যে আলী হোসেইনের দিকে তাকালেন।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তৃতীয়ত : ভুলের একটি সম্ভাবনা রয়েছে যে হাসান ও হোসেইন শব্দ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টো</w:t>
      </w:r>
      <w:r w:rsidRPr="009F36D3">
        <w:t xml:space="preserve"> </w:t>
      </w:r>
      <w:r w:rsidRPr="009F36D3">
        <w:rPr>
          <w:cs/>
          <w:lang w:bidi="bn-IN"/>
        </w:rPr>
        <w:t>কোন কোন সময়ে একটি অন্যটির জায়গায় ভুলভাবে লেখা হয়</w:t>
      </w:r>
      <w:r w:rsidRPr="009F36D3">
        <w:t xml:space="preserve">, </w:t>
      </w:r>
      <w:r w:rsidRPr="009F36D3">
        <w:rPr>
          <w:cs/>
          <w:lang w:bidi="bn-IN"/>
        </w:rPr>
        <w:t>বিশেষ</w:t>
      </w:r>
      <w:r w:rsidRPr="009F36D3">
        <w:t xml:space="preserve"> </w:t>
      </w:r>
      <w:r w:rsidRPr="009F36D3">
        <w:rPr>
          <w:cs/>
          <w:lang w:bidi="bn-IN"/>
        </w:rPr>
        <w:t>করে কুফী অক্ষরে।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চতুর্থত : সুন্নী আলেমদের মাঝে যা বিখ্যাত এ হাদীসটি তার সম্পূর্ণ বিপরীত।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পঞ্চমত : হাদীসটি অন্যান্য হাদীসের সাথে সাংঘর্ষিক যেগুলো তাদের</w:t>
      </w:r>
      <w:r w:rsidRPr="009F36D3">
        <w:t xml:space="preserve"> </w:t>
      </w:r>
      <w:r w:rsidRPr="009F36D3">
        <w:rPr>
          <w:cs/>
          <w:lang w:bidi="bn-IN"/>
        </w:rPr>
        <w:t>বর্ণনা ধারায় আরো বিশ্বস্ত</w:t>
      </w:r>
      <w:r w:rsidRPr="009F36D3">
        <w:t xml:space="preserve"> </w:t>
      </w:r>
      <w:r w:rsidRPr="009F36D3">
        <w:rPr>
          <w:cs/>
          <w:lang w:bidi="bn-IN"/>
        </w:rPr>
        <w:t>এবং প্রকাশে আরো সুস্পষ্ট। এগুলোর কিছু</w:t>
      </w:r>
      <w:r w:rsidRPr="009F36D3">
        <w:t xml:space="preserve"> </w:t>
      </w:r>
      <w:r w:rsidRPr="009F36D3">
        <w:rPr>
          <w:cs/>
          <w:lang w:bidi="bn-IN"/>
        </w:rPr>
        <w:t>কিছু ইতোমধ্যেই বর্ণনা করা হয়েছে এবং আল্লাহ চাইলে পরে বাকীগুলো</w:t>
      </w:r>
      <w:r w:rsidRPr="009F36D3">
        <w:t xml:space="preserve"> </w:t>
      </w:r>
      <w:r w:rsidRPr="009F36D3">
        <w:rPr>
          <w:cs/>
          <w:lang w:bidi="bn-IN"/>
        </w:rPr>
        <w:t>বর্ণনা করা হবে।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আর ষষ্ঠত : হাদীসটি সম্ভবত</w:t>
      </w:r>
      <w:r w:rsidRPr="009F36D3">
        <w:t xml:space="preserve"> </w:t>
      </w:r>
      <w:r w:rsidRPr="009F36D3">
        <w:rPr>
          <w:cs/>
          <w:lang w:bidi="bn-IN"/>
        </w:rPr>
        <w:t>মিথ্যা ও জাল। হয়তো এজন্য যে তারা</w:t>
      </w:r>
      <w:r w:rsidRPr="009F36D3">
        <w:t xml:space="preserve"> </w:t>
      </w:r>
      <w:r w:rsidRPr="009F36D3">
        <w:rPr>
          <w:cs/>
          <w:lang w:bidi="bn-IN"/>
        </w:rPr>
        <w:t xml:space="preserve">মুহাম্মাদ ইবনে আব্দুল্লাহর নিকটবর্তী হতে চেয়েছিলো যিনি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নফসে</w:t>
      </w:r>
      <w:r w:rsidRPr="009F36D3">
        <w:t xml:space="preserve"> </w:t>
      </w:r>
      <w:r w:rsidRPr="009F36D3">
        <w:rPr>
          <w:cs/>
          <w:lang w:bidi="bn-IN"/>
        </w:rPr>
        <w:t>যাকিয়্যাহ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নামে পরিচিত। তারা তাকে খুশী করার জন্য সম্ভবত</w:t>
      </w:r>
      <w:r w:rsidRPr="009F36D3">
        <w:t xml:space="preserve"> </w:t>
      </w:r>
      <w:r w:rsidRPr="009F36D3">
        <w:rPr>
          <w:cs/>
          <w:lang w:bidi="bn-IN"/>
        </w:rPr>
        <w:t>এটি</w:t>
      </w:r>
      <w:r w:rsidRPr="009F36D3">
        <w:t xml:space="preserve"> </w:t>
      </w:r>
      <w:r w:rsidRPr="009F36D3">
        <w:rPr>
          <w:cs/>
          <w:lang w:bidi="bn-IN"/>
        </w:rPr>
        <w:t>করেছিলো।</w:t>
      </w:r>
      <w:r w:rsidRPr="009F36D3">
        <w:t xml:space="preserve"> </w:t>
      </w:r>
    </w:p>
    <w:p w:rsidR="00B52D11" w:rsidRDefault="00B52D11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B52D11">
      <w:pPr>
        <w:pStyle w:val="Heading2Center"/>
      </w:pPr>
      <w:bookmarkStart w:id="20" w:name="_Toc451691935"/>
      <w:r w:rsidRPr="009F36D3">
        <w:rPr>
          <w:cs/>
          <w:lang w:bidi="bn-IN"/>
        </w:rPr>
        <w:lastRenderedPageBreak/>
        <w:t>মাহদী (আঃ) ইমাম হোসেইনের (আঃ) নবম বংশধর</w:t>
      </w:r>
      <w:bookmarkEnd w:id="20"/>
      <w:r w:rsidRPr="009F36D3">
        <w:t xml:space="preserve"> </w:t>
      </w:r>
    </w:p>
    <w:p w:rsidR="00B52D11" w:rsidRDefault="00B52D11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৪৯৩ নম্বর</w:t>
      </w:r>
      <w:r w:rsidRPr="009F36D3">
        <w:t xml:space="preserve"> </w:t>
      </w:r>
      <w:r w:rsidRPr="009F36D3">
        <w:rPr>
          <w:cs/>
          <w:lang w:bidi="bn-IN"/>
        </w:rPr>
        <w:t xml:space="preserve">পৃষ্ঠায় মুয়াফফাক্ ইবনে আহমাদ খাওয়ারাযমীর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মানাক্বিব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সলিম ইবনে</w:t>
      </w:r>
      <w:r w:rsidRPr="009F36D3">
        <w:t xml:space="preserve"> </w:t>
      </w:r>
      <w:r w:rsidRPr="009F36D3">
        <w:rPr>
          <w:cs/>
          <w:lang w:bidi="bn-IN"/>
        </w:rPr>
        <w:t>ক্বায়েস হাল্লালি থেকে</w:t>
      </w:r>
      <w:r w:rsidRPr="009F36D3">
        <w:t xml:space="preserve">, </w:t>
      </w:r>
      <w:r w:rsidRPr="009F36D3">
        <w:rPr>
          <w:cs/>
          <w:lang w:bidi="bn-IN"/>
        </w:rPr>
        <w:t>তিনি বর্ণনা করেন সালমান ফারসী থেকে</w:t>
      </w:r>
      <w:r w:rsidRPr="009F36D3">
        <w:t xml:space="preserve">,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বলেন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 রাসূলুল্লাহ (সাঃ) এর সাক্ষাত এর সুযোগ লাভ করলাম।</w:t>
      </w:r>
      <w:r w:rsidRPr="009F36D3">
        <w:t xml:space="preserve"> </w:t>
      </w:r>
      <w:r w:rsidRPr="009F36D3">
        <w:rPr>
          <w:cs/>
          <w:lang w:bidi="bn-IN"/>
        </w:rPr>
        <w:t>আমি যা দেখলাম তা হলো হোসেইন ইবনে আলী তার কোলে</w:t>
      </w:r>
      <w:r w:rsidRPr="009F36D3">
        <w:t xml:space="preserve"> </w:t>
      </w:r>
      <w:r w:rsidRPr="009F36D3">
        <w:rPr>
          <w:cs/>
          <w:lang w:bidi="bn-IN"/>
        </w:rPr>
        <w:t>বসে আছে এবং নবী (সাঃ) তার চোখের উপর চমু দিচ্ছেন এবং</w:t>
      </w:r>
      <w:r w:rsidRPr="009F36D3">
        <w:t xml:space="preserve"> </w:t>
      </w:r>
      <w:r w:rsidRPr="009F36D3">
        <w:rPr>
          <w:cs/>
          <w:lang w:bidi="bn-IN"/>
        </w:rPr>
        <w:t xml:space="preserve">তার জামা চুষছেন এবং বলছেন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তুমি একজন সর্দার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সর্দারের সন্তান</w:t>
      </w:r>
      <w:r w:rsidRPr="009F36D3">
        <w:t xml:space="preserve"> </w:t>
      </w:r>
      <w:r w:rsidRPr="009F36D3">
        <w:rPr>
          <w:cs/>
          <w:lang w:bidi="bn-IN"/>
        </w:rPr>
        <w:t>এবং একজন সর্দারের ভাই। তুমি একজন ইমাম</w:t>
      </w:r>
      <w:r w:rsidRPr="009F36D3">
        <w:t xml:space="preserve">, </w:t>
      </w:r>
      <w:r w:rsidRPr="009F36D3">
        <w:rPr>
          <w:cs/>
          <w:lang w:bidi="bn-IN"/>
        </w:rPr>
        <w:t>একজন ইমামের সন্তান</w:t>
      </w:r>
      <w:r w:rsidRPr="009F36D3">
        <w:t xml:space="preserve"> </w:t>
      </w:r>
      <w:r w:rsidRPr="009F36D3">
        <w:rPr>
          <w:cs/>
          <w:lang w:bidi="bn-IN"/>
        </w:rPr>
        <w:t>এবং একজন ইমামের ভাই। তুমি</w:t>
      </w:r>
      <w:r w:rsidRPr="009F36D3">
        <w:t xml:space="preserve"> </w:t>
      </w:r>
      <w:r w:rsidRPr="009F36D3">
        <w:rPr>
          <w:cs/>
          <w:lang w:bidi="bn-IN"/>
        </w:rPr>
        <w:t>একজন ঐশী প্রমাণ</w:t>
      </w:r>
      <w:r w:rsidRPr="009F36D3">
        <w:t>,</w:t>
      </w:r>
      <w:r w:rsidRPr="009F36D3">
        <w:rPr>
          <w:cs/>
          <w:lang w:bidi="bn-IN"/>
        </w:rPr>
        <w:t xml:space="preserve"> একজন ঐশী প্রমাণের ভাই এবং নয় জন</w:t>
      </w:r>
      <w:r w:rsidRPr="009F36D3">
        <w:t xml:space="preserve"> </w:t>
      </w:r>
      <w:r w:rsidRPr="009F36D3">
        <w:rPr>
          <w:cs/>
          <w:lang w:bidi="bn-IN"/>
        </w:rPr>
        <w:t>ঐশী প্রমাণের পিতা এবং তাদের নবম জন হচ্ছে ক্বায়েম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কথা দেখা যায়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ইক্বদুদ দুরার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 উক্ত বইয়ের ২৫৮</w:t>
      </w:r>
      <w:r w:rsidRPr="009F36D3">
        <w:t xml:space="preserve"> </w:t>
      </w:r>
      <w:r w:rsidRPr="009F36D3">
        <w:rPr>
          <w:cs/>
          <w:lang w:bidi="bn-IN"/>
        </w:rPr>
        <w:t xml:space="preserve">পৃষ্ঠায়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মাওয়াদ্দাতুল ক্বুরবা</w:t>
      </w:r>
      <w:r w:rsidRPr="005A057D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>র দশম অধ্যায় থেকে বর্ণনা করেন : সালিম</w:t>
      </w:r>
      <w:r w:rsidRPr="009F36D3">
        <w:t xml:space="preserve"> </w:t>
      </w:r>
      <w:r w:rsidRPr="009F36D3">
        <w:rPr>
          <w:cs/>
          <w:lang w:bidi="bn-IN"/>
        </w:rPr>
        <w:t>ইবনে ক্বায়েস হাল্লালি থেকে বর্ণিত হয়েছে যে সালমান ফারসী বলেন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 যখন নবী (সাঃ)-এর সাথে সাক্ষাত করতে গেলাম আমি</w:t>
      </w:r>
      <w:r w:rsidRPr="009F36D3">
        <w:t xml:space="preserve"> </w:t>
      </w:r>
      <w:r w:rsidRPr="009F36D3">
        <w:rPr>
          <w:cs/>
          <w:lang w:bidi="bn-IN"/>
        </w:rPr>
        <w:t>দেখলাম হোসেইন তার কোলে বসে আছে এবং তিনি তার</w:t>
      </w:r>
      <w:r w:rsidRPr="009F36D3">
        <w:t xml:space="preserve"> </w:t>
      </w:r>
      <w:r w:rsidRPr="009F36D3">
        <w:rPr>
          <w:cs/>
          <w:lang w:bidi="bn-IN"/>
        </w:rPr>
        <w:t>চোখের উপর চুমু দিচ্ছেন ও তার জামা চুষছেন। এরপর নবী</w:t>
      </w:r>
      <w:r w:rsidRPr="009F36D3">
        <w:t xml:space="preserve"> (</w:t>
      </w:r>
      <w:r w:rsidRPr="009F36D3">
        <w:rPr>
          <w:cs/>
          <w:lang w:bidi="bn-IN"/>
        </w:rPr>
        <w:t xml:space="preserve">সাঃ)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তুমি একজন সর্দার</w:t>
      </w:r>
      <w:r w:rsidRPr="009F36D3">
        <w:t xml:space="preserve">, </w:t>
      </w:r>
      <w:r w:rsidRPr="009F36D3">
        <w:rPr>
          <w:cs/>
          <w:lang w:bidi="bn-IN"/>
        </w:rPr>
        <w:t>একজন সর্দারের সন্তান</w:t>
      </w:r>
      <w:r w:rsidRPr="009F36D3">
        <w:t xml:space="preserve">, </w:t>
      </w:r>
      <w:r w:rsidRPr="009F36D3">
        <w:rPr>
          <w:cs/>
          <w:lang w:bidi="bn-IN"/>
        </w:rPr>
        <w:t>তুমি একজন ইমাম এবং একজন ইমামের সন্তান। তুমি একজন</w:t>
      </w:r>
      <w:r w:rsidRPr="009F36D3">
        <w:t xml:space="preserve"> </w:t>
      </w:r>
      <w:r w:rsidRPr="009F36D3">
        <w:rPr>
          <w:cs/>
          <w:lang w:bidi="bn-IN"/>
        </w:rPr>
        <w:t>ঐশী প্রমাণ এবং নয়জন ঐশী প্রমাণের পিতা</w:t>
      </w:r>
      <w:r w:rsidRPr="009F36D3">
        <w:t xml:space="preserve">, </w:t>
      </w:r>
      <w:r w:rsidRPr="009F36D3">
        <w:rPr>
          <w:cs/>
          <w:lang w:bidi="bn-IN"/>
        </w:rPr>
        <w:t>তাদের নবমজন</w:t>
      </w:r>
      <w:r w:rsidRPr="009F36D3">
        <w:t xml:space="preserve"> </w:t>
      </w:r>
      <w:r w:rsidRPr="009F36D3">
        <w:rPr>
          <w:cs/>
          <w:lang w:bidi="bn-IN"/>
        </w:rPr>
        <w:t>হচ্ছে ক্বায়েম।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এগুলো ছাড়াও আরো বেশ কিছু হাদীস রয়েছে যেগুলো ইনশাআল্লাহ</w:t>
      </w:r>
      <w:r w:rsidRPr="009F36D3">
        <w:t xml:space="preserve"> </w:t>
      </w:r>
      <w:r w:rsidRPr="009F36D3">
        <w:rPr>
          <w:cs/>
          <w:lang w:bidi="bn-IN"/>
        </w:rPr>
        <w:t>আমরা শীঘ্র বর্ণনা করবো।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 বইয়ের লেখক বলছেন : এটি সম্ভব মনে হয় না যে</w:t>
      </w:r>
      <w:r w:rsidRPr="009F36D3">
        <w:t xml:space="preserve"> </w:t>
      </w:r>
      <w:r w:rsidRPr="009F36D3">
        <w:rPr>
          <w:cs/>
          <w:lang w:bidi="bn-IN"/>
        </w:rPr>
        <w:t>মুসলমানরা কেউ এ নয় ব্যক্তিত্বের কথা জানে না এবং তাদের নাম জানে</w:t>
      </w:r>
      <w:r w:rsidRPr="009F36D3">
        <w:t xml:space="preserve"> </w:t>
      </w:r>
      <w:r w:rsidRPr="009F36D3">
        <w:rPr>
          <w:cs/>
          <w:lang w:bidi="bn-IN"/>
        </w:rPr>
        <w:t>না। এ বর্ণনার পরে তাদের নাম আর উল্লেখ না করে পারা যায় না।</w:t>
      </w:r>
      <w:r w:rsidRPr="009F36D3">
        <w:t xml:space="preserve"> </w:t>
      </w:r>
      <w:r w:rsidRPr="009F36D3">
        <w:rPr>
          <w:cs/>
          <w:lang w:bidi="bn-IN"/>
        </w:rPr>
        <w:t>তাদের প্রথম জন হলো আবুল হাসান যয়নুল আবেদীন। তার ছেলে আবু</w:t>
      </w:r>
      <w:r w:rsidRPr="009F36D3">
        <w:t xml:space="preserve"> </w:t>
      </w:r>
      <w:r w:rsidRPr="009F36D3">
        <w:rPr>
          <w:cs/>
          <w:lang w:bidi="bn-IN"/>
        </w:rPr>
        <w:t xml:space="preserve">জাফর মোহাম্মাদ </w:t>
      </w:r>
      <w:r w:rsidRPr="009F36D3">
        <w:rPr>
          <w:cs/>
          <w:lang w:bidi="bn-IN"/>
        </w:rPr>
        <w:lastRenderedPageBreak/>
        <w:t>আল বাক্বের</w:t>
      </w:r>
      <w:r w:rsidRPr="009F36D3">
        <w:t xml:space="preserve">, </w:t>
      </w:r>
      <w:r w:rsidRPr="009F36D3">
        <w:rPr>
          <w:cs/>
          <w:lang w:bidi="bn-IN"/>
        </w:rPr>
        <w:t>তার ছেলে আবু আব্দুল্লাহ জাফর আস-</w:t>
      </w:r>
      <w:r w:rsidRPr="009F36D3">
        <w:t xml:space="preserve"> </w:t>
      </w:r>
      <w:r w:rsidRPr="009F36D3">
        <w:rPr>
          <w:cs/>
          <w:lang w:bidi="bn-IN"/>
        </w:rPr>
        <w:t>সাদেক</w:t>
      </w:r>
      <w:r w:rsidRPr="009F36D3">
        <w:t xml:space="preserve">, </w:t>
      </w:r>
      <w:r w:rsidRPr="009F36D3">
        <w:rPr>
          <w:cs/>
          <w:lang w:bidi="bn-IN"/>
        </w:rPr>
        <w:t>তার ছেলে আবুল হাসান মুসা আল-কাযেম</w:t>
      </w:r>
      <w:r w:rsidRPr="009F36D3">
        <w:t xml:space="preserve">, </w:t>
      </w:r>
      <w:r w:rsidRPr="009F36D3">
        <w:rPr>
          <w:cs/>
          <w:lang w:bidi="bn-IN"/>
        </w:rPr>
        <w:t>তার ছেলে আবুল</w:t>
      </w:r>
      <w:r w:rsidRPr="009F36D3">
        <w:t xml:space="preserve"> </w:t>
      </w:r>
      <w:r w:rsidRPr="009F36D3">
        <w:rPr>
          <w:cs/>
          <w:lang w:bidi="bn-IN"/>
        </w:rPr>
        <w:t>হাসান আর-রিদা</w:t>
      </w:r>
      <w:r w:rsidRPr="009F36D3">
        <w:t xml:space="preserve">, </w:t>
      </w:r>
      <w:r w:rsidRPr="009F36D3">
        <w:rPr>
          <w:cs/>
          <w:lang w:bidi="bn-IN"/>
        </w:rPr>
        <w:t>তার ছেলে আবু জাফর মোহাম্মাদ আল জাওয়াদ</w:t>
      </w:r>
      <w:r w:rsidRPr="009F36D3">
        <w:t xml:space="preserve">,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ছেলে আবুল হাসান আলী আল হাদী</w:t>
      </w:r>
      <w:r w:rsidRPr="009F36D3">
        <w:t xml:space="preserve">, </w:t>
      </w:r>
      <w:r w:rsidRPr="009F36D3">
        <w:rPr>
          <w:cs/>
          <w:lang w:bidi="bn-IN"/>
        </w:rPr>
        <w:t>তার ছেলে মুহাম্মাদ হাসান আল-</w:t>
      </w:r>
      <w:r w:rsidRPr="009F36D3">
        <w:t xml:space="preserve"> </w:t>
      </w:r>
      <w:r w:rsidRPr="009F36D3">
        <w:rPr>
          <w:cs/>
          <w:lang w:bidi="bn-IN"/>
        </w:rPr>
        <w:t>আসকারী</w:t>
      </w:r>
      <w:r w:rsidRPr="009F36D3">
        <w:t xml:space="preserve">, </w:t>
      </w:r>
      <w:r w:rsidRPr="009F36D3">
        <w:rPr>
          <w:cs/>
          <w:lang w:bidi="bn-IN"/>
        </w:rPr>
        <w:t>তার ছেলে আবুল ক্বাসিম মোহাম্মাদ মাহদী</w:t>
      </w:r>
      <w:r w:rsidRPr="009F36D3">
        <w:t xml:space="preserve">, </w:t>
      </w:r>
      <w:r w:rsidRPr="009F36D3">
        <w:rPr>
          <w:cs/>
          <w:lang w:bidi="bn-IN"/>
        </w:rPr>
        <w:t>যিনি তাদের মধ্যে</w:t>
      </w:r>
      <w:r w:rsidRPr="009F36D3">
        <w:t xml:space="preserve"> </w:t>
      </w:r>
      <w:r w:rsidRPr="009F36D3">
        <w:rPr>
          <w:cs/>
          <w:lang w:bidi="bn-IN"/>
        </w:rPr>
        <w:t xml:space="preserve">নবম এবং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ক্বায়েম</w:t>
      </w:r>
      <w:r w:rsidRPr="005A057D">
        <w:rPr>
          <w:rStyle w:val="libAlaemChar"/>
        </w:rPr>
        <w:t>”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B52D11" w:rsidRPr="009F36D3" w:rsidRDefault="00B52D11" w:rsidP="005A057D">
      <w:pPr>
        <w:pStyle w:val="libNormal"/>
      </w:pPr>
    </w:p>
    <w:p w:rsidR="005A057D" w:rsidRPr="009F36D3" w:rsidRDefault="005A057D" w:rsidP="00B52D11">
      <w:pPr>
        <w:pStyle w:val="libCenterBold1"/>
      </w:pPr>
      <w:r w:rsidRPr="009F36D3">
        <w:rPr>
          <w:cs/>
          <w:lang w:bidi="bn-IN"/>
        </w:rPr>
        <w:t>মাহদী (আঃ) ইমাম সাদিক (আঃ)-এর বংশ থেকে</w:t>
      </w:r>
      <w:r w:rsidRPr="009F36D3">
        <w:t xml:space="preserve"> </w:t>
      </w:r>
    </w:p>
    <w:p w:rsidR="00B52D11" w:rsidRDefault="00B52D11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৪৯৯ পৃষ্ঠায় হাফেয আবু নাঈম</w:t>
      </w:r>
      <w:r w:rsidRPr="009F36D3">
        <w:t xml:space="preserve"> </w:t>
      </w:r>
      <w:r w:rsidRPr="009F36D3">
        <w:rPr>
          <w:cs/>
          <w:lang w:bidi="bn-IN"/>
        </w:rPr>
        <w:t xml:space="preserve">ইসফাহানীর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আরবাইনে</w:t>
      </w:r>
      <w:r w:rsidRPr="005A057D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যা মাহদী-আঃ সম্পর্কিত ৪০ টি হাদীসের</w:t>
      </w:r>
      <w:r w:rsidRPr="009F36D3">
        <w:t xml:space="preserve"> </w:t>
      </w:r>
      <w:r w:rsidRPr="009F36D3">
        <w:rPr>
          <w:cs/>
          <w:lang w:bidi="bn-IN"/>
        </w:rPr>
        <w:t xml:space="preserve">সংকলন) থেকে বর্ণনা করেছেন। এদের মধ্যে একটি হাদীস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লাগভী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ইবনে খেসবাব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নামে বেশী পরিচিতি</w:t>
      </w:r>
      <w:r w:rsidRPr="009F36D3">
        <w:t xml:space="preserve">, </w:t>
      </w:r>
      <w:r w:rsidRPr="009F36D3">
        <w:rPr>
          <w:cs/>
          <w:lang w:bidi="bn-IN"/>
        </w:rPr>
        <w:t>তার থেকে বর্ণনা করেছেন। তিনি</w:t>
      </w:r>
      <w:r w:rsidRPr="009F36D3">
        <w:t xml:space="preserve"> </w:t>
      </w:r>
      <w:r w:rsidRPr="009F36D3">
        <w:rPr>
          <w:cs/>
          <w:lang w:bidi="bn-IN"/>
        </w:rPr>
        <w:t>বলেছেন : আবুল ক্বাসেম</w:t>
      </w:r>
      <w:r w:rsidRPr="009F36D3">
        <w:t xml:space="preserve"> </w:t>
      </w:r>
      <w:r w:rsidRPr="009F36D3">
        <w:rPr>
          <w:cs/>
          <w:lang w:bidi="bn-IN"/>
        </w:rPr>
        <w:t>তাহের ইবনে হারুন ইবনে মূসা কাযিম তার</w:t>
      </w:r>
      <w:r w:rsidRPr="009F36D3">
        <w:t xml:space="preserve"> </w:t>
      </w:r>
      <w:r w:rsidRPr="009F36D3">
        <w:rPr>
          <w:cs/>
          <w:lang w:bidi="bn-IN"/>
        </w:rPr>
        <w:t>দাদা থেকে একটি হাদীস আমার জন্য বর্ণনা করেন</w:t>
      </w:r>
      <w:r w:rsidRPr="009F36D3">
        <w:t xml:space="preserve">, </w:t>
      </w:r>
      <w:r w:rsidRPr="009F36D3">
        <w:rPr>
          <w:cs/>
          <w:lang w:bidi="bn-IN"/>
        </w:rPr>
        <w:t>তিনি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আমার মালিক জাফর ইবনে মুহাম্মাদ বলেছেন</w:t>
      </w:r>
      <w:r w:rsidRPr="009F36D3">
        <w:t xml:space="preserve">, </w:t>
      </w:r>
      <w:r w:rsidRPr="009F36D3">
        <w:rPr>
          <w:cs/>
          <w:lang w:bidi="bn-IN"/>
        </w:rPr>
        <w:t>পরহেযগার</w:t>
      </w:r>
      <w:r w:rsidRPr="009F36D3">
        <w:t xml:space="preserve"> </w:t>
      </w:r>
      <w:r w:rsidRPr="009F36D3">
        <w:rPr>
          <w:cs/>
          <w:lang w:bidi="bn-IN"/>
        </w:rPr>
        <w:t>উত্তরাধিকারী আমার বংশ থেকে আসবে এবং সে মাহদী। তার</w:t>
      </w:r>
      <w:r w:rsidRPr="009F36D3">
        <w:t xml:space="preserve"> </w:t>
      </w:r>
      <w:r w:rsidRPr="009F36D3">
        <w:rPr>
          <w:cs/>
          <w:lang w:bidi="bn-IN"/>
        </w:rPr>
        <w:t>নাম হচ্ছে মুহাম্মাদ আর তার উপাধি হচ্ছে আবুল ক্বাসিম।</w:t>
      </w:r>
      <w:r w:rsidRPr="009F36D3">
        <w:t xml:space="preserve"> 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>আত্মপ্রকাশ করবে শেষ সময়ে। তার মায়ের নাম হবে নারজীস</w:t>
      </w:r>
      <w:r w:rsidRPr="009F36D3">
        <w:t xml:space="preserve"> </w:t>
      </w:r>
      <w:r w:rsidRPr="009F36D3">
        <w:rPr>
          <w:cs/>
          <w:lang w:bidi="bn-IN"/>
        </w:rPr>
        <w:t>এবং তার মাথার উপরে থাকবে এক টুকরো মেঘ। যা তাকে</w:t>
      </w:r>
      <w:r w:rsidRPr="009F36D3">
        <w:t xml:space="preserve"> </w:t>
      </w:r>
      <w:r w:rsidRPr="009F36D3">
        <w:rPr>
          <w:cs/>
          <w:lang w:bidi="bn-IN"/>
        </w:rPr>
        <w:t>সূর্যের মাঝে ছায়া দান করবে। এটি তার সাথে সাথে যাবে</w:t>
      </w:r>
      <w:r w:rsidRPr="009F36D3">
        <w:t xml:space="preserve"> </w:t>
      </w:r>
      <w:r w:rsidRPr="009F36D3">
        <w:rPr>
          <w:cs/>
          <w:lang w:bidi="bn-IN"/>
        </w:rPr>
        <w:t>যেখানেই সে যাবে এবং উচ্চস্বরে</w:t>
      </w:r>
      <w:r w:rsidRPr="009F36D3">
        <w:t xml:space="preserve"> </w:t>
      </w:r>
      <w:r w:rsidRPr="009F36D3">
        <w:rPr>
          <w:cs/>
          <w:lang w:bidi="bn-IN"/>
        </w:rPr>
        <w:t xml:space="preserve">ভারী কন্ঠে বলবে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এ হলো</w:t>
      </w:r>
      <w:r w:rsidRPr="009F36D3">
        <w:t xml:space="preserve"> </w:t>
      </w:r>
      <w:r w:rsidRPr="009F36D3">
        <w:rPr>
          <w:cs/>
          <w:lang w:bidi="bn-IN"/>
        </w:rPr>
        <w:t>মাহদী অতএব তাকে মেনে চলো।</w:t>
      </w:r>
      <w:r w:rsidRPr="005A057D">
        <w:rPr>
          <w:rStyle w:val="libAlaemChar"/>
        </w:rPr>
        <w:t>’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এছাড়াও অন্য হাদীস রয়েছে যার সাথে আপনাদের শীঘ্রই পরিচয় করিয়ে</w:t>
      </w:r>
      <w:r w:rsidRPr="009F36D3">
        <w:t xml:space="preserve"> </w:t>
      </w:r>
      <w:r w:rsidRPr="009F36D3">
        <w:rPr>
          <w:cs/>
          <w:lang w:bidi="bn-IN"/>
        </w:rPr>
        <w:t>দিবো।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১২০ পৃষ্ঠায় বলেন</w:t>
      </w:r>
      <w:r w:rsidRPr="009F36D3">
        <w:t xml:space="preserve">,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মুহাম্মাদ</w:t>
      </w:r>
      <w:r w:rsidRPr="009F36D3">
        <w:t xml:space="preserve"> </w:t>
      </w:r>
      <w:r w:rsidRPr="009F36D3">
        <w:rPr>
          <w:cs/>
          <w:lang w:bidi="bn-IN"/>
        </w:rPr>
        <w:t>ইবনে আলী আল-বাক্বের ছয়টি সন্তান</w:t>
      </w:r>
      <w:r w:rsidRPr="009F36D3">
        <w:t xml:space="preserve"> </w:t>
      </w:r>
      <w:r w:rsidRPr="009F36D3">
        <w:rPr>
          <w:cs/>
          <w:lang w:bidi="bn-IN"/>
        </w:rPr>
        <w:t>রেখে গিয়েছিলেন তাদের মধ্যে</w:t>
      </w:r>
      <w:r w:rsidRPr="009F36D3">
        <w:t xml:space="preserve"> </w:t>
      </w:r>
      <w:r w:rsidRPr="009F36D3">
        <w:rPr>
          <w:cs/>
          <w:lang w:bidi="bn-IN"/>
        </w:rPr>
        <w:t>সবচেয়ে জ্ঞানী ও পূর্ণ ছিলো জাফর সাদেক</w:t>
      </w:r>
      <w:r w:rsidRPr="009F36D3">
        <w:t xml:space="preserve">; </w:t>
      </w:r>
      <w:r w:rsidRPr="009F36D3">
        <w:rPr>
          <w:cs/>
          <w:lang w:bidi="bn-IN"/>
        </w:rPr>
        <w:t xml:space="preserve">এ </w:t>
      </w:r>
      <w:r w:rsidRPr="009F36D3">
        <w:rPr>
          <w:cs/>
          <w:lang w:bidi="bn-IN"/>
        </w:rPr>
        <w:lastRenderedPageBreak/>
        <w:t>কারণেই তাকে তার</w:t>
      </w:r>
      <w:r w:rsidRPr="009F36D3">
        <w:t xml:space="preserve"> </w:t>
      </w:r>
      <w:r w:rsidRPr="009F36D3">
        <w:rPr>
          <w:cs/>
          <w:lang w:bidi="bn-IN"/>
        </w:rPr>
        <w:t>পিতার উত্তরাধিকারী ও ওয়াসী বানানো হয় এবং জনগণ তার কাছ থেকে</w:t>
      </w:r>
      <w:r w:rsidRPr="009F36D3">
        <w:t xml:space="preserve"> </w:t>
      </w:r>
      <w:r w:rsidRPr="009F36D3">
        <w:rPr>
          <w:cs/>
          <w:lang w:bidi="bn-IN"/>
        </w:rPr>
        <w:t>এত জ্ঞান বর্ণনা করেছে যে তার সুখ্যাতি সব জায়গায় পৌছে গেছে।</w:t>
      </w:r>
      <w:r w:rsidRPr="005A057D">
        <w:rPr>
          <w:rStyle w:val="libAlaemChar"/>
        </w:rPr>
        <w:t>”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বিখ্যাত সুন্নী</w:t>
      </w:r>
      <w:r w:rsidRPr="009F36D3">
        <w:t xml:space="preserve"> </w:t>
      </w:r>
      <w:r w:rsidRPr="009F36D3">
        <w:rPr>
          <w:cs/>
          <w:lang w:bidi="bn-IN"/>
        </w:rPr>
        <w:t>জ্ঞানী ব্যক্তিগণ যেমন ইয়াহইয়া ইবনে সাঈদ</w:t>
      </w:r>
      <w:r w:rsidRPr="009F36D3">
        <w:t xml:space="preserve">, </w:t>
      </w:r>
      <w:r w:rsidRPr="009F36D3">
        <w:rPr>
          <w:cs/>
          <w:lang w:bidi="bn-IN"/>
        </w:rPr>
        <w:t>ইবনে</w:t>
      </w:r>
      <w:r w:rsidRPr="009F36D3">
        <w:t xml:space="preserve"> </w:t>
      </w:r>
      <w:r w:rsidRPr="009F36D3">
        <w:rPr>
          <w:cs/>
          <w:lang w:bidi="bn-IN"/>
        </w:rPr>
        <w:t>জারীহ</w:t>
      </w:r>
      <w:r w:rsidRPr="009F36D3">
        <w:t xml:space="preserve">, </w:t>
      </w:r>
      <w:r w:rsidRPr="009F36D3">
        <w:rPr>
          <w:cs/>
          <w:lang w:bidi="bn-IN"/>
        </w:rPr>
        <w:t>মালিক</w:t>
      </w:r>
      <w:r w:rsidRPr="009F36D3">
        <w:t xml:space="preserve">, </w:t>
      </w:r>
      <w:r w:rsidRPr="009F36D3">
        <w:rPr>
          <w:cs/>
          <w:lang w:bidi="bn-IN"/>
        </w:rPr>
        <w:t>সুফিয়ানীন</w:t>
      </w:r>
      <w:r w:rsidRPr="009F36D3">
        <w:t>,</w:t>
      </w:r>
      <w:r w:rsidRPr="009F36D3">
        <w:rPr>
          <w:cs/>
          <w:lang w:bidi="bn-IN"/>
        </w:rPr>
        <w:t xml:space="preserve"> আবু হানিফা</w:t>
      </w:r>
      <w:r w:rsidRPr="009F36D3">
        <w:t xml:space="preserve">, </w:t>
      </w:r>
      <w:r w:rsidRPr="009F36D3">
        <w:rPr>
          <w:cs/>
          <w:lang w:bidi="bn-IN"/>
        </w:rPr>
        <w:t>শুয়াবা এবং আইয়ুব বাখতিয়ানি</w:t>
      </w:r>
      <w:r w:rsidRPr="009F36D3">
        <w:t xml:space="preserve"> </w:t>
      </w:r>
      <w:r w:rsidRPr="009F36D3">
        <w:rPr>
          <w:cs/>
          <w:lang w:bidi="bn-IN"/>
        </w:rPr>
        <w:t>তার কাছ থেকে হাদীস বর্ণনা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মহান আল্লাহ বলেন :</w:t>
      </w:r>
      <w:r w:rsidRPr="009F36D3">
        <w:t xml:space="preserve"> </w:t>
      </w:r>
    </w:p>
    <w:p w:rsidR="005A057D" w:rsidRDefault="00B52D11" w:rsidP="00B06DC9">
      <w:pPr>
        <w:pStyle w:val="libAie"/>
      </w:pPr>
      <w:r w:rsidRPr="00B52D11">
        <w:rPr>
          <w:rStyle w:val="libAlaemChar"/>
        </w:rPr>
        <w:t>)</w:t>
      </w:r>
      <w:r w:rsidR="005A057D" w:rsidRPr="00B06DC9">
        <w:rPr>
          <w:rFonts w:hint="cs"/>
          <w:rtl/>
        </w:rPr>
        <w:t>إِنَّا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أَعْطَيْنَاكَ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الْكَوْثَرَ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فَصَلِّ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لِرَبِّكَ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وَانْحَرْ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إِنَّ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شَانِئَكَ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هُوَ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الْأَبْتَرُ</w:t>
      </w:r>
      <w:r w:rsidR="005A057D" w:rsidRPr="00AA6375">
        <w:rPr>
          <w:rtl/>
        </w:rPr>
        <w:t xml:space="preserve"> </w:t>
      </w:r>
      <w:r w:rsidRPr="00B52D11">
        <w:rPr>
          <w:rStyle w:val="libAlaemChar"/>
        </w:rPr>
        <w:t>(</w:t>
      </w:r>
    </w:p>
    <w:p w:rsidR="00B52D11" w:rsidRPr="00AA6375" w:rsidRDefault="00B52D11" w:rsidP="00B52D11"/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 অবশ্যই তোমাকে কাওছার দান করেছি। সুতরাং তুমি</w:t>
      </w:r>
      <w:r w:rsidRPr="009F36D3">
        <w:t xml:space="preserve"> </w:t>
      </w:r>
      <w:r w:rsidRPr="009F36D3">
        <w:rPr>
          <w:cs/>
          <w:lang w:bidi="bn-IN"/>
        </w:rPr>
        <w:t>তোমার প্রতিপালকের উদ্দেশ্যে সালাত আদায় কর এবং কুরবানী</w:t>
      </w:r>
      <w:r w:rsidRPr="009F36D3">
        <w:t xml:space="preserve"> </w:t>
      </w:r>
      <w:r w:rsidRPr="009F36D3">
        <w:rPr>
          <w:cs/>
          <w:lang w:bidi="bn-IN"/>
        </w:rPr>
        <w:t>কর। নিশ্চয় তোমার প্রতি বিদ্বেষ পোষণকারীই নির্বংশ।</w:t>
      </w:r>
      <w:r w:rsidRPr="005A057D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কাউছার)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 আয়াতের ব্যাখ্যায় ইমাম ফখরুদ্দীন রাযী বলেন : (কাউসার)- এর</w:t>
      </w:r>
      <w:r w:rsidRPr="009F36D3">
        <w:t xml:space="preserve"> </w:t>
      </w:r>
      <w:r w:rsidRPr="009F36D3">
        <w:rPr>
          <w:cs/>
          <w:lang w:bidi="bn-IN"/>
        </w:rPr>
        <w:t>বিভিন্ন অর্থের একটি হতে পারে বংশ। কারণ এ সূরা নাযিল হয়েছিলো</w:t>
      </w:r>
      <w:r w:rsidRPr="009F36D3">
        <w:t xml:space="preserve"> </w:t>
      </w:r>
      <w:r w:rsidRPr="009F36D3">
        <w:rPr>
          <w:cs/>
          <w:lang w:bidi="bn-IN"/>
        </w:rPr>
        <w:t>তাদের যুক্তি খণ্ডন করে যারা নবী (সাঃ) কে সন্তান না থাকার জন্য</w:t>
      </w:r>
      <w:r w:rsidRPr="009F36D3">
        <w:t xml:space="preserve"> </w:t>
      </w:r>
      <w:r w:rsidRPr="009F36D3">
        <w:rPr>
          <w:cs/>
          <w:lang w:bidi="bn-IN"/>
        </w:rPr>
        <w:t>টিটকারী করত। তখন আল্লাহ তাকে এমন এক প্রজন্ম দিলেন যা সময়ের</w:t>
      </w:r>
      <w:r w:rsidRPr="009F36D3">
        <w:t xml:space="preserve"> </w:t>
      </w:r>
      <w:r w:rsidRPr="009F36D3">
        <w:rPr>
          <w:cs/>
          <w:lang w:bidi="bn-IN"/>
        </w:rPr>
        <w:t>সাথে বজায় থাকবে। এভাবে আপনারা নিজেরাই দেখতে পারেন নবী</w:t>
      </w:r>
      <w:r w:rsidRPr="009F36D3">
        <w:t xml:space="preserve"> (</w:t>
      </w:r>
      <w:r w:rsidRPr="009F36D3">
        <w:rPr>
          <w:cs/>
          <w:lang w:bidi="bn-IN"/>
        </w:rPr>
        <w:t>সাঃ)-এর বংশের কত জনকে হত্যা করা হয়েছে তারপরও পৃথিবী তাদের</w:t>
      </w:r>
      <w:r w:rsidRPr="009F36D3">
        <w:t xml:space="preserve"> </w:t>
      </w:r>
      <w:r w:rsidRPr="009F36D3">
        <w:rPr>
          <w:cs/>
          <w:lang w:bidi="bn-IN"/>
        </w:rPr>
        <w:t>উপস্থিতিতে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পূর্ণ অথচ বনি উমাইয়্যার একজনও বেঁচে নেই। আবারও</w:t>
      </w:r>
      <w:r w:rsidRPr="009F36D3">
        <w:t xml:space="preserve"> </w:t>
      </w:r>
      <w:r w:rsidRPr="009F36D3">
        <w:rPr>
          <w:cs/>
          <w:lang w:bidi="bn-IN"/>
        </w:rPr>
        <w:t>আপনারা দেখতে পাচ্ছেন যে যারা আহলুল বায়েত থেকে যেমন বাক্বের</w:t>
      </w:r>
      <w:r w:rsidRPr="009F36D3">
        <w:t xml:space="preserve">, </w:t>
      </w:r>
      <w:r w:rsidRPr="009F36D3">
        <w:rPr>
          <w:cs/>
          <w:lang w:bidi="bn-IN"/>
        </w:rPr>
        <w:t>সাদেক</w:t>
      </w:r>
      <w:r w:rsidRPr="009F36D3">
        <w:t xml:space="preserve">, </w:t>
      </w:r>
      <w:r w:rsidRPr="009F36D3">
        <w:rPr>
          <w:cs/>
          <w:lang w:bidi="bn-IN"/>
        </w:rPr>
        <w:t>কাযিম</w:t>
      </w:r>
      <w:r w:rsidRPr="009F36D3">
        <w:t xml:space="preserve">, </w:t>
      </w:r>
      <w:r w:rsidRPr="009F36D3">
        <w:rPr>
          <w:cs/>
          <w:lang w:bidi="bn-IN"/>
        </w:rPr>
        <w:t>রেযা (সাঃ) নফসে যাকিয়্যাহ এবং তাদের মত অন্যরা</w:t>
      </w:r>
      <w:r w:rsidRPr="009F36D3">
        <w:t xml:space="preserve"> </w:t>
      </w:r>
      <w:r w:rsidRPr="009F36D3">
        <w:rPr>
          <w:cs/>
          <w:lang w:bidi="bn-IN"/>
        </w:rPr>
        <w:t>কত বড় জ্ঞানী।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B52D11">
      <w:pPr>
        <w:pStyle w:val="libCenterBold1"/>
      </w:pPr>
      <w:r w:rsidRPr="009F36D3">
        <w:rPr>
          <w:cs/>
          <w:lang w:bidi="bn-IN"/>
        </w:rPr>
        <w:t>মাহদী (আঃ) ইমাম রেযা (আঃ)-এর বংশ থেকে</w:t>
      </w:r>
      <w:r w:rsidRPr="009F36D3">
        <w:t xml:space="preserve"> </w:t>
      </w:r>
    </w:p>
    <w:p w:rsidR="00B52D11" w:rsidRDefault="00B52D11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৪৪৮ পৃষ্ঠায়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সেমতাইন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হাসান ইবনে খালিদ বলেছেন : আলী</w:t>
      </w:r>
      <w:r w:rsidRPr="009F36D3">
        <w:t xml:space="preserve"> </w:t>
      </w:r>
      <w:r w:rsidRPr="009F36D3">
        <w:rPr>
          <w:cs/>
          <w:lang w:bidi="bn-IN"/>
        </w:rPr>
        <w:t>ইবনে মুসা রেযা (আঃ)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5A057D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যার ধার্মিকতা নেই</w:t>
      </w:r>
      <w:r w:rsidRPr="009F36D3">
        <w:t xml:space="preserve">, </w:t>
      </w:r>
      <w:r w:rsidRPr="009F36D3">
        <w:rPr>
          <w:cs/>
          <w:lang w:bidi="bn-IN"/>
        </w:rPr>
        <w:t>তার বিশ্বাস</w:t>
      </w:r>
      <w:r w:rsidRPr="009F36D3">
        <w:t xml:space="preserve"> </w:t>
      </w:r>
      <w:r w:rsidRPr="009F36D3">
        <w:rPr>
          <w:cs/>
          <w:lang w:bidi="bn-IN"/>
        </w:rPr>
        <w:t>নেই এবং তোমাদের মধ্যে</w:t>
      </w:r>
      <w:r w:rsidRPr="009F36D3">
        <w:t xml:space="preserve"> </w:t>
      </w:r>
      <w:r w:rsidRPr="009F36D3">
        <w:rPr>
          <w:cs/>
          <w:lang w:bidi="bn-IN"/>
        </w:rPr>
        <w:t>আল্লাহর সামনে সেই সবচেয়ে সম্মানিত যে সবচেয়ে ধার্মিক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নিশ্চয়ই আমার বংশধর থেকে চতুর্থ জন</w:t>
      </w:r>
      <w:r w:rsidRPr="009F36D3">
        <w:t xml:space="preserve"> </w:t>
      </w:r>
      <w:r w:rsidRPr="009F36D3">
        <w:rPr>
          <w:cs/>
          <w:lang w:bidi="bn-IN"/>
        </w:rPr>
        <w:t>দাসীদের নেত্রীর সন্তান</w:t>
      </w:r>
      <w:r w:rsidRPr="009F36D3">
        <w:t xml:space="preserve"> </w:t>
      </w:r>
      <w:r w:rsidRPr="009F36D3">
        <w:rPr>
          <w:cs/>
          <w:lang w:bidi="bn-IN"/>
        </w:rPr>
        <w:t>যে পৃথিবী থেকে সব নৃশংসতা ও নিপীড়ন</w:t>
      </w:r>
      <w:r w:rsidRPr="009F36D3">
        <w:t xml:space="preserve"> </w:t>
      </w:r>
      <w:r w:rsidRPr="009F36D3">
        <w:rPr>
          <w:cs/>
          <w:lang w:bidi="bn-IN"/>
        </w:rPr>
        <w:t>মুছে ফেলবে।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৪৫৪ পৃষ্ঠায় লেখক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ফারায়েদুস সেমতাইন</w:t>
      </w:r>
      <w:r w:rsidRPr="005A057D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: আহমাদ ইবনে যিয়াদ দেবেল খুযাঈ থেকে বর্ণনা করেন :</w:t>
      </w:r>
      <w:r w:rsidRPr="009F36D3">
        <w:t xml:space="preserve"> </w:t>
      </w:r>
      <w:r w:rsidRPr="009F36D3">
        <w:rPr>
          <w:cs/>
          <w:lang w:bidi="bn-IN"/>
        </w:rPr>
        <w:t>আমি আমার কবিতা পড়লাম যার শুরু ছিলো ইমাম রেযা (আঃ)-</w:t>
      </w:r>
      <w:r w:rsidRPr="009F36D3">
        <w:t xml:space="preserve"> </w:t>
      </w:r>
      <w:r w:rsidRPr="009F36D3">
        <w:rPr>
          <w:cs/>
          <w:lang w:bidi="bn-IN"/>
        </w:rPr>
        <w:t>এর সামনে</w:t>
      </w:r>
      <w:r w:rsidRPr="009F36D3">
        <w:t xml:space="preserve">, </w:t>
      </w:r>
      <w:r w:rsidRPr="009F36D3">
        <w:rPr>
          <w:cs/>
          <w:lang w:bidi="bn-IN"/>
        </w:rPr>
        <w:t>যখন আমি কবিতার এ অংশে পৌছুলাম :</w:t>
      </w:r>
      <w:r w:rsidRPr="009F36D3"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396333" w:rsidRPr="00961709" w:rsidTr="00B81B86">
        <w:trPr>
          <w:trHeight w:val="350"/>
        </w:trPr>
        <w:tc>
          <w:tcPr>
            <w:tcW w:w="4238" w:type="dxa"/>
            <w:shd w:val="clear" w:color="auto" w:fill="auto"/>
          </w:tcPr>
          <w:p w:rsidR="00396333" w:rsidRPr="00396333" w:rsidRDefault="00396333" w:rsidP="00396333">
            <w:pPr>
              <w:pStyle w:val="libPoem"/>
            </w:pPr>
            <w:r w:rsidRPr="00396333">
              <w:rPr>
                <w:rFonts w:hint="cs"/>
                <w:rtl/>
              </w:rPr>
              <w:t>خروج</w:t>
            </w:r>
            <w:r w:rsidRPr="00396333">
              <w:rPr>
                <w:rtl/>
              </w:rPr>
              <w:t xml:space="preserve"> </w:t>
            </w:r>
            <w:r w:rsidRPr="00396333">
              <w:rPr>
                <w:rFonts w:hint="cs"/>
                <w:rtl/>
              </w:rPr>
              <w:t>امام</w:t>
            </w:r>
            <w:r w:rsidRPr="00396333">
              <w:rPr>
                <w:rtl/>
              </w:rPr>
              <w:t xml:space="preserve"> </w:t>
            </w:r>
            <w:r w:rsidRPr="00396333">
              <w:rPr>
                <w:rFonts w:hint="cs"/>
                <w:rtl/>
              </w:rPr>
              <w:t>الا</w:t>
            </w:r>
            <w:r w:rsidRPr="00396333">
              <w:rPr>
                <w:rtl/>
              </w:rPr>
              <w:t xml:space="preserve"> </w:t>
            </w:r>
            <w:r w:rsidRPr="00396333">
              <w:rPr>
                <w:rFonts w:hint="cs"/>
                <w:rtl/>
              </w:rPr>
              <w:t>محالة</w:t>
            </w:r>
            <w:r w:rsidRPr="00396333">
              <w:rPr>
                <w:rtl/>
              </w:rPr>
              <w:t xml:space="preserve">  </w:t>
            </w:r>
            <w:r w:rsidRPr="00396333">
              <w:rPr>
                <w:rFonts w:hint="cs"/>
                <w:rtl/>
              </w:rPr>
              <w:t>واقع</w:t>
            </w:r>
            <w:r w:rsidRPr="00396333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396333" w:rsidRPr="00961709" w:rsidRDefault="00396333" w:rsidP="00B81B86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396333" w:rsidRPr="00961709" w:rsidRDefault="00396333" w:rsidP="00B81B86">
            <w:pPr>
              <w:pStyle w:val="libPoem"/>
            </w:pPr>
            <w:r w:rsidRPr="00B06DC9">
              <w:rPr>
                <w:rFonts w:hint="cs"/>
                <w:rtl/>
              </w:rPr>
              <w:t>یقوم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علی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اسم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الله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بالبرکات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396333" w:rsidRDefault="00396333" w:rsidP="00396333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396333" w:rsidRPr="00961709" w:rsidTr="00B81B86">
        <w:trPr>
          <w:trHeight w:val="350"/>
        </w:trPr>
        <w:tc>
          <w:tcPr>
            <w:tcW w:w="4238" w:type="dxa"/>
            <w:shd w:val="clear" w:color="auto" w:fill="auto"/>
          </w:tcPr>
          <w:p w:rsidR="00396333" w:rsidRPr="00961709" w:rsidRDefault="00396333" w:rsidP="00B81B86">
            <w:pPr>
              <w:pStyle w:val="libPoem"/>
            </w:pPr>
            <w:r w:rsidRPr="00B06DC9">
              <w:rPr>
                <w:rFonts w:hint="cs"/>
                <w:rtl/>
              </w:rPr>
              <w:t>یمیز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فینا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کل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حق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و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باطل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396333" w:rsidRPr="00961709" w:rsidRDefault="00396333" w:rsidP="00B81B86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396333" w:rsidRPr="00961709" w:rsidRDefault="00396333" w:rsidP="00B81B86">
            <w:pPr>
              <w:pStyle w:val="libPoem"/>
            </w:pPr>
            <w:r w:rsidRPr="00B06DC9">
              <w:rPr>
                <w:rFonts w:hint="cs"/>
                <w:rtl/>
              </w:rPr>
              <w:t>ویجزی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علی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النعماء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و</w:t>
            </w:r>
            <w:r w:rsidRPr="00AA6375">
              <w:rPr>
                <w:rtl/>
              </w:rPr>
              <w:t xml:space="preserve"> </w:t>
            </w:r>
            <w:r w:rsidRPr="00B06DC9">
              <w:rPr>
                <w:rFonts w:hint="cs"/>
                <w:rtl/>
              </w:rPr>
              <w:t>النقمات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396333" w:rsidRPr="009F36D3" w:rsidRDefault="00396333" w:rsidP="005A057D">
      <w:pPr>
        <w:pStyle w:val="libNormal"/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কান্নায়</w:t>
      </w:r>
      <w:r w:rsidRPr="009F36D3">
        <w:t xml:space="preserve"> </w:t>
      </w:r>
      <w:r w:rsidRPr="009F36D3">
        <w:rPr>
          <w:cs/>
          <w:lang w:bidi="bn-IN"/>
        </w:rPr>
        <w:t>ভেঙ্গে</w:t>
      </w:r>
      <w:r w:rsidRPr="009F36D3">
        <w:t xml:space="preserve"> </w:t>
      </w:r>
      <w:r w:rsidRPr="009F36D3">
        <w:rPr>
          <w:cs/>
          <w:lang w:bidi="bn-IN"/>
        </w:rPr>
        <w:t>পড়লেন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বললেনঃ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</w:t>
      </w:r>
      <w:r w:rsidRPr="009F36D3">
        <w:t xml:space="preserve"> </w:t>
      </w:r>
      <w:r w:rsidRPr="009F36D3">
        <w:rPr>
          <w:cs/>
          <w:lang w:bidi="bn-IN"/>
        </w:rPr>
        <w:t>দেবেল</w:t>
      </w:r>
      <w:r w:rsidRPr="009F36D3">
        <w:t xml:space="preserve">, </w:t>
      </w:r>
      <w:r w:rsidRPr="009F36D3">
        <w:rPr>
          <w:cs/>
          <w:lang w:bidi="bn-IN"/>
        </w:rPr>
        <w:t>রুহুল</w:t>
      </w:r>
      <w:r w:rsidRPr="009F36D3">
        <w:t xml:space="preserve"> </w:t>
      </w:r>
      <w:r w:rsidRPr="009F36D3">
        <w:rPr>
          <w:cs/>
          <w:lang w:bidi="bn-IN"/>
        </w:rPr>
        <w:t>কুদুস</w:t>
      </w:r>
      <w:r w:rsidRPr="009F36D3">
        <w:t xml:space="preserve"> </w:t>
      </w:r>
      <w:r w:rsidRPr="009F36D3">
        <w:rPr>
          <w:cs/>
          <w:lang w:bidi="bn-IN"/>
        </w:rPr>
        <w:t>তোমার</w:t>
      </w:r>
      <w:r w:rsidRPr="009F36D3">
        <w:t xml:space="preserve"> </w:t>
      </w:r>
      <w:r w:rsidRPr="009F36D3">
        <w:rPr>
          <w:cs/>
          <w:lang w:bidi="bn-IN"/>
        </w:rPr>
        <w:t>জিহ্বা</w:t>
      </w:r>
      <w:r w:rsidRPr="009F36D3">
        <w:t xml:space="preserve"> </w:t>
      </w:r>
      <w:r w:rsidRPr="009F36D3">
        <w:rPr>
          <w:cs/>
          <w:lang w:bidi="bn-IN"/>
        </w:rPr>
        <w:t>দিয়ে</w:t>
      </w:r>
      <w:r w:rsidRPr="009F36D3">
        <w:t xml:space="preserve"> </w:t>
      </w:r>
      <w:r w:rsidRPr="009F36D3">
        <w:rPr>
          <w:cs/>
          <w:lang w:bidi="bn-IN"/>
        </w:rPr>
        <w:t>কথা</w:t>
      </w:r>
      <w:r w:rsidRPr="009F36D3">
        <w:t xml:space="preserve"> </w:t>
      </w:r>
      <w:r w:rsidRPr="009F36D3">
        <w:rPr>
          <w:cs/>
          <w:lang w:bidi="bn-IN"/>
        </w:rPr>
        <w:t>বলেছে</w:t>
      </w:r>
      <w:r w:rsidRPr="009F36D3">
        <w:t xml:space="preserve">, </w:t>
      </w:r>
      <w:r w:rsidRPr="009F36D3">
        <w:rPr>
          <w:cs/>
          <w:lang w:bidi="bn-IN"/>
        </w:rPr>
        <w:t>তুমি</w:t>
      </w:r>
      <w:r w:rsidRPr="009F36D3">
        <w:t xml:space="preserve"> </w:t>
      </w:r>
      <w:r w:rsidRPr="009F36D3">
        <w:rPr>
          <w:cs/>
          <w:lang w:bidi="bn-IN"/>
        </w:rPr>
        <w:t>কি</w:t>
      </w:r>
      <w:r w:rsidRPr="009F36D3">
        <w:t xml:space="preserve"> </w:t>
      </w:r>
      <w:r w:rsidRPr="009F36D3">
        <w:rPr>
          <w:cs/>
          <w:lang w:bidi="bn-IN"/>
        </w:rPr>
        <w:t>জানো</w:t>
      </w:r>
      <w:r w:rsidRPr="009F36D3">
        <w:t xml:space="preserve"> 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ইমাম</w:t>
      </w:r>
      <w:r w:rsidRPr="009F36D3">
        <w:t xml:space="preserve"> </w:t>
      </w:r>
      <w:r w:rsidRPr="009F36D3">
        <w:rPr>
          <w:cs/>
          <w:lang w:bidi="bn-IN"/>
        </w:rPr>
        <w:t>কে</w:t>
      </w:r>
      <w:r w:rsidRPr="009F36D3">
        <w:t xml:space="preserve"> ?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বললামঃ</w:t>
      </w:r>
      <w:r w:rsidRPr="009F36D3">
        <w:t xml:space="preserve"> </w:t>
      </w:r>
      <w:r w:rsidRPr="009F36D3">
        <w:rPr>
          <w:cs/>
          <w:lang w:bidi="bn-IN"/>
        </w:rPr>
        <w:t>না</w:t>
      </w:r>
      <w:r w:rsidRPr="009F36D3">
        <w:t xml:space="preserve">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তাকে</w:t>
      </w:r>
      <w:r w:rsidRPr="009F36D3">
        <w:t xml:space="preserve"> </w:t>
      </w:r>
      <w:r w:rsidRPr="009F36D3">
        <w:rPr>
          <w:cs/>
          <w:lang w:bidi="bn-IN"/>
        </w:rPr>
        <w:t>জানি</w:t>
      </w:r>
      <w:r w:rsidRPr="009F36D3">
        <w:t xml:space="preserve"> </w:t>
      </w:r>
      <w:r w:rsidRPr="009F36D3">
        <w:rPr>
          <w:cs/>
          <w:lang w:bidi="bn-IN"/>
        </w:rPr>
        <w:t>না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কিন্তু</w:t>
      </w:r>
      <w:r w:rsidRPr="009F36D3">
        <w:t xml:space="preserve">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শুনেছি</w:t>
      </w:r>
      <w:r w:rsidRPr="009F36D3">
        <w:t xml:space="preserve"> </w:t>
      </w:r>
      <w:r w:rsidRPr="009F36D3">
        <w:rPr>
          <w:cs/>
          <w:lang w:bidi="bn-IN"/>
        </w:rPr>
        <w:t>যে</w:t>
      </w:r>
      <w:r w:rsidRPr="009F36D3">
        <w:t xml:space="preserve">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ইমাম</w:t>
      </w:r>
      <w:r w:rsidRPr="009F36D3">
        <w:t xml:space="preserve"> </w:t>
      </w:r>
      <w:r w:rsidRPr="009F36D3">
        <w:rPr>
          <w:cs/>
          <w:lang w:bidi="bn-IN"/>
        </w:rPr>
        <w:t>আপনার</w:t>
      </w:r>
      <w:r w:rsidRPr="009F36D3">
        <w:t xml:space="preserve"> </w:t>
      </w:r>
      <w:r w:rsidRPr="009F36D3">
        <w:rPr>
          <w:cs/>
          <w:lang w:bidi="bn-IN"/>
        </w:rPr>
        <w:t>বংশ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আসবেন</w:t>
      </w:r>
      <w:r w:rsidRPr="009F36D3">
        <w:t xml:space="preserve">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পৃথিবীকে</w:t>
      </w:r>
      <w:r w:rsidRPr="009F36D3">
        <w:t xml:space="preserve"> </w:t>
      </w:r>
      <w:r w:rsidRPr="009F36D3">
        <w:rPr>
          <w:cs/>
          <w:lang w:bidi="bn-IN"/>
        </w:rPr>
        <w:t>ইনসাফ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t xml:space="preserve"> </w:t>
      </w:r>
      <w:r w:rsidRPr="009F36D3">
        <w:rPr>
          <w:cs/>
          <w:lang w:bidi="bn-IN"/>
        </w:rPr>
        <w:t>পূর্ণ</w:t>
      </w:r>
      <w:r w:rsidRPr="009F36D3">
        <w:t xml:space="preserve"> </w:t>
      </w:r>
      <w:r w:rsidRPr="009F36D3">
        <w:rPr>
          <w:cs/>
          <w:lang w:bidi="bn-IN"/>
        </w:rPr>
        <w:t>করে</w:t>
      </w:r>
      <w:r w:rsidRPr="009F36D3">
        <w:t xml:space="preserve"> </w:t>
      </w:r>
      <w:r w:rsidRPr="009F36D3">
        <w:rPr>
          <w:cs/>
          <w:lang w:bidi="bn-IN"/>
        </w:rPr>
        <w:t>দিবেন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’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বললেনঃ</w:t>
      </w:r>
      <w:r w:rsidRPr="009F36D3">
        <w:t xml:space="preserve">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আমার</w:t>
      </w:r>
      <w:r w:rsidRPr="009F36D3">
        <w:t xml:space="preserve"> </w:t>
      </w:r>
      <w:r w:rsidRPr="009F36D3">
        <w:rPr>
          <w:cs/>
          <w:lang w:bidi="bn-IN"/>
        </w:rPr>
        <w:t>পরে</w:t>
      </w:r>
      <w:r w:rsidRPr="009F36D3">
        <w:t xml:space="preserve"> </w:t>
      </w:r>
      <w:r w:rsidRPr="009F36D3">
        <w:rPr>
          <w:cs/>
          <w:lang w:bidi="bn-IN"/>
        </w:rPr>
        <w:t>ইমাম</w:t>
      </w:r>
      <w:r w:rsidRPr="009F36D3">
        <w:t xml:space="preserve"> </w:t>
      </w:r>
      <w:r w:rsidRPr="009F36D3">
        <w:rPr>
          <w:cs/>
          <w:lang w:bidi="bn-IN"/>
        </w:rPr>
        <w:t>হবে</w:t>
      </w:r>
      <w:r w:rsidRPr="009F36D3">
        <w:t xml:space="preserve"> </w:t>
      </w:r>
      <w:r w:rsidRPr="009F36D3">
        <w:rPr>
          <w:cs/>
          <w:lang w:bidi="bn-IN"/>
        </w:rPr>
        <w:t>আমার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মুহাম্মদ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মুহাম্মদের</w:t>
      </w:r>
      <w:r w:rsidRPr="009F36D3">
        <w:t xml:space="preserve"> </w:t>
      </w:r>
      <w:r w:rsidRPr="009F36D3">
        <w:rPr>
          <w:cs/>
          <w:lang w:bidi="bn-IN"/>
        </w:rPr>
        <w:t>পর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আলী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আলীর</w:t>
      </w:r>
      <w:r w:rsidRPr="009F36D3">
        <w:t xml:space="preserve"> </w:t>
      </w:r>
      <w:r w:rsidRPr="009F36D3">
        <w:rPr>
          <w:cs/>
          <w:lang w:bidi="bn-IN"/>
        </w:rPr>
        <w:t>পর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হাসান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হাসানের</w:t>
      </w:r>
      <w:r w:rsidRPr="009F36D3">
        <w:t xml:space="preserve"> </w:t>
      </w:r>
      <w:r w:rsidRPr="009F36D3">
        <w:rPr>
          <w:cs/>
          <w:lang w:bidi="bn-IN"/>
        </w:rPr>
        <w:t>পর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হুজ্জাত</w:t>
      </w:r>
      <w:r w:rsidRPr="009F36D3">
        <w:t xml:space="preserve"> </w:t>
      </w:r>
      <w:r w:rsidRPr="009F36D3">
        <w:rPr>
          <w:cs/>
          <w:lang w:bidi="bn-IN"/>
        </w:rPr>
        <w:t>আল</w:t>
      </w:r>
      <w:r w:rsidRPr="009F36D3">
        <w:t>-</w:t>
      </w:r>
      <w:r w:rsidRPr="009F36D3">
        <w:rPr>
          <w:cs/>
          <w:lang w:bidi="bn-IN"/>
        </w:rPr>
        <w:t>ক্বায়েম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সেই</w:t>
      </w:r>
      <w:r w:rsidRPr="009F36D3">
        <w:t xml:space="preserve"> </w:t>
      </w:r>
      <w:r w:rsidRPr="009F36D3">
        <w:rPr>
          <w:cs/>
          <w:lang w:bidi="bn-IN"/>
        </w:rPr>
        <w:t>প্রতীক্ষিত</w:t>
      </w:r>
      <w:r w:rsidRPr="009F36D3">
        <w:t xml:space="preserve"> </w:t>
      </w:r>
      <w:r w:rsidRPr="009F36D3">
        <w:rPr>
          <w:cs/>
          <w:lang w:bidi="bn-IN"/>
        </w:rPr>
        <w:t>ব্যক্তি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5A057D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ইবনে</w:t>
      </w:r>
      <w:r w:rsidRPr="009F36D3">
        <w:t xml:space="preserve"> </w:t>
      </w:r>
      <w:r w:rsidRPr="009F36D3">
        <w:rPr>
          <w:cs/>
          <w:lang w:bidi="bn-IN"/>
        </w:rPr>
        <w:t>হাজার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5A057D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১২২</w:t>
      </w:r>
      <w:r w:rsidRPr="009F36D3">
        <w:t xml:space="preserve"> </w:t>
      </w:r>
      <w:r w:rsidRPr="009F36D3">
        <w:rPr>
          <w:cs/>
          <w:lang w:bidi="bn-IN"/>
        </w:rPr>
        <w:t>পৃষ্ঠায়</w:t>
      </w:r>
      <w:r w:rsidRPr="009F36D3">
        <w:t xml:space="preserve"> </w:t>
      </w:r>
      <w:r w:rsidRPr="009F36D3">
        <w:rPr>
          <w:cs/>
          <w:lang w:bidi="bn-IN"/>
        </w:rPr>
        <w:t>বলেছেঃ</w:t>
      </w:r>
      <w:r w:rsidRPr="009F36D3">
        <w:t xml:space="preserve"> </w:t>
      </w:r>
      <w:r w:rsidRPr="009F36D3">
        <w:rPr>
          <w:cs/>
          <w:lang w:bidi="bn-IN"/>
        </w:rPr>
        <w:t>যখন</w:t>
      </w:r>
      <w:r w:rsidRPr="009F36D3">
        <w:t xml:space="preserve"> </w:t>
      </w: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মূসা</w:t>
      </w:r>
      <w:r w:rsidRPr="009F36D3">
        <w:t xml:space="preserve"> </w:t>
      </w:r>
      <w:r w:rsidRPr="009F36D3">
        <w:rPr>
          <w:cs/>
          <w:lang w:bidi="bn-IN"/>
        </w:rPr>
        <w:t>ইবনে</w:t>
      </w:r>
      <w:r w:rsidRPr="009F36D3">
        <w:t xml:space="preserve"> </w:t>
      </w:r>
      <w:r w:rsidRPr="009F36D3">
        <w:rPr>
          <w:cs/>
          <w:lang w:bidi="bn-IN"/>
        </w:rPr>
        <w:t>জাফর</w:t>
      </w:r>
      <w:r w:rsidRPr="009F36D3">
        <w:t xml:space="preserve"> </w:t>
      </w:r>
      <w:r w:rsidRPr="009F36D3">
        <w:rPr>
          <w:cs/>
          <w:lang w:bidi="bn-IN"/>
        </w:rPr>
        <w:t>ইন্তেকাল</w:t>
      </w:r>
      <w:r w:rsidRPr="009F36D3">
        <w:t xml:space="preserve"> </w:t>
      </w:r>
      <w:r w:rsidRPr="009F36D3">
        <w:rPr>
          <w:cs/>
          <w:lang w:bidi="bn-IN"/>
        </w:rPr>
        <w:t>করলেন</w:t>
      </w:r>
      <w:r w:rsidRPr="009F36D3">
        <w:t xml:space="preserve">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সাইত্রিশ</w:t>
      </w:r>
      <w:r w:rsidRPr="009F36D3">
        <w:t xml:space="preserve"> </w:t>
      </w:r>
      <w:r w:rsidRPr="009F36D3">
        <w:rPr>
          <w:cs/>
          <w:lang w:bidi="bn-IN"/>
        </w:rPr>
        <w:t>জন</w:t>
      </w:r>
      <w:r w:rsidRPr="009F36D3">
        <w:t xml:space="preserve"> </w:t>
      </w:r>
      <w:r w:rsidRPr="009F36D3">
        <w:rPr>
          <w:cs/>
          <w:lang w:bidi="bn-IN"/>
        </w:rPr>
        <w:t>পুত্র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কন্যা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রেখে</w:t>
      </w:r>
      <w:r w:rsidRPr="009F36D3">
        <w:t xml:space="preserve"> </w:t>
      </w:r>
      <w:r w:rsidRPr="009F36D3">
        <w:rPr>
          <w:cs/>
          <w:lang w:bidi="bn-IN"/>
        </w:rPr>
        <w:t>গেলেন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তাদের</w:t>
      </w:r>
      <w:r w:rsidRPr="009F36D3">
        <w:t xml:space="preserve"> </w:t>
      </w:r>
      <w:r w:rsidRPr="009F36D3">
        <w:rPr>
          <w:cs/>
          <w:lang w:bidi="bn-IN"/>
        </w:rPr>
        <w:t>মধ্যে</w:t>
      </w:r>
      <w:r w:rsidRPr="009F36D3">
        <w:t xml:space="preserve">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আলী</w:t>
      </w:r>
      <w:r w:rsidRPr="009F36D3">
        <w:t xml:space="preserve"> </w:t>
      </w:r>
      <w:r w:rsidRPr="009F36D3">
        <w:rPr>
          <w:cs/>
          <w:lang w:bidi="bn-IN"/>
        </w:rPr>
        <w:t>আল</w:t>
      </w:r>
      <w:r w:rsidRPr="009F36D3">
        <w:t>-</w:t>
      </w:r>
      <w:r w:rsidRPr="009F36D3">
        <w:rPr>
          <w:cs/>
          <w:lang w:bidi="bn-IN"/>
        </w:rPr>
        <w:t>রিদা</w:t>
      </w:r>
      <w:r w:rsidRPr="009F36D3">
        <w:t xml:space="preserve">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বেশী</w:t>
      </w:r>
      <w:r w:rsidRPr="009F36D3">
        <w:t xml:space="preserve"> </w:t>
      </w:r>
      <w:r w:rsidRPr="009F36D3">
        <w:rPr>
          <w:cs/>
          <w:lang w:bidi="bn-IN"/>
        </w:rPr>
        <w:t>পরিচিতি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মেধায়</w:t>
      </w:r>
      <w:r w:rsidRPr="009F36D3">
        <w:t xml:space="preserve"> </w:t>
      </w:r>
      <w:r w:rsidRPr="009F36D3">
        <w:rPr>
          <w:cs/>
          <w:lang w:bidi="bn-IN"/>
        </w:rPr>
        <w:t>অন্যদের</w:t>
      </w:r>
      <w:r w:rsidRPr="009F36D3">
        <w:t xml:space="preserve"> </w:t>
      </w:r>
      <w:r w:rsidRPr="009F36D3">
        <w:rPr>
          <w:cs/>
          <w:lang w:bidi="bn-IN"/>
        </w:rPr>
        <w:t>চাইতে</w:t>
      </w:r>
      <w:r w:rsidRPr="009F36D3">
        <w:t xml:space="preserve"> </w:t>
      </w:r>
      <w:r w:rsidRPr="009F36D3">
        <w:rPr>
          <w:cs/>
          <w:lang w:bidi="bn-IN"/>
        </w:rPr>
        <w:t>সুস্পষ্টভাবে</w:t>
      </w:r>
      <w:r w:rsidRPr="009F36D3">
        <w:t xml:space="preserve"> </w:t>
      </w:r>
      <w:r w:rsidRPr="009F36D3">
        <w:rPr>
          <w:cs/>
          <w:lang w:bidi="bn-IN"/>
        </w:rPr>
        <w:t>অগ্রগামী</w:t>
      </w:r>
      <w:r w:rsidRPr="009F36D3">
        <w:t xml:space="preserve"> </w:t>
      </w:r>
      <w:r w:rsidRPr="009F36D3">
        <w:rPr>
          <w:cs/>
          <w:lang w:bidi="bn-IN"/>
        </w:rPr>
        <w:t>ছিলেন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কারণে</w:t>
      </w:r>
      <w:r w:rsidRPr="009F36D3">
        <w:t xml:space="preserve"> </w:t>
      </w:r>
      <w:r w:rsidRPr="009F36D3">
        <w:rPr>
          <w:cs/>
          <w:lang w:bidi="bn-IN"/>
        </w:rPr>
        <w:t>মামুন</w:t>
      </w:r>
      <w:r w:rsidRPr="009F36D3">
        <w:t xml:space="preserve"> (</w:t>
      </w:r>
      <w:r w:rsidRPr="009F36D3">
        <w:rPr>
          <w:cs/>
          <w:lang w:bidi="bn-IN"/>
        </w:rPr>
        <w:t>তৎকালীন</w:t>
      </w:r>
      <w:r w:rsidRPr="009F36D3">
        <w:t xml:space="preserve"> </w:t>
      </w:r>
      <w:r w:rsidRPr="009F36D3">
        <w:rPr>
          <w:cs/>
          <w:lang w:bidi="bn-IN"/>
        </w:rPr>
        <w:t>শাসক</w:t>
      </w:r>
      <w:r w:rsidRPr="009F36D3">
        <w:t xml:space="preserve">) </w:t>
      </w:r>
      <w:r w:rsidRPr="009F36D3">
        <w:rPr>
          <w:cs/>
          <w:lang w:bidi="bn-IN"/>
        </w:rPr>
        <w:t>তাকে</w:t>
      </w:r>
      <w:r w:rsidRPr="009F36D3">
        <w:t xml:space="preserve"> </w:t>
      </w:r>
      <w:r w:rsidRPr="009F36D3">
        <w:rPr>
          <w:cs/>
          <w:lang w:bidi="bn-IN"/>
        </w:rPr>
        <w:lastRenderedPageBreak/>
        <w:t>তার</w:t>
      </w:r>
      <w:r w:rsidRPr="009F36D3">
        <w:t xml:space="preserve"> </w:t>
      </w:r>
      <w:r w:rsidRPr="009F36D3">
        <w:rPr>
          <w:cs/>
          <w:lang w:bidi="bn-IN"/>
        </w:rPr>
        <w:t>হৃদয়ে</w:t>
      </w:r>
      <w:r w:rsidRPr="009F36D3">
        <w:t xml:space="preserve"> </w:t>
      </w:r>
      <w:r w:rsidRPr="009F36D3">
        <w:rPr>
          <w:cs/>
          <w:lang w:bidi="bn-IN"/>
        </w:rPr>
        <w:t>স্থান</w:t>
      </w:r>
      <w:r w:rsidRPr="009F36D3">
        <w:t xml:space="preserve"> </w:t>
      </w:r>
      <w:r w:rsidRPr="009F36D3">
        <w:rPr>
          <w:cs/>
          <w:lang w:bidi="bn-IN"/>
        </w:rPr>
        <w:t>দিয়েছিলেন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মেয়েকে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সাথে</w:t>
      </w:r>
      <w:r w:rsidRPr="009F36D3">
        <w:t xml:space="preserve"> </w:t>
      </w:r>
      <w:r w:rsidRPr="009F36D3">
        <w:rPr>
          <w:cs/>
          <w:lang w:bidi="bn-IN"/>
        </w:rPr>
        <w:t>বিয়ে</w:t>
      </w:r>
      <w:r w:rsidRPr="009F36D3">
        <w:t xml:space="preserve"> </w:t>
      </w:r>
      <w:r w:rsidRPr="009F36D3">
        <w:rPr>
          <w:cs/>
          <w:lang w:bidi="bn-IN"/>
        </w:rPr>
        <w:t>দিয়েছিলেন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সাম্রাজ্যে</w:t>
      </w:r>
      <w:r w:rsidRPr="009F36D3">
        <w:t xml:space="preserve"> </w:t>
      </w:r>
      <w:r w:rsidRPr="009F36D3">
        <w:rPr>
          <w:cs/>
          <w:lang w:bidi="bn-IN"/>
        </w:rPr>
        <w:t>তাকে</w:t>
      </w:r>
      <w:r w:rsidRPr="009F36D3">
        <w:t xml:space="preserve">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অংশীদার</w:t>
      </w:r>
      <w:r w:rsidRPr="009F36D3">
        <w:t xml:space="preserve"> </w:t>
      </w:r>
      <w:r w:rsidRPr="009F36D3">
        <w:rPr>
          <w:cs/>
          <w:lang w:bidi="bn-IN"/>
        </w:rPr>
        <w:t>হিসিবে</w:t>
      </w:r>
      <w:r w:rsidRPr="009F36D3">
        <w:t xml:space="preserve"> </w:t>
      </w:r>
      <w:r w:rsidRPr="009F36D3">
        <w:rPr>
          <w:cs/>
          <w:lang w:bidi="bn-IN"/>
        </w:rPr>
        <w:t>নিয়ে</w:t>
      </w:r>
      <w:r w:rsidRPr="009F36D3">
        <w:t xml:space="preserve"> </w:t>
      </w:r>
      <w:r w:rsidRPr="009F36D3">
        <w:rPr>
          <w:cs/>
          <w:lang w:bidi="bn-IN"/>
        </w:rPr>
        <w:t>ছিলেন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কাছে</w:t>
      </w:r>
      <w:r w:rsidRPr="009F36D3">
        <w:t xml:space="preserve"> </w:t>
      </w:r>
      <w:r w:rsidRPr="009F36D3">
        <w:rPr>
          <w:cs/>
          <w:lang w:bidi="bn-IN"/>
        </w:rPr>
        <w:t>খিলাফতের</w:t>
      </w:r>
      <w:r w:rsidRPr="009F36D3">
        <w:t xml:space="preserve"> </w:t>
      </w:r>
      <w:r w:rsidRPr="009F36D3">
        <w:rPr>
          <w:cs/>
          <w:lang w:bidi="bn-IN"/>
        </w:rPr>
        <w:t>দায়িত্ব</w:t>
      </w:r>
      <w:r w:rsidRPr="009F36D3">
        <w:t xml:space="preserve"> </w:t>
      </w:r>
      <w:r w:rsidRPr="009F36D3">
        <w:rPr>
          <w:cs/>
          <w:lang w:bidi="bn-IN"/>
        </w:rPr>
        <w:t>অর্পণ</w:t>
      </w:r>
      <w:r w:rsidRPr="009F36D3">
        <w:t xml:space="preserve"> </w:t>
      </w:r>
      <w:r w:rsidRPr="009F36D3">
        <w:rPr>
          <w:cs/>
          <w:lang w:bidi="bn-IN"/>
        </w:rPr>
        <w:t>করেছিলেন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২০১</w:t>
      </w:r>
      <w:r w:rsidRPr="009F36D3">
        <w:t xml:space="preserve"> </w:t>
      </w:r>
      <w:r w:rsidRPr="009F36D3">
        <w:rPr>
          <w:cs/>
          <w:lang w:bidi="bn-IN"/>
        </w:rPr>
        <w:t>হিজরীতে</w:t>
      </w:r>
      <w:r w:rsidRPr="009F36D3">
        <w:t xml:space="preserve">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নিজ</w:t>
      </w:r>
      <w:r w:rsidRPr="009F36D3">
        <w:t xml:space="preserve"> </w:t>
      </w:r>
      <w:r w:rsidRPr="009F36D3">
        <w:rPr>
          <w:cs/>
          <w:lang w:bidi="bn-IN"/>
        </w:rPr>
        <w:t>হাতে</w:t>
      </w:r>
      <w:r w:rsidRPr="009F36D3">
        <w:t xml:space="preserve"> </w:t>
      </w:r>
      <w:r w:rsidRPr="009F36D3">
        <w:rPr>
          <w:cs/>
          <w:lang w:bidi="bn-IN"/>
        </w:rPr>
        <w:t>হযরতের</w:t>
      </w:r>
      <w:r w:rsidRPr="009F36D3">
        <w:t xml:space="preserve"> </w:t>
      </w:r>
      <w:r w:rsidRPr="009F36D3">
        <w:rPr>
          <w:cs/>
          <w:lang w:bidi="bn-IN"/>
        </w:rPr>
        <w:t>অভিভাবকত্ব</w:t>
      </w:r>
      <w:r w:rsidRPr="009F36D3">
        <w:t xml:space="preserve"> </w:t>
      </w:r>
      <w:r w:rsidRPr="009F36D3">
        <w:rPr>
          <w:cs/>
          <w:lang w:bidi="bn-IN"/>
        </w:rPr>
        <w:t>লিখে</w:t>
      </w:r>
      <w:r w:rsidRPr="009F36D3">
        <w:t xml:space="preserve"> </w:t>
      </w:r>
      <w:r w:rsidRPr="009F36D3">
        <w:rPr>
          <w:cs/>
          <w:lang w:bidi="bn-IN"/>
        </w:rPr>
        <w:t>দেন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বিরাট</w:t>
      </w:r>
      <w:r w:rsidRPr="009F36D3">
        <w:t xml:space="preserve"> </w:t>
      </w:r>
      <w:r w:rsidRPr="009F36D3">
        <w:rPr>
          <w:cs/>
          <w:lang w:bidi="bn-IN"/>
        </w:rPr>
        <w:t>সংখ্যক</w:t>
      </w:r>
      <w:r w:rsidRPr="009F36D3">
        <w:t xml:space="preserve"> </w:t>
      </w:r>
      <w:r w:rsidRPr="009F36D3">
        <w:rPr>
          <w:cs/>
          <w:lang w:bidi="bn-IN"/>
        </w:rPr>
        <w:t>জনতাকে</w:t>
      </w:r>
      <w:r w:rsidRPr="009F36D3">
        <w:t xml:space="preserve"> </w:t>
      </w:r>
      <w:r w:rsidRPr="009F36D3">
        <w:rPr>
          <w:cs/>
          <w:lang w:bidi="bn-IN"/>
        </w:rPr>
        <w:t>সাক্ষী</w:t>
      </w:r>
      <w:r w:rsidRPr="009F36D3">
        <w:t xml:space="preserve"> </w:t>
      </w:r>
      <w:r w:rsidRPr="009F36D3">
        <w:rPr>
          <w:cs/>
          <w:lang w:bidi="bn-IN"/>
        </w:rPr>
        <w:t>রাখেন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যা</w:t>
      </w:r>
      <w:r w:rsidRPr="009F36D3">
        <w:t xml:space="preserve"> </w:t>
      </w:r>
      <w:r w:rsidRPr="009F36D3">
        <w:rPr>
          <w:cs/>
          <w:lang w:bidi="bn-IN"/>
        </w:rPr>
        <w:t>হোক</w:t>
      </w:r>
      <w:r w:rsidRPr="009F36D3">
        <w:t xml:space="preserve"> </w:t>
      </w: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পৃথিবী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বিদায়</w:t>
      </w:r>
      <w:r w:rsidRPr="009F36D3">
        <w:t xml:space="preserve"> </w:t>
      </w:r>
      <w:r w:rsidRPr="009F36D3">
        <w:rPr>
          <w:cs/>
          <w:lang w:bidi="bn-IN"/>
        </w:rPr>
        <w:t>নেন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আগেই</w:t>
      </w:r>
      <w:r w:rsidRPr="009F36D3">
        <w:t xml:space="preserve"> </w:t>
      </w:r>
      <w:r w:rsidRPr="009F36D3">
        <w:rPr>
          <w:cs/>
          <w:lang w:bidi="bn-IN"/>
        </w:rPr>
        <w:t>যার</w:t>
      </w:r>
      <w:r w:rsidRPr="009F36D3">
        <w:t xml:space="preserve"> </w:t>
      </w:r>
      <w:r w:rsidRPr="009F36D3">
        <w:rPr>
          <w:cs/>
          <w:lang w:bidi="bn-IN"/>
        </w:rPr>
        <w:t>কারণে</w:t>
      </w:r>
      <w:r w:rsidRPr="009F36D3">
        <w:t xml:space="preserve"> </w:t>
      </w:r>
      <w:r w:rsidRPr="009F36D3">
        <w:rPr>
          <w:cs/>
          <w:lang w:bidi="bn-IN"/>
        </w:rPr>
        <w:t>মামুন</w:t>
      </w:r>
      <w:r w:rsidRPr="009F36D3">
        <w:t xml:space="preserve"> </w:t>
      </w:r>
      <w:r w:rsidRPr="009F36D3">
        <w:rPr>
          <w:cs/>
          <w:lang w:bidi="bn-IN"/>
        </w:rPr>
        <w:t>খুব</w:t>
      </w:r>
      <w:r w:rsidRPr="009F36D3">
        <w:t xml:space="preserve"> </w:t>
      </w:r>
      <w:r w:rsidRPr="009F36D3">
        <w:rPr>
          <w:cs/>
          <w:lang w:bidi="bn-IN"/>
        </w:rPr>
        <w:t>শোকাবিভূত</w:t>
      </w:r>
      <w:r w:rsidRPr="009F36D3">
        <w:t xml:space="preserve"> </w:t>
      </w:r>
      <w:r w:rsidRPr="009F36D3">
        <w:rPr>
          <w:cs/>
          <w:lang w:bidi="bn-IN"/>
        </w:rPr>
        <w:t>হয়ে</w:t>
      </w:r>
      <w:r w:rsidRPr="009F36D3">
        <w:t xml:space="preserve"> </w:t>
      </w:r>
      <w:r w:rsidRPr="009F36D3">
        <w:rPr>
          <w:cs/>
          <w:lang w:bidi="bn-IN"/>
        </w:rPr>
        <w:t>পড়েন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ইন্তেকালের</w:t>
      </w:r>
      <w:r w:rsidRPr="009F36D3">
        <w:t xml:space="preserve"> </w:t>
      </w:r>
      <w:r w:rsidRPr="009F36D3">
        <w:rPr>
          <w:cs/>
          <w:lang w:bidi="bn-IN"/>
        </w:rPr>
        <w:t>আগেই</w:t>
      </w:r>
      <w:r w:rsidRPr="009F36D3">
        <w:t xml:space="preserve"> </w:t>
      </w: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ভবিষ্যতবাণী</w:t>
      </w:r>
      <w:r w:rsidRPr="009F36D3">
        <w:t xml:space="preserve"> </w:t>
      </w:r>
      <w:r w:rsidRPr="009F36D3">
        <w:rPr>
          <w:cs/>
          <w:lang w:bidi="bn-IN"/>
        </w:rPr>
        <w:t>করেছিলেন</w:t>
      </w:r>
      <w:r w:rsidRPr="009F36D3">
        <w:t xml:space="preserve"> </w:t>
      </w:r>
      <w:r w:rsidRPr="009F36D3">
        <w:rPr>
          <w:cs/>
          <w:lang w:bidi="bn-IN"/>
        </w:rPr>
        <w:t>যে</w:t>
      </w:r>
      <w:r w:rsidRPr="009F36D3">
        <w:t xml:space="preserve">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আঙ্গুর</w:t>
      </w:r>
      <w:r w:rsidRPr="009F36D3">
        <w:t xml:space="preserve">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রুম্মানের</w:t>
      </w:r>
      <w:r w:rsidRPr="009F36D3">
        <w:t xml:space="preserve"> </w:t>
      </w:r>
      <w:r w:rsidRPr="009F36D3">
        <w:rPr>
          <w:cs/>
          <w:lang w:bidi="bn-IN"/>
        </w:rPr>
        <w:t>বিষক্রিয়ায়</w:t>
      </w:r>
      <w:r w:rsidRPr="009F36D3">
        <w:t xml:space="preserve"> </w:t>
      </w:r>
      <w:r w:rsidRPr="009F36D3">
        <w:rPr>
          <w:cs/>
          <w:lang w:bidi="bn-IN"/>
        </w:rPr>
        <w:t>মারা</w:t>
      </w:r>
      <w:r w:rsidRPr="009F36D3">
        <w:t xml:space="preserve"> </w:t>
      </w:r>
      <w:r w:rsidRPr="009F36D3">
        <w:rPr>
          <w:cs/>
          <w:lang w:bidi="bn-IN"/>
        </w:rPr>
        <w:t>যাবেন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মামুন</w:t>
      </w:r>
      <w:r w:rsidRPr="009F36D3">
        <w:t xml:space="preserve"> </w:t>
      </w:r>
      <w:r w:rsidRPr="009F36D3">
        <w:rPr>
          <w:cs/>
          <w:lang w:bidi="bn-IN"/>
        </w:rPr>
        <w:t>তাকে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বাবা</w:t>
      </w:r>
      <w:r w:rsidRPr="009F36D3">
        <w:t xml:space="preserve"> </w:t>
      </w:r>
      <w:r w:rsidRPr="009F36D3">
        <w:rPr>
          <w:cs/>
          <w:lang w:bidi="bn-IN"/>
        </w:rPr>
        <w:t>রশীদের</w:t>
      </w:r>
      <w:r w:rsidRPr="009F36D3">
        <w:t xml:space="preserve"> </w:t>
      </w:r>
      <w:r w:rsidRPr="009F36D3">
        <w:rPr>
          <w:cs/>
          <w:lang w:bidi="bn-IN"/>
        </w:rPr>
        <w:t>পাশে</w:t>
      </w:r>
      <w:r w:rsidRPr="009F36D3">
        <w:t xml:space="preserve"> </w:t>
      </w:r>
      <w:r w:rsidRPr="009F36D3">
        <w:rPr>
          <w:cs/>
          <w:lang w:bidi="bn-IN"/>
        </w:rPr>
        <w:t>কবর</w:t>
      </w:r>
      <w:r w:rsidRPr="009F36D3">
        <w:t xml:space="preserve"> </w:t>
      </w:r>
      <w:r w:rsidRPr="009F36D3">
        <w:rPr>
          <w:cs/>
          <w:lang w:bidi="bn-IN"/>
        </w:rPr>
        <w:t>দিতে</w:t>
      </w:r>
      <w:r w:rsidRPr="009F36D3">
        <w:t xml:space="preserve"> </w:t>
      </w:r>
      <w:r w:rsidRPr="009F36D3">
        <w:rPr>
          <w:cs/>
          <w:lang w:bidi="bn-IN"/>
        </w:rPr>
        <w:t>চাইবে</w:t>
      </w:r>
      <w:r w:rsidRPr="009F36D3">
        <w:t xml:space="preserve"> </w:t>
      </w:r>
      <w:r w:rsidRPr="009F36D3">
        <w:rPr>
          <w:cs/>
          <w:lang w:bidi="bn-IN"/>
        </w:rPr>
        <w:t>কিন্তু</w:t>
      </w:r>
      <w:r w:rsidRPr="009F36D3">
        <w:t xml:space="preserve"> </w:t>
      </w:r>
      <w:r w:rsidRPr="009F36D3">
        <w:rPr>
          <w:cs/>
          <w:lang w:bidi="bn-IN"/>
        </w:rPr>
        <w:t>সফল</w:t>
      </w:r>
      <w:r w:rsidRPr="009F36D3">
        <w:t xml:space="preserve"> </w:t>
      </w:r>
      <w:r w:rsidRPr="009F36D3">
        <w:rPr>
          <w:cs/>
          <w:lang w:bidi="bn-IN"/>
        </w:rPr>
        <w:t>হবে</w:t>
      </w:r>
      <w:r w:rsidRPr="009F36D3">
        <w:t xml:space="preserve"> </w:t>
      </w:r>
      <w:r w:rsidRPr="009F36D3">
        <w:rPr>
          <w:cs/>
          <w:lang w:bidi="bn-IN"/>
        </w:rPr>
        <w:t>না</w:t>
      </w:r>
      <w:r w:rsidRPr="009F36D3">
        <w:t xml:space="preserve">, </w:t>
      </w:r>
      <w:r w:rsidRPr="009F36D3">
        <w:rPr>
          <w:cs/>
          <w:lang w:bidi="bn-IN"/>
        </w:rPr>
        <w:t>এভাবে</w:t>
      </w:r>
      <w:r w:rsidRPr="009F36D3">
        <w:t xml:space="preserve"> </w:t>
      </w: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সব</w:t>
      </w:r>
      <w:r w:rsidRPr="009F36D3">
        <w:t xml:space="preserve"> </w:t>
      </w:r>
      <w:r w:rsidRPr="009F36D3">
        <w:rPr>
          <w:cs/>
          <w:lang w:bidi="bn-IN"/>
        </w:rPr>
        <w:t>বলে</w:t>
      </w:r>
      <w:r w:rsidRPr="009F36D3">
        <w:t xml:space="preserve"> </w:t>
      </w:r>
      <w:r w:rsidRPr="009F36D3">
        <w:rPr>
          <w:cs/>
          <w:lang w:bidi="bn-IN"/>
        </w:rPr>
        <w:t>গিয়েছিলেন</w:t>
      </w:r>
      <w:r w:rsidRPr="009F36D3">
        <w:t xml:space="preserve"> </w:t>
      </w:r>
      <w:r w:rsidRPr="009F36D3">
        <w:rPr>
          <w:cs/>
          <w:lang w:bidi="bn-IN"/>
        </w:rPr>
        <w:t>কী</w:t>
      </w:r>
      <w:r w:rsidRPr="009F36D3">
        <w:t xml:space="preserve"> </w:t>
      </w:r>
      <w:r w:rsidRPr="009F36D3">
        <w:rPr>
          <w:cs/>
          <w:lang w:bidi="bn-IN"/>
        </w:rPr>
        <w:t>ঘটবে</w:t>
      </w:r>
      <w:r w:rsidRPr="009F36D3"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একবার হযরত এক ব্যক্তিকে বলেন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 আব্দুল্লাহ</w:t>
      </w:r>
      <w:r w:rsidRPr="009F36D3">
        <w:t xml:space="preserve">, </w:t>
      </w:r>
      <w:r w:rsidRPr="009F36D3">
        <w:rPr>
          <w:cs/>
          <w:lang w:bidi="bn-IN"/>
        </w:rPr>
        <w:t>আল্লাহর</w:t>
      </w:r>
      <w:r w:rsidRPr="009F36D3">
        <w:t xml:space="preserve"> </w:t>
      </w:r>
      <w:r w:rsidRPr="009F36D3">
        <w:rPr>
          <w:cs/>
          <w:lang w:bidi="bn-IN"/>
        </w:rPr>
        <w:t>প্রতি সন্তষ্ট থাকো এবং প্রস্তুত থাকো সেজন্য যা তোমার জন্য ঘটবেই।</w:t>
      </w:r>
      <w:r w:rsidRPr="005A057D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তৃতীয় দিন আব্দুল্লাহ ইন্তেকাল করলো। এ ঘটনাটি হাকেম বর্ণনা</w:t>
      </w:r>
      <w:r w:rsidRPr="009F36D3">
        <w:t xml:space="preserve"> </w:t>
      </w:r>
      <w:r w:rsidRPr="009F36D3">
        <w:rPr>
          <w:cs/>
          <w:lang w:bidi="bn-IN"/>
        </w:rPr>
        <w:t>করেছেন। তিনি বর্ণনা করেছেন মুহাম্মাদ বিন ঈসা থেকে যিনি বর্ণনা</w:t>
      </w:r>
      <w:r w:rsidRPr="009F36D3">
        <w:t xml:space="preserve"> </w:t>
      </w:r>
      <w:r w:rsidRPr="009F36D3">
        <w:rPr>
          <w:cs/>
          <w:lang w:bidi="bn-IN"/>
        </w:rPr>
        <w:t>করেছেন আবু হাবিব থেকে</w:t>
      </w:r>
      <w:r w:rsidRPr="009F36D3">
        <w:t xml:space="preserve">, </w:t>
      </w:r>
      <w:r w:rsidRPr="009F36D3">
        <w:rPr>
          <w:cs/>
          <w:lang w:bidi="bn-IN"/>
        </w:rPr>
        <w:t xml:space="preserve">যিনি বলেছেন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আমি স্বপ্নে দেখলাম যে</w:t>
      </w:r>
      <w:r w:rsidRPr="009F36D3">
        <w:t xml:space="preserve"> </w:t>
      </w:r>
      <w:r w:rsidRPr="009F36D3">
        <w:rPr>
          <w:cs/>
          <w:lang w:bidi="bn-IN"/>
        </w:rPr>
        <w:t>আমি রাসূলুল্লাহ (সাঃ)-এর সাক্ষাত করেছি এবং তাকে সালাম দিয়েছি।</w:t>
      </w:r>
      <w:r w:rsidRPr="009F36D3">
        <w:t xml:space="preserve"> </w:t>
      </w:r>
      <w:r w:rsidRPr="009F36D3">
        <w:rPr>
          <w:cs/>
          <w:lang w:bidi="bn-IN"/>
        </w:rPr>
        <w:t>সে সময় আমি দেখলাম তাঁর পাশে একটি ট্রেতে সাইহানী খেজুর এবং</w:t>
      </w:r>
      <w:r w:rsidRPr="009F36D3">
        <w:t xml:space="preserve"> </w:t>
      </w:r>
      <w:r w:rsidRPr="009F36D3">
        <w:rPr>
          <w:cs/>
          <w:lang w:bidi="bn-IN"/>
        </w:rPr>
        <w:t>তিনি আমাকে আঠারোটি খেজুর দিলেন। এরপর আমি জেগে উঠলাম</w:t>
      </w:r>
      <w:r w:rsidRPr="009F36D3">
        <w:t xml:space="preserve"> </w:t>
      </w:r>
      <w:r w:rsidRPr="009F36D3">
        <w:rPr>
          <w:cs/>
          <w:lang w:bidi="bn-IN"/>
        </w:rPr>
        <w:t>এবং আমার স্বপ্নকে ব্যাখ্যা করলাম এভাবে যে আমি আর আঠারো দিন</w:t>
      </w:r>
      <w:r w:rsidRPr="009F36D3">
        <w:t xml:space="preserve"> </w:t>
      </w:r>
      <w:r w:rsidRPr="009F36D3">
        <w:rPr>
          <w:cs/>
          <w:lang w:bidi="bn-IN"/>
        </w:rPr>
        <w:t>বাচবো।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যাহোক বিশ দিন পর আবুল হাসান আলী আর রিদা মদীনা থেকে এলেন</w:t>
      </w:r>
      <w:r w:rsidRPr="009F36D3">
        <w:t xml:space="preserve"> </w:t>
      </w:r>
      <w:r w:rsidRPr="009F36D3">
        <w:rPr>
          <w:cs/>
          <w:lang w:bidi="bn-IN"/>
        </w:rPr>
        <w:t>এবং সেই একই মসজিদে এলেন যেখানে স্বপ্নে আমি রাসূল (সাঃ)-কে</w:t>
      </w:r>
      <w:r w:rsidRPr="009F36D3">
        <w:t xml:space="preserve"> </w:t>
      </w:r>
      <w:r w:rsidRPr="009F36D3">
        <w:rPr>
          <w:cs/>
          <w:lang w:bidi="bn-IN"/>
        </w:rPr>
        <w:t>দেখেছিলাম। জনগণ তার দিকে দ্রুত এগিয়ে গেলো তাদের সালাম পেশ</w:t>
      </w:r>
      <w:r w:rsidRPr="009F36D3">
        <w:t xml:space="preserve"> </w:t>
      </w:r>
      <w:r w:rsidRPr="009F36D3">
        <w:rPr>
          <w:cs/>
          <w:lang w:bidi="bn-IN"/>
        </w:rPr>
        <w:t>করার জন্য। আমি নিজেও তার কাছাকাছি গেলাম এবং তাকে বসে</w:t>
      </w:r>
      <w:r w:rsidRPr="009F36D3">
        <w:t xml:space="preserve"> </w:t>
      </w:r>
      <w:r w:rsidRPr="009F36D3">
        <w:rPr>
          <w:cs/>
          <w:lang w:bidi="bn-IN"/>
        </w:rPr>
        <w:t>থাকতে দেখলাম সেই জায়গায় যেখানে আমি রাসূল (সাঃ)-কে বসে</w:t>
      </w:r>
      <w:r w:rsidRPr="009F36D3">
        <w:t xml:space="preserve"> </w:t>
      </w:r>
      <w:r w:rsidRPr="009F36D3">
        <w:rPr>
          <w:cs/>
          <w:lang w:bidi="bn-IN"/>
        </w:rPr>
        <w:t>থাকতে দেখেছিলাম এবং দেখলাম তার পাশেই রাখা আছে একটি</w:t>
      </w:r>
      <w:r w:rsidRPr="009F36D3">
        <w:t xml:space="preserve"> </w:t>
      </w:r>
      <w:r w:rsidRPr="009F36D3">
        <w:rPr>
          <w:cs/>
          <w:lang w:bidi="bn-IN"/>
        </w:rPr>
        <w:t>সাইহানি খেজুরের ট্রে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সেই একই ট্রে যা আমি স্বপ্নে</w:t>
      </w:r>
      <w:r w:rsidRPr="009F36D3">
        <w:t xml:space="preserve"> </w:t>
      </w:r>
      <w:r w:rsidRPr="009F36D3">
        <w:rPr>
          <w:cs/>
          <w:lang w:bidi="bn-IN"/>
        </w:rPr>
        <w:t>দেখেছিলাম। পরে</w:t>
      </w:r>
      <w:r w:rsidRPr="009F36D3">
        <w:t xml:space="preserve"> </w:t>
      </w:r>
      <w:r w:rsidRPr="009F36D3">
        <w:rPr>
          <w:cs/>
          <w:lang w:bidi="bn-IN"/>
        </w:rPr>
        <w:t>আমি উনাকে সালাম দিলাম এবং তিনি আমাকে তার নিজের কাছে</w:t>
      </w:r>
      <w:r w:rsidRPr="009F36D3">
        <w:t xml:space="preserve"> </w:t>
      </w:r>
      <w:r w:rsidRPr="009F36D3">
        <w:rPr>
          <w:cs/>
          <w:lang w:bidi="bn-IN"/>
        </w:rPr>
        <w:t>ডাকলেন এবং আমাকে সেই খেজুরের একমুঠ দিলেন। যখন আমি</w:t>
      </w:r>
      <w:r w:rsidRPr="009F36D3">
        <w:t xml:space="preserve"> </w:t>
      </w:r>
      <w:r w:rsidRPr="009F36D3">
        <w:rPr>
          <w:cs/>
          <w:lang w:bidi="bn-IN"/>
        </w:rPr>
        <w:t>সেগুলো গুণলাম আমি বুঝতে পারলাম যে সেগুলো একই সংখ্যার যা</w:t>
      </w:r>
      <w:r w:rsidRPr="009F36D3">
        <w:t xml:space="preserve"> </w:t>
      </w:r>
      <w:r w:rsidRPr="009F36D3">
        <w:rPr>
          <w:cs/>
          <w:lang w:bidi="bn-IN"/>
        </w:rPr>
        <w:t>রাসূল (সাঃ) আমাকে স্বপ্নে</w:t>
      </w:r>
      <w:r w:rsidRPr="009F36D3">
        <w:t xml:space="preserve"> </w:t>
      </w:r>
      <w:r w:rsidRPr="009F36D3">
        <w:rPr>
          <w:cs/>
          <w:lang w:bidi="bn-IN"/>
        </w:rPr>
        <w:t xml:space="preserve">দিয়েছিলেন। আমি </w:t>
      </w:r>
      <w:r w:rsidRPr="009F36D3">
        <w:rPr>
          <w:cs/>
          <w:lang w:bidi="bn-IN"/>
        </w:rPr>
        <w:lastRenderedPageBreak/>
        <w:t>আরো চাইলে তিনি</w:t>
      </w:r>
      <w:r w:rsidRPr="009F36D3">
        <w:t xml:space="preserve"> </w:t>
      </w:r>
      <w:r w:rsidRPr="009F36D3">
        <w:rPr>
          <w:cs/>
          <w:lang w:bidi="bn-IN"/>
        </w:rPr>
        <w:t>বললেন</w:t>
      </w:r>
      <w:r w:rsidRPr="009F36D3">
        <w:t xml:space="preserve">, </w:t>
      </w:r>
      <w:r w:rsidRPr="009F36D3">
        <w:rPr>
          <w:cs/>
          <w:lang w:bidi="bn-IN"/>
        </w:rPr>
        <w:t>যদি রাসূলল্লাহ (সাঃ) তোমাকে এর চাইতে বেশী দিতেন আমিও</w:t>
      </w:r>
      <w:r w:rsidRPr="009F36D3">
        <w:t xml:space="preserve"> </w:t>
      </w:r>
      <w:r w:rsidRPr="009F36D3">
        <w:rPr>
          <w:cs/>
          <w:lang w:bidi="bn-IN"/>
        </w:rPr>
        <w:t>তোমাকে আরো বেশী দিতাম।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যখন হযরত নিশাপুরে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আসলেন তিনি একটি খচ্চরের গাড়ীর</w:t>
      </w:r>
      <w:r w:rsidRPr="009F36D3">
        <w:t xml:space="preserve"> </w:t>
      </w:r>
      <w:r w:rsidRPr="009F36D3">
        <w:rPr>
          <w:cs/>
          <w:lang w:bidi="bn-IN"/>
        </w:rPr>
        <w:t>উপরে ছিলেন এবং সেখানে ছিলো পর্দা টাঙ্গানো। তখন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 ব্যক্তি যারা</w:t>
      </w:r>
      <w:r w:rsidRPr="009F36D3">
        <w:t xml:space="preserve"> </w:t>
      </w:r>
      <w:r w:rsidRPr="009F36D3">
        <w:rPr>
          <w:cs/>
          <w:lang w:bidi="bn-IN"/>
        </w:rPr>
        <w:t>ছিলো হাদীস বিশেষজ্ঞ</w:t>
      </w:r>
      <w:r w:rsidRPr="009F36D3">
        <w:t xml:space="preserve">, </w:t>
      </w:r>
      <w:r w:rsidRPr="009F36D3">
        <w:rPr>
          <w:cs/>
          <w:lang w:bidi="bn-IN"/>
        </w:rPr>
        <w:t>আবু জাররা রাযী এবং মুহাম্মাদ ইবনে আসলাম</w:t>
      </w:r>
      <w:r w:rsidRPr="009F36D3">
        <w:t xml:space="preserve"> </w:t>
      </w:r>
      <w:r w:rsidRPr="009F36D3">
        <w:rPr>
          <w:cs/>
          <w:lang w:bidi="bn-IN"/>
        </w:rPr>
        <w:t>তুসী তার কাছে গেলেন বেশ কিছু সংখ্যক আলেমকে সাথে নিয়ে। তারা</w:t>
      </w:r>
      <w:r w:rsidRPr="009F36D3">
        <w:t xml:space="preserve"> </w:t>
      </w:r>
      <w:r w:rsidRPr="009F36D3">
        <w:rPr>
          <w:cs/>
          <w:lang w:bidi="bn-IN"/>
        </w:rPr>
        <w:t>হযরতকে অনুরোধ করলেন তার মোবারক চেহারা প্রকাশ করার জন্য এবং</w:t>
      </w:r>
      <w:r w:rsidRPr="009F36D3">
        <w:t xml:space="preserve"> </w:t>
      </w:r>
      <w:r w:rsidRPr="009F36D3">
        <w:rPr>
          <w:cs/>
          <w:lang w:bidi="bn-IN"/>
        </w:rPr>
        <w:t>তাদের জন্য হাদীস বর্ণনা করার জন্য যা তিনি তার পূর্ব পুরুষদের কাছ</w:t>
      </w:r>
      <w:r w:rsidRPr="009F36D3">
        <w:t xml:space="preserve"> </w:t>
      </w:r>
      <w:r w:rsidRPr="009F36D3">
        <w:rPr>
          <w:cs/>
          <w:lang w:bidi="bn-IN"/>
        </w:rPr>
        <w:t>থেকে পেয়েছিলেন। তখন তার আদেশ অনুযায়ী খচ্চরের গাড়িটি থেমে</w:t>
      </w:r>
      <w:r w:rsidRPr="009F36D3">
        <w:t xml:space="preserve"> </w:t>
      </w:r>
      <w:r w:rsidRPr="009F36D3">
        <w:rPr>
          <w:cs/>
          <w:lang w:bidi="bn-IN"/>
        </w:rPr>
        <w:t>গেলো এবং তার দাসেরা পর্দা খুলে দিলো। যখন জনগণের চোখ তার</w:t>
      </w:r>
      <w:r w:rsidRPr="009F36D3">
        <w:t xml:space="preserve"> </w:t>
      </w:r>
      <w:r w:rsidRPr="009F36D3">
        <w:rPr>
          <w:cs/>
          <w:lang w:bidi="bn-IN"/>
        </w:rPr>
        <w:t>বরকতময় চেহারার উপর পড়লো তারা আমোদ উল্লাস করতে লাগলো।</w:t>
      </w:r>
      <w:r w:rsidRPr="009F36D3">
        <w:t xml:space="preserve"> </w:t>
      </w:r>
      <w:r w:rsidRPr="009F36D3">
        <w:rPr>
          <w:cs/>
          <w:lang w:bidi="bn-IN"/>
        </w:rPr>
        <w:t>কিছু লোক আনন্দ করছিলো আর কিছু লোক বেশী আনন্দে কাদছিলো।</w:t>
      </w:r>
      <w:r w:rsidRPr="009F36D3">
        <w:t xml:space="preserve"> </w:t>
      </w:r>
      <w:r w:rsidRPr="009F36D3">
        <w:rPr>
          <w:cs/>
          <w:lang w:bidi="bn-IN"/>
        </w:rPr>
        <w:t>কিছু মানুষ মাটিতে বসে পড়লো এবং যারা তার কাছে ছিলো তারা</w:t>
      </w:r>
      <w:r w:rsidRPr="009F36D3">
        <w:t xml:space="preserve"> </w:t>
      </w:r>
      <w:r w:rsidRPr="009F36D3">
        <w:rPr>
          <w:cs/>
          <w:lang w:bidi="bn-IN"/>
        </w:rPr>
        <w:t>খচ্চরের পায়ে চুমু খেতে লাগলো। তখন আলেমগণ চীৎকার করে বললো</w:t>
      </w:r>
      <w:r w:rsidRPr="009F36D3">
        <w:t xml:space="preserve"> </w:t>
      </w:r>
      <w:r w:rsidRPr="009F36D3">
        <w:rPr>
          <w:cs/>
          <w:lang w:bidi="bn-IN"/>
        </w:rPr>
        <w:t xml:space="preserve">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হে জনগণ</w:t>
      </w:r>
      <w:r w:rsidRPr="009F36D3">
        <w:t xml:space="preserve">, </w:t>
      </w:r>
      <w:r w:rsidRPr="009F36D3">
        <w:rPr>
          <w:cs/>
          <w:lang w:bidi="bn-IN"/>
        </w:rPr>
        <w:t>শান্ত হও এবং হযরত যা বলেন তা শোন।</w:t>
      </w:r>
      <w:r w:rsidRPr="005A057D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যখন জনগণ শোনার জন্য প্রস্তুত</w:t>
      </w:r>
      <w:r w:rsidRPr="009F36D3">
        <w:t xml:space="preserve"> </w:t>
      </w:r>
      <w:r w:rsidRPr="009F36D3">
        <w:rPr>
          <w:cs/>
          <w:lang w:bidi="bn-IN"/>
        </w:rPr>
        <w:t>হলো হযরত এ হাদীসটি বলতে</w:t>
      </w:r>
      <w:r w:rsidRPr="009F36D3">
        <w:t xml:space="preserve"> </w:t>
      </w:r>
      <w:r w:rsidRPr="009F36D3">
        <w:rPr>
          <w:cs/>
          <w:lang w:bidi="bn-IN"/>
        </w:rPr>
        <w:t>শুরু করলেন</w:t>
      </w:r>
      <w:r w:rsidRPr="009F36D3">
        <w:t xml:space="preserve">, </w:t>
      </w:r>
      <w:r w:rsidRPr="009F36D3">
        <w:rPr>
          <w:cs/>
          <w:lang w:bidi="bn-IN"/>
        </w:rPr>
        <w:t>আর যেহেতু জনতার সংখ্যা খুব বেশী ছিলো ঐ দু</w:t>
      </w:r>
      <w:r w:rsidRPr="005A057D">
        <w:rPr>
          <w:rStyle w:val="libAlaemChar"/>
        </w:rPr>
        <w:t>’</w:t>
      </w:r>
      <w:r w:rsidRPr="009F36D3">
        <w:rPr>
          <w:cs/>
          <w:lang w:bidi="bn-IN"/>
        </w:rPr>
        <w:t>জন</w:t>
      </w:r>
      <w:r w:rsidRPr="009F36D3">
        <w:t xml:space="preserve">, </w:t>
      </w:r>
      <w:r w:rsidRPr="009F36D3">
        <w:rPr>
          <w:cs/>
          <w:lang w:bidi="bn-IN"/>
        </w:rPr>
        <w:t>আবু</w:t>
      </w:r>
      <w:r w:rsidRPr="009F36D3">
        <w:t xml:space="preserve"> </w:t>
      </w:r>
      <w:r w:rsidRPr="009F36D3">
        <w:rPr>
          <w:cs/>
          <w:lang w:bidi="bn-IN"/>
        </w:rPr>
        <w:t>জাররা এবং মুহাম্মাদ ইবনে আসলাম হযরতের বাণী চীৎকার করে প্রচার</w:t>
      </w:r>
      <w:r w:rsidRPr="009F36D3">
        <w:t xml:space="preserve"> </w:t>
      </w:r>
      <w:r w:rsidRPr="009F36D3">
        <w:rPr>
          <w:cs/>
          <w:lang w:bidi="bn-IN"/>
        </w:rPr>
        <w:t xml:space="preserve">করছিলো জনতার কাছে। পরে হযরত বললেন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আমার পিতা মূসা</w:t>
      </w:r>
      <w:r w:rsidRPr="009F36D3">
        <w:t xml:space="preserve"> </w:t>
      </w:r>
      <w:r w:rsidRPr="009F36D3">
        <w:rPr>
          <w:cs/>
          <w:lang w:bidi="bn-IN"/>
        </w:rPr>
        <w:t>ক্বাযিম আমার কাছে তার পিতা জাফর সাদেক থেকে যিনি তার পিতা</w:t>
      </w:r>
      <w:r w:rsidRPr="009F36D3">
        <w:t xml:space="preserve"> </w:t>
      </w:r>
      <w:r w:rsidRPr="009F36D3">
        <w:rPr>
          <w:cs/>
          <w:lang w:bidi="bn-IN"/>
        </w:rPr>
        <w:t>মুহাম্মাদ বাক্বের থেকে যিনি তার পিতা যায়নুল আবেদীন থেকে যিনি তার</w:t>
      </w:r>
      <w:r w:rsidRPr="009F36D3">
        <w:t xml:space="preserve"> </w:t>
      </w:r>
      <w:r w:rsidRPr="009F36D3">
        <w:rPr>
          <w:cs/>
          <w:lang w:bidi="bn-IN"/>
        </w:rPr>
        <w:t>পিতা হোসেইন থেকে যিনি তার পিতা আলী ইবনে আবি তালিব (আঃ)</w:t>
      </w:r>
      <w:r w:rsidRPr="009F36D3">
        <w:t xml:space="preserve"> </w:t>
      </w:r>
      <w:r w:rsidRPr="009F36D3">
        <w:rPr>
          <w:cs/>
          <w:lang w:bidi="bn-IN"/>
        </w:rPr>
        <w:t>থেকে যিনি বলেছেন : আমার প্রিয় আল্লাহর হাবীব রাসূলুল্লাহ (সাঃ)</w:t>
      </w:r>
      <w:r w:rsidRPr="009F36D3">
        <w:t xml:space="preserve"> </w:t>
      </w:r>
      <w:r w:rsidRPr="009F36D3">
        <w:rPr>
          <w:cs/>
          <w:lang w:bidi="bn-IN"/>
        </w:rPr>
        <w:t>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জিবরাইল আমাকে এমন বলেছে - আমি মহান আল্লাহকে বলতে</w:t>
      </w:r>
      <w:r w:rsidRPr="009F36D3">
        <w:t xml:space="preserve"> </w:t>
      </w:r>
      <w:r w:rsidRPr="009F36D3">
        <w:rPr>
          <w:cs/>
          <w:lang w:bidi="bn-IN"/>
        </w:rPr>
        <w:t xml:space="preserve">শুনেছি : </w:t>
      </w:r>
      <w:r w:rsidRPr="009F36D3">
        <w:rPr>
          <w:lang w:bidi="bn-IN"/>
        </w:rPr>
        <w:t xml:space="preserve"> </w:t>
      </w:r>
      <w:r w:rsidRPr="00396333">
        <w:rPr>
          <w:rStyle w:val="libArChar"/>
          <w:rFonts w:hint="cs"/>
          <w:rtl/>
        </w:rPr>
        <w:t>لا</w:t>
      </w:r>
      <w:r w:rsidRPr="00396333">
        <w:rPr>
          <w:rStyle w:val="libArChar"/>
          <w:rtl/>
        </w:rPr>
        <w:t xml:space="preserve"> </w:t>
      </w:r>
      <w:r w:rsidRPr="00396333">
        <w:rPr>
          <w:rStyle w:val="libArChar"/>
          <w:rFonts w:hint="cs"/>
          <w:rtl/>
        </w:rPr>
        <w:t>اله</w:t>
      </w:r>
      <w:r w:rsidRPr="00396333">
        <w:rPr>
          <w:rStyle w:val="libArChar"/>
          <w:rtl/>
        </w:rPr>
        <w:t xml:space="preserve"> </w:t>
      </w:r>
      <w:r w:rsidRPr="00396333">
        <w:rPr>
          <w:rStyle w:val="libArChar"/>
          <w:rFonts w:hint="cs"/>
          <w:rtl/>
        </w:rPr>
        <w:t>الا</w:t>
      </w:r>
      <w:r w:rsidRPr="00396333">
        <w:rPr>
          <w:rStyle w:val="libArChar"/>
          <w:rtl/>
        </w:rPr>
        <w:t xml:space="preserve"> </w:t>
      </w:r>
      <w:r w:rsidRPr="00396333">
        <w:rPr>
          <w:rStyle w:val="libArChar"/>
          <w:rFonts w:hint="cs"/>
          <w:rtl/>
        </w:rPr>
        <w:t>الله</w:t>
      </w:r>
      <w:r w:rsidRPr="009F36D3">
        <w:rPr>
          <w:cs/>
          <w:lang w:bidi="bn-IN"/>
        </w:rPr>
        <w:t>-র শব্দগুলো আমার দূর্গ</w:t>
      </w:r>
      <w:r w:rsidRPr="009F36D3">
        <w:t xml:space="preserve">, </w:t>
      </w:r>
      <w:r w:rsidRPr="009F36D3">
        <w:rPr>
          <w:cs/>
          <w:lang w:bidi="bn-IN"/>
        </w:rPr>
        <w:t>তাই যে কেউ</w:t>
      </w:r>
      <w:r w:rsidRPr="009F36D3">
        <w:t xml:space="preserve"> </w:t>
      </w:r>
      <w:r w:rsidRPr="009F36D3">
        <w:rPr>
          <w:cs/>
          <w:lang w:bidi="bn-IN"/>
        </w:rPr>
        <w:t>তা বলবে সে আমার দূর্গে প্রবেশ করবে এবং যে আমার দূর্গে</w:t>
      </w:r>
      <w:r w:rsidRPr="009F36D3">
        <w:t xml:space="preserve"> </w:t>
      </w:r>
      <w:r w:rsidRPr="009F36D3">
        <w:rPr>
          <w:cs/>
          <w:lang w:bidi="bn-IN"/>
        </w:rPr>
        <w:t>প্রবেশ করবে সে আমার শাস্তি থেকে রক্ষা পাবে।</w:t>
      </w:r>
      <w:r w:rsidRPr="005A057D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এরপর তিনি পর্দা টেনে দিলেন এবং সামনে এগিয়ে চললেন। প্রায় ২০</w:t>
      </w:r>
      <w:r w:rsidRPr="009F36D3">
        <w:t xml:space="preserve"> </w:t>
      </w:r>
      <w:r w:rsidRPr="009F36D3">
        <w:rPr>
          <w:cs/>
          <w:lang w:bidi="bn-IN"/>
        </w:rPr>
        <w:t>হাজার লেখক এ হাদীস বর্ণনা করেছেন।</w:t>
      </w:r>
      <w:r w:rsidRPr="009F36D3">
        <w:t xml:space="preserve"> </w:t>
      </w:r>
      <w:r w:rsidRPr="009F36D3">
        <w:rPr>
          <w:cs/>
          <w:lang w:bidi="bn-IN"/>
        </w:rPr>
        <w:t xml:space="preserve">অন্য একটি হাদীসে এসেছে হযরত বলেছেন : </w:t>
      </w:r>
      <w:r w:rsidRPr="005A057D">
        <w:rPr>
          <w:rStyle w:val="libAlaemChar"/>
        </w:rPr>
        <w:t>‘</w:t>
      </w:r>
      <w:r w:rsidRPr="009F36D3">
        <w:rPr>
          <w:cs/>
          <w:lang w:bidi="bn-IN"/>
        </w:rPr>
        <w:t>বিশ্বাস হলো</w:t>
      </w:r>
      <w:r w:rsidRPr="009F36D3">
        <w:t xml:space="preserve"> </w:t>
      </w:r>
      <w:r w:rsidRPr="009F36D3">
        <w:rPr>
          <w:cs/>
          <w:lang w:bidi="bn-IN"/>
        </w:rPr>
        <w:t>হৃদয় দিয়ে স্বীকৃতি দান</w:t>
      </w:r>
      <w:r w:rsidRPr="009F36D3">
        <w:t xml:space="preserve">, </w:t>
      </w:r>
      <w:r w:rsidRPr="009F36D3">
        <w:rPr>
          <w:cs/>
          <w:lang w:bidi="bn-IN"/>
        </w:rPr>
        <w:t>জিহবার স্বীকারোক্তি এবং অঙ্গ প্রত্যঙ্গের কাজ</w:t>
      </w:r>
      <w:r w:rsidRPr="005A057D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হয়তোবা তিনি বলেছিলেন উভয়টিই।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আহমাদ বলেন : </w:t>
      </w:r>
      <w:r w:rsidRPr="005A057D">
        <w:rPr>
          <w:rStyle w:val="libAlaemChar"/>
        </w:rPr>
        <w:t>“</w:t>
      </w:r>
      <w:r w:rsidRPr="009F36D3">
        <w:rPr>
          <w:cs/>
          <w:lang w:bidi="bn-IN"/>
        </w:rPr>
        <w:t>যদি এ হাদীসটি এর বর্ণনাকারীদের ক্রমধারাসহ কোন</w:t>
      </w:r>
      <w:r w:rsidRPr="009F36D3">
        <w:t xml:space="preserve"> </w:t>
      </w:r>
      <w:r w:rsidRPr="009F36D3">
        <w:rPr>
          <w:cs/>
          <w:lang w:bidi="bn-IN"/>
        </w:rPr>
        <w:t>পাগল লোকের সামনে পড়া হয় তাহলে সে সুস্থ হয়ে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96333" w:rsidRDefault="0039633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96333">
      <w:pPr>
        <w:pStyle w:val="Heading2Center"/>
      </w:pPr>
      <w:bookmarkStart w:id="21" w:name="_Toc451691936"/>
      <w:r w:rsidRPr="009F36D3">
        <w:rPr>
          <w:cs/>
          <w:lang w:bidi="bn-IN"/>
        </w:rPr>
        <w:lastRenderedPageBreak/>
        <w:t>মাহদী (আঃ) ইমাম হাসান আসকারীর (আঃ) সন্তান</w:t>
      </w:r>
      <w:bookmarkEnd w:id="21"/>
      <w:r w:rsidRPr="009F36D3">
        <w:t xml:space="preserve"> </w:t>
      </w:r>
    </w:p>
    <w:p w:rsidR="00396333" w:rsidRDefault="0039633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যখন আপনারা বুঝতে পারবেন আমরা কি বলছি ও রেওয়ায়েত</w:t>
      </w:r>
      <w:r w:rsidRPr="009F36D3">
        <w:t xml:space="preserve"> </w:t>
      </w:r>
      <w:r w:rsidRPr="009F36D3">
        <w:rPr>
          <w:cs/>
          <w:lang w:bidi="bn-IN"/>
        </w:rPr>
        <w:t>কী বলছে তখন এর শেষে বুঝতে আপনাদের কোন অসুবিধা হবে না</w:t>
      </w:r>
      <w:r w:rsidRPr="009F36D3">
        <w:t xml:space="preserve"> (</w:t>
      </w:r>
      <w:r w:rsidRPr="009F36D3">
        <w:rPr>
          <w:cs/>
          <w:lang w:bidi="bn-IN"/>
        </w:rPr>
        <w:t>অর্থাৎ প্রতীক্ষিত মাহদী যে আবু মোহাম্মাদ হাসান আসকারীর সন্তান)।</w:t>
      </w:r>
      <w:r w:rsidRPr="009F36D3">
        <w:t xml:space="preserve"> </w:t>
      </w:r>
      <w:r w:rsidRPr="009F36D3">
        <w:rPr>
          <w:cs/>
          <w:lang w:bidi="bn-IN"/>
        </w:rPr>
        <w:t>যাহোক</w:t>
      </w:r>
      <w:r w:rsidRPr="009F36D3">
        <w:t xml:space="preserve">, </w:t>
      </w:r>
      <w:r w:rsidRPr="009F36D3">
        <w:rPr>
          <w:cs/>
          <w:lang w:bidi="bn-IN"/>
        </w:rPr>
        <w:t>একটি সিদ্ধান্তে আসার পদ্ধতিগত বিষয়ের প্রয়োজনে আমরা তা</w:t>
      </w:r>
      <w:r w:rsidRPr="009F36D3">
        <w:t xml:space="preserve"> </w:t>
      </w:r>
      <w:r w:rsidRPr="009F36D3">
        <w:rPr>
          <w:cs/>
          <w:lang w:bidi="bn-IN"/>
        </w:rPr>
        <w:t>উপরের শিরোনামের অধীনে লিখেছি। আমরা বলছি ইতোমধ্যে উল্লেখিত</w:t>
      </w:r>
      <w:r w:rsidRPr="009F36D3">
        <w:t xml:space="preserve"> </w:t>
      </w:r>
      <w:r w:rsidRPr="009F36D3">
        <w:rPr>
          <w:cs/>
          <w:lang w:bidi="bn-IN"/>
        </w:rPr>
        <w:t>রেওয়ায়েতসমূহ ইঙ্গিত করে যে মাহদী হলেন ইমাম হোসেইনের (আঃ)</w:t>
      </w:r>
      <w:r w:rsidRPr="009F36D3">
        <w:t xml:space="preserve"> </w:t>
      </w:r>
      <w:r w:rsidRPr="009F36D3">
        <w:rPr>
          <w:cs/>
          <w:lang w:bidi="bn-IN"/>
        </w:rPr>
        <w:t>নবম বংশ এবং আবুল হাসান আল-রিদার (আঃ) চতুর্থ বংশধর তা</w:t>
      </w:r>
      <w:r w:rsidRPr="009F36D3">
        <w:t xml:space="preserve"> </w:t>
      </w:r>
      <w:r w:rsidRPr="009F36D3">
        <w:rPr>
          <w:cs/>
          <w:lang w:bidi="bn-IN"/>
        </w:rPr>
        <w:t>বিষয়টি প্রমাণ করে (মাহদী হাসান আসকারীর (আঃ) সন্তান)।</w:t>
      </w:r>
      <w:r w:rsidRPr="009F36D3">
        <w:t xml:space="preserve"> </w:t>
      </w:r>
      <w:r w:rsidRPr="009F36D3">
        <w:rPr>
          <w:cs/>
          <w:lang w:bidi="bn-IN"/>
        </w:rPr>
        <w:t>বিশেষ</w:t>
      </w:r>
      <w:r w:rsidRPr="009F36D3">
        <w:t xml:space="preserve"> </w:t>
      </w:r>
      <w:r w:rsidRPr="009F36D3">
        <w:rPr>
          <w:cs/>
          <w:lang w:bidi="bn-IN"/>
        </w:rPr>
        <w:t>করে যে রেওয়ায়েত আমরা ফারায়েদুস সিমতাঈন থেকে বর্ণনা করেছি</w:t>
      </w:r>
      <w:r w:rsidRPr="009F36D3">
        <w:t xml:space="preserve"> </w:t>
      </w:r>
      <w:r w:rsidRPr="009F36D3">
        <w:rPr>
          <w:cs/>
          <w:lang w:bidi="bn-IN"/>
        </w:rPr>
        <w:t>যেখানে হযরত রিদা (আঃ) দেবেল খুযাঈকে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আমার পরে ইমাম হবে আমার সন্তান</w:t>
      </w:r>
      <w:r w:rsidRPr="009F36D3">
        <w:t xml:space="preserve"> </w:t>
      </w:r>
      <w:r w:rsidRPr="009F36D3">
        <w:rPr>
          <w:cs/>
          <w:lang w:bidi="bn-IN"/>
        </w:rPr>
        <w:t>মুহাম্মাদ তাক্বী</w:t>
      </w:r>
      <w:r w:rsidRPr="009F36D3">
        <w:t xml:space="preserve"> </w:t>
      </w:r>
      <w:r w:rsidRPr="009F36D3">
        <w:rPr>
          <w:cs/>
          <w:lang w:bidi="bn-IN"/>
        </w:rPr>
        <w:t>জাওয়াদ এবং তার পরে ইমাম হবে তার সন্তান</w:t>
      </w:r>
      <w:r w:rsidRPr="009F36D3">
        <w:t xml:space="preserve"> </w:t>
      </w:r>
      <w:r w:rsidRPr="009F36D3">
        <w:rPr>
          <w:cs/>
          <w:lang w:bidi="bn-IN"/>
        </w:rPr>
        <w:t>আলী হাদী নাক্বী</w:t>
      </w:r>
      <w:r w:rsidRPr="009F36D3">
        <w:t xml:space="preserve"> </w:t>
      </w:r>
      <w:r w:rsidRPr="009F36D3">
        <w:rPr>
          <w:cs/>
          <w:lang w:bidi="bn-IN"/>
        </w:rPr>
        <w:t>এবং তার পরে ইমাম হবে তার সন্তান</w:t>
      </w:r>
      <w:r w:rsidRPr="009F36D3">
        <w:t xml:space="preserve"> </w:t>
      </w:r>
      <w:r w:rsidRPr="009F36D3">
        <w:rPr>
          <w:cs/>
          <w:lang w:bidi="bn-IN"/>
        </w:rPr>
        <w:t>হাসান আসকারী এবং তার</w:t>
      </w:r>
      <w:r w:rsidRPr="009F36D3">
        <w:t xml:space="preserve"> </w:t>
      </w:r>
      <w:r w:rsidRPr="009F36D3">
        <w:rPr>
          <w:cs/>
          <w:lang w:bidi="bn-IN"/>
        </w:rPr>
        <w:t>পরে ইমাম হবে তার সন্তান</w:t>
      </w:r>
      <w:r w:rsidRPr="009F36D3">
        <w:t xml:space="preserve"> </w:t>
      </w:r>
      <w:r w:rsidRPr="009F36D3">
        <w:rPr>
          <w:cs/>
          <w:lang w:bidi="bn-IN"/>
        </w:rPr>
        <w:t>মুহাম্মাদ হুজ্জাত মাহদী মুনতাযার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 আমরা যা পরবতীর্তে বর্ণনা করবো তা এ বিষয়কে প্রমাণিত করবে</w:t>
      </w:r>
      <w:r w:rsidRPr="009F36D3">
        <w:t xml:space="preserve"> </w:t>
      </w:r>
      <w:r w:rsidRPr="009F36D3">
        <w:rPr>
          <w:cs/>
          <w:lang w:bidi="bn-IN"/>
        </w:rPr>
        <w:t>যে মাহদী খলিফাদের মধ্যে ১২তম</w:t>
      </w:r>
      <w:r w:rsidRPr="009F36D3">
        <w:t xml:space="preserve">, </w:t>
      </w:r>
      <w:r w:rsidRPr="009F36D3">
        <w:rPr>
          <w:cs/>
          <w:lang w:bidi="bn-IN"/>
        </w:rPr>
        <w:t>ইমামদের মধ্যে ১২তম। তিনি</w:t>
      </w:r>
      <w:r w:rsidRPr="009F36D3">
        <w:t xml:space="preserve"> </w:t>
      </w:r>
      <w:r w:rsidRPr="009F36D3">
        <w:rPr>
          <w:cs/>
          <w:lang w:bidi="bn-IN"/>
        </w:rPr>
        <w:t>একজন ওয়াসী এবং আসমানী প্রমাণ।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৪৯১ পৃষ্ঠায় হাফেয আবু নাঈম-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আরবাঈন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বলেছেন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পরহেযগার উত্তরাধিকারী আসবেন</w:t>
      </w:r>
      <w:r w:rsidRPr="009F36D3">
        <w:t xml:space="preserve"> </w:t>
      </w:r>
      <w:r w:rsidRPr="009F36D3">
        <w:rPr>
          <w:cs/>
          <w:lang w:bidi="bn-IN"/>
        </w:rPr>
        <w:t>হাসান ইবনে আলী আসকারীর সন্তানদের</w:t>
      </w:r>
      <w:r w:rsidRPr="009F36D3">
        <w:t xml:space="preserve"> </w:t>
      </w:r>
      <w:r w:rsidRPr="009F36D3">
        <w:rPr>
          <w:cs/>
          <w:lang w:bidi="bn-IN"/>
        </w:rPr>
        <w:t>মাঝ থেকে। তিনিই মাহদী</w:t>
      </w:r>
      <w:r w:rsidRPr="009F36D3">
        <w:t xml:space="preserve">, </w:t>
      </w:r>
      <w:r w:rsidRPr="009F36D3">
        <w:rPr>
          <w:cs/>
          <w:lang w:bidi="bn-IN"/>
        </w:rPr>
        <w:t>যুগের নেতা।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১৫৭ পৃষ্ঠায় আব্দুল ওয়াহাব</w:t>
      </w:r>
      <w:r w:rsidRPr="009F36D3">
        <w:t xml:space="preserve"> </w:t>
      </w:r>
      <w:r w:rsidRPr="009F36D3">
        <w:rPr>
          <w:cs/>
          <w:lang w:bidi="bn-IN"/>
        </w:rPr>
        <w:t xml:space="preserve">শরোনীর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ইয়াওয়াকিত্ব ওয়াল জাওহার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এবং তিনি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t xml:space="preserve"> </w:t>
      </w:r>
      <w:r w:rsidRPr="009F36D3">
        <w:rPr>
          <w:cs/>
          <w:lang w:bidi="bn-IN"/>
        </w:rPr>
        <w:t>ফুতুহাতুল মাক্কিয়্যাহ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বর্ণনা করেছেন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জেনে রাখো মাহদীর আগমন অবশ্যম্ভাবী</w:t>
      </w:r>
      <w:r w:rsidRPr="009F36D3">
        <w:t xml:space="preserve"> </w:t>
      </w:r>
      <w:r w:rsidRPr="009F36D3">
        <w:rPr>
          <w:cs/>
          <w:lang w:bidi="bn-IN"/>
        </w:rPr>
        <w:t>কিন্তু সে আত্ম প্রকাশ</w:t>
      </w:r>
      <w:r w:rsidRPr="009F36D3">
        <w:t xml:space="preserve"> </w:t>
      </w:r>
      <w:r w:rsidRPr="009F36D3">
        <w:rPr>
          <w:cs/>
          <w:lang w:bidi="bn-IN"/>
        </w:rPr>
        <w:t>করবে না যতক্ষণ না পৃথিবী নৃশংসতা ও নিপীড়নে পূর্ণ হয়।</w:t>
      </w:r>
      <w:r w:rsidRPr="009F36D3">
        <w:t xml:space="preserve"> </w:t>
      </w:r>
      <w:r w:rsidRPr="009F36D3">
        <w:rPr>
          <w:cs/>
          <w:lang w:bidi="bn-IN"/>
        </w:rPr>
        <w:t>তখন তিনি একে ইনসাফ ও ন্যায় বিচারে পূর্ণ করে দিবেন। তিনি</w:t>
      </w:r>
      <w:r w:rsidRPr="009F36D3">
        <w:t xml:space="preserve"> </w:t>
      </w:r>
      <w:r w:rsidRPr="009F36D3">
        <w:rPr>
          <w:cs/>
          <w:lang w:bidi="bn-IN"/>
        </w:rPr>
        <w:t>নবী (সাঃ)-এর বংশ ও ফাতেমা (আঃ)-এর বংশধর। তার পূর্ব</w:t>
      </w:r>
      <w:r w:rsidRPr="009F36D3">
        <w:t xml:space="preserve"> </w:t>
      </w:r>
      <w:r w:rsidRPr="009F36D3">
        <w:rPr>
          <w:cs/>
          <w:lang w:bidi="bn-IN"/>
        </w:rPr>
        <w:t xml:space="preserve">পুরুষ হোসেইন ইবনে </w:t>
      </w:r>
      <w:r w:rsidRPr="009F36D3">
        <w:rPr>
          <w:cs/>
          <w:lang w:bidi="bn-IN"/>
        </w:rPr>
        <w:lastRenderedPageBreak/>
        <w:t>আবি তালিব এবং তার পিতা হাসান</w:t>
      </w:r>
      <w:r w:rsidRPr="009F36D3">
        <w:t xml:space="preserve"> </w:t>
      </w:r>
      <w:r w:rsidRPr="009F36D3">
        <w:rPr>
          <w:cs/>
          <w:lang w:bidi="bn-IN"/>
        </w:rPr>
        <w:t>আসকারী যার পিতা ইমাম আলী আল নাক্বী</w:t>
      </w:r>
      <w:r w:rsidRPr="009F36D3">
        <w:t xml:space="preserve"> </w:t>
      </w:r>
      <w:r w:rsidRPr="009F36D3">
        <w:rPr>
          <w:cs/>
          <w:lang w:bidi="bn-IN"/>
        </w:rPr>
        <w:t>তার পিতা ইমাম</w:t>
      </w:r>
      <w:r w:rsidRPr="009F36D3">
        <w:t xml:space="preserve"> </w:t>
      </w:r>
      <w:r w:rsidRPr="009F36D3">
        <w:rPr>
          <w:cs/>
          <w:lang w:bidi="bn-IN"/>
        </w:rPr>
        <w:t>মোহাম্মাদ তাক্বী</w:t>
      </w:r>
      <w:r w:rsidRPr="009F36D3">
        <w:t xml:space="preserve"> </w:t>
      </w:r>
      <w:r w:rsidRPr="009F36D3">
        <w:rPr>
          <w:cs/>
          <w:lang w:bidi="bn-IN"/>
        </w:rPr>
        <w:t>তার পিতা ইমাম আলী আর-রিদা</w:t>
      </w:r>
      <w:r w:rsidRPr="009F36D3">
        <w:t xml:space="preserve">, </w:t>
      </w:r>
      <w:r w:rsidRPr="009F36D3">
        <w:rPr>
          <w:cs/>
          <w:lang w:bidi="bn-IN"/>
        </w:rPr>
        <w:t>তার পিতা</w:t>
      </w:r>
      <w:r w:rsidRPr="009F36D3">
        <w:t xml:space="preserve"> </w:t>
      </w:r>
      <w:r w:rsidRPr="009F36D3">
        <w:rPr>
          <w:cs/>
          <w:lang w:bidi="bn-IN"/>
        </w:rPr>
        <w:t>ইমাম মুসা কাযিম</w:t>
      </w:r>
      <w:r w:rsidRPr="009F36D3">
        <w:t xml:space="preserve">, </w:t>
      </w:r>
      <w:r w:rsidRPr="009F36D3">
        <w:rPr>
          <w:cs/>
          <w:lang w:bidi="bn-IN"/>
        </w:rPr>
        <w:t>তার পিতা ইমাম জাফর সাদেক</w:t>
      </w:r>
      <w:r w:rsidRPr="009F36D3">
        <w:t xml:space="preserve">, </w:t>
      </w:r>
      <w:r w:rsidRPr="009F36D3">
        <w:rPr>
          <w:cs/>
          <w:lang w:bidi="bn-IN"/>
        </w:rPr>
        <w:t>তার পিতা</w:t>
      </w:r>
      <w:r w:rsidRPr="009F36D3">
        <w:t xml:space="preserve"> </w:t>
      </w:r>
      <w:r w:rsidRPr="009F36D3">
        <w:rPr>
          <w:cs/>
          <w:lang w:bidi="bn-IN"/>
        </w:rPr>
        <w:t>ইমাম মুহাম্মাদ বাক্বের</w:t>
      </w:r>
      <w:r w:rsidRPr="009F36D3">
        <w:t xml:space="preserve">, </w:t>
      </w:r>
      <w:r w:rsidRPr="009F36D3">
        <w:rPr>
          <w:cs/>
          <w:lang w:bidi="bn-IN"/>
        </w:rPr>
        <w:t>তার পিতা ইমাম যয়নুল আবেদীন</w:t>
      </w:r>
      <w:r w:rsidRPr="009F36D3">
        <w:t xml:space="preserve">,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পিতা ইমাম হোসেইন তার পিতা আলী ইবনে আবি তালিব</w:t>
      </w:r>
      <w:r w:rsidRPr="009F36D3">
        <w:t xml:space="preserve"> (</w:t>
      </w:r>
      <w:r w:rsidRPr="009F36D3">
        <w:rPr>
          <w:cs/>
          <w:lang w:bidi="bn-IN"/>
        </w:rPr>
        <w:t>আঃ)।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তার নাম নবী (সাঃ)-এর নামে এবং মুসলিমরা তার হাতে</w:t>
      </w:r>
      <w:r w:rsidRPr="009F36D3">
        <w:t xml:space="preserve"> </w:t>
      </w:r>
      <w:r w:rsidRPr="009F36D3">
        <w:rPr>
          <w:cs/>
          <w:lang w:bidi="bn-IN"/>
        </w:rPr>
        <w:t xml:space="preserve">বাইয়াত হবে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রুকন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মাক্বাম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মাঝে (মাকামে</w:t>
      </w:r>
      <w:r w:rsidRPr="009F36D3">
        <w:t xml:space="preserve"> </w:t>
      </w:r>
      <w:r w:rsidRPr="009F36D3">
        <w:rPr>
          <w:cs/>
          <w:lang w:bidi="bn-IN"/>
        </w:rPr>
        <w:t>ইবরাহিমের)।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t>(</w:t>
      </w:r>
      <w:r w:rsidRPr="009F36D3">
        <w:rPr>
          <w:cs/>
          <w:lang w:bidi="bn-IN"/>
        </w:rPr>
        <w:t>এ বইয়ের) লেখক বলেন : আমাদের বেশীর ভাগ শিয়া আলেম</w:t>
      </w:r>
      <w:r w:rsidRPr="009F36D3">
        <w:t xml:space="preserve"> </w:t>
      </w:r>
      <w:r w:rsidRPr="009F36D3">
        <w:rPr>
          <w:cs/>
          <w:lang w:bidi="bn-IN"/>
        </w:rPr>
        <w:t xml:space="preserve">এবং আহলে সুন্নাতের আলেমগণও এ মহামূল্যবান বাক্যগুলো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</w:t>
      </w:r>
      <w:r w:rsidRPr="009F36D3">
        <w:t xml:space="preserve"> </w:t>
      </w:r>
      <w:r w:rsidRPr="009F36D3">
        <w:rPr>
          <w:cs/>
          <w:lang w:bidi="bn-IN"/>
        </w:rPr>
        <w:t>ইয়াওয়াক্বিত ওয়াল জাওহার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বর্ণনা করেছেন</w:t>
      </w:r>
      <w:r w:rsidRPr="009F36D3">
        <w:t xml:space="preserve">, </w:t>
      </w:r>
      <w:r w:rsidRPr="009F36D3">
        <w:rPr>
          <w:cs/>
          <w:lang w:bidi="bn-IN"/>
        </w:rPr>
        <w:t>তিনি তা আবার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ফুতুহাত আল মাক্কিয়্যাহ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করেছেন। কিন্তু এ বইয়ের</w:t>
      </w:r>
      <w:r w:rsidRPr="009F36D3">
        <w:t xml:space="preserve"> </w:t>
      </w:r>
      <w:r w:rsidRPr="009F36D3">
        <w:rPr>
          <w:cs/>
          <w:lang w:bidi="bn-IN"/>
        </w:rPr>
        <w:t>বতমার্ন সংস্করণে তা আমি পাই নি (তাই একটু ভাবুন হয়তোবা এ</w:t>
      </w:r>
      <w:r w:rsidRPr="009F36D3">
        <w:t xml:space="preserve"> </w:t>
      </w:r>
      <w:r w:rsidRPr="009F36D3">
        <w:rPr>
          <w:cs/>
          <w:lang w:bidi="bn-IN"/>
        </w:rPr>
        <w:t>হাদীসটি বর্তমান যুগে বাদ দেয়া হয়েছে)।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৪৫১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খেতাব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এটি পবিত্র ইমাম আবু মুহাম্মাদ হাসান</w:t>
      </w:r>
      <w:r w:rsidRPr="009F36D3">
        <w:t xml:space="preserve"> </w:t>
      </w:r>
      <w:r w:rsidRPr="009F36D3">
        <w:rPr>
          <w:cs/>
          <w:lang w:bidi="bn-IN"/>
        </w:rPr>
        <w:t>আসকারীর (আঃ) কথা যিনি বলেছেন : কোন সন্তান রেখে যাবো না</w:t>
      </w:r>
      <w:r w:rsidRPr="009F36D3">
        <w:t xml:space="preserve"> </w:t>
      </w:r>
      <w:r w:rsidRPr="009F36D3">
        <w:rPr>
          <w:cs/>
          <w:lang w:bidi="bn-IN"/>
        </w:rPr>
        <w:t>আবুল ক্বাসিম মুহাম্মাদ ছাড়া যাকে এ উপাধি দেয়া হবে যেমন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হুজ্জাত</w:t>
      </w:r>
      <w:r w:rsidRPr="00AA6375">
        <w:rPr>
          <w:rStyle w:val="libAlaemChar"/>
        </w:rPr>
        <w:t>’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সাহেবুয্যামান</w:t>
      </w:r>
      <w:r w:rsidRPr="00AA6375">
        <w:rPr>
          <w:rStyle w:val="libAlaemChar"/>
        </w:rPr>
        <w:t>’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খাতামুল আইম্মা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ইসনা আশার</w:t>
      </w:r>
      <w:r w:rsidRPr="00AA6375">
        <w:rPr>
          <w:rStyle w:val="libAlaemChar"/>
        </w:rPr>
        <w:t>’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ইমামিয়াদের মাঝে।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 বইয়ের লেখক বলছেন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ইমামিয়াদের মাঝে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কথাটি সত্যের সাথে</w:t>
      </w:r>
      <w:r w:rsidRPr="009F36D3">
        <w:t xml:space="preserve"> </w:t>
      </w:r>
      <w:r w:rsidRPr="009F36D3">
        <w:rPr>
          <w:cs/>
          <w:lang w:bidi="bn-IN"/>
        </w:rPr>
        <w:t>সম্পর্কিত যে তিনি ১২তম।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আলেম উল্লেখিত বইয়ের ৪৭০ পৃষ্ঠায় বলেছেন : সাইয়্যেদ</w:t>
      </w:r>
      <w:r w:rsidRPr="009F36D3">
        <w:t xml:space="preserve"> </w:t>
      </w:r>
      <w:r w:rsidRPr="009F36D3">
        <w:rPr>
          <w:cs/>
          <w:lang w:bidi="bn-IN"/>
        </w:rPr>
        <w:t xml:space="preserve">আব্দুল ওয়াহহাব শারানী তার বই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ইয়াওয়াক্বিত ওয়াল জওহার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৬৫তম অধ্যায়ে লিখেছেন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ইমাম হাসান আসকারীর সন্তান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আবারও এ আলেম ৪৭১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মাতালিবসু সূল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এবং কামাল উদ্দীন</w:t>
      </w:r>
      <w:r w:rsidRPr="009F36D3">
        <w:t xml:space="preserve"> </w:t>
      </w:r>
      <w:r w:rsidRPr="009F36D3">
        <w:rPr>
          <w:cs/>
          <w:lang w:bidi="bn-IN"/>
        </w:rPr>
        <w:t xml:space="preserve">তাইহার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 মুনাযযাম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বলেছেন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মুহাম্মাদ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সন্তান।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একই বইয়ের ৪৭১ পৃষ্ঠায় লেখক বলেছেন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বায়ান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নামের কিতাবের</w:t>
      </w:r>
      <w:r w:rsidRPr="009F36D3">
        <w:t xml:space="preserve"> </w:t>
      </w:r>
      <w:r w:rsidRPr="009F36D3">
        <w:rPr>
          <w:cs/>
          <w:lang w:bidi="bn-IN"/>
        </w:rPr>
        <w:t xml:space="preserve">শেষ অধ্যায়ে গাঞ্জী বলেন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মাহদী হবে হাসান আসকারীর</w:t>
      </w:r>
      <w:r w:rsidRPr="009F36D3">
        <w:t xml:space="preserve"> </w:t>
      </w:r>
      <w:r w:rsidRPr="009F36D3">
        <w:rPr>
          <w:cs/>
          <w:lang w:bidi="bn-IN"/>
        </w:rPr>
        <w:t>ছেলে।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৪৭১ পৃষ্ঠায় লেখক লিখেছেন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ফুসুলুল মুহিম্মার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লেখক</w:t>
      </w:r>
      <w:r w:rsidRPr="009F36D3">
        <w:t xml:space="preserve"> </w:t>
      </w:r>
      <w:r w:rsidRPr="009F36D3">
        <w:rPr>
          <w:cs/>
          <w:lang w:bidi="bn-IN"/>
        </w:rPr>
        <w:t xml:space="preserve">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প্রতিশ্রুত্র মাহদী আলী আল-নাক্বীর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আবু</w:t>
      </w:r>
      <w:r w:rsidRPr="009F36D3">
        <w:t xml:space="preserve"> </w:t>
      </w:r>
      <w:r w:rsidRPr="009F36D3">
        <w:rPr>
          <w:cs/>
          <w:lang w:bidi="bn-IN"/>
        </w:rPr>
        <w:t>মুহাম্মাদ হাসান আসকারীর সন্তান</w:t>
      </w:r>
      <w:r w:rsidRPr="009F36D3">
        <w:t xml:space="preserve"> (</w:t>
      </w:r>
      <w:r w:rsidRPr="009F36D3">
        <w:rPr>
          <w:cs/>
          <w:lang w:bidi="bn-IN"/>
        </w:rPr>
        <w:t>আঃ)।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 মূসাউইয়া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বলেন : যাদেরকে আমি পেয়েছি</w:t>
      </w:r>
      <w:r w:rsidRPr="009F36D3">
        <w:t xml:space="preserve"> </w:t>
      </w:r>
      <w:r w:rsidRPr="009F36D3">
        <w:rPr>
          <w:cs/>
          <w:lang w:bidi="bn-IN"/>
        </w:rPr>
        <w:t>আমাদের শিয়াদের মত বিশ্বাস</w:t>
      </w:r>
      <w:r w:rsidRPr="009F36D3">
        <w:t xml:space="preserve"> </w:t>
      </w:r>
      <w:r w:rsidRPr="009F36D3">
        <w:rPr>
          <w:cs/>
          <w:lang w:bidi="bn-IN"/>
        </w:rPr>
        <w:t>রাখে মাহদীর বিষয়ে তারা হলো মুহাম্মাদ</w:t>
      </w:r>
      <w:r w:rsidRPr="009F36D3">
        <w:t xml:space="preserve"> </w:t>
      </w:r>
      <w:r w:rsidRPr="009F36D3">
        <w:rPr>
          <w:cs/>
          <w:lang w:bidi="bn-IN"/>
        </w:rPr>
        <w:t xml:space="preserve">ইবনে ইউসূফ গাঞ্জী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বায়ানে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মুহাম্মাদ ইবনে তালহা শাফেঈ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সূল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, </w:t>
      </w:r>
      <w:r w:rsidRPr="009F36D3">
        <w:rPr>
          <w:cs/>
          <w:lang w:bidi="bn-IN"/>
        </w:rPr>
        <w:t xml:space="preserve">সিবতে ইবনে জওযী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তাসকিরাতুল আইম্মা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</w:t>
      </w:r>
      <w:r w:rsidRPr="009F36D3">
        <w:t xml:space="preserve"> </w:t>
      </w:r>
      <w:r w:rsidRPr="009F36D3">
        <w:rPr>
          <w:cs/>
          <w:lang w:bidi="bn-IN"/>
        </w:rPr>
        <w:t xml:space="preserve">এবং শারাণী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ইয়া ওয়াকীত্ব আল জওহার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, </w:t>
      </w:r>
      <w:r w:rsidRPr="009F36D3">
        <w:rPr>
          <w:cs/>
          <w:lang w:bidi="bn-IN"/>
        </w:rPr>
        <w:t>যেখানে তারা সবাই</w:t>
      </w:r>
      <w:r w:rsidRPr="009F36D3">
        <w:t xml:space="preserve"> </w:t>
      </w:r>
      <w:r w:rsidRPr="009F36D3">
        <w:rPr>
          <w:cs/>
          <w:lang w:bidi="bn-IN"/>
        </w:rPr>
        <w:t>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ইমাম হাসান আসকারীর সন্তান।</w:t>
      </w:r>
      <w:r w:rsidRPr="009F36D3">
        <w:t xml:space="preserve"> </w:t>
      </w:r>
      <w:r w:rsidRPr="009F36D3">
        <w:rPr>
          <w:cs/>
          <w:lang w:bidi="bn-IN"/>
        </w:rPr>
        <w:t>তিনি জন্মগ্রহণ</w:t>
      </w:r>
      <w:r w:rsidRPr="009F36D3">
        <w:t xml:space="preserve"> </w:t>
      </w:r>
      <w:r w:rsidRPr="009F36D3">
        <w:rPr>
          <w:cs/>
          <w:lang w:bidi="bn-IN"/>
        </w:rPr>
        <w:t>করেছিলেন ২৫৫ হিজরীর ১৫ই শাবানের রাতে এবং তিনি</w:t>
      </w:r>
      <w:r w:rsidRPr="009F36D3">
        <w:t xml:space="preserve"> </w:t>
      </w:r>
      <w:r w:rsidRPr="009F36D3">
        <w:rPr>
          <w:cs/>
          <w:lang w:bidi="bn-IN"/>
        </w:rPr>
        <w:t>এখনও বেচেঁ আছেন যতক্ষণ না তিনি এবং ঈসা ইবনে মরিয়াম</w:t>
      </w:r>
      <w:r w:rsidRPr="009F36D3">
        <w:t xml:space="preserve"> </w:t>
      </w:r>
      <w:r w:rsidRPr="009F36D3">
        <w:rPr>
          <w:cs/>
          <w:lang w:bidi="bn-IN"/>
        </w:rPr>
        <w:t>পরস্পর সাক্ষাত করেন।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বিষয় এসেছে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তাবাক্বাত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যেখানে এর লেখক শেইখ হাসান</w:t>
      </w:r>
      <w:r w:rsidRPr="009F36D3">
        <w:t xml:space="preserve"> </w:t>
      </w:r>
      <w:r w:rsidRPr="009F36D3">
        <w:rPr>
          <w:cs/>
          <w:lang w:bidi="bn-IN"/>
        </w:rPr>
        <w:t>আরাক্বী থেকে বর্ণনা করেছেন (যিনি মাহদীর সাথে সাক্ষাত লাভ</w:t>
      </w:r>
      <w:r w:rsidRPr="009F36D3">
        <w:t xml:space="preserve"> </w:t>
      </w:r>
      <w:r w:rsidRPr="009F36D3">
        <w:rPr>
          <w:cs/>
          <w:lang w:bidi="bn-IN"/>
        </w:rPr>
        <w:t>করেছিলেন যার পূর্ণ বর্ণনা তাবাক্বাতে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এসেছে)।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আলী খাওয়াস ও শেইখ মহিউদ্দীন (তার ফুতুহাতুল মাক্কিয়্যাহ-র</w:t>
      </w:r>
      <w:r w:rsidRPr="009F36D3">
        <w:t xml:space="preserve"> </w:t>
      </w:r>
      <w:r w:rsidRPr="009F36D3">
        <w:rPr>
          <w:cs/>
          <w:lang w:bidi="bn-IN"/>
        </w:rPr>
        <w:t xml:space="preserve">৩৬৬ অধ্যায়ে) এ বিশ্বাসে মত দিয়েছেন। শারানী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লওয়াক্বেহ আল</w:t>
      </w:r>
      <w:r w:rsidRPr="009F36D3">
        <w:t xml:space="preserve"> </w:t>
      </w:r>
      <w:r w:rsidRPr="009F36D3">
        <w:rPr>
          <w:cs/>
          <w:lang w:bidi="bn-IN"/>
        </w:rPr>
        <w:t>আনওয়ার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 (যা ফুতুহাতুল মাক্কীয়্যাহর উপসংহারে) শাবান মিসরী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 এবং তার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 ইয়াওয়াক্বিত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তার হুবহু কথা</w:t>
      </w:r>
      <w:r w:rsidRPr="009F36D3">
        <w:t xml:space="preserve"> (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টোই মিশরী ছাপা) শেইখ সালাহউদ্দীন সাফাদি যার হুবহু বক্তব্য বর্ণিত</w:t>
      </w:r>
      <w:r w:rsidRPr="009F36D3">
        <w:t xml:space="preserve"> </w:t>
      </w:r>
      <w:r w:rsidRPr="009F36D3">
        <w:rPr>
          <w:cs/>
          <w:lang w:bidi="bn-IN"/>
        </w:rPr>
        <w:t>হয়েছে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শার এ দায়েরা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মুওয়াদ্দাত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ফুসুলুল</w:t>
      </w:r>
      <w:r w:rsidRPr="009F36D3">
        <w:t xml:space="preserve"> </w:t>
      </w:r>
      <w:r w:rsidRPr="009F36D3">
        <w:rPr>
          <w:cs/>
          <w:lang w:bidi="bn-IN"/>
        </w:rPr>
        <w:t>মুহিম্মাতে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শেইখ আলী ইবনে মুহাম্মাদ মালিকি এবং শেইখ হামুইনি</w:t>
      </w:r>
      <w:r w:rsidRPr="009F36D3">
        <w:t xml:space="preserve"> </w:t>
      </w:r>
      <w:r w:rsidRPr="009F36D3">
        <w:rPr>
          <w:cs/>
          <w:lang w:bidi="bn-IN"/>
        </w:rPr>
        <w:t xml:space="preserve">শাফেঈ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 বর্ণনা করেছেন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প্রতিশ্রুত</w:t>
      </w:r>
      <w:r w:rsidRPr="009F36D3">
        <w:t xml:space="preserve"> </w:t>
      </w:r>
      <w:r w:rsidRPr="009F36D3">
        <w:rPr>
          <w:cs/>
          <w:lang w:bidi="bn-IN"/>
        </w:rPr>
        <w:t>মাহদী হচ্ছেন আলী আল নাক্বীর সন্তান মুহাম্মাদ হাসান আসক্বারীর সন্তান।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396333">
      <w:pPr>
        <w:pStyle w:val="libCenter"/>
      </w:pPr>
      <w:r w:rsidRPr="009F36D3">
        <w:rPr>
          <w:noProof/>
        </w:rPr>
        <w:lastRenderedPageBreak/>
        <w:drawing>
          <wp:inline distT="0" distB="0" distL="0" distR="0">
            <wp:extent cx="3712286" cy="5554163"/>
            <wp:effectExtent l="19050" t="0" r="2464" b="0"/>
            <wp:docPr id="1" name="Picture 1" descr="G:\ke_imam_mahdi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ke_imam_mahdi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432" cy="555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333" w:rsidRDefault="0039633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96333">
      <w:pPr>
        <w:pStyle w:val="Heading1Center"/>
      </w:pPr>
      <w:bookmarkStart w:id="22" w:name="_Toc451691937"/>
      <w:r w:rsidRPr="009F36D3">
        <w:rPr>
          <w:cs/>
          <w:lang w:bidi="bn-IN"/>
        </w:rPr>
        <w:lastRenderedPageBreak/>
        <w:t>তৃতীয়</w:t>
      </w:r>
      <w:r w:rsidRPr="009F36D3">
        <w:t xml:space="preserve"> </w:t>
      </w:r>
      <w:r w:rsidRPr="009F36D3">
        <w:rPr>
          <w:cs/>
          <w:lang w:bidi="bn-IN"/>
        </w:rPr>
        <w:t>অধ্যায়</w:t>
      </w:r>
      <w:bookmarkEnd w:id="22"/>
    </w:p>
    <w:p w:rsidR="00396333" w:rsidRDefault="0039633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96333">
      <w:pPr>
        <w:pStyle w:val="Heading2Center"/>
        <w:rPr>
          <w:lang w:bidi="bn-IN"/>
        </w:rPr>
      </w:pPr>
      <w:bookmarkStart w:id="23" w:name="_Toc451691938"/>
      <w:r w:rsidRPr="009F36D3">
        <w:rPr>
          <w:cs/>
          <w:lang w:bidi="bn-IN"/>
        </w:rPr>
        <w:lastRenderedPageBreak/>
        <w:t>মাহদী (আঃ) ও তার চেহারা</w:t>
      </w:r>
      <w:bookmarkEnd w:id="23"/>
    </w:p>
    <w:p w:rsidR="00396333" w:rsidRDefault="0039633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আবু দাউদ তার সহীহতে (খণ্ড-৪</w:t>
      </w:r>
      <w:r w:rsidRPr="009F36D3">
        <w:t xml:space="preserve">, </w:t>
      </w:r>
      <w:r w:rsidRPr="009F36D3">
        <w:rPr>
          <w:cs/>
          <w:lang w:bidi="bn-IN"/>
        </w:rPr>
        <w:t>পৃষ্ঠা-৮৮) আবু সাইদ খুদরী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</w:t>
      </w:r>
      <w:r w:rsidRPr="009F36D3">
        <w:t xml:space="preserve">, </w:t>
      </w:r>
      <w:r w:rsidRPr="009F36D3">
        <w:rPr>
          <w:cs/>
          <w:lang w:bidi="bn-IN"/>
        </w:rPr>
        <w:t>রাসূলুল্লাহ (সাঃ) বলেছেন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থেকে</w:t>
      </w:r>
      <w:r w:rsidRPr="009F36D3">
        <w:t xml:space="preserve">, </w:t>
      </w:r>
      <w:r w:rsidRPr="009F36D3">
        <w:rPr>
          <w:cs/>
          <w:lang w:bidi="bn-IN"/>
        </w:rPr>
        <w:t>তার ঝকঝকে কপাল এবং লম্বা</w:t>
      </w:r>
      <w:r w:rsidRPr="009F36D3">
        <w:t xml:space="preserve"> </w:t>
      </w:r>
      <w:r w:rsidRPr="009F36D3">
        <w:rPr>
          <w:cs/>
          <w:lang w:bidi="bn-IN"/>
        </w:rPr>
        <w:t>নাক।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আবু নাঈম থেকে 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৯৮ পৃষ্ঠায়</w:t>
      </w:r>
      <w:r w:rsidRPr="009F36D3">
        <w:t xml:space="preserve"> </w:t>
      </w:r>
      <w:r w:rsidRPr="009F36D3">
        <w:rPr>
          <w:cs/>
          <w:lang w:bidi="bn-IN"/>
        </w:rPr>
        <w:t>নবী (সাঃ)-এর একটি হাদীস উল্লেখ করেছেন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আল্লাহ আমার বংশ থেকে এক ব্যক্তির আবির্ভাব</w:t>
      </w:r>
      <w:r w:rsidRPr="009F36D3">
        <w:t xml:space="preserve"> </w:t>
      </w:r>
      <w:r w:rsidRPr="009F36D3">
        <w:rPr>
          <w:cs/>
          <w:lang w:bidi="bn-IN"/>
        </w:rPr>
        <w:t>ঘটাবেন। তার সামনের দাতগুলোতে সামান্য ফাক আছে এবং</w:t>
      </w:r>
      <w:r w:rsidRPr="009F36D3">
        <w:t xml:space="preserve"> </w:t>
      </w:r>
      <w:r w:rsidRPr="009F36D3">
        <w:rPr>
          <w:cs/>
          <w:lang w:bidi="bn-IN"/>
        </w:rPr>
        <w:t>তার কপাল আলোতে উজ্জ্বল হয়ে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আবু নাইম থেকে একটি হাদীস</w:t>
      </w:r>
      <w:r w:rsidRPr="009F36D3">
        <w:t xml:space="preserve"> </w:t>
      </w:r>
      <w:r w:rsidRPr="009F36D3">
        <w:rPr>
          <w:cs/>
          <w:lang w:bidi="bn-IN"/>
        </w:rPr>
        <w:t>বর্ণনা করেছেন</w:t>
      </w:r>
      <w:r w:rsidRPr="009F36D3">
        <w:t xml:space="preserve">, </w:t>
      </w:r>
      <w:r w:rsidRPr="009F36D3">
        <w:rPr>
          <w:cs/>
          <w:lang w:bidi="bn-IN"/>
        </w:rPr>
        <w:t>ইবনে হাজার (৯৮ পৃষ্ঠায়) রুইয়ানি ও তাবরানি থেকে</w:t>
      </w:r>
      <w:r w:rsidRPr="009F36D3">
        <w:t xml:space="preserve"> </w:t>
      </w:r>
      <w:r w:rsidRPr="009F36D3">
        <w:rPr>
          <w:cs/>
          <w:lang w:bidi="bn-IN"/>
        </w:rPr>
        <w:t>এবং তারা রাসূলুল্লাহ (সাঃ) থেকে বর্ণনা করেন যে :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থেকে। তার রং আরবী এবং তার দেহগঠন</w:t>
      </w:r>
      <w:r w:rsidRPr="009F36D3">
        <w:t xml:space="preserve"> </w:t>
      </w:r>
      <w:r w:rsidRPr="009F36D3">
        <w:rPr>
          <w:cs/>
          <w:lang w:bidi="bn-IN"/>
        </w:rPr>
        <w:t>ইসরাইলী (অর্থাৎ তার উচ্চতা</w:t>
      </w:r>
      <w:r w:rsidRPr="009F36D3">
        <w:t xml:space="preserve">, </w:t>
      </w:r>
      <w:r w:rsidRPr="009F36D3">
        <w:rPr>
          <w:cs/>
          <w:lang w:bidi="bn-IN"/>
        </w:rPr>
        <w:t>শক্তিশালী দেহগঠন)।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হাদীস ইসাফুর রাগেবীনে এসেছে (১৪৯ পৃষ্ঠায়)। ইসাফুর</w:t>
      </w:r>
      <w:r w:rsidRPr="009F36D3">
        <w:t xml:space="preserve"> </w:t>
      </w:r>
      <w:r w:rsidRPr="009F36D3">
        <w:rPr>
          <w:cs/>
          <w:lang w:bidi="bn-IN"/>
        </w:rPr>
        <w:t xml:space="preserve">রাগেবীনের ১৪০ পৃষ্ঠায় লেখক আবু নাঈম ইসফাহানীর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হুলিয়াতুল</w:t>
      </w:r>
      <w:r w:rsidRPr="009F36D3">
        <w:t xml:space="preserve"> </w:t>
      </w:r>
      <w:r w:rsidRPr="009F36D3">
        <w:rPr>
          <w:cs/>
          <w:lang w:bidi="bn-IN"/>
        </w:rPr>
        <w:t>আউলিয়া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এক যুবক যার আছে কালো</w:t>
      </w:r>
      <w:r w:rsidRPr="009F36D3">
        <w:t xml:space="preserve"> </w:t>
      </w:r>
      <w:r w:rsidRPr="009F36D3">
        <w:rPr>
          <w:cs/>
          <w:lang w:bidi="bn-IN"/>
        </w:rPr>
        <w:t>চোখ</w:t>
      </w:r>
      <w:r w:rsidRPr="009F36D3">
        <w:t xml:space="preserve">, </w:t>
      </w:r>
      <w:r w:rsidRPr="009F36D3">
        <w:rPr>
          <w:cs/>
          <w:lang w:bidi="bn-IN"/>
        </w:rPr>
        <w:t>লম্বা ভ্রু</w:t>
      </w:r>
      <w:r w:rsidRPr="009F36D3">
        <w:t xml:space="preserve">, </w:t>
      </w:r>
      <w:r w:rsidRPr="009F36D3">
        <w:rPr>
          <w:cs/>
          <w:lang w:bidi="bn-IN"/>
        </w:rPr>
        <w:t>উচুঁ নাক</w:t>
      </w:r>
      <w:r w:rsidRPr="009F36D3">
        <w:t xml:space="preserve">, </w:t>
      </w:r>
      <w:r w:rsidRPr="009F36D3">
        <w:rPr>
          <w:cs/>
          <w:lang w:bidi="bn-IN"/>
        </w:rPr>
        <w:t>কোঁকড়ানো দাড়ি এবং ডান গালে ও ডান হাতে</w:t>
      </w:r>
      <w:r w:rsidRPr="009F36D3">
        <w:t xml:space="preserve"> </w:t>
      </w:r>
      <w:r w:rsidRPr="009F36D3">
        <w:rPr>
          <w:cs/>
          <w:lang w:bidi="bn-IN"/>
        </w:rPr>
        <w:t>তিল।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২২৯ পৃষ্ঠায় আবু দাউদ ও তিরমিযী</w:t>
      </w:r>
      <w:r w:rsidRPr="009F36D3">
        <w:t xml:space="preserve"> </w:t>
      </w:r>
      <w:r w:rsidRPr="009F36D3">
        <w:rPr>
          <w:cs/>
          <w:lang w:bidi="bn-IN"/>
        </w:rPr>
        <w:t>থেকে এবং তারা আবু সাঈদ খুদরী থেকে</w:t>
      </w:r>
      <w:r w:rsidRPr="009F36D3">
        <w:t xml:space="preserve">, </w:t>
      </w:r>
      <w:r w:rsidRPr="009F36D3">
        <w:rPr>
          <w:cs/>
          <w:lang w:bidi="bn-IN"/>
        </w:rPr>
        <w:t>যিনি বলেন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সাঃ)- কে বলতে শুনেছি যে</w:t>
      </w:r>
      <w:r w:rsidRPr="009F36D3">
        <w:t xml:space="preserve">,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থেকে। তার আছে জ্বলজ্বলে কপাল ও উচুঁ নাক।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বইতে লেখক ২৩০ পৃষ্ঠায় ইবনে শিরউইয়্যা থেকে এবং তিনি</w:t>
      </w:r>
      <w:r w:rsidRPr="009F36D3">
        <w:t xml:space="preserve"> </w:t>
      </w:r>
      <w:r w:rsidRPr="009F36D3">
        <w:rPr>
          <w:cs/>
          <w:lang w:bidi="bn-IN"/>
        </w:rPr>
        <w:t>হুযাইফা ইবনে ইয়ামানী থেকে</w:t>
      </w:r>
      <w:r w:rsidRPr="009F36D3">
        <w:t xml:space="preserve">, </w:t>
      </w:r>
      <w:r w:rsidRPr="009F36D3">
        <w:rPr>
          <w:cs/>
          <w:lang w:bidi="bn-IN"/>
        </w:rPr>
        <w:t>তিনি নবী (সাঃ)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তিনি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মাহদী আমার সন্তান</w:t>
      </w:r>
      <w:r w:rsidRPr="009F36D3">
        <w:t xml:space="preserve">, </w:t>
      </w:r>
      <w:r w:rsidRPr="009F36D3">
        <w:rPr>
          <w:cs/>
          <w:lang w:bidi="bn-IN"/>
        </w:rPr>
        <w:t>তার গায়ের রং আরবী (ফর্সা) এবং তার</w:t>
      </w:r>
      <w:r w:rsidRPr="009F36D3">
        <w:t xml:space="preserve"> </w:t>
      </w:r>
      <w:r w:rsidRPr="009F36D3">
        <w:rPr>
          <w:cs/>
          <w:lang w:bidi="bn-IN"/>
        </w:rPr>
        <w:t>দেহগঠন ইসরাইলের দেহগঠনের মত।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 আলী (আঃ)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</w:t>
      </w:r>
      <w:r w:rsidRPr="009F36D3">
        <w:t xml:space="preserve">, </w:t>
      </w:r>
      <w:r w:rsidRPr="009F36D3">
        <w:rPr>
          <w:cs/>
          <w:lang w:bidi="bn-IN"/>
        </w:rPr>
        <w:t>যিনি মাহদী সম্পর্কে বলেন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এক পুরুষ যার রয়েছে জ্বলজ্বলে কপাল</w:t>
      </w:r>
      <w:r w:rsidRPr="009F36D3">
        <w:t xml:space="preserve">, </w:t>
      </w:r>
      <w:r w:rsidRPr="009F36D3">
        <w:rPr>
          <w:cs/>
          <w:lang w:bidi="bn-IN"/>
        </w:rPr>
        <w:t>খাড়া নাক</w:t>
      </w:r>
      <w:r w:rsidRPr="009F36D3">
        <w:t xml:space="preserve">, </w:t>
      </w:r>
      <w:r w:rsidRPr="009F36D3">
        <w:rPr>
          <w:cs/>
          <w:lang w:bidi="bn-IN"/>
        </w:rPr>
        <w:t>প্রশস্ত</w:t>
      </w:r>
      <w:r w:rsidRPr="009F36D3">
        <w:t xml:space="preserve"> </w:t>
      </w:r>
      <w:r w:rsidRPr="009F36D3">
        <w:rPr>
          <w:cs/>
          <w:lang w:bidi="bn-IN"/>
        </w:rPr>
        <w:t>উরু। তার ডান গালে আছে একটি তিল এবং তার দাঁতগুলোর</w:t>
      </w:r>
      <w:r w:rsidRPr="009F36D3">
        <w:t xml:space="preserve"> </w:t>
      </w:r>
      <w:r w:rsidRPr="009F36D3">
        <w:rPr>
          <w:cs/>
          <w:lang w:bidi="bn-IN"/>
        </w:rPr>
        <w:t>মাঝে ফাঁক রয়েছে।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বইতে একই অধ্যায়ে লেখক আবু জাফর মুহাম্মাদ আলী আল</w:t>
      </w:r>
      <w:r w:rsidRPr="009F36D3">
        <w:t xml:space="preserve"> </w:t>
      </w:r>
      <w:r w:rsidRPr="009F36D3">
        <w:rPr>
          <w:cs/>
          <w:lang w:bidi="bn-IN"/>
        </w:rPr>
        <w:t xml:space="preserve">বাক্বের (আঃ) থেকে বর্ণনা করেন যে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আমিরুল মুমিনীন আলী ইবনে</w:t>
      </w:r>
      <w:r w:rsidRPr="009F36D3">
        <w:t xml:space="preserve"> </w:t>
      </w:r>
      <w:r w:rsidRPr="009F36D3">
        <w:rPr>
          <w:cs/>
          <w:lang w:bidi="bn-IN"/>
        </w:rPr>
        <w:t>আবি তালিবকে মাহদীর দেহগঠন সম্পর্কে জিজ্ঞেস করা হলে তিনি</w:t>
      </w:r>
      <w:r w:rsidRPr="009F36D3">
        <w:t xml:space="preserve"> </w:t>
      </w:r>
      <w:r w:rsidRPr="009F36D3">
        <w:rPr>
          <w:cs/>
          <w:lang w:bidi="bn-IN"/>
        </w:rPr>
        <w:t>বললেন :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একজন যুবক মাঝারী গঠনের</w:t>
      </w:r>
      <w:r w:rsidRPr="009F36D3">
        <w:t xml:space="preserve">, </w:t>
      </w:r>
      <w:r w:rsidRPr="009F36D3">
        <w:rPr>
          <w:cs/>
          <w:lang w:bidi="bn-IN"/>
        </w:rPr>
        <w:t>এবং আকর্ষণীয় চেহারার</w:t>
      </w:r>
      <w:r w:rsidRPr="009F36D3">
        <w:t xml:space="preserve">, </w:t>
      </w:r>
      <w:r w:rsidRPr="009F36D3">
        <w:rPr>
          <w:cs/>
          <w:lang w:bidi="bn-IN"/>
        </w:rPr>
        <w:t>তার চুল তার কাধঁ পর্যন্ত</w:t>
      </w:r>
      <w:r w:rsidRPr="009F36D3">
        <w:t xml:space="preserve"> </w:t>
      </w:r>
      <w:r w:rsidRPr="009F36D3">
        <w:rPr>
          <w:cs/>
          <w:lang w:bidi="bn-IN"/>
        </w:rPr>
        <w:t>ঝুলে থাকবে</w:t>
      </w:r>
      <w:r w:rsidRPr="009F36D3">
        <w:t xml:space="preserve">, </w:t>
      </w:r>
      <w:r w:rsidRPr="009F36D3">
        <w:rPr>
          <w:cs/>
          <w:lang w:bidi="bn-IN"/>
        </w:rPr>
        <w:t>তার চেহারা থেকে</w:t>
      </w:r>
      <w:r w:rsidRPr="009F36D3">
        <w:t xml:space="preserve"> </w:t>
      </w:r>
      <w:r w:rsidRPr="009F36D3">
        <w:rPr>
          <w:cs/>
          <w:lang w:bidi="bn-IN"/>
        </w:rPr>
        <w:t>জ্যোতি ছড়াবে।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96333" w:rsidRDefault="00396333" w:rsidP="006E1E70">
      <w:pPr>
        <w:rPr>
          <w:cs/>
          <w:lang w:bidi="bn-IN"/>
        </w:rPr>
      </w:pPr>
    </w:p>
    <w:p w:rsidR="00396333" w:rsidRDefault="0039633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96333">
      <w:pPr>
        <w:pStyle w:val="Heading2Center"/>
      </w:pPr>
      <w:bookmarkStart w:id="24" w:name="_Toc451691939"/>
      <w:r w:rsidRPr="009F36D3">
        <w:rPr>
          <w:cs/>
          <w:lang w:bidi="bn-IN"/>
        </w:rPr>
        <w:lastRenderedPageBreak/>
        <w:t>মাহদী (আঃ) ও তার চরিত্র</w:t>
      </w:r>
      <w:bookmarkEnd w:id="24"/>
      <w:r w:rsidRPr="009F36D3">
        <w:t xml:space="preserve"> </w:t>
      </w:r>
    </w:p>
    <w:p w:rsidR="00396333" w:rsidRDefault="00396333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(</w:t>
      </w:r>
      <w:r w:rsidRPr="009F36D3">
        <w:rPr>
          <w:cs/>
          <w:lang w:bidi="bn-IN"/>
        </w:rPr>
        <w:t>৯৮ পৃষ্ঠায়) রুইয়ানি ও তাবরানি</w:t>
      </w:r>
      <w:r w:rsidRPr="009F36D3">
        <w:t xml:space="preserve"> </w:t>
      </w:r>
      <w:r w:rsidRPr="009F36D3">
        <w:rPr>
          <w:cs/>
          <w:lang w:bidi="bn-IN"/>
        </w:rPr>
        <w:t xml:space="preserve">থেকে এবং তারা রাসূল (সাঃ) থেকে বর্ণনা করেছেন যে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</w:t>
      </w:r>
      <w:r w:rsidRPr="009F36D3">
        <w:t xml:space="preserve"> </w:t>
      </w:r>
      <w:r w:rsidRPr="009F36D3">
        <w:rPr>
          <w:cs/>
          <w:lang w:bidi="bn-IN"/>
        </w:rPr>
        <w:t>বংশ থেকে।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বলেন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 বাসিন্দারা এবং পৃথিবীর</w:t>
      </w:r>
      <w:r w:rsidRPr="009F36D3">
        <w:t xml:space="preserve"> </w:t>
      </w:r>
      <w:r w:rsidRPr="009F36D3">
        <w:rPr>
          <w:cs/>
          <w:lang w:bidi="bn-IN"/>
        </w:rPr>
        <w:t>বাসিন্দারা তার শাসন নিয়ে খুশী।</w:t>
      </w:r>
      <w:r w:rsidRPr="00AA6375">
        <w:rPr>
          <w:rStyle w:val="libAlaemChar"/>
        </w:rPr>
        <w:t>”</w:t>
      </w:r>
      <w:r w:rsidRPr="009F36D3">
        <w:rPr>
          <w:cs/>
          <w:lang w:bidi="bn-IN"/>
        </w:rPr>
        <w:t xml:space="preserve"> তাবরানি যোগ করেছেন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</w:t>
      </w:r>
      <w:r w:rsidRPr="009F36D3">
        <w:t xml:space="preserve"> </w:t>
      </w:r>
      <w:r w:rsidRPr="009F36D3">
        <w:rPr>
          <w:cs/>
          <w:lang w:bidi="bn-IN"/>
        </w:rPr>
        <w:t>পাখিরা।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একই হাদীস পাওয়া যায়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১৪৯ পৃষ্ঠায়।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১৫১ পৃষ্ঠায় বর্ণনা করেন আহমাদ ও</w:t>
      </w:r>
      <w:r w:rsidRPr="009F36D3">
        <w:t xml:space="preserve"> </w:t>
      </w:r>
      <w:r w:rsidRPr="009F36D3">
        <w:rPr>
          <w:cs/>
          <w:lang w:bidi="bn-IN"/>
        </w:rPr>
        <w:t>মাওয়ারদী থেকে</w:t>
      </w:r>
      <w:r w:rsidRPr="009F36D3">
        <w:t xml:space="preserve">, </w:t>
      </w:r>
      <w:r w:rsidRPr="009F36D3">
        <w:rPr>
          <w:cs/>
          <w:lang w:bidi="bn-IN"/>
        </w:rPr>
        <w:t>তারা নবী (সাঃ) থেকে</w:t>
      </w:r>
      <w:r w:rsidRPr="009F36D3">
        <w:t xml:space="preserve">,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সুসংবাদ তোমাদেরকে মাহদী সম্পর্কে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বলেন :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 বাসিন্দারা এবং পৃথিবীর বাসিন্দারা তাকে নিয়ে খুশী।</w:t>
      </w:r>
      <w:r w:rsidRPr="009F36D3">
        <w:t xml:space="preserve"> </w:t>
      </w:r>
      <w:r w:rsidRPr="009F36D3">
        <w:rPr>
          <w:cs/>
          <w:lang w:bidi="bn-IN"/>
        </w:rPr>
        <w:t>সে সম্পদ সমানভাবে ভাগ করে দিবে</w:t>
      </w:r>
      <w:r w:rsidRPr="009F36D3">
        <w:t xml:space="preserve">, </w:t>
      </w:r>
      <w:r w:rsidRPr="009F36D3">
        <w:rPr>
          <w:cs/>
          <w:lang w:bidi="bn-IN"/>
        </w:rPr>
        <w:t>মুহাম্মাদের উম্মাহকে</w:t>
      </w:r>
      <w:r w:rsidRPr="009F36D3">
        <w:t xml:space="preserve"> </w:t>
      </w:r>
      <w:r w:rsidRPr="009F36D3">
        <w:rPr>
          <w:cs/>
          <w:lang w:bidi="bn-IN"/>
        </w:rPr>
        <w:t>অভাব থেকে মুক্তি দেবে এবং তাদেরকে তার সৎকর্মশীলতা দিয়ে</w:t>
      </w:r>
      <w:r w:rsidRPr="009F36D3">
        <w:t xml:space="preserve"> </w:t>
      </w:r>
      <w:r w:rsidRPr="009F36D3">
        <w:rPr>
          <w:cs/>
          <w:lang w:bidi="bn-IN"/>
        </w:rPr>
        <w:t>আরাম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এর লেখক ৮ম অধ্যায়ে তাউস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নিদর্শন হচ্ছে তিনি শাসকদের প্রতি কঠোর হবেন এবং</w:t>
      </w:r>
      <w:r w:rsidRPr="009F36D3">
        <w:t xml:space="preserve"> </w:t>
      </w:r>
      <w:r w:rsidRPr="009F36D3">
        <w:rPr>
          <w:cs/>
          <w:lang w:bidi="bn-IN"/>
        </w:rPr>
        <w:t>জনগণের প্রতি উদার হবেন সম্পদ বণ্টনে এবং অসহায়দের পিঠে হাত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বুলিয়ে দেয়াতে নরম হবেন।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লিখেছেন : এ হাদীসটি নেয়া</w:t>
      </w:r>
      <w:r w:rsidRPr="009F36D3">
        <w:t xml:space="preserve"> </w:t>
      </w:r>
      <w:r w:rsidRPr="009F36D3">
        <w:rPr>
          <w:cs/>
          <w:lang w:bidi="bn-IN"/>
        </w:rPr>
        <w:t xml:space="preserve">হয়েছে আবু আব্দুল্লাহ নাঈম ইবনে 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তৃতীয় অধ্যায়ের ৯ম অংশে লেখক হাফেজ</w:t>
      </w:r>
      <w:r w:rsidRPr="009F36D3">
        <w:t xml:space="preserve"> </w:t>
      </w:r>
      <w:r w:rsidRPr="009F36D3">
        <w:rPr>
          <w:cs/>
          <w:lang w:bidi="bn-IN"/>
        </w:rPr>
        <w:t>আবু আব্দুল্লাহ নাঈম ইবনে হেমাদ থেকে এবং তিনি আবু রুমিয়াহ থেকে</w:t>
      </w:r>
      <w:r w:rsidRPr="009F36D3">
        <w:t xml:space="preserve"> </w:t>
      </w:r>
      <w:r w:rsidRPr="009F36D3">
        <w:rPr>
          <w:cs/>
          <w:lang w:bidi="bn-IN"/>
        </w:rPr>
        <w:t>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অসহায়দের খাওয়াবেন।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লেখক ইমাম আহমাদ-এর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</w:t>
      </w:r>
      <w:r w:rsidRPr="009F36D3">
        <w:t xml:space="preserve"> </w:t>
      </w:r>
      <w:r w:rsidRPr="009F36D3">
        <w:rPr>
          <w:cs/>
          <w:lang w:bidi="bn-IN"/>
        </w:rPr>
        <w:t>আবু সাইদ খুদরী থেকে যিনি বলেছেন</w:t>
      </w:r>
      <w:r w:rsidRPr="009F36D3">
        <w:t xml:space="preserve">, </w:t>
      </w:r>
      <w:r w:rsidRPr="009F36D3">
        <w:rPr>
          <w:cs/>
          <w:lang w:bidi="bn-IN"/>
        </w:rPr>
        <w:t>রাসূলুল্লাহ (সাঃ) বলেছেন :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মাহদীর বিষয়ে তোমাদের সুসংবাদ দিচ্ছি।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 xml:space="preserve">এরপর তিনি বললেন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 বাসিন্দারা ও পৃথিবীর বাসিন্দারা তাকে</w:t>
      </w:r>
      <w:r w:rsidRPr="009F36D3">
        <w:t xml:space="preserve"> </w:t>
      </w:r>
      <w:r w:rsidRPr="009F36D3">
        <w:rPr>
          <w:cs/>
          <w:lang w:bidi="bn-IN"/>
        </w:rPr>
        <w:t>নিয়ে খুশী। সে জনগণের মাঝে সম্পদ সমানভাবে বন্টন করে দিবে এবং</w:t>
      </w:r>
      <w:r w:rsidRPr="009F36D3">
        <w:t xml:space="preserve"> </w:t>
      </w:r>
      <w:r w:rsidRPr="009F36D3">
        <w:rPr>
          <w:cs/>
          <w:lang w:bidi="bn-IN"/>
        </w:rPr>
        <w:t>মুহাম্মাদের উম্মাহর হৃদয়কে অভাবমুক্ত করে দিবে। সে তাদেরকে তার</w:t>
      </w:r>
      <w:r w:rsidRPr="009F36D3">
        <w:t xml:space="preserve"> </w:t>
      </w:r>
      <w:r w:rsidRPr="009F36D3">
        <w:rPr>
          <w:cs/>
          <w:lang w:bidi="bn-IN"/>
        </w:rPr>
        <w:t>সৎকর্মশীলতা দিয়ে আরাম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পৃষ্ঠায় লেখক বলেছেন হুযাইফা ইবনে ইয়ামানী-এর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করেছেন যে রাসূলুল্লাহ (সাঃ) বলেছেন</w:t>
      </w:r>
      <w:r w:rsidRPr="009F36D3">
        <w:t xml:space="preserve">,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আমার সন্তান। এরপর 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আকাশের</w:t>
      </w:r>
      <w:r w:rsidRPr="009F36D3">
        <w:t xml:space="preserve"> </w:t>
      </w:r>
      <w:r w:rsidRPr="009F36D3">
        <w:rPr>
          <w:cs/>
          <w:lang w:bidi="bn-IN"/>
        </w:rPr>
        <w:t>বাসিন্দারা</w:t>
      </w:r>
      <w:r w:rsidRPr="009F36D3">
        <w:t xml:space="preserve">, </w:t>
      </w:r>
      <w:r w:rsidRPr="009F36D3">
        <w:rPr>
          <w:cs/>
          <w:lang w:bidi="bn-IN"/>
        </w:rPr>
        <w:t>পৃথিবীর বাসিন্দারা এবং আকাশের পাখিরা তার শাসন</w:t>
      </w:r>
      <w:r w:rsidRPr="009F36D3">
        <w:t xml:space="preserve"> </w:t>
      </w:r>
      <w:r w:rsidRPr="009F36D3">
        <w:rPr>
          <w:cs/>
          <w:lang w:bidi="bn-IN"/>
        </w:rPr>
        <w:t>নিয়ে আনন্দিত।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96333" w:rsidRDefault="00396333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396333">
      <w:pPr>
        <w:pStyle w:val="Heading2Center"/>
      </w:pPr>
      <w:bookmarkStart w:id="25" w:name="_Toc451691940"/>
      <w:r w:rsidRPr="009F36D3">
        <w:rPr>
          <w:cs/>
          <w:lang w:bidi="bn-IN"/>
        </w:rPr>
        <w:lastRenderedPageBreak/>
        <w:t>মাহদী (আঃ) রাসূলুল্লাহ (সাঃ)-এর মত</w:t>
      </w:r>
      <w:bookmarkEnd w:id="25"/>
      <w:r w:rsidRPr="009F36D3">
        <w:t xml:space="preserve"> </w:t>
      </w:r>
    </w:p>
    <w:p w:rsidR="00396333" w:rsidRDefault="0039633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৪৯৩ পৃষ্ঠায় খাওয়ারাযমীর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মানাক্বেব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যিনি জাফর ইবনে মুহাম্মাদ মাসরুর থেকে</w:t>
      </w:r>
      <w:r w:rsidRPr="009F36D3">
        <w:t xml:space="preserve">,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হুসেইন ইবনে মুহাম্মাদ আমের থেকে</w:t>
      </w:r>
      <w:r w:rsidRPr="009F36D3">
        <w:t xml:space="preserve">, </w:t>
      </w:r>
      <w:r w:rsidRPr="009F36D3">
        <w:rPr>
          <w:cs/>
          <w:lang w:bidi="bn-IN"/>
        </w:rPr>
        <w:t>যিনি বর্ণনা করেন তার চাচা</w:t>
      </w:r>
      <w:r w:rsidRPr="009F36D3">
        <w:t xml:space="preserve"> </w:t>
      </w:r>
      <w:r w:rsidRPr="009F36D3">
        <w:rPr>
          <w:cs/>
          <w:lang w:bidi="bn-IN"/>
        </w:rPr>
        <w:t>আব্দুল্লাহ ইবনে আমের থেকে</w:t>
      </w:r>
      <w:r w:rsidRPr="009F36D3">
        <w:t xml:space="preserve">, </w:t>
      </w:r>
      <w:r w:rsidRPr="009F36D3">
        <w:rPr>
          <w:cs/>
          <w:lang w:bidi="bn-IN"/>
        </w:rPr>
        <w:t>যিনি মুহাম্মাদ ইবনে আবু উমাইর থেকে</w:t>
      </w:r>
      <w:r w:rsidRPr="009F36D3">
        <w:t xml:space="preserve">, </w:t>
      </w:r>
      <w:r w:rsidRPr="009F36D3">
        <w:rPr>
          <w:cs/>
          <w:lang w:bidi="bn-IN"/>
        </w:rPr>
        <w:t>তিনি আবু জুমাইলা মুফাযযাল ইবনে সালেহ থেকে</w:t>
      </w:r>
      <w:r w:rsidRPr="009F36D3">
        <w:t xml:space="preserve">, </w:t>
      </w:r>
      <w:r w:rsidRPr="009F36D3">
        <w:rPr>
          <w:cs/>
          <w:lang w:bidi="bn-IN"/>
        </w:rPr>
        <w:t>তিনি জাবের ইবনে</w:t>
      </w:r>
      <w:r w:rsidRPr="009F36D3">
        <w:t xml:space="preserve"> </w:t>
      </w:r>
      <w:r w:rsidRPr="009F36D3">
        <w:rPr>
          <w:cs/>
          <w:lang w:bidi="bn-IN"/>
        </w:rPr>
        <w:t>ইয়াযদী থেকে</w:t>
      </w:r>
      <w:r w:rsidRPr="009F36D3">
        <w:t xml:space="preserve">, </w:t>
      </w:r>
      <w:r w:rsidRPr="009F36D3">
        <w:rPr>
          <w:cs/>
          <w:lang w:bidi="bn-IN"/>
        </w:rPr>
        <w:t>তিনি জাবের ইবনে আব্দুল্লাহিল আনসারী থেকে</w:t>
      </w:r>
      <w:r w:rsidRPr="009F36D3">
        <w:t xml:space="preserve">,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বলেছেন</w:t>
      </w:r>
      <w:r w:rsidRPr="009F36D3">
        <w:t xml:space="preserve">, </w:t>
      </w:r>
      <w:r w:rsidRPr="009F36D3">
        <w:rPr>
          <w:cs/>
          <w:lang w:bidi="bn-IN"/>
        </w:rPr>
        <w:t>রাসূলুলাহ (সাঃ) বলেছেন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সন্তান।</w:t>
      </w:r>
      <w:r w:rsidRPr="009F36D3">
        <w:t xml:space="preserve"> </w:t>
      </w:r>
      <w:r w:rsidRPr="009F36D3">
        <w:rPr>
          <w:cs/>
          <w:lang w:bidi="bn-IN"/>
        </w:rPr>
        <w:t>তার নাম ও উপাধি আমার নাম ও</w:t>
      </w:r>
      <w:r w:rsidRPr="009F36D3">
        <w:t xml:space="preserve"> </w:t>
      </w:r>
      <w:r w:rsidRPr="009F36D3">
        <w:rPr>
          <w:cs/>
          <w:lang w:bidi="bn-IN"/>
        </w:rPr>
        <w:t>উপাধির মত। সমস্ত মানুষের মাঝে সে সৃষ্টিতে ও চরিত্রে আমার</w:t>
      </w:r>
      <w:r w:rsidRPr="009F36D3">
        <w:t xml:space="preserve"> </w:t>
      </w:r>
      <w:r w:rsidRPr="009F36D3">
        <w:rPr>
          <w:cs/>
          <w:lang w:bidi="bn-IN"/>
        </w:rPr>
        <w:t>মত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উল্লেখিত বইতে একই হাদীস বর্ণিত হয়েছে আবু বাসীর থেকে</w:t>
      </w:r>
      <w:r w:rsidRPr="009F36D3">
        <w:t xml:space="preserve">, </w:t>
      </w:r>
      <w:r w:rsidRPr="009F36D3">
        <w:rPr>
          <w:cs/>
          <w:lang w:bidi="bn-IN"/>
        </w:rPr>
        <w:t>যিনি বর্ণনা</w:t>
      </w:r>
      <w:r w:rsidRPr="009F36D3">
        <w:t xml:space="preserve"> </w:t>
      </w:r>
      <w:r w:rsidRPr="009F36D3">
        <w:rPr>
          <w:cs/>
          <w:lang w:bidi="bn-IN"/>
        </w:rPr>
        <w:t>করেছেন হযরত জাফর ইবনে মুহাম্মাদ আস সাদিক থেকে</w:t>
      </w:r>
      <w:r w:rsidRPr="009F36D3">
        <w:t xml:space="preserve">, </w:t>
      </w:r>
      <w:r w:rsidRPr="009F36D3">
        <w:rPr>
          <w:cs/>
          <w:lang w:bidi="bn-IN"/>
        </w:rPr>
        <w:t>যিনি তার</w:t>
      </w:r>
      <w:r w:rsidRPr="009F36D3">
        <w:t xml:space="preserve"> </w:t>
      </w:r>
      <w:r w:rsidRPr="009F36D3">
        <w:rPr>
          <w:cs/>
          <w:lang w:bidi="bn-IN"/>
        </w:rPr>
        <w:t>পিতা আমিরুল মুমিনীন আলী ইবনে আবি তালিব (আঃ)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মাক্কীয়্যাহ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লেখক ৩৬৬তম অধ্যায়ে মাহদীর (আঃ)</w:t>
      </w:r>
      <w:r w:rsidRPr="009F36D3">
        <w:t xml:space="preserve"> </w:t>
      </w:r>
      <w:r w:rsidRPr="009F36D3">
        <w:rPr>
          <w:cs/>
          <w:lang w:bidi="bn-IN"/>
        </w:rPr>
        <w:t xml:space="preserve">চরিত্র সম্পর্কে লিখেছেন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তিনি সৃষ্টিতে রাসূলুল্লাহ (সাঃ)-এর মত কিন্তু</w:t>
      </w:r>
      <w:r w:rsidRPr="009F36D3">
        <w:t xml:space="preserve"> </w:t>
      </w:r>
      <w:r w:rsidRPr="009F36D3">
        <w:rPr>
          <w:cs/>
          <w:lang w:bidi="bn-IN"/>
        </w:rPr>
        <w:t>চরিত্রে তিনি রাসূলুল্লাহ (সাঃ)-এর চাইতে সামান্য কম যেহেতু কেউই তার</w:t>
      </w:r>
      <w:r w:rsidRPr="009F36D3">
        <w:t xml:space="preserve"> </w:t>
      </w:r>
      <w:r w:rsidRPr="009F36D3">
        <w:rPr>
          <w:cs/>
          <w:lang w:bidi="bn-IN"/>
        </w:rPr>
        <w:t>মত হতে পারবে না যেমন আল্লাহ বলেছেন :</w:t>
      </w:r>
      <w:r w:rsidRPr="009F36D3">
        <w:t xml:space="preserve"> </w:t>
      </w:r>
    </w:p>
    <w:p w:rsidR="005A057D" w:rsidRPr="00AA6375" w:rsidRDefault="00396333" w:rsidP="00B06DC9">
      <w:pPr>
        <w:pStyle w:val="libAie"/>
      </w:pPr>
      <w:r w:rsidRPr="00396333">
        <w:rPr>
          <w:rStyle w:val="libAlaemChar"/>
        </w:rPr>
        <w:t>)</w:t>
      </w:r>
      <w:r w:rsidR="005A057D" w:rsidRPr="00B06DC9">
        <w:rPr>
          <w:rFonts w:hint="cs"/>
          <w:rtl/>
        </w:rPr>
        <w:t>وَإِنَّكَ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لَعَلَى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خُلُقٍ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عَظِيمٍ</w:t>
      </w:r>
      <w:r w:rsidRPr="00396333">
        <w:rPr>
          <w:rStyle w:val="libAlaemChar"/>
        </w:rPr>
        <w:t>(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অবশ্যই তুমি সুমহান চরিত্রের উপর অধিষ্ঠিত।</w:t>
      </w:r>
      <w:r w:rsidRPr="00AA6375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ক্বালামঃ ৪)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</w:t>
      </w:r>
      <w:r w:rsidRPr="009F36D3">
        <w:t xml:space="preserve">; </w:t>
      </w:r>
      <w:r w:rsidRPr="009F36D3">
        <w:rPr>
          <w:cs/>
          <w:lang w:bidi="bn-IN"/>
        </w:rPr>
        <w:t>কোন মত অনুযায়ীই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ব্যক্তি এক</w:t>
      </w:r>
      <w:r w:rsidRPr="009F36D3">
        <w:t xml:space="preserve"> </w:t>
      </w:r>
      <w:r w:rsidRPr="009F36D3">
        <w:rPr>
          <w:cs/>
          <w:lang w:bidi="bn-IN"/>
        </w:rPr>
        <w:t>হওয়া অসম্ভব স্বাভাবিকভাবেই। কিন্তু এ ধরনের মন্তব্য</w:t>
      </w:r>
      <w:r w:rsidRPr="009F36D3">
        <w:t xml:space="preserve"> </w:t>
      </w:r>
      <w:r w:rsidRPr="009F36D3">
        <w:rPr>
          <w:cs/>
          <w:lang w:bidi="bn-IN"/>
        </w:rPr>
        <w:t>একজনের সাথে</w:t>
      </w:r>
      <w:r w:rsidRPr="009F36D3">
        <w:t xml:space="preserve"> </w:t>
      </w:r>
      <w:r w:rsidRPr="009F36D3">
        <w:rPr>
          <w:cs/>
          <w:lang w:bidi="bn-IN"/>
        </w:rPr>
        <w:t>অন্যজনের নৈকট্য বোঝায়</w:t>
      </w:r>
      <w:r w:rsidRPr="009F36D3">
        <w:t xml:space="preserve">, </w:t>
      </w:r>
      <w:r w:rsidRPr="009F36D3">
        <w:rPr>
          <w:cs/>
          <w:lang w:bidi="bn-IN"/>
        </w:rPr>
        <w:t>যেমন প্রথম হাদীস থেকে এ ধরনের অর্থ</w:t>
      </w:r>
      <w:r w:rsidRPr="009F36D3">
        <w:t xml:space="preserve"> </w:t>
      </w:r>
      <w:r w:rsidRPr="009F36D3">
        <w:rPr>
          <w:cs/>
          <w:lang w:bidi="bn-IN"/>
        </w:rPr>
        <w:t>পাওয়া যায়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সব মানুষের মধ্যে তিনি রাসূল (সাঃ)-এর সাথে সবচেয়ে</w:t>
      </w:r>
      <w:r w:rsidRPr="009F36D3">
        <w:t xml:space="preserve"> </w:t>
      </w:r>
      <w:r w:rsidRPr="009F36D3">
        <w:rPr>
          <w:cs/>
          <w:lang w:bidi="bn-IN"/>
        </w:rPr>
        <w:t>মিল রাখেন।</w:t>
      </w:r>
    </w:p>
    <w:p w:rsidR="00396333" w:rsidRDefault="00396333" w:rsidP="006E1E70">
      <w:r>
        <w:br w:type="page"/>
      </w:r>
    </w:p>
    <w:p w:rsidR="005A057D" w:rsidRPr="009F36D3" w:rsidRDefault="005A057D" w:rsidP="00396333">
      <w:pPr>
        <w:pStyle w:val="Heading2Center"/>
      </w:pPr>
      <w:bookmarkStart w:id="26" w:name="_Toc451691941"/>
      <w:r w:rsidRPr="009F36D3">
        <w:rPr>
          <w:cs/>
          <w:lang w:bidi="bn-IN"/>
        </w:rPr>
        <w:lastRenderedPageBreak/>
        <w:t>মাহদী (আঃ) ও তার চিন্তাভাবনা</w:t>
      </w:r>
      <w:bookmarkEnd w:id="26"/>
      <w:r w:rsidRPr="009F36D3">
        <w:t xml:space="preserve"> </w:t>
      </w:r>
    </w:p>
    <w:p w:rsidR="00396333" w:rsidRDefault="0039633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আবু দাউদ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৮৮ পৃষ্ঠায় রাসূল (সাঃ)-এর স্ত্রী উম্মে</w:t>
      </w:r>
      <w:r w:rsidRPr="009F36D3">
        <w:t xml:space="preserve"> </w:t>
      </w:r>
      <w:r w:rsidRPr="009F36D3">
        <w:rPr>
          <w:cs/>
          <w:lang w:bidi="bn-IN"/>
        </w:rPr>
        <w:t>সালামা থেকে একটি হাদীস উদ্ধৃত করেছেন এবং তিনি রাসূল (সাঃ)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 xml:space="preserve">মাহদী এবং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রুকন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ও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মাক্বাম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মাঝে তার বাইয়াত গ্রহণ</w:t>
      </w:r>
      <w:r w:rsidRPr="009F36D3">
        <w:t xml:space="preserve"> </w:t>
      </w:r>
      <w:r w:rsidRPr="009F36D3">
        <w:rPr>
          <w:cs/>
          <w:lang w:bidi="bn-IN"/>
        </w:rPr>
        <w:t xml:space="preserve">প্রসঙ্গে কথা বলার সময় বলেন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জনগণ তাদের নবীর মত কাজ করবে</w:t>
      </w:r>
      <w:r w:rsidRPr="009F36D3">
        <w:t xml:space="preserve"> </w:t>
      </w:r>
      <w:r w:rsidRPr="009F36D3">
        <w:rPr>
          <w:cs/>
          <w:lang w:bidi="bn-IN"/>
        </w:rPr>
        <w:t>এবং ইসলাম প্রতিষ্ঠিত হবে এবং এর নীতিমালা সারা পৃথিবীতে ছড়িয়ে</w:t>
      </w:r>
      <w:r w:rsidRPr="009F36D3">
        <w:t xml:space="preserve"> </w:t>
      </w:r>
      <w:r w:rsidRPr="009F36D3">
        <w:rPr>
          <w:cs/>
          <w:lang w:bidi="bn-IN"/>
        </w:rPr>
        <w:t>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(৪৩৭ পৃষ্ঠায়) আমিরুল মুমিনীন</w:t>
      </w:r>
      <w:r w:rsidRPr="009F36D3">
        <w:t xml:space="preserve"> </w:t>
      </w:r>
      <w:r w:rsidRPr="009F36D3">
        <w:rPr>
          <w:cs/>
          <w:lang w:bidi="bn-IN"/>
        </w:rPr>
        <w:t>আলী ইবনে আবি তালিব (আঃ) থেকে বর্ণনা করেন</w:t>
      </w:r>
      <w:r w:rsidRPr="009F36D3">
        <w:t xml:space="preserve">, </w:t>
      </w:r>
      <w:r w:rsidRPr="009F36D3">
        <w:rPr>
          <w:cs/>
          <w:lang w:bidi="bn-IN"/>
        </w:rPr>
        <w:t>যিনি মাহদীর (আঃ)</w:t>
      </w:r>
      <w:r w:rsidRPr="009F36D3">
        <w:t xml:space="preserve"> </w:t>
      </w:r>
      <w:r w:rsidRPr="009F36D3">
        <w:rPr>
          <w:cs/>
          <w:lang w:bidi="bn-IN"/>
        </w:rPr>
        <w:t>বৈশিষ্ট্য এভাবে বর্ণনা করেন-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তারা (জনগণ) হেদায়েতকে তাদের খেয়াল খুশীর</w:t>
      </w:r>
      <w:r w:rsidRPr="009F36D3">
        <w:t xml:space="preserve"> </w:t>
      </w:r>
      <w:r w:rsidRPr="009F36D3">
        <w:rPr>
          <w:cs/>
          <w:lang w:bidi="bn-IN"/>
        </w:rPr>
        <w:t>অনুসরণ করার জন্য পদক্ষেপ নিবে তখন মাহদী খেয়াল খুশীকে</w:t>
      </w:r>
      <w:r w:rsidRPr="009F36D3">
        <w:t xml:space="preserve"> </w:t>
      </w:r>
      <w:r w:rsidRPr="009F36D3">
        <w:rPr>
          <w:cs/>
          <w:lang w:bidi="bn-IN"/>
        </w:rPr>
        <w:t>হেদায়েতের অনুসরণ করার জন্য পরিবর্তন করে দিবেন। যখন</w:t>
      </w:r>
      <w:r w:rsidRPr="009F36D3">
        <w:t xml:space="preserve"> </w:t>
      </w:r>
      <w:r w:rsidRPr="009F36D3">
        <w:rPr>
          <w:cs/>
          <w:lang w:bidi="bn-IN"/>
        </w:rPr>
        <w:t>তারা কোরআনকে তাদের বুদ্ধি অনুযায়ী ব্যাখা করবে</w:t>
      </w:r>
      <w:r w:rsidRPr="009F36D3">
        <w:t xml:space="preserve">, </w:t>
      </w:r>
      <w:r w:rsidRPr="009F36D3">
        <w:rPr>
          <w:cs/>
          <w:lang w:bidi="bn-IN"/>
        </w:rPr>
        <w:t>মাহদী</w:t>
      </w:r>
      <w:r w:rsidRPr="009F36D3">
        <w:t xml:space="preserve"> </w:t>
      </w:r>
      <w:r w:rsidRPr="009F36D3">
        <w:rPr>
          <w:cs/>
          <w:lang w:bidi="bn-IN"/>
        </w:rPr>
        <w:t>তখন বুদ্ধিকে কোরআনের অনুসরণ করাবে। মাহদী তোমাদের</w:t>
      </w:r>
      <w:r w:rsidRPr="009F36D3">
        <w:t xml:space="preserve"> </w:t>
      </w:r>
      <w:r w:rsidRPr="009F36D3">
        <w:rPr>
          <w:cs/>
          <w:lang w:bidi="bn-IN"/>
        </w:rPr>
        <w:t>কাছে ন্যায়বিচার প্রদর্শন করবে। মাহদী কোরআন ও সুন্নাহর</w:t>
      </w:r>
      <w:r w:rsidRPr="009F36D3">
        <w:t xml:space="preserve"> </w:t>
      </w:r>
      <w:r w:rsidRPr="009F36D3">
        <w:rPr>
          <w:cs/>
          <w:lang w:bidi="bn-IN"/>
        </w:rPr>
        <w:t>বিধানকে জীবিত করবে যা তখন পর্যন্ত ছিলো মৃত ও প্রাণহীন।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৯৮ পৃষ্ঠায় ইবনে হাজার বলেন : ইবনে হেমাদ একটি</w:t>
      </w:r>
      <w:r w:rsidRPr="009F36D3">
        <w:t xml:space="preserve"> </w:t>
      </w:r>
      <w:r w:rsidRPr="009F36D3">
        <w:rPr>
          <w:cs/>
          <w:lang w:bidi="bn-IN"/>
        </w:rPr>
        <w:t>হাদীস বর্ণনা করেছেন</w:t>
      </w:r>
      <w:r w:rsidRPr="009F36D3">
        <w:t xml:space="preserve">, </w:t>
      </w:r>
      <w:r w:rsidRPr="009F36D3">
        <w:rPr>
          <w:cs/>
          <w:lang w:bidi="bn-IN"/>
        </w:rPr>
        <w:t>যার বর্ণনাধারা রাসূল (সাঃ) পর্যন্ত পৌঁছায়। হযরত</w:t>
      </w:r>
      <w:r w:rsidRPr="009F36D3">
        <w:t xml:space="preserve"> </w:t>
      </w:r>
      <w:r w:rsidRPr="009F36D3">
        <w:rPr>
          <w:cs/>
          <w:lang w:bidi="bn-IN"/>
        </w:rPr>
        <w:t>বলেছেন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জাতি থেকে</w:t>
      </w:r>
      <w:r w:rsidRPr="009F36D3">
        <w:t xml:space="preserve">, </w:t>
      </w:r>
      <w:r w:rsidRPr="009F36D3">
        <w:rPr>
          <w:cs/>
          <w:lang w:bidi="bn-IN"/>
        </w:rPr>
        <w:t>সে আমার সুন্নাহর জন্য যুদ্ধ করবে</w:t>
      </w:r>
      <w:r w:rsidRPr="009F36D3">
        <w:t xml:space="preserve"> </w:t>
      </w:r>
      <w:r w:rsidRPr="009F36D3">
        <w:rPr>
          <w:cs/>
          <w:lang w:bidi="bn-IN"/>
        </w:rPr>
        <w:t>যেভাবে আমি আল্লাহর ওহীর জন্য যুদ্ধ করেছি।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লেখর ৪৪৫ পৃষ্ঠায় হামুইনী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</w:t>
      </w:r>
      <w:r w:rsidRPr="009F36D3">
        <w:t xml:space="preserve">, </w:t>
      </w:r>
      <w:r w:rsidRPr="009F36D3">
        <w:rPr>
          <w:cs/>
          <w:lang w:bidi="bn-IN"/>
        </w:rPr>
        <w:t>তিনি ইবনে আব্বাস থেকে বর্ণনা করেন যে</w:t>
      </w:r>
      <w:r w:rsidRPr="009F36D3">
        <w:t xml:space="preserve">, </w:t>
      </w:r>
      <w:r w:rsidRPr="009F36D3">
        <w:rPr>
          <w:cs/>
          <w:lang w:bidi="bn-IN"/>
        </w:rPr>
        <w:t>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বলেছেন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আল্লাহ এ ধমর্কে শক্তিশালী করেছেন আলীর হাত</w:t>
      </w:r>
      <w:r w:rsidRPr="009F36D3">
        <w:t xml:space="preserve"> </w:t>
      </w:r>
      <w:r w:rsidRPr="009F36D3">
        <w:rPr>
          <w:cs/>
          <w:lang w:bidi="bn-IN"/>
        </w:rPr>
        <w:t>দিয়ে। এরপর যখন তাকে হত্যা করা হবে ধর্ম নীচের দিকে</w:t>
      </w:r>
      <w:r w:rsidRPr="009F36D3">
        <w:t xml:space="preserve"> </w:t>
      </w:r>
      <w:r w:rsidRPr="009F36D3">
        <w:rPr>
          <w:cs/>
          <w:lang w:bidi="bn-IN"/>
        </w:rPr>
        <w:t>নামতে থাকবে যতক্ষণ পর্যন্ত</w:t>
      </w:r>
      <w:r w:rsidRPr="009F36D3">
        <w:t xml:space="preserve"> </w:t>
      </w:r>
      <w:r w:rsidRPr="009F36D3">
        <w:rPr>
          <w:cs/>
          <w:lang w:bidi="bn-IN"/>
        </w:rPr>
        <w:t>না মাহদী আসে এবং একে শুদ্ধ</w:t>
      </w:r>
      <w:r w:rsidRPr="009F36D3">
        <w:t xml:space="preserve"> </w:t>
      </w:r>
      <w:r w:rsidRPr="009F36D3">
        <w:rPr>
          <w:cs/>
          <w:lang w:bidi="bn-IN"/>
        </w:rPr>
        <w:t>করে।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এ বইয়ের লেখক বলতে চান</w:t>
      </w:r>
      <w:r w:rsidRPr="009F36D3">
        <w:t xml:space="preserve">, </w:t>
      </w:r>
      <w:r w:rsidRPr="009F36D3">
        <w:rPr>
          <w:cs/>
          <w:lang w:bidi="bn-IN"/>
        </w:rPr>
        <w:t>মাহদী (আঃ) পৃথিবীকে ইসনাফ ও</w:t>
      </w:r>
      <w:r w:rsidRPr="009F36D3">
        <w:t xml:space="preserve"> </w:t>
      </w:r>
      <w:r w:rsidRPr="009F36D3">
        <w:rPr>
          <w:cs/>
          <w:lang w:bidi="bn-IN"/>
        </w:rPr>
        <w:t>ন্যায়বিচার দিয়ে পূর্ণ করে দিবেন তা নৃশংসতা ও নিপীড়নে পূর্ণ হয়ে</w:t>
      </w:r>
      <w:r w:rsidRPr="009F36D3">
        <w:t xml:space="preserve"> </w:t>
      </w:r>
      <w:r w:rsidRPr="009F36D3">
        <w:rPr>
          <w:cs/>
          <w:lang w:bidi="bn-IN"/>
        </w:rPr>
        <w:t>যাওয়ার পর। এ ধরনের হাদীস মুস্তাফিযা</w:t>
      </w:r>
      <w:r w:rsidRPr="009F36D3">
        <w:t xml:space="preserve"> </w:t>
      </w:r>
      <w:r w:rsidRPr="009F36D3">
        <w:rPr>
          <w:cs/>
          <w:lang w:bidi="bn-IN"/>
        </w:rPr>
        <w:t>পর্যায়ের</w:t>
      </w:r>
      <w:r w:rsidRPr="009F36D3">
        <w:t xml:space="preserve">, </w:t>
      </w:r>
      <w:r w:rsidRPr="009F36D3">
        <w:rPr>
          <w:cs/>
          <w:lang w:bidi="bn-IN"/>
        </w:rPr>
        <w:t>ইনশাআল্লাহ শীঘ্রই</w:t>
      </w:r>
      <w:r w:rsidRPr="009F36D3">
        <w:t xml:space="preserve"> </w:t>
      </w:r>
      <w:r w:rsidRPr="009F36D3">
        <w:rPr>
          <w:cs/>
          <w:lang w:bidi="bn-IN"/>
        </w:rPr>
        <w:t>আপনারা এরকম ও অন্যান্য হাদীসগুলো দেখতে পাবেন।</w:t>
      </w:r>
      <w:r w:rsidRPr="009F36D3">
        <w:t xml:space="preserve"> </w:t>
      </w:r>
    </w:p>
    <w:p w:rsidR="00396333" w:rsidRDefault="00396333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396333">
      <w:pPr>
        <w:pStyle w:val="Heading2Center"/>
      </w:pPr>
      <w:bookmarkStart w:id="27" w:name="_Toc451691942"/>
      <w:r w:rsidRPr="009F36D3">
        <w:rPr>
          <w:cs/>
          <w:lang w:bidi="bn-IN"/>
        </w:rPr>
        <w:lastRenderedPageBreak/>
        <w:t>মাহদী (আঃ) ও তার জ্ঞান</w:t>
      </w:r>
      <w:bookmarkEnd w:id="27"/>
      <w:r w:rsidRPr="009F36D3">
        <w:t xml:space="preserve"> </w:t>
      </w:r>
    </w:p>
    <w:p w:rsidR="00396333" w:rsidRDefault="0039633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তৃতীয় অধ্যায়ে লেখক হারিস ইবনে মুগাইরা</w:t>
      </w:r>
      <w:r w:rsidRPr="009F36D3">
        <w:t xml:space="preserve"> </w:t>
      </w:r>
      <w:r w:rsidRPr="009F36D3">
        <w:rPr>
          <w:cs/>
          <w:lang w:bidi="bn-IN"/>
        </w:rPr>
        <w:t>আনসারী থেকে বর্ণনা করেন যে তিনি আবু আব্দুল্লাহ হোসেইন ইবনে</w:t>
      </w:r>
      <w:r w:rsidRPr="009F36D3">
        <w:t xml:space="preserve"> </w:t>
      </w:r>
      <w:r w:rsidRPr="009F36D3">
        <w:rPr>
          <w:cs/>
          <w:lang w:bidi="bn-IN"/>
        </w:rPr>
        <w:t>আলীকে জিজ্ঞেস করেন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কী নিদর্শনের ভিত্তিতে আমরা মাহদীকে</w:t>
      </w:r>
      <w:r w:rsidRPr="009F36D3">
        <w:t xml:space="preserve"> </w:t>
      </w:r>
      <w:r w:rsidRPr="009F36D3">
        <w:rPr>
          <w:cs/>
          <w:lang w:bidi="bn-IN"/>
        </w:rPr>
        <w:t>চিনবো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তিনি বললেন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তার শান্তভাব ও ভাবগাম্ভীর্য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আমি আবারও জিজ্ঞেস করলাম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কোন নিদর্শনের মাধ্যমে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নিষিদ্ধ ও অনুমোদিত বিষয়গুলোর মাধ্যমে এবং তার প্রতি</w:t>
      </w:r>
      <w:r w:rsidRPr="009F36D3">
        <w:t xml:space="preserve"> </w:t>
      </w:r>
      <w:r w:rsidRPr="009F36D3">
        <w:rPr>
          <w:cs/>
          <w:lang w:bidi="bn-IN"/>
        </w:rPr>
        <w:t>মানুষের প্রয়োজনীয়তা দেখে ও অন্যদের কাছে তার পয়োজনীয়ত্রা</w:t>
      </w:r>
      <w:r w:rsidRPr="009F36D3">
        <w:t xml:space="preserve"> </w:t>
      </w:r>
      <w:r w:rsidRPr="009F36D3">
        <w:rPr>
          <w:cs/>
          <w:lang w:bidi="bn-IN"/>
        </w:rPr>
        <w:t>দেখে।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৮০১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দুররাতুল</w:t>
      </w:r>
      <w:r w:rsidRPr="009F36D3">
        <w:t xml:space="preserve"> </w:t>
      </w:r>
      <w:r w:rsidRPr="009F36D3">
        <w:rPr>
          <w:cs/>
          <w:lang w:bidi="bn-IN"/>
        </w:rPr>
        <w:t>মাআরেফ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মাহদী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আনথাকিয়ার গুহা থেকে</w:t>
      </w:r>
      <w:r w:rsidRPr="009F36D3">
        <w:t xml:space="preserve"> </w:t>
      </w:r>
      <w:r w:rsidRPr="009F36D3">
        <w:rPr>
          <w:cs/>
          <w:lang w:bidi="bn-IN"/>
        </w:rPr>
        <w:t>কিতাব (তাওরাত ও ইঞ্জিল) বের করে আনবেন এবং তাবারিয়া হৃদ থেকে</w:t>
      </w:r>
      <w:r w:rsidRPr="009F36D3">
        <w:t xml:space="preserve"> </w:t>
      </w:r>
      <w:r w:rsidRPr="009F36D3">
        <w:rPr>
          <w:cs/>
          <w:lang w:bidi="bn-IN"/>
        </w:rPr>
        <w:t>যবুর বের করে আনবেন যা মুসা ও হারুনের পরিবার রেখে গেছে এবং যা</w:t>
      </w:r>
      <w:r w:rsidRPr="009F36D3">
        <w:t xml:space="preserve"> </w:t>
      </w:r>
      <w:r w:rsidRPr="009F36D3">
        <w:rPr>
          <w:cs/>
          <w:lang w:bidi="bn-IN"/>
        </w:rPr>
        <w:t>ফেরেস্তারা</w:t>
      </w:r>
      <w:r w:rsidRPr="009F36D3">
        <w:t xml:space="preserve"> </w:t>
      </w:r>
      <w:r w:rsidRPr="009F36D3">
        <w:rPr>
          <w:cs/>
          <w:lang w:bidi="bn-IN"/>
        </w:rPr>
        <w:t>বহন করেছিলো এবং ফলকসমূহ (পাথর ও কাঠের ফলক</w:t>
      </w:r>
      <w:r w:rsidRPr="009F36D3">
        <w:t xml:space="preserve"> </w:t>
      </w:r>
      <w:r w:rsidRPr="009F36D3">
        <w:rPr>
          <w:cs/>
          <w:lang w:bidi="bn-IN"/>
        </w:rPr>
        <w:t>যেখানে ঐশী বাণী লেখা হয়েছিলো) এবং মূসা (আঃ)-এর লাঠি। এছাড়া</w:t>
      </w:r>
      <w:r w:rsidRPr="009F36D3">
        <w:t xml:space="preserve"> </w:t>
      </w:r>
      <w:r w:rsidRPr="009F36D3">
        <w:rPr>
          <w:cs/>
          <w:lang w:bidi="bn-IN"/>
        </w:rPr>
        <w:t>মাহদী সব মানুষ থেকে জ্ঞানে ও অন্তরদৃষ্টিতে শ্রেষ্ঠতর।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উল্লেখিত বইয়ে লেখক খাওয়ারাযমী থেকে</w:t>
      </w:r>
      <w:r w:rsidRPr="009F36D3">
        <w:t xml:space="preserve">, </w:t>
      </w:r>
      <w:r w:rsidRPr="009F36D3">
        <w:rPr>
          <w:cs/>
          <w:lang w:bidi="bn-IN"/>
        </w:rPr>
        <w:t>যার বর্ণনা ধারা আবু জাফর</w:t>
      </w:r>
      <w:r w:rsidRPr="009F36D3">
        <w:t xml:space="preserve"> </w:t>
      </w:r>
      <w:r w:rsidRPr="009F36D3">
        <w:rPr>
          <w:cs/>
          <w:lang w:bidi="bn-IN"/>
        </w:rPr>
        <w:t>বাক্বির (আঃ)-পর্যন্ত পৌঁছেছে</w:t>
      </w:r>
      <w:r w:rsidRPr="009F36D3">
        <w:t xml:space="preserve">, </w:t>
      </w:r>
      <w:r w:rsidRPr="009F36D3">
        <w:rPr>
          <w:cs/>
          <w:lang w:bidi="bn-IN"/>
        </w:rPr>
        <w:t>যিনি মাহদীর বিষয়ে নবীর (সাঃ) অনুরূপ</w:t>
      </w:r>
      <w:r w:rsidRPr="009F36D3">
        <w:t xml:space="preserve"> </w:t>
      </w:r>
      <w:r w:rsidRPr="009F36D3">
        <w:rPr>
          <w:cs/>
          <w:lang w:bidi="bn-IN"/>
        </w:rPr>
        <w:t>দেখতে হওয়া নিয়ে কথা বলছিলেন। তিনি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এবং সেসব নবীরা</w:t>
      </w:r>
      <w:r w:rsidRPr="009F36D3">
        <w:t xml:space="preserve"> </w:t>
      </w:r>
      <w:r w:rsidRPr="009F36D3">
        <w:rPr>
          <w:cs/>
          <w:lang w:bidi="bn-IN"/>
        </w:rPr>
        <w:t>যা জমা রেখে গেছে তা বের করে আনবে।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(৩য় অধ্যায়</w:t>
      </w:r>
      <w:r w:rsidRPr="009F36D3">
        <w:t xml:space="preserve">, </w:t>
      </w:r>
      <w:r w:rsidRPr="009F36D3">
        <w:rPr>
          <w:cs/>
          <w:lang w:bidi="bn-IN"/>
        </w:rPr>
        <w:t>৯ম অংশে) আব্দুল্লাহ</w:t>
      </w:r>
      <w:r w:rsidRPr="009F36D3">
        <w:t xml:space="preserve"> </w:t>
      </w:r>
      <w:r w:rsidRPr="009F36D3">
        <w:rPr>
          <w:cs/>
          <w:lang w:bidi="bn-IN"/>
        </w:rPr>
        <w:t>ইবনে আতা থেকে বর্ণনা করেন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হযরত আবু জাফর (বাক্বির)-কে</w:t>
      </w:r>
      <w:r w:rsidRPr="009F36D3">
        <w:t xml:space="preserve"> </w:t>
      </w:r>
      <w:r w:rsidRPr="009F36D3">
        <w:rPr>
          <w:cs/>
          <w:lang w:bidi="bn-IN"/>
        </w:rPr>
        <w:t>জিজ্ঞেস করলাম মাহদী সম্পর্কে আমাকে জানানোর জন্য</w:t>
      </w:r>
      <w:r w:rsidRPr="009F36D3">
        <w:t xml:space="preserve">, </w:t>
      </w:r>
      <w:r w:rsidRPr="009F36D3">
        <w:rPr>
          <w:cs/>
          <w:lang w:bidi="bn-IN"/>
        </w:rPr>
        <w:t>এবং তিনি উত্তর</w:t>
      </w:r>
      <w:r w:rsidRPr="009F36D3">
        <w:t xml:space="preserve"> </w:t>
      </w:r>
      <w:r w:rsidRPr="009F36D3">
        <w:rPr>
          <w:cs/>
          <w:lang w:bidi="bn-IN"/>
        </w:rPr>
        <w:t xml:space="preserve">দিলেন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ক্বায়েম নই এবং সেও নয় যাকে তোমরা তাওয়াফ</w:t>
      </w:r>
      <w:r w:rsidRPr="009F36D3">
        <w:t xml:space="preserve"> </w:t>
      </w:r>
      <w:r w:rsidRPr="009F36D3">
        <w:rPr>
          <w:cs/>
          <w:lang w:bidi="bn-IN"/>
        </w:rPr>
        <w:t>করেছো।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আমি তাকে মাহদীর আচরণ সম্পর্কে জিজ্ঞেস করলাম তিনি</w:t>
      </w:r>
      <w:r w:rsidRPr="009F36D3">
        <w:t xml:space="preserve"> </w:t>
      </w:r>
      <w:r w:rsidRPr="009F36D3">
        <w:rPr>
          <w:cs/>
          <w:lang w:bidi="bn-IN"/>
        </w:rPr>
        <w:t>উত্তরে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যেভাবে রাসূলুল্লাহ (সাঃ) আচরণ করতেন।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96333" w:rsidRDefault="00396333" w:rsidP="006E1E70">
      <w:r>
        <w:lastRenderedPageBreak/>
        <w:br w:type="page"/>
      </w:r>
    </w:p>
    <w:p w:rsidR="005A057D" w:rsidRPr="009F36D3" w:rsidRDefault="005A057D" w:rsidP="00396333">
      <w:pPr>
        <w:pStyle w:val="Heading2Center"/>
      </w:pPr>
      <w:bookmarkStart w:id="28" w:name="_Toc451691943"/>
      <w:r w:rsidRPr="009F36D3">
        <w:rPr>
          <w:cs/>
          <w:lang w:bidi="bn-IN"/>
        </w:rPr>
        <w:lastRenderedPageBreak/>
        <w:t>মাহদী (আঃ) ও তার ন্যায়পরায়নতা</w:t>
      </w:r>
      <w:bookmarkEnd w:id="28"/>
      <w:r w:rsidRPr="009F36D3">
        <w:t xml:space="preserve"> </w:t>
      </w:r>
    </w:p>
    <w:p w:rsidR="00396333" w:rsidRDefault="0039633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তৃতীয় অধ্যায়ে লেখক কাবুল আখবার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নবীদের বইতে মাহদীর বৈশিষ্ট্য সম্পর্কে জানতে</w:t>
      </w:r>
      <w:r w:rsidRPr="009F36D3">
        <w:t xml:space="preserve"> </w:t>
      </w:r>
      <w:r w:rsidRPr="009F36D3">
        <w:rPr>
          <w:cs/>
          <w:lang w:bidi="bn-IN"/>
        </w:rPr>
        <w:t>পেরেছি যে তার আদেশসমূহ নীপিড়নমূলক ও সীমালংঘনমূলক নয়।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এরপর তিনি লিখেছেন : ইমাম আবু উমার ও মুক্কারী তাদের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এবং হাফেজ আবু নাঈম আব্দুল্লাহ ইবনে হেমাদও এ হাদীস বর্ণনা</w:t>
      </w:r>
      <w:r w:rsidRPr="009F36D3">
        <w:t xml:space="preserve"> </w:t>
      </w:r>
      <w:r w:rsidRPr="009F36D3">
        <w:rPr>
          <w:cs/>
          <w:lang w:bidi="bn-IN"/>
        </w:rPr>
        <w:t>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মাহদীর বৈশিষ্ট্য সম্পর্কে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মাক্কীয়াহ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লেখক ৩৬৩ নং</w:t>
      </w:r>
      <w:r w:rsidRPr="009F36D3">
        <w:t xml:space="preserve"> </w:t>
      </w:r>
      <w:r w:rsidRPr="009F36D3">
        <w:rPr>
          <w:cs/>
          <w:lang w:bidi="bn-IN"/>
        </w:rPr>
        <w:t xml:space="preserve">অধ্যায়ে লিখেছেন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তিনি সম্পদ সমানভাবে বন্টন করবেন</w:t>
      </w:r>
      <w:r w:rsidRPr="009F36D3">
        <w:t xml:space="preserve">, </w:t>
      </w:r>
      <w:r w:rsidRPr="009F36D3">
        <w:rPr>
          <w:cs/>
          <w:lang w:bidi="bn-IN"/>
        </w:rPr>
        <w:t>জনগণের</w:t>
      </w:r>
      <w:r w:rsidRPr="009F36D3">
        <w:t xml:space="preserve"> </w:t>
      </w:r>
      <w:r w:rsidRPr="009F36D3">
        <w:rPr>
          <w:cs/>
          <w:lang w:bidi="bn-IN"/>
        </w:rPr>
        <w:t>মাঝে ন্যায়বিচার করবেন এবং ঝগড়া বিবাদকে বন্ধু করবেন।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লেখক ১৬১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মাক্কিয়াহ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বলেন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গবেষণায় দেখা যায় হযরত মাহদী সেই আদেশ দিবেন যা</w:t>
      </w:r>
      <w:r w:rsidRPr="009F36D3">
        <w:t xml:space="preserve"> </w:t>
      </w:r>
      <w:r w:rsidRPr="009F36D3">
        <w:rPr>
          <w:cs/>
          <w:lang w:bidi="bn-IN"/>
        </w:rPr>
        <w:t>ফেরেশতারা দিবে এবং নিশ্চয়ই তার কাছে মুহাম্মাদ (সঃ)-এর বিশ্বাসকে</w:t>
      </w:r>
      <w:r w:rsidRPr="009F36D3">
        <w:t xml:space="preserve"> </w:t>
      </w:r>
      <w:r w:rsidRPr="009F36D3">
        <w:rPr>
          <w:cs/>
          <w:lang w:bidi="bn-IN"/>
        </w:rPr>
        <w:t>প্রকাশ করা হবে।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বিষয় দেখা যায় অন্য একটি হাদীসে যেখানে রাসূল (সাঃ) বলেছেন :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আমাকে অনুসরণ করবে এবং সব ভুলের উর্ধ্বে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এভাবে রাসূল (সাঃ) আমাদের বুঝতে শিখিয়েছেন যে মাহদীর</w:t>
      </w:r>
      <w:r w:rsidRPr="009F36D3">
        <w:t xml:space="preserve"> (</w:t>
      </w:r>
      <w:r w:rsidRPr="009F36D3">
        <w:rPr>
          <w:cs/>
          <w:lang w:bidi="bn-IN"/>
        </w:rPr>
        <w:t>আঃ) আদেশগুলো রাসূল (সাঃ) এরই আদেশ। কোন নতুন আবিষ্কার</w:t>
      </w:r>
      <w:r w:rsidRPr="009F36D3">
        <w:t xml:space="preserve"> </w:t>
      </w:r>
      <w:r w:rsidRPr="009F36D3">
        <w:rPr>
          <w:cs/>
          <w:lang w:bidi="bn-IN"/>
        </w:rPr>
        <w:t>নয়। এছাড়া এটি প্রমাণ করে যে তিনি নির্ভূল বা মাসুম এবং সত্য ছাড়া</w:t>
      </w:r>
      <w:r w:rsidRPr="009F36D3">
        <w:t xml:space="preserve"> </w:t>
      </w:r>
      <w:r w:rsidRPr="009F36D3">
        <w:rPr>
          <w:cs/>
          <w:lang w:bidi="bn-IN"/>
        </w:rPr>
        <w:t>কোন আদেশ দিবেন না।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এরপর লেখক বলেছেন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আল্লাহ তাকে ওহীর মাধ্যমে শুধু সত্যই</w:t>
      </w:r>
      <w:r w:rsidRPr="009F36D3">
        <w:t xml:space="preserve"> </w:t>
      </w:r>
      <w:r w:rsidRPr="009F36D3">
        <w:rPr>
          <w:cs/>
          <w:lang w:bidi="bn-IN"/>
        </w:rPr>
        <w:t>জানাবেন তা নয় বরং তাকে কারও সাথে তুলনা করাও নিষিদ্ধ।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396333" w:rsidRDefault="00396333" w:rsidP="006E1E70">
      <w:pPr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396333">
      <w:pPr>
        <w:pStyle w:val="Heading2Center"/>
      </w:pPr>
      <w:bookmarkStart w:id="29" w:name="_Toc451691944"/>
      <w:r w:rsidRPr="009F36D3">
        <w:rPr>
          <w:cs/>
          <w:lang w:bidi="bn-IN"/>
        </w:rPr>
        <w:lastRenderedPageBreak/>
        <w:t>মাহদী (আঃ) ও তার উদারতা</w:t>
      </w:r>
      <w:bookmarkEnd w:id="29"/>
      <w:r w:rsidRPr="009F36D3">
        <w:t xml:space="preserve"> </w:t>
      </w:r>
    </w:p>
    <w:p w:rsidR="00396333" w:rsidRDefault="0039633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হুদাল ইসলামের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২৫তম সংখ্যায় ইবনে মাজাহ থেকে একটি</w:t>
      </w:r>
      <w:r w:rsidRPr="009F36D3">
        <w:t xml:space="preserve"> </w:t>
      </w:r>
      <w:r w:rsidRPr="009F36D3">
        <w:rPr>
          <w:cs/>
          <w:lang w:bidi="bn-IN"/>
        </w:rPr>
        <w:t>হাদীস যা আবু সাঈদ খদরী রাসূল (সাঃ) থেকে বর্ণনা করেছেন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মাহদী আমার উম্মাহ থেকে।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বলেছেন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একজন ব্যক্তি তার কাছে যাবে এবং বলবে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আমাকে দিছু</w:t>
      </w:r>
      <w:r w:rsidRPr="009F36D3">
        <w:t xml:space="preserve"> </w:t>
      </w:r>
      <w:r w:rsidRPr="009F36D3">
        <w:rPr>
          <w:cs/>
          <w:lang w:bidi="bn-IN"/>
        </w:rPr>
        <w:t>দান করুন। তখন সে তাকে সম্পদ ঢেলে দিবে এমন পরিমাণ যা</w:t>
      </w:r>
      <w:r w:rsidRPr="009F36D3">
        <w:t xml:space="preserve"> </w:t>
      </w:r>
      <w:r w:rsidRPr="009F36D3">
        <w:rPr>
          <w:cs/>
          <w:lang w:bidi="bn-IN"/>
        </w:rPr>
        <w:t>সে বহন করতে পারে।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১৪৯ পৃষ্ঠায় আবু দাউদ এবং আবু আব্দুল্লাহ</w:t>
      </w:r>
      <w:r w:rsidRPr="009F36D3">
        <w:t xml:space="preserve"> </w:t>
      </w:r>
      <w:r w:rsidRPr="009F36D3">
        <w:rPr>
          <w:cs/>
          <w:lang w:bidi="bn-IN"/>
        </w:rPr>
        <w:t>হাকেম নিশাবুরী থেকে</w:t>
      </w:r>
      <w:r w:rsidRPr="009F36D3">
        <w:t xml:space="preserve">;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৪৩১ পৃষ্ঠায়</w:t>
      </w:r>
      <w:r w:rsidRPr="009F36D3">
        <w:t xml:space="preserve"> </w:t>
      </w:r>
      <w:r w:rsidRPr="009F36D3">
        <w:rPr>
          <w:cs/>
          <w:lang w:bidi="bn-IN"/>
        </w:rPr>
        <w:t>তিরমিযী থেকে এবং তিনজনই আবু সাঈদ খুদরী থেকে রাসূল (সাঃ)-এর</w:t>
      </w:r>
      <w:r w:rsidRPr="009F36D3">
        <w:t xml:space="preserve"> </w:t>
      </w:r>
      <w:r w:rsidRPr="009F36D3">
        <w:rPr>
          <w:cs/>
          <w:lang w:bidi="bn-IN"/>
        </w:rPr>
        <w:t>একই হাদীস হুবহু বর্ণনা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৯৮ পৃষ্ঠায় আবু নাঈম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করেছেন যে রাসূল (সাঃ) বলেছেন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আমার বংশ থেকে</w:t>
      </w:r>
      <w:r w:rsidRPr="009F36D3">
        <w:t xml:space="preserve"> </w:t>
      </w:r>
      <w:r w:rsidRPr="009F36D3">
        <w:rPr>
          <w:cs/>
          <w:lang w:bidi="bn-IN"/>
        </w:rPr>
        <w:t>এক ব্যক্তিকে নিয়োগ দিবেন।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বললেন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প্রচুর পরিমাণ</w:t>
      </w:r>
      <w:r w:rsidRPr="009F36D3">
        <w:t xml:space="preserve"> </w:t>
      </w:r>
      <w:r w:rsidRPr="009F36D3">
        <w:rPr>
          <w:cs/>
          <w:lang w:bidi="bn-IN"/>
        </w:rPr>
        <w:t>সম্পদ দান করবে।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একই হাদীস বর্ণিত হয়েছে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১৪৯ পৃষ্ঠায়।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এছাড়া 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৯৮ পৃষ্ঠায় লিখেছেন</w:t>
      </w:r>
      <w:r w:rsidRPr="009F36D3">
        <w:t xml:space="preserve"> </w:t>
      </w:r>
      <w:r w:rsidRPr="009F36D3">
        <w:rPr>
          <w:cs/>
          <w:lang w:bidi="bn-IN"/>
        </w:rPr>
        <w:t>যে আহমাদ এবং মুসলিম রাসূল (সাঃ) থেকে একটি হাদীস এনেছেন যেঃ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সময়ের শেষে একজন খলিফা আসবে যে সম্পদ দান করবে</w:t>
      </w:r>
      <w:r w:rsidRPr="009F36D3">
        <w:t xml:space="preserve"> </w:t>
      </w:r>
      <w:r w:rsidRPr="009F36D3">
        <w:rPr>
          <w:cs/>
          <w:lang w:bidi="bn-IN"/>
        </w:rPr>
        <w:t>প্রচুর পরিমাণে কোন সীমাবদ্ধতা ছাড়া।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একই হাদীস বর্ণিত হয়েছে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১৪৯ পৃষ্ঠায়।</w:t>
      </w:r>
      <w:r w:rsidRPr="009F36D3">
        <w:t xml:space="preserve"> </w:t>
      </w:r>
    </w:p>
    <w:p w:rsidR="00396333" w:rsidRDefault="00396333" w:rsidP="006E1E70">
      <w:r>
        <w:br w:type="page"/>
      </w:r>
    </w:p>
    <w:p w:rsidR="005A057D" w:rsidRPr="009F36D3" w:rsidRDefault="005A057D" w:rsidP="005E44E2">
      <w:pPr>
        <w:pStyle w:val="Heading2Center"/>
      </w:pPr>
      <w:bookmarkStart w:id="30" w:name="_Toc451691945"/>
      <w:r w:rsidRPr="009F36D3">
        <w:rPr>
          <w:cs/>
          <w:lang w:bidi="bn-IN"/>
        </w:rPr>
        <w:lastRenderedPageBreak/>
        <w:t>মাহদী (আঃ) ও তার শাসন</w:t>
      </w:r>
      <w:bookmarkEnd w:id="30"/>
      <w:r w:rsidRPr="009F36D3">
        <w:t xml:space="preserve"> </w:t>
      </w:r>
    </w:p>
    <w:p w:rsidR="00396333" w:rsidRDefault="00396333" w:rsidP="00AA6375">
      <w:pPr>
        <w:pStyle w:val="libNormal"/>
      </w:pPr>
    </w:p>
    <w:p w:rsidR="005A057D" w:rsidRPr="009F36D3" w:rsidRDefault="005A057D" w:rsidP="00AA6375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আবু আব্দুল্লাহ ইবনে জওযীর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তারিখ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আব্দুল্লাহ ইবনে আব্বাস থেকে এবং তিনি রাসূল (সাঃ)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পৃথিবীর শাসনকর্তা ছিলো ৪ জন।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বিশ্বাসী ও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</w:t>
      </w:r>
      <w:r w:rsidRPr="009F36D3">
        <w:t xml:space="preserve"> </w:t>
      </w:r>
      <w:r w:rsidRPr="009F36D3">
        <w:rPr>
          <w:cs/>
          <w:lang w:bidi="bn-IN"/>
        </w:rPr>
        <w:t>অবিশ্বাসী।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বিশ্বাসী হলো যুলক্বারনাইন এবং সোলাইমান</w:t>
      </w:r>
      <w:r w:rsidRPr="009F36D3">
        <w:t xml:space="preserve"> </w:t>
      </w:r>
      <w:r w:rsidRPr="009F36D3">
        <w:rPr>
          <w:cs/>
          <w:lang w:bidi="bn-IN"/>
        </w:rPr>
        <w:t>আর অবিশ্বাসী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হলো বাখতুন নাসর (নেবুযাদ নেযযার)</w:t>
      </w:r>
      <w:r w:rsidRPr="009F36D3">
        <w:t xml:space="preserve"> </w:t>
      </w:r>
      <w:r w:rsidRPr="009F36D3">
        <w:rPr>
          <w:cs/>
          <w:lang w:bidi="bn-IN"/>
        </w:rPr>
        <w:t>এবং নমরুদ। শীঘ্রই আমার বংশ থেকে একজন এর (পৃথিবীর)</w:t>
      </w:r>
      <w:r w:rsidRPr="009F36D3">
        <w:t xml:space="preserve"> </w:t>
      </w:r>
      <w:r w:rsidRPr="009F36D3">
        <w:rPr>
          <w:cs/>
          <w:lang w:bidi="bn-IN"/>
        </w:rPr>
        <w:t>নিয়ন্ত্রণ লাভ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ইসাফুর রাগেবীনের লেখক ১৫২ পৃষ্ঠায় বলেছেন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হাদীসে</w:t>
      </w:r>
      <w:r w:rsidRPr="009F36D3">
        <w:t xml:space="preserve"> </w:t>
      </w:r>
      <w:r w:rsidRPr="009F36D3">
        <w:rPr>
          <w:cs/>
          <w:lang w:bidi="bn-IN"/>
        </w:rPr>
        <w:t>এসেছে মাহদী পৃথিবীর পূর্ব  থেকে পশ্চিম পর্যন্ত</w:t>
      </w:r>
      <w:r w:rsidRPr="009F36D3">
        <w:t xml:space="preserve"> </w:t>
      </w:r>
      <w:r w:rsidRPr="009F36D3">
        <w:rPr>
          <w:cs/>
          <w:lang w:bidi="bn-IN"/>
        </w:rPr>
        <w:t>মালিক হবেন।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লেখক বলেছেন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কিছু হাদীসে উল্লেখ করা হয়েছে যে তার শাসন পূর্ব ও</w:t>
      </w:r>
      <w:r w:rsidRPr="009F36D3">
        <w:t xml:space="preserve"> </w:t>
      </w:r>
      <w:r w:rsidRPr="009F36D3">
        <w:rPr>
          <w:cs/>
          <w:lang w:bidi="bn-IN"/>
        </w:rPr>
        <w:t>পশ্চিমকে ঢেকে ফেলবে।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জওহারুল আক্বদাইন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</w:t>
      </w:r>
      <w:r w:rsidRPr="009F36D3">
        <w:t xml:space="preserve"> </w:t>
      </w:r>
      <w:r w:rsidRPr="009F36D3">
        <w:rPr>
          <w:cs/>
          <w:lang w:bidi="bn-IN"/>
        </w:rPr>
        <w:t>আলী থেকে বর্ণনা করেন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মুহাম্মাদ (সাঃ) এর বংশ থেকে ক্বায়েম</w:t>
      </w:r>
      <w:r w:rsidRPr="009F36D3">
        <w:t xml:space="preserve"> </w:t>
      </w:r>
      <w:r w:rsidRPr="009F36D3">
        <w:rPr>
          <w:cs/>
          <w:lang w:bidi="bn-IN"/>
        </w:rPr>
        <w:t>আত্মপ্রকাশ করবে</w:t>
      </w:r>
      <w:r w:rsidRPr="009F36D3">
        <w:t xml:space="preserve"> </w:t>
      </w:r>
      <w:r w:rsidRPr="009F36D3">
        <w:rPr>
          <w:cs/>
          <w:lang w:bidi="bn-IN"/>
        </w:rPr>
        <w:t>আল্লাহ তার জন্য পূর্ব  ও পশ্চিমের অধিবাসীদের একত্র করবেন।</w:t>
      </w:r>
      <w:r w:rsidRPr="00AA6375">
        <w:rPr>
          <w:rStyle w:val="libAlaemChar"/>
        </w:rPr>
        <w:t>”</w:t>
      </w:r>
    </w:p>
    <w:p w:rsidR="005E44E2" w:rsidRDefault="005E44E2" w:rsidP="006E1E70">
      <w:pPr>
        <w:rPr>
          <w:cs/>
          <w:lang w:bidi="bn-IN"/>
        </w:rPr>
      </w:pPr>
    </w:p>
    <w:p w:rsidR="005A057D" w:rsidRPr="009F36D3" w:rsidRDefault="005A057D" w:rsidP="005E44E2">
      <w:pPr>
        <w:pStyle w:val="libCenterBold1"/>
      </w:pPr>
      <w:r w:rsidRPr="009F36D3">
        <w:rPr>
          <w:cs/>
          <w:lang w:bidi="bn-IN"/>
        </w:rPr>
        <w:t>মাহদী (আঃ) ও তার সংস্কার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আবু দাউদ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 ৪র্থ খণ্ডের ৮৭ পৃষ্ঠায় আলী (আঃ)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রাসূলল্লাহ (সাঃ) বলেছেন</w:t>
      </w:r>
      <w:r w:rsidRPr="009F36D3">
        <w:t xml:space="preserve">, </w:t>
      </w:r>
      <w:r w:rsidRPr="009F36D3">
        <w:rPr>
          <w:cs/>
          <w:lang w:bidi="bn-IN"/>
        </w:rPr>
        <w:t>মাহদী (আঃ) ও তার বাইয়াত (আনুগত্যের শপথ)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আর একদিনও বাকী না থাকে আল্লাহ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এক ব্যক্তিকে নিয়োগ দিবেন। সে পৃথিবীকে</w:t>
      </w:r>
      <w:r w:rsidRPr="009F36D3">
        <w:t xml:space="preserve"> </w:t>
      </w:r>
      <w:r w:rsidRPr="009F36D3">
        <w:rPr>
          <w:cs/>
          <w:lang w:bidi="bn-IN"/>
        </w:rPr>
        <w:t>ইনসাফ ও ন্যায়বিচার দিয়ে পূর্ণ করে দিবে যেভাবে তা নৃশংসতা</w:t>
      </w:r>
      <w:r w:rsidRPr="009F36D3">
        <w:t xml:space="preserve"> </w:t>
      </w:r>
      <w:r w:rsidRPr="009F36D3">
        <w:rPr>
          <w:cs/>
          <w:lang w:bidi="bn-IN"/>
        </w:rPr>
        <w:t>ও নিপীড়নে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২৩১ পৃষ্ঠায় আলী ইবনে আবি</w:t>
      </w:r>
      <w:r w:rsidRPr="009F36D3">
        <w:t xml:space="preserve"> </w:t>
      </w:r>
      <w:r w:rsidRPr="009F36D3">
        <w:rPr>
          <w:cs/>
          <w:lang w:bidi="bn-IN"/>
        </w:rPr>
        <w:t>তালিব (আঃ) থেকে বর্ণনা করেছেন :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রাসূলুল্লাহ (সাঃ) কে জিজ্ঞেস করলাম</w:t>
      </w:r>
      <w:r w:rsidRPr="009F36D3">
        <w:t xml:space="preserve">, </w:t>
      </w:r>
      <w:r w:rsidRPr="009F36D3">
        <w:rPr>
          <w:cs/>
          <w:lang w:bidi="bn-IN"/>
        </w:rPr>
        <w:t>মাহদী কি</w:t>
      </w:r>
      <w:r w:rsidRPr="009F36D3">
        <w:t xml:space="preserve"> </w:t>
      </w:r>
      <w:r w:rsidRPr="009F36D3">
        <w:rPr>
          <w:cs/>
          <w:lang w:bidi="bn-IN"/>
        </w:rPr>
        <w:t>মুহাম্মাদের বংশ থেকে আসবে নাকি অন্য কোন বংশে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তিনি উত্তর দিলেন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না সে আসবে আমাদের থেকে। আল্লাহ</w:t>
      </w:r>
      <w:r w:rsidRPr="009F36D3">
        <w:t xml:space="preserve"> </w:t>
      </w:r>
      <w:r w:rsidRPr="009F36D3">
        <w:rPr>
          <w:cs/>
          <w:lang w:bidi="bn-IN"/>
        </w:rPr>
        <w:t>ধর্মকে সম্পর্ণতা দিবেন তার হাতে ঠিক যেভাবে তিনি আমাদের</w:t>
      </w:r>
      <w:r w:rsidRPr="009F36D3">
        <w:t xml:space="preserve"> </w:t>
      </w:r>
      <w:r w:rsidRPr="009F36D3">
        <w:rPr>
          <w:cs/>
          <w:lang w:bidi="bn-IN"/>
        </w:rPr>
        <w:t>দিয়ে তার প্রসার ঘটিয়েছেন। আমাদের বরকতে তারা (জনগণ)</w:t>
      </w:r>
      <w:r w:rsidRPr="009F36D3">
        <w:t xml:space="preserve"> </w:t>
      </w:r>
      <w:r w:rsidRPr="009F36D3">
        <w:rPr>
          <w:cs/>
          <w:lang w:bidi="bn-IN"/>
        </w:rPr>
        <w:t>দুর্যোগ থেকে মুক্তি পাবে যেভাবে তারা মূর্তিপূজা থেকে মুক্তি</w:t>
      </w:r>
      <w:r w:rsidRPr="009F36D3">
        <w:t xml:space="preserve"> </w:t>
      </w:r>
      <w:r w:rsidRPr="009F36D3">
        <w:rPr>
          <w:cs/>
          <w:lang w:bidi="bn-IN"/>
        </w:rPr>
        <w:t>পেয়েছিলো। আমাদের বরকতে তাদের হৃদয়গুলোকে একতাবদ্ধ</w:t>
      </w:r>
      <w:r w:rsidRPr="009F36D3">
        <w:t xml:space="preserve"> </w:t>
      </w:r>
      <w:r w:rsidRPr="009F36D3">
        <w:rPr>
          <w:cs/>
          <w:lang w:bidi="bn-IN"/>
        </w:rPr>
        <w:t>করবেন ষড়যন্ত্রমূলক শত্রুতার পর যেভাবে তিনি তাদের</w:t>
      </w:r>
      <w:r w:rsidRPr="009F36D3">
        <w:t xml:space="preserve"> </w:t>
      </w:r>
      <w:r w:rsidRPr="009F36D3">
        <w:rPr>
          <w:cs/>
          <w:lang w:bidi="bn-IN"/>
        </w:rPr>
        <w:t>হৃদয়গুলোকে মূর্তিপূজার শত্রুতার পর একতাবদ্ধ করেছিলেন।</w:t>
      </w:r>
      <w:r w:rsidRPr="009F36D3">
        <w:t xml:space="preserve"> </w:t>
      </w:r>
      <w:r w:rsidRPr="009F36D3">
        <w:rPr>
          <w:cs/>
          <w:lang w:bidi="bn-IN"/>
        </w:rPr>
        <w:t>আমাদের বরকতে তারা বিশ্বাসে ভাই হয়ে যাবে</w:t>
      </w:r>
      <w:r w:rsidRPr="009F36D3">
        <w:t xml:space="preserve">, </w:t>
      </w:r>
      <w:r w:rsidRPr="009F36D3">
        <w:rPr>
          <w:cs/>
          <w:lang w:bidi="bn-IN"/>
        </w:rPr>
        <w:t>পরস্পরের প্রতি</w:t>
      </w:r>
      <w:r w:rsidRPr="009F36D3">
        <w:t xml:space="preserve"> </w:t>
      </w:r>
      <w:r w:rsidRPr="009F36D3">
        <w:rPr>
          <w:cs/>
          <w:lang w:bidi="bn-IN"/>
        </w:rPr>
        <w:t>শত্রু</w:t>
      </w:r>
      <w:r w:rsidRPr="009F36D3">
        <w:t xml:space="preserve"> </w:t>
      </w:r>
      <w:r w:rsidRPr="009F36D3">
        <w:rPr>
          <w:cs/>
          <w:lang w:bidi="bn-IN"/>
        </w:rPr>
        <w:t>হওয়ার পর।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কিছু আলেম এ হাদীসটিকে হাসান (গ্রহণযোগ্য) এবং বর্ণনা ধারায়</w:t>
      </w:r>
      <w:r w:rsidRPr="009F36D3">
        <w:t xml:space="preserve"> </w:t>
      </w:r>
      <w:r w:rsidRPr="009F36D3">
        <w:rPr>
          <w:cs/>
          <w:lang w:bidi="bn-IN"/>
        </w:rPr>
        <w:t>শ্রেষ্ঠতর বলে মনে করেছেন এবং হাদীসের বিশেষজ্ঞরা তাদের নিজ নিজ</w:t>
      </w:r>
      <w:r w:rsidRPr="009F36D3">
        <w:t xml:space="preserve"> </w:t>
      </w:r>
      <w:r w:rsidRPr="009F36D3">
        <w:rPr>
          <w:cs/>
          <w:lang w:bidi="bn-IN"/>
        </w:rPr>
        <w:t>কিতাবে তা লিখেছেন। কিন্তু তাবরানী এটিকে শুধু উল্লেখ করেছেন তার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আজাম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(আউসাথ)-এ</w:t>
      </w:r>
      <w:r w:rsidRPr="009F36D3">
        <w:t xml:space="preserve">, </w:t>
      </w:r>
      <w:r w:rsidRPr="009F36D3">
        <w:rPr>
          <w:cs/>
          <w:lang w:bidi="bn-IN"/>
        </w:rPr>
        <w:t xml:space="preserve">আবু নাইম শুধু বর্ণনা করেছেন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হুলিয়াতুল</w:t>
      </w:r>
      <w:r w:rsidRPr="009F36D3">
        <w:t xml:space="preserve"> </w:t>
      </w:r>
      <w:r w:rsidRPr="009F36D3">
        <w:rPr>
          <w:cs/>
          <w:lang w:bidi="bn-IN"/>
        </w:rPr>
        <w:t>আউলিয়াতে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আব্দুর রহমান শুধু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আওয়ালী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তে।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5E44E2">
      <w:pPr>
        <w:pStyle w:val="libCenterBold1"/>
      </w:pPr>
      <w:r w:rsidRPr="009F36D3">
        <w:rPr>
          <w:cs/>
          <w:lang w:bidi="bn-IN"/>
        </w:rPr>
        <w:t>মাহদী</w:t>
      </w:r>
      <w:r w:rsidRPr="009F36D3">
        <w:t xml:space="preserve"> (</w:t>
      </w:r>
      <w:r w:rsidRPr="009F36D3">
        <w:rPr>
          <w:cs/>
          <w:lang w:bidi="bn-IN"/>
        </w:rPr>
        <w:t>আঃ</w:t>
      </w:r>
      <w:r w:rsidRPr="009F36D3">
        <w:t xml:space="preserve">) </w:t>
      </w:r>
      <w:r w:rsidRPr="009F36D3">
        <w:rPr>
          <w:cs/>
          <w:lang w:bidi="bn-IN"/>
        </w:rPr>
        <w:t>ও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বাইয়াত</w:t>
      </w:r>
      <w:r w:rsidRPr="009F36D3">
        <w:t xml:space="preserve"> (</w:t>
      </w:r>
      <w:r w:rsidRPr="009F36D3">
        <w:rPr>
          <w:cs/>
          <w:lang w:bidi="bn-IN"/>
        </w:rPr>
        <w:t>আনুগত্যের</w:t>
      </w:r>
      <w:r w:rsidRPr="009F36D3">
        <w:t xml:space="preserve"> </w:t>
      </w:r>
      <w:r w:rsidRPr="009F36D3">
        <w:rPr>
          <w:cs/>
          <w:lang w:bidi="bn-IN"/>
        </w:rPr>
        <w:t>শপথ</w:t>
      </w:r>
      <w:r w:rsidRPr="009F36D3">
        <w:t>)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১ম অধ্যায়ের ৪র্থ অংশে আবু জাফর</w:t>
      </w:r>
      <w:r w:rsidRPr="009F36D3">
        <w:t xml:space="preserve"> </w:t>
      </w:r>
      <w:r w:rsidRPr="009F36D3">
        <w:rPr>
          <w:cs/>
          <w:lang w:bidi="bn-IN"/>
        </w:rPr>
        <w:t>মুহাম্মাদ ইবনে আলী থেকে বর্ণনা করেন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মাহদী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আশুরা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দিন আবির্ভূত হবেন (আর সেদিন ইমাম</w:t>
      </w:r>
      <w:r w:rsidRPr="009F36D3">
        <w:t xml:space="preserve"> </w:t>
      </w:r>
      <w:r w:rsidRPr="009F36D3">
        <w:rPr>
          <w:cs/>
          <w:lang w:bidi="bn-IN"/>
        </w:rPr>
        <w:t>হোসেইন (আঃ) শহীদ হন কারবালাতে</w:t>
      </w:r>
      <w:r w:rsidRPr="009F36D3">
        <w:t xml:space="preserve">, </w:t>
      </w:r>
      <w:r w:rsidRPr="009F36D3">
        <w:rPr>
          <w:cs/>
          <w:lang w:bidi="bn-IN"/>
        </w:rPr>
        <w:t>সম্ভবত শনিবার দিন)</w:t>
      </w:r>
      <w:r w:rsidRPr="009F36D3">
        <w:t xml:space="preserve"> </w:t>
      </w:r>
      <w:r w:rsidRPr="009F36D3">
        <w:rPr>
          <w:cs/>
          <w:lang w:bidi="bn-IN"/>
        </w:rPr>
        <w:t>রুকন ও মাক্বামের মাঝে এবং তার ডান দিকে থাকবে জিবরাইল</w:t>
      </w:r>
      <w:r w:rsidRPr="009F36D3">
        <w:t xml:space="preserve"> </w:t>
      </w:r>
      <w:r w:rsidRPr="009F36D3">
        <w:rPr>
          <w:cs/>
          <w:lang w:bidi="bn-IN"/>
        </w:rPr>
        <w:t>ও তার বায়ে থাকবে মিকাইল। আল্লাহ তার শিয়াদের</w:t>
      </w:r>
      <w:r w:rsidRPr="009F36D3">
        <w:t xml:space="preserve"> (</w:t>
      </w:r>
      <w:r w:rsidRPr="009F36D3">
        <w:rPr>
          <w:cs/>
          <w:lang w:bidi="bn-IN"/>
        </w:rPr>
        <w:t>অনুসারীদের) সব জায়গা থেকে তার চারদিকে জড়ো করবেন</w:t>
      </w:r>
      <w:r w:rsidRPr="009F36D3">
        <w:t xml:space="preserve"> </w:t>
      </w:r>
      <w:r w:rsidRPr="009F36D3">
        <w:rPr>
          <w:cs/>
          <w:lang w:bidi="bn-IN"/>
        </w:rPr>
        <w:t>এবং পৃথিবী তাদের জন্য গুটিয়ে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উল্লেখিত বইয়ের দ্বিতীয় অধ্যায়ের চতুর্থ অংশে লেখক আবু আব্দুল্লাহ</w:t>
      </w:r>
      <w:r w:rsidRPr="009F36D3">
        <w:t xml:space="preserve"> </w:t>
      </w:r>
      <w:r w:rsidRPr="009F36D3">
        <w:rPr>
          <w:cs/>
          <w:lang w:bidi="bn-IN"/>
        </w:rPr>
        <w:t xml:space="preserve">হাকেম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মুসতাদয়াক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উম্মে সালামা থেকে বলেন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জনগণ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মাঝে ঐ ব্যক্তির বাইয়াত করবে যে</w:t>
      </w:r>
      <w:r w:rsidRPr="009F36D3">
        <w:t xml:space="preserve"> </w:t>
      </w:r>
      <w:r w:rsidRPr="009F36D3">
        <w:rPr>
          <w:cs/>
          <w:lang w:bidi="bn-IN"/>
        </w:rPr>
        <w:t xml:space="preserve">আমার অনুসারীদের একজন এবং তাদের সংখ্যা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বদর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লোকদের সংখ্যার সমান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আবার একই বইয়ের ৭ম অধ্যায়ে এর লেখক নাইম ইবনে হেমাদ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হুরায়রা থেকে বর্ণনা করেন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কাছে বাইয়াত করা হবে কোন মানুষকে তার ঘমু থেকে</w:t>
      </w:r>
      <w:r w:rsidRPr="009F36D3">
        <w:t xml:space="preserve"> </w:t>
      </w:r>
      <w:r w:rsidRPr="009F36D3">
        <w:rPr>
          <w:cs/>
          <w:lang w:bidi="bn-IN"/>
        </w:rPr>
        <w:t>না জাগিয়েই এবং এক ফোটা রক্ত ঝরানো ছাড়াই।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ফুতুহাতলু মাক্কীয়্যাহ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(৩৬৬ অধ্যায়) মাহদীর কথা</w:t>
      </w:r>
      <w:r w:rsidRPr="009F36D3">
        <w:t xml:space="preserve"> </w:t>
      </w:r>
      <w:r w:rsidRPr="009F36D3">
        <w:rPr>
          <w:cs/>
          <w:lang w:bidi="bn-IN"/>
        </w:rPr>
        <w:t>উল্লেখ করেন যে তিনি ফাতেমার বংশধর ও রাসূলুল্লাহ (সাঃ)-এর নামে</w:t>
      </w:r>
      <w:r w:rsidRPr="009F36D3">
        <w:t xml:space="preserve"> </w:t>
      </w:r>
      <w:r w:rsidRPr="009F36D3">
        <w:rPr>
          <w:cs/>
          <w:lang w:bidi="bn-IN"/>
        </w:rPr>
        <w:t>তার নাম এবং তার প্রপিতামহ হাসান ইবনে আলী ইবনে আবি তালিব</w:t>
      </w:r>
      <w:r w:rsidRPr="009F36D3">
        <w:t xml:space="preserve"> </w:t>
      </w:r>
      <w:r w:rsidRPr="009F36D3">
        <w:rPr>
          <w:cs/>
          <w:lang w:bidi="bn-IN"/>
        </w:rPr>
        <w:t xml:space="preserve">এবং বলেন :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জনগণ তার কাছে বাইয়াত করবে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রুকন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ও মাকামের</w:t>
      </w:r>
      <w:r w:rsidRPr="009F36D3">
        <w:t xml:space="preserve"> </w:t>
      </w:r>
      <w:r w:rsidRPr="009F36D3">
        <w:rPr>
          <w:cs/>
          <w:lang w:bidi="bn-IN"/>
        </w:rPr>
        <w:t>মাঝে।</w:t>
      </w:r>
      <w:r w:rsidRPr="00AA6375">
        <w:rPr>
          <w:rStyle w:val="libAlaemChar"/>
        </w:rPr>
        <w:t>”</w:t>
      </w:r>
    </w:p>
    <w:p w:rsidR="005A057D" w:rsidRPr="009F36D3" w:rsidRDefault="005A057D" w:rsidP="006E1E70">
      <w:pPr>
        <w:rPr>
          <w:lang w:bidi="bn-IN"/>
        </w:rPr>
      </w:pPr>
    </w:p>
    <w:p w:rsidR="005A057D" w:rsidRPr="009F36D3" w:rsidRDefault="005A057D" w:rsidP="005E44E2">
      <w:pPr>
        <w:pStyle w:val="libCenterBold1"/>
      </w:pPr>
      <w:r w:rsidRPr="009F36D3">
        <w:rPr>
          <w:cs/>
          <w:lang w:bidi="bn-IN"/>
        </w:rPr>
        <w:t>প্রতীক্ষিত মাহদী (আঃ) অদ্বিতীয়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আমরা এ বইয়ের প্রথম অধ্যায়ে (মাহদী (আঃ) সম্পর্কে বিজ্ঞ</w:t>
      </w:r>
      <w:r w:rsidRPr="009F36D3">
        <w:t xml:space="preserve"> </w:t>
      </w:r>
      <w:r w:rsidRPr="009F36D3">
        <w:rPr>
          <w:cs/>
          <w:lang w:bidi="bn-IN"/>
        </w:rPr>
        <w:t xml:space="preserve">ব্যক্তিদের মন্তব্য উল্লেখ করার সময় ইবনে হাজার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কুয়্যাল উল</w:t>
      </w:r>
      <w:r w:rsidRPr="009F36D3">
        <w:t xml:space="preserve"> </w:t>
      </w:r>
      <w:r w:rsidRPr="009F36D3">
        <w:rPr>
          <w:cs/>
          <w:lang w:bidi="bn-IN"/>
        </w:rPr>
        <w:t>মুখতাসার ফী আলামাত মাহদী আল মুনতাযার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মন্তব্য</w:t>
      </w:r>
      <w:r w:rsidRPr="009F36D3">
        <w:t xml:space="preserve"> </w:t>
      </w:r>
      <w:r w:rsidRPr="009F36D3">
        <w:rPr>
          <w:cs/>
          <w:lang w:bidi="bn-IN"/>
        </w:rPr>
        <w:t>উল্লেখ করেছি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প্রতীক্ষিত মাহদী একজনই এবং অনেক নয়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ইবনে হাজারের কথা</w:t>
      </w:r>
      <w:r w:rsidRPr="009F36D3">
        <w:t xml:space="preserve"> </w:t>
      </w:r>
      <w:r w:rsidRPr="009F36D3">
        <w:rPr>
          <w:cs/>
          <w:lang w:bidi="bn-IN"/>
        </w:rPr>
        <w:t>মূল্যবান মন্তব্য। নিশ্চয়ই তা উদ্দেশ্য পূর্ণ করেছে এবং বাস্তবতাকে</w:t>
      </w:r>
      <w:r w:rsidRPr="009F36D3">
        <w:t xml:space="preserve"> </w:t>
      </w:r>
      <w:r w:rsidRPr="009F36D3">
        <w:rPr>
          <w:cs/>
          <w:lang w:bidi="bn-IN"/>
        </w:rPr>
        <w:t>জানিয়ে</w:t>
      </w:r>
      <w:r w:rsidRPr="009F36D3">
        <w:t xml:space="preserve"> </w:t>
      </w:r>
      <w:r w:rsidRPr="009F36D3">
        <w:rPr>
          <w:cs/>
          <w:lang w:bidi="bn-IN"/>
        </w:rPr>
        <w:t>দিয়েছে।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নিশ্চয়ই প্রতীক্ষিত মাহদী এবং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(সাঃ)-এর বংশ</w:t>
      </w:r>
      <w:r w:rsidRPr="009F36D3">
        <w:t xml:space="preserve"> </w:t>
      </w:r>
      <w:r w:rsidRPr="009F36D3">
        <w:rPr>
          <w:cs/>
          <w:lang w:bidi="bn-IN"/>
        </w:rPr>
        <w:t>থেকে এবং তিনিই সে ব্যক্তি যার কথা আল্লাহ পবিত্র কোরআনে উল্লেখ</w:t>
      </w:r>
      <w:r w:rsidRPr="009F36D3">
        <w:t xml:space="preserve"> </w:t>
      </w:r>
      <w:r w:rsidRPr="009F36D3">
        <w:rPr>
          <w:cs/>
          <w:lang w:bidi="bn-IN"/>
        </w:rPr>
        <w:t>করেছেন। সম্মানিত নবী ও তার আহলে বায়েত তার আগমন সম্পর্কে</w:t>
      </w:r>
      <w:r w:rsidRPr="009F36D3">
        <w:t xml:space="preserve"> </w:t>
      </w:r>
      <w:r w:rsidRPr="009F36D3">
        <w:rPr>
          <w:cs/>
          <w:lang w:bidi="bn-IN"/>
        </w:rPr>
        <w:t>সুসংবাদ দিয়েছেন</w:t>
      </w:r>
      <w:r w:rsidRPr="009F36D3">
        <w:t xml:space="preserve">, </w:t>
      </w:r>
      <w:r w:rsidRPr="009F36D3">
        <w:rPr>
          <w:cs/>
          <w:lang w:bidi="bn-IN"/>
        </w:rPr>
        <w:t>সাহাবীরা এবং তাবেঈন ও বিজ্ঞ ব্যক্তিরা জানিয়েছেন</w:t>
      </w:r>
      <w:r w:rsidRPr="009F36D3">
        <w:t xml:space="preserve"> </w:t>
      </w:r>
      <w:r w:rsidRPr="009F36D3">
        <w:rPr>
          <w:cs/>
          <w:lang w:bidi="bn-IN"/>
        </w:rPr>
        <w:t>যে তিনি (মাহদী) একজনই এবং অদ্বিতীয়। তিনি অনেকজন নন যদিও</w:t>
      </w:r>
      <w:r w:rsidRPr="009F36D3">
        <w:t xml:space="preserve"> </w:t>
      </w:r>
      <w:r w:rsidRPr="009F36D3">
        <w:rPr>
          <w:cs/>
          <w:lang w:bidi="bn-IN"/>
        </w:rPr>
        <w:t>তার উপাধি বেশ ক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যে হাদীসগুলো আমরা আগে উল্লেখ করেছি এবং যা আমরা</w:t>
      </w:r>
      <w:r w:rsidRPr="009F36D3">
        <w:t xml:space="preserve"> </w:t>
      </w:r>
      <w:r w:rsidRPr="009F36D3">
        <w:rPr>
          <w:cs/>
          <w:lang w:bidi="bn-IN"/>
        </w:rPr>
        <w:t>আগামীতে উল্লেখ করবো তা সামনের অধ্যায়গুলোতে বিষয়টির সত্যতার</w:t>
      </w:r>
      <w:r w:rsidRPr="009F36D3">
        <w:t xml:space="preserve"> </w:t>
      </w:r>
      <w:r w:rsidRPr="009F36D3">
        <w:rPr>
          <w:cs/>
          <w:lang w:bidi="bn-IN"/>
        </w:rPr>
        <w:t xml:space="preserve">ইঙ্গিত করে। নিশ্চিতভাবে এ হাদীসগুলো সব ভুল </w:t>
      </w:r>
      <w:r w:rsidRPr="009F36D3">
        <w:rPr>
          <w:cs/>
          <w:lang w:bidi="bn-IN"/>
        </w:rPr>
        <w:lastRenderedPageBreak/>
        <w:t>বুঝাবুঝি দূর করবে</w:t>
      </w:r>
      <w:r w:rsidRPr="009F36D3">
        <w:t xml:space="preserve"> </w:t>
      </w:r>
      <w:r w:rsidRPr="009F36D3">
        <w:rPr>
          <w:cs/>
          <w:lang w:bidi="bn-IN"/>
        </w:rPr>
        <w:t>এবং মাহদী সম্পর্কে কোন সন্দেহকারীর মনে কোন সন্দেহ থাকবে না যে</w:t>
      </w:r>
      <w:r w:rsidRPr="009F36D3">
        <w:t xml:space="preserve"> </w:t>
      </w:r>
      <w:r w:rsidRPr="009F36D3">
        <w:rPr>
          <w:cs/>
          <w:lang w:bidi="bn-IN"/>
        </w:rPr>
        <w:t>তিনি একজন ও অদ্বিতীয়।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আমরা যে হাদীসগুলো লিখেছি এবং যে হাদীসগুলো আমরা</w:t>
      </w:r>
      <w:r w:rsidRPr="009F36D3">
        <w:t xml:space="preserve"> </w:t>
      </w:r>
      <w:r w:rsidRPr="009F36D3">
        <w:rPr>
          <w:cs/>
          <w:lang w:bidi="bn-IN"/>
        </w:rPr>
        <w:t>উল্লেখ করবো সেগুলো মাহদীকে (আঃ) পরিচয় করিয়ে দিবে</w:t>
      </w:r>
      <w:r w:rsidRPr="009F36D3">
        <w:t xml:space="preserve">, </w:t>
      </w:r>
      <w:r w:rsidRPr="009F36D3">
        <w:rPr>
          <w:cs/>
          <w:lang w:bidi="bn-IN"/>
        </w:rPr>
        <w:t>সত্যায়ন</w:t>
      </w:r>
      <w:r w:rsidRPr="009F36D3">
        <w:t xml:space="preserve"> </w:t>
      </w:r>
      <w:r w:rsidRPr="009F36D3">
        <w:rPr>
          <w:cs/>
          <w:lang w:bidi="bn-IN"/>
        </w:rPr>
        <w:t>করবে ও আলাদা করে চিনিয়ে দিবে</w:t>
      </w:r>
      <w:r w:rsidRPr="009F36D3">
        <w:t xml:space="preserve">; </w:t>
      </w:r>
      <w:r w:rsidRPr="009F36D3">
        <w:rPr>
          <w:cs/>
          <w:lang w:bidi="bn-IN"/>
        </w:rPr>
        <w:t>আর তাই মাহদীর (আঃ) সংখ্যা</w:t>
      </w:r>
      <w:r w:rsidRPr="009F36D3">
        <w:t xml:space="preserve"> </w:t>
      </w:r>
      <w:r w:rsidRPr="009F36D3">
        <w:rPr>
          <w:cs/>
          <w:lang w:bidi="bn-IN"/>
        </w:rPr>
        <w:t>একের অধিক বলে বিবেচনা করা হবে অযৌক্তিক। এখন আমরা সেসব</w:t>
      </w:r>
      <w:r w:rsidRPr="009F36D3">
        <w:t xml:space="preserve"> </w:t>
      </w:r>
      <w:r w:rsidRPr="009F36D3">
        <w:rPr>
          <w:cs/>
          <w:lang w:bidi="bn-IN"/>
        </w:rPr>
        <w:t>চরিত্র ও বৈশিষ্ট্য উল্লেখ করবোঃ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প্রথম : তার বাড়ি ও পরিবারের সুনির্দিষ্ট পরিচয়।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দ্বিতীয় : তার পিতা ও পিতামহদের পরিচয়।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তৃতীয় : তার পিতা ও মাতার নাম।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চতুর্থ  : তার নাম</w:t>
      </w:r>
      <w:r w:rsidRPr="009F36D3">
        <w:t xml:space="preserve">, </w:t>
      </w:r>
      <w:r w:rsidRPr="009F36D3">
        <w:rPr>
          <w:cs/>
          <w:lang w:bidi="bn-IN"/>
        </w:rPr>
        <w:t>ডাকনাম ও উপাধি।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পঞ্চম : তার গুণাবলী ও নিদর্শনসমূহ।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ষষ্ঠ</w:t>
      </w:r>
      <w:r w:rsidRPr="009F36D3">
        <w:t xml:space="preserve"> </w:t>
      </w:r>
      <w:r w:rsidRPr="009F36D3">
        <w:rPr>
          <w:cs/>
          <w:lang w:bidi="bn-IN"/>
        </w:rPr>
        <w:t>: তার নৈতিকতা ও আচার-ব্যাবহার।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সপ্তম : তার আত্মগোপন ও তার দীর্ঘ সময়।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অষ্টম : তার আগমন সময়ের শেষে।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নবম : সেসব ঘটনা যা তার পুনরাগমনে ঘটবে।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দশম : তার পুনরাগমনের সময় দাজ্জাল ও সুফিয়ানীর আগমন।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এগারতম : তার কাছে রুকন ও মাক্বামের মাঝে বাইয়াত।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বারোতম : ঈসার (আঃ) অবতরণ ও তার পিছনে নামাজ।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তেরতম : তার সংস্কার কার্যক্রম।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চোদ্দমত : তার আবির্ভাবে বরকত।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পনেরতম : যেসব বিষয়ে জনগণকে আদেশ করবেন।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ষোলতম : তার যদ্ধসমূহ ও বিজয়সমূহ।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সতেরোতম : তার সরকারের প্রসার ও শাসন।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আঠারোতম : তার খিলাফত ও নেতৃত্বের সময়কাল।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উনিশতম : তার ইন্তেকাল</w:t>
      </w:r>
      <w:r w:rsidRPr="009F36D3">
        <w:t xml:space="preserve"> </w:t>
      </w:r>
      <w:r w:rsidRPr="009F36D3">
        <w:rPr>
          <w:cs/>
          <w:lang w:bidi="bn-IN"/>
        </w:rPr>
        <w:t>বা গুপ্ত হত্যার পরিবেশ পরিস্থিতি।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বিশতম : তার পুনরাগমনের পর কিছু মতৃ ব্যক্তির প্রত্যাবর্তন।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তাওরাত ও বাইবেলে নবী (সাঃ)-এর কিছু বৈশিষ্ট্য বর্ণিত হয়েছে। সেসব</w:t>
      </w:r>
      <w:r w:rsidRPr="009F36D3">
        <w:t xml:space="preserve"> </w:t>
      </w:r>
      <w:r w:rsidRPr="009F36D3">
        <w:rPr>
          <w:cs/>
          <w:lang w:bidi="bn-IN"/>
        </w:rPr>
        <w:t>বৈশিষ্ট্যের মধ্যে তার পন্থা</w:t>
      </w:r>
      <w:r w:rsidRPr="009F36D3">
        <w:t xml:space="preserve">, </w:t>
      </w:r>
      <w:r w:rsidRPr="009F36D3">
        <w:rPr>
          <w:cs/>
          <w:lang w:bidi="bn-IN"/>
        </w:rPr>
        <w:t>আচার-ব্যবহার</w:t>
      </w:r>
      <w:r w:rsidRPr="009F36D3">
        <w:t xml:space="preserve">, </w:t>
      </w:r>
      <w:r w:rsidRPr="009F36D3">
        <w:rPr>
          <w:cs/>
          <w:lang w:bidi="bn-IN"/>
        </w:rPr>
        <w:t>অন্তর্দৃষ্টি</w:t>
      </w:r>
      <w:r w:rsidRPr="009F36D3">
        <w:t>,</w:t>
      </w:r>
      <w:r w:rsidRPr="009F36D3">
        <w:rPr>
          <w:cs/>
          <w:lang w:bidi="bn-IN"/>
        </w:rPr>
        <w:t xml:space="preserve"> বংশধারা এবং</w:t>
      </w:r>
      <w:r w:rsidRPr="009F36D3">
        <w:t xml:space="preserve"> </w:t>
      </w:r>
      <w:r w:rsidRPr="009F36D3">
        <w:rPr>
          <w:cs/>
          <w:lang w:bidi="bn-IN"/>
        </w:rPr>
        <w:t>পরিবার রয়েছে। পূর্ব ও পশ্চিমের কেউই এসব বৈশিষ্ট্যকে বিভিন্ন</w:t>
      </w:r>
      <w:r w:rsidRPr="009F36D3">
        <w:t xml:space="preserve"> </w:t>
      </w:r>
      <w:r w:rsidRPr="009F36D3">
        <w:rPr>
          <w:cs/>
          <w:lang w:bidi="bn-IN"/>
        </w:rPr>
        <w:t>মুহাম্মাদের বলে ভাবে নি।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লেখক বলতে চান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আমার মনে হয় (যদিও মনে হওয়াটা সত্য চাওয়া</w:t>
      </w:r>
      <w:r w:rsidRPr="009F36D3">
        <w:t xml:space="preserve"> </w:t>
      </w:r>
      <w:r w:rsidRPr="009F36D3">
        <w:rPr>
          <w:cs/>
          <w:lang w:bidi="bn-IN"/>
        </w:rPr>
        <w:t>থেকে কাউকে মুক্ত করে দেয় না) বিভিন্ন মাহদী আসবেন এ ধারনার উৎস</w:t>
      </w:r>
      <w:r w:rsidRPr="009F36D3">
        <w:t xml:space="preserve"> </w:t>
      </w:r>
      <w:r w:rsidRPr="009F36D3">
        <w:rPr>
          <w:cs/>
          <w:lang w:bidi="bn-IN"/>
        </w:rPr>
        <w:t>তিনটি :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প্রথমতঃ শাসন কতর্তৃ </w:t>
      </w:r>
      <w:r w:rsidRPr="009F36D3">
        <w:t xml:space="preserve">, </w:t>
      </w:r>
      <w:r w:rsidRPr="009F36D3">
        <w:rPr>
          <w:cs/>
          <w:lang w:bidi="bn-IN"/>
        </w:rPr>
        <w:t>সরকার গঠনে এবং রাজ্য ও খিলাফতের আকর্ষণে</w:t>
      </w:r>
      <w:r w:rsidRPr="009F36D3">
        <w:t xml:space="preserve"> </w:t>
      </w:r>
      <w:r w:rsidRPr="009F36D3">
        <w:rPr>
          <w:cs/>
          <w:lang w:bidi="bn-IN"/>
        </w:rPr>
        <w:t>হয়তো কেউ কেউ এ দাবী করতে পারে।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দ্বিতীয়তঃ এটি হয়তো কোন সুফী তরিকায়</w:t>
      </w:r>
      <w:r w:rsidRPr="009F36D3">
        <w:t xml:space="preserve"> </w:t>
      </w:r>
      <w:r w:rsidRPr="009F36D3">
        <w:rPr>
          <w:cs/>
          <w:lang w:bidi="bn-IN"/>
        </w:rPr>
        <w:t>প্রথম আবির্ভার্ব হয়েছে যেখানে</w:t>
      </w:r>
      <w:r w:rsidRPr="009F36D3">
        <w:t xml:space="preserve"> </w:t>
      </w:r>
      <w:r w:rsidRPr="009F36D3">
        <w:rPr>
          <w:cs/>
          <w:lang w:bidi="bn-IN"/>
        </w:rPr>
        <w:t>বিশেষ খিলাফত লাভে ব্যর্থ হয়ে তারা বিভিন্ন মাহদী আবিষ্কার করেছে।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তৃতীয়তঃ বনি উমাইয়্যার কিছু অনুসারী যখন এমন কিছু হাদীস লক্ষ্য</w:t>
      </w:r>
      <w:r w:rsidRPr="009F36D3">
        <w:t xml:space="preserve"> </w:t>
      </w:r>
      <w:r w:rsidRPr="009F36D3">
        <w:rPr>
          <w:cs/>
          <w:lang w:bidi="bn-IN"/>
        </w:rPr>
        <w:t>করেছে যেখানে মাহদীর কথা বলা হয়েছে এবং তারা ভেবেছে মাহদী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 এর বংশ থেকে এবং ফাতেমার বংশ ও হোসেইনের বংশ</w:t>
      </w:r>
      <w:r w:rsidRPr="009F36D3">
        <w:t xml:space="preserve"> </w:t>
      </w:r>
      <w:r w:rsidRPr="009F36D3">
        <w:rPr>
          <w:cs/>
          <w:lang w:bidi="bn-IN"/>
        </w:rPr>
        <w:t>থেকে এবং হযরত হাসান আসকারীর সন্তান-</w:t>
      </w:r>
      <w:r w:rsidRPr="009F36D3">
        <w:t xml:space="preserve"> </w:t>
      </w:r>
      <w:r w:rsidRPr="009F36D3">
        <w:rPr>
          <w:cs/>
          <w:lang w:bidi="bn-IN"/>
        </w:rPr>
        <w:t>একথা তারা ঘোষণা করতে</w:t>
      </w:r>
      <w:r w:rsidRPr="009F36D3">
        <w:t xml:space="preserve"> </w:t>
      </w:r>
      <w:r w:rsidRPr="009F36D3">
        <w:rPr>
          <w:cs/>
          <w:lang w:bidi="bn-IN"/>
        </w:rPr>
        <w:t>বাধ্য হবে যা ছিলো তাদের জন্য খুবই কষ্টকর এবং তাদের লক্ষ্য</w:t>
      </w:r>
      <w:r w:rsidRPr="009F36D3">
        <w:t xml:space="preserve"> </w:t>
      </w:r>
      <w:r w:rsidRPr="009F36D3">
        <w:rPr>
          <w:cs/>
          <w:lang w:bidi="bn-IN"/>
        </w:rPr>
        <w:t>পরিপন্থী। তখন তারা বিভিন্ন মাহদীতে বিশ্বাস করা শুরু করেছে।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বিষয়ে অন্য কথাও পাওয়া যায় যা যুক্তিহীন যেমন</w:t>
      </w:r>
      <w:r w:rsidRPr="009F36D3">
        <w:t xml:space="preserve">, </w:t>
      </w:r>
      <w:r w:rsidRPr="009F36D3">
        <w:rPr>
          <w:cs/>
          <w:lang w:bidi="bn-IN"/>
        </w:rPr>
        <w:t>মাহদী আব্বাস- এর</w:t>
      </w:r>
      <w:r w:rsidRPr="009F36D3">
        <w:t xml:space="preserve"> </w:t>
      </w:r>
      <w:r w:rsidRPr="009F36D3">
        <w:rPr>
          <w:cs/>
          <w:lang w:bidi="bn-IN"/>
        </w:rPr>
        <w:t>বংশধর এবং হাসান আল মুজতবার সন্তান থেকে অথবা তার জন্ম হবে</w:t>
      </w:r>
      <w:r w:rsidRPr="009F36D3">
        <w:t xml:space="preserve"> </w:t>
      </w:r>
      <w:r w:rsidRPr="009F36D3">
        <w:rPr>
          <w:cs/>
          <w:lang w:bidi="bn-IN"/>
        </w:rPr>
        <w:t>পরে। এগুলোর সবগুলোর মূল কারণ হচ্ছে উপরের তিনটি কারণের</w:t>
      </w:r>
      <w:r w:rsidRPr="009F36D3">
        <w:t xml:space="preserve"> </w:t>
      </w:r>
      <w:r w:rsidRPr="009F36D3">
        <w:rPr>
          <w:cs/>
          <w:lang w:bidi="bn-IN"/>
        </w:rPr>
        <w:t>একটি।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E44E2" w:rsidRDefault="005E44E2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E44E2">
      <w:pPr>
        <w:pStyle w:val="Heading1Center"/>
      </w:pPr>
      <w:bookmarkStart w:id="31" w:name="_Toc451691946"/>
      <w:r w:rsidRPr="009F36D3">
        <w:rPr>
          <w:cs/>
          <w:lang w:bidi="bn-IN"/>
        </w:rPr>
        <w:lastRenderedPageBreak/>
        <w:t>চতুর্থ অধ্যায়</w:t>
      </w:r>
      <w:bookmarkEnd w:id="31"/>
    </w:p>
    <w:p w:rsidR="005E44E2" w:rsidRPr="006E1E70" w:rsidRDefault="005E44E2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5E44E2">
      <w:pPr>
        <w:pStyle w:val="Heading2Center"/>
      </w:pPr>
      <w:bookmarkStart w:id="32" w:name="_Toc451691947"/>
      <w:r w:rsidRPr="009F36D3">
        <w:rPr>
          <w:cs/>
          <w:lang w:bidi="bn-IN"/>
        </w:rPr>
        <w:lastRenderedPageBreak/>
        <w:t>মাহদী (আঃ) ও তার সম্মান</w:t>
      </w:r>
      <w:bookmarkEnd w:id="32"/>
      <w:r w:rsidRPr="009F36D3">
        <w:t xml:space="preserve"> </w:t>
      </w:r>
    </w:p>
    <w:p w:rsidR="005E44E2" w:rsidRDefault="005E44E2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ইকদুদ-দুরার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প্রথম অধ্যায়ে লেখক আবু আইউব আনসারী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তিনি বলেছেন- রাসূলুল্লাহ (সাঃ) ফাতিমা (আঃ)-</w:t>
      </w:r>
      <w:r w:rsidRPr="009F36D3">
        <w:t xml:space="preserve"> </w:t>
      </w:r>
      <w:r w:rsidRPr="009F36D3">
        <w:rPr>
          <w:cs/>
          <w:lang w:bidi="bn-IN"/>
        </w:rPr>
        <w:t>কে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আমাদের নবী নবীদের মধ্যে শ্রেষ্ঠ এবং সে তোমার পিতা।</w:t>
      </w:r>
      <w:r w:rsidRPr="009F36D3">
        <w:t xml:space="preserve"> </w:t>
      </w:r>
      <w:r w:rsidRPr="009F36D3">
        <w:rPr>
          <w:cs/>
          <w:lang w:bidi="bn-IN"/>
        </w:rPr>
        <w:t>আমাদের শহীদ শহীদদের মধ্যে শ্রেষ্ঠ এবং সে হলো হামযা</w:t>
      </w:r>
      <w:r w:rsidRPr="009F36D3">
        <w:t xml:space="preserve">, </w:t>
      </w:r>
      <w:r w:rsidRPr="009F36D3">
        <w:rPr>
          <w:cs/>
          <w:lang w:bidi="bn-IN"/>
        </w:rPr>
        <w:t>তোমার পিতার চাচা এবং আমাদের কাছ থেকে সে যার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টো</w:t>
      </w:r>
      <w:r w:rsidRPr="009F36D3">
        <w:t xml:space="preserve"> </w:t>
      </w:r>
      <w:r w:rsidRPr="009F36D3">
        <w:rPr>
          <w:cs/>
          <w:lang w:bidi="bn-IN"/>
        </w:rPr>
        <w:t>পাখা আছে এবং তাদের (ফেরেশতাদের) সাথে উড়ে বেড়াবে</w:t>
      </w:r>
      <w:r w:rsidRPr="009F36D3">
        <w:t xml:space="preserve"> </w:t>
      </w:r>
      <w:r w:rsidRPr="009F36D3">
        <w:rPr>
          <w:cs/>
          <w:lang w:bidi="bn-IN"/>
        </w:rPr>
        <w:t>বেহেশতের যে জায়গায় তার ইচ্ছা এবং আমাদের কাছ থেকে এ</w:t>
      </w:r>
      <w:r w:rsidRPr="009F36D3">
        <w:t xml:space="preserve"> </w:t>
      </w:r>
      <w:r w:rsidRPr="009F36D3">
        <w:rPr>
          <w:cs/>
          <w:lang w:bidi="bn-IN"/>
        </w:rPr>
        <w:t>উম্মতের দুই সেব্ত (সন্তান) হাসান ও হোসেইন এবং তারা</w:t>
      </w:r>
      <w:r w:rsidRPr="009F36D3">
        <w:t xml:space="preserve"> </w:t>
      </w:r>
      <w:r w:rsidRPr="009F36D3">
        <w:rPr>
          <w:cs/>
          <w:lang w:bidi="bn-IN"/>
        </w:rPr>
        <w:t>তোমার সন্তান এবং আমাদের কাছ থেকে আসবে 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এরপর তিনি লিখেছেনঃ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হাফেয আবুল ক্বাসিম তাবরানী এ হাদীসটি তার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আজাম-এ সগীর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 বর্ণনা করেছেন।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 - কী সম্মান ও শ্রেষ্ঠত্বই না আল্লাহ</w:t>
      </w:r>
      <w:r w:rsidRPr="009F36D3">
        <w:t xml:space="preserve"> </w:t>
      </w:r>
      <w:r w:rsidRPr="009F36D3">
        <w:rPr>
          <w:cs/>
          <w:lang w:bidi="bn-IN"/>
        </w:rPr>
        <w:t>প্রতীক্ষিত মাহদীকে দান করেছেন যে তার সত্যবাদী ও মহান প্রপিতামহের</w:t>
      </w:r>
      <w:r w:rsidRPr="009F36D3">
        <w:t xml:space="preserve"> </w:t>
      </w:r>
      <w:r w:rsidRPr="009F36D3">
        <w:rPr>
          <w:cs/>
          <w:lang w:bidi="bn-IN"/>
        </w:rPr>
        <w:t>ভাষায় তিনি এমন এক পরিবারের একজন যাদের কাছ থেকে আল্লাহ</w:t>
      </w:r>
      <w:r w:rsidRPr="009F36D3">
        <w:t xml:space="preserve"> </w:t>
      </w:r>
      <w:r w:rsidRPr="009F36D3">
        <w:rPr>
          <w:cs/>
          <w:lang w:bidi="bn-IN"/>
        </w:rPr>
        <w:t>অপবিত্রতা দূর করেছেন এবং তাদেরকে পুতঃপবিত্র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B363D3" w:rsidRPr="006E1E70" w:rsidRDefault="00B363D3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B363D3">
      <w:pPr>
        <w:pStyle w:val="Heading2Center"/>
      </w:pPr>
      <w:bookmarkStart w:id="33" w:name="_Toc451691948"/>
      <w:r w:rsidRPr="009F36D3">
        <w:rPr>
          <w:cs/>
          <w:lang w:bidi="bn-IN"/>
        </w:rPr>
        <w:lastRenderedPageBreak/>
        <w:t>মাহদী (আঃ) ও তার উচ্চ মর্যাদা</w:t>
      </w:r>
      <w:bookmarkEnd w:id="33"/>
      <w:r w:rsidRPr="009F36D3">
        <w:t xml:space="preserve"> 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(প্রথম অধ্যায়) আবু আব্দুল্লাহ নাঈম</w:t>
      </w:r>
      <w:r w:rsidRPr="009F36D3">
        <w:t xml:space="preserve"> </w:t>
      </w:r>
      <w:r w:rsidRPr="009F36D3">
        <w:rPr>
          <w:cs/>
          <w:lang w:bidi="bn-IN"/>
        </w:rPr>
        <w:t xml:space="preserve">ইবনে হেমাদ থেকে এবং তিনি ইবনে আব্বাস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ঈসা</w:t>
      </w:r>
      <w:r w:rsidRPr="009F36D3">
        <w:t xml:space="preserve"> </w:t>
      </w:r>
      <w:r w:rsidRPr="009F36D3">
        <w:rPr>
          <w:cs/>
          <w:lang w:bidi="bn-IN"/>
        </w:rPr>
        <w:t>ইবনে মারইয়াম তার দৃষ্টিতে যখন প্রথম দেখলেন মুহাম্মাদ (সাঃ)-এর</w:t>
      </w:r>
      <w:r w:rsidRPr="009F36D3">
        <w:t xml:space="preserve"> </w:t>
      </w:r>
      <w:r w:rsidRPr="009F36D3">
        <w:rPr>
          <w:cs/>
          <w:lang w:bidi="bn-IN"/>
        </w:rPr>
        <w:t>বংশধর ক্বায়েমকে কী দান করা হবে তখন তিনি বললেনঃ ইয়া রাব</w:t>
      </w:r>
      <w:r w:rsidRPr="009F36D3">
        <w:t xml:space="preserve">, </w:t>
      </w:r>
      <w:r w:rsidRPr="009F36D3">
        <w:rPr>
          <w:cs/>
          <w:lang w:bidi="bn-IN"/>
        </w:rPr>
        <w:t>আলে</w:t>
      </w:r>
      <w:r w:rsidRPr="009F36D3">
        <w:t xml:space="preserve"> </w:t>
      </w:r>
      <w:r w:rsidRPr="009F36D3">
        <w:rPr>
          <w:cs/>
          <w:lang w:bidi="bn-IN"/>
        </w:rPr>
        <w:t xml:space="preserve">মুহাম্মাদের ক্বায়েমের মর্যাদা আমাকে দান করুন। তাকে বলা হলো-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>আসবে আহমাদের সন্তান থেকে।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তিনি দ্বিতীয়বার দেখলেন এবং</w:t>
      </w:r>
      <w:r w:rsidRPr="009F36D3">
        <w:t xml:space="preserve"> </w:t>
      </w:r>
      <w:r w:rsidRPr="009F36D3">
        <w:rPr>
          <w:cs/>
          <w:lang w:bidi="bn-IN"/>
        </w:rPr>
        <w:t>প্রথমে যা দেখেছিলেন তা-ই দেখলেন। তিনি আবারও একই জিনিস</w:t>
      </w:r>
      <w:r w:rsidRPr="009F36D3">
        <w:t xml:space="preserve"> </w:t>
      </w:r>
      <w:r w:rsidRPr="009F36D3">
        <w:rPr>
          <w:cs/>
          <w:lang w:bidi="bn-IN"/>
        </w:rPr>
        <w:t>চাইলেন এবং একই উত্তর শুনলেন। তিনি তৃতীয়বারের মত তাকালেন</w:t>
      </w:r>
      <w:r w:rsidRPr="009F36D3">
        <w:t xml:space="preserve"> </w:t>
      </w:r>
      <w:r w:rsidRPr="009F36D3">
        <w:rPr>
          <w:cs/>
          <w:lang w:bidi="bn-IN"/>
        </w:rPr>
        <w:t>এবং আগের মতই সব দেখলেন। তিনি আবারও অনুরোধ করলেন এবং</w:t>
      </w:r>
      <w:r w:rsidRPr="009F36D3">
        <w:t xml:space="preserve"> </w:t>
      </w:r>
      <w:r w:rsidRPr="009F36D3">
        <w:rPr>
          <w:cs/>
          <w:lang w:bidi="bn-IN"/>
        </w:rPr>
        <w:t>একই উত্তর পেলেন।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এছাড়া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 এর লেখক সালেম আশাল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করেন- আমি ঠিক এ ধরনের একটি হাদীস শুনেছি যে আবু জাফর</w:t>
      </w:r>
      <w:r w:rsidRPr="009F36D3">
        <w:t xml:space="preserve"> </w:t>
      </w:r>
      <w:r w:rsidRPr="009F36D3">
        <w:rPr>
          <w:cs/>
          <w:lang w:bidi="bn-IN"/>
        </w:rPr>
        <w:t>মুহাম্মাদ ইবনে আলী (আঃ) বলতেন-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মাহদী</w:t>
      </w:r>
      <w:r w:rsidRPr="009F36D3">
        <w:t xml:space="preserve">, </w:t>
      </w:r>
      <w:r w:rsidRPr="009F36D3">
        <w:rPr>
          <w:cs/>
          <w:lang w:bidi="bn-IN"/>
        </w:rPr>
        <w:t>হে প্রতীক্ষিতজন</w:t>
      </w:r>
      <w:r w:rsidRPr="009F36D3">
        <w:t>,</w:t>
      </w:r>
      <w:r w:rsidRPr="009F36D3">
        <w:rPr>
          <w:cs/>
          <w:lang w:bidi="bn-IN"/>
        </w:rPr>
        <w:t xml:space="preserve"> হে আলে মুহাম্মাদের ক্বায়েম</w:t>
      </w:r>
      <w:r w:rsidRPr="009F36D3">
        <w:t xml:space="preserve">, </w:t>
      </w:r>
      <w:r w:rsidRPr="009F36D3">
        <w:rPr>
          <w:cs/>
          <w:lang w:bidi="bn-IN"/>
        </w:rPr>
        <w:t>তোমার জন্য আমার জীবন উৎসর্গিত হোক। কী ঐশী মর্যাদাই না</w:t>
      </w:r>
      <w:r w:rsidRPr="009F36D3">
        <w:t xml:space="preserve"> </w:t>
      </w:r>
      <w:r w:rsidRPr="009F36D3">
        <w:rPr>
          <w:cs/>
          <w:lang w:bidi="bn-IN"/>
        </w:rPr>
        <w:t>আল্লাহ তোমাকে দিয়েছেন এবং নির্ধারিত করেছেন</w:t>
      </w:r>
      <w:r w:rsidRPr="009F36D3">
        <w:t xml:space="preserve">; </w:t>
      </w:r>
      <w:r w:rsidRPr="009F36D3">
        <w:rPr>
          <w:cs/>
          <w:lang w:bidi="bn-IN"/>
        </w:rPr>
        <w:t>আর এটিকে</w:t>
      </w:r>
      <w:r w:rsidRPr="009F36D3">
        <w:t xml:space="preserve"> </w:t>
      </w:r>
      <w:r w:rsidRPr="009F36D3">
        <w:rPr>
          <w:cs/>
          <w:lang w:bidi="bn-IN"/>
        </w:rPr>
        <w:t>শ্রেষ্ঠতর করেছেন তোমার মর্যাদার জন্য ঐ পর্যন্ত</w:t>
      </w:r>
      <w:r w:rsidRPr="009F36D3">
        <w:t xml:space="preserve"> </w:t>
      </w:r>
      <w:r w:rsidRPr="009F36D3">
        <w:rPr>
          <w:cs/>
          <w:lang w:bidi="bn-IN"/>
        </w:rPr>
        <w:t>যখন আল্লাহর</w:t>
      </w:r>
      <w:r w:rsidRPr="009F36D3">
        <w:t xml:space="preserve"> </w:t>
      </w:r>
      <w:r w:rsidRPr="009F36D3">
        <w:rPr>
          <w:cs/>
          <w:lang w:bidi="bn-IN"/>
        </w:rPr>
        <w:t>সাথে নিভৃতে আলাপকারী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মূসা ইবনে ইমরান এবং</w:t>
      </w:r>
      <w:r w:rsidRPr="009F36D3">
        <w:t xml:space="preserve"> </w:t>
      </w:r>
      <w:r w:rsidRPr="009F36D3">
        <w:rPr>
          <w:cs/>
          <w:lang w:bidi="bn-IN"/>
        </w:rPr>
        <w:t>রুহুল্লাহ ঈসা ইবনে মরিয়ম চেয়েছিলেন তোমার এ উচ্চ মর্যাদা</w:t>
      </w:r>
      <w:r w:rsidRPr="009F36D3">
        <w:t xml:space="preserve"> </w:t>
      </w:r>
      <w:r w:rsidRPr="009F36D3">
        <w:rPr>
          <w:cs/>
          <w:lang w:bidi="bn-IN"/>
        </w:rPr>
        <w:t>পেতে যদিও তাদের ছিলো উচ্চ ঐশী মর্যাদা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যাহোক</w:t>
      </w:r>
      <w:r w:rsidRPr="009F36D3">
        <w:t xml:space="preserve">, </w:t>
      </w:r>
      <w:r w:rsidRPr="009F36D3">
        <w:rPr>
          <w:cs/>
          <w:lang w:bidi="bn-IN"/>
        </w:rPr>
        <w:t>আল্লাহ</w:t>
      </w:r>
      <w:r w:rsidRPr="009F36D3">
        <w:t xml:space="preserve"> </w:t>
      </w:r>
      <w:r w:rsidRPr="009F36D3">
        <w:rPr>
          <w:cs/>
          <w:lang w:bidi="bn-IN"/>
        </w:rPr>
        <w:t>তাদের ইচ্ছাকে গ্রহণ করেন নি। যখন তারা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জনই</w:t>
      </w:r>
      <w:r w:rsidRPr="009F36D3">
        <w:t xml:space="preserve"> </w:t>
      </w:r>
      <w:r w:rsidRPr="009F36D3">
        <w:rPr>
          <w:cs/>
          <w:lang w:bidi="bn-IN"/>
        </w:rPr>
        <w:t>তাকিয়েছিলো তোমার ঐশী মর্যাদার দিকে</w:t>
      </w:r>
      <w:r w:rsidRPr="009F36D3">
        <w:t xml:space="preserve">, </w:t>
      </w:r>
      <w:r w:rsidRPr="009F36D3">
        <w:rPr>
          <w:cs/>
          <w:lang w:bidi="bn-IN"/>
        </w:rPr>
        <w:t>যা তোমাকে আল্লাহ</w:t>
      </w:r>
      <w:r w:rsidRPr="009F36D3">
        <w:t xml:space="preserve"> </w:t>
      </w:r>
      <w:r w:rsidRPr="009F36D3">
        <w:rPr>
          <w:cs/>
          <w:lang w:bidi="bn-IN"/>
        </w:rPr>
        <w:t>দান করেছেন</w:t>
      </w:r>
      <w:r w:rsidRPr="009F36D3">
        <w:t xml:space="preserve">, </w:t>
      </w:r>
      <w:r w:rsidRPr="009F36D3">
        <w:rPr>
          <w:cs/>
          <w:lang w:bidi="bn-IN"/>
        </w:rPr>
        <w:t>তখন তারা মগ্ধু হয়ে গেলো এবং এ মর্যাদা</w:t>
      </w:r>
      <w:r w:rsidRPr="009F36D3">
        <w:t xml:space="preserve"> </w:t>
      </w:r>
      <w:r w:rsidRPr="009F36D3">
        <w:rPr>
          <w:cs/>
          <w:lang w:bidi="bn-IN"/>
        </w:rPr>
        <w:t>তাদেরকেও দানের জন্য আল্লাহকে অনুরোধ জানালো। কিন্তু</w:t>
      </w:r>
      <w:r w:rsidRPr="009F36D3">
        <w:t xml:space="preserve"> </w:t>
      </w:r>
      <w:r w:rsidRPr="009F36D3">
        <w:rPr>
          <w:cs/>
          <w:lang w:bidi="bn-IN"/>
        </w:rPr>
        <w:t xml:space="preserve">তারা যে উত্তর পেলো তা হলো-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একমাত্র আলে মুহাম্মাদের</w:t>
      </w:r>
      <w:r w:rsidRPr="009F36D3">
        <w:t xml:space="preserve"> </w:t>
      </w:r>
      <w:r w:rsidRPr="009F36D3">
        <w:rPr>
          <w:cs/>
          <w:lang w:bidi="bn-IN"/>
        </w:rPr>
        <w:t>ক্বায়েম ছাড়া এ মর্যাদা কেউ পাবে না।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তখন তারা মাহদীর অস্তিত্ব</w:t>
      </w:r>
      <w:r w:rsidRPr="009F36D3">
        <w:t xml:space="preserve"> </w:t>
      </w:r>
      <w:r w:rsidRPr="009F36D3">
        <w:rPr>
          <w:cs/>
          <w:lang w:bidi="bn-IN"/>
        </w:rPr>
        <w:t>ও আবির্ভাবের কারণে যে প্রতিক্রিয়া</w:t>
      </w:r>
      <w:r w:rsidRPr="009F36D3">
        <w:t xml:space="preserve"> </w:t>
      </w:r>
      <w:r w:rsidRPr="009F36D3">
        <w:rPr>
          <w:cs/>
          <w:lang w:bidi="bn-IN"/>
        </w:rPr>
        <w:t>ঘটবে (অথার্ৎ সত্য বিশ্বাস</w:t>
      </w:r>
      <w:r w:rsidRPr="009F36D3">
        <w:t xml:space="preserve"> </w:t>
      </w:r>
      <w:r w:rsidRPr="009F36D3">
        <w:rPr>
          <w:cs/>
          <w:lang w:bidi="bn-IN"/>
        </w:rPr>
        <w:t>পূর্ব  ও পশ্চিমে বিজয় লাভ করবে</w:t>
      </w:r>
      <w:r w:rsidRPr="009F36D3">
        <w:t xml:space="preserve">, </w:t>
      </w:r>
      <w:r w:rsidRPr="009F36D3">
        <w:rPr>
          <w:cs/>
          <w:lang w:bidi="bn-IN"/>
        </w:rPr>
        <w:t>সাম্য ও ন্যায়বিচার প্রতিষ্ঠিত হবে এবং নৃশংসতা ও অত্যাচার</w:t>
      </w:r>
      <w:r w:rsidRPr="009F36D3">
        <w:t xml:space="preserve"> </w:t>
      </w:r>
      <w:r w:rsidRPr="009F36D3">
        <w:rPr>
          <w:cs/>
          <w:lang w:bidi="bn-IN"/>
        </w:rPr>
        <w:lastRenderedPageBreak/>
        <w:t>ধ্বংস হবে)</w:t>
      </w:r>
      <w:r w:rsidRPr="009F36D3">
        <w:t xml:space="preserve">, </w:t>
      </w:r>
      <w:r w:rsidRPr="009F36D3">
        <w:rPr>
          <w:cs/>
          <w:lang w:bidi="bn-IN"/>
        </w:rPr>
        <w:t>তার দিকে তাকালেন</w:t>
      </w:r>
      <w:r w:rsidRPr="009F36D3">
        <w:t xml:space="preserve">, </w:t>
      </w:r>
      <w:r w:rsidRPr="009F36D3">
        <w:rPr>
          <w:cs/>
          <w:lang w:bidi="bn-IN"/>
        </w:rPr>
        <w:t>তারা আল্লাহকে অনুরোধ</w:t>
      </w:r>
      <w:r w:rsidRPr="009F36D3">
        <w:t xml:space="preserve"> </w:t>
      </w:r>
      <w:r w:rsidRPr="009F36D3">
        <w:rPr>
          <w:cs/>
          <w:lang w:bidi="bn-IN"/>
        </w:rPr>
        <w:t>জানিয়েছিলেন এর প্রতিক্রিয়া তাদের পৃষ্ঠপোষকতায় আসুক এবং</w:t>
      </w:r>
      <w:r w:rsidRPr="009F36D3">
        <w:t xml:space="preserve"> </w:t>
      </w:r>
      <w:r w:rsidRPr="009F36D3">
        <w:rPr>
          <w:cs/>
          <w:lang w:bidi="bn-IN"/>
        </w:rPr>
        <w:t>তাদের প্রচার কাজের ফলাফল হিসাবে আসুক। কিন্তু তাদেরকে</w:t>
      </w:r>
      <w:r w:rsidRPr="009F36D3">
        <w:t xml:space="preserve"> </w:t>
      </w:r>
      <w:r w:rsidRPr="009F36D3">
        <w:rPr>
          <w:cs/>
          <w:lang w:bidi="bn-IN"/>
        </w:rPr>
        <w:t xml:space="preserve">বলা হয়েছিলো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 উচ্চ মর্যাদা শুধু আলে মুহাম্মাদের কায়েমের</w:t>
      </w:r>
      <w:r w:rsidRPr="009F36D3">
        <w:t xml:space="preserve"> </w:t>
      </w:r>
      <w:r w:rsidRPr="009F36D3">
        <w:rPr>
          <w:cs/>
          <w:lang w:bidi="bn-IN"/>
        </w:rPr>
        <w:t>জন্য নিধারিত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Pr="006E1E70" w:rsidRDefault="00B363D3" w:rsidP="006E1E70">
      <w:r>
        <w:br w:type="page"/>
      </w:r>
    </w:p>
    <w:p w:rsidR="005A057D" w:rsidRPr="009F36D3" w:rsidRDefault="005A057D" w:rsidP="00B363D3">
      <w:pPr>
        <w:pStyle w:val="Heading2Center"/>
      </w:pPr>
      <w:bookmarkStart w:id="34" w:name="_Toc451691949"/>
      <w:r w:rsidRPr="009F36D3">
        <w:rPr>
          <w:cs/>
          <w:lang w:bidi="bn-IN"/>
        </w:rPr>
        <w:lastRenderedPageBreak/>
        <w:t>মাহদী (আঃ) ও ঈসা (আঃ)</w:t>
      </w:r>
      <w:bookmarkEnd w:id="34"/>
      <w:r w:rsidRPr="009F36D3">
        <w:t xml:space="preserve"> </w:t>
      </w:r>
    </w:p>
    <w:p w:rsidR="00B363D3" w:rsidRDefault="00B363D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বোখারী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২য় খণ্ডে ১৫৮ পৃষ্ঠায় আবু হুরায়রা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করেছেন যে রাসূল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তোমাদের অবস্থান তখন কী হবে যখন মারইয়ামের পুত্র</w:t>
      </w:r>
      <w:r w:rsidRPr="009F36D3">
        <w:t xml:space="preserve"> </w:t>
      </w:r>
      <w:r w:rsidRPr="009F36D3">
        <w:rPr>
          <w:cs/>
          <w:lang w:bidi="bn-IN"/>
        </w:rPr>
        <w:t>তোমাদের মাঝে অবতরণ করবে এবং তোমাদের ইমাম</w:t>
      </w:r>
      <w:r w:rsidRPr="009F36D3">
        <w:t xml:space="preserve"> </w:t>
      </w:r>
      <w:r w:rsidRPr="009F36D3">
        <w:rPr>
          <w:cs/>
          <w:lang w:bidi="bn-IN"/>
        </w:rPr>
        <w:t>তোমাদের মাঝ থেকে আসবে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হাদীস একই সূত্র থেকে বর্ণনা করেছেন মুসলিম।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(প্রথম অধ্যায়ে) হাফেজ আবু নাঈম</w:t>
      </w:r>
      <w:r w:rsidRPr="009F36D3">
        <w:t xml:space="preserve"> </w:t>
      </w:r>
      <w:r w:rsidRPr="009F36D3">
        <w:rPr>
          <w:cs/>
          <w:lang w:bidi="bn-IN"/>
        </w:rPr>
        <w:t xml:space="preserve">ইসফাহানীর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মানাক্বেবুল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খুদরী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তিনি রাসূল (সাঃ) থেকে বর্ণনা করেনঃ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আমাদের কাছ থেকেই সেই ব্যক্তি যার পিছনে ঈসা নামাজ</w:t>
      </w:r>
      <w:r w:rsidRPr="009F36D3">
        <w:t xml:space="preserve"> </w:t>
      </w:r>
      <w:r w:rsidRPr="009F36D3">
        <w:rPr>
          <w:cs/>
          <w:lang w:bidi="bn-IN"/>
        </w:rPr>
        <w:t>পড়বেন।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বিষয়ে হাদীস অনেক রয়েছে এবং তার ইমামত</w:t>
      </w:r>
      <w:r w:rsidRPr="009F36D3">
        <w:t xml:space="preserve">, </w:t>
      </w:r>
      <w:r w:rsidRPr="009F36D3">
        <w:rPr>
          <w:cs/>
          <w:lang w:bidi="bn-IN"/>
        </w:rPr>
        <w:t>মর্যাদা ও নেতৃত্ব</w:t>
      </w:r>
      <w:r w:rsidRPr="009F36D3">
        <w:t xml:space="preserve"> </w:t>
      </w:r>
      <w:r w:rsidRPr="009F36D3">
        <w:rPr>
          <w:cs/>
          <w:lang w:bidi="bn-IN"/>
        </w:rPr>
        <w:t>সম্পর্কে যা বর্ণনা করেছি তা যথেষ্ট।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গাঞ্জী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বায়ান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নামাজ সম্পর্কে হাদীস বর্ণনা</w:t>
      </w:r>
      <w:r w:rsidRPr="009F36D3">
        <w:t xml:space="preserve"> </w:t>
      </w:r>
      <w:r w:rsidRPr="009F36D3">
        <w:rPr>
          <w:cs/>
          <w:lang w:bidi="bn-IN"/>
        </w:rPr>
        <w:t>করার পর বলেন- যদি কেউ বলেঃ এ হাদীসের সত্যতা যে ঈসা (আঃ)</w:t>
      </w:r>
      <w:r w:rsidRPr="009F36D3">
        <w:t xml:space="preserve"> </w:t>
      </w:r>
      <w:r w:rsidRPr="009F36D3">
        <w:rPr>
          <w:cs/>
          <w:lang w:bidi="bn-IN"/>
        </w:rPr>
        <w:t>মাহদী (আঃ)- এর পিছনে নামাজ পড়বেন এবং তার পাশে থেকে যুদ্ধ</w:t>
      </w:r>
      <w:r w:rsidRPr="009F36D3">
        <w:t xml:space="preserve"> </w:t>
      </w:r>
      <w:r w:rsidRPr="009F36D3">
        <w:rPr>
          <w:cs/>
          <w:lang w:bidi="bn-IN"/>
        </w:rPr>
        <w:t>করবেন এবং ঈসা মাহদীর উপস্থিতিতে দাজ্জালকে হত্যা করবেন এবং</w:t>
      </w:r>
      <w:r w:rsidRPr="009F36D3">
        <w:t xml:space="preserve"> </w:t>
      </w:r>
      <w:r w:rsidRPr="009F36D3">
        <w:rPr>
          <w:cs/>
          <w:lang w:bidi="bn-IN"/>
        </w:rPr>
        <w:t>নামাজের সময় ঈসার উপরে মাহদীর অগ্রাধিকার থাকবে এগুলো সবই</w:t>
      </w:r>
      <w:r w:rsidRPr="009F36D3">
        <w:t xml:space="preserve"> </w:t>
      </w:r>
      <w:r w:rsidRPr="009F36D3">
        <w:rPr>
          <w:cs/>
          <w:lang w:bidi="bn-IN"/>
        </w:rPr>
        <w:t>সুপরিচিত</w:t>
      </w:r>
      <w:r w:rsidRPr="009F36D3">
        <w:t>,</w:t>
      </w:r>
      <w:r w:rsidRPr="009F36D3">
        <w:rPr>
          <w:cs/>
          <w:lang w:bidi="bn-IN"/>
        </w:rPr>
        <w:t xml:space="preserve"> তাহলো একইভাবে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জিহাদ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সময়ও তার মর্যাদা ঈসার</w:t>
      </w:r>
      <w:r w:rsidRPr="009F36D3">
        <w:t xml:space="preserve"> </w:t>
      </w:r>
      <w:r w:rsidRPr="009F36D3">
        <w:rPr>
          <w:cs/>
          <w:lang w:bidi="bn-IN"/>
        </w:rPr>
        <w:t>চাইতে বেশী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হাদীসসমূহের সত্যতা আহলে সূন্নাতের কাছে দৃঢ় এবং একইভাবে</w:t>
      </w:r>
      <w:r w:rsidRPr="009F36D3">
        <w:t xml:space="preserve"> </w:t>
      </w:r>
      <w:r w:rsidRPr="009F36D3">
        <w:rPr>
          <w:cs/>
          <w:lang w:bidi="bn-IN"/>
        </w:rPr>
        <w:t>শিয়ারাও তা বর্ণনা করেছে।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ও উম্মাহ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 বর্ণনা করেন আবু</w:t>
      </w:r>
      <w:r w:rsidRPr="009F36D3">
        <w:t xml:space="preserve"> </w:t>
      </w:r>
      <w:r w:rsidRPr="009F36D3">
        <w:rPr>
          <w:cs/>
          <w:lang w:bidi="bn-IN"/>
        </w:rPr>
        <w:t>উমার মুক্কারী থেকে এবং তিনি হুযাইফা ইবনে ইয়ামানী থেকে এবং তিনি</w:t>
      </w:r>
      <w:r w:rsidRPr="009F36D3">
        <w:t xml:space="preserve"> </w:t>
      </w:r>
      <w:r w:rsidRPr="009F36D3">
        <w:rPr>
          <w:cs/>
          <w:lang w:bidi="bn-IN"/>
        </w:rPr>
        <w:t>রাসূল (সাঃ) থেকে</w:t>
      </w:r>
      <w:r w:rsidRPr="009F36D3">
        <w:t xml:space="preserve">, </w:t>
      </w:r>
      <w:r w:rsidRPr="009F36D3">
        <w:rPr>
          <w:cs/>
          <w:lang w:bidi="bn-IN"/>
        </w:rPr>
        <w:t>যিনি সুফিয়ানী ও তার খারাপ কাজের ঘটনা সম্পর্কে</w:t>
      </w:r>
      <w:r w:rsidRPr="009F36D3">
        <w:t xml:space="preserve"> </w:t>
      </w:r>
      <w:r w:rsidRPr="009F36D3">
        <w:rPr>
          <w:cs/>
          <w:lang w:bidi="bn-IN"/>
        </w:rPr>
        <w:t>বলতে গিয়ে বলেনঃ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একটি উচ্চ কন্ঠ শোনা যাবে আকাশ থেকে - এক ধমকের কন্ঠ-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জনগণ</w:t>
      </w:r>
      <w:r w:rsidRPr="009F36D3">
        <w:t xml:space="preserve">, </w:t>
      </w:r>
      <w:r w:rsidRPr="009F36D3">
        <w:rPr>
          <w:cs/>
          <w:lang w:bidi="bn-IN"/>
        </w:rPr>
        <w:t>নিশ্চয়ই আল্লাহ তোমাদের কাছ থেকে অত্যাচারী</w:t>
      </w:r>
      <w:r w:rsidRPr="009F36D3">
        <w:t xml:space="preserve">, </w:t>
      </w:r>
      <w:r w:rsidRPr="009F36D3">
        <w:rPr>
          <w:cs/>
          <w:lang w:bidi="bn-IN"/>
        </w:rPr>
        <w:t>মোনাফেক ও তাদের অনুসারীদের হাত কেটে ফেলেছেন এবং</w:t>
      </w:r>
      <w:r w:rsidRPr="009F36D3">
        <w:t xml:space="preserve"> </w:t>
      </w:r>
      <w:r w:rsidRPr="009F36D3">
        <w:rPr>
          <w:cs/>
          <w:lang w:bidi="bn-IN"/>
        </w:rPr>
        <w:t>মুহাম্মাদ-এর উম্মাহ থেকে সর্বশ্রেষ্ঠকে তোমাদের পথ প্রদর্শক</w:t>
      </w:r>
      <w:r w:rsidRPr="009F36D3">
        <w:t xml:space="preserve"> </w:t>
      </w:r>
      <w:r w:rsidRPr="009F36D3">
        <w:rPr>
          <w:cs/>
          <w:lang w:bidi="bn-IN"/>
        </w:rPr>
        <w:t>বানিয়েছেন</w:t>
      </w:r>
      <w:r w:rsidRPr="009F36D3">
        <w:t xml:space="preserve">, </w:t>
      </w:r>
      <w:r w:rsidRPr="009F36D3">
        <w:rPr>
          <w:cs/>
          <w:lang w:bidi="bn-IN"/>
        </w:rPr>
        <w:t>তাকে মক্কায় খোজঁ কর। নিশ্চয়ই সেই হলো</w:t>
      </w:r>
      <w:r w:rsidRPr="009F36D3">
        <w:t xml:space="preserve"> </w:t>
      </w:r>
      <w:r w:rsidRPr="009F36D3">
        <w:rPr>
          <w:cs/>
          <w:lang w:bidi="bn-IN"/>
        </w:rPr>
        <w:t>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 এর লেখক (৭ম অধ্যায়) ইমাম আহমদের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ও হাফেয আবু নাঈমের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আওয়ালী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এ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</w:t>
      </w:r>
      <w:r w:rsidRPr="009F36D3">
        <w:t xml:space="preserve"> </w:t>
      </w:r>
      <w:r w:rsidRPr="009F36D3">
        <w:rPr>
          <w:cs/>
          <w:lang w:bidi="bn-IN"/>
        </w:rPr>
        <w:t>আব্দুল্লাহ ইবনে আব্বাস থেকে বর্ণনা করেন- রাসূল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ধ্বংস সে উম্মাহর জন্য নয় যার প্রথম হচ্ছি আমি</w:t>
      </w:r>
      <w:r w:rsidRPr="009F36D3">
        <w:t xml:space="preserve">, </w:t>
      </w:r>
      <w:r w:rsidRPr="009F36D3">
        <w:rPr>
          <w:cs/>
          <w:lang w:bidi="bn-IN"/>
        </w:rPr>
        <w:t>এর শেষ</w:t>
      </w:r>
      <w:r w:rsidRPr="009F36D3">
        <w:t xml:space="preserve"> </w:t>
      </w:r>
      <w:r w:rsidRPr="009F36D3">
        <w:rPr>
          <w:cs/>
          <w:lang w:bidi="bn-IN"/>
        </w:rPr>
        <w:t>হচ্ছে ঈসা এবং মধ্যবর্তী হচ্ছে 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আবু নাঈম- এর কাছ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এবং তিনি ইবনে আব্বাস থেকে যে</w:t>
      </w:r>
      <w:r w:rsidRPr="009F36D3">
        <w:t xml:space="preserve">, </w:t>
      </w:r>
      <w:r w:rsidRPr="009F36D3">
        <w:rPr>
          <w:cs/>
          <w:lang w:bidi="bn-IN"/>
        </w:rPr>
        <w:t>রাসূল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 জাতি যার প্রথম জন আমি। যার শেষ জন ঈসা ইবনে</w:t>
      </w:r>
      <w:r w:rsidRPr="009F36D3">
        <w:t xml:space="preserve"> </w:t>
      </w:r>
      <w:r w:rsidRPr="009F36D3">
        <w:rPr>
          <w:cs/>
          <w:lang w:bidi="bn-IN"/>
        </w:rPr>
        <w:t>মরিয়ম এবং মধ্যবর্তী জন মাহদী তা কখনোই ধ্বংস হবে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হাদীস পাওয়া যায় ইসাফুর রাগেবীনের ১৫১ পৃষ্ঠায়।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 xml:space="preserve">এর লেখক (৭ম অধ্যায়) নাসাঈ-র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সূনান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এবং তিনি আনাস ইবনে মালিক থেকে বর্ণনা করেন যে রাসূল (সাঃ)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ধ্বংস সে জাতির নেই যার প্রথম জন হচ্ছি আমি</w:t>
      </w:r>
      <w:r w:rsidRPr="009F36D3">
        <w:t xml:space="preserve">, </w:t>
      </w:r>
      <w:r w:rsidRPr="009F36D3">
        <w:rPr>
          <w:cs/>
          <w:lang w:bidi="bn-IN"/>
        </w:rPr>
        <w:t>মাহদী হচ্ছে</w:t>
      </w:r>
      <w:r w:rsidRPr="009F36D3">
        <w:t xml:space="preserve"> </w:t>
      </w:r>
      <w:r w:rsidRPr="009F36D3">
        <w:rPr>
          <w:cs/>
          <w:lang w:bidi="bn-IN"/>
        </w:rPr>
        <w:t>মধ্যবর্তী জন ও মসিহ হচ্ছে শেষ জন।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B363D3">
      <w:pPr>
        <w:pStyle w:val="Heading2Center"/>
      </w:pPr>
      <w:bookmarkStart w:id="35" w:name="_Toc451691950"/>
      <w:r w:rsidRPr="009F36D3">
        <w:rPr>
          <w:cs/>
          <w:lang w:bidi="bn-IN"/>
        </w:rPr>
        <w:lastRenderedPageBreak/>
        <w:t>মাহদী (আঃ) ও বেহেশত</w:t>
      </w:r>
      <w:bookmarkEnd w:id="35"/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(৭ম অধ্যায়) ইবনে মাজাহ </w:t>
      </w:r>
      <w:r w:rsidRPr="009F36D3">
        <w:t xml:space="preserve">, </w:t>
      </w:r>
      <w:r w:rsidRPr="009F36D3">
        <w:rPr>
          <w:cs/>
          <w:lang w:bidi="bn-IN"/>
        </w:rPr>
        <w:t>তাবরানী</w:t>
      </w:r>
      <w:r w:rsidRPr="009F36D3">
        <w:t xml:space="preserve">, </w:t>
      </w:r>
      <w:r w:rsidRPr="009F36D3">
        <w:rPr>
          <w:cs/>
          <w:lang w:bidi="bn-IN"/>
        </w:rPr>
        <w:t>আবু নাঈম এবং অন্যান্যদের কাছ থেকে</w:t>
      </w:r>
      <w:r w:rsidRPr="009F36D3">
        <w:t xml:space="preserve">, </w:t>
      </w:r>
      <w:r w:rsidRPr="009F36D3">
        <w:rPr>
          <w:cs/>
          <w:lang w:bidi="bn-IN"/>
        </w:rPr>
        <w:t>তারা আনাস ইবনে</w:t>
      </w:r>
      <w:r w:rsidRPr="009F36D3">
        <w:t xml:space="preserve"> </w:t>
      </w:r>
      <w:r w:rsidRPr="009F36D3">
        <w:rPr>
          <w:cs/>
          <w:lang w:bidi="bn-IN"/>
        </w:rPr>
        <w:t>মালিক থেকে বর্ণনা করেছেন যে রাসূল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আমরা আব্দুল মোত্তালিবের সাত জন সন্তান- আমার ভাই আলী</w:t>
      </w:r>
      <w:r w:rsidRPr="009F36D3">
        <w:t xml:space="preserve">, </w:t>
      </w:r>
      <w:r w:rsidRPr="009F36D3">
        <w:rPr>
          <w:cs/>
          <w:lang w:bidi="bn-IN"/>
        </w:rPr>
        <w:t>জাফর</w:t>
      </w:r>
      <w:r w:rsidRPr="009F36D3">
        <w:t xml:space="preserve">, </w:t>
      </w:r>
      <w:r w:rsidRPr="009F36D3">
        <w:rPr>
          <w:cs/>
          <w:lang w:bidi="bn-IN"/>
        </w:rPr>
        <w:t>হাসান</w:t>
      </w:r>
      <w:r w:rsidRPr="009F36D3">
        <w:t xml:space="preserve">, </w:t>
      </w:r>
      <w:r w:rsidRPr="009F36D3">
        <w:rPr>
          <w:cs/>
          <w:lang w:bidi="bn-IN"/>
        </w:rPr>
        <w:t>হোসেইন</w:t>
      </w:r>
      <w:r w:rsidRPr="009F36D3">
        <w:t xml:space="preserve">, </w:t>
      </w:r>
      <w:r w:rsidRPr="009F36D3">
        <w:rPr>
          <w:cs/>
          <w:lang w:bidi="bn-IN"/>
        </w:rPr>
        <w:t>মাহদী এবং আমি বেহেশতের</w:t>
      </w:r>
      <w:r w:rsidRPr="009F36D3">
        <w:t xml:space="preserve"> </w:t>
      </w:r>
      <w:r w:rsidRPr="009F36D3">
        <w:rPr>
          <w:cs/>
          <w:lang w:bidi="bn-IN"/>
        </w:rPr>
        <w:t>মানুষদের সর্দার।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নাহাজুল বালাগাতে আলী (আঃ)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জেনে রাখো</w:t>
      </w:r>
      <w:r w:rsidRPr="009F36D3">
        <w:t xml:space="preserve">, </w:t>
      </w:r>
      <w:r w:rsidRPr="009F36D3">
        <w:rPr>
          <w:cs/>
          <w:lang w:bidi="bn-IN"/>
        </w:rPr>
        <w:t>হে আল্লাহর সৃষ্ট জীবেরা</w:t>
      </w:r>
      <w:r w:rsidRPr="009F36D3">
        <w:t xml:space="preserve">, </w:t>
      </w:r>
      <w:r w:rsidRPr="009F36D3">
        <w:rPr>
          <w:cs/>
          <w:lang w:bidi="bn-IN"/>
        </w:rPr>
        <w:t>যে আল্লাহকে ভয় করে</w:t>
      </w:r>
      <w:r w:rsidRPr="009F36D3">
        <w:t xml:space="preserve"> </w:t>
      </w:r>
      <w:r w:rsidRPr="009F36D3">
        <w:rPr>
          <w:cs/>
          <w:lang w:bidi="bn-IN"/>
        </w:rPr>
        <w:t>তাকে অবশ্যই ফিতনা থেকে বের হওয়ার পথ দেখানো হবে এবং</w:t>
      </w:r>
      <w:r w:rsidRPr="009F36D3">
        <w:t xml:space="preserve"> </w:t>
      </w:r>
      <w:r w:rsidRPr="009F36D3">
        <w:rPr>
          <w:cs/>
          <w:lang w:bidi="bn-IN"/>
        </w:rPr>
        <w:t>তার অন্ধকারে তাকে একটি নূর দান করা হবে। সে যা চাইবে তা</w:t>
      </w:r>
      <w:r w:rsidRPr="009F36D3">
        <w:t xml:space="preserve"> </w:t>
      </w:r>
      <w:r w:rsidRPr="009F36D3">
        <w:rPr>
          <w:cs/>
          <w:lang w:bidi="bn-IN"/>
        </w:rPr>
        <w:t>তাকে দেয়া হবে। এছাড়া আল্লাহ তাকে প্রাসাদ দেবেন তার</w:t>
      </w:r>
      <w:r w:rsidRPr="009F36D3">
        <w:t xml:space="preserve"> </w:t>
      </w:r>
      <w:r w:rsidRPr="009F36D3">
        <w:rPr>
          <w:cs/>
          <w:lang w:bidi="bn-IN"/>
        </w:rPr>
        <w:t>কাছে এক সুন্দর জায়গায়</w:t>
      </w:r>
      <w:r w:rsidRPr="009F36D3">
        <w:t xml:space="preserve">, </w:t>
      </w:r>
      <w:r w:rsidRPr="009F36D3">
        <w:rPr>
          <w:cs/>
          <w:lang w:bidi="bn-IN"/>
        </w:rPr>
        <w:t>একটি প্রাসাদ যা সে নিজেই নির্মাণ</w:t>
      </w:r>
      <w:r w:rsidRPr="009F36D3">
        <w:t xml:space="preserve"> </w:t>
      </w:r>
      <w:r w:rsidRPr="009F36D3">
        <w:rPr>
          <w:cs/>
          <w:lang w:bidi="bn-IN"/>
        </w:rPr>
        <w:t>করেছে। তার ছাদ হবে তাঁর আরশ এবং এর উজ্জ্বলতা হবে তার</w:t>
      </w:r>
      <w:r w:rsidRPr="009F36D3">
        <w:t xml:space="preserve"> </w:t>
      </w:r>
      <w:r w:rsidRPr="009F36D3">
        <w:rPr>
          <w:cs/>
          <w:lang w:bidi="bn-IN"/>
        </w:rPr>
        <w:t>নিজের সত্তা। ফেরেশতারা তার দর্শনার্থী হবে এবং নবীরা তার</w:t>
      </w:r>
      <w:r w:rsidRPr="009F36D3">
        <w:t xml:space="preserve"> </w:t>
      </w:r>
      <w:r w:rsidRPr="009F36D3">
        <w:rPr>
          <w:cs/>
          <w:lang w:bidi="bn-IN"/>
        </w:rPr>
        <w:t>বন্ধু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 - বেহেশত হচ্ছে একটি জায়গা যা</w:t>
      </w:r>
      <w:r w:rsidRPr="009F36D3">
        <w:t xml:space="preserve"> </w:t>
      </w:r>
      <w:r w:rsidRPr="009F36D3">
        <w:rPr>
          <w:cs/>
          <w:lang w:bidi="bn-IN"/>
        </w:rPr>
        <w:t>আল্লাহ তাঁর অনুগত দাসদের জন্য তৈরী করেছেন। তাই এর অধিবাসীরা</w:t>
      </w:r>
      <w:r w:rsidRPr="009F36D3">
        <w:t xml:space="preserve"> </w:t>
      </w:r>
      <w:r w:rsidRPr="009F36D3">
        <w:rPr>
          <w:cs/>
          <w:lang w:bidi="bn-IN"/>
        </w:rPr>
        <w:t>হচ্ছে সবচেয়ে ভালো ও সবচেয়ে পরহেযগার। সেখানে থাকবে নবীরা</w:t>
      </w:r>
      <w:r w:rsidRPr="009F36D3">
        <w:t xml:space="preserve">, </w:t>
      </w:r>
      <w:r w:rsidRPr="009F36D3">
        <w:rPr>
          <w:cs/>
          <w:lang w:bidi="bn-IN"/>
        </w:rPr>
        <w:t>রাসূলরা</w:t>
      </w:r>
      <w:r w:rsidRPr="009F36D3">
        <w:t xml:space="preserve">, </w:t>
      </w:r>
      <w:r w:rsidRPr="009F36D3">
        <w:rPr>
          <w:cs/>
          <w:lang w:bidi="bn-IN"/>
        </w:rPr>
        <w:t>বিভিন্ন বিশ্বাসী</w:t>
      </w:r>
      <w:r w:rsidRPr="009F36D3">
        <w:t xml:space="preserve"> </w:t>
      </w:r>
      <w:r w:rsidRPr="009F36D3">
        <w:rPr>
          <w:cs/>
          <w:lang w:bidi="bn-IN"/>
        </w:rPr>
        <w:t>ও শহীদরা</w:t>
      </w:r>
      <w:r w:rsidRPr="009F36D3">
        <w:t xml:space="preserve">, </w:t>
      </w:r>
      <w:r w:rsidRPr="009F36D3">
        <w:rPr>
          <w:cs/>
          <w:lang w:bidi="bn-IN"/>
        </w:rPr>
        <w:t>এদের সাথে মাহদী হবে বেহেশতের</w:t>
      </w:r>
      <w:r w:rsidRPr="009F36D3">
        <w:t xml:space="preserve"> </w:t>
      </w:r>
      <w:r w:rsidRPr="009F36D3">
        <w:rPr>
          <w:cs/>
          <w:lang w:bidi="bn-IN"/>
        </w:rPr>
        <w:t>সাত জন সর্দারের একজন। আর বড় সর্দার বলতে এখানে বয়সের কথা</w:t>
      </w:r>
      <w:r w:rsidRPr="009F36D3">
        <w:t xml:space="preserve"> </w:t>
      </w:r>
      <w:r w:rsidRPr="009F36D3">
        <w:rPr>
          <w:cs/>
          <w:lang w:bidi="bn-IN"/>
        </w:rPr>
        <w:t>বলা হয় নি বলা হয়েছে আধ্যাত্মিকতার কথা।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২২৯ পৃষ্ঠায় লিখেছেনঃ ইবনে</w:t>
      </w:r>
      <w:r w:rsidRPr="009F36D3">
        <w:t xml:space="preserve"> </w:t>
      </w:r>
      <w:r w:rsidRPr="009F36D3">
        <w:rPr>
          <w:cs/>
          <w:lang w:bidi="bn-IN"/>
        </w:rPr>
        <w:t xml:space="preserve">শিরউইয়্যাহ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ফিরদাউস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কিতাবে লিখেছেন-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ইবনে আব্বাস</w:t>
      </w:r>
      <w:r w:rsidRPr="009F36D3">
        <w:t xml:space="preserve"> </w:t>
      </w:r>
      <w:r w:rsidRPr="009F36D3">
        <w:rPr>
          <w:cs/>
          <w:lang w:bidi="bn-IN"/>
        </w:rPr>
        <w:t>বলেছেন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হচ্ছে বেহেশতের বাসিন্দাদের মাঝে ময়ুরের মত।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র লেখক এ ধরনের একটি হাদীস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কানযুল</w:t>
      </w:r>
      <w:r w:rsidRPr="009F36D3">
        <w:t xml:space="preserve"> </w:t>
      </w:r>
      <w:r w:rsidRPr="009F36D3">
        <w:rPr>
          <w:cs/>
          <w:lang w:bidi="bn-IN"/>
        </w:rPr>
        <w:t>দাক্বায়েক্ব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তা আহমাদ ইবনে হাম্বাল</w:t>
      </w:r>
      <w:r w:rsidRPr="009F36D3">
        <w:t xml:space="preserve"> </w:t>
      </w:r>
      <w:r w:rsidRPr="009F36D3">
        <w:rPr>
          <w:cs/>
          <w:lang w:bidi="bn-IN"/>
        </w:rPr>
        <w:t>থেকে বর্ণিত হয়েছে।</w:t>
      </w:r>
      <w:r w:rsidRPr="009F36D3">
        <w:t xml:space="preserve"> </w:t>
      </w:r>
    </w:p>
    <w:p w:rsidR="005A057D" w:rsidRPr="009F36D3" w:rsidRDefault="005A057D" w:rsidP="006E1E70">
      <w:pPr>
        <w:rPr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lastRenderedPageBreak/>
        <w:t>মাহদী (আঃ) ও আত্মসমপর্ণ</w:t>
      </w:r>
      <w:r w:rsidRPr="009F36D3">
        <w:t xml:space="preserve"> 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অধ্যায়তে আবু আব্দুল্লাহ নাঈম</w:t>
      </w:r>
      <w:r w:rsidRPr="009F36D3">
        <w:t xml:space="preserve"> </w:t>
      </w:r>
      <w:r w:rsidRPr="009F36D3">
        <w:rPr>
          <w:cs/>
          <w:lang w:bidi="bn-IN"/>
        </w:rPr>
        <w:t>ইবনে হেমাদ থেকে এবং তিনি জাবের ইবনে আব্দুল্লাহ থেকে যিনি</w:t>
      </w:r>
      <w:r w:rsidRPr="009F36D3">
        <w:t xml:space="preserve"> </w:t>
      </w:r>
      <w:r w:rsidRPr="009F36D3">
        <w:rPr>
          <w:cs/>
          <w:lang w:bidi="bn-IN"/>
        </w:rPr>
        <w:t>বলেছেন- এক ব্যক্তি একবার আবু জাফর মুহাম্মাদ ইবনে আলীর সাথে</w:t>
      </w:r>
      <w:r w:rsidRPr="009F36D3">
        <w:t xml:space="preserve"> </w:t>
      </w:r>
      <w:r w:rsidRPr="009F36D3">
        <w:rPr>
          <w:cs/>
          <w:lang w:bidi="bn-IN"/>
        </w:rPr>
        <w:t>সাক্ষাত করলো এবং বললো- এ ৫০০ দিরহাম আমার কাছ থেকে আমার</w:t>
      </w:r>
      <w:r w:rsidRPr="009F36D3">
        <w:t xml:space="preserve"> </w:t>
      </w:r>
      <w:r w:rsidRPr="009F36D3">
        <w:rPr>
          <w:cs/>
          <w:lang w:bidi="bn-IN"/>
        </w:rPr>
        <w:t xml:space="preserve">সম্পদের যাকাত হিসেবে নিন। আবু জাফর বললেন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ওগুলো তুলে নাও</w:t>
      </w:r>
      <w:r w:rsidRPr="009F36D3">
        <w:t xml:space="preserve"> </w:t>
      </w:r>
      <w:r w:rsidRPr="009F36D3">
        <w:rPr>
          <w:cs/>
          <w:lang w:bidi="bn-IN"/>
        </w:rPr>
        <w:t>এবং সেগুলোকে তোমার মুসলিম প্রতিবেশী ভাইদের দাও যারা খুব</w:t>
      </w:r>
      <w:r w:rsidRPr="009F36D3">
        <w:t xml:space="preserve"> </w:t>
      </w:r>
      <w:r w:rsidRPr="009F36D3">
        <w:rPr>
          <w:cs/>
          <w:lang w:bidi="bn-IN"/>
        </w:rPr>
        <w:t>অভাবে আছে।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আমাদের বংশ থেকে</w:t>
      </w:r>
      <w:r w:rsidRPr="009F36D3">
        <w:t xml:space="preserve"> </w:t>
      </w:r>
      <w:r w:rsidRPr="009F36D3">
        <w:rPr>
          <w:cs/>
          <w:lang w:bidi="bn-IN"/>
        </w:rPr>
        <w:t>মাহদী আত্মপ্রকাশ করবে সে সমানভাবে সম্পদ বন্টন করবে এবং</w:t>
      </w:r>
      <w:r w:rsidRPr="009F36D3">
        <w:t xml:space="preserve"> </w:t>
      </w:r>
      <w:r w:rsidRPr="009F36D3">
        <w:rPr>
          <w:cs/>
          <w:lang w:bidi="bn-IN"/>
        </w:rPr>
        <w:t>জনগণের সাথে ন্যায়পরায়ণ আচরণ করবে। অতএব যে তাকে মেনে</w:t>
      </w:r>
      <w:r w:rsidRPr="009F36D3">
        <w:t xml:space="preserve"> </w:t>
      </w:r>
      <w:r w:rsidRPr="009F36D3">
        <w:rPr>
          <w:cs/>
          <w:lang w:bidi="bn-IN"/>
        </w:rPr>
        <w:t>চলবে সে আল্লাহকে মেনে চললো এবং যে তার অবাধ্য হলো সে আল্লাহর</w:t>
      </w:r>
      <w:r w:rsidRPr="009F36D3">
        <w:t xml:space="preserve"> </w:t>
      </w:r>
      <w:r w:rsidRPr="009F36D3">
        <w:rPr>
          <w:cs/>
          <w:lang w:bidi="bn-IN"/>
        </w:rPr>
        <w:t>অবাধ্য হলো।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চতুর্থ অধ্যায়ে হাফেজ আবু আব্দুল্লাহ</w:t>
      </w:r>
      <w:r w:rsidRPr="009F36D3">
        <w:t xml:space="preserve"> </w:t>
      </w:r>
      <w:r w:rsidRPr="009F36D3">
        <w:rPr>
          <w:cs/>
          <w:lang w:bidi="bn-IN"/>
        </w:rPr>
        <w:t>নাঈম ইবনে হেমাদ থেকে বর্ণনা করেন যে রাসূল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এক আহবানকারী আকাশ থেকে ডাক দিবে এভাবে-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</w:t>
      </w:r>
      <w:r w:rsidRPr="009F36D3">
        <w:t xml:space="preserve"> </w:t>
      </w:r>
      <w:r w:rsidRPr="009F36D3">
        <w:rPr>
          <w:cs/>
          <w:lang w:bidi="bn-IN"/>
        </w:rPr>
        <w:t>রাখো</w:t>
      </w:r>
      <w:r w:rsidRPr="009F36D3">
        <w:t xml:space="preserve">, </w:t>
      </w:r>
      <w:r w:rsidRPr="009F36D3">
        <w:rPr>
          <w:cs/>
          <w:lang w:bidi="bn-IN"/>
        </w:rPr>
        <w:t>আল্লাহর দাসদের মাঝে তাঁর বাছাইকৃত হচ্ছে অমুক। তাই</w:t>
      </w:r>
      <w:r w:rsidRPr="009F36D3">
        <w:t xml:space="preserve"> </w:t>
      </w:r>
      <w:r w:rsidRPr="009F36D3">
        <w:rPr>
          <w:cs/>
          <w:lang w:bidi="bn-IN"/>
        </w:rPr>
        <w:t>তার কথা শোন ও তাকে মেনে চলো।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হাদীস এসেছে উক্ত বইয়ের সপ্তম অধ্যায়ে এবং এর লেখক</w:t>
      </w:r>
      <w:r w:rsidRPr="009F36D3">
        <w:t xml:space="preserve"> </w:t>
      </w:r>
      <w:r w:rsidRPr="009F36D3">
        <w:rPr>
          <w:cs/>
          <w:lang w:bidi="bn-IN"/>
        </w:rPr>
        <w:t xml:space="preserve">বলেছেন অমুক বলতে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কে বোঝানো হয়েছে।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(৪৩৫ পৃষ্ঠায়) ইবনে মাজাহ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যিনি ইবনে উমার থেকে</w:t>
      </w:r>
      <w:r w:rsidRPr="009F36D3">
        <w:t xml:space="preserve">, </w:t>
      </w:r>
      <w:r w:rsidRPr="009F36D3">
        <w:rPr>
          <w:cs/>
          <w:lang w:bidi="bn-IN"/>
        </w:rPr>
        <w:t>যিনি রাসূল (সাঃ) থেকে বর্ণনা করেছেনঃ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ফেরেশতারা আকাশ থেকে ডেকে উঠবে এবং জনগণকে তার</w:t>
      </w:r>
      <w:r w:rsidRPr="009F36D3">
        <w:t xml:space="preserve"> </w:t>
      </w:r>
      <w:r w:rsidRPr="009F36D3">
        <w:rPr>
          <w:cs/>
          <w:lang w:bidi="bn-IN"/>
        </w:rPr>
        <w:t>প্রতি উৎসাহিত করবে এবং বলবে- নিশ্চয়ই মাহদী আত্মপ্রকাশ</w:t>
      </w:r>
      <w:r w:rsidRPr="009F36D3">
        <w:t xml:space="preserve"> </w:t>
      </w:r>
      <w:r w:rsidRPr="009F36D3">
        <w:rPr>
          <w:cs/>
          <w:lang w:bidi="bn-IN"/>
        </w:rPr>
        <w:t>করেছে। তাকে মেনে চলো।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Default="00B363D3" w:rsidP="00B363D3">
      <w:pPr>
        <w:pStyle w:val="libCenterBold1"/>
        <w:rPr>
          <w:cs/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ও সত্য</w:t>
      </w:r>
      <w:r w:rsidRPr="009F36D3">
        <w:t xml:space="preserve"> 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(সপ্তম অধ্যায়ে) বর্ণনা করেছেন আবুল</w:t>
      </w:r>
      <w:r w:rsidRPr="009F36D3">
        <w:t xml:space="preserve"> </w:t>
      </w:r>
      <w:r w:rsidRPr="009F36D3">
        <w:rPr>
          <w:cs/>
          <w:lang w:bidi="bn-IN"/>
        </w:rPr>
        <w:t xml:space="preserve">কাসেম তাবরানীর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মুয়াজাম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আবু নাঈম ইসফাহানীর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হাফেয আবু আব্দুল্লাহ নাঈম ইবনে হেমাদ থেকে</w:t>
      </w:r>
      <w:r w:rsidRPr="009F36D3">
        <w:t xml:space="preserve">, </w:t>
      </w:r>
      <w:r w:rsidRPr="009F36D3">
        <w:rPr>
          <w:cs/>
          <w:lang w:bidi="bn-IN"/>
        </w:rPr>
        <w:t>যারা আমিরুল</w:t>
      </w:r>
      <w:r w:rsidRPr="009F36D3">
        <w:t xml:space="preserve"> </w:t>
      </w:r>
      <w:r w:rsidRPr="009F36D3">
        <w:rPr>
          <w:cs/>
          <w:lang w:bidi="bn-IN"/>
        </w:rPr>
        <w:t>মুমিনীন আলী ইবনে আবি তালিব (আঃ) থেকে এবং তিনি রাসূল (সাঃ)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যিনি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আহবানকারী আকাশ থেকে ডাকবে যে</w:t>
      </w:r>
      <w:r w:rsidRPr="009F36D3">
        <w:t xml:space="preserve">, </w:t>
      </w:r>
      <w:r w:rsidRPr="009F36D3">
        <w:rPr>
          <w:cs/>
          <w:lang w:bidi="bn-IN"/>
        </w:rPr>
        <w:t>সত্য পাওয়া যাবে</w:t>
      </w:r>
      <w:r w:rsidRPr="009F36D3">
        <w:t xml:space="preserve"> </w:t>
      </w:r>
      <w:r w:rsidRPr="009F36D3">
        <w:rPr>
          <w:cs/>
          <w:lang w:bidi="bn-IN"/>
        </w:rPr>
        <w:t>মুহাম্মাদের পরিবারে</w:t>
      </w:r>
      <w:r w:rsidRPr="009F36D3">
        <w:t xml:space="preserve">, </w:t>
      </w:r>
      <w:r w:rsidRPr="009F36D3">
        <w:rPr>
          <w:cs/>
          <w:lang w:bidi="bn-IN"/>
        </w:rPr>
        <w:t>মাহদী সেই মুহূর্তে আত্মপ্রকাশ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উল্লেখিত বইয়ের (অংশ ৩</w:t>
      </w:r>
      <w:r w:rsidRPr="009F36D3">
        <w:t xml:space="preserve">, </w:t>
      </w:r>
      <w:r w:rsidRPr="009F36D3">
        <w:rPr>
          <w:cs/>
          <w:lang w:bidi="bn-IN"/>
        </w:rPr>
        <w:t>অধ্যায় ৭) লেখক বর্ণনা করেন আমিরুল</w:t>
      </w:r>
      <w:r w:rsidRPr="009F36D3">
        <w:t xml:space="preserve"> </w:t>
      </w:r>
      <w:r w:rsidRPr="009F36D3">
        <w:rPr>
          <w:cs/>
          <w:lang w:bidi="bn-IN"/>
        </w:rPr>
        <w:t xml:space="preserve">মুমিনীন আলী ইবনে আবি তালিব (আঃ) থেকে যে-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যখনই আহবানকারী</w:t>
      </w:r>
      <w:r w:rsidRPr="009F36D3">
        <w:t xml:space="preserve"> </w:t>
      </w:r>
      <w:r w:rsidRPr="009F36D3">
        <w:rPr>
          <w:cs/>
          <w:lang w:bidi="bn-IN"/>
        </w:rPr>
        <w:t>আকাশ থেকে ডেকে উঠবে যে মুহাম্মাদের পরিবারের সাথে সত্য রয়েছে</w:t>
      </w:r>
      <w:r w:rsidRPr="009F36D3">
        <w:t xml:space="preserve">, </w:t>
      </w:r>
      <w:r w:rsidRPr="009F36D3">
        <w:rPr>
          <w:cs/>
          <w:lang w:bidi="bn-IN"/>
        </w:rPr>
        <w:t>মাহদী তখন আসবে।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মূসাউইয়্যাহ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লিখেছেন- আহমাদ ইবনে মূসা</w:t>
      </w:r>
      <w:r w:rsidRPr="009F36D3">
        <w:t xml:space="preserve"> </w:t>
      </w:r>
      <w:r w:rsidRPr="009F36D3">
        <w:rPr>
          <w:cs/>
          <w:lang w:bidi="bn-IN"/>
        </w:rPr>
        <w:t>ইবনে মারদুইয়্যা বর্ণনা করেছেন বিভিন্ন সূত্র থেকে</w:t>
      </w:r>
      <w:r w:rsidRPr="009F36D3">
        <w:t xml:space="preserve">, </w:t>
      </w:r>
      <w:r w:rsidRPr="009F36D3">
        <w:rPr>
          <w:cs/>
          <w:lang w:bidi="bn-IN"/>
        </w:rPr>
        <w:t>রাসূল (সাঃ)- এর স্ত্রী</w:t>
      </w:r>
      <w:r w:rsidRPr="009F36D3">
        <w:t xml:space="preserve"> </w:t>
      </w:r>
      <w:r w:rsidRPr="009F36D3">
        <w:rPr>
          <w:cs/>
          <w:lang w:bidi="bn-IN"/>
        </w:rPr>
        <w:t>আয়শা থেকে এবং তিনি রাসূল (সাঃ) থেকেঃ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সত্য আলীর সাথে এবং আলী সত্যের সাথে। এ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য়ের মাঝে</w:t>
      </w:r>
      <w:r w:rsidRPr="009F36D3">
        <w:t xml:space="preserve"> </w:t>
      </w:r>
      <w:r w:rsidRPr="009F36D3">
        <w:rPr>
          <w:cs/>
          <w:lang w:bidi="bn-IN"/>
        </w:rPr>
        <w:t>কখনোই বিচ্ছেদ ঘটবে না যতক্ষণ না তারা আমার সাথে হাউযে</w:t>
      </w:r>
      <w:r w:rsidRPr="009F36D3">
        <w:t xml:space="preserve"> </w:t>
      </w:r>
      <w:r w:rsidRPr="009F36D3">
        <w:rPr>
          <w:cs/>
          <w:lang w:bidi="bn-IN"/>
        </w:rPr>
        <w:t>কাউসারে সাক্ষাত করে।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Default="00B363D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B363D3">
      <w:pPr>
        <w:pStyle w:val="Heading2Center"/>
      </w:pPr>
      <w:bookmarkStart w:id="36" w:name="_Toc451691951"/>
      <w:r w:rsidRPr="009F36D3">
        <w:rPr>
          <w:cs/>
          <w:lang w:bidi="bn-IN"/>
        </w:rPr>
        <w:lastRenderedPageBreak/>
        <w:t>মাহদী (আঃ) এবং তার খিলাফত</w:t>
      </w:r>
      <w:bookmarkEnd w:id="36"/>
      <w:r w:rsidRPr="009F36D3">
        <w:t xml:space="preserve"> 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(৮ম অধ্যায়ে) বর্ণনা করেন হাফেয</w:t>
      </w:r>
      <w:r w:rsidRPr="009F36D3">
        <w:t xml:space="preserve"> </w:t>
      </w:r>
      <w:r w:rsidRPr="009F36D3">
        <w:rPr>
          <w:cs/>
          <w:lang w:bidi="bn-IN"/>
        </w:rPr>
        <w:t>আবু নাঈম থেকে এবং তিনি আব্দুল্লাহ ইবনে উমার থেকে যে রাসূল (সাঃ)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আবির্ভূত হবে এবং তার উপরে থাকবে একটি মেঘ</w:t>
      </w:r>
      <w:r w:rsidRPr="009F36D3">
        <w:t xml:space="preserve"> </w:t>
      </w:r>
      <w:r w:rsidRPr="009F36D3">
        <w:rPr>
          <w:cs/>
          <w:lang w:bidi="bn-IN"/>
        </w:rPr>
        <w:t xml:space="preserve">যেখান থেকে একজন ফেরেশতা ডাক দিয়ে বলবে-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নিশ্চয়ই এ</w:t>
      </w:r>
      <w:r w:rsidRPr="009F36D3">
        <w:t xml:space="preserve"> </w:t>
      </w:r>
      <w:r w:rsidRPr="009F36D3">
        <w:rPr>
          <w:cs/>
          <w:lang w:bidi="bn-IN"/>
        </w:rPr>
        <w:t>ব্যক্তিই মাহদী</w:t>
      </w:r>
      <w:r w:rsidRPr="009F36D3">
        <w:t xml:space="preserve">, </w:t>
      </w:r>
      <w:r w:rsidRPr="009F36D3">
        <w:rPr>
          <w:cs/>
          <w:lang w:bidi="bn-IN"/>
        </w:rPr>
        <w:t>ঐশী উত্তরাধিকারী (খলিফা)</w:t>
      </w:r>
      <w:r w:rsidRPr="009F36D3">
        <w:t xml:space="preserve">, </w:t>
      </w:r>
      <w:r w:rsidRPr="009F36D3">
        <w:rPr>
          <w:cs/>
          <w:lang w:bidi="bn-IN"/>
        </w:rPr>
        <w:t>অতএব তাকে মেনে</w:t>
      </w:r>
      <w:r w:rsidRPr="009F36D3">
        <w:t xml:space="preserve"> </w:t>
      </w:r>
      <w:r w:rsidRPr="009F36D3">
        <w:rPr>
          <w:cs/>
          <w:lang w:bidi="bn-IN"/>
        </w:rPr>
        <w:t>চলো।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লেখক ১৫৩ পৃষ্ঠায় বলেছেন- হাদীসসমূহ</w:t>
      </w:r>
      <w:r w:rsidRPr="009F36D3">
        <w:t xml:space="preserve"> </w:t>
      </w:r>
      <w:r w:rsidRPr="009F36D3">
        <w:rPr>
          <w:cs/>
          <w:lang w:bidi="bn-IN"/>
        </w:rPr>
        <w:t xml:space="preserve">উল্লেখ করে যে তার আবির্ভাবের সময় ফেরেশতারা ডেকে উঠবেঃ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</w:t>
      </w:r>
      <w:r w:rsidRPr="009F36D3">
        <w:t xml:space="preserve"> </w:t>
      </w:r>
      <w:r w:rsidRPr="009F36D3">
        <w:rPr>
          <w:cs/>
          <w:lang w:bidi="bn-IN"/>
        </w:rPr>
        <w:t>হলো মাহদী</w:t>
      </w:r>
      <w:r w:rsidRPr="009F36D3">
        <w:t xml:space="preserve">, </w:t>
      </w:r>
      <w:r w:rsidRPr="009F36D3">
        <w:rPr>
          <w:cs/>
          <w:lang w:bidi="bn-IN"/>
        </w:rPr>
        <w:t>ঐশী প্রতিনিধি</w:t>
      </w:r>
      <w:r w:rsidRPr="009F36D3">
        <w:t>,</w:t>
      </w:r>
      <w:r w:rsidRPr="009F36D3">
        <w:rPr>
          <w:cs/>
          <w:lang w:bidi="bn-IN"/>
        </w:rPr>
        <w:t xml:space="preserve"> অতএব তাকে মেনে চলো। তখন জনগণ</w:t>
      </w:r>
      <w:r w:rsidRPr="009F36D3">
        <w:t xml:space="preserve"> </w:t>
      </w:r>
      <w:r w:rsidRPr="009F36D3">
        <w:rPr>
          <w:cs/>
          <w:lang w:bidi="bn-IN"/>
        </w:rPr>
        <w:t>তার সাথে যোগদান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৪৪৭ পৃষ্ঠায় বর্ণনা করেছেন</w:t>
      </w:r>
      <w:r w:rsidRPr="009F36D3">
        <w:t xml:space="preserve"> </w:t>
      </w:r>
      <w:r w:rsidRPr="009F36D3">
        <w:rPr>
          <w:cs/>
          <w:lang w:bidi="bn-IN"/>
        </w:rPr>
        <w:t xml:space="preserve">আবু নাঈমের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তিনি আবু উমার থেকে যে</w:t>
      </w:r>
      <w:r w:rsidRPr="009F36D3">
        <w:t xml:space="preserve"> </w:t>
      </w:r>
      <w:r w:rsidRPr="009F36D3">
        <w:rPr>
          <w:cs/>
          <w:lang w:bidi="bn-IN"/>
        </w:rPr>
        <w:t>রাসূল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আবির্ভূত হবে এবং একজন ফেরেশতা তার মাথার উপর</w:t>
      </w:r>
      <w:r w:rsidRPr="009F36D3">
        <w:t xml:space="preserve"> </w:t>
      </w:r>
      <w:r w:rsidRPr="009F36D3">
        <w:rPr>
          <w:cs/>
          <w:lang w:bidi="bn-IN"/>
        </w:rPr>
        <w:t xml:space="preserve">থেকে চীৎকার করে বলবে-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 হলো মাহদী আল্লাহর প্রতিনিধি</w:t>
      </w:r>
      <w:r w:rsidRPr="009F36D3">
        <w:t xml:space="preserve">, </w:t>
      </w:r>
      <w:r w:rsidRPr="009F36D3">
        <w:rPr>
          <w:cs/>
          <w:lang w:bidi="bn-IN"/>
        </w:rPr>
        <w:t>অতএব তাকে অনুসরণ করো।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মাহদী (আঃ) ও তার কাছে বাইয়াত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(পরিচ্ছদ ৩</w:t>
      </w:r>
      <w:r w:rsidRPr="009F36D3">
        <w:t xml:space="preserve">, </w:t>
      </w:r>
      <w:r w:rsidRPr="009F36D3">
        <w:rPr>
          <w:cs/>
          <w:lang w:bidi="bn-IN"/>
        </w:rPr>
        <w:t>৯ম অধ্যায়ে) বর্ণনা</w:t>
      </w:r>
      <w:r w:rsidRPr="009F36D3">
        <w:t xml:space="preserve"> </w:t>
      </w:r>
      <w:r w:rsidRPr="009F36D3">
        <w:rPr>
          <w:cs/>
          <w:lang w:bidi="bn-IN"/>
        </w:rPr>
        <w:t>করেন আবু উমারের সুনান</w:t>
      </w:r>
      <w:r w:rsidRPr="009F36D3">
        <w:t xml:space="preserve">, </w:t>
      </w:r>
      <w:r w:rsidRPr="009F36D3">
        <w:rPr>
          <w:cs/>
          <w:lang w:bidi="bn-IN"/>
        </w:rPr>
        <w:t>উসমান ইবনে সাইদ মুক্কারী এবং হাফেয আবু</w:t>
      </w:r>
      <w:r w:rsidRPr="009F36D3">
        <w:t xml:space="preserve"> </w:t>
      </w:r>
      <w:r w:rsidRPr="009F36D3">
        <w:rPr>
          <w:cs/>
          <w:lang w:bidi="bn-IN"/>
        </w:rPr>
        <w:t>আব্দুল্লাহ নাঈম ইবনে হেমাদ থেকে</w:t>
      </w:r>
      <w:r w:rsidRPr="009F36D3">
        <w:t xml:space="preserve">, </w:t>
      </w:r>
      <w:r w:rsidRPr="009F36D3">
        <w:rPr>
          <w:cs/>
          <w:lang w:bidi="bn-IN"/>
        </w:rPr>
        <w:t>যিনি বর্ণনা করেছেন ইসহাক ইবনে</w:t>
      </w:r>
      <w:r w:rsidRPr="009F36D3">
        <w:t xml:space="preserve"> </w:t>
      </w:r>
      <w:r w:rsidRPr="009F36D3">
        <w:rPr>
          <w:cs/>
          <w:lang w:bidi="bn-IN"/>
        </w:rPr>
        <w:t>আউফ থেকে</w:t>
      </w:r>
      <w:r w:rsidRPr="009F36D3">
        <w:t xml:space="preserve">, </w:t>
      </w:r>
      <w:r w:rsidRPr="009F36D3">
        <w:rPr>
          <w:cs/>
          <w:lang w:bidi="bn-IN"/>
        </w:rPr>
        <w:t>যিনি বলেছেন</w:t>
      </w:r>
      <w:r w:rsidRPr="009F36D3">
        <w:t xml:space="preserve">, </w:t>
      </w:r>
      <w:r w:rsidRPr="009F36D3">
        <w:rPr>
          <w:cs/>
          <w:lang w:bidi="bn-IN"/>
        </w:rPr>
        <w:t xml:space="preserve">মাহদীর পতাকায় লেখা থাকবে </w:t>
      </w:r>
      <w:r w:rsidRPr="00B363D3">
        <w:rPr>
          <w:rStyle w:val="libArChar"/>
          <w:rtl/>
        </w:rPr>
        <w:t>البیعة</w:t>
      </w:r>
      <w:r w:rsidRPr="009F36D3">
        <w:rPr>
          <w:cs/>
          <w:lang w:bidi="bn-IN"/>
        </w:rPr>
        <w:t xml:space="preserve"> (আল</w:t>
      </w:r>
      <w:r w:rsidRPr="009F36D3">
        <w:t xml:space="preserve"> </w:t>
      </w:r>
      <w:r w:rsidRPr="009F36D3">
        <w:rPr>
          <w:cs/>
          <w:lang w:bidi="bn-IN"/>
        </w:rPr>
        <w:t xml:space="preserve">বাইয়াত বা আল্লাহর জন্য চুক্তি)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লেখকও এ</w:t>
      </w:r>
      <w:r w:rsidRPr="009F36D3">
        <w:t xml:space="preserve"> </w:t>
      </w:r>
      <w:r w:rsidRPr="009F36D3">
        <w:rPr>
          <w:cs/>
          <w:lang w:bidi="bn-IN"/>
        </w:rPr>
        <w:t>ধরনের একটি হাদীস বর্ণনা করেছেন ৪৩৫ পৃষ্ঠায়।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ও ফেরেশতারা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(৮ম অধ্যায়ে) বর্ণনা করেছেন আবু</w:t>
      </w:r>
      <w:r w:rsidRPr="009F36D3">
        <w:t xml:space="preserve"> </w:t>
      </w:r>
      <w:r w:rsidRPr="009F36D3">
        <w:rPr>
          <w:cs/>
          <w:lang w:bidi="bn-IN"/>
        </w:rPr>
        <w:t>উমার ও উসমান ইবনে সাঈদ থেকে যারা বর্ণনা করেছেন হুযাইফা ইবনে</w:t>
      </w:r>
      <w:r w:rsidRPr="009F36D3">
        <w:t xml:space="preserve"> </w:t>
      </w:r>
      <w:r w:rsidRPr="009F36D3">
        <w:rPr>
          <w:cs/>
          <w:lang w:bidi="bn-IN"/>
        </w:rPr>
        <w:t>ইয়ামানী থেকে যে রাসূল (সাঃ) মাহদী সম্পর্কে এবং রুকন ও মাক্বামের</w:t>
      </w:r>
      <w:r w:rsidRPr="009F36D3">
        <w:t xml:space="preserve"> </w:t>
      </w:r>
      <w:r w:rsidRPr="009F36D3">
        <w:rPr>
          <w:cs/>
          <w:lang w:bidi="bn-IN"/>
        </w:rPr>
        <w:t>মাঝে তার কাছে জনগণের বাইয়াত গ্রহণ সম্পর্কে কথা বলতে গিয়ে</w:t>
      </w:r>
      <w:r w:rsidRPr="009F36D3">
        <w:t xml:space="preserve"> </w:t>
      </w:r>
      <w:r w:rsidRPr="009F36D3">
        <w:rPr>
          <w:cs/>
          <w:lang w:bidi="bn-IN"/>
        </w:rPr>
        <w:t>বলেনঃ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জিবরাইল তার সামনে এগিয়ে আসবে এবং মিকাইল থাকবে</w:t>
      </w:r>
      <w:r w:rsidRPr="009F36D3">
        <w:t xml:space="preserve"> </w:t>
      </w:r>
      <w:r w:rsidRPr="009F36D3">
        <w:rPr>
          <w:cs/>
          <w:lang w:bidi="bn-IN"/>
        </w:rPr>
        <w:t>তার ডান দিকে। আকাশসমূহ ও পৃথিবীর বাসিন্দারা এবং পশু-</w:t>
      </w:r>
      <w:r w:rsidRPr="009F36D3">
        <w:t xml:space="preserve"> </w:t>
      </w:r>
      <w:r w:rsidRPr="009F36D3">
        <w:rPr>
          <w:cs/>
          <w:lang w:bidi="bn-IN"/>
        </w:rPr>
        <w:t>পাখিরা তার উপস্থিতিতে খুশী হয়ে উঠবে।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ইসাফুর রাগেবীনের লেখক ১৫২ পৃষ্ঠায় লিখেছেন- হাদীসে</w:t>
      </w:r>
      <w:r w:rsidRPr="009F36D3">
        <w:t xml:space="preserve"> </w:t>
      </w:r>
      <w:r w:rsidRPr="009F36D3">
        <w:rPr>
          <w:cs/>
          <w:lang w:bidi="bn-IN"/>
        </w:rPr>
        <w:t>এসেছে যে</w:t>
      </w:r>
      <w:r w:rsidRPr="009F36D3">
        <w:t xml:space="preserve">, </w:t>
      </w:r>
      <w:r w:rsidRPr="009F36D3">
        <w:rPr>
          <w:cs/>
          <w:lang w:bidi="bn-IN"/>
        </w:rPr>
        <w:t>আল্লাহ সুবহানাহু ওয়া তায়ালা মাহদীকে সমথর্ন দিবেন</w:t>
      </w:r>
      <w:r w:rsidRPr="009F36D3">
        <w:t xml:space="preserve"> </w:t>
      </w:r>
      <w:r w:rsidRPr="009F36D3">
        <w:rPr>
          <w:cs/>
          <w:lang w:bidi="bn-IN"/>
        </w:rPr>
        <w:t>৩</w:t>
      </w:r>
      <w:r w:rsidRPr="009F36D3">
        <w:t>,</w:t>
      </w:r>
      <w:r w:rsidRPr="009F36D3">
        <w:rPr>
          <w:cs/>
          <w:lang w:bidi="bn-IN"/>
        </w:rPr>
        <w:t>০০০ ফেরেশতা দিয়ে এবং আসহাবে কাহাফ তার সাহায্যকারীদের</w:t>
      </w:r>
      <w:r w:rsidRPr="009F36D3">
        <w:t xml:space="preserve"> </w:t>
      </w:r>
      <w:r w:rsidRPr="009F36D3">
        <w:rPr>
          <w:cs/>
          <w:lang w:bidi="bn-IN"/>
        </w:rPr>
        <w:t>মধ্যে অন্তর্ভূক্ত থাকবে।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মাহদী (আঃ) ও আসহাবে কাহাফ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৭ম অধ্যায়ে লিখেছেন যে- ইমাম আবু</w:t>
      </w:r>
      <w:r w:rsidRPr="009F36D3">
        <w:t xml:space="preserve"> </w:t>
      </w:r>
      <w:r w:rsidRPr="009F36D3">
        <w:rPr>
          <w:cs/>
          <w:lang w:bidi="bn-IN"/>
        </w:rPr>
        <w:t>ইসহাক্ব সুলবি তার কোরআনের তাফসীরে আসহাবে কাহাফ সম্পর্কে</w:t>
      </w:r>
      <w:r w:rsidRPr="009F36D3">
        <w:t xml:space="preserve"> </w:t>
      </w:r>
      <w:r w:rsidRPr="009F36D3">
        <w:rPr>
          <w:cs/>
          <w:lang w:bidi="bn-IN"/>
        </w:rPr>
        <w:t xml:space="preserve">বলেছেন-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তারা তাদের ঘুমের জায়গায় চলে গেলো এবং সময়ের শেষ</w:t>
      </w:r>
      <w:r w:rsidRPr="009F36D3">
        <w:t xml:space="preserve"> </w:t>
      </w:r>
      <w:r w:rsidRPr="009F36D3">
        <w:rPr>
          <w:cs/>
          <w:lang w:bidi="bn-IN"/>
        </w:rPr>
        <w:t>পর্যন্ত থাকবে মাহদীর আবির্ভার্ব পর্যন্ত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এরপর আল্লাহ তাদেরকে জীবিত</w:t>
      </w:r>
      <w:r w:rsidRPr="009F36D3">
        <w:t xml:space="preserve"> </w:t>
      </w:r>
      <w:r w:rsidRPr="009F36D3">
        <w:rPr>
          <w:cs/>
          <w:lang w:bidi="bn-IN"/>
        </w:rPr>
        <w:t>করবেন। এরপর আবার তারা তাদের ঘুমের জায়গায় ফেরত যাবে এবং</w:t>
      </w:r>
      <w:r w:rsidRPr="009F36D3">
        <w:t xml:space="preserve"> </w:t>
      </w:r>
      <w:r w:rsidRPr="009F36D3">
        <w:rPr>
          <w:cs/>
          <w:lang w:bidi="bn-IN"/>
        </w:rPr>
        <w:t>কিয়ামত পর্যন্ত জাগবে না।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তাফসীরে এ আয়াতের অধীনে তিনি</w:t>
      </w:r>
      <w:r w:rsidRPr="009F36D3">
        <w:t xml:space="preserve"> </w:t>
      </w:r>
      <w:r w:rsidRPr="009F36D3">
        <w:rPr>
          <w:cs/>
          <w:lang w:bidi="bn-IN"/>
        </w:rPr>
        <w:t>বলেছেনঃ রাসূলুলাহ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মাহদী (আঃ) গুহার লোকদেরকে সালাম জানাবে এবং</w:t>
      </w:r>
      <w:r w:rsidRPr="009F36D3">
        <w:t xml:space="preserve"> </w:t>
      </w:r>
      <w:r w:rsidRPr="009F36D3">
        <w:rPr>
          <w:cs/>
          <w:lang w:bidi="bn-IN"/>
        </w:rPr>
        <w:t>আল্লাহ সবহানাহু ওয়া তায়ালা তাদেরকে জীবিত করবেন। তখন</w:t>
      </w:r>
      <w:r w:rsidRPr="009F36D3">
        <w:t xml:space="preserve"> </w:t>
      </w:r>
      <w:r w:rsidRPr="009F36D3">
        <w:rPr>
          <w:cs/>
          <w:lang w:bidi="bn-IN"/>
        </w:rPr>
        <w:t>তারা সালামের উত্তর দিবে। এরপর তারা তাদের জায়গায় ফেরত</w:t>
      </w:r>
      <w:r w:rsidRPr="009F36D3">
        <w:t xml:space="preserve"> </w:t>
      </w:r>
      <w:r w:rsidRPr="009F36D3">
        <w:rPr>
          <w:cs/>
          <w:lang w:bidi="bn-IN"/>
        </w:rPr>
        <w:t>যাবে কিয়ামত পর্যন্ত</w:t>
      </w:r>
      <w:r w:rsidRPr="009F36D3">
        <w:t xml:space="preserve"> </w:t>
      </w:r>
      <w:r w:rsidRPr="009F36D3">
        <w:rPr>
          <w:cs/>
          <w:lang w:bidi="bn-IN"/>
        </w:rPr>
        <w:t>আর জাগবে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লেখক বলতে চান</w:t>
      </w:r>
      <w:r w:rsidRPr="009F36D3">
        <w:t xml:space="preserve">, </w:t>
      </w:r>
      <w:r w:rsidRPr="009F36D3">
        <w:rPr>
          <w:cs/>
          <w:lang w:bidi="bn-IN"/>
        </w:rPr>
        <w:t>সম্ভবত</w:t>
      </w:r>
      <w:r w:rsidRPr="009F36D3">
        <w:t xml:space="preserve"> </w:t>
      </w:r>
      <w:r w:rsidRPr="009F36D3">
        <w:rPr>
          <w:cs/>
          <w:lang w:bidi="bn-IN"/>
        </w:rPr>
        <w:t>আল্লাহ তাদেরকে জীবিত করবেন এ</w:t>
      </w:r>
      <w:r w:rsidRPr="009F36D3">
        <w:t xml:space="preserve"> </w:t>
      </w:r>
      <w:r w:rsidRPr="009F36D3">
        <w:rPr>
          <w:cs/>
          <w:lang w:bidi="bn-IN"/>
        </w:rPr>
        <w:t>কারণে যে তারা মাহদীর হাতে বাইয়াত করবেন। ইসাফুর রাগেবীনের</w:t>
      </w:r>
      <w:r w:rsidRPr="009F36D3">
        <w:t xml:space="preserve"> </w:t>
      </w:r>
      <w:r w:rsidRPr="009F36D3">
        <w:rPr>
          <w:cs/>
          <w:lang w:bidi="bn-IN"/>
        </w:rPr>
        <w:t>লেখক বলেন হাদীস অনুযায়ী তারা তার সাহায্যকারী ও সাথী হবেন।</w:t>
      </w:r>
      <w:r w:rsidRPr="009F36D3">
        <w:t xml:space="preserve"> </w:t>
      </w:r>
    </w:p>
    <w:p w:rsidR="00B363D3" w:rsidRDefault="00B363D3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B363D3">
      <w:pPr>
        <w:pStyle w:val="Heading2Center"/>
      </w:pPr>
      <w:bookmarkStart w:id="37" w:name="_Toc451691952"/>
      <w:r w:rsidRPr="009F36D3">
        <w:rPr>
          <w:cs/>
          <w:lang w:bidi="bn-IN"/>
        </w:rPr>
        <w:lastRenderedPageBreak/>
        <w:t>মাহদী (আঃ) আল্লাহর হুজ্জাত (প্রমাণ)</w:t>
      </w:r>
      <w:bookmarkEnd w:id="37"/>
      <w:r w:rsidRPr="009F36D3">
        <w:t xml:space="preserve"> 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(৪৪৮ পৃষ্ঠায়) হাসান ইবনে</w:t>
      </w:r>
      <w:r w:rsidRPr="009F36D3">
        <w:t xml:space="preserve"> </w:t>
      </w:r>
      <w:r w:rsidRPr="009F36D3">
        <w:rPr>
          <w:cs/>
          <w:lang w:bidi="bn-IN"/>
        </w:rPr>
        <w:t xml:space="preserve">খালিদের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আলী ইবনে মূসা</w:t>
      </w:r>
      <w:r w:rsidRPr="009F36D3">
        <w:t xml:space="preserve"> </w:t>
      </w:r>
      <w:r w:rsidRPr="009F36D3">
        <w:rPr>
          <w:cs/>
          <w:lang w:bidi="bn-IN"/>
        </w:rPr>
        <w:t xml:space="preserve">আল-রিদা (আঃ)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 পরহেযগার নয় তার কোন ধর্ম</w:t>
      </w:r>
      <w:r w:rsidRPr="009F36D3">
        <w:t xml:space="preserve"> </w:t>
      </w:r>
      <w:r w:rsidRPr="009F36D3">
        <w:rPr>
          <w:cs/>
          <w:lang w:bidi="bn-IN"/>
        </w:rPr>
        <w:t>নেই। নিশ্চয়ই তোমাদের মাঝে সেই আল্লাহর সামনে সবচেয়ে মর্যাদাবান</w:t>
      </w:r>
      <w:r w:rsidRPr="009F36D3">
        <w:t xml:space="preserve"> </w:t>
      </w:r>
      <w:r w:rsidRPr="009F36D3">
        <w:rPr>
          <w:cs/>
          <w:lang w:bidi="bn-IN"/>
        </w:rPr>
        <w:t>যে সবচেয়ে পরহেযগার।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আমার বংশে চতুর্থতম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 </w:t>
      </w:r>
      <w:r w:rsidRPr="009F36D3">
        <w:rPr>
          <w:cs/>
          <w:lang w:bidi="bn-IN"/>
        </w:rPr>
        <w:t>হচ্ছে দাসীদের নেত্রীর সন্তান। তার মাধ্যমে আল্লাহ পৃথিবীকে</w:t>
      </w:r>
      <w:r w:rsidRPr="009F36D3">
        <w:t xml:space="preserve"> </w:t>
      </w:r>
      <w:r w:rsidRPr="009F36D3">
        <w:rPr>
          <w:cs/>
          <w:lang w:bidi="bn-IN"/>
        </w:rPr>
        <w:t>প্রত্যেক নৃশংসতা ও নিপীড়ন থেকে মুক্ত করবেন। সে সেই জন যার জন্ম</w:t>
      </w:r>
      <w:r w:rsidRPr="009F36D3">
        <w:t xml:space="preserve"> </w:t>
      </w:r>
      <w:r w:rsidRPr="009F36D3">
        <w:rPr>
          <w:cs/>
          <w:lang w:bidi="bn-IN"/>
        </w:rPr>
        <w:t>হয়েছে কিনা তা নিয়ে জনগণ সন্দেহ করবে এবং তার জন্য থাকবে এক</w:t>
      </w:r>
      <w:r w:rsidRPr="009F36D3">
        <w:t xml:space="preserve"> </w:t>
      </w:r>
      <w:r w:rsidRPr="009F36D3">
        <w:rPr>
          <w:cs/>
          <w:lang w:bidi="bn-IN"/>
        </w:rPr>
        <w:t>আত্মগোপনকাল। যখন সে আত্মপ্রকাশ করবে</w:t>
      </w:r>
      <w:r w:rsidRPr="009F36D3">
        <w:t xml:space="preserve">, </w:t>
      </w:r>
      <w:r w:rsidRPr="009F36D3">
        <w:rPr>
          <w:cs/>
          <w:lang w:bidi="bn-IN"/>
        </w:rPr>
        <w:t>পৃথিবী ঐশী আলোতে</w:t>
      </w:r>
      <w:r w:rsidRPr="009F36D3">
        <w:t xml:space="preserve"> </w:t>
      </w:r>
      <w:r w:rsidRPr="009F36D3">
        <w:rPr>
          <w:cs/>
          <w:lang w:bidi="bn-IN"/>
        </w:rPr>
        <w:t>আলোকিত হয়ে যাবে এবং জনগণের মাঝে ন্যায়বিচারের দাঁড়িপাল্লা</w:t>
      </w:r>
      <w:r w:rsidRPr="009F36D3">
        <w:t xml:space="preserve"> </w:t>
      </w:r>
      <w:r w:rsidRPr="009F36D3">
        <w:rPr>
          <w:cs/>
          <w:lang w:bidi="bn-IN"/>
        </w:rPr>
        <w:t>প্রতিষ্ঠিত হবে এমনভাবে যে</w:t>
      </w:r>
      <w:r w:rsidRPr="009F36D3">
        <w:t xml:space="preserve">, </w:t>
      </w:r>
      <w:r w:rsidRPr="009F36D3">
        <w:rPr>
          <w:cs/>
          <w:lang w:bidi="bn-IN"/>
        </w:rPr>
        <w:t>কেউ অন্যকে নিপীড়ন করবে না। নিশ্চয়ই</w:t>
      </w:r>
      <w:r w:rsidRPr="009F36D3">
        <w:t xml:space="preserve"> </w:t>
      </w:r>
      <w:r w:rsidRPr="009F36D3">
        <w:rPr>
          <w:cs/>
          <w:lang w:bidi="bn-IN"/>
        </w:rPr>
        <w:t>সে সেইজন যার জন্য পৃথিবী গুটিয়ে যাবে এবং তার কোন ছায়া থাকবে</w:t>
      </w:r>
      <w:r w:rsidRPr="009F36D3">
        <w:t xml:space="preserve"> </w:t>
      </w:r>
      <w:r w:rsidRPr="009F36D3">
        <w:rPr>
          <w:cs/>
          <w:lang w:bidi="bn-IN"/>
        </w:rPr>
        <w:t>না। সে সেইজন যার বিষয়ে আকাশ থেকে এক আহবানকারী ডেকে উঠবে</w:t>
      </w:r>
      <w:r w:rsidRPr="009F36D3">
        <w:t xml:space="preserve"> </w:t>
      </w:r>
      <w:r w:rsidRPr="009F36D3">
        <w:rPr>
          <w:cs/>
          <w:lang w:bidi="bn-IN"/>
        </w:rPr>
        <w:t>এবং পৃথিবীর প্রত্যেক বাসিন্দা শুনতে পাবে-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 রাখো আল্লাহর হুজ্জাত (প্রমাণ) আল্লাহর ঘরের কাছে</w:t>
      </w:r>
      <w:r w:rsidRPr="009F36D3">
        <w:t xml:space="preserve"> </w:t>
      </w:r>
      <w:r w:rsidRPr="009F36D3">
        <w:rPr>
          <w:cs/>
          <w:lang w:bidi="bn-IN"/>
        </w:rPr>
        <w:t>আত্মপ্রকাশ করেছে। অতএব তাকে অনুসরণ কর যেহেতু সত্য</w:t>
      </w:r>
      <w:r w:rsidRPr="009F36D3">
        <w:t xml:space="preserve"> </w:t>
      </w:r>
      <w:r w:rsidRPr="009F36D3">
        <w:rPr>
          <w:cs/>
          <w:lang w:bidi="bn-IN"/>
        </w:rPr>
        <w:t>তার ভেতরে ও তার সাথে আছে।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B363D3" w:rsidRDefault="00B363D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B363D3">
      <w:pPr>
        <w:pStyle w:val="Heading2Center"/>
      </w:pPr>
      <w:bookmarkStart w:id="38" w:name="_Toc451691953"/>
      <w:r w:rsidRPr="009F36D3">
        <w:rPr>
          <w:cs/>
          <w:lang w:bidi="bn-IN"/>
        </w:rPr>
        <w:lastRenderedPageBreak/>
        <w:t>মাহদী (আঃ) ও ধর্মের পূর্ণতা</w:t>
      </w:r>
      <w:bookmarkEnd w:id="38"/>
      <w:r w:rsidRPr="009F36D3">
        <w:t xml:space="preserve"> </w:t>
      </w:r>
    </w:p>
    <w:p w:rsidR="00B363D3" w:rsidRDefault="00B363D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৯৭ পৃষ্ঠায় আবুল ক্বাসিম</w:t>
      </w:r>
      <w:r w:rsidRPr="009F36D3">
        <w:t xml:space="preserve"> </w:t>
      </w:r>
      <w:r w:rsidRPr="009F36D3">
        <w:rPr>
          <w:cs/>
          <w:lang w:bidi="bn-IN"/>
        </w:rPr>
        <w:t>তাবারানী থেকে এবং তিনি রাসূল (সাঃ) থেকে বর্ণনা করেন যেঃ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আমাদের কাছ থেকে। ধর্ম তার মাধ্যমে পুনঃপ্রতিষ্ঠিত</w:t>
      </w:r>
      <w:r w:rsidRPr="009F36D3">
        <w:t xml:space="preserve"> </w:t>
      </w:r>
      <w:r w:rsidRPr="009F36D3">
        <w:rPr>
          <w:cs/>
          <w:lang w:bidi="bn-IN"/>
        </w:rPr>
        <w:t>হবে যেভাবে তা আমাদের মাধ্যমে প্রসার পেয়েছে।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ইসাফুর রাগেবীনের লেখক একই হাদীস বর্ণনা করেছেন ১৪৮</w:t>
      </w:r>
      <w:r w:rsidRPr="009F36D3">
        <w:t xml:space="preserve"> </w:t>
      </w:r>
      <w:r w:rsidRPr="009F36D3">
        <w:rPr>
          <w:cs/>
          <w:lang w:bidi="bn-IN"/>
        </w:rPr>
        <w:t xml:space="preserve">পৃষ্ঠায় সাইয়্যেদ মুমিন- ইবনে-হাসান শাবলনজি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বর্ণনা</w:t>
      </w:r>
      <w:r w:rsidRPr="009F36D3">
        <w:t xml:space="preserve"> </w:t>
      </w:r>
      <w:r w:rsidRPr="009F36D3">
        <w:rPr>
          <w:cs/>
          <w:lang w:bidi="bn-IN"/>
        </w:rPr>
        <w:t>করেন (২৩১ পৃষ্ঠায়) আলী ইবনে আবি তালিব (আঃ) থেকে যিনি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আল্লাহর রাসূলকে জিজ্ঞাসা করলাম যে মাহদী আমাদের</w:t>
      </w:r>
      <w:r w:rsidRPr="009F36D3">
        <w:t xml:space="preserve"> </w:t>
      </w:r>
      <w:r w:rsidRPr="009F36D3">
        <w:rPr>
          <w:cs/>
          <w:lang w:bidi="bn-IN"/>
        </w:rPr>
        <w:t>কাছ থেকে</w:t>
      </w:r>
      <w:r w:rsidRPr="009F36D3">
        <w:t xml:space="preserve">, </w:t>
      </w:r>
      <w:r w:rsidRPr="009F36D3">
        <w:rPr>
          <w:cs/>
          <w:lang w:bidi="bn-IN"/>
        </w:rPr>
        <w:t>মুহাম্মাদের পরিবার থেকে আসবে</w:t>
      </w:r>
      <w:r w:rsidRPr="009F36D3">
        <w:t xml:space="preserve">, </w:t>
      </w:r>
      <w:r w:rsidRPr="009F36D3">
        <w:rPr>
          <w:cs/>
          <w:lang w:bidi="bn-IN"/>
        </w:rPr>
        <w:t>না কি অন্য কোন</w:t>
      </w:r>
      <w:r w:rsidRPr="009F36D3">
        <w:t xml:space="preserve"> </w:t>
      </w:r>
      <w:r w:rsidRPr="009F36D3">
        <w:rPr>
          <w:cs/>
          <w:lang w:bidi="bn-IN"/>
        </w:rPr>
        <w:t>পরিবার থেকে</w:t>
      </w:r>
      <w:r w:rsidRPr="009F36D3">
        <w:t xml:space="preserve">? </w:t>
      </w: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না</w:t>
      </w:r>
      <w:r w:rsidRPr="009F36D3">
        <w:t xml:space="preserve">, </w:t>
      </w:r>
      <w:r w:rsidRPr="009F36D3">
        <w:rPr>
          <w:cs/>
          <w:lang w:bidi="bn-IN"/>
        </w:rPr>
        <w:t>বরং সে আসবে আমাদের</w:t>
      </w:r>
      <w:r w:rsidRPr="009F36D3">
        <w:t xml:space="preserve"> </w:t>
      </w:r>
      <w:r w:rsidRPr="009F36D3">
        <w:rPr>
          <w:cs/>
          <w:lang w:bidi="bn-IN"/>
        </w:rPr>
        <w:t>কাছ থেকে। তার মাধ্যমে আল্লাহ ধমর্কে পূণঃ প্রতিষ্ঠিত করবেন</w:t>
      </w:r>
      <w:r w:rsidRPr="009F36D3">
        <w:t xml:space="preserve"> </w:t>
      </w:r>
      <w:r w:rsidRPr="009F36D3">
        <w:rPr>
          <w:cs/>
          <w:lang w:bidi="bn-IN"/>
        </w:rPr>
        <w:t>যেভাবে তিনি আমাদের মাধ্যমে এর প্রসার ঘটিয়েছেন।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বিষয়টি আরও শক্তিশালী হয় বেশ কিছু মুসতাফিযা হাদীসের মাধ্যমে</w:t>
      </w:r>
      <w:r w:rsidRPr="009F36D3">
        <w:t xml:space="preserve"> </w:t>
      </w:r>
      <w:r w:rsidRPr="009F36D3">
        <w:rPr>
          <w:cs/>
          <w:lang w:bidi="bn-IN"/>
        </w:rPr>
        <w:t>যেগুলো ইঙ্গিত করে যে ধর্ম পূর্ণ প্রতিষ্ঠিত হবে না যতক্ষণ না ১২জন</w:t>
      </w:r>
      <w:r w:rsidRPr="009F36D3">
        <w:t xml:space="preserve"> </w:t>
      </w:r>
      <w:r w:rsidRPr="009F36D3">
        <w:rPr>
          <w:cs/>
          <w:lang w:bidi="bn-IN"/>
        </w:rPr>
        <w:t>খলিফা আসেন এবং প্রস্থান</w:t>
      </w:r>
      <w:r w:rsidRPr="009F36D3">
        <w:t xml:space="preserve"> </w:t>
      </w:r>
      <w:r w:rsidRPr="009F36D3">
        <w:rPr>
          <w:cs/>
          <w:lang w:bidi="bn-IN"/>
        </w:rPr>
        <w:t>করেন। ইবনে আবিল হাদীদ মুসলমানদের</w:t>
      </w:r>
      <w:r w:rsidRPr="009F36D3">
        <w:t xml:space="preserve"> </w:t>
      </w:r>
      <w:r w:rsidRPr="009F36D3">
        <w:rPr>
          <w:cs/>
          <w:lang w:bidi="bn-IN"/>
        </w:rPr>
        <w:t>ঐক্যমত বর্ণনা করেছেন যে দায়িত্ব শেষ হবে না মাহদীর মাধ্যমে ছাড়া।</w:t>
      </w:r>
      <w:r w:rsidRPr="009F36D3">
        <w:t xml:space="preserve"> </w:t>
      </w:r>
      <w:r w:rsidRPr="009F36D3">
        <w:rPr>
          <w:cs/>
          <w:lang w:bidi="bn-IN"/>
        </w:rPr>
        <w:t>আর এভাবে বোঝা যায় যে তিনি ওয়াসীদের মধ্যে শেষ জন এবং ইসলাম</w:t>
      </w:r>
      <w:r w:rsidRPr="009F36D3">
        <w:t xml:space="preserve"> </w:t>
      </w:r>
      <w:r w:rsidRPr="009F36D3">
        <w:rPr>
          <w:cs/>
          <w:lang w:bidi="bn-IN"/>
        </w:rPr>
        <w:t>ধর্ম তার কাছে গিয়ে শেষ হবে</w:t>
      </w:r>
      <w:r w:rsidRPr="009F36D3">
        <w:t xml:space="preserve">, </w:t>
      </w:r>
      <w:r w:rsidRPr="009F36D3">
        <w:rPr>
          <w:cs/>
          <w:lang w:bidi="bn-IN"/>
        </w:rPr>
        <w:t>যেভাবে তার প্রপিতামহ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ছিলেন শেষ নবী</w:t>
      </w:r>
      <w:r w:rsidRPr="009F36D3">
        <w:t xml:space="preserve"> </w:t>
      </w:r>
      <w:r w:rsidRPr="009F36D3">
        <w:rPr>
          <w:cs/>
          <w:lang w:bidi="bn-IN"/>
        </w:rPr>
        <w:t>এবং ধর্ম তার কাছে থেকেই শুরু হয়েছিলো।</w:t>
      </w:r>
      <w:r w:rsidRPr="009F36D3">
        <w:t xml:space="preserve"> </w:t>
      </w:r>
    </w:p>
    <w:p w:rsidR="005A057D" w:rsidRPr="009F36D3" w:rsidRDefault="005A057D" w:rsidP="006E1E70">
      <w:pPr>
        <w:rPr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১২তম খলিফা (প্রতিনিধি)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(৪৪৭ পৃষ্ঠায়)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তা বর্ণনা করে সাইদ ইবনে জুবায়ের থেকে</w:t>
      </w:r>
      <w:r w:rsidRPr="009F36D3">
        <w:t xml:space="preserve">, 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ইবনে আব্বাস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নিশ্চয়ই আমার প্রতিনিধি ও উত্তরাধিকারীরা হলো আমার পরে</w:t>
      </w:r>
      <w:r w:rsidRPr="009F36D3">
        <w:t xml:space="preserve"> </w:t>
      </w:r>
      <w:r w:rsidRPr="009F36D3">
        <w:rPr>
          <w:cs/>
          <w:lang w:bidi="bn-IN"/>
        </w:rPr>
        <w:t>জনগণের উপর আল্লাহর হুজ্জাত (প্রমাণ) এবং তারা সংখ্যায়</w:t>
      </w:r>
      <w:r w:rsidRPr="009F36D3">
        <w:t xml:space="preserve"> </w:t>
      </w:r>
      <w:r w:rsidRPr="009F36D3">
        <w:rPr>
          <w:cs/>
          <w:lang w:bidi="bn-IN"/>
        </w:rPr>
        <w:t>১২জন। তাদের প্রথম জন আলী এবং তাদের শেষ জন আমার</w:t>
      </w:r>
      <w:r w:rsidRPr="009F36D3">
        <w:t xml:space="preserve"> </w:t>
      </w:r>
      <w:r w:rsidRPr="009F36D3">
        <w:rPr>
          <w:cs/>
          <w:lang w:bidi="bn-IN"/>
        </w:rPr>
        <w:t>সন্তান 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6E1E70">
      <w:pPr>
        <w:rPr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১২তম ওয়াসী (অসিয়ত সম্পাদনকারী)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(৪৮৬ পৃষ্ঠায়) খাওয়ারাযমীর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তিনি আলী ইবনে মূসা আল-রিদা থেকে</w:t>
      </w:r>
      <w:r w:rsidRPr="009F36D3">
        <w:t xml:space="preserve">, </w:t>
      </w:r>
      <w:r w:rsidRPr="009F36D3">
        <w:rPr>
          <w:cs/>
          <w:lang w:bidi="bn-IN"/>
        </w:rPr>
        <w:t>তিনি তার পিতা থেকে এবং তিনি তার পিতা থেকে যে রাসূলুল্লাহ (সাঃ)</w:t>
      </w:r>
      <w:r w:rsidRPr="009F36D3">
        <w:t xml:space="preserve"> </w:t>
      </w:r>
      <w:r w:rsidRPr="009F36D3">
        <w:rPr>
          <w:cs/>
          <w:lang w:bidi="bn-IN"/>
        </w:rPr>
        <w:t>তার নিজের গুণাবলী এবং তার পরিবার ও তার মেরাজ সম্পর্কে কিছু</w:t>
      </w:r>
      <w:r w:rsidRPr="009F36D3">
        <w:t xml:space="preserve"> </w:t>
      </w:r>
      <w:r w:rsidRPr="009F36D3">
        <w:rPr>
          <w:cs/>
          <w:lang w:bidi="bn-IN"/>
        </w:rPr>
        <w:t>বলার সময় বলেছেন</w:t>
      </w:r>
      <w:r w:rsidRPr="009F36D3">
        <w:t xml:space="preserve">, </w:t>
      </w:r>
      <w:r w:rsidRPr="009F36D3">
        <w:rPr>
          <w:cs/>
          <w:lang w:bidi="bn-IN"/>
        </w:rPr>
        <w:t>আমি জিজ্ঞেস করলাম-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আমার রব</w:t>
      </w:r>
      <w:r w:rsidRPr="009F36D3">
        <w:t xml:space="preserve">, </w:t>
      </w:r>
      <w:r w:rsidRPr="009F36D3">
        <w:rPr>
          <w:cs/>
          <w:lang w:bidi="bn-IN"/>
        </w:rPr>
        <w:t>কারা আমার ওয়াসী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তখন একটি কন্ঠস্বর শোনা</w:t>
      </w:r>
      <w:r w:rsidRPr="009F36D3">
        <w:t xml:space="preserve"> </w:t>
      </w:r>
      <w:r w:rsidRPr="009F36D3">
        <w:rPr>
          <w:cs/>
          <w:lang w:bidi="bn-IN"/>
        </w:rPr>
        <w:t xml:space="preserve">গেলো।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তোমার ওয়াসী হলো তারা যাদের নাম আমার</w:t>
      </w:r>
      <w:r w:rsidRPr="009F36D3">
        <w:t xml:space="preserve"> </w:t>
      </w:r>
      <w:r w:rsidRPr="009F36D3">
        <w:rPr>
          <w:cs/>
          <w:lang w:bidi="bn-IN"/>
        </w:rPr>
        <w:t>আরশে লেখা রয়েছে।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</w:t>
      </w:r>
      <w:r w:rsidRPr="009F36D3">
        <w:t xml:space="preserve">, </w:t>
      </w:r>
      <w:r w:rsidRPr="009F36D3">
        <w:rPr>
          <w:cs/>
          <w:lang w:bidi="bn-IN"/>
        </w:rPr>
        <w:t>আমি তাকিয়ে দেখলাম বারোটি</w:t>
      </w:r>
      <w:r w:rsidRPr="009F36D3">
        <w:t xml:space="preserve"> </w:t>
      </w:r>
      <w:r w:rsidRPr="009F36D3">
        <w:rPr>
          <w:cs/>
          <w:lang w:bidi="bn-IN"/>
        </w:rPr>
        <w:t>নূর যার প্রত্যেকটির উপর আমার ওয়াসীর নাম সবুজ রং দিয়ে</w:t>
      </w:r>
      <w:r w:rsidRPr="009F36D3">
        <w:t xml:space="preserve"> </w:t>
      </w:r>
      <w:r w:rsidRPr="009F36D3">
        <w:rPr>
          <w:cs/>
          <w:lang w:bidi="bn-IN"/>
        </w:rPr>
        <w:t xml:space="preserve">লেখা ছিলো। তাদের প্রথম জন আলী এবং শেষ জন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উক্ত বইয়ের লেখক (৪৮৬ পৃষ্ঠায়) খাওয়ারাযমীর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তিনি</w:t>
      </w:r>
      <w:r w:rsidRPr="009F36D3">
        <w:t xml:space="preserve"> </w:t>
      </w:r>
      <w:r w:rsidRPr="009F36D3">
        <w:rPr>
          <w:cs/>
          <w:lang w:bidi="bn-IN"/>
        </w:rPr>
        <w:t>আবু সুলাইমান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 রাতে আমাকে আকাশে নিয়ে যাওয়া হলো (এবং তিনি</w:t>
      </w:r>
      <w:r w:rsidRPr="009F36D3">
        <w:t xml:space="preserve"> </w:t>
      </w:r>
      <w:r w:rsidRPr="009F36D3">
        <w:rPr>
          <w:cs/>
          <w:lang w:bidi="bn-IN"/>
        </w:rPr>
        <w:t xml:space="preserve">বললেন ঐ পর্যন্ত যখন আল্লাহ বললেন) :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মুহাম্মাদ</w:t>
      </w:r>
      <w:r w:rsidRPr="009F36D3">
        <w:t xml:space="preserve">, </w:t>
      </w:r>
      <w:r w:rsidRPr="009F36D3">
        <w:rPr>
          <w:cs/>
          <w:lang w:bidi="bn-IN"/>
        </w:rPr>
        <w:t>তুমি কি</w:t>
      </w:r>
      <w:r w:rsidRPr="009F36D3">
        <w:t xml:space="preserve"> </w:t>
      </w:r>
      <w:r w:rsidRPr="009F36D3">
        <w:rPr>
          <w:cs/>
          <w:lang w:bidi="bn-IN"/>
        </w:rPr>
        <w:t>তাদের সাথে সাক্ষাত করতে চাও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আমি উত্তরে বললাম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জ্বী</w:t>
      </w:r>
      <w:r w:rsidRPr="009F36D3">
        <w:t xml:space="preserve">, </w:t>
      </w:r>
      <w:r w:rsidRPr="009F36D3">
        <w:rPr>
          <w:cs/>
          <w:lang w:bidi="bn-IN"/>
        </w:rPr>
        <w:t>হে</w:t>
      </w:r>
      <w:r w:rsidRPr="009F36D3">
        <w:t xml:space="preserve"> </w:t>
      </w:r>
      <w:r w:rsidRPr="009F36D3">
        <w:rPr>
          <w:cs/>
          <w:lang w:bidi="bn-IN"/>
        </w:rPr>
        <w:t>আমার রব।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তখন আল্লাহ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আরশের ডান দিকে</w:t>
      </w:r>
      <w:r w:rsidRPr="009F36D3">
        <w:t xml:space="preserve"> </w:t>
      </w:r>
      <w:r w:rsidRPr="009F36D3">
        <w:rPr>
          <w:cs/>
          <w:lang w:bidi="bn-IN"/>
        </w:rPr>
        <w:t>তাকাও।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যখন আমি তাকালাম হঠাৎ দেখলাম আলী</w:t>
      </w:r>
      <w:r w:rsidRPr="009F36D3">
        <w:t xml:space="preserve">, </w:t>
      </w:r>
      <w:r w:rsidRPr="009F36D3">
        <w:rPr>
          <w:cs/>
          <w:lang w:bidi="bn-IN"/>
        </w:rPr>
        <w:t>হাসান</w:t>
      </w:r>
      <w:r w:rsidRPr="009F36D3">
        <w:t xml:space="preserve">, </w:t>
      </w:r>
      <w:r w:rsidRPr="009F36D3">
        <w:rPr>
          <w:cs/>
          <w:lang w:bidi="bn-IN"/>
        </w:rPr>
        <w:t>হোসেইন</w:t>
      </w:r>
      <w:r w:rsidRPr="009F36D3">
        <w:t xml:space="preserve">, </w:t>
      </w:r>
      <w:r w:rsidRPr="009F36D3">
        <w:rPr>
          <w:cs/>
          <w:lang w:bidi="bn-IN"/>
        </w:rPr>
        <w:t>আলী ইবনে হোসেইন</w:t>
      </w:r>
      <w:r w:rsidRPr="009F36D3">
        <w:t xml:space="preserve">, </w:t>
      </w:r>
      <w:r w:rsidRPr="009F36D3">
        <w:rPr>
          <w:cs/>
          <w:lang w:bidi="bn-IN"/>
        </w:rPr>
        <w:t>মুহাম্মাদ ইবনে আলী</w:t>
      </w:r>
      <w:r w:rsidRPr="009F36D3">
        <w:t xml:space="preserve">, </w:t>
      </w:r>
      <w:r w:rsidRPr="009F36D3">
        <w:rPr>
          <w:cs/>
          <w:lang w:bidi="bn-IN"/>
        </w:rPr>
        <w:t>জাফর</w:t>
      </w:r>
      <w:r w:rsidRPr="009F36D3">
        <w:t xml:space="preserve"> </w:t>
      </w:r>
      <w:r w:rsidRPr="009F36D3">
        <w:rPr>
          <w:cs/>
          <w:lang w:bidi="bn-IN"/>
        </w:rPr>
        <w:t>ইবনে মুহাম্মাদ</w:t>
      </w:r>
      <w:r w:rsidRPr="009F36D3">
        <w:t xml:space="preserve">, </w:t>
      </w:r>
      <w:r w:rsidRPr="009F36D3">
        <w:rPr>
          <w:cs/>
          <w:lang w:bidi="bn-IN"/>
        </w:rPr>
        <w:t>মূসা ইবনে জাফর</w:t>
      </w:r>
      <w:r w:rsidRPr="009F36D3">
        <w:t xml:space="preserve">, </w:t>
      </w:r>
      <w:r w:rsidRPr="009F36D3">
        <w:rPr>
          <w:cs/>
          <w:lang w:bidi="bn-IN"/>
        </w:rPr>
        <w:t>আলী ইবনে মূসা</w:t>
      </w:r>
      <w:r w:rsidRPr="009F36D3">
        <w:t xml:space="preserve">, </w:t>
      </w:r>
      <w:r w:rsidRPr="009F36D3">
        <w:rPr>
          <w:cs/>
          <w:lang w:bidi="bn-IN"/>
        </w:rPr>
        <w:t>মুহাম্মাদ</w:t>
      </w:r>
      <w:r w:rsidRPr="009F36D3">
        <w:t xml:space="preserve"> </w:t>
      </w:r>
      <w:r w:rsidRPr="009F36D3">
        <w:rPr>
          <w:cs/>
          <w:lang w:bidi="bn-IN"/>
        </w:rPr>
        <w:t>ইবনে আলী</w:t>
      </w:r>
      <w:r w:rsidRPr="009F36D3">
        <w:t xml:space="preserve">, </w:t>
      </w:r>
      <w:r w:rsidRPr="009F36D3">
        <w:rPr>
          <w:cs/>
          <w:lang w:bidi="bn-IN"/>
        </w:rPr>
        <w:t>আলী ইবনে মুহাম্মাদ</w:t>
      </w:r>
      <w:r w:rsidRPr="009F36D3">
        <w:t xml:space="preserve">, </w:t>
      </w:r>
      <w:r w:rsidRPr="009F36D3">
        <w:rPr>
          <w:cs/>
          <w:lang w:bidi="bn-IN"/>
        </w:rPr>
        <w:t>হাসান ইবনে আলী এবং</w:t>
      </w:r>
      <w:r w:rsidRPr="009F36D3">
        <w:t xml:space="preserve"> </w:t>
      </w:r>
      <w:r w:rsidRPr="009F36D3">
        <w:rPr>
          <w:cs/>
          <w:lang w:bidi="bn-IN"/>
        </w:rPr>
        <w:t>মুহাম্মাদ ইবনে হাসান মাহদীকে দেখলাম</w:t>
      </w:r>
      <w:r w:rsidRPr="009F36D3">
        <w:t xml:space="preserve">, </w:t>
      </w:r>
      <w:r w:rsidRPr="009F36D3">
        <w:rPr>
          <w:cs/>
          <w:lang w:bidi="bn-IN"/>
        </w:rPr>
        <w:t>তাদের মধ্যে সম্ভবত</w:t>
      </w:r>
      <w:r w:rsidRPr="009F36D3">
        <w:t xml:space="preserve"> </w:t>
      </w:r>
      <w:r w:rsidRPr="009F36D3">
        <w:rPr>
          <w:cs/>
          <w:lang w:bidi="bn-IN"/>
        </w:rPr>
        <w:t>মাহদী জ্বলজ্বল নক্ষত্রের মত দেখা গেলো। তখন তিনি বললেন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মুহাম্মাদ</w:t>
      </w:r>
      <w:r w:rsidRPr="009F36D3">
        <w:t xml:space="preserve">, </w:t>
      </w:r>
      <w:r w:rsidRPr="009F36D3">
        <w:rPr>
          <w:cs/>
          <w:lang w:bidi="bn-IN"/>
        </w:rPr>
        <w:t>তারা আমার দাসদের উপর আমার হুজ্জাত (প্রমাণ)</w:t>
      </w:r>
      <w:r w:rsidRPr="009F36D3">
        <w:t xml:space="preserve"> </w:t>
      </w:r>
      <w:r w:rsidRPr="009F36D3">
        <w:rPr>
          <w:cs/>
          <w:lang w:bidi="bn-IN"/>
        </w:rPr>
        <w:t>এবং তারা তোমার ওয়াসী।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 xml:space="preserve">একই বইয়ে লেখক (৪৮৭ পৃষ্ঠায়)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তিনি সাঈদ ইবনে জুবাইর থেকে এবং তিনি ইবনে আব্বাস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যে রাসূলুলাহ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আমার ওয়াসী ও আমার পরে জনগণের উপর আল্লাহর</w:t>
      </w:r>
      <w:r w:rsidRPr="009F36D3">
        <w:t xml:space="preserve"> </w:t>
      </w:r>
      <w:r w:rsidRPr="009F36D3">
        <w:rPr>
          <w:cs/>
          <w:lang w:bidi="bn-IN"/>
        </w:rPr>
        <w:t>হুজ্জাত (প্রমাণ) সংখ্যায় বারো জন। তাদের প্রথম জন আমার</w:t>
      </w:r>
      <w:r w:rsidRPr="009F36D3">
        <w:t xml:space="preserve"> </w:t>
      </w:r>
      <w:r w:rsidRPr="009F36D3">
        <w:rPr>
          <w:cs/>
          <w:lang w:bidi="bn-IN"/>
        </w:rPr>
        <w:t>ভাই এবং তাদের শেষ জন আমার সন্তান।</w:t>
      </w:r>
      <w:r w:rsidRPr="009F36D3">
        <w:t xml:space="preserve"> </w:t>
      </w:r>
      <w:r w:rsidRPr="009F36D3">
        <w:rPr>
          <w:cs/>
          <w:lang w:bidi="bn-IN"/>
        </w:rPr>
        <w:t>লোকজন জিজ্ঞেস</w:t>
      </w:r>
      <w:r w:rsidRPr="009F36D3">
        <w:t xml:space="preserve"> </w:t>
      </w:r>
      <w:r w:rsidRPr="009F36D3">
        <w:rPr>
          <w:cs/>
          <w:lang w:bidi="bn-IN"/>
        </w:rPr>
        <w:t xml:space="preserve">করলো-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কে আপনার ভাই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আলী</w:t>
      </w:r>
      <w:r w:rsidRPr="00AA6375">
        <w:rPr>
          <w:rStyle w:val="libAlaemChar"/>
        </w:rPr>
        <w:t>’</w:t>
      </w:r>
      <w:r w:rsidRPr="009F36D3">
        <w:t xml:space="preserve">; </w:t>
      </w:r>
      <w:r w:rsidRPr="009F36D3">
        <w:rPr>
          <w:cs/>
          <w:lang w:bidi="bn-IN"/>
        </w:rPr>
        <w:t>আবার</w:t>
      </w:r>
      <w:r w:rsidRPr="009F36D3">
        <w:t xml:space="preserve"> </w:t>
      </w:r>
      <w:r w:rsidRPr="009F36D3">
        <w:rPr>
          <w:cs/>
          <w:lang w:bidi="bn-IN"/>
        </w:rPr>
        <w:t>তাকে জিজ্ঞেস করা হলো</w:t>
      </w:r>
      <w:r w:rsidRPr="009F36D3">
        <w:t xml:space="preserve">, </w:t>
      </w:r>
      <w:r w:rsidRPr="009F36D3">
        <w:rPr>
          <w:cs/>
          <w:lang w:bidi="bn-IN"/>
        </w:rPr>
        <w:t>কে আপনার সন্তান</w:t>
      </w:r>
      <w:r w:rsidRPr="009F36D3">
        <w:t xml:space="preserve">? </w:t>
      </w:r>
      <w:r w:rsidRPr="009F36D3">
        <w:rPr>
          <w:cs/>
          <w:lang w:bidi="bn-IN"/>
        </w:rPr>
        <w:t>তিনি বললেন-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(৪৮৭ পৃষ্ঠায়) লেখক ইবনে আব্বাস থেকে বর্ণনা করেছেন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নবীদের সর্দার এবং ওয়াসীদের</w:t>
      </w:r>
      <w:r w:rsidRPr="009F36D3">
        <w:t xml:space="preserve"> </w:t>
      </w:r>
      <w:r w:rsidRPr="009F36D3">
        <w:rPr>
          <w:cs/>
          <w:lang w:bidi="bn-IN"/>
        </w:rPr>
        <w:t>সর্দার। নিশ্চয়ই আমার পরে ওয়াসীদের সংখ্যা বারো জন। তাদের প্রথম</w:t>
      </w:r>
      <w:r w:rsidRPr="009F36D3">
        <w:t xml:space="preserve"> </w:t>
      </w:r>
      <w:r w:rsidRPr="009F36D3">
        <w:rPr>
          <w:cs/>
          <w:lang w:bidi="bn-IN"/>
        </w:rPr>
        <w:t>জন আলী এবং শেষ জন 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Default="00B363D3" w:rsidP="00B363D3">
      <w:pPr>
        <w:pStyle w:val="libCenterBold1"/>
        <w:rPr>
          <w:cs/>
          <w:lang w:bidi="bn-IN"/>
        </w:rPr>
      </w:pPr>
    </w:p>
    <w:p w:rsidR="005A057D" w:rsidRPr="009F36D3" w:rsidRDefault="005A057D" w:rsidP="00B363D3">
      <w:pPr>
        <w:pStyle w:val="libCenterBold1"/>
      </w:pPr>
      <w:r w:rsidRPr="009F36D3">
        <w:rPr>
          <w:cs/>
          <w:lang w:bidi="bn-IN"/>
        </w:rPr>
        <w:t>মাহদী (আঃ) ১২তম ইমাম</w:t>
      </w:r>
    </w:p>
    <w:p w:rsidR="00B363D3" w:rsidRDefault="00B363D3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লেখক (৪৯২ পৃষ্ঠায়) খাওয়ারাযমীর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আব্দুল্লাহ হোসেইন ইবনে আলী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একবার যখন আমি আমার নানার সাথে দেখা করলাম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আমাকে তার কোলে বসালেন এবং এরপর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আল্লাহ তোমার পিঠ থেকে নির্বাচন করবেন নয়জন ইমামকে</w:t>
      </w:r>
      <w:r w:rsidRPr="009F36D3">
        <w:t xml:space="preserve">, </w:t>
      </w:r>
      <w:r w:rsidRPr="009F36D3">
        <w:rPr>
          <w:cs/>
          <w:lang w:bidi="bn-IN"/>
        </w:rPr>
        <w:t xml:space="preserve">তাদের মধ্যে নবম জন হবে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তাদের পত্যেকের মান ও</w:t>
      </w:r>
      <w:r w:rsidRPr="009F36D3">
        <w:t xml:space="preserve"> </w:t>
      </w:r>
      <w:r w:rsidRPr="009F36D3">
        <w:rPr>
          <w:cs/>
          <w:lang w:bidi="bn-IN"/>
        </w:rPr>
        <w:t>মর্যাদা আল্লাহর কাছে একই।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 লেখক বর্ণনা করেন (৪৯৩ পৃষ্ঠায়) খাওয়ারাযমীর উল্লেখিত</w:t>
      </w:r>
      <w:r w:rsidRPr="009F36D3">
        <w:t xml:space="preserve"> </w:t>
      </w:r>
      <w:r w:rsidRPr="009F36D3">
        <w:rPr>
          <w:cs/>
          <w:lang w:bidi="bn-IN"/>
        </w:rPr>
        <w:t>বই থেকে এবং তিনি আলী (আঃ) থেকে বর্ণনা করেন যে রাসূলুল্লাহ (সাঃ)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পরে ইমামদের সংখ্যা বারো জন। তাদের প্রথমজন তুমি</w:t>
      </w:r>
      <w:r w:rsidRPr="009F36D3">
        <w:t xml:space="preserve"> (</w:t>
      </w:r>
      <w:r w:rsidRPr="009F36D3">
        <w:rPr>
          <w:cs/>
          <w:lang w:bidi="bn-IN"/>
        </w:rPr>
        <w:t xml:space="preserve">আলী) এবং তাদের শেষ জন হবে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যার মাধ্যমে আল্লাহ</w:t>
      </w:r>
      <w:r w:rsidRPr="009F36D3">
        <w:t xml:space="preserve"> </w:t>
      </w:r>
      <w:r w:rsidRPr="009F36D3">
        <w:rPr>
          <w:cs/>
          <w:lang w:bidi="bn-IN"/>
        </w:rPr>
        <w:t>পূর্ব ও পশ্চিমকে মুক্ত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Default="00B363D3" w:rsidP="006E1E70">
      <w:r>
        <w:br w:type="page"/>
      </w:r>
    </w:p>
    <w:p w:rsidR="005A057D" w:rsidRPr="009F36D3" w:rsidRDefault="005A057D" w:rsidP="00B363D3">
      <w:pPr>
        <w:pStyle w:val="Heading2Center"/>
      </w:pPr>
      <w:bookmarkStart w:id="39" w:name="_Toc451691954"/>
      <w:r w:rsidRPr="009F36D3">
        <w:rPr>
          <w:cs/>
          <w:lang w:bidi="bn-IN"/>
        </w:rPr>
        <w:lastRenderedPageBreak/>
        <w:t>মাহদী (আঃ) যুগের ইমাম</w:t>
      </w:r>
      <w:bookmarkEnd w:id="39"/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আলী (আঃ) নাহজুল বালাগাতে বলেছেন- পৃথিবী আল্লাহর</w:t>
      </w:r>
      <w:r w:rsidRPr="009F36D3">
        <w:t xml:space="preserve"> </w:t>
      </w:r>
      <w:r w:rsidRPr="009F36D3">
        <w:rPr>
          <w:cs/>
          <w:lang w:bidi="bn-IN"/>
        </w:rPr>
        <w:t>হুজ্জাত ও ক্বায়েম ছাড়া থাকবে না। সে হয় প্রকাশ্য ও সুপরিচিত থাকবে</w:t>
      </w:r>
      <w:r w:rsidRPr="009F36D3">
        <w:t xml:space="preserve"> </w:t>
      </w:r>
      <w:r w:rsidRPr="009F36D3">
        <w:rPr>
          <w:cs/>
          <w:lang w:bidi="bn-IN"/>
        </w:rPr>
        <w:t>অথবা গোপন এবং (শত্রুদের কারণে) ভীত থাকবে।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তাফতাযানী একই বিষয় বর্ণনা করেছেন আলী (আঃ) থেকে।</w:t>
      </w:r>
      <w:r w:rsidRPr="009F36D3">
        <w:t xml:space="preserve"> </w:t>
      </w:r>
    </w:p>
    <w:p w:rsidR="005A057D" w:rsidRPr="009F36D3" w:rsidRDefault="005A057D" w:rsidP="00B363D3">
      <w:pPr>
        <w:pStyle w:val="libNormal"/>
      </w:pPr>
      <w:r w:rsidRPr="009F36D3">
        <w:rPr>
          <w:cs/>
          <w:lang w:bidi="bn-IN"/>
        </w:rPr>
        <w:t>একটি বিখ্যাত হাদীস রয়েছে যা শিয়া ও সুন্নী উভয়ের কাছে</w:t>
      </w:r>
      <w:r w:rsidRPr="009F36D3">
        <w:t xml:space="preserve"> </w:t>
      </w:r>
      <w:r w:rsidR="00B363D3">
        <w:rPr>
          <w:cs/>
          <w:lang w:bidi="bn-IN"/>
        </w:rPr>
        <w:t>সুপরিচিত</w:t>
      </w:r>
      <w:r w:rsidRPr="009F36D3">
        <w:rPr>
          <w:cs/>
          <w:lang w:bidi="bn-IN"/>
        </w:rPr>
        <w:t xml:space="preserve"> ও এর সত্যতার বিষয়ে উভয় মাযহাবে কোন বিরোধিতা নেই</w:t>
      </w:r>
      <w:r w:rsidRPr="009F36D3">
        <w:t xml:space="preserve"> </w:t>
      </w:r>
      <w:r w:rsidRPr="009F36D3">
        <w:rPr>
          <w:cs/>
          <w:lang w:bidi="bn-IN"/>
        </w:rPr>
        <w:t xml:space="preserve">তাহলো রাসূল (সাঃ)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 ব্যক্তি তার যুগের ইমামকে না জেনে</w:t>
      </w:r>
      <w:r w:rsidRPr="009F36D3">
        <w:t xml:space="preserve"> </w:t>
      </w:r>
      <w:r w:rsidRPr="009F36D3">
        <w:rPr>
          <w:cs/>
          <w:lang w:bidi="bn-IN"/>
        </w:rPr>
        <w:t>মারা গেলো সে জাহেলিয়াতের মৃত্যুবরণ করলো।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Default="00B363D3" w:rsidP="006E1E70">
      <w:r>
        <w:br w:type="page"/>
      </w:r>
    </w:p>
    <w:p w:rsidR="005A057D" w:rsidRPr="009F36D3" w:rsidRDefault="005A057D" w:rsidP="00B363D3">
      <w:pPr>
        <w:pStyle w:val="Heading2Center"/>
      </w:pPr>
      <w:bookmarkStart w:id="40" w:name="_Toc451691955"/>
      <w:r w:rsidRPr="009F36D3">
        <w:rPr>
          <w:cs/>
          <w:lang w:bidi="bn-IN"/>
        </w:rPr>
        <w:lastRenderedPageBreak/>
        <w:t>প্রশ্ন</w:t>
      </w:r>
      <w:r w:rsidRPr="009F36D3">
        <w:t xml:space="preserve"> </w:t>
      </w:r>
      <w:r w:rsidRPr="009F36D3">
        <w:rPr>
          <w:cs/>
          <w:lang w:bidi="bn-IN"/>
        </w:rPr>
        <w:t>হলো বর্তমান যুগের ইমাম কে</w:t>
      </w:r>
      <w:r w:rsidRPr="009F36D3">
        <w:t>?</w:t>
      </w:r>
      <w:bookmarkEnd w:id="40"/>
      <w:r w:rsidRPr="009F36D3">
        <w:t xml:space="preserve"> </w:t>
      </w:r>
    </w:p>
    <w:p w:rsidR="00B363D3" w:rsidRDefault="00B363D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বোখারী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তে মুসলিম থেকে বর্ণনা করেন তিনি জাবির</w:t>
      </w:r>
      <w:r w:rsidRPr="009F36D3">
        <w:t xml:space="preserve"> </w:t>
      </w:r>
      <w:r w:rsidRPr="009F36D3">
        <w:rPr>
          <w:cs/>
          <w:lang w:bidi="bn-IN"/>
        </w:rPr>
        <w:t>ইবনে সামারা থেকে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ধর্ম সুসংহতভাবে চলতে থাকবে কিয়ামত পর্যন্ত এবং কুরাইশ</w:t>
      </w:r>
      <w:r w:rsidRPr="009F36D3">
        <w:t xml:space="preserve"> </w:t>
      </w:r>
      <w:r w:rsidRPr="009F36D3">
        <w:rPr>
          <w:cs/>
          <w:lang w:bidi="bn-IN"/>
        </w:rPr>
        <w:t>থেকে ১২জন উত্তরাধীকারী যারা জনগণের অভিভাবক থাকবে</w:t>
      </w:r>
      <w:r w:rsidRPr="009F36D3">
        <w:t xml:space="preserve">, </w:t>
      </w:r>
      <w:r w:rsidRPr="009F36D3">
        <w:rPr>
          <w:cs/>
          <w:lang w:bidi="bn-IN"/>
        </w:rPr>
        <w:t>তারা আসবে এবং চলে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আলী ইবনে মুহাম্মাদ এ একই হাদীস বর্ণনা করেছেন এবং শেষ করেছেন</w:t>
      </w:r>
      <w:r w:rsidRPr="009F36D3">
        <w:t xml:space="preserve"> </w:t>
      </w:r>
      <w:r w:rsidRPr="009F36D3">
        <w:rPr>
          <w:cs/>
          <w:lang w:bidi="bn-IN"/>
        </w:rPr>
        <w:t xml:space="preserve">এ বলে যে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নয় জন আসবে হোসেইনের পিঠ থেকে এবং মাহদী তাদের</w:t>
      </w:r>
      <w:r w:rsidRPr="009F36D3">
        <w:t xml:space="preserve"> </w:t>
      </w:r>
      <w:r w:rsidRPr="009F36D3">
        <w:rPr>
          <w:cs/>
          <w:lang w:bidi="bn-IN"/>
        </w:rPr>
        <w:t>একজন।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আব্দুর রহমান ইবনে সামারা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রাসূল (সাঃ)-কে</w:t>
      </w:r>
      <w:r w:rsidRPr="009F36D3">
        <w:t xml:space="preserve"> </w:t>
      </w:r>
      <w:r w:rsidRPr="009F36D3">
        <w:rPr>
          <w:cs/>
          <w:lang w:bidi="bn-IN"/>
        </w:rPr>
        <w:t>বললাম-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আমাকে নাজাতের পথ দেখান।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সামারার</w:t>
      </w:r>
      <w:r w:rsidRPr="009F36D3">
        <w:t xml:space="preserve"> </w:t>
      </w:r>
      <w:r w:rsidRPr="009F36D3">
        <w:rPr>
          <w:cs/>
          <w:lang w:bidi="bn-IN"/>
        </w:rPr>
        <w:t>সন্তান</w:t>
      </w:r>
      <w:r w:rsidRPr="009F36D3">
        <w:t xml:space="preserve">, </w:t>
      </w:r>
      <w:r w:rsidRPr="009F36D3">
        <w:rPr>
          <w:cs/>
          <w:lang w:bidi="bn-IN"/>
        </w:rPr>
        <w:t>যখন আকাঙ্ক্ষা বিভিন্ন রকম হয়ে যায় এবং মতামত বিভিন্ন হয়</w:t>
      </w:r>
      <w:r w:rsidRPr="009F36D3">
        <w:t xml:space="preserve"> </w:t>
      </w:r>
      <w:r w:rsidRPr="009F36D3">
        <w:rPr>
          <w:cs/>
          <w:lang w:bidi="bn-IN"/>
        </w:rPr>
        <w:t>তোমার দায়িত্ব আলী ইবনে আবি তালিবের সাথে থাকা। নিশ্চয়ই সে</w:t>
      </w:r>
      <w:r w:rsidRPr="009F36D3">
        <w:t xml:space="preserve"> </w:t>
      </w:r>
      <w:r w:rsidRPr="009F36D3">
        <w:rPr>
          <w:cs/>
          <w:lang w:bidi="bn-IN"/>
        </w:rPr>
        <w:t>আমার উম্মতের নেতা এবং আমার পরে আমার প্রতিনিধি--- নিশ্চয়ই তার</w:t>
      </w:r>
      <w:r w:rsidRPr="009F36D3">
        <w:t xml:space="preserve"> </w:t>
      </w:r>
      <w:r w:rsidRPr="009F36D3">
        <w:rPr>
          <w:cs/>
          <w:lang w:bidi="bn-IN"/>
        </w:rPr>
        <w:t>কাছ থেকে আমার উম্মতের ইমামরা আসবে এবং বেহেশতের যুবকদের</w:t>
      </w:r>
      <w:r w:rsidRPr="009F36D3">
        <w:t xml:space="preserve"> </w:t>
      </w:r>
      <w:r w:rsidRPr="009F36D3">
        <w:rPr>
          <w:cs/>
          <w:lang w:bidi="bn-IN"/>
        </w:rPr>
        <w:t>দুই সর্দার (হাসান ও হোসেইন) এবং হোসেইনের কাছ থেকে আসবে</w:t>
      </w:r>
      <w:r w:rsidRPr="009F36D3">
        <w:t xml:space="preserve"> </w:t>
      </w:r>
      <w:r w:rsidRPr="009F36D3">
        <w:rPr>
          <w:cs/>
          <w:lang w:bidi="bn-IN"/>
        </w:rPr>
        <w:t xml:space="preserve">নয়জন বংশধর যাদের শেষ জন হবে আমার উম্মতের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 ইবনে মুগাযালি আবু ইমামাহ থেকে বর্ণনা করেছেন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পরে ইমামদের সংখ্যা ১২জন এবং</w:t>
      </w:r>
      <w:r w:rsidRPr="009F36D3">
        <w:t xml:space="preserve"> </w:t>
      </w:r>
      <w:r w:rsidRPr="009F36D3">
        <w:rPr>
          <w:cs/>
          <w:lang w:bidi="bn-IN"/>
        </w:rPr>
        <w:t>তাদের প্রত্যেকেই কুরাইশ বংশ থেকে। নয় জন হোসেইনের পিঠ থেকে</w:t>
      </w:r>
      <w:r w:rsidRPr="009F36D3">
        <w:t xml:space="preserve"> </w:t>
      </w:r>
      <w:r w:rsidRPr="009F36D3">
        <w:rPr>
          <w:cs/>
          <w:lang w:bidi="bn-IN"/>
        </w:rPr>
        <w:t>এবং তাদের একজন মাহদী।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 আবু সালেহ বর্ণনা করেছেন যায়েদ ইবনে সাবিত থেকে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 শেষ হবে না যতক্ষণ না হোসেইনের বংশ থেকে একজন</w:t>
      </w:r>
      <w:r w:rsidRPr="009F36D3">
        <w:t xml:space="preserve"> </w:t>
      </w:r>
      <w:r w:rsidRPr="009F36D3">
        <w:rPr>
          <w:cs/>
          <w:lang w:bidi="bn-IN"/>
        </w:rPr>
        <w:t xml:space="preserve">আবির্ভূত হবে উম্মতের নেতৃত্ব </w:t>
      </w:r>
      <w:r w:rsidRPr="009F36D3">
        <w:t xml:space="preserve"> </w:t>
      </w:r>
      <w:r w:rsidRPr="009F36D3">
        <w:rPr>
          <w:cs/>
          <w:lang w:bidi="bn-IN"/>
        </w:rPr>
        <w:t>দেয়ার জন্য। সে পৃথিবীকে</w:t>
      </w:r>
      <w:r w:rsidRPr="009F36D3">
        <w:t xml:space="preserve"> </w:t>
      </w:r>
      <w:r w:rsidRPr="009F36D3">
        <w:rPr>
          <w:cs/>
          <w:lang w:bidi="bn-IN"/>
        </w:rPr>
        <w:t>ন্যায়বিচারে পূর্ণ করে দিবে ঠিক যেভাবে তা নিপীড়নে পূর্ণ হয়ে</w:t>
      </w:r>
      <w:r w:rsidRPr="009F36D3">
        <w:t xml:space="preserve"> </w:t>
      </w:r>
      <w:r w:rsidRPr="009F36D3">
        <w:rPr>
          <w:cs/>
          <w:lang w:bidi="bn-IN"/>
        </w:rPr>
        <w:t>গিয়েছিলো।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আমরা জিজ্ঞেস করলাম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কে সেই ব্যক্তি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সে নবম ইমাম</w:t>
      </w:r>
      <w:r w:rsidRPr="009F36D3">
        <w:t xml:space="preserve">, </w:t>
      </w:r>
      <w:r w:rsidRPr="009F36D3">
        <w:rPr>
          <w:cs/>
          <w:lang w:bidi="bn-IN"/>
        </w:rPr>
        <w:t>হোসেইনের বংশ থেকে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আরেকটি হাদীস বর্ণিত হয়েছে হাসান ইবনে আলী রাযী থেকে</w:t>
      </w:r>
      <w:r w:rsidRPr="009F36D3">
        <w:t xml:space="preserve"> </w:t>
      </w:r>
      <w:r w:rsidRPr="009F36D3">
        <w:rPr>
          <w:cs/>
          <w:lang w:bidi="bn-IN"/>
        </w:rPr>
        <w:t xml:space="preserve">যেখানে রাসূলুল্লাহ (সাঃ) এ হাদীসের শেষে বলেছেনঃ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নিষ্পাপ ও</w:t>
      </w:r>
      <w:r w:rsidRPr="009F36D3">
        <w:t xml:space="preserve"> </w:t>
      </w:r>
      <w:r w:rsidRPr="009F36D3">
        <w:rPr>
          <w:cs/>
          <w:lang w:bidi="bn-IN"/>
        </w:rPr>
        <w:t>ত্রুটিমুক্ত নেতারা আবির্ভূত হবে হোসেইনের বংশ থেকে। তাদের একজন</w:t>
      </w:r>
      <w:r w:rsidRPr="009F36D3">
        <w:t xml:space="preserve"> </w:t>
      </w:r>
      <w:r w:rsidRPr="009F36D3">
        <w:rPr>
          <w:cs/>
          <w:lang w:bidi="bn-IN"/>
        </w:rPr>
        <w:t>হবে মাহদী এবং সে সেই ব্যক্তি যার পিছনে ঈসা ইবনে মারইয়াম নামাজ</w:t>
      </w:r>
      <w:r w:rsidRPr="009F36D3">
        <w:t xml:space="preserve"> </w:t>
      </w:r>
      <w:r w:rsidRPr="009F36D3">
        <w:rPr>
          <w:cs/>
          <w:lang w:bidi="bn-IN"/>
        </w:rPr>
        <w:t>পড়বে এবং সে হবে হোসেইনের নবম বংশধর।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কিছু হাদীস এসেছে মাহদীর জনগণ থেকে আত্মগোপন করার</w:t>
      </w:r>
      <w:r w:rsidRPr="009F36D3">
        <w:t xml:space="preserve"> </w:t>
      </w:r>
      <w:r w:rsidRPr="009F36D3">
        <w:rPr>
          <w:cs/>
          <w:lang w:bidi="bn-IN"/>
        </w:rPr>
        <w:t>বিষয়ে। এ হাদীসগুলো (যা একটু পরে বর্ণনা করবো) পরিষ্কারভাবে বলে</w:t>
      </w:r>
      <w:r w:rsidRPr="009F36D3">
        <w:t xml:space="preserve"> </w:t>
      </w:r>
      <w:r w:rsidRPr="009F36D3">
        <w:rPr>
          <w:cs/>
          <w:lang w:bidi="bn-IN"/>
        </w:rPr>
        <w:t>দেয় তার আনুগত্য বাধ্যতামূলক</w:t>
      </w:r>
      <w:r w:rsidRPr="009F36D3">
        <w:t xml:space="preserve">, </w:t>
      </w:r>
      <w:r w:rsidRPr="009F36D3">
        <w:rPr>
          <w:cs/>
          <w:lang w:bidi="bn-IN"/>
        </w:rPr>
        <w:t>তার অনুপস্থিতিতে হোক অথবা</w:t>
      </w:r>
      <w:r w:rsidRPr="009F36D3">
        <w:t xml:space="preserve"> </w:t>
      </w:r>
      <w:r w:rsidRPr="009F36D3">
        <w:rPr>
          <w:cs/>
          <w:lang w:bidi="bn-IN"/>
        </w:rPr>
        <w:t>উপস্থিতিতে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হোক</w:t>
      </w:r>
      <w:r w:rsidRPr="009F36D3">
        <w:t xml:space="preserve">, </w:t>
      </w:r>
      <w:r w:rsidRPr="009F36D3">
        <w:rPr>
          <w:cs/>
          <w:lang w:bidi="bn-IN"/>
        </w:rPr>
        <w:t>সে প্রকাশ্য থাকুক অথবা গোপন। আর এ কারণে</w:t>
      </w:r>
      <w:r w:rsidRPr="009F36D3">
        <w:t xml:space="preserve"> </w:t>
      </w:r>
      <w:r w:rsidRPr="009F36D3">
        <w:rPr>
          <w:cs/>
          <w:lang w:bidi="bn-IN"/>
        </w:rPr>
        <w:t>মসলমানরা তাকে চিনতে বাধ্য।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(৪৮৮ পৃষ্ঠায়) সাঈদ ইবনে</w:t>
      </w:r>
      <w:r w:rsidRPr="009F36D3">
        <w:t xml:space="preserve"> </w:t>
      </w:r>
      <w:r w:rsidRPr="009F36D3">
        <w:rPr>
          <w:cs/>
          <w:lang w:bidi="bn-IN"/>
        </w:rPr>
        <w:t>জুবায়ের থেকে এবং তিনি ইবনে আব্বাস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আলী আমার পরে আমার উম্মাতের নেতা এবং তার বংশধর</w:t>
      </w:r>
      <w:r w:rsidRPr="009F36D3">
        <w:t xml:space="preserve"> </w:t>
      </w:r>
      <w:r w:rsidRPr="009F36D3">
        <w:rPr>
          <w:cs/>
          <w:lang w:bidi="bn-IN"/>
        </w:rPr>
        <w:t xml:space="preserve">থেকে আসবে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যে পৃথিবীকে ইনসাফ ও ন্যায়বিচারে পূর্ণ</w:t>
      </w:r>
      <w:r w:rsidRPr="009F36D3">
        <w:t xml:space="preserve"> </w:t>
      </w:r>
      <w:r w:rsidRPr="009F36D3">
        <w:rPr>
          <w:cs/>
          <w:lang w:bidi="bn-IN"/>
        </w:rPr>
        <w:t>করে দিবে ঠিক যেভাবে তা নৃশংসতা ও নিপীড়নে পূর্ণ হয়ে</w:t>
      </w:r>
      <w:r w:rsidRPr="009F36D3">
        <w:t xml:space="preserve"> </w:t>
      </w:r>
      <w:r w:rsidRPr="009F36D3">
        <w:rPr>
          <w:cs/>
          <w:lang w:bidi="bn-IN"/>
        </w:rPr>
        <w:t>গিয়েছিলো। আমি আল্লাহর নামে শপথ করছি যিনি আমাকে</w:t>
      </w:r>
      <w:r w:rsidRPr="009F36D3">
        <w:t xml:space="preserve"> </w:t>
      </w:r>
      <w:r w:rsidRPr="009F36D3">
        <w:rPr>
          <w:cs/>
          <w:lang w:bidi="bn-IN"/>
        </w:rPr>
        <w:t>সত্যসহ নিয়োগ দিয়েছেন এবং সুসংবাদ দানকারী ও সতর্ককারী</w:t>
      </w:r>
      <w:r w:rsidRPr="009F36D3">
        <w:t xml:space="preserve"> </w:t>
      </w:r>
      <w:r w:rsidRPr="009F36D3">
        <w:rPr>
          <w:cs/>
          <w:lang w:bidi="bn-IN"/>
        </w:rPr>
        <w:t>বানিয়েছেন</w:t>
      </w:r>
      <w:r w:rsidRPr="009F36D3">
        <w:t xml:space="preserve">, </w:t>
      </w:r>
      <w:r w:rsidRPr="009F36D3">
        <w:rPr>
          <w:cs/>
          <w:lang w:bidi="bn-IN"/>
        </w:rPr>
        <w:t>যে তার ইমামতে (আত্মগোপনের সময়)</w:t>
      </w:r>
      <w:r w:rsidRPr="009F36D3">
        <w:t xml:space="preserve"> </w:t>
      </w:r>
      <w:r w:rsidRPr="009F36D3">
        <w:rPr>
          <w:cs/>
          <w:lang w:bidi="bn-IN"/>
        </w:rPr>
        <w:t>বিশ্বাসকারীদের সংখ্যা লাল রংয়ের দিয়াশলায়ের চাইতে দূর্লভ</w:t>
      </w:r>
      <w:r w:rsidRPr="009F36D3">
        <w:t xml:space="preserve"> </w:t>
      </w:r>
      <w:r w:rsidRPr="009F36D3">
        <w:rPr>
          <w:cs/>
          <w:lang w:bidi="bn-IN"/>
        </w:rPr>
        <w:t>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উক্ত বইয়ের লেখক খাওয়ারাযমীর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আবু</w:t>
      </w:r>
      <w:r w:rsidRPr="009F36D3">
        <w:t xml:space="preserve"> </w:t>
      </w:r>
      <w:r w:rsidRPr="009F36D3">
        <w:rPr>
          <w:cs/>
          <w:lang w:bidi="bn-IN"/>
        </w:rPr>
        <w:t>জাফর বাক্বির (আঃ) বলেছেন-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রহমতপ্রাপ্ত সে যে আমার আহলে বাইত থেকে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কে</w:t>
      </w:r>
      <w:r w:rsidRPr="009F36D3">
        <w:t xml:space="preserve"> </w:t>
      </w:r>
      <w:r w:rsidRPr="009F36D3">
        <w:rPr>
          <w:cs/>
          <w:lang w:bidi="bn-IN"/>
        </w:rPr>
        <w:t>খুঁজে পায় এমন অবস্থায় যখন সে তাকে আত্মগোপনকালে তাকে</w:t>
      </w:r>
      <w:r w:rsidRPr="009F36D3">
        <w:t xml:space="preserve"> </w:t>
      </w:r>
      <w:r w:rsidRPr="009F36D3">
        <w:rPr>
          <w:cs/>
          <w:lang w:bidi="bn-IN"/>
        </w:rPr>
        <w:t>অনুসরণ করেছে এবং তার বন্ধুদের সাথে বন্ধুত্ব</w:t>
      </w:r>
      <w:r w:rsidRPr="009F36D3">
        <w:t xml:space="preserve"> </w:t>
      </w:r>
      <w:r w:rsidRPr="009F36D3">
        <w:rPr>
          <w:cs/>
          <w:lang w:bidi="bn-IN"/>
        </w:rPr>
        <w:t>করেছে এবং তার</w:t>
      </w:r>
      <w:r w:rsidRPr="009F36D3">
        <w:t xml:space="preserve"> </w:t>
      </w:r>
      <w:r w:rsidRPr="009F36D3">
        <w:rPr>
          <w:cs/>
          <w:lang w:bidi="bn-IN"/>
        </w:rPr>
        <w:t>শত্রুদের সাথে শত্রুতা করেছে। এ ধরনের ব্যক্তি আমার</w:t>
      </w:r>
      <w:r w:rsidRPr="009F36D3">
        <w:t xml:space="preserve"> </w:t>
      </w:r>
      <w:r w:rsidRPr="009F36D3">
        <w:rPr>
          <w:cs/>
          <w:lang w:bidi="bn-IN"/>
        </w:rPr>
        <w:t>সাহাবীদের ও বন্ধুদের অন্তর্ভূক্ত বলে গণ্য হবে এবং বিচার দিনে</w:t>
      </w:r>
      <w:r w:rsidRPr="009F36D3">
        <w:t xml:space="preserve"> </w:t>
      </w:r>
      <w:r w:rsidRPr="009F36D3">
        <w:rPr>
          <w:cs/>
          <w:lang w:bidi="bn-IN"/>
        </w:rPr>
        <w:t>সে আমার সামনে সবচেয়ে সম্মানিত বলে বিবেচিত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একই বইয়ের লেখক (৪৯৪ পৃষ্ঠায়) খাওয়ারাযমীর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জাবির ইবনে আব্দুল্লাহ আনসারী থেকে বর্ণনা করেছেন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হে জাবির</w:t>
      </w:r>
      <w:r w:rsidRPr="009F36D3">
        <w:t xml:space="preserve">, </w:t>
      </w:r>
      <w:r w:rsidRPr="009F36D3">
        <w:rPr>
          <w:cs/>
          <w:lang w:bidi="bn-IN"/>
        </w:rPr>
        <w:t>নিশ্চয়ই আমার পরে আমার ওয়াসী এবং</w:t>
      </w:r>
      <w:r w:rsidRPr="009F36D3">
        <w:t xml:space="preserve"> </w:t>
      </w:r>
      <w:r w:rsidRPr="009F36D3">
        <w:rPr>
          <w:cs/>
          <w:lang w:bidi="bn-IN"/>
        </w:rPr>
        <w:t>মুসলমানদের নেতারা হলো</w:t>
      </w:r>
      <w:r w:rsidRPr="009F36D3">
        <w:t xml:space="preserve">, </w:t>
      </w:r>
      <w:r w:rsidRPr="009F36D3">
        <w:rPr>
          <w:cs/>
          <w:lang w:bidi="bn-IN"/>
        </w:rPr>
        <w:t>প্রথমজন আলী</w:t>
      </w:r>
      <w:r w:rsidRPr="009F36D3">
        <w:t xml:space="preserve">, </w:t>
      </w:r>
      <w:r w:rsidRPr="009F36D3">
        <w:rPr>
          <w:cs/>
          <w:lang w:bidi="bn-IN"/>
        </w:rPr>
        <w:t>এরপর যথাক্রমে</w:t>
      </w:r>
      <w:r w:rsidRPr="009F36D3">
        <w:t xml:space="preserve"> </w:t>
      </w:r>
      <w:r w:rsidRPr="009F36D3">
        <w:rPr>
          <w:cs/>
          <w:lang w:bidi="bn-IN"/>
        </w:rPr>
        <w:t>হাসান</w:t>
      </w:r>
      <w:r w:rsidRPr="009F36D3">
        <w:t xml:space="preserve">, </w:t>
      </w:r>
      <w:r w:rsidRPr="009F36D3">
        <w:rPr>
          <w:cs/>
          <w:lang w:bidi="bn-IN"/>
        </w:rPr>
        <w:t>হোসেইন</w:t>
      </w:r>
      <w:r w:rsidRPr="009F36D3">
        <w:t xml:space="preserve">, </w:t>
      </w:r>
      <w:r w:rsidRPr="009F36D3">
        <w:rPr>
          <w:cs/>
          <w:lang w:bidi="bn-IN"/>
        </w:rPr>
        <w:t>আলী ইবনে হোসেইন</w:t>
      </w:r>
      <w:r w:rsidRPr="009F36D3">
        <w:t xml:space="preserve">, </w:t>
      </w:r>
      <w:r w:rsidRPr="009F36D3">
        <w:rPr>
          <w:cs/>
          <w:lang w:bidi="bn-IN"/>
        </w:rPr>
        <w:t>মুহাম্মাদ ইবনে আলী-</w:t>
      </w:r>
      <w:r w:rsidRPr="009F36D3">
        <w:t xml:space="preserve"> </w:t>
      </w:r>
      <w:r w:rsidRPr="009F36D3">
        <w:rPr>
          <w:cs/>
          <w:lang w:bidi="bn-IN"/>
        </w:rPr>
        <w:t>বাক্বির বলে বিখ্যাত</w:t>
      </w:r>
      <w:r w:rsidRPr="009F36D3">
        <w:t xml:space="preserve">, </w:t>
      </w:r>
      <w:r w:rsidRPr="009F36D3">
        <w:rPr>
          <w:cs/>
          <w:lang w:bidi="bn-IN"/>
        </w:rPr>
        <w:t>শীঘ্রই তুমি তার সাথে সাক্ষাত করবে এবং</w:t>
      </w:r>
      <w:r w:rsidRPr="009F36D3">
        <w:t xml:space="preserve"> </w:t>
      </w:r>
      <w:r w:rsidRPr="009F36D3">
        <w:rPr>
          <w:cs/>
          <w:lang w:bidi="bn-IN"/>
        </w:rPr>
        <w:t>যখন তুমি সাক্ষাত করবে তার কাছে আমার সালাম পৌছেঁ দিও।</w:t>
      </w:r>
      <w:r w:rsidRPr="009F36D3">
        <w:t xml:space="preserve"> </w:t>
      </w:r>
      <w:r w:rsidRPr="009F36D3">
        <w:rPr>
          <w:cs/>
          <w:lang w:bidi="bn-IN"/>
        </w:rPr>
        <w:t>তার পরে আসবে জাফর ইবনে মুহাম্মাদ</w:t>
      </w:r>
      <w:r w:rsidRPr="009F36D3">
        <w:t>,</w:t>
      </w:r>
      <w:r w:rsidRPr="009F36D3">
        <w:rPr>
          <w:cs/>
          <w:lang w:bidi="bn-IN"/>
        </w:rPr>
        <w:t xml:space="preserve"> মূসা ইবনে জাফর</w:t>
      </w:r>
      <w:r w:rsidRPr="009F36D3">
        <w:t xml:space="preserve">, </w:t>
      </w:r>
      <w:r w:rsidRPr="009F36D3">
        <w:rPr>
          <w:cs/>
          <w:lang w:bidi="bn-IN"/>
        </w:rPr>
        <w:t>আলী ইবনে মূসা</w:t>
      </w:r>
      <w:r w:rsidRPr="009F36D3">
        <w:t>,</w:t>
      </w:r>
      <w:r w:rsidRPr="009F36D3">
        <w:rPr>
          <w:cs/>
          <w:lang w:bidi="bn-IN"/>
        </w:rPr>
        <w:t xml:space="preserve"> মুহাম্মাদ ইবনে আলী</w:t>
      </w:r>
      <w:r w:rsidRPr="009F36D3">
        <w:t xml:space="preserve">, </w:t>
      </w:r>
      <w:r w:rsidRPr="009F36D3">
        <w:rPr>
          <w:cs/>
          <w:lang w:bidi="bn-IN"/>
        </w:rPr>
        <w:t>আলী ইবনে মুহাম্মাদ</w:t>
      </w:r>
      <w:r w:rsidRPr="009F36D3">
        <w:t xml:space="preserve">, </w:t>
      </w:r>
      <w:r w:rsidRPr="009F36D3">
        <w:rPr>
          <w:cs/>
          <w:lang w:bidi="bn-IN"/>
        </w:rPr>
        <w:t>হাসান ইবনে আলী এবং ক্বায়েম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তার নাম হবে আমার নামে</w:t>
      </w:r>
      <w:r w:rsidRPr="009F36D3">
        <w:t xml:space="preserve"> </w:t>
      </w:r>
      <w:r w:rsidRPr="009F36D3">
        <w:rPr>
          <w:cs/>
          <w:lang w:bidi="bn-IN"/>
        </w:rPr>
        <w:t>এবং তার ডাক নাম হবে আমার ডাকনাম। সে হোসেইন ইবনে</w:t>
      </w:r>
      <w:r w:rsidRPr="009F36D3">
        <w:t xml:space="preserve"> </w:t>
      </w:r>
      <w:r w:rsidRPr="009F36D3">
        <w:rPr>
          <w:cs/>
          <w:lang w:bidi="bn-IN"/>
        </w:rPr>
        <w:t>আলীর সন্তান</w:t>
      </w:r>
      <w:r w:rsidRPr="009F36D3">
        <w:t xml:space="preserve"> </w:t>
      </w:r>
      <w:r w:rsidRPr="009F36D3">
        <w:rPr>
          <w:cs/>
          <w:lang w:bidi="bn-IN"/>
        </w:rPr>
        <w:t>এবং তার মাধ্যমে আল্লাহ পূর্ব ও পশ্চিমকে মুক্ত</w:t>
      </w:r>
      <w:r w:rsidRPr="009F36D3">
        <w:t xml:space="preserve"> </w:t>
      </w:r>
      <w:r w:rsidRPr="009F36D3">
        <w:rPr>
          <w:cs/>
          <w:lang w:bidi="bn-IN"/>
        </w:rPr>
        <w:t>করবেন। সে তার বন্ধুদের কাছ থেকে গোপন থাকবে। এমন হবে</w:t>
      </w:r>
      <w:r w:rsidRPr="009F36D3">
        <w:t xml:space="preserve"> </w:t>
      </w:r>
      <w:r w:rsidRPr="009F36D3">
        <w:rPr>
          <w:cs/>
          <w:lang w:bidi="bn-IN"/>
        </w:rPr>
        <w:t>যে তারা তার ইমামতে দঢ়ৃ থাকবে না শুধু সে ছাড়া যাদের অন্তরকে আল্লাহ বিশ্বাস</w:t>
      </w:r>
      <w:r w:rsidRPr="009F36D3">
        <w:t xml:space="preserve"> </w:t>
      </w:r>
      <w:r w:rsidRPr="009F36D3">
        <w:rPr>
          <w:cs/>
          <w:lang w:bidi="bn-IN"/>
        </w:rPr>
        <w:t>দিয়ে পরীক্ষা করেছেন।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 মূসাউইয়াহ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লিখেছেন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মুহাম্মাদ ইবনে</w:t>
      </w:r>
      <w:r w:rsidRPr="009F36D3">
        <w:t xml:space="preserve"> </w:t>
      </w:r>
      <w:r w:rsidRPr="009F36D3">
        <w:rPr>
          <w:cs/>
          <w:lang w:bidi="bn-IN"/>
        </w:rPr>
        <w:t>মুহাম্মাদ হাফেয বুখারী যিনি খাজা পারসা নামে বিখ্যাত তিনি তার বই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খিতাবে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মার্জিনে মাহদী (আঃ)-এর জন্ম সম্পর্কে বলতে গিয়ে</w:t>
      </w:r>
      <w:r w:rsidRPr="009F36D3">
        <w:t xml:space="preserve"> </w:t>
      </w:r>
      <w:r w:rsidRPr="009F36D3">
        <w:rPr>
          <w:cs/>
          <w:lang w:bidi="bn-IN"/>
        </w:rPr>
        <w:t xml:space="preserve">লিখেছেনঃ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 বিষয়ে প্রাপ্ত হাদীসের সংখ্যা অসংখ্য এবং মাহদীর (আঃ)</w:t>
      </w:r>
      <w:r w:rsidRPr="009F36D3">
        <w:t xml:space="preserve"> </w:t>
      </w:r>
      <w:r w:rsidRPr="009F36D3">
        <w:rPr>
          <w:cs/>
          <w:lang w:bidi="bn-IN"/>
        </w:rPr>
        <w:t>গুণাবলী সম্পর্কিত হাদীস অনেক এবং পরস্পরের সমর্থক। এছাড়া</w:t>
      </w:r>
      <w:r w:rsidRPr="009F36D3">
        <w:t xml:space="preserve">,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আবির্ভাব</w:t>
      </w:r>
      <w:r w:rsidRPr="009F36D3">
        <w:t xml:space="preserve">, </w:t>
      </w:r>
      <w:r w:rsidRPr="009F36D3">
        <w:rPr>
          <w:cs/>
          <w:lang w:bidi="bn-IN"/>
        </w:rPr>
        <w:t>তার আলোকিতকারী নূর</w:t>
      </w:r>
      <w:r w:rsidRPr="009F36D3">
        <w:t>,</w:t>
      </w:r>
      <w:r w:rsidRPr="009F36D3">
        <w:rPr>
          <w:cs/>
          <w:lang w:bidi="bn-IN"/>
        </w:rPr>
        <w:t xml:space="preserve"> তার মাধ্যমে মুহাম্মাদের (সাঃ)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শরীয়ত জীবিতকরণ</w:t>
      </w:r>
      <w:r w:rsidRPr="009F36D3">
        <w:t xml:space="preserve">, </w:t>
      </w:r>
      <w:r w:rsidRPr="009F36D3">
        <w:rPr>
          <w:cs/>
          <w:lang w:bidi="bn-IN"/>
        </w:rPr>
        <w:t>আল্লাহর পথে তার যুদ্ধসমূহ এবং পৃথিবীকে সব</w:t>
      </w:r>
      <w:r w:rsidRPr="009F36D3">
        <w:t xml:space="preserve"> </w:t>
      </w:r>
      <w:r w:rsidRPr="009F36D3">
        <w:rPr>
          <w:cs/>
          <w:lang w:bidi="bn-IN"/>
        </w:rPr>
        <w:t>ময়লা থেকে পবিত্রকরণ সম্পর্কিত সব হাদীস সুষ্পষ্ট। তার সাথীরা</w:t>
      </w:r>
      <w:r w:rsidRPr="009F36D3">
        <w:t xml:space="preserve"> </w:t>
      </w:r>
      <w:r w:rsidRPr="009F36D3">
        <w:rPr>
          <w:cs/>
          <w:lang w:bidi="bn-IN"/>
        </w:rPr>
        <w:t>প্রত্যেক সন্দেহ থেকে পবিত্র ও প্রত্যেক ভুল থেকে মুক্ত। তারাই ওরা যারা</w:t>
      </w:r>
      <w:r w:rsidRPr="009F36D3">
        <w:t xml:space="preserve"> </w:t>
      </w:r>
      <w:r w:rsidRPr="009F36D3">
        <w:rPr>
          <w:cs/>
          <w:lang w:bidi="bn-IN"/>
        </w:rPr>
        <w:t>হেদায়েতের পথ অতিক্রম করেছে এবং সত্যের পথে গবেষণার দিকে</w:t>
      </w:r>
      <w:r w:rsidRPr="009F36D3">
        <w:t xml:space="preserve"> </w:t>
      </w:r>
      <w:r w:rsidRPr="009F36D3">
        <w:rPr>
          <w:cs/>
          <w:lang w:bidi="bn-IN"/>
        </w:rPr>
        <w:t>যাচ্ছে। খিলাফত ও ইমামত তার ভিতরে শেষ হবে এবং তার পিতা কর্তৃক</w:t>
      </w:r>
      <w:r w:rsidRPr="009F36D3">
        <w:t xml:space="preserve"> </w:t>
      </w:r>
      <w:r w:rsidRPr="009F36D3">
        <w:rPr>
          <w:cs/>
          <w:lang w:bidi="bn-IN"/>
        </w:rPr>
        <w:t>এ পৃথিবীকে বিদায় জানানোর সময় থেকে তিনি ইমাম হয়ে আছেন এবং</w:t>
      </w:r>
      <w:r w:rsidRPr="009F36D3">
        <w:t xml:space="preserve"> </w:t>
      </w:r>
      <w:r w:rsidRPr="009F36D3">
        <w:rPr>
          <w:cs/>
          <w:lang w:bidi="bn-IN"/>
        </w:rPr>
        <w:t>তিনি সেরকম থাকবেন কিয়ামত দিবস পর্যন্ত। ঈসা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আঃ</w:t>
      </w:r>
      <w:r w:rsidRPr="009F36D3">
        <w:rPr>
          <w:lang w:bidi="bn-IN"/>
        </w:rPr>
        <w:t>)</w:t>
      </w:r>
      <w:r w:rsidRPr="009F36D3">
        <w:rPr>
          <w:cs/>
          <w:lang w:bidi="bn-IN"/>
        </w:rPr>
        <w:t xml:space="preserve"> তার পিছনে নামাজ</w:t>
      </w:r>
      <w:r w:rsidRPr="009F36D3">
        <w:t xml:space="preserve"> </w:t>
      </w:r>
      <w:r w:rsidRPr="009F36D3">
        <w:rPr>
          <w:cs/>
          <w:lang w:bidi="bn-IN"/>
        </w:rPr>
        <w:t>পড়বেন এবং তাকে স্বীকার করে নিবেন এবং জনগণকে আহবান জানাবেন</w:t>
      </w:r>
      <w:r w:rsidRPr="009F36D3">
        <w:t xml:space="preserve"> </w:t>
      </w:r>
      <w:r w:rsidRPr="009F36D3">
        <w:rPr>
          <w:cs/>
          <w:lang w:bidi="bn-IN"/>
        </w:rPr>
        <w:t>তার বিশ্বাস অনুসরণের জন্য যা রাসূলুল্লাহ (সাঃ)-এর বিশ্বাস ছাড়া আর</w:t>
      </w:r>
      <w:r w:rsidRPr="009F36D3">
        <w:t xml:space="preserve"> </w:t>
      </w:r>
      <w:r w:rsidRPr="009F36D3">
        <w:rPr>
          <w:cs/>
          <w:lang w:bidi="bn-IN"/>
        </w:rPr>
        <w:t>কিছু নয়।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363D3" w:rsidRPr="006E1E70" w:rsidRDefault="00B363D3" w:rsidP="006E1E70">
      <w:r>
        <w:br w:type="page"/>
      </w:r>
    </w:p>
    <w:p w:rsidR="005A057D" w:rsidRPr="009F36D3" w:rsidRDefault="005A057D" w:rsidP="00AA6375">
      <w:pPr>
        <w:pStyle w:val="libNormal"/>
        <w:rPr>
          <w:lang w:bidi="bn-IN"/>
        </w:rPr>
      </w:pPr>
    </w:p>
    <w:p w:rsidR="005A057D" w:rsidRPr="009F36D3" w:rsidRDefault="005A057D" w:rsidP="00B363D3">
      <w:pPr>
        <w:pStyle w:val="Heading1Center"/>
      </w:pPr>
      <w:bookmarkStart w:id="41" w:name="_Toc451691956"/>
      <w:r w:rsidRPr="009F36D3">
        <w:rPr>
          <w:cs/>
          <w:lang w:bidi="bn-IN"/>
        </w:rPr>
        <w:t>পঞ্চম অধ্যায়</w:t>
      </w:r>
      <w:bookmarkEnd w:id="41"/>
    </w:p>
    <w:p w:rsidR="00B363D3" w:rsidRDefault="00B363D3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B363D3">
      <w:pPr>
        <w:pStyle w:val="Heading2Center"/>
      </w:pPr>
      <w:bookmarkStart w:id="42" w:name="_Toc451691957"/>
      <w:r w:rsidRPr="009F36D3">
        <w:rPr>
          <w:cs/>
          <w:lang w:bidi="bn-IN"/>
        </w:rPr>
        <w:lastRenderedPageBreak/>
        <w:t>মাহদী (আঃ) ও তার জন্ম</w:t>
      </w:r>
      <w:bookmarkEnd w:id="42"/>
      <w:r w:rsidRPr="009F36D3">
        <w:t xml:space="preserve"> </w:t>
      </w:r>
    </w:p>
    <w:p w:rsidR="00B363D3" w:rsidRDefault="00B363D3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একদল বিশেষজ্ঞ</w:t>
      </w:r>
      <w:r w:rsidRPr="009F36D3">
        <w:t xml:space="preserve">, </w:t>
      </w:r>
      <w:r w:rsidRPr="009F36D3">
        <w:rPr>
          <w:cs/>
          <w:lang w:bidi="bn-IN"/>
        </w:rPr>
        <w:t>তাদের মধ্যে আছেন সূফী হাদীসবেত্তা</w:t>
      </w:r>
      <w:r w:rsidRPr="009F36D3">
        <w:t xml:space="preserve"> </w:t>
      </w:r>
      <w:r w:rsidRPr="009F36D3">
        <w:rPr>
          <w:cs/>
          <w:lang w:bidi="bn-IN"/>
        </w:rPr>
        <w:t xml:space="preserve">মুহাম্মাদ খাজা বুখারী তার বই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খেতাব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এ (ইয়া নাবিউল</w:t>
      </w:r>
      <w:r w:rsidRPr="009F36D3">
        <w:t xml:space="preserve"> </w:t>
      </w:r>
      <w:r w:rsidRPr="009F36D3">
        <w:rPr>
          <w:cs/>
          <w:lang w:bidi="bn-IN"/>
        </w:rPr>
        <w:t>মাওয়াদ্দার ৩৮৭ পৃষ্ঠায় যেভাবে লেখা আছে) বর্ণনা করেছেন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হযরত</w:t>
      </w:r>
      <w:r w:rsidRPr="009F36D3">
        <w:t xml:space="preserve"> </w:t>
      </w:r>
      <w:r w:rsidRPr="009F36D3">
        <w:rPr>
          <w:cs/>
          <w:lang w:bidi="bn-IN"/>
        </w:rPr>
        <w:t>ইমাম মুহাম্মাদ জাওয়াদ (আঃ)-এর কন্যা হাকিমাহ এবং আবু মুহাম্মাদ</w:t>
      </w:r>
      <w:r w:rsidRPr="009F36D3">
        <w:t xml:space="preserve"> </w:t>
      </w:r>
      <w:r w:rsidRPr="009F36D3">
        <w:rPr>
          <w:cs/>
          <w:lang w:bidi="bn-IN"/>
        </w:rPr>
        <w:t>হাসান আসকারীর (আঃ) ফুপু সবসময় প্রর্থনা করতেন ও কাদতেনঁ এবং</w:t>
      </w:r>
      <w:r w:rsidRPr="009F36D3">
        <w:t xml:space="preserve"> </w:t>
      </w:r>
      <w:r w:rsidRPr="009F36D3">
        <w:rPr>
          <w:cs/>
          <w:lang w:bidi="bn-IN"/>
        </w:rPr>
        <w:t>আল্লাহর কাছে চাইতেন তিনি যেন তাকে হযরত এর পুত্র সন্তান-এর</w:t>
      </w:r>
      <w:r w:rsidRPr="009F36D3">
        <w:t xml:space="preserve"> </w:t>
      </w:r>
      <w:r w:rsidRPr="009F36D3">
        <w:rPr>
          <w:cs/>
          <w:lang w:bidi="bn-IN"/>
        </w:rPr>
        <w:t>সাক্ষাত লাভে সফলতা দেন। ২৫৫ হিজরীর ১৫ই শাবান যখন তিনি</w:t>
      </w:r>
      <w:r w:rsidRPr="009F36D3">
        <w:t xml:space="preserve"> </w:t>
      </w:r>
      <w:r w:rsidRPr="009F36D3">
        <w:rPr>
          <w:cs/>
          <w:lang w:bidi="bn-IN"/>
        </w:rPr>
        <w:t>হযরত হাসান আসকারীর (আঃ) সাথে সাক্ষাত করলেন তখন হযরত</w:t>
      </w:r>
      <w:r w:rsidRPr="009F36D3">
        <w:t xml:space="preserve"> </w:t>
      </w:r>
      <w:r w:rsidRPr="009F36D3">
        <w:rPr>
          <w:cs/>
          <w:lang w:bidi="bn-IN"/>
        </w:rPr>
        <w:t>তাকে তার সাথে থাকতে বললেন কারণ একটি ঘটনা ঘটবে। তাই তিনি</w:t>
      </w:r>
      <w:r w:rsidRPr="009F36D3">
        <w:t xml:space="preserve"> </w:t>
      </w:r>
      <w:r w:rsidRPr="009F36D3">
        <w:rPr>
          <w:cs/>
          <w:lang w:bidi="bn-IN"/>
        </w:rPr>
        <w:t>ঐ জায়গায় থেকে গেলেন। খুব সকালে নারজিস বেগম (হযরত মাহদীর</w:t>
      </w:r>
      <w:r w:rsidRPr="009F36D3">
        <w:t xml:space="preserve"> </w:t>
      </w:r>
      <w:r w:rsidRPr="009F36D3">
        <w:rPr>
          <w:cs/>
          <w:lang w:bidi="bn-IN"/>
        </w:rPr>
        <w:t>মা) অসুবিধা বোধ করতে লাগলেন। তখন হাকিমাহ তার কাছে দ্রুত্র</w:t>
      </w:r>
      <w:r w:rsidRPr="009F36D3">
        <w:t xml:space="preserve"> </w:t>
      </w:r>
      <w:r w:rsidRPr="009F36D3">
        <w:rPr>
          <w:cs/>
          <w:lang w:bidi="bn-IN"/>
        </w:rPr>
        <w:t>গেলেন এবং এর কয়েক মহুর্ত  পর নারজিস বেগম খতনা করা এক</w:t>
      </w:r>
      <w:r w:rsidRPr="009F36D3">
        <w:t xml:space="preserve"> </w:t>
      </w:r>
      <w:r w:rsidRPr="009F36D3">
        <w:rPr>
          <w:cs/>
          <w:lang w:bidi="bn-IN"/>
        </w:rPr>
        <w:t>বরকতময় সন্তান প্রসব করলেন। যখন হাকিমাহর দৃষ্টি বাচ্চার উপর</w:t>
      </w:r>
      <w:r w:rsidRPr="009F36D3">
        <w:t xml:space="preserve"> </w:t>
      </w:r>
      <w:r w:rsidRPr="009F36D3">
        <w:rPr>
          <w:cs/>
          <w:lang w:bidi="bn-IN"/>
        </w:rPr>
        <w:t>পড়লো তিনি তাকে কোলে তুলে নিলেন এবং হযরত হাসান আসকারী</w:t>
      </w:r>
      <w:r w:rsidRPr="009F36D3">
        <w:t xml:space="preserve"> (</w:t>
      </w:r>
      <w:r w:rsidRPr="009F36D3">
        <w:rPr>
          <w:cs/>
          <w:lang w:bidi="bn-IN"/>
        </w:rPr>
        <w:t>আঃ)-এর কাছে গেলেন। হযরত হাসান আসকারী তাকে জড়িয়ে ধরলেন</w:t>
      </w:r>
      <w:r w:rsidRPr="009F36D3">
        <w:t xml:space="preserve"> </w:t>
      </w:r>
      <w:r w:rsidRPr="009F36D3">
        <w:rPr>
          <w:cs/>
          <w:lang w:bidi="bn-IN"/>
        </w:rPr>
        <w:t>এবং তার বরকতময় হাত পিঠ ও চোখে বুলিয়ে দিলেন এবং তার মুখের</w:t>
      </w:r>
      <w:r w:rsidRPr="009F36D3">
        <w:t xml:space="preserve"> </w:t>
      </w:r>
      <w:r w:rsidRPr="009F36D3">
        <w:rPr>
          <w:cs/>
          <w:lang w:bidi="bn-IN"/>
        </w:rPr>
        <w:t xml:space="preserve">উপর মুখ রাখলেন। এরপর তিনি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আযান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দিলেন বাচ্চার ডান কানে এবং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আকামাত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দিলেন তার বাম কানে। এরপর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ফুপু</w:t>
      </w:r>
      <w:r w:rsidRPr="009F36D3">
        <w:t xml:space="preserve">, </w:t>
      </w:r>
      <w:r w:rsidRPr="009F36D3">
        <w:rPr>
          <w:cs/>
          <w:lang w:bidi="bn-IN"/>
        </w:rPr>
        <w:t>তাকে তার</w:t>
      </w:r>
      <w:r w:rsidRPr="009F36D3">
        <w:t xml:space="preserve"> </w:t>
      </w:r>
      <w:r w:rsidRPr="009F36D3">
        <w:rPr>
          <w:cs/>
          <w:lang w:bidi="bn-IN"/>
        </w:rPr>
        <w:t>মায়ের কাছে নিয়ে যান।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হাকিমাহ তা পালন করলেন এবং বাচ্চাকে তার</w:t>
      </w:r>
      <w:r w:rsidRPr="009F36D3">
        <w:t xml:space="preserve"> </w:t>
      </w:r>
      <w:r w:rsidRPr="009F36D3">
        <w:rPr>
          <w:cs/>
          <w:lang w:bidi="bn-IN"/>
        </w:rPr>
        <w:t>মায়ের কাছে নিয়ে গেলেন। হাকিমাহ বলেন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আবার আমি আবু মুহাম্মাদ</w:t>
      </w:r>
      <w:r w:rsidRPr="009F36D3">
        <w:t xml:space="preserve"> </w:t>
      </w:r>
      <w:r w:rsidRPr="009F36D3">
        <w:rPr>
          <w:cs/>
          <w:lang w:bidi="bn-IN"/>
        </w:rPr>
        <w:t>হাসান আসকারীর বাসায় গিয়েছিলাম। হঠাৎ আমি দেখলাম হযরত একটি</w:t>
      </w:r>
      <w:r w:rsidRPr="009F36D3">
        <w:t xml:space="preserve"> </w:t>
      </w:r>
      <w:r w:rsidRPr="009F36D3">
        <w:rPr>
          <w:cs/>
          <w:lang w:bidi="bn-IN"/>
        </w:rPr>
        <w:t>হলদু জামা পড়া বাচ্চাকে বহন করছেন যার চেহারা আলোতে উজ্জ্বল হয়ে</w:t>
      </w:r>
      <w:r w:rsidRPr="009F36D3">
        <w:t xml:space="preserve"> </w:t>
      </w:r>
      <w:r w:rsidRPr="009F36D3">
        <w:rPr>
          <w:cs/>
          <w:lang w:bidi="bn-IN"/>
        </w:rPr>
        <w:t>আছে।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তখন তার ভালোবাসা আমার হৃদয় ঢেকে ফেললো এবং আমি</w:t>
      </w:r>
      <w:r w:rsidRPr="009F36D3">
        <w:t xml:space="preserve"> </w:t>
      </w:r>
      <w:r w:rsidRPr="009F36D3">
        <w:rPr>
          <w:cs/>
          <w:lang w:bidi="bn-IN"/>
        </w:rPr>
        <w:t>বললাম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আমার ওয়ালী (অভিভাবক) এ বরকতময় বাচ্চা সম্পর্কে</w:t>
      </w:r>
      <w:r w:rsidRPr="009F36D3">
        <w:t xml:space="preserve"> </w:t>
      </w:r>
      <w:r w:rsidRPr="009F36D3">
        <w:rPr>
          <w:cs/>
          <w:lang w:bidi="bn-IN"/>
        </w:rPr>
        <w:t>আপনার কী বলার আছে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ফুপু</w:t>
      </w:r>
      <w:r w:rsidRPr="009F36D3">
        <w:t xml:space="preserve">, </w:t>
      </w:r>
      <w:r w:rsidRPr="009F36D3">
        <w:rPr>
          <w:cs/>
          <w:lang w:bidi="bn-IN"/>
        </w:rPr>
        <w:t>সে সেই প্রতীক্ষিত</w:t>
      </w:r>
      <w:r w:rsidRPr="009F36D3">
        <w:t xml:space="preserve"> </w:t>
      </w:r>
      <w:r w:rsidRPr="009F36D3">
        <w:rPr>
          <w:cs/>
          <w:lang w:bidi="bn-IN"/>
        </w:rPr>
        <w:t>জন যার সম্পর্কে সুসংবাদ দেয়া হয়েছে।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তখন আমি নিজেকে মাটিতে</w:t>
      </w:r>
      <w:r w:rsidRPr="009F36D3">
        <w:t xml:space="preserve"> </w:t>
      </w:r>
      <w:r w:rsidRPr="009F36D3">
        <w:rPr>
          <w:cs/>
          <w:lang w:bidi="bn-IN"/>
        </w:rPr>
        <w:t>ফেলে দিলাম এবং আল্লাহকে সিজদা করলাম কৃতজ্ঞতা জানিয়ে।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 xml:space="preserve">এ বইয়ের লেখক বলতে চান-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যা আমরা আগে বর্ণনা করেছি</w:t>
      </w:r>
      <w:r w:rsidRPr="009F36D3">
        <w:t xml:space="preserve"> </w:t>
      </w:r>
      <w:r w:rsidRPr="009F36D3">
        <w:rPr>
          <w:cs/>
          <w:lang w:bidi="bn-IN"/>
        </w:rPr>
        <w:t>এবং পরে যা আমরা বর্ণনা করবো তা তার জন্মকে প্রমাণ করে। এসব</w:t>
      </w:r>
      <w:r w:rsidRPr="009F36D3">
        <w:t xml:space="preserve"> </w:t>
      </w:r>
      <w:r w:rsidRPr="009F36D3">
        <w:rPr>
          <w:cs/>
          <w:lang w:bidi="bn-IN"/>
        </w:rPr>
        <w:t>রেওয়ায়েতের বেশ কয়েকটি অংশ আছে। এক অংশ ইঙ্গিত করে তিনি</w:t>
      </w:r>
      <w:r w:rsidRPr="009F36D3">
        <w:t xml:space="preserve"> </w:t>
      </w:r>
      <w:r w:rsidRPr="009F36D3">
        <w:rPr>
          <w:cs/>
          <w:lang w:bidi="bn-IN"/>
        </w:rPr>
        <w:t>১২তম উত্তরাধিকারী</w:t>
      </w:r>
      <w:r w:rsidRPr="009F36D3">
        <w:t xml:space="preserve">, </w:t>
      </w:r>
      <w:r w:rsidRPr="009F36D3">
        <w:rPr>
          <w:cs/>
          <w:lang w:bidi="bn-IN"/>
        </w:rPr>
        <w:t>অন্যগুলি বলে তিনি ১২তম ওয়াসী। এছাড়া</w:t>
      </w:r>
      <w:r w:rsidRPr="009F36D3">
        <w:t xml:space="preserve"> </w:t>
      </w:r>
      <w:r w:rsidRPr="009F36D3">
        <w:rPr>
          <w:cs/>
          <w:lang w:bidi="bn-IN"/>
        </w:rPr>
        <w:t>অন্যগুলো বলে তিনি ইমাম হোসেইন (আঃ)-এর নবম বংশধর। আরো</w:t>
      </w:r>
      <w:r w:rsidRPr="009F36D3">
        <w:t xml:space="preserve"> </w:t>
      </w:r>
      <w:r w:rsidRPr="009F36D3">
        <w:rPr>
          <w:cs/>
          <w:lang w:bidi="bn-IN"/>
        </w:rPr>
        <w:t>কিছু অংশ বলে তিনি ইমাম রিদা (আঃ)-এর ৪র্থ বংশধর এবং কিছু বলে</w:t>
      </w:r>
      <w:r w:rsidRPr="009F36D3">
        <w:t xml:space="preserve"> </w:t>
      </w:r>
      <w:r w:rsidRPr="009F36D3">
        <w:rPr>
          <w:cs/>
          <w:lang w:bidi="bn-IN"/>
        </w:rPr>
        <w:t>তিনি হযরত আবু মুহাম্মাদ হাসান আসকারীর সন্তান। আরো কিছু অংশ</w:t>
      </w:r>
      <w:r w:rsidRPr="009F36D3">
        <w:t xml:space="preserve"> </w:t>
      </w:r>
      <w:r w:rsidRPr="009F36D3">
        <w:rPr>
          <w:cs/>
          <w:lang w:bidi="bn-IN"/>
        </w:rPr>
        <w:t>বলে তার আত্মগোপন সম্পর্কে এবং তাকে যে চেনা যাবে না সে</w:t>
      </w:r>
      <w:r w:rsidRPr="009F36D3">
        <w:t xml:space="preserve"> </w:t>
      </w:r>
      <w:r w:rsidRPr="009F36D3">
        <w:rPr>
          <w:cs/>
          <w:lang w:bidi="bn-IN"/>
        </w:rPr>
        <w:t>সম্পর্কে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>এ মুসতাফিযা</w:t>
      </w:r>
      <w:r w:rsidRPr="009F36D3">
        <w:t xml:space="preserve">, </w:t>
      </w:r>
      <w:r w:rsidRPr="009F36D3">
        <w:rPr>
          <w:cs/>
          <w:lang w:bidi="bn-IN"/>
        </w:rPr>
        <w:t>বরং মুতাওয়াতির রেওয়ায়েতসমূহ পরিষ্কারভাবে</w:t>
      </w:r>
      <w:r w:rsidRPr="009F36D3">
        <w:t xml:space="preserve"> </w:t>
      </w:r>
      <w:r w:rsidRPr="009F36D3">
        <w:rPr>
          <w:cs/>
          <w:lang w:bidi="bn-IN"/>
        </w:rPr>
        <w:t>প্রমাণ করে যে প্রতীক্ষিত মাহদী হলেন ইমাম আবু মুহাম্মাদ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সন্তান।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এখন কেউ বলতে পারে উপরোক্ত রেওয়ায়েতগুলো বর্ণনা ধারার দুর্বলতায়</w:t>
      </w:r>
      <w:r w:rsidRPr="009F36D3">
        <w:t xml:space="preserve"> </w:t>
      </w:r>
      <w:r w:rsidRPr="009F36D3">
        <w:rPr>
          <w:cs/>
          <w:lang w:bidi="bn-IN"/>
        </w:rPr>
        <w:t>দুষ্ট তাই এগুলোকে অস্বীকার</w:t>
      </w:r>
      <w:r w:rsidRPr="009F36D3">
        <w:t xml:space="preserve"> </w:t>
      </w:r>
      <w:r w:rsidRPr="009F36D3">
        <w:rPr>
          <w:cs/>
          <w:lang w:bidi="bn-IN"/>
        </w:rPr>
        <w:t>করা যায়।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লেখক বলতে চান- যে কেউ রেওয়ায়েতগুলো দেখেছে এবং</w:t>
      </w:r>
      <w:r w:rsidRPr="009F36D3">
        <w:t xml:space="preserve"> </w:t>
      </w:r>
      <w:r w:rsidRPr="009F36D3">
        <w:rPr>
          <w:cs/>
          <w:lang w:bidi="bn-IN"/>
        </w:rPr>
        <w:t>রিজাল শাস্ত্র পড়ে দেখেছে সে কখনোই তা চিন্তা</w:t>
      </w:r>
      <w:r w:rsidRPr="009F36D3">
        <w:t xml:space="preserve"> </w:t>
      </w:r>
      <w:r w:rsidRPr="009F36D3">
        <w:rPr>
          <w:cs/>
          <w:lang w:bidi="bn-IN"/>
        </w:rPr>
        <w:t>করবে না। কারণ</w:t>
      </w:r>
      <w:r w:rsidRPr="009F36D3">
        <w:t xml:space="preserve"> </w:t>
      </w:r>
      <w:r w:rsidRPr="009F36D3">
        <w:rPr>
          <w:cs/>
          <w:lang w:bidi="bn-IN"/>
        </w:rPr>
        <w:t>একদল হাদীসবেত্তা এগুলোর বিশ্বাসযোগ্যতা</w:t>
      </w:r>
      <w:r w:rsidRPr="009F36D3">
        <w:t xml:space="preserve"> </w:t>
      </w:r>
      <w:r w:rsidRPr="009F36D3">
        <w:rPr>
          <w:cs/>
          <w:lang w:bidi="bn-IN"/>
        </w:rPr>
        <w:t>স্বীকার</w:t>
      </w:r>
      <w:r w:rsidRPr="009F36D3">
        <w:t xml:space="preserve"> </w:t>
      </w:r>
      <w:r w:rsidRPr="009F36D3">
        <w:rPr>
          <w:cs/>
          <w:lang w:bidi="bn-IN"/>
        </w:rPr>
        <w:t>করেছেন এবং কেউ</w:t>
      </w:r>
      <w:r w:rsidRPr="009F36D3">
        <w:t xml:space="preserve"> </w:t>
      </w:r>
      <w:r w:rsidRPr="009F36D3">
        <w:rPr>
          <w:cs/>
          <w:lang w:bidi="bn-IN"/>
        </w:rPr>
        <w:t xml:space="preserve">কেউ এদের সত্যতা ও </w:t>
      </w:r>
      <w:r w:rsidRPr="00D076AF">
        <w:rPr>
          <w:cs/>
          <w:lang w:bidi="bn-IN"/>
        </w:rPr>
        <w:t>গ্রহণ</w:t>
      </w:r>
      <w:r w:rsidRPr="009F36D3">
        <w:rPr>
          <w:cs/>
          <w:lang w:bidi="bn-IN"/>
        </w:rPr>
        <w:t>যোগ্যতার পক্ষে প্রমাণ দিয়েছেন। বরং</w:t>
      </w:r>
      <w:r w:rsidRPr="009F36D3">
        <w:t xml:space="preserve"> </w:t>
      </w:r>
      <w:r w:rsidRPr="009F36D3">
        <w:rPr>
          <w:cs/>
          <w:lang w:bidi="bn-IN"/>
        </w:rPr>
        <w:t>হাকেম</w:t>
      </w:r>
      <w:r w:rsidRPr="009F36D3">
        <w:t xml:space="preserve">, </w:t>
      </w:r>
      <w:r w:rsidRPr="009F36D3">
        <w:rPr>
          <w:cs/>
          <w:lang w:bidi="bn-IN"/>
        </w:rPr>
        <w:t>যিনি এ শিল্পের একজন নেতা তিনি নিজেও বোখারী ও মুসলিম-</w:t>
      </w:r>
      <w:r w:rsidRPr="009F36D3">
        <w:t xml:space="preserve"> </w:t>
      </w:r>
      <w:r w:rsidRPr="009F36D3">
        <w:rPr>
          <w:cs/>
          <w:lang w:bidi="bn-IN"/>
        </w:rPr>
        <w:t>এর অভিমত অনুযায়ী এগুলোকে সঠিক বলে গ্রহণ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আহলে সুন্নাতের</w:t>
      </w:r>
      <w:r w:rsidRPr="009F36D3">
        <w:t xml:space="preserve"> </w:t>
      </w:r>
      <w:r w:rsidRPr="009F36D3">
        <w:rPr>
          <w:cs/>
          <w:lang w:bidi="bn-IN"/>
        </w:rPr>
        <w:t>বেশীরভাগ আলেম এ হাদীসগুলোর বর্ণনাধারা</w:t>
      </w:r>
      <w:r w:rsidRPr="009F36D3">
        <w:t xml:space="preserve"> </w:t>
      </w:r>
      <w:r w:rsidRPr="009F36D3">
        <w:rPr>
          <w:cs/>
          <w:lang w:bidi="bn-IN"/>
        </w:rPr>
        <w:t>উল্লেখ করেছেন এবং তাদের সঠিকতা সমর্থন করেছেন। এদেরকে</w:t>
      </w:r>
      <w:r w:rsidRPr="009F36D3">
        <w:t xml:space="preserve"> </w:t>
      </w:r>
      <w:r w:rsidRPr="009F36D3">
        <w:rPr>
          <w:cs/>
          <w:lang w:bidi="bn-IN"/>
        </w:rPr>
        <w:t>ইচ্ছাকৃতভাবে অস্বীকার</w:t>
      </w:r>
      <w:r w:rsidRPr="009F36D3">
        <w:t xml:space="preserve"> </w:t>
      </w:r>
      <w:r w:rsidRPr="009F36D3">
        <w:rPr>
          <w:cs/>
          <w:lang w:bidi="bn-IN"/>
        </w:rPr>
        <w:t>করা রাসূলুল্লাহ (সাঃ)-কে প্রত্যাখ্যান করার</w:t>
      </w:r>
      <w:r w:rsidRPr="009F36D3">
        <w:t xml:space="preserve"> </w:t>
      </w:r>
      <w:r w:rsidRPr="009F36D3">
        <w:rPr>
          <w:cs/>
          <w:lang w:bidi="bn-IN"/>
        </w:rPr>
        <w:t>শামিল।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বেশ কিছু সুন্নী</w:t>
      </w:r>
      <w:r w:rsidRPr="009F36D3">
        <w:t xml:space="preserve"> </w:t>
      </w:r>
      <w:r w:rsidRPr="009F36D3">
        <w:rPr>
          <w:cs/>
          <w:lang w:bidi="bn-IN"/>
        </w:rPr>
        <w:t>আলেম</w:t>
      </w:r>
      <w:r w:rsidRPr="009F36D3">
        <w:t xml:space="preserve">, </w:t>
      </w:r>
      <w:r w:rsidRPr="009F36D3">
        <w:rPr>
          <w:cs/>
          <w:lang w:bidi="bn-IN"/>
        </w:rPr>
        <w:t>হাদীসবেত্তা এবং ঐতিহাসিকের নাম</w:t>
      </w:r>
      <w:r w:rsidRPr="009F36D3">
        <w:t xml:space="preserve"> </w:t>
      </w:r>
      <w:r w:rsidRPr="009F36D3">
        <w:rPr>
          <w:cs/>
          <w:lang w:bidi="bn-IN"/>
        </w:rPr>
        <w:t>আমরা উল্লেখ করতে চাই যাদের বক্তব্য হলো হযরত মাহদী (আঃ)-এর</w:t>
      </w:r>
      <w:r w:rsidRPr="009F36D3">
        <w:t xml:space="preserve"> </w:t>
      </w:r>
      <w:r w:rsidRPr="009F36D3">
        <w:rPr>
          <w:cs/>
          <w:lang w:bidi="bn-IN"/>
        </w:rPr>
        <w:t>জন্ম হয়েছে</w:t>
      </w:r>
      <w:r w:rsidRPr="009F36D3">
        <w:t xml:space="preserve">, </w:t>
      </w:r>
      <w:r w:rsidRPr="009F36D3">
        <w:rPr>
          <w:cs/>
          <w:lang w:bidi="bn-IN"/>
        </w:rPr>
        <w:t>যেমন-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t xml:space="preserve">১।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অনুযায়ী শেই মহিউদ্দীন আরাবীর</w:t>
      </w:r>
      <w:r w:rsidRPr="009F36D3">
        <w:t xml:space="preserve"> </w:t>
      </w:r>
      <w:r w:rsidRPr="009F36D3">
        <w:rPr>
          <w:cs/>
          <w:lang w:bidi="bn-IN"/>
        </w:rPr>
        <w:t>ফুতহাতুল মাক্কিয়্যাহ-তে যা এসেছে।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২। শেইখ আব্দুল ওয়াহহাব শারানীর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ইওয়াকিত-</w:t>
      </w:r>
      <w:r w:rsidRPr="009F36D3">
        <w:t xml:space="preserve"> </w:t>
      </w:r>
      <w:r w:rsidRPr="009F36D3">
        <w:rPr>
          <w:cs/>
          <w:lang w:bidi="bn-IN"/>
        </w:rPr>
        <w:t>ওয়াল- জাওহার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 xml:space="preserve">৩। শেইখ মুহাম্মাদ ইবনে ইউসফূ গাঞ্জীর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বায়ান</w:t>
      </w:r>
      <w:r w:rsidRPr="009F36D3"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৪।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অনুযায়ী ইবনে ওয়ারদীর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তারিখ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৫। ইবনে হাজার হাইসামীর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সাওয়ায়েকুল মুহরেক্বা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তে।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৬। সেবতে ইবনে জওযীর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তাযকেরাতুল আইম্মা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৭। শেইখ মুহাম্মাদ ইবনে তালহার কিতাব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মাতালিবুস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সূল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৮। শেইখ নুরুদ্দীন আলীর কিতাব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ফুসুলুল মুহিম্মা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৯। সম্মানিত সাইয়্যেদ আবু আব্দুল্লাহ মোহাম্মাদ সিরাজুদ্দীন-এর</w:t>
      </w:r>
      <w:r w:rsidRPr="009F36D3">
        <w:t xml:space="preserve"> </w:t>
      </w:r>
      <w:r w:rsidRPr="009F36D3">
        <w:rPr>
          <w:cs/>
          <w:lang w:bidi="bn-IN"/>
        </w:rPr>
        <w:t xml:space="preserve">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সিহাহুল আখবার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১০। বিখ্যাত ঐতিহাসিক ইবনে খাল্লেকান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ওয়াফায়াতুল</w:t>
      </w:r>
      <w:r w:rsidRPr="009F36D3">
        <w:t xml:space="preserve"> </w:t>
      </w:r>
      <w:r w:rsidRPr="009F36D3">
        <w:rPr>
          <w:cs/>
          <w:lang w:bidi="bn-IN"/>
        </w:rPr>
        <w:t>আইয়ান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১১। ইবনে খালেক্বানের বর্ণনা অনুযায়ী ইবনে আযরাক্ব-এর</w:t>
      </w:r>
      <w:r w:rsidRPr="009F36D3">
        <w:t xml:space="preserve"> </w:t>
      </w:r>
      <w:r w:rsidRPr="009F36D3">
        <w:rPr>
          <w:cs/>
          <w:lang w:bidi="bn-IN"/>
        </w:rPr>
        <w:t xml:space="preserve">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তারিখ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১২। সূফী শেইখ সাইয়্যেদ হাসান আরাক্বী (আল ইওয়াক্বিত</w:t>
      </w:r>
      <w:r w:rsidRPr="009F36D3">
        <w:t xml:space="preserve"> </w:t>
      </w:r>
      <w:r w:rsidRPr="009F36D3">
        <w:rPr>
          <w:cs/>
          <w:lang w:bidi="bn-IN"/>
        </w:rPr>
        <w:t>ওয়াল জাওহার অনুযায়ী)।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১৩। শেইখ আলী খাওয়াস (উপরে উল্লেখিত কিতাবে যেভাবে</w:t>
      </w:r>
      <w:r w:rsidRPr="009F36D3">
        <w:t xml:space="preserve"> </w:t>
      </w:r>
      <w:r w:rsidRPr="009F36D3">
        <w:rPr>
          <w:cs/>
          <w:lang w:bidi="bn-IN"/>
        </w:rPr>
        <w:t>এসেছে)।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১৪। সূফী আলেম শেইখ মোহাম্মাদ খাওয়াজার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ফাসলুল</w:t>
      </w:r>
      <w:r w:rsidRPr="009F36D3">
        <w:t xml:space="preserve"> </w:t>
      </w:r>
      <w:r w:rsidRPr="009F36D3">
        <w:rPr>
          <w:cs/>
          <w:lang w:bidi="bn-IN"/>
        </w:rPr>
        <w:t>খেতাব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(ইয়া নাবিউল মুওয়াদ্দা অনুযায়ী)।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১৫। সাইয়্যেদ মুমিন শাবলানজি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কিতাবে।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১৬। সূফী আলেম শেইখ কুন্দুযির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১৭। বিজ্ঞ বংশ ইতিহাসবিদ আবুল ফায়েয মুহাম্মাদ আমিন</w:t>
      </w:r>
      <w:r w:rsidRPr="009F36D3">
        <w:t xml:space="preserve"> </w:t>
      </w:r>
      <w:r w:rsidRPr="009F36D3">
        <w:rPr>
          <w:cs/>
          <w:lang w:bidi="bn-IN"/>
        </w:rPr>
        <w:t xml:space="preserve">বাগদাদী সুয়েদী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সাবা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য়েকুস যাহাব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কিতাবে।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১৮। বর্তমান যুগের বংশ ইতিহাসবিদ আল আযহার</w:t>
      </w:r>
      <w:r w:rsidRPr="009F36D3">
        <w:t xml:space="preserve"> </w:t>
      </w:r>
      <w:r w:rsidRPr="009F36D3">
        <w:rPr>
          <w:cs/>
          <w:lang w:bidi="bn-IN"/>
        </w:rPr>
        <w:t>বিশ্ববিদ্যালয়ের প্রফেসর সাইয়্যেদ হোসেইন রাফাঈ তার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আনওয়ারেশ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কিতাবে।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১৯। শেইখ আহমাদ জামীর কবিতা অনুযায়ী যা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</w:t>
      </w:r>
      <w:r w:rsidRPr="009F36D3">
        <w:t xml:space="preserve"> </w:t>
      </w:r>
      <w:r w:rsidRPr="009F36D3">
        <w:rPr>
          <w:cs/>
          <w:lang w:bidi="bn-IN"/>
        </w:rPr>
        <w:t>মুওয়াদ্দা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তে এসেছে।</w:t>
      </w:r>
      <w:r w:rsidRPr="009F36D3">
        <w:t xml:space="preserve"> </w:t>
      </w:r>
      <w:r w:rsidRPr="009F36D3">
        <w:rPr>
          <w:cs/>
          <w:lang w:bidi="bn-IN"/>
        </w:rPr>
        <w:t>আখবার সাহেবুয যামান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২০। শেইখ আতহার নিশাবুরী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কবিতা অনুযায়ী।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২১। শেইখ জালালুদ্দীন রুমীর কবিতা অনুযায়ী।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এছাড়াও আরো অনেকে বিষয়টির সত্যায়ন করেছেন। এভাবে দেখা যায়</w:t>
      </w:r>
      <w:r w:rsidRPr="009F36D3">
        <w:t xml:space="preserve"> </w:t>
      </w:r>
      <w:r w:rsidRPr="009F36D3">
        <w:rPr>
          <w:cs/>
          <w:lang w:bidi="bn-IN"/>
        </w:rPr>
        <w:t>শিয়া ও সুন্নী উভয়েই এ বিষয়ে একমত। যারা সুন্নী সূত্রের বই ও লেখা</w:t>
      </w:r>
      <w:r w:rsidRPr="009F36D3">
        <w:t xml:space="preserve"> </w:t>
      </w:r>
      <w:r w:rsidRPr="009F36D3">
        <w:rPr>
          <w:cs/>
          <w:lang w:bidi="bn-IN"/>
        </w:rPr>
        <w:t>পড়ে থাকেন তারা বুঝতে পারবেন যে শিয়া ও সুন্নী</w:t>
      </w:r>
      <w:r w:rsidRPr="009F36D3">
        <w:t xml:space="preserve"> </w:t>
      </w:r>
      <w:r w:rsidRPr="009F36D3">
        <w:rPr>
          <w:cs/>
          <w:lang w:bidi="bn-IN"/>
        </w:rPr>
        <w:t>উভয়েই একমত যে</w:t>
      </w:r>
      <w:r w:rsidRPr="009F36D3">
        <w:t xml:space="preserve"> </w:t>
      </w:r>
      <w:r w:rsidRPr="009F36D3">
        <w:rPr>
          <w:cs/>
          <w:lang w:bidi="bn-IN"/>
        </w:rPr>
        <w:t>আবু মুহাম্মাদ হাসান আসকারীর একটি সন্তান</w:t>
      </w:r>
      <w:r w:rsidRPr="009F36D3">
        <w:t xml:space="preserve"> </w:t>
      </w:r>
      <w:r w:rsidRPr="009F36D3">
        <w:rPr>
          <w:cs/>
          <w:lang w:bidi="bn-IN"/>
        </w:rPr>
        <w:t>ছিলো যার নাম মুহাম্মাদ</w:t>
      </w:r>
      <w:r w:rsidRPr="009F36D3">
        <w:t xml:space="preserve">, </w:t>
      </w:r>
      <w:r w:rsidRPr="009F36D3">
        <w:rPr>
          <w:cs/>
          <w:lang w:bidi="bn-IN"/>
        </w:rPr>
        <w:t>তার উপাধি মাহদী ও তার কুনিয়াত বা ডাকনাম হলো আবুল কাসিম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এও সত্য যে তিনি ছিলেন তার পিতার একমাত্র সন্তান</w:t>
      </w:r>
      <w:r w:rsidRPr="009F36D3">
        <w:t xml:space="preserve">, </w:t>
      </w:r>
      <w:r w:rsidRPr="009F36D3">
        <w:rPr>
          <w:cs/>
          <w:lang w:bidi="bn-IN"/>
        </w:rPr>
        <w:t>তবে তাদের মাঝে</w:t>
      </w:r>
      <w:r w:rsidRPr="009F36D3">
        <w:t xml:space="preserve"> </w:t>
      </w:r>
      <w:r w:rsidRPr="009F36D3">
        <w:rPr>
          <w:cs/>
          <w:lang w:bidi="bn-IN"/>
        </w:rPr>
        <w:t>মাহদী সম্পর্কে সামান্য মতভেদ আছে। যেমন ইবনে খাল্লেকান</w:t>
      </w:r>
      <w:r w:rsidRPr="009F36D3">
        <w:t xml:space="preserve"> </w:t>
      </w:r>
      <w:r w:rsidRPr="009F36D3">
        <w:rPr>
          <w:cs/>
          <w:lang w:bidi="bn-IN"/>
        </w:rPr>
        <w:t>ও অন্যান্য</w:t>
      </w:r>
      <w:r w:rsidRPr="009F36D3">
        <w:t xml:space="preserve"> </w:t>
      </w:r>
      <w:r w:rsidRPr="009F36D3">
        <w:rPr>
          <w:cs/>
          <w:lang w:bidi="bn-IN"/>
        </w:rPr>
        <w:t>সুন্নী ব্যক্তিদের মধ্যে ইবনে খাল্লেকান</w:t>
      </w:r>
      <w:r w:rsidRPr="009F36D3">
        <w:t xml:space="preserve"> </w:t>
      </w:r>
      <w:r w:rsidRPr="009F36D3">
        <w:rPr>
          <w:cs/>
          <w:lang w:bidi="bn-IN"/>
        </w:rPr>
        <w:t>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শিয়ারা ভাবে মাহদী হচ্ছেন</w:t>
      </w:r>
      <w:r w:rsidRPr="009F36D3">
        <w:t xml:space="preserve"> </w:t>
      </w:r>
      <w:r w:rsidRPr="009F36D3">
        <w:rPr>
          <w:cs/>
          <w:lang w:bidi="bn-IN"/>
        </w:rPr>
        <w:t>ইমাম হাসান আসকারীর সন্তান।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তিনি বলেছেন</w:t>
      </w:r>
      <w:r w:rsidRPr="009F36D3">
        <w:t xml:space="preserve">,-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মাহদীর জীবন</w:t>
      </w:r>
      <w:r w:rsidRPr="009F36D3">
        <w:t xml:space="preserve"> </w:t>
      </w:r>
      <w:r w:rsidRPr="009F36D3">
        <w:rPr>
          <w:cs/>
          <w:lang w:bidi="bn-IN"/>
        </w:rPr>
        <w:t>এখন পর্যন্ত চলছে এ বিষয়টি সাধারণ নয় এবং তার সম্ভাবনা</w:t>
      </w:r>
      <w:r w:rsidRPr="009F36D3">
        <w:t xml:space="preserve"> </w:t>
      </w:r>
      <w:r w:rsidRPr="009F36D3">
        <w:rPr>
          <w:cs/>
          <w:lang w:bidi="bn-IN"/>
        </w:rPr>
        <w:t>কম।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যখন হাসান আসকারীর ছেলে আবুল কাসেম</w:t>
      </w:r>
      <w:r w:rsidRPr="009F36D3">
        <w:t xml:space="preserve"> </w:t>
      </w:r>
      <w:r w:rsidRPr="009F36D3">
        <w:rPr>
          <w:cs/>
          <w:lang w:bidi="bn-IN"/>
        </w:rPr>
        <w:t>মাহদীর জন্ম হয়ে</w:t>
      </w:r>
      <w:r w:rsidRPr="009F36D3">
        <w:t xml:space="preserve"> </w:t>
      </w:r>
      <w:r w:rsidRPr="009F36D3">
        <w:rPr>
          <w:cs/>
          <w:lang w:bidi="bn-IN"/>
        </w:rPr>
        <w:t>গেছে বলে প্রমাণিত হবে তখন মাহদী (আঃ) জন্ম ইতিমধ্যেই হয়ে গেছে</w:t>
      </w:r>
      <w:r w:rsidRPr="009F36D3">
        <w:t xml:space="preserve">, </w:t>
      </w:r>
      <w:r w:rsidRPr="009F36D3">
        <w:rPr>
          <w:cs/>
          <w:lang w:bidi="bn-IN"/>
        </w:rPr>
        <w:t>ভবিষ্যতে জন্ম নেবেন একথা সঠিক নয় বলে প্রমাণিত হবে। যদিও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থেকে মুতাওয়াতির হাদীস থেকে এবং আহলে বাইতের</w:t>
      </w:r>
      <w:r w:rsidRPr="009F36D3">
        <w:t xml:space="preserve"> </w:t>
      </w:r>
      <w:r w:rsidRPr="009F36D3">
        <w:rPr>
          <w:cs/>
          <w:lang w:bidi="bn-IN"/>
        </w:rPr>
        <w:t>নিষ্পাপ সদস্যদের কথা থেকে</w:t>
      </w:r>
      <w:r w:rsidRPr="009F36D3">
        <w:t xml:space="preserve">, </w:t>
      </w:r>
      <w:r w:rsidRPr="009F36D3">
        <w:rPr>
          <w:cs/>
          <w:lang w:bidi="bn-IN"/>
        </w:rPr>
        <w:t>যারা অন্যদের চাইতে বেশী জ্ঞান রাখেন</w:t>
      </w:r>
      <w:r w:rsidRPr="009F36D3">
        <w:t xml:space="preserve"> </w:t>
      </w:r>
      <w:r w:rsidRPr="009F36D3">
        <w:rPr>
          <w:cs/>
          <w:lang w:bidi="bn-IN"/>
        </w:rPr>
        <w:t>এবং সূফী সাধক এবং পণ্ডিত ব্যক্তিদের কথা থেকে জানা গেছে প্রতীক্ষিত</w:t>
      </w:r>
      <w:r w:rsidRPr="009F36D3">
        <w:t xml:space="preserve"> </w:t>
      </w:r>
      <w:r w:rsidRPr="009F36D3">
        <w:rPr>
          <w:cs/>
          <w:lang w:bidi="bn-IN"/>
        </w:rPr>
        <w:t>মাহদী এ শিশুটিই যার কথা আমরা ইতিমধ্যে বর্ণনা করেছি।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যাহোক</w:t>
      </w:r>
      <w:r w:rsidRPr="009F36D3">
        <w:t xml:space="preserve">, </w:t>
      </w:r>
      <w:r w:rsidRPr="009F36D3">
        <w:rPr>
          <w:cs/>
          <w:lang w:bidi="bn-IN"/>
        </w:rPr>
        <w:t>তার জন্ম সম্পর্কে যা অধিকতর সঠিক বলে মনে হয় তা</w:t>
      </w:r>
      <w:r w:rsidRPr="009F36D3">
        <w:t xml:space="preserve"> </w:t>
      </w:r>
      <w:r w:rsidRPr="009F36D3">
        <w:rPr>
          <w:cs/>
          <w:lang w:bidi="bn-IN"/>
        </w:rPr>
        <w:t>হলো তিনি জন্ম নিয়েছিলেন ২৫৫ হিজরীর ১৫ই শাবান। আর তাই তার</w:t>
      </w:r>
      <w:r w:rsidRPr="009F36D3">
        <w:t xml:space="preserve"> </w:t>
      </w:r>
      <w:r w:rsidRPr="009F36D3">
        <w:rPr>
          <w:cs/>
          <w:lang w:bidi="bn-IN"/>
        </w:rPr>
        <w:t>বাবার ইন্তেকালের সময় তার বয়স ছিলো পাচঁ বছর।</w:t>
      </w:r>
      <w:r w:rsidRPr="009F36D3">
        <w:t xml:space="preserve"> </w:t>
      </w:r>
    </w:p>
    <w:p w:rsidR="00BC22BA" w:rsidRPr="006E1E70" w:rsidRDefault="00BC22BA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BC22BA">
      <w:pPr>
        <w:pStyle w:val="Heading2Center"/>
      </w:pPr>
      <w:bookmarkStart w:id="43" w:name="_Toc451691958"/>
      <w:r w:rsidRPr="009F36D3">
        <w:rPr>
          <w:cs/>
          <w:lang w:bidi="bn-IN"/>
        </w:rPr>
        <w:lastRenderedPageBreak/>
        <w:t>মাহদীর (আঃ) নাম</w:t>
      </w:r>
      <w:r w:rsidRPr="009F36D3">
        <w:t xml:space="preserve">, </w:t>
      </w:r>
      <w:r w:rsidRPr="009F36D3">
        <w:rPr>
          <w:cs/>
          <w:lang w:bidi="bn-IN"/>
        </w:rPr>
        <w:t>উপাধী ও ডাক নাম</w:t>
      </w:r>
      <w:bookmarkEnd w:id="43"/>
      <w:r w:rsidRPr="009F36D3">
        <w:t xml:space="preserve"> </w:t>
      </w:r>
    </w:p>
    <w:p w:rsidR="00BC22BA" w:rsidRDefault="00BC22BA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তিরমিযী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দ্বিতীয় খণ্ডে (২৭০ পৃষ্ঠায়) আব্দুল্লাহ</w:t>
      </w:r>
      <w:r w:rsidRPr="009F36D3">
        <w:t xml:space="preserve"> </w:t>
      </w:r>
      <w:r w:rsidRPr="009F36D3">
        <w:rPr>
          <w:cs/>
          <w:lang w:bidi="bn-IN"/>
        </w:rPr>
        <w:t>ইবনে মাসুদ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 পৃথিবী শেষ হবে না যতক্ষণ না আমার বংশ থেকে এক ব্যক্তি</w:t>
      </w:r>
      <w:r w:rsidRPr="009F36D3">
        <w:t xml:space="preserve"> </w:t>
      </w:r>
      <w:r w:rsidRPr="009F36D3">
        <w:rPr>
          <w:cs/>
          <w:lang w:bidi="bn-IN"/>
        </w:rPr>
        <w:t>এ পৃথিবী জয় করে। তার নাম আমার নামের মত।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জায়গায় তিনি আবু হুরায়রা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যদি পৃথিবীর জীবন আর একদিনের বেশী না থাকে তবুও আমার</w:t>
      </w:r>
      <w:r w:rsidRPr="009F36D3">
        <w:t xml:space="preserve"> </w:t>
      </w:r>
      <w:r w:rsidRPr="009F36D3">
        <w:rPr>
          <w:cs/>
          <w:lang w:bidi="bn-IN"/>
        </w:rPr>
        <w:t>বংশ থেকে এক ব্যক্তি আবির্ভূত হবে যার নাম হবে আমার নামের</w:t>
      </w:r>
      <w:r w:rsidRPr="009F36D3">
        <w:t xml:space="preserve"> </w:t>
      </w:r>
      <w:r w:rsidRPr="009F36D3">
        <w:rPr>
          <w:cs/>
          <w:lang w:bidi="bn-IN"/>
        </w:rPr>
        <w:t>মত।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তিনি লিখেছেন এ হাদীসটি গ্রহণযোগ্য ও বিশ্বস্ত। ইবনে হাজার</w:t>
      </w:r>
      <w:r w:rsidRPr="009F36D3">
        <w:t xml:space="preserve"> </w:t>
      </w:r>
      <w:r w:rsidRPr="009F36D3">
        <w:rPr>
          <w:cs/>
          <w:lang w:bidi="bn-IN"/>
        </w:rPr>
        <w:t xml:space="preserve">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(৯৮ পৃষ্ঠায়) বর্ণনা করেছেন আহমাদ</w:t>
      </w:r>
      <w:r w:rsidRPr="009F36D3">
        <w:t xml:space="preserve">, </w:t>
      </w:r>
      <w:r w:rsidRPr="009F36D3">
        <w:rPr>
          <w:cs/>
          <w:lang w:bidi="bn-IN"/>
        </w:rPr>
        <w:t>আবু দাউদ ও</w:t>
      </w:r>
      <w:r w:rsidRPr="009F36D3">
        <w:t xml:space="preserve"> </w:t>
      </w:r>
      <w:r w:rsidRPr="009F36D3">
        <w:rPr>
          <w:cs/>
          <w:lang w:bidi="bn-IN"/>
        </w:rPr>
        <w:t>তিরমিযী থেকে এবং তিনজনই রাসূল (সাঃ) থেকে যিনি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 শেষ হবে না যতক্ষণ না আমার বংশ থেকে এক ব্যক্তি</w:t>
      </w:r>
      <w:r w:rsidRPr="009F36D3">
        <w:t xml:space="preserve"> </w:t>
      </w:r>
      <w:r w:rsidRPr="009F36D3">
        <w:rPr>
          <w:cs/>
          <w:lang w:bidi="bn-IN"/>
        </w:rPr>
        <w:t>আসবে এবং শাসন করবে। তার নাম হবে আমার নামের মত।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রাগেবীনের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একই হাদীস বর্ণনা করেছেন।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দ্বিতীয় অধ্যায়ে ইমাম আবু বকর মুক্বারীর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বর্ণনা করেন এবং তিনি আব্দুল্লাহ ইবনে মাসউদ থেকে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 শেষ হবে না যতক্ষণ পর্যন্ত না আমার বংশ থেকে এক</w:t>
      </w:r>
      <w:r w:rsidRPr="009F36D3">
        <w:t xml:space="preserve"> </w:t>
      </w:r>
      <w:r w:rsidRPr="009F36D3">
        <w:rPr>
          <w:cs/>
          <w:lang w:bidi="bn-IN"/>
        </w:rPr>
        <w:t>ব্যক্তি তা জয় করে।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একই বইয়ের একই অধ্যায়ে তিনি হাফেয আবু নাঈমের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আবু মুক্কারীর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তারা আব্দুল্লাহ ইবনে উমার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আমার বংশ থেকে এক ব্যক্তি আবির্ভূত হবে। তার নাম আমার</w:t>
      </w:r>
      <w:r w:rsidRPr="009F36D3">
        <w:t xml:space="preserve"> </w:t>
      </w:r>
      <w:r w:rsidRPr="009F36D3">
        <w:rPr>
          <w:cs/>
          <w:lang w:bidi="bn-IN"/>
        </w:rPr>
        <w:t>নামের মত এবং তার নৈতিকতা আমার নৈতিকতার মত। সে</w:t>
      </w:r>
      <w:r w:rsidRPr="009F36D3">
        <w:t xml:space="preserve"> </w:t>
      </w:r>
      <w:r w:rsidRPr="009F36D3">
        <w:rPr>
          <w:cs/>
          <w:lang w:bidi="bn-IN"/>
        </w:rPr>
        <w:t>পৃথিবীকে ইনসাফ ও ন্যায়বিচারে পূর্ণ করে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আবার উক্ত বইয়ের একই অধ্যায়ে তিনি হাফেয আবু নাঈম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 ইয়ামানী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পৃথিবীর জীবন যদি আর একদিনের বেশী না থাকে আল্লাহ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এক ব্যক্তির আবির্ভাব ঘটাবেন যার নাম হবে</w:t>
      </w:r>
      <w:r w:rsidRPr="009F36D3">
        <w:t xml:space="preserve"> </w:t>
      </w:r>
      <w:r w:rsidRPr="009F36D3">
        <w:rPr>
          <w:cs/>
          <w:lang w:bidi="bn-IN"/>
        </w:rPr>
        <w:t>আমার নামের মত এবং যার নৈতিকতা হবে আমার নৈতিকতা।</w:t>
      </w:r>
      <w:r w:rsidRPr="009F36D3">
        <w:t xml:space="preserve"> </w:t>
      </w:r>
      <w:r w:rsidRPr="009F36D3">
        <w:rPr>
          <w:cs/>
          <w:lang w:bidi="bn-IN"/>
        </w:rPr>
        <w:t>তার ডাক নাম হবে আবুল কাসিম।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 একই বইয়ের একই অধ্যায়ে তিনি আব্দুল্লাহ ইবনে উমার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সময়ের শেষে আমার বংশ থেকে এক ব্যক্তি আবির্ভূত হবে।</w:t>
      </w:r>
      <w:r w:rsidRPr="009F36D3">
        <w:t xml:space="preserve"> </w:t>
      </w:r>
      <w:r w:rsidRPr="009F36D3">
        <w:rPr>
          <w:cs/>
          <w:lang w:bidi="bn-IN"/>
        </w:rPr>
        <w:t>তার নাম ও ডাক নাম আমার নাম ও ডাক নামের মত হবে। সে</w:t>
      </w:r>
      <w:r w:rsidRPr="009F36D3">
        <w:t xml:space="preserve"> </w:t>
      </w:r>
      <w:r w:rsidRPr="009F36D3">
        <w:rPr>
          <w:cs/>
          <w:lang w:bidi="bn-IN"/>
        </w:rPr>
        <w:t>পৃথিবীকে ন্যায় বিচারে পূর্ণ করে দিবে যেভাবে তা নৃশংসতায়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আমরা উক্ত বিষয়ে যা বর্ণনা করেছি তা অল্প কিছু সংখ্যক হাদীস যা</w:t>
      </w:r>
      <w:r w:rsidRPr="009F36D3">
        <w:t xml:space="preserve"> </w:t>
      </w:r>
      <w:r w:rsidRPr="009F36D3">
        <w:rPr>
          <w:cs/>
          <w:lang w:bidi="bn-IN"/>
        </w:rPr>
        <w:t>হযরত মাহদীর (আঃ) নাম ও ডাক নাম উল্লেখ করে।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 এর লেখক এ বিষয়ে একটি আলাদা অধ্যায়</w:t>
      </w:r>
      <w:r w:rsidRPr="009F36D3">
        <w:t xml:space="preserve"> </w:t>
      </w:r>
      <w:r w:rsidRPr="009F36D3">
        <w:rPr>
          <w:cs/>
          <w:lang w:bidi="bn-IN"/>
        </w:rPr>
        <w:t>বর্ণনা করেছেন। এগুলো ও অন্যান্য কিছু হাদীস এবং তাদের দীর্ঘ ব্যাখ্যা</w:t>
      </w:r>
      <w:r w:rsidRPr="009F36D3">
        <w:t xml:space="preserve"> (</w:t>
      </w:r>
      <w:r w:rsidRPr="009F36D3">
        <w:rPr>
          <w:cs/>
          <w:lang w:bidi="bn-IN"/>
        </w:rPr>
        <w:t>যা আমরা ইতিমধ্যে কিছু বর্ণনা করেছি এবং যা ভবিষ্যতে উল্লেখ করবো)</w:t>
      </w:r>
      <w:r w:rsidRPr="009F36D3">
        <w:t xml:space="preserve"> </w:t>
      </w:r>
      <w:r w:rsidRPr="009F36D3">
        <w:rPr>
          <w:cs/>
          <w:lang w:bidi="bn-IN"/>
        </w:rPr>
        <w:t>দেখায় যে তার নাম মুহাম্মাদ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তার উপাধি হচ্ছে মাহদী এবং ডাক নাম</w:t>
      </w:r>
      <w:r w:rsidRPr="009F36D3">
        <w:t xml:space="preserve"> </w:t>
      </w:r>
      <w:r w:rsidRPr="009F36D3">
        <w:rPr>
          <w:cs/>
          <w:lang w:bidi="bn-IN"/>
        </w:rPr>
        <w:t>বা কুনিয়াত হলো আবুল কাসিম</w:t>
      </w:r>
      <w:r w:rsidRPr="009F36D3">
        <w:t xml:space="preserve"> </w:t>
      </w:r>
      <w:r w:rsidRPr="009F36D3">
        <w:rPr>
          <w:cs/>
          <w:lang w:bidi="bn-IN"/>
        </w:rPr>
        <w:t>এবং এগুলো সুপরিচিত বিষয়। যাহোক</w:t>
      </w:r>
      <w:r w:rsidRPr="009F36D3">
        <w:t xml:space="preserve">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একটি হাদীসে তার নাম আহমাদ বলে বর্ণিত হয়েছে। সম্ভবতঃ</w:t>
      </w:r>
      <w:r w:rsidRPr="009F36D3">
        <w:t xml:space="preserve"> </w:t>
      </w:r>
      <w:r w:rsidRPr="009F36D3">
        <w:rPr>
          <w:cs/>
          <w:lang w:bidi="bn-IN"/>
        </w:rPr>
        <w:t>এটি</w:t>
      </w:r>
      <w:r w:rsidRPr="009F36D3">
        <w:t xml:space="preserve"> </w:t>
      </w:r>
      <w:r w:rsidRPr="009F36D3">
        <w:rPr>
          <w:cs/>
          <w:lang w:bidi="bn-IN"/>
        </w:rPr>
        <w:t>বর্ণনাকারীর নিজের দৃষ্টিভঙ্গি অথবা তার পক্ষ থেকে একটি ভুল। এ ধারণা</w:t>
      </w:r>
      <w:r w:rsidRPr="009F36D3">
        <w:t xml:space="preserve"> </w:t>
      </w:r>
      <w:r w:rsidRPr="009F36D3">
        <w:rPr>
          <w:cs/>
          <w:lang w:bidi="bn-IN"/>
        </w:rPr>
        <w:t>যদি ভুলও হয় তবে আমরা বলবো এ হাদীস অন্যান্য হাদীসগুলোর</w:t>
      </w:r>
      <w:r w:rsidRPr="009F36D3">
        <w:t xml:space="preserve"> </w:t>
      </w:r>
      <w:r w:rsidRPr="009F36D3">
        <w:rPr>
          <w:cs/>
          <w:lang w:bidi="bn-IN"/>
        </w:rPr>
        <w:t>তুলনায় সংখ্যায় অতি নগণ্য।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তাযকেরাতলু আউলিয়ার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লেখক আবু মুহাম্মাদ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সন্তানদের কথা বলতে গিয়ে বলেন</w:t>
      </w:r>
      <w:r w:rsidRPr="009F36D3">
        <w:t>,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তাদের মধ্যে আছে ইমাম</w:t>
      </w:r>
      <w:r w:rsidRPr="009F36D3">
        <w:t xml:space="preserve"> </w:t>
      </w:r>
      <w:r w:rsidRPr="009F36D3">
        <w:rPr>
          <w:cs/>
          <w:lang w:bidi="bn-IN"/>
        </w:rPr>
        <w:t xml:space="preserve">মুহাম্মাদ ইবনে হাসান ইবনে আলী ইবনে মুহাম্মাদ </w:t>
      </w:r>
      <w:r w:rsidRPr="009F36D3">
        <w:rPr>
          <w:cs/>
          <w:lang w:bidi="bn-IN"/>
        </w:rPr>
        <w:lastRenderedPageBreak/>
        <w:t>ইবনে আলী ইবনে মূসা</w:t>
      </w:r>
      <w:r w:rsidRPr="009F36D3">
        <w:t xml:space="preserve"> </w:t>
      </w:r>
      <w:r w:rsidRPr="009F36D3">
        <w:rPr>
          <w:cs/>
          <w:lang w:bidi="bn-IN"/>
        </w:rPr>
        <w:t>ইবনে জাফর ইবনে মুহাম্মাদ ইবনে আলী ইবনে হোসেইন ইবনে আলী ইবনে আবি তালিব। তার ডাক নাম হচ্ছে আবু আব্দুল্লাহ ও আবুল ক্বাসেম</w:t>
      </w:r>
      <w:r w:rsidRPr="009F36D3">
        <w:t xml:space="preserve"> </w:t>
      </w:r>
      <w:r w:rsidRPr="009F36D3">
        <w:rPr>
          <w:cs/>
          <w:lang w:bidi="bn-IN"/>
        </w:rPr>
        <w:t>এবং তিনি হলেন উত্তরাধিরারী</w:t>
      </w:r>
      <w:r w:rsidRPr="009F36D3">
        <w:t xml:space="preserve">, </w:t>
      </w:r>
      <w:r w:rsidRPr="009F36D3">
        <w:rPr>
          <w:cs/>
          <w:lang w:bidi="bn-IN"/>
        </w:rPr>
        <w:t>হুজ্জাত (প্রমাণ)</w:t>
      </w:r>
      <w:r w:rsidRPr="009F36D3">
        <w:t xml:space="preserve">, </w:t>
      </w:r>
      <w:r w:rsidRPr="009F36D3">
        <w:rPr>
          <w:cs/>
          <w:lang w:bidi="bn-IN"/>
        </w:rPr>
        <w:t>যুগের কর্তা</w:t>
      </w:r>
      <w:r w:rsidRPr="009F36D3">
        <w:t xml:space="preserve">, </w:t>
      </w:r>
      <w:r w:rsidRPr="009F36D3">
        <w:rPr>
          <w:cs/>
          <w:lang w:bidi="bn-IN"/>
        </w:rPr>
        <w:t>ক্বায়েম</w:t>
      </w:r>
      <w:r w:rsidRPr="009F36D3">
        <w:t xml:space="preserve">, </w:t>
      </w:r>
      <w:r w:rsidRPr="009F36D3">
        <w:rPr>
          <w:cs/>
          <w:lang w:bidi="bn-IN"/>
        </w:rPr>
        <w:t>এবং মুনতাযার (প্রতীক্ষিত জন)। তিনি হবেন শেষ ইমাম।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সূল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হযরত মাহদীর জন্মের স্থান উল্লেখ</w:t>
      </w:r>
      <w:r w:rsidRPr="009F36D3">
        <w:t xml:space="preserve"> </w:t>
      </w:r>
      <w:r w:rsidRPr="009F36D3">
        <w:rPr>
          <w:cs/>
          <w:lang w:bidi="bn-IN"/>
        </w:rPr>
        <w:t xml:space="preserve">করার পর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যাহোক</w:t>
      </w:r>
      <w:r w:rsidRPr="009F36D3">
        <w:t xml:space="preserve">, </w:t>
      </w:r>
      <w:r w:rsidRPr="009F36D3">
        <w:rPr>
          <w:cs/>
          <w:lang w:bidi="bn-IN"/>
        </w:rPr>
        <w:t>তার নাম হলো মুহাম্মাদ</w:t>
      </w:r>
      <w:r w:rsidRPr="009F36D3">
        <w:t xml:space="preserve">, </w:t>
      </w:r>
      <w:r w:rsidRPr="009F36D3">
        <w:rPr>
          <w:cs/>
          <w:lang w:bidi="bn-IN"/>
        </w:rPr>
        <w:t>তার ডাক নাম</w:t>
      </w:r>
      <w:r w:rsidRPr="009F36D3">
        <w:t xml:space="preserve"> </w:t>
      </w:r>
      <w:r w:rsidRPr="009F36D3">
        <w:rPr>
          <w:cs/>
          <w:lang w:bidi="bn-IN"/>
        </w:rPr>
        <w:t>আবুল ক্বাসিম এবং তার উপাধিগুলো হলো- হুজ্জাত (প্রমাণ)</w:t>
      </w:r>
      <w:r w:rsidRPr="009F36D3">
        <w:t xml:space="preserve">, </w:t>
      </w:r>
      <w:r w:rsidRPr="009F36D3">
        <w:rPr>
          <w:cs/>
          <w:lang w:bidi="bn-IN"/>
        </w:rPr>
        <w:t>খালাফাহ</w:t>
      </w:r>
      <w:r w:rsidRPr="009F36D3">
        <w:t xml:space="preserve"> </w:t>
      </w:r>
      <w:r w:rsidRPr="009F36D3">
        <w:rPr>
          <w:cs/>
          <w:lang w:bidi="bn-IN"/>
        </w:rPr>
        <w:t>সালেহ (সৎকর্মশীল উত্তরাধিকারী)। তাকে মুনতাযার (প্রতীক্ষিতজন)</w:t>
      </w:r>
      <w:r w:rsidRPr="009F36D3">
        <w:t xml:space="preserve"> </w:t>
      </w:r>
      <w:r w:rsidRPr="009F36D3">
        <w:rPr>
          <w:cs/>
          <w:lang w:bidi="bn-IN"/>
        </w:rPr>
        <w:t>নামেও ডাকা হয়।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ইবনে হাজার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ইমাম আবু মুহাম্মাদ</w:t>
      </w:r>
      <w:r w:rsidRPr="009F36D3">
        <w:t xml:space="preserve"> </w:t>
      </w:r>
      <w:r w:rsidRPr="009F36D3">
        <w:rPr>
          <w:cs/>
          <w:lang w:bidi="bn-IN"/>
        </w:rPr>
        <w:t xml:space="preserve">হাসান আসকারীর কথা উল্লেখ করার পর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তিনি কোন</w:t>
      </w:r>
      <w:r w:rsidRPr="009F36D3">
        <w:t xml:space="preserve"> </w:t>
      </w:r>
      <w:r w:rsidRPr="009F36D3">
        <w:rPr>
          <w:cs/>
          <w:lang w:bidi="bn-IN"/>
        </w:rPr>
        <w:t>উত্তরাধিকারী রেখে যান নি একমাত্র পুত্র আবুল ক্বাসিম মুহাম্মাদ হুজ্জাত</w:t>
      </w:r>
      <w:r w:rsidRPr="009F36D3">
        <w:t xml:space="preserve"> </w:t>
      </w:r>
      <w:r w:rsidRPr="009F36D3">
        <w:rPr>
          <w:cs/>
          <w:lang w:bidi="bn-IN"/>
        </w:rPr>
        <w:t>ছাড়া। যার বয়স তার বাবার ইন্তেকালের সময় ছিলো পাঁচ বছর। কিন্তু</w:t>
      </w:r>
      <w:r w:rsidRPr="009F36D3">
        <w:t xml:space="preserve"> </w:t>
      </w:r>
      <w:r w:rsidRPr="009F36D3">
        <w:rPr>
          <w:cs/>
          <w:lang w:bidi="bn-IN"/>
        </w:rPr>
        <w:t xml:space="preserve">আল্লাহ তাকে সে বয়সেই প্রজ্ঞা দিয়েছিলেন এবং তাকে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মুনতাযার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বলে সম্বোধন করা হয়।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নুরুল আবসার এর লেখক মাহদীর (আঃ) কথা উল্লেখ করার পর</w:t>
      </w:r>
      <w:r w:rsidRPr="009F36D3">
        <w:t xml:space="preserve"> </w:t>
      </w:r>
      <w:r w:rsidRPr="009F36D3">
        <w:rPr>
          <w:cs/>
          <w:lang w:bidi="bn-IN"/>
        </w:rPr>
        <w:t xml:space="preserve">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তার নাম হলো মুহাম্মাদ এবং তার ডাক নাম আবুল ক্বাসিম।</w:t>
      </w:r>
      <w:r w:rsidRPr="009F36D3">
        <w:t xml:space="preserve"> </w:t>
      </w:r>
      <w:r w:rsidRPr="009F36D3">
        <w:rPr>
          <w:cs/>
          <w:lang w:bidi="bn-IN"/>
        </w:rPr>
        <w:t>ইমামিয়াহরা তাকে এ উপাধি দিয়েছে যেমন- হুজ্জাত</w:t>
      </w:r>
      <w:r w:rsidRPr="009F36D3">
        <w:t xml:space="preserve">, </w:t>
      </w:r>
      <w:r w:rsidRPr="009F36D3">
        <w:rPr>
          <w:cs/>
          <w:lang w:bidi="bn-IN"/>
        </w:rPr>
        <w:t>মাহদী</w:t>
      </w:r>
      <w:r w:rsidRPr="009F36D3">
        <w:t xml:space="preserve">, </w:t>
      </w:r>
      <w:r w:rsidRPr="009F36D3">
        <w:rPr>
          <w:cs/>
          <w:lang w:bidi="bn-IN"/>
        </w:rPr>
        <w:t>খালাফে</w:t>
      </w:r>
      <w:r w:rsidRPr="009F36D3">
        <w:t xml:space="preserve"> </w:t>
      </w:r>
      <w:r w:rsidRPr="009F36D3">
        <w:rPr>
          <w:cs/>
          <w:lang w:bidi="bn-IN"/>
        </w:rPr>
        <w:t>সালেহ</w:t>
      </w:r>
      <w:r w:rsidRPr="009F36D3">
        <w:t xml:space="preserve">, </w:t>
      </w:r>
      <w:r w:rsidRPr="009F36D3">
        <w:rPr>
          <w:cs/>
          <w:lang w:bidi="bn-IN"/>
        </w:rPr>
        <w:t>ক্বায়েম এবং সাহেবুয্যামান। এর মধ্যে সবচেয়ে বিখ্যাত হচ্ছে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উপাধি।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BC22BA" w:rsidRDefault="00BC22BA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BC22BA">
      <w:pPr>
        <w:pStyle w:val="Heading2Center"/>
      </w:pPr>
      <w:bookmarkStart w:id="44" w:name="_Toc451691959"/>
      <w:r w:rsidRPr="009F36D3">
        <w:rPr>
          <w:cs/>
          <w:lang w:bidi="bn-IN"/>
        </w:rPr>
        <w:lastRenderedPageBreak/>
        <w:t>মাহদী (আঃ) ও তার পিতা-মাতার নাম</w:t>
      </w:r>
      <w:bookmarkEnd w:id="44"/>
      <w:r w:rsidRPr="009F36D3">
        <w:t xml:space="preserve"> </w:t>
      </w:r>
    </w:p>
    <w:p w:rsidR="00BC22BA" w:rsidRDefault="00BC22BA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পূর্ববর্তী হাদীসগুলো থেকে যা স্পষ্ট হয়ে যায় তাহলো (এ বইয়ের</w:t>
      </w:r>
      <w:r w:rsidRPr="009F36D3">
        <w:t xml:space="preserve"> </w:t>
      </w:r>
      <w:r w:rsidRPr="009F36D3">
        <w:rPr>
          <w:cs/>
          <w:lang w:bidi="bn-IN"/>
        </w:rPr>
        <w:t>চতুর্থ অধ্যায়ে) যে প্রতীক্ষিত মাহদী হলেন আবু মুহাম্মাদ ইমাম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পুত্রসন্তান।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নুরুল আবসার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পিতা ছিলেন আবু</w:t>
      </w:r>
      <w:r w:rsidRPr="009F36D3">
        <w:t xml:space="preserve"> </w:t>
      </w:r>
      <w:r w:rsidRPr="009F36D3">
        <w:rPr>
          <w:cs/>
          <w:lang w:bidi="bn-IN"/>
        </w:rPr>
        <w:t>মুহাম্মাদ খালেস ইবনে আলী হাদি ইবনে মুহাম্মাদ জাওয়াদ ইবনে আলী</w:t>
      </w:r>
      <w:r w:rsidRPr="009F36D3">
        <w:t xml:space="preserve"> </w:t>
      </w:r>
      <w:r w:rsidRPr="009F36D3">
        <w:rPr>
          <w:cs/>
          <w:lang w:bidi="bn-IN"/>
        </w:rPr>
        <w:t>রিদা। মাহদীর মা ছিলেন একজন ক্রীতদাসী যার নাম ছিলো নারজিস</w:t>
      </w:r>
      <w:r w:rsidRPr="009F36D3">
        <w:t xml:space="preserve"> </w:t>
      </w:r>
      <w:r w:rsidRPr="009F36D3">
        <w:rPr>
          <w:cs/>
          <w:lang w:bidi="bn-IN"/>
        </w:rPr>
        <w:t xml:space="preserve">এবং কেউ বলে তার নাম ছিলো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সীগাল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অন্যরা বলে তার নাম</w:t>
      </w:r>
      <w:r w:rsidRPr="009F36D3">
        <w:t xml:space="preserve"> </w:t>
      </w:r>
      <w:r w:rsidRPr="009F36D3">
        <w:rPr>
          <w:cs/>
          <w:lang w:bidi="bn-IN"/>
        </w:rPr>
        <w:t xml:space="preserve">ছিলো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সুযান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3B68BF" w:rsidRDefault="003B68BF" w:rsidP="006E1E70">
      <w:pPr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3B68BF">
      <w:pPr>
        <w:pStyle w:val="Heading2Center"/>
      </w:pPr>
      <w:bookmarkStart w:id="45" w:name="_Toc451691960"/>
      <w:r w:rsidRPr="009F36D3">
        <w:rPr>
          <w:cs/>
          <w:lang w:bidi="bn-IN"/>
        </w:rPr>
        <w:lastRenderedPageBreak/>
        <w:t>শৈশবে ইমাম মাহদীর (আঃ) ইমামত লাভ</w:t>
      </w:r>
      <w:bookmarkEnd w:id="45"/>
      <w:r w:rsidRPr="009F36D3">
        <w:t xml:space="preserve"> </w:t>
      </w:r>
    </w:p>
    <w:p w:rsidR="003B68BF" w:rsidRDefault="003B68BF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এতক্ষণ মাহদীর (আঃ) বৈশিষ্ট্য সম্পর্কে আমরা যা লিখেছি তা</w:t>
      </w:r>
      <w:r w:rsidRPr="009F36D3">
        <w:t xml:space="preserve"> </w:t>
      </w:r>
      <w:r w:rsidRPr="009F36D3">
        <w:rPr>
          <w:cs/>
          <w:lang w:bidi="bn-IN"/>
        </w:rPr>
        <w:t>প্রমাণ করে যে তিনি শৈশবেই ইমামতের সম্মান লাভ করেছিলেন এবং এ</w:t>
      </w:r>
      <w:r w:rsidRPr="009F36D3">
        <w:t xml:space="preserve"> </w:t>
      </w:r>
      <w:r w:rsidRPr="009F36D3">
        <w:rPr>
          <w:cs/>
          <w:lang w:bidi="bn-IN"/>
        </w:rPr>
        <w:t>মর্যাদাপূর্ণ আসনে অধিষ্ঠিত হয়েছিলেন মাত্র পাচঁ বছর বয়সে।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এখন আমরা দেখতে চাই যে পাচঁ বছর বয়সে কারো পক্ষে</w:t>
      </w:r>
      <w:r w:rsidRPr="009F36D3">
        <w:t xml:space="preserve"> </w:t>
      </w:r>
      <w:r w:rsidRPr="009F36D3">
        <w:rPr>
          <w:cs/>
          <w:lang w:bidi="bn-IN"/>
        </w:rPr>
        <w:t>ইমামতের আসন পাওয়া সম্ভব</w:t>
      </w:r>
      <w:r w:rsidRPr="009F36D3">
        <w:t xml:space="preserve"> </w:t>
      </w:r>
      <w:r w:rsidRPr="009F36D3">
        <w:rPr>
          <w:cs/>
          <w:lang w:bidi="bn-IN"/>
        </w:rPr>
        <w:t>এবং অনুমোদনযোগ্য কিনা</w:t>
      </w:r>
      <w:r w:rsidRPr="009F36D3">
        <w:t xml:space="preserve">, </w:t>
      </w:r>
      <w:r w:rsidRPr="009F36D3">
        <w:rPr>
          <w:cs/>
          <w:lang w:bidi="bn-IN"/>
        </w:rPr>
        <w:t>নাকি নবী</w:t>
      </w:r>
      <w:r w:rsidRPr="009F36D3">
        <w:t xml:space="preserve">, </w:t>
      </w:r>
      <w:r w:rsidRPr="009F36D3">
        <w:rPr>
          <w:cs/>
          <w:lang w:bidi="bn-IN"/>
        </w:rPr>
        <w:t>রাসূল ও তাদের উত্তরাধিকারীদের জন্য প্রথমে বালেগ হওয়া ও শারীরিক</w:t>
      </w:r>
      <w:r w:rsidRPr="009F36D3">
        <w:t xml:space="preserve"> </w:t>
      </w:r>
      <w:r w:rsidRPr="009F36D3">
        <w:rPr>
          <w:cs/>
          <w:lang w:bidi="bn-IN"/>
        </w:rPr>
        <w:t>যোগ্যতা লাভ করা অত্যাবশ্যক।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বিষয়ে আমরা বিশদ আলোচনা না করে শুধু সংক্ষেপে বলবো</w:t>
      </w:r>
      <w:r w:rsidRPr="009F36D3">
        <w:t xml:space="preserve"> </w:t>
      </w:r>
      <w:r w:rsidRPr="009F36D3">
        <w:rPr>
          <w:cs/>
          <w:lang w:bidi="bn-IN"/>
        </w:rPr>
        <w:t>যে</w:t>
      </w:r>
      <w:r w:rsidRPr="009F36D3">
        <w:t xml:space="preserve">, </w:t>
      </w:r>
      <w:r w:rsidRPr="009F36D3">
        <w:rPr>
          <w:cs/>
          <w:lang w:bidi="bn-IN"/>
        </w:rPr>
        <w:t>রিসালাত</w:t>
      </w:r>
      <w:r w:rsidRPr="009F36D3">
        <w:t xml:space="preserve">, </w:t>
      </w:r>
      <w:r w:rsidRPr="009F36D3">
        <w:rPr>
          <w:cs/>
          <w:lang w:bidi="bn-IN"/>
        </w:rPr>
        <w:t>নবুয়ত ও ইমামত এবং তাদের উত্তরাধিকার একমাত্র</w:t>
      </w:r>
      <w:r w:rsidRPr="009F36D3">
        <w:t xml:space="preserve"> </w:t>
      </w:r>
      <w:r w:rsidRPr="009F36D3">
        <w:rPr>
          <w:cs/>
          <w:lang w:bidi="bn-IN"/>
        </w:rPr>
        <w:t>আল্লাহর হাতে</w:t>
      </w:r>
      <w:r w:rsidRPr="009F36D3">
        <w:t xml:space="preserve">; </w:t>
      </w:r>
      <w:r w:rsidRPr="009F36D3">
        <w:rPr>
          <w:cs/>
          <w:lang w:bidi="bn-IN"/>
        </w:rPr>
        <w:t>এতে অন্য কারো পছন্দ ও অধিকার নেই। অতএব</w:t>
      </w:r>
      <w:r w:rsidRPr="009F36D3">
        <w:t xml:space="preserve"> </w:t>
      </w:r>
      <w:r w:rsidRPr="009F36D3">
        <w:rPr>
          <w:cs/>
          <w:lang w:bidi="bn-IN"/>
        </w:rPr>
        <w:t>বিবেকবুদ্ধি বলে যে প্রমাণ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থাকার কারণে বলা যায় কোন শিশু যদি নবুয়ত অথবা ইমামত লাভ করে এতে আপত্তি করার কিছু নেই</w:t>
      </w:r>
      <w:r w:rsidRPr="009F36D3">
        <w:t xml:space="preserve"> </w:t>
      </w:r>
      <w:r w:rsidRPr="009F36D3">
        <w:rPr>
          <w:cs/>
          <w:lang w:bidi="bn-IN"/>
        </w:rPr>
        <w:t>যেহেতু মহান আল্লাহ একজন ইমাম ও নবীর গুণাবলী একজন শিশুর</w:t>
      </w:r>
      <w:r w:rsidRPr="009F36D3">
        <w:t xml:space="preserve"> </w:t>
      </w:r>
      <w:r w:rsidRPr="009F36D3">
        <w:rPr>
          <w:cs/>
          <w:lang w:bidi="bn-IN"/>
        </w:rPr>
        <w:t>ভিতরে জমা করতে সক্ষম। আল্লাহর ক্ষমতায় কোন দূর্বলতা নেই এবং</w:t>
      </w:r>
      <w:r w:rsidRPr="009F36D3">
        <w:t xml:space="preserve"> </w:t>
      </w:r>
      <w:r w:rsidRPr="009F36D3">
        <w:rPr>
          <w:cs/>
          <w:lang w:bidi="bn-IN"/>
        </w:rPr>
        <w:t>ঈসা (আঃ) ও ইয়াহইয়া (আঃ)-এর নবুয়ত প্রাপ্তির ঘটনা আমাদের কথার</w:t>
      </w:r>
      <w:r w:rsidRPr="009F36D3">
        <w:t xml:space="preserve"> </w:t>
      </w:r>
      <w:r w:rsidRPr="009F36D3">
        <w:rPr>
          <w:cs/>
          <w:lang w:bidi="bn-IN"/>
        </w:rPr>
        <w:t>সত্যতার সাক্ষ্য দেয়।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বাসীরুদ দারাজাত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বইয়ের লেখক আলী ইবনে ইসবাত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হযরত আবু জাফরকে (ইমাম জাফর সাদিক (আঃ))</w:t>
      </w:r>
      <w:r w:rsidRPr="009F36D3">
        <w:t xml:space="preserve"> </w:t>
      </w:r>
      <w:r w:rsidRPr="009F36D3">
        <w:rPr>
          <w:cs/>
          <w:lang w:bidi="bn-IN"/>
        </w:rPr>
        <w:t>আমার দিকে আসতে দেখলাম। তিনি যখন আমার কাছে চলে আসলেন</w:t>
      </w:r>
      <w:r w:rsidRPr="009F36D3">
        <w:t xml:space="preserve"> </w:t>
      </w:r>
      <w:r w:rsidRPr="009F36D3">
        <w:rPr>
          <w:cs/>
          <w:lang w:bidi="bn-IN"/>
        </w:rPr>
        <w:t>আমি তাকে একবার আপাদমস্তক দেখলাম। যেন মিশরে আমার বন্ধুদের</w:t>
      </w:r>
      <w:r w:rsidRPr="009F36D3">
        <w:t xml:space="preserve"> </w:t>
      </w:r>
      <w:r w:rsidRPr="009F36D3">
        <w:rPr>
          <w:cs/>
          <w:lang w:bidi="bn-IN"/>
        </w:rPr>
        <w:t>কাছে তার বর্ণনা দিতে পারি। এরপর তিনি আল্লাহকে সিজদা করলেন</w:t>
      </w:r>
      <w:r w:rsidRPr="009F36D3">
        <w:t xml:space="preserve"> </w:t>
      </w:r>
      <w:r w:rsidRPr="009F36D3">
        <w:rPr>
          <w:cs/>
          <w:lang w:bidi="bn-IN"/>
        </w:rPr>
        <w:t>এবং 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নিশ্চয়ই আল্লাহ ইমামতের বিষয়ে যুক্তি উপস্থিত করেছেন</w:t>
      </w:r>
      <w:r w:rsidRPr="009F36D3">
        <w:t xml:space="preserve"> </w:t>
      </w:r>
      <w:r w:rsidRPr="009F36D3">
        <w:rPr>
          <w:cs/>
          <w:lang w:bidi="bn-IN"/>
        </w:rPr>
        <w:t>যেভাবে তিনি করেছেন নবুয়তের বিষয়ে এবং তিনি বলেছেন :</w:t>
      </w:r>
      <w:r w:rsidRPr="009F36D3">
        <w:t xml:space="preserve"> </w:t>
      </w:r>
    </w:p>
    <w:p w:rsidR="005A057D" w:rsidRPr="00AA6375" w:rsidRDefault="003B68BF" w:rsidP="00B06DC9">
      <w:pPr>
        <w:pStyle w:val="libAie"/>
      </w:pPr>
      <w:r w:rsidRPr="003B68BF">
        <w:rPr>
          <w:rStyle w:val="libAlaemChar"/>
        </w:rPr>
        <w:t>)</w:t>
      </w:r>
      <w:r w:rsidR="005A057D" w:rsidRPr="00B06DC9">
        <w:rPr>
          <w:rFonts w:hint="cs"/>
          <w:rtl/>
        </w:rPr>
        <w:t>وَآتَيْنَاهُ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الْحُكْمَ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صَبِيًّا</w:t>
      </w:r>
      <w:r w:rsidRPr="003B68BF">
        <w:rPr>
          <w:rStyle w:val="libAlaemChar"/>
        </w:rPr>
        <w:t>(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এবং আমরা তাকে জ্ঞান দিয়েছিলাম শৈশবে।</w:t>
      </w:r>
      <w:r w:rsidRPr="00AA6375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মারইয়ামঃ ১২)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তিনি আরো বলেছেন</w:t>
      </w:r>
      <w:r w:rsidRPr="009F36D3">
        <w:t>,</w:t>
      </w:r>
    </w:p>
    <w:p w:rsidR="005A057D" w:rsidRPr="00AA6375" w:rsidRDefault="003B68BF" w:rsidP="00B06DC9">
      <w:pPr>
        <w:pStyle w:val="libAie"/>
      </w:pPr>
      <w:r w:rsidRPr="003B68BF">
        <w:rPr>
          <w:rStyle w:val="libAlaemChar"/>
        </w:rPr>
        <w:t>)</w:t>
      </w:r>
      <w:r w:rsidR="005A057D" w:rsidRPr="00B06DC9">
        <w:rPr>
          <w:rFonts w:hint="cs"/>
          <w:rtl/>
        </w:rPr>
        <w:t>حَتَّى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إِذَا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بَلَغَ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أَشُدَّهُ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وَبَلَغَ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أَرْبَعِينَ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سَنَةً</w:t>
      </w:r>
      <w:r w:rsidRPr="003B68BF">
        <w:rPr>
          <w:rStyle w:val="libAlaemChar"/>
        </w:rPr>
        <w:t>(</w:t>
      </w:r>
    </w:p>
    <w:p w:rsidR="00B06DC9" w:rsidRDefault="00B06DC9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সে পূর্ণত্বে পৌঁছায় এবং চল্লিশ বছর বয়সে পৌঁছায়।</w:t>
      </w:r>
      <w:r w:rsidRPr="00AA6375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আহক্বাফঃ ১৫)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ইয়া নাবিউল মুয়াদ্দা</w:t>
      </w:r>
      <w:r w:rsidRPr="00AA6375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>র লেখক মাহদীর (আঃ) জন্ম বর্ণনা করে</w:t>
      </w:r>
      <w:r w:rsidRPr="009F36D3">
        <w:t xml:space="preserve"> </w:t>
      </w:r>
      <w:r w:rsidRPr="009F36D3">
        <w:rPr>
          <w:cs/>
          <w:lang w:bidi="bn-IN"/>
        </w:rPr>
        <w:t xml:space="preserve">৪৫২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খিতাব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উল্লেখ করেছেন : মহান আল্লাহ</w:t>
      </w:r>
      <w:r w:rsidRPr="009F36D3">
        <w:t xml:space="preserve"> </w:t>
      </w:r>
      <w:r w:rsidRPr="009F36D3">
        <w:rPr>
          <w:cs/>
          <w:lang w:bidi="bn-IN"/>
        </w:rPr>
        <w:t>তাকে প্রজ্ঞা দান করেছেন তার শৈশবেই এবং তাকে বানিয়েছেন একজন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হুজ্জাত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প্রমাণ) দুনিয়ার মানুষের জন্য। যেমন তিনি তার নবীদের বিষয়ে</w:t>
      </w:r>
      <w:r w:rsidRPr="009F36D3">
        <w:t xml:space="preserve"> </w:t>
      </w:r>
      <w:r w:rsidRPr="009F36D3">
        <w:rPr>
          <w:cs/>
          <w:lang w:bidi="bn-IN"/>
        </w:rPr>
        <w:t>বলেছেন :</w:t>
      </w:r>
      <w:r w:rsidRPr="009F36D3">
        <w:t xml:space="preserve"> </w:t>
      </w:r>
    </w:p>
    <w:p w:rsidR="005A057D" w:rsidRPr="00AA6375" w:rsidRDefault="00AA6375" w:rsidP="00B06DC9">
      <w:pPr>
        <w:pStyle w:val="libAie"/>
      </w:pPr>
      <w:r w:rsidRPr="00AA6375">
        <w:rPr>
          <w:rStyle w:val="libAlaemChar"/>
        </w:rPr>
        <w:t>)</w:t>
      </w:r>
      <w:r w:rsidR="005A057D" w:rsidRPr="00B06DC9">
        <w:rPr>
          <w:rFonts w:hint="cs"/>
          <w:rtl/>
        </w:rPr>
        <w:t>يَايَحْيَى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خُذِ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الْكِتَابَ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بِقُوَّةٍ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وَآتَيْنَاهُ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الْحُكْمَ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صَبِيًّا</w:t>
      </w:r>
      <w:r w:rsidRPr="00AA6375">
        <w:rPr>
          <w:rStyle w:val="libAlaemChar"/>
        </w:rPr>
        <w:t>(</w:t>
      </w:r>
    </w:p>
    <w:p w:rsidR="00B06DC9" w:rsidRDefault="00B06DC9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ইয়াহইয়া</w:t>
      </w:r>
      <w:r w:rsidRPr="009F36D3">
        <w:t xml:space="preserve">, </w:t>
      </w:r>
      <w:r w:rsidRPr="009F36D3">
        <w:rPr>
          <w:cs/>
          <w:lang w:bidi="bn-IN"/>
        </w:rPr>
        <w:t>কিতাবকে দৃঢ়ভাবে ধরো এবং আমরা তাকে প্রজ্ঞা</w:t>
      </w:r>
      <w:r w:rsidRPr="009F36D3">
        <w:t xml:space="preserve"> </w:t>
      </w:r>
      <w:r w:rsidRPr="009F36D3">
        <w:rPr>
          <w:cs/>
          <w:lang w:bidi="bn-IN"/>
        </w:rPr>
        <w:t>দিয়েছিলাম যখন সে শিশু ছিলো।</w:t>
      </w:r>
      <w:r w:rsidRPr="00AA6375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মারইয়ামঃ ১২)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তিনি আরো বলেন (ঈসা আঃ সম্পর্কে) :</w:t>
      </w:r>
    </w:p>
    <w:p w:rsidR="005A057D" w:rsidRPr="00AA6375" w:rsidRDefault="00AA6375" w:rsidP="00B06DC9">
      <w:pPr>
        <w:pStyle w:val="libAie"/>
      </w:pPr>
      <w:r w:rsidRPr="00AA6375">
        <w:rPr>
          <w:rStyle w:val="libAlaemChar"/>
        </w:rPr>
        <w:t>)</w:t>
      </w:r>
      <w:r w:rsidR="005A057D" w:rsidRPr="00B06DC9">
        <w:rPr>
          <w:rFonts w:hint="cs"/>
          <w:rtl/>
        </w:rPr>
        <w:t>فَأَشَارَتْ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إِلَيْهِ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قَالُوا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كَيْفَ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نُكَلِّمُ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مَنْ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كَانَ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فِي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الْمَهْدِ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صَبِيًّا</w:t>
      </w:r>
      <w:r w:rsidRPr="00AA6375">
        <w:rPr>
          <w:rStyle w:val="libAlaemChar"/>
        </w:rPr>
        <w:t>(</w:t>
      </w:r>
    </w:p>
    <w:p w:rsidR="00B06DC9" w:rsidRDefault="00B06DC9" w:rsidP="00AA6375">
      <w:pPr>
        <w:pStyle w:val="libNormal"/>
        <w:rPr>
          <w:rStyle w:val="libAlaemChar"/>
        </w:rPr>
      </w:pP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তারা বললো : আমরা কীভাবে তার সাথে কথা বলবো যে</w:t>
      </w:r>
      <w:r w:rsidRPr="009F36D3">
        <w:t xml:space="preserve"> </w:t>
      </w:r>
      <w:r w:rsidRPr="009F36D3">
        <w:rPr>
          <w:cs/>
          <w:lang w:bidi="bn-IN"/>
        </w:rPr>
        <w:t>দোলনায় এক শিশু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(</w:t>
      </w:r>
      <w:r w:rsidRPr="009F36D3">
        <w:rPr>
          <w:cs/>
          <w:lang w:bidi="bn-IN"/>
        </w:rPr>
        <w:t>সূরা মারইয়ামঃ ২৯)</w:t>
      </w:r>
      <w:r w:rsidRPr="009F36D3">
        <w:t xml:space="preserve"> </w:t>
      </w:r>
    </w:p>
    <w:p w:rsidR="005A057D" w:rsidRPr="00AA6375" w:rsidRDefault="00AA6375" w:rsidP="00B06DC9">
      <w:pPr>
        <w:pStyle w:val="libAie"/>
      </w:pPr>
      <w:r w:rsidRPr="00AA6375">
        <w:rPr>
          <w:rStyle w:val="libAlaemChar"/>
        </w:rPr>
        <w:t>)</w:t>
      </w:r>
      <w:r w:rsidR="005A057D" w:rsidRPr="00B06DC9">
        <w:rPr>
          <w:rFonts w:hint="cs"/>
          <w:rtl/>
        </w:rPr>
        <w:t>قَالَ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إِنِّي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عَبْدُ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اللَّهِ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آتَانِيَ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الْكِتَابَ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وَجَعَلَنِي</w:t>
      </w:r>
      <w:r w:rsidR="005A057D" w:rsidRPr="00AA6375">
        <w:rPr>
          <w:rtl/>
        </w:rPr>
        <w:t xml:space="preserve"> </w:t>
      </w:r>
      <w:r w:rsidR="005A057D" w:rsidRPr="00B06DC9">
        <w:rPr>
          <w:rFonts w:hint="cs"/>
          <w:rtl/>
        </w:rPr>
        <w:t>نَبِيًّا</w:t>
      </w:r>
      <w:r w:rsidRPr="00AA6375">
        <w:rPr>
          <w:rStyle w:val="libAlaemChar"/>
        </w:rPr>
        <w:t>(</w:t>
      </w:r>
    </w:p>
    <w:p w:rsidR="005A057D" w:rsidRPr="009F36D3" w:rsidRDefault="005A057D" w:rsidP="00AA6375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বললো : নিশ্চয়ই আমি আল্লাহর একজন দাস</w:t>
      </w:r>
      <w:r w:rsidRPr="009F36D3">
        <w:t xml:space="preserve">,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আমাকে কিতাব দিয়েছেন এবং আমাকে একজন নবী</w:t>
      </w:r>
      <w:r w:rsidRPr="009F36D3">
        <w:t xml:space="preserve"> </w:t>
      </w:r>
      <w:r w:rsidRPr="009F36D3">
        <w:rPr>
          <w:cs/>
          <w:lang w:bidi="bn-IN"/>
        </w:rPr>
        <w:t>বানিয়েছেন।</w:t>
      </w:r>
      <w:r w:rsidRPr="00AA6375">
        <w:rPr>
          <w:rStyle w:val="libAlaemChar"/>
        </w:rPr>
        <w:t>”</w:t>
      </w:r>
      <w:r w:rsidRPr="009F36D3">
        <w:t>(</w:t>
      </w:r>
      <w:r w:rsidRPr="009F36D3">
        <w:rPr>
          <w:cs/>
          <w:lang w:bidi="bn-IN"/>
        </w:rPr>
        <w:t>সূরা মারিইয়ামঃ ৩০)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১১৪ পৃষ্ঠায় আবু মুহাম্মাদ</w:t>
      </w:r>
      <w:r w:rsidRPr="009F36D3">
        <w:t xml:space="preserve"> </w:t>
      </w:r>
      <w:r w:rsidRPr="009F36D3">
        <w:rPr>
          <w:cs/>
          <w:lang w:bidi="bn-IN"/>
        </w:rPr>
        <w:t xml:space="preserve">হাসান আসকারীর মৃত্যু উল্লেখ করার পর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তিনি আবুল কাসিম</w:t>
      </w:r>
      <w:r w:rsidRPr="009F36D3">
        <w:t xml:space="preserve"> </w:t>
      </w:r>
      <w:r w:rsidRPr="009F36D3">
        <w:rPr>
          <w:cs/>
          <w:lang w:bidi="bn-IN"/>
        </w:rPr>
        <w:t>মুহাম্মাদ হুজ্জাতকে ছাড়া আর কাউকে তার উত্তরাধিকারী করে যান নি যার</w:t>
      </w:r>
      <w:r w:rsidRPr="009F36D3">
        <w:t xml:space="preserve"> </w:t>
      </w:r>
      <w:r w:rsidRPr="009F36D3">
        <w:rPr>
          <w:cs/>
          <w:lang w:bidi="bn-IN"/>
        </w:rPr>
        <w:t>বয়স তার পিতার মৃত্যুর সময় ছিলো পাচঁ বছর। কিন্তু আল্লাহ তাকে সে</w:t>
      </w:r>
      <w:r w:rsidRPr="009F36D3">
        <w:t xml:space="preserve"> </w:t>
      </w:r>
      <w:r w:rsidRPr="009F36D3">
        <w:rPr>
          <w:cs/>
          <w:lang w:bidi="bn-IN"/>
        </w:rPr>
        <w:t>সময়ই প্রজ্ঞা দান করেছিলেন।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 xml:space="preserve">এছাড়া শাবরাউই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ইত্তেহাফ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৭৯ (পৃষ্ঠায়) উল্লেখ</w:t>
      </w:r>
      <w:r w:rsidRPr="009F36D3">
        <w:t xml:space="preserve"> </w:t>
      </w:r>
      <w:r w:rsidRPr="009F36D3">
        <w:rPr>
          <w:cs/>
          <w:lang w:bidi="bn-IN"/>
        </w:rPr>
        <w:t>করেছেন যে</w:t>
      </w:r>
      <w:r w:rsidRPr="009F36D3">
        <w:t xml:space="preserve">, </w:t>
      </w:r>
      <w:r w:rsidRPr="009F36D3">
        <w:rPr>
          <w:cs/>
          <w:lang w:bidi="bn-IN"/>
        </w:rPr>
        <w:t>তার খেলাফাত বা উত্তরাধিকার তাঁর পিতার মৃত্যুর পরে পাঁচ</w:t>
      </w:r>
      <w:r w:rsidRPr="009F36D3">
        <w:t xml:space="preserve"> </w:t>
      </w:r>
      <w:r w:rsidRPr="009F36D3">
        <w:rPr>
          <w:cs/>
          <w:lang w:bidi="bn-IN"/>
        </w:rPr>
        <w:t>বছর বয়সে শুরু হয়েছিলো এবং লেখক মনে করেন যে</w:t>
      </w:r>
      <w:r w:rsidRPr="009F36D3">
        <w:t xml:space="preserve">, </w:t>
      </w:r>
      <w:r w:rsidRPr="009F36D3">
        <w:rPr>
          <w:cs/>
          <w:lang w:bidi="bn-IN"/>
        </w:rPr>
        <w:t>তার জন্ম</w:t>
      </w:r>
      <w:r w:rsidRPr="009F36D3">
        <w:t xml:space="preserve"> </w:t>
      </w:r>
      <w:r w:rsidRPr="009F36D3">
        <w:rPr>
          <w:cs/>
          <w:lang w:bidi="bn-IN"/>
        </w:rPr>
        <w:t>হয়েছিলো ১৫ই শাবানের রাতে।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মহান আল্লাহ তার বাবার মৃত্যুর সময় তাকে পাঁচ বছর বয়সে</w:t>
      </w:r>
      <w:r w:rsidRPr="009F36D3">
        <w:t xml:space="preserve"> </w:t>
      </w:r>
      <w:r w:rsidRPr="009F36D3">
        <w:rPr>
          <w:cs/>
          <w:lang w:bidi="bn-IN"/>
        </w:rPr>
        <w:t>প্রজ্ঞা দান করেন যেভাবে তিনি নবী ইয়াহইয়াকে শৈশবে ইমামত দান</w:t>
      </w:r>
      <w:r w:rsidRPr="009F36D3">
        <w:t xml:space="preserve"> </w:t>
      </w:r>
      <w:r w:rsidRPr="009F36D3">
        <w:rPr>
          <w:cs/>
          <w:lang w:bidi="bn-IN"/>
        </w:rPr>
        <w:t>করেছিলেন এবং ঈসা (আঃ) কে শৈশবে নবী বানিয়েছিলেন। শাবরাউই</w:t>
      </w:r>
      <w:r w:rsidRPr="009F36D3">
        <w:t xml:space="preserve"> </w:t>
      </w:r>
      <w:r w:rsidRPr="009F36D3">
        <w:rPr>
          <w:cs/>
          <w:lang w:bidi="bn-IN"/>
        </w:rPr>
        <w:t xml:space="preserve">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ইত্তেহাফ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৭৯ পৃষ্ঠায় বলেছেন যে তার খিলাফত (উত্তরাধিকার)</w:t>
      </w:r>
      <w:r w:rsidRPr="009F36D3">
        <w:t xml:space="preserve"> </w:t>
      </w:r>
      <w:r w:rsidRPr="009F36D3">
        <w:rPr>
          <w:cs/>
          <w:lang w:bidi="bn-IN"/>
        </w:rPr>
        <w:t>শুরু হয়েছিলো পাঁচ বছর বয়সে</w:t>
      </w:r>
      <w:r w:rsidRPr="009F36D3">
        <w:t xml:space="preserve">, </w:t>
      </w:r>
      <w:r w:rsidRPr="009F36D3">
        <w:rPr>
          <w:cs/>
          <w:lang w:bidi="bn-IN"/>
        </w:rPr>
        <w:t>তার বাবার মৃত্যুর পর এবং তিনি মনে</w:t>
      </w:r>
      <w:r w:rsidRPr="009F36D3">
        <w:t xml:space="preserve"> </w:t>
      </w:r>
      <w:r w:rsidRPr="009F36D3">
        <w:rPr>
          <w:cs/>
          <w:lang w:bidi="bn-IN"/>
        </w:rPr>
        <w:t xml:space="preserve">করেন তার জন্ম হয়েছিলো ১৫ই শাবান। ইবনে খালকানও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ওয়াফিয়াতুল</w:t>
      </w:r>
      <w:r w:rsidRPr="009F36D3">
        <w:t xml:space="preserve"> </w:t>
      </w:r>
      <w:r w:rsidRPr="009F36D3">
        <w:rPr>
          <w:cs/>
          <w:lang w:bidi="bn-IN"/>
        </w:rPr>
        <w:t>আইয়্যান-এর ১ম খণ্ডের ৪৫১ পৃষ্ঠায় হযরতের জন্ম দিবস ১৫ই শাবান</w:t>
      </w:r>
      <w:r w:rsidRPr="009F36D3">
        <w:t xml:space="preserve"> </w:t>
      </w:r>
      <w:r w:rsidRPr="009F36D3">
        <w:rPr>
          <w:cs/>
          <w:lang w:bidi="bn-IN"/>
        </w:rPr>
        <w:t xml:space="preserve">২৫৫ হিযরী বলে উল্লেখ করেছেন। সুয়েদি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সাবায়েকুয-যাহাব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৭৮</w:t>
      </w:r>
      <w:r w:rsidRPr="009F36D3">
        <w:t xml:space="preserve"> </w:t>
      </w:r>
      <w:r w:rsidRPr="009F36D3">
        <w:rPr>
          <w:cs/>
          <w:lang w:bidi="bn-IN"/>
        </w:rPr>
        <w:t>পৃষ্ঠা)-এ তার পিতার মৃত্যুর সময়ে তার বয়সকে পাঁচ বছর ছিলো বলে</w:t>
      </w:r>
      <w:r w:rsidRPr="009F36D3">
        <w:t xml:space="preserve"> </w:t>
      </w:r>
      <w:r w:rsidRPr="009F36D3">
        <w:rPr>
          <w:cs/>
          <w:lang w:bidi="bn-IN"/>
        </w:rPr>
        <w:t>উল্লেখ করেছেন।</w:t>
      </w:r>
      <w:r w:rsidRPr="009F36D3">
        <w:t xml:space="preserve"> </w:t>
      </w:r>
    </w:p>
    <w:p w:rsidR="003B68BF" w:rsidRPr="006E1E70" w:rsidRDefault="003B68BF" w:rsidP="006E1E70">
      <w:r>
        <w:br w:type="page"/>
      </w:r>
    </w:p>
    <w:p w:rsidR="005A057D" w:rsidRPr="009F36D3" w:rsidRDefault="005A057D" w:rsidP="003B68BF">
      <w:pPr>
        <w:pStyle w:val="Heading2Center"/>
      </w:pPr>
      <w:bookmarkStart w:id="46" w:name="_Toc451691961"/>
      <w:r w:rsidRPr="009F36D3">
        <w:rPr>
          <w:cs/>
          <w:lang w:bidi="bn-IN"/>
        </w:rPr>
        <w:lastRenderedPageBreak/>
        <w:t>মাহদী (আঃ) ও তার দীর্ঘ জীবন</w:t>
      </w:r>
      <w:bookmarkEnd w:id="46"/>
      <w:r w:rsidRPr="009F36D3">
        <w:t xml:space="preserve"> </w:t>
      </w:r>
    </w:p>
    <w:p w:rsidR="003B68BF" w:rsidRDefault="003B68BF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আমরা পূর্বের হাদীসগুলো থেকে জানতে পেরেছি যে প্রতীক্ষিত</w:t>
      </w:r>
      <w:r w:rsidRPr="009F36D3">
        <w:t xml:space="preserve"> </w:t>
      </w:r>
      <w:r w:rsidRPr="009F36D3">
        <w:rPr>
          <w:cs/>
          <w:lang w:bidi="bn-IN"/>
        </w:rPr>
        <w:t>মাহদী (আঃ) যিনি শেষ যুগে আবির্ভূত হবেন এবং পৃথিবীকে সাম্য ও</w:t>
      </w:r>
      <w:r w:rsidRPr="009F36D3">
        <w:t xml:space="preserve"> </w:t>
      </w:r>
      <w:r w:rsidRPr="009F36D3">
        <w:rPr>
          <w:cs/>
          <w:lang w:bidi="bn-IN"/>
        </w:rPr>
        <w:t>ন্যায়বিচারে পূর্ণ করে দিবেন যেভাবে তা নৃশংসতা ও নিপীড়নে পূর্ণ ছিলো</w:t>
      </w:r>
      <w:r w:rsidRPr="009F36D3">
        <w:t xml:space="preserve"> </w:t>
      </w:r>
      <w:r w:rsidRPr="009F36D3">
        <w:rPr>
          <w:cs/>
          <w:lang w:bidi="bn-IN"/>
        </w:rPr>
        <w:t>এবং তিনি হাসান আসকারীর সন্তান আবুল কাসেম মুহাম্মাদ আল মাহদী</w:t>
      </w:r>
      <w:r w:rsidRPr="009F36D3">
        <w:t xml:space="preserve"> </w:t>
      </w:r>
      <w:r w:rsidRPr="009F36D3">
        <w:rPr>
          <w:cs/>
          <w:lang w:bidi="bn-IN"/>
        </w:rPr>
        <w:t>ছাড়া কেউ নন। এটিও প্রমাণিত যে তিনি জন্মেছিলেন ২৫৫ হিজরীর ১৫ই</w:t>
      </w:r>
      <w:r w:rsidRPr="009F36D3">
        <w:t xml:space="preserve"> </w:t>
      </w:r>
      <w:r w:rsidRPr="009F36D3">
        <w:rPr>
          <w:cs/>
          <w:lang w:bidi="bn-IN"/>
        </w:rPr>
        <w:t>শাবান ভোরে। এ বিষয়ের অত্যন্ত গুরুত্বপূর্ণ একটি অংশ হচ্ছে যে তিনি</w:t>
      </w:r>
      <w:r w:rsidRPr="009F36D3">
        <w:t xml:space="preserve"> </w:t>
      </w:r>
      <w:r w:rsidRPr="009F36D3">
        <w:rPr>
          <w:cs/>
          <w:lang w:bidi="bn-IN"/>
        </w:rPr>
        <w:t>সে সময় থেকে আজ পর্যন্ত বেঁচে আছেন এবং মাহদীর (আঃ) বয়স এখন</w:t>
      </w:r>
      <w:r w:rsidRPr="009F36D3">
        <w:t xml:space="preserve"> </w:t>
      </w:r>
      <w:r w:rsidRPr="009F36D3">
        <w:rPr>
          <w:cs/>
          <w:lang w:bidi="bn-IN"/>
        </w:rPr>
        <w:t>এক হাজার একশত বছরেরও বেশী এবং শুধু আল্লাহই বলতে পারেন</w:t>
      </w:r>
      <w:r w:rsidRPr="009F36D3">
        <w:t xml:space="preserve"> </w:t>
      </w:r>
      <w:r w:rsidRPr="009F36D3">
        <w:rPr>
          <w:cs/>
          <w:lang w:bidi="bn-IN"/>
        </w:rPr>
        <w:t>তিনি কবে (পবিত্র কাবা ঘরে) আবির্ভূত হবেন এবং কবে ইন্তেকাল</w:t>
      </w:r>
      <w:r w:rsidRPr="009F36D3">
        <w:t xml:space="preserve"> </w:t>
      </w:r>
      <w:r w:rsidRPr="009F36D3">
        <w:rPr>
          <w:cs/>
          <w:lang w:bidi="bn-IN"/>
        </w:rPr>
        <w:t>করবেন।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যদিও জনগণের মাঝে দীর্ঘ জীবন একটি সাধারণ ঘটনা নয় তবু</w:t>
      </w:r>
      <w:r w:rsidRPr="009F36D3">
        <w:t xml:space="preserve"> </w:t>
      </w:r>
      <w:r w:rsidRPr="009F36D3">
        <w:rPr>
          <w:cs/>
          <w:lang w:bidi="bn-IN"/>
        </w:rPr>
        <w:t>তা প্রকৃতিগতভাবে সম্ভব</w:t>
      </w:r>
      <w:r w:rsidRPr="009F36D3">
        <w:t xml:space="preserve"> 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এছাড়া মাহদীর (আঃ) দীর্ঘ জীবনের প্রমাণ ও</w:t>
      </w:r>
      <w:r w:rsidRPr="009F36D3">
        <w:t xml:space="preserve"> </w:t>
      </w:r>
      <w:r w:rsidRPr="009F36D3">
        <w:rPr>
          <w:cs/>
          <w:lang w:bidi="bn-IN"/>
        </w:rPr>
        <w:t>কারণও রয়েছে। অন্য কথায়</w:t>
      </w:r>
      <w:r w:rsidRPr="009F36D3">
        <w:t xml:space="preserve">, </w:t>
      </w:r>
      <w:r w:rsidRPr="009F36D3">
        <w:rPr>
          <w:cs/>
          <w:lang w:bidi="bn-IN"/>
        </w:rPr>
        <w:t>মাহদীর দীর্ঘায়িত জীবন একটি সম্ভব</w:t>
      </w:r>
      <w:r w:rsidRPr="009F36D3">
        <w:t xml:space="preserve"> </w:t>
      </w:r>
      <w:r w:rsidRPr="009F36D3">
        <w:rPr>
          <w:cs/>
          <w:lang w:bidi="bn-IN"/>
        </w:rPr>
        <w:t>ঘটনা</w:t>
      </w:r>
      <w:r w:rsidRPr="009F36D3">
        <w:t xml:space="preserve"> </w:t>
      </w:r>
      <w:r w:rsidRPr="009F36D3">
        <w:rPr>
          <w:cs/>
          <w:lang w:bidi="bn-IN"/>
        </w:rPr>
        <w:t>এবং যুক্তিও তা নিশ্চিত করে।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তাযকেরাতুল আইম্মা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লেখক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পরো ইমামিয়া মাযহাব</w:t>
      </w:r>
      <w:r w:rsidRPr="009F36D3">
        <w:t xml:space="preserve"> </w:t>
      </w:r>
      <w:r w:rsidRPr="009F36D3">
        <w:rPr>
          <w:cs/>
          <w:lang w:bidi="bn-IN"/>
        </w:rPr>
        <w:t>বিশ্বাস করে যে খালাফ-ই-হুজ্জাত জীবিত আছেন এবং তার রিযক লাভ</w:t>
      </w:r>
      <w:r w:rsidRPr="009F36D3">
        <w:t xml:space="preserve"> </w:t>
      </w:r>
      <w:r w:rsidRPr="009F36D3">
        <w:rPr>
          <w:cs/>
          <w:lang w:bidi="bn-IN"/>
        </w:rPr>
        <w:t>করছেন। হযরত বেচেঁ আছেন এটি প্রমাণ করতে তারা নীচের যক্তিগুলো</w:t>
      </w:r>
      <w:r w:rsidRPr="009F36D3">
        <w:t xml:space="preserve"> </w:t>
      </w:r>
      <w:r w:rsidRPr="009F36D3">
        <w:rPr>
          <w:cs/>
          <w:lang w:bidi="bn-IN"/>
        </w:rPr>
        <w:t xml:space="preserve">উপস্থিত করে </w:t>
      </w:r>
      <w:r w:rsidRPr="00AA6375">
        <w:rPr>
          <w:rStyle w:val="libAlaemChar"/>
          <w:rtl/>
          <w:cs/>
        </w:rPr>
        <w:t>–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তাদের যুক্তি- একদল লোক যেমন</w:t>
      </w:r>
      <w:r w:rsidRPr="009F36D3">
        <w:t xml:space="preserve">, </w:t>
      </w:r>
      <w:r w:rsidRPr="009F36D3">
        <w:rPr>
          <w:cs/>
          <w:lang w:bidi="bn-IN"/>
        </w:rPr>
        <w:t>হযরত খিযির (আঃ) ও হযরত</w:t>
      </w:r>
      <w:r w:rsidRPr="009F36D3">
        <w:t xml:space="preserve"> </w:t>
      </w:r>
      <w:r w:rsidRPr="009F36D3">
        <w:rPr>
          <w:cs/>
          <w:lang w:bidi="bn-IN"/>
        </w:rPr>
        <w:t>ইলইয়াস (আঃ) এখন পর্যন্ত</w:t>
      </w:r>
      <w:r w:rsidRPr="009F36D3">
        <w:t xml:space="preserve"> </w:t>
      </w:r>
      <w:r w:rsidRPr="009F36D3">
        <w:rPr>
          <w:cs/>
          <w:lang w:bidi="bn-IN"/>
        </w:rPr>
        <w:t>এক লম্বা</w:t>
      </w:r>
      <w:r w:rsidRPr="009F36D3">
        <w:t xml:space="preserve"> </w:t>
      </w:r>
      <w:r w:rsidRPr="009F36D3">
        <w:rPr>
          <w:cs/>
          <w:lang w:bidi="bn-IN"/>
        </w:rPr>
        <w:t>জীবন যাপন করছেন</w:t>
      </w:r>
      <w:r w:rsidRPr="009F36D3">
        <w:t xml:space="preserve">; </w:t>
      </w:r>
      <w:r w:rsidRPr="009F36D3">
        <w:rPr>
          <w:cs/>
          <w:lang w:bidi="bn-IN"/>
        </w:rPr>
        <w:t>এখন পর্যন্ত</w:t>
      </w:r>
      <w:r w:rsidRPr="009F36D3">
        <w:t xml:space="preserve">  </w:t>
      </w:r>
      <w:r w:rsidRPr="009F36D3">
        <w:rPr>
          <w:cs/>
          <w:lang w:bidi="bn-IN"/>
        </w:rPr>
        <w:t>জানা যায়নি কত বছর ধরে তারা জীবিত আছেন। প্রত্যেক বছর তারা</w:t>
      </w:r>
      <w:r w:rsidRPr="009F36D3">
        <w:t xml:space="preserve"> </w:t>
      </w:r>
      <w:r w:rsidRPr="009F36D3">
        <w:rPr>
          <w:cs/>
          <w:lang w:bidi="bn-IN"/>
        </w:rPr>
        <w:t>পরস্পর সাক্ষাত করেন এবং পরস্পরের চুল স্পর্শ করেন।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তওরাতে এসেছে যে</w:t>
      </w:r>
      <w:r w:rsidRPr="009F36D3">
        <w:t xml:space="preserve">, </w:t>
      </w:r>
      <w:r w:rsidRPr="009F36D3">
        <w:rPr>
          <w:cs/>
          <w:lang w:bidi="bn-IN"/>
        </w:rPr>
        <w:t>যুলকারনাইন ৩</w:t>
      </w:r>
      <w:r w:rsidRPr="009F36D3">
        <w:t>,</w:t>
      </w:r>
      <w:r w:rsidRPr="009F36D3">
        <w:rPr>
          <w:cs/>
          <w:lang w:bidi="bn-IN"/>
        </w:rPr>
        <w:t xml:space="preserve">০০০ বছর বেচেছিলেন 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কিন্তু</w:t>
      </w:r>
      <w:r w:rsidRPr="009F36D3">
        <w:t xml:space="preserve"> </w:t>
      </w:r>
      <w:r w:rsidRPr="009F36D3">
        <w:rPr>
          <w:cs/>
          <w:lang w:bidi="bn-IN"/>
        </w:rPr>
        <w:t>মুসলমানরা বিশ্বাস করে তিনি ১</w:t>
      </w:r>
      <w:r w:rsidRPr="009F36D3">
        <w:t>,</w:t>
      </w:r>
      <w:r w:rsidRPr="009F36D3">
        <w:rPr>
          <w:cs/>
          <w:lang w:bidi="bn-IN"/>
        </w:rPr>
        <w:t>৫০০ বছর বেচেছিলেন।</w:t>
      </w:r>
      <w:r w:rsidRPr="009F36D3">
        <w:t xml:space="preserve"> </w:t>
      </w:r>
    </w:p>
    <w:p w:rsidR="005A057D" w:rsidRPr="009F36D3" w:rsidRDefault="005A057D" w:rsidP="003B68BF">
      <w:pPr>
        <w:pStyle w:val="libNormal"/>
      </w:pPr>
      <w:r w:rsidRPr="009F36D3">
        <w:rPr>
          <w:cs/>
          <w:lang w:bidi="bn-IN"/>
        </w:rPr>
        <w:t xml:space="preserve">মুহাম্মাদ ইবনে ইসহাক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আওয়াজ ইবনে উনাক ৩</w:t>
      </w:r>
      <w:r w:rsidRPr="009F36D3">
        <w:t>,</w:t>
      </w:r>
      <w:r w:rsidRPr="009F36D3">
        <w:rPr>
          <w:cs/>
          <w:lang w:bidi="bn-IN"/>
        </w:rPr>
        <w:t>৬০০</w:t>
      </w:r>
      <w:r w:rsidRPr="009F36D3">
        <w:t xml:space="preserve"> </w:t>
      </w:r>
      <w:r w:rsidRPr="009F36D3">
        <w:rPr>
          <w:cs/>
          <w:lang w:bidi="bn-IN"/>
        </w:rPr>
        <w:t>বছর বেঁচেছিলেন। আওয়াজ ইবনে উনাক (</w:t>
      </w:r>
      <w:r w:rsidR="003B68BF">
        <w:rPr>
          <w:cs/>
          <w:lang w:bidi="bn-IN"/>
        </w:rPr>
        <w:t>যার বাবার নাম ছিলো সুবহান</w:t>
      </w:r>
      <w:r w:rsidRPr="009F36D3">
        <w:t xml:space="preserve"> </w:t>
      </w:r>
      <w:r w:rsidRPr="009F36D3">
        <w:rPr>
          <w:cs/>
          <w:lang w:bidi="bn-IN"/>
        </w:rPr>
        <w:t xml:space="preserve">ও মায়ের নাম ছিলো উনাক) আদম (আঃ) এর যুগে </w:t>
      </w:r>
      <w:r w:rsidRPr="009F36D3">
        <w:rPr>
          <w:cs/>
          <w:lang w:bidi="bn-IN"/>
        </w:rPr>
        <w:lastRenderedPageBreak/>
        <w:t>জন্মগ্রহণ করেছিলো</w:t>
      </w:r>
      <w:r w:rsidRPr="009F36D3">
        <w:t xml:space="preserve"> </w:t>
      </w:r>
      <w:r w:rsidRPr="009F36D3">
        <w:rPr>
          <w:cs/>
          <w:lang w:bidi="bn-IN"/>
        </w:rPr>
        <w:t>এবং জীবন যাপন করতে থাকে যতক্ষণ না মূসা (আঃ) তাকে হত্যা</w:t>
      </w:r>
      <w:r w:rsidRPr="009F36D3">
        <w:t xml:space="preserve"> </w:t>
      </w:r>
      <w:r w:rsidRPr="009F36D3">
        <w:rPr>
          <w:cs/>
          <w:lang w:bidi="bn-IN"/>
        </w:rPr>
        <w:t>করেন।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যাহোক</w:t>
      </w:r>
      <w:r w:rsidRPr="009F36D3">
        <w:t xml:space="preserve">, </w:t>
      </w:r>
      <w:r w:rsidRPr="009F36D3">
        <w:rPr>
          <w:cs/>
          <w:lang w:bidi="bn-IN"/>
        </w:rPr>
        <w:t>থামারুসও বেচেছিলোঁ ১</w:t>
      </w:r>
      <w:r w:rsidRPr="009F36D3">
        <w:t>,</w:t>
      </w:r>
      <w:r w:rsidRPr="009F36D3">
        <w:rPr>
          <w:cs/>
          <w:lang w:bidi="bn-IN"/>
        </w:rPr>
        <w:t>০০০ বছর।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নবীদের মধ্যে আমরা হযরত আদম (আঃ) ও নূহ (আঃ) এর কথা বলতে</w:t>
      </w:r>
      <w:r w:rsidRPr="009F36D3">
        <w:t xml:space="preserve"> </w:t>
      </w:r>
      <w:r w:rsidRPr="009F36D3">
        <w:rPr>
          <w:cs/>
          <w:lang w:bidi="bn-IN"/>
        </w:rPr>
        <w:t>পারি যারা ১</w:t>
      </w:r>
      <w:r w:rsidRPr="009F36D3">
        <w:t>,</w:t>
      </w:r>
      <w:r w:rsidRPr="009F36D3">
        <w:rPr>
          <w:cs/>
          <w:lang w:bidi="bn-IN"/>
        </w:rPr>
        <w:t>০০০ বছরের বেশী জীবিত ছিলেন।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ক্বাইনান ৯০০ বছর অন্যদের মাঝে বেঁচেছিলেন। মেহলাঈল</w:t>
      </w:r>
      <w:r w:rsidRPr="009F36D3">
        <w:t xml:space="preserve"> </w:t>
      </w:r>
      <w:r w:rsidRPr="009F36D3">
        <w:rPr>
          <w:cs/>
          <w:lang w:bidi="bn-IN"/>
        </w:rPr>
        <w:t>৮০০ বছর বেঁচেছিলো। নুক্বাইল ইবনে আব্দুল্লাহ বেঁচেছিলো ৭০০ বছর।</w:t>
      </w:r>
      <w:r w:rsidRPr="009F36D3">
        <w:t xml:space="preserve"> </w:t>
      </w:r>
      <w:r w:rsidRPr="009F36D3">
        <w:rPr>
          <w:cs/>
          <w:lang w:bidi="bn-IN"/>
        </w:rPr>
        <w:t>ভবিষ্যতবক্তা রাবিয়া ইবনে উমর বেঁচেছিলো ৬০০ বছর। আমের ইবনে</w:t>
      </w:r>
      <w:r w:rsidRPr="009F36D3">
        <w:t xml:space="preserve"> </w:t>
      </w:r>
      <w:r w:rsidRPr="009F36D3">
        <w:rPr>
          <w:cs/>
          <w:lang w:bidi="bn-IN"/>
        </w:rPr>
        <w:t>যরেব</w:t>
      </w:r>
      <w:r w:rsidRPr="009F36D3">
        <w:t>,</w:t>
      </w:r>
      <w:r w:rsidRPr="009F36D3">
        <w:rPr>
          <w:cs/>
          <w:lang w:bidi="bn-IN"/>
        </w:rPr>
        <w:t xml:space="preserve"> যে আরবদের মাঝে ছিলো একজন বিচারক</w:t>
      </w:r>
      <w:r w:rsidRPr="009F36D3">
        <w:t xml:space="preserve">, </w:t>
      </w:r>
      <w:r w:rsidRPr="009F36D3">
        <w:rPr>
          <w:cs/>
          <w:lang w:bidi="bn-IN"/>
        </w:rPr>
        <w:t>সে বেঁচেছিলো ৫০০</w:t>
      </w:r>
      <w:r w:rsidRPr="009F36D3">
        <w:t xml:space="preserve"> </w:t>
      </w:r>
      <w:r w:rsidRPr="009F36D3">
        <w:rPr>
          <w:cs/>
          <w:lang w:bidi="bn-IN"/>
        </w:rPr>
        <w:t>বছর। একইভাবে সুলাবা এবং সাম ইবনে নূহ ৫০০ বছর বেঁচেছিলো।</w:t>
      </w:r>
      <w:r w:rsidRPr="009F36D3">
        <w:t xml:space="preserve"> </w:t>
      </w:r>
      <w:r w:rsidRPr="009F36D3">
        <w:rPr>
          <w:cs/>
          <w:lang w:bidi="bn-IN"/>
        </w:rPr>
        <w:t>হারব ইবনে মাযায জারহামি ৪০০ বছর বেঁচেছিলো।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আরফাখশাদ ৪৮০ বছর বেঁচেছিলেন। ক্বায়েস ইবনে সাঈদা</w:t>
      </w:r>
      <w:r w:rsidRPr="009F36D3">
        <w:t xml:space="preserve"> </w:t>
      </w:r>
      <w:r w:rsidRPr="009F36D3">
        <w:rPr>
          <w:cs/>
          <w:lang w:bidi="bn-IN"/>
        </w:rPr>
        <w:t>৩৮০ বছর বেঁচে ছিলো। কাআব ইবনে জুমহা অথবা জাম্মা দুসী ৩৯০ বছর</w:t>
      </w:r>
      <w:r w:rsidRPr="009F36D3">
        <w:t xml:space="preserve"> </w:t>
      </w:r>
      <w:r w:rsidRPr="009F36D3">
        <w:rPr>
          <w:cs/>
          <w:lang w:bidi="bn-IN"/>
        </w:rPr>
        <w:t>বেচেছিলেন। হযরত সালমান ফারসী (রাঃ) ২৫০ বছর বেঁচেছিলেন এবং</w:t>
      </w:r>
      <w:r w:rsidRPr="009F36D3">
        <w:t xml:space="preserve"> </w:t>
      </w:r>
      <w:r w:rsidRPr="009F36D3">
        <w:rPr>
          <w:cs/>
          <w:lang w:bidi="bn-IN"/>
        </w:rPr>
        <w:t>অন্যান্যদের মতে ৩০০ বছর বেঁচেছিলেন।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মাতালিবুস সুল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 xml:space="preserve">এর লেখক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জন্ম হয়েছিলো</w:t>
      </w:r>
      <w:r w:rsidRPr="009F36D3">
        <w:t xml:space="preserve"> </w:t>
      </w:r>
      <w:r w:rsidRPr="009F36D3">
        <w:rPr>
          <w:cs/>
          <w:lang w:bidi="bn-IN"/>
        </w:rPr>
        <w:t>মুতামিদ- এর সময় এবং এখন পর্যন্ত গোপন আছেন (শত্রুদের দিক</w:t>
      </w:r>
      <w:r w:rsidRPr="009F36D3">
        <w:t xml:space="preserve"> </w:t>
      </w:r>
      <w:r w:rsidRPr="009F36D3">
        <w:rPr>
          <w:cs/>
          <w:lang w:bidi="bn-IN"/>
        </w:rPr>
        <w:t>থেকে) ভয়ের কারণে। কোন ব্যক্তি যদি আত্মগোপনে যায় এবং এরপর</w:t>
      </w:r>
      <w:r w:rsidRPr="009F36D3">
        <w:t xml:space="preserve"> </w:t>
      </w:r>
      <w:r w:rsidRPr="009F36D3">
        <w:rPr>
          <w:cs/>
          <w:lang w:bidi="bn-IN"/>
        </w:rPr>
        <w:t>তার কাছ থেকে আর কোন সংবাদ না আসে তার অর্থ এটি নয় যে তার</w:t>
      </w:r>
      <w:r w:rsidRPr="009F36D3">
        <w:t xml:space="preserve"> </w:t>
      </w:r>
      <w:r w:rsidRPr="009F36D3">
        <w:rPr>
          <w:cs/>
          <w:lang w:bidi="bn-IN"/>
        </w:rPr>
        <w:t>মৃত্যু হয়ে গেছে। আল্লাহর অসীম ক্ষমতায় ইমাম মাহদী (আঃ)-এর দীর্ঘ</w:t>
      </w:r>
      <w:r w:rsidRPr="009F36D3">
        <w:t xml:space="preserve"> </w:t>
      </w:r>
      <w:r w:rsidRPr="009F36D3">
        <w:rPr>
          <w:cs/>
          <w:lang w:bidi="bn-IN"/>
        </w:rPr>
        <w:t>জীবন কোন আশ্চর্যজনক ঘটনা নয়। কারণ আল্লাহ জীবনকে দীর্ঘায়িত</w:t>
      </w:r>
      <w:r w:rsidRPr="009F36D3">
        <w:t xml:space="preserve"> </w:t>
      </w:r>
      <w:r w:rsidRPr="009F36D3">
        <w:rPr>
          <w:cs/>
          <w:lang w:bidi="bn-IN"/>
        </w:rPr>
        <w:t>করেছেন অনেক নবীর</w:t>
      </w:r>
      <w:r w:rsidRPr="009F36D3">
        <w:t xml:space="preserve">, </w:t>
      </w:r>
      <w:r w:rsidRPr="009F36D3">
        <w:rPr>
          <w:cs/>
          <w:lang w:bidi="bn-IN"/>
        </w:rPr>
        <w:t>ওয়াসীর</w:t>
      </w:r>
      <w:r w:rsidRPr="009F36D3">
        <w:t xml:space="preserve">, </w:t>
      </w:r>
      <w:r w:rsidRPr="009F36D3">
        <w:rPr>
          <w:cs/>
          <w:lang w:bidi="bn-IN"/>
        </w:rPr>
        <w:t>নির্বাচিতদের এবং শত্রুদের। তার পবিত্র</w:t>
      </w:r>
      <w:r w:rsidRPr="009F36D3">
        <w:t xml:space="preserve"> </w:t>
      </w:r>
      <w:r w:rsidRPr="009F36D3">
        <w:rPr>
          <w:cs/>
          <w:lang w:bidi="bn-IN"/>
        </w:rPr>
        <w:t>বান্দাদের মধ্যে আমরা উল্লেখ করতে পারি হযরত ঈসা (আঃ) ও হযরত</w:t>
      </w:r>
      <w:r w:rsidRPr="009F36D3">
        <w:t xml:space="preserve"> </w:t>
      </w:r>
      <w:r w:rsidRPr="009F36D3">
        <w:rPr>
          <w:cs/>
          <w:lang w:bidi="bn-IN"/>
        </w:rPr>
        <w:t>খিযির (আঃ)-এর কথা। এ ছাড়া আরও অনেক নবী ছিলেন (যেমন হযরত</w:t>
      </w:r>
      <w:r w:rsidRPr="009F36D3">
        <w:t xml:space="preserve"> </w:t>
      </w:r>
      <w:r w:rsidRPr="009F36D3">
        <w:rPr>
          <w:cs/>
          <w:lang w:bidi="bn-IN"/>
        </w:rPr>
        <w:t>নূহ আঃ) যারা ১</w:t>
      </w:r>
      <w:r w:rsidRPr="009F36D3">
        <w:t>,</w:t>
      </w:r>
      <w:r w:rsidRPr="009F36D3">
        <w:rPr>
          <w:cs/>
          <w:lang w:bidi="bn-IN"/>
        </w:rPr>
        <w:t>০০০ বছর বেঁচেছিলেন। বিতাড়িত শত্রুদের মাঝে</w:t>
      </w:r>
      <w:r w:rsidRPr="009F36D3">
        <w:t xml:space="preserve"> </w:t>
      </w:r>
      <w:r w:rsidRPr="009F36D3">
        <w:rPr>
          <w:cs/>
          <w:lang w:bidi="bn-IN"/>
        </w:rPr>
        <w:t>আমরা উল্লেখ করতে পারি শয়তান ও দাজ্জাল- এর কথা এবং অন্যরা</w:t>
      </w:r>
      <w:r w:rsidRPr="009F36D3">
        <w:t xml:space="preserve"> </w:t>
      </w:r>
      <w:r w:rsidRPr="009F36D3">
        <w:rPr>
          <w:cs/>
          <w:lang w:bidi="bn-IN"/>
        </w:rPr>
        <w:t>যেমন আদ বেঁচেছিলো প্রায় ১</w:t>
      </w:r>
      <w:r w:rsidRPr="009F36D3">
        <w:t>,</w:t>
      </w:r>
      <w:r w:rsidRPr="009F36D3">
        <w:rPr>
          <w:cs/>
          <w:lang w:bidi="bn-IN"/>
        </w:rPr>
        <w:t>০০০ বছর। একই ঘটনা ছিলো লোকমান</w:t>
      </w:r>
      <w:r w:rsidRPr="009F36D3">
        <w:t xml:space="preserve"> (</w:t>
      </w:r>
      <w:r w:rsidRPr="009F36D3">
        <w:rPr>
          <w:cs/>
          <w:lang w:bidi="bn-IN"/>
        </w:rPr>
        <w:t>আঃ)- এর বিষয়ে। এসব আল্লাহর ক্ষমতা বর্ণনা করে যার মাধ্যমে তিনি</w:t>
      </w:r>
      <w:r w:rsidRPr="009F36D3">
        <w:t xml:space="preserve"> </w:t>
      </w:r>
      <w:r w:rsidRPr="009F36D3">
        <w:rPr>
          <w:cs/>
          <w:lang w:bidi="bn-IN"/>
        </w:rPr>
        <w:t xml:space="preserve">তার </w:t>
      </w:r>
      <w:r w:rsidRPr="009F36D3">
        <w:rPr>
          <w:cs/>
          <w:lang w:bidi="bn-IN"/>
        </w:rPr>
        <w:lastRenderedPageBreak/>
        <w:t>কিছু বান্দাকে দীর্ঘ জীবন দিয়েছেন। তাই এটি বলা কী ভুল হতে</w:t>
      </w:r>
      <w:r w:rsidRPr="009F36D3">
        <w:t xml:space="preserve"> </w:t>
      </w:r>
      <w:r w:rsidRPr="009F36D3">
        <w:rPr>
          <w:cs/>
          <w:lang w:bidi="bn-IN"/>
        </w:rPr>
        <w:t>পারে যে মাহদীর জীবনকেদীর্ঘায়িত করা হয়েছে তার আবির্ভাবকার্ল পর্যন্ত</w:t>
      </w:r>
      <w:r w:rsidRPr="009F36D3">
        <w:t xml:space="preserve"> 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B68BF" w:rsidRDefault="003B68BF" w:rsidP="006E1E70">
      <w:r>
        <w:br w:type="page"/>
      </w:r>
    </w:p>
    <w:p w:rsidR="005A057D" w:rsidRPr="009F36D3" w:rsidRDefault="005A057D" w:rsidP="003B68BF">
      <w:pPr>
        <w:pStyle w:val="Heading2Center"/>
      </w:pPr>
      <w:bookmarkStart w:id="47" w:name="_Toc451691962"/>
      <w:r w:rsidRPr="009F36D3">
        <w:rPr>
          <w:cs/>
          <w:lang w:bidi="bn-IN"/>
        </w:rPr>
        <w:lastRenderedPageBreak/>
        <w:t>মাহদী (আঃ) জীবিত আছেন ও রিযক লাভ করছেন</w:t>
      </w:r>
      <w:bookmarkEnd w:id="47"/>
      <w:r w:rsidRPr="009F36D3">
        <w:t xml:space="preserve"> </w:t>
      </w:r>
    </w:p>
    <w:p w:rsidR="003B68BF" w:rsidRDefault="003B68BF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যখন আমরা এ বিষয়ে কথা বলতে এবং প্রমাণ করতে চাই যে</w:t>
      </w:r>
      <w:r w:rsidRPr="009F36D3">
        <w:t xml:space="preserve"> </w:t>
      </w:r>
      <w:r w:rsidRPr="009F36D3">
        <w:rPr>
          <w:cs/>
          <w:lang w:bidi="bn-IN"/>
        </w:rPr>
        <w:t>প্রতীক্ষিত মাহদী (আঃ) জীবিত আছেন</w:t>
      </w:r>
      <w:r w:rsidRPr="009F36D3">
        <w:t xml:space="preserve">, </w:t>
      </w:r>
      <w:r w:rsidRPr="009F36D3">
        <w:rPr>
          <w:cs/>
          <w:lang w:bidi="bn-IN"/>
        </w:rPr>
        <w:t>তার রিযক লাভ করছেন এবং</w:t>
      </w:r>
      <w:r w:rsidRPr="009F36D3">
        <w:t xml:space="preserve"> </w:t>
      </w:r>
      <w:r w:rsidRPr="009F36D3">
        <w:rPr>
          <w:cs/>
          <w:lang w:bidi="bn-IN"/>
        </w:rPr>
        <w:t>অন্যদের মত জীবন যাপন করছেন</w:t>
      </w:r>
      <w:r w:rsidRPr="009F36D3">
        <w:t xml:space="preserve">, </w:t>
      </w:r>
      <w:r w:rsidRPr="009F36D3">
        <w:rPr>
          <w:cs/>
          <w:lang w:bidi="bn-IN"/>
        </w:rPr>
        <w:t>ঐ পর্যন্ত</w:t>
      </w:r>
      <w:r w:rsidRPr="009F36D3">
        <w:t xml:space="preserve"> </w:t>
      </w:r>
      <w:r w:rsidRPr="009F36D3">
        <w:rPr>
          <w:cs/>
          <w:lang w:bidi="bn-IN"/>
        </w:rPr>
        <w:t>যখন আল্লাহ তাকে আবির্ভূত</w:t>
      </w:r>
      <w:r w:rsidRPr="009F36D3">
        <w:t xml:space="preserve"> </w:t>
      </w:r>
      <w:r w:rsidRPr="009F36D3">
        <w:rPr>
          <w:cs/>
          <w:lang w:bidi="bn-IN"/>
        </w:rPr>
        <w:t>হওয়ার অনুমতি দিবেন এবং সত্য ও ন্যায়বিচারকে প্রতিষ্ঠা করবেন এবং</w:t>
      </w:r>
      <w:r w:rsidRPr="009F36D3">
        <w:t xml:space="preserve"> </w:t>
      </w:r>
      <w:r w:rsidRPr="009F36D3">
        <w:rPr>
          <w:cs/>
          <w:lang w:bidi="bn-IN"/>
        </w:rPr>
        <w:t>নিপীড়নকে ধ্বংস করবেন</w:t>
      </w:r>
      <w:r w:rsidRPr="009F36D3">
        <w:t xml:space="preserve">, </w:t>
      </w:r>
      <w:r w:rsidRPr="009F36D3">
        <w:rPr>
          <w:cs/>
          <w:lang w:bidi="bn-IN"/>
        </w:rPr>
        <w:t>তখন আমরা আর কিছু বলার আগে নীচের</w:t>
      </w:r>
      <w:r w:rsidRPr="009F36D3">
        <w:t xml:space="preserve"> </w:t>
      </w:r>
      <w:r w:rsidRPr="009F36D3">
        <w:rPr>
          <w:cs/>
          <w:lang w:bidi="bn-IN"/>
        </w:rPr>
        <w:t xml:space="preserve">প্রাথমিক বিষয়গুলো উল্লেখ করতে বাধ্য </w:t>
      </w:r>
      <w:r w:rsidRPr="00AA6375">
        <w:rPr>
          <w:rStyle w:val="libAlaemChar"/>
          <w:rFonts w:hint="cs"/>
          <w:rtl/>
          <w:cs/>
        </w:rPr>
        <w:t>–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প্রথমতঃ</w:t>
      </w:r>
      <w:r w:rsidRPr="009F36D3">
        <w:rPr>
          <w:cs/>
          <w:lang w:bidi="bn-IN"/>
        </w:rPr>
        <w:t xml:space="preserve"> মানুষের পক্ষে শত শত অথবা হাজার হাজার বছর বেচেঁ থাকা</w:t>
      </w:r>
      <w:r w:rsidRPr="009F36D3">
        <w:t xml:space="preserve"> </w:t>
      </w:r>
      <w:r w:rsidRPr="009F36D3">
        <w:rPr>
          <w:cs/>
          <w:lang w:bidi="bn-IN"/>
        </w:rPr>
        <w:t>সম্ভব</w:t>
      </w:r>
      <w:r w:rsidRPr="009F36D3">
        <w:t xml:space="preserve">, </w:t>
      </w:r>
      <w:r w:rsidRPr="009F36D3">
        <w:rPr>
          <w:cs/>
          <w:lang w:bidi="bn-IN"/>
        </w:rPr>
        <w:t>যদি আল্লাহ চান। এর উদাহরণ আপনারা ইতিমধ্যেই পেয়েছেন।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দ্বিতীয়তঃ</w:t>
      </w:r>
      <w:r w:rsidRPr="009F36D3">
        <w:rPr>
          <w:cs/>
          <w:lang w:bidi="bn-IN"/>
        </w:rPr>
        <w:t xml:space="preserve"> প্রতীক্ষিত মাহদী (আঃ) হচ্ছেন সেই ব্যক্তি যিনি আবুল কাসিম</w:t>
      </w:r>
      <w:r w:rsidRPr="009F36D3">
        <w:t xml:space="preserve"> </w:t>
      </w:r>
      <w:r w:rsidRPr="009F36D3">
        <w:rPr>
          <w:cs/>
          <w:lang w:bidi="bn-IN"/>
        </w:rPr>
        <w:t>মুহাম্মাদ ইবনে হাসান আসকারী ইবনে আলী হাদী ইবনে মুহাম্মাদ</w:t>
      </w:r>
      <w:r w:rsidRPr="009F36D3">
        <w:t xml:space="preserve"> </w:t>
      </w:r>
      <w:r w:rsidRPr="009F36D3">
        <w:rPr>
          <w:cs/>
          <w:lang w:bidi="bn-IN"/>
        </w:rPr>
        <w:t>জাওয়াদ ইবনে আলী....যেভাবে তা ইতিমধ্যেই উল্লেখিত হয়েছে।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তৃতীয়তঃ</w:t>
      </w:r>
      <w:r w:rsidRPr="009F36D3">
        <w:rPr>
          <w:cs/>
          <w:lang w:bidi="bn-IN"/>
        </w:rPr>
        <w:t xml:space="preserve"> মাহদী (আঃ) ঐ দিনে (১৫ই শাবান ২৫৫হিঃ) জন্মগ্রহণ</w:t>
      </w:r>
      <w:r w:rsidRPr="009F36D3">
        <w:t xml:space="preserve"> </w:t>
      </w:r>
      <w:r w:rsidRPr="009F36D3">
        <w:rPr>
          <w:cs/>
          <w:lang w:bidi="bn-IN"/>
        </w:rPr>
        <w:t>করেছেন যা আমরা পূর্বে উল্লেখ করেছি এবং ইমাম হাসান আসকারীর</w:t>
      </w:r>
      <w:r w:rsidRPr="009F36D3">
        <w:t xml:space="preserve"> (</w:t>
      </w:r>
      <w:r w:rsidRPr="009F36D3">
        <w:rPr>
          <w:cs/>
          <w:lang w:bidi="bn-IN"/>
        </w:rPr>
        <w:t>আঃ) মাহদী ছাড়া অন্য কোন সন্তান</w:t>
      </w:r>
      <w:r w:rsidRPr="009F36D3">
        <w:t xml:space="preserve"> </w:t>
      </w:r>
      <w:r w:rsidRPr="009F36D3">
        <w:rPr>
          <w:cs/>
          <w:lang w:bidi="bn-IN"/>
        </w:rPr>
        <w:t>ছিলো না। অন্য কথায়</w:t>
      </w:r>
      <w:r w:rsidRPr="009F36D3">
        <w:t xml:space="preserve">, </w:t>
      </w:r>
      <w:r w:rsidRPr="009F36D3">
        <w:rPr>
          <w:cs/>
          <w:lang w:bidi="bn-IN"/>
        </w:rPr>
        <w:t>তিনি তার</w:t>
      </w:r>
      <w:r w:rsidRPr="009F36D3">
        <w:t xml:space="preserve"> </w:t>
      </w:r>
      <w:r w:rsidRPr="009F36D3">
        <w:rPr>
          <w:cs/>
          <w:lang w:bidi="bn-IN"/>
        </w:rPr>
        <w:t>পিতার একমাত্র সন্তান</w:t>
      </w:r>
      <w:r w:rsidRPr="009F36D3">
        <w:t xml:space="preserve"> </w:t>
      </w:r>
      <w:r w:rsidRPr="009F36D3">
        <w:rPr>
          <w:cs/>
          <w:lang w:bidi="bn-IN"/>
        </w:rPr>
        <w:t>ছিলেন।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এখন আপনাদের কাছে এ বিষয়গুলো পরিষ্কার হওয়াতে আমরা বলতে</w:t>
      </w:r>
      <w:r w:rsidRPr="009F36D3">
        <w:t xml:space="preserve"> </w:t>
      </w:r>
      <w:r w:rsidRPr="009F36D3">
        <w:rPr>
          <w:cs/>
          <w:lang w:bidi="bn-IN"/>
        </w:rPr>
        <w:t>পারি যে মাহদী (আঃ) জীবিত আছেন এবং রিযক লাভ করছেন।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পক্ষপাতিত্বহীন কোন ব্যক্তির জন্য নীচের যে কোন একটি বিষয় যথেষ্ট-</w:t>
      </w:r>
    </w:p>
    <w:p w:rsidR="005A057D" w:rsidRPr="009F36D3" w:rsidRDefault="00585BF6" w:rsidP="00AA6375">
      <w:pPr>
        <w:pStyle w:val="libNormal"/>
        <w:rPr>
          <w:rtl/>
          <w:cs/>
        </w:rPr>
      </w:pPr>
      <w:r w:rsidRPr="00585BF6">
        <w:rPr>
          <w:rStyle w:val="libBold1Char"/>
          <w:cs/>
          <w:lang w:bidi="bn-IN"/>
        </w:rPr>
        <w:t>প্রথমতঃ</w:t>
      </w:r>
      <w:r w:rsidR="005A057D" w:rsidRPr="009F36D3">
        <w:rPr>
          <w:cs/>
          <w:lang w:bidi="bn-IN"/>
        </w:rPr>
        <w:t xml:space="preserve"> যা বিশ্বাস করতে সুবিধাজনক তা হলো মাহদী (আঃ) জীবিত</w:t>
      </w:r>
      <w:r w:rsidR="005A057D" w:rsidRPr="009F36D3">
        <w:t xml:space="preserve"> </w:t>
      </w:r>
      <w:r w:rsidR="005A057D" w:rsidRPr="009F36D3">
        <w:rPr>
          <w:cs/>
          <w:lang w:bidi="bn-IN"/>
        </w:rPr>
        <w:t>আছেন তা বিশ্বাস করা। কারণ আমরা তার জন্ম সম্পর্কে নিশ্চিত হয়েছি</w:t>
      </w:r>
      <w:r w:rsidR="005A057D" w:rsidRPr="009F36D3">
        <w:t xml:space="preserve"> </w:t>
      </w:r>
      <w:r w:rsidR="005A057D" w:rsidRPr="009F36D3">
        <w:rPr>
          <w:cs/>
          <w:lang w:bidi="bn-IN"/>
        </w:rPr>
        <w:t>কিন্তু তার মৃত্যু সম্পর্কে নয়।</w:t>
      </w:r>
      <w:r w:rsidR="005A057D"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একজন সত্যবাদী ও বিশ্বস্ত লোকও মাহদীর (আঃ) মৃত্যু সম্পর্কে কিছু</w:t>
      </w:r>
      <w:r w:rsidRPr="009F36D3">
        <w:t xml:space="preserve"> </w:t>
      </w:r>
      <w:r w:rsidRPr="009F36D3">
        <w:rPr>
          <w:cs/>
          <w:lang w:bidi="bn-IN"/>
        </w:rPr>
        <w:t>বর্ণনা করে নি। শুধু যা দেখা যায় তা হলো কিছু অস্বীকারকারী এর</w:t>
      </w:r>
      <w:r w:rsidRPr="009F36D3">
        <w:t xml:space="preserve"> </w:t>
      </w:r>
      <w:r w:rsidRPr="009F36D3">
        <w:rPr>
          <w:cs/>
          <w:lang w:bidi="bn-IN"/>
        </w:rPr>
        <w:t>সম্ভাব্যতা</w:t>
      </w:r>
      <w:r w:rsidRPr="009F36D3">
        <w:t xml:space="preserve"> </w:t>
      </w:r>
      <w:r w:rsidRPr="009F36D3">
        <w:rPr>
          <w:cs/>
          <w:lang w:bidi="bn-IN"/>
        </w:rPr>
        <w:t>নিয়ে সন্দেহ প্রকাশ করে যে</w:t>
      </w:r>
      <w:r w:rsidRPr="009F36D3">
        <w:t xml:space="preserve">, </w:t>
      </w:r>
      <w:r w:rsidRPr="009F36D3">
        <w:rPr>
          <w:cs/>
          <w:lang w:bidi="bn-IN"/>
        </w:rPr>
        <w:t>এটি কীভাবে সম্ভব যে মাহদী</w:t>
      </w:r>
      <w:r w:rsidRPr="009F36D3">
        <w:t xml:space="preserve"> (</w:t>
      </w:r>
      <w:r w:rsidRPr="009F36D3">
        <w:rPr>
          <w:cs/>
          <w:lang w:bidi="bn-IN"/>
        </w:rPr>
        <w:t>আঃ) এত দীর্ঘ জীবন লাভ করবে</w:t>
      </w:r>
      <w:r w:rsidRPr="009F36D3">
        <w:t xml:space="preserve">?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lastRenderedPageBreak/>
        <w:t>এ পর্যন্ত</w:t>
      </w:r>
      <w:r w:rsidRPr="009F36D3">
        <w:t xml:space="preserve"> </w:t>
      </w:r>
      <w:r w:rsidRPr="009F36D3">
        <w:rPr>
          <w:cs/>
          <w:lang w:bidi="bn-IN"/>
        </w:rPr>
        <w:t>আমরা বিশ্বস্ত হাদীসবেত্তা</w:t>
      </w:r>
      <w:r w:rsidRPr="009F36D3">
        <w:t xml:space="preserve">, </w:t>
      </w:r>
      <w:r w:rsidRPr="009F36D3">
        <w:rPr>
          <w:cs/>
          <w:lang w:bidi="bn-IN"/>
        </w:rPr>
        <w:t>ঐতিহাসিক ও বংশধারা বিশেষজ্ঞদের</w:t>
      </w:r>
      <w:r w:rsidRPr="009F36D3">
        <w:t xml:space="preserve"> </w:t>
      </w:r>
      <w:r w:rsidRPr="009F36D3">
        <w:rPr>
          <w:cs/>
          <w:lang w:bidi="bn-IN"/>
        </w:rPr>
        <w:t>কাছ থেকে মাহদী (আঃ)-র ইন্তেকাল সম্পর্কে কোন কথা পাই নি।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মাহদীর (আঃ) দীর্ঘ জীবন গতানুগতিক কোন ঘটনা নয় বলে তা অস্বীকার</w:t>
      </w:r>
      <w:r w:rsidRPr="009F36D3">
        <w:t xml:space="preserve"> </w:t>
      </w:r>
      <w:r w:rsidRPr="009F36D3">
        <w:rPr>
          <w:cs/>
          <w:lang w:bidi="bn-IN"/>
        </w:rPr>
        <w:t>করা আমাদের জন্য সাজে না। আর যে বিশ্বাস করে যে মাহদীর (আঃ)</w:t>
      </w:r>
      <w:r w:rsidRPr="009F36D3">
        <w:t xml:space="preserve"> </w:t>
      </w:r>
      <w:r w:rsidRPr="009F36D3">
        <w:rPr>
          <w:cs/>
          <w:lang w:bidi="bn-IN"/>
        </w:rPr>
        <w:t>মৃত্যু হয়েছে সে তার মৃত্যু সম্পর্কে প্রমাণ দিতে বাধ্য থাকবে।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দ্বিতীয়তঃ</w:t>
      </w:r>
      <w:r w:rsidRPr="009F36D3">
        <w:rPr>
          <w:cs/>
          <w:lang w:bidi="bn-IN"/>
        </w:rPr>
        <w:t xml:space="preserve"> যখন মাহদীর (আঃ) জন্ম হয়েছে প্রমাণিত হয় তখন নীচের যে</w:t>
      </w:r>
      <w:r w:rsidRPr="009F36D3">
        <w:t xml:space="preserve"> </w:t>
      </w:r>
      <w:r w:rsidRPr="009F36D3">
        <w:rPr>
          <w:cs/>
          <w:lang w:bidi="bn-IN"/>
        </w:rPr>
        <w:t>কোন একটি বিষয় আমরা গ্রহণ করতে বাধ্য-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এক</w:t>
      </w:r>
      <w:r w:rsidRPr="009F36D3">
        <w:t xml:space="preserve">, </w:t>
      </w:r>
      <w:r w:rsidRPr="009F36D3">
        <w:rPr>
          <w:cs/>
          <w:lang w:bidi="bn-IN"/>
        </w:rPr>
        <w:t>হয় আমরা স্বীকার করে নেবো মাহদী (আঃ) জীবিত আছেন এবং</w:t>
      </w:r>
      <w:r w:rsidRPr="009F36D3">
        <w:t xml:space="preserve"> </w:t>
      </w:r>
      <w:r w:rsidRPr="009F36D3">
        <w:rPr>
          <w:cs/>
          <w:lang w:bidi="bn-IN"/>
        </w:rPr>
        <w:t>অন্যান্য মানুষের মতই জীবন যাপন করছেন ঐ পর্যন্ত যখন আল্লাহ তাকে</w:t>
      </w:r>
      <w:r w:rsidRPr="009F36D3">
        <w:t xml:space="preserve"> </w:t>
      </w:r>
      <w:r w:rsidRPr="009F36D3">
        <w:rPr>
          <w:cs/>
          <w:lang w:bidi="bn-IN"/>
        </w:rPr>
        <w:t xml:space="preserve">আদেশ করবেন আবির্ভূত হওয়ার জন্য অথবা </w:t>
      </w:r>
      <w:r w:rsidRPr="00585BF6">
        <w:rPr>
          <w:rStyle w:val="libBold1Char"/>
          <w:cs/>
          <w:lang w:bidi="bn-IN"/>
        </w:rPr>
        <w:t>দুই</w:t>
      </w:r>
      <w:r w:rsidRPr="009F36D3">
        <w:t xml:space="preserve">, </w:t>
      </w:r>
      <w:r w:rsidRPr="009F36D3">
        <w:rPr>
          <w:cs/>
          <w:lang w:bidi="bn-IN"/>
        </w:rPr>
        <w:t>বিশ্বাস করা যে</w:t>
      </w:r>
      <w:r w:rsidRPr="009F36D3">
        <w:t xml:space="preserve">, </w:t>
      </w:r>
      <w:r w:rsidRPr="009F36D3">
        <w:rPr>
          <w:cs/>
          <w:lang w:bidi="bn-IN"/>
        </w:rPr>
        <w:t>তিনি</w:t>
      </w:r>
      <w:r w:rsidRPr="009F36D3">
        <w:t xml:space="preserve"> </w:t>
      </w:r>
      <w:r w:rsidRPr="009F36D3">
        <w:rPr>
          <w:cs/>
          <w:lang w:bidi="bn-IN"/>
        </w:rPr>
        <w:t>মৃত্যুবরণ করেছেন এবং আল্লাহ তার ক্ষমতা বলে তাকে আবার জীবিত</w:t>
      </w:r>
      <w:r w:rsidRPr="009F36D3">
        <w:t xml:space="preserve"> </w:t>
      </w:r>
      <w:r w:rsidRPr="009F36D3">
        <w:rPr>
          <w:cs/>
          <w:lang w:bidi="bn-IN"/>
        </w:rPr>
        <w:t>করবেন একটি নির্ধারিত সময়ে। কিন্তু এতে কোন সন্দেহ নেই যে প্রথম</w:t>
      </w:r>
      <w:r w:rsidRPr="009F36D3">
        <w:t xml:space="preserve"> </w:t>
      </w:r>
      <w:r w:rsidRPr="009F36D3">
        <w:rPr>
          <w:cs/>
          <w:lang w:bidi="bn-IN"/>
        </w:rPr>
        <w:t>সম্ভাবনাটি</w:t>
      </w:r>
      <w:r w:rsidRPr="009F36D3">
        <w:t xml:space="preserve"> </w:t>
      </w:r>
      <w:r w:rsidRPr="009F36D3">
        <w:rPr>
          <w:cs/>
          <w:lang w:bidi="bn-IN"/>
        </w:rPr>
        <w:t>প্রাকৃতিক নিয়মের কাছাকাছি পরবর্তীটির চাইতে</w:t>
      </w:r>
      <w:r w:rsidRPr="009F36D3">
        <w:t xml:space="preserve">, </w:t>
      </w:r>
      <w:r w:rsidRPr="009F36D3">
        <w:rPr>
          <w:cs/>
          <w:lang w:bidi="bn-IN"/>
        </w:rPr>
        <w:t>কারণ মৃত্যুর</w:t>
      </w:r>
      <w:r w:rsidRPr="009F36D3">
        <w:t xml:space="preserve"> </w:t>
      </w:r>
      <w:r w:rsidRPr="009F36D3">
        <w:rPr>
          <w:cs/>
          <w:lang w:bidi="bn-IN"/>
        </w:rPr>
        <w:t>পর জীবিত হওয়া আরো দূরবর্তী সম্ভাবনা। নবী-রাসূল-রা (আঃ) মৃতকে</w:t>
      </w:r>
      <w:r w:rsidRPr="009F36D3">
        <w:t xml:space="preserve"> </w:t>
      </w:r>
      <w:r w:rsidRPr="009F36D3">
        <w:rPr>
          <w:cs/>
          <w:lang w:bidi="bn-IN"/>
        </w:rPr>
        <w:t>জীবিত করতেন একটি অলৌকিক ঘটনার অংশ হিসেবে।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585BF6">
        <w:rPr>
          <w:rStyle w:val="libBold1Char"/>
          <w:cs/>
          <w:lang w:bidi="bn-IN"/>
        </w:rPr>
        <w:t>তৃতীয়তঃ</w:t>
      </w:r>
      <w:r w:rsidRPr="009F36D3">
        <w:rPr>
          <w:cs/>
          <w:lang w:bidi="bn-IN"/>
        </w:rPr>
        <w:t xml:space="preserve"> যে হাদীস শিয়া ও সুন্নী</w:t>
      </w:r>
      <w:r w:rsidRPr="009F36D3">
        <w:t xml:space="preserve"> </w:t>
      </w:r>
      <w:r w:rsidRPr="009F36D3">
        <w:rPr>
          <w:cs/>
          <w:lang w:bidi="bn-IN"/>
        </w:rPr>
        <w:t>উভয়ে সত্য বলে গ্রহণ করেছে তা হলো</w:t>
      </w:r>
      <w:r w:rsidRPr="009F36D3">
        <w:t xml:space="preserve"> </w:t>
      </w:r>
      <w:r w:rsidRPr="009F36D3">
        <w:rPr>
          <w:cs/>
          <w:lang w:bidi="bn-IN"/>
        </w:rPr>
        <w:t>রাসূল (সাঃ)-এর পরে খলিফা এবং মুসলমানদের ইমাম হবেন ১২জন</w:t>
      </w:r>
      <w:r w:rsidRPr="009F36D3">
        <w:t xml:space="preserve"> </w:t>
      </w:r>
      <w:r w:rsidRPr="009F36D3">
        <w:rPr>
          <w:cs/>
          <w:lang w:bidi="bn-IN"/>
        </w:rPr>
        <w:t>যতদিন এ ধর্ম চলবে। মাহদী তাদের মধ্যে ১২তম প্রমাণিত হওয়ার পর</w:t>
      </w:r>
      <w:r w:rsidRPr="009F36D3">
        <w:t xml:space="preserve"> </w:t>
      </w:r>
      <w:r w:rsidRPr="009F36D3">
        <w:rPr>
          <w:cs/>
          <w:lang w:bidi="bn-IN"/>
        </w:rPr>
        <w:t>বিশ্বাস করা বাধ্যতামূলক হয়ে যায় যে তিনি জীবিত আছেন ও জীবন</w:t>
      </w:r>
      <w:r w:rsidRPr="009F36D3">
        <w:t xml:space="preserve"> </w:t>
      </w:r>
      <w:r w:rsidRPr="009F36D3">
        <w:rPr>
          <w:cs/>
          <w:lang w:bidi="bn-IN"/>
        </w:rPr>
        <w:t>যাপন করছেন। আর তা না হলে মুসলমানদের মধ্যে কোন ইমাম থাকবে</w:t>
      </w:r>
      <w:r w:rsidRPr="009F36D3">
        <w:t xml:space="preserve"> </w:t>
      </w:r>
      <w:r w:rsidRPr="009F36D3">
        <w:rPr>
          <w:cs/>
          <w:lang w:bidi="bn-IN"/>
        </w:rPr>
        <w:t>না এবং তারা জাহেলিয়াতের যুগের মানুষের মত মৃত্যুবরণ করবে।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মাহদী (আঃ)-এর জীবিত থাকার বিষয়ে বিখ্যাত সুন্নী</w:t>
      </w:r>
      <w:r w:rsidRPr="009F36D3">
        <w:t xml:space="preserve"> </w:t>
      </w:r>
      <w:r w:rsidRPr="009F36D3">
        <w:rPr>
          <w:cs/>
          <w:lang w:bidi="bn-IN"/>
        </w:rPr>
        <w:t>আলেমদের</w:t>
      </w:r>
      <w:r w:rsidRPr="009F36D3">
        <w:t xml:space="preserve"> </w:t>
      </w:r>
      <w:r w:rsidRPr="009F36D3">
        <w:rPr>
          <w:cs/>
          <w:lang w:bidi="bn-IN"/>
        </w:rPr>
        <w:t>বর্ণনা রয়েছে তাদের মধ্যে একজন হলেন শেইখ মহিউদ্দীন আল আরাবী</w:t>
      </w:r>
      <w:r w:rsidRPr="009F36D3">
        <w:t xml:space="preserve"> </w:t>
      </w:r>
      <w:r w:rsidRPr="009F36D3">
        <w:rPr>
          <w:cs/>
          <w:lang w:bidi="bn-IN"/>
        </w:rPr>
        <w:t xml:space="preserve">যিনি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মাক্কিয়্যাহ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ইয়াওয়াকিত্ব ওয়াল</w:t>
      </w:r>
      <w:r w:rsidRPr="009F36D3">
        <w:t xml:space="preserve"> </w:t>
      </w:r>
      <w:r w:rsidRPr="009F36D3">
        <w:rPr>
          <w:cs/>
          <w:lang w:bidi="bn-IN"/>
        </w:rPr>
        <w:t>জাওহার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কিতাবে যেভাবে শেইখ আব্দুল ওয়াহাব শারানী বর্ণনা করেছেন</w:t>
      </w:r>
      <w:r w:rsidRPr="009F36D3">
        <w:t xml:space="preserve">, </w:t>
      </w:r>
      <w:r w:rsidRPr="009F36D3">
        <w:rPr>
          <w:cs/>
          <w:lang w:bidi="bn-IN"/>
        </w:rPr>
        <w:t xml:space="preserve">যেভাবে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বলেছেন যে</w:t>
      </w:r>
      <w:r w:rsidRPr="009F36D3">
        <w:t xml:space="preserve">, </w:t>
      </w:r>
      <w:r w:rsidRPr="009F36D3">
        <w:rPr>
          <w:cs/>
          <w:lang w:bidi="bn-IN"/>
        </w:rPr>
        <w:t>মাহদী হচ্ছেন ইমাম হাসান</w:t>
      </w:r>
      <w:r w:rsidRPr="009F36D3">
        <w:t xml:space="preserve"> </w:t>
      </w:r>
      <w:r w:rsidRPr="009F36D3">
        <w:rPr>
          <w:cs/>
          <w:lang w:bidi="bn-IN"/>
        </w:rPr>
        <w:t xml:space="preserve">আসকারীর </w:t>
      </w:r>
      <w:r w:rsidRPr="009F36D3">
        <w:rPr>
          <w:cs/>
          <w:lang w:bidi="bn-IN"/>
        </w:rPr>
        <w:lastRenderedPageBreak/>
        <w:t>(আঃ) ঔরসজাত সন্তান</w:t>
      </w:r>
      <w:r w:rsidRPr="009F36D3">
        <w:t xml:space="preserve"> </w:t>
      </w:r>
      <w:r w:rsidRPr="009F36D3">
        <w:rPr>
          <w:cs/>
          <w:lang w:bidi="bn-IN"/>
        </w:rPr>
        <w:t>এবং ইমাম হাসান আসকারী ২৬০</w:t>
      </w:r>
      <w:r w:rsidRPr="009F36D3">
        <w:t xml:space="preserve"> </w:t>
      </w:r>
      <w:r w:rsidRPr="009F36D3">
        <w:rPr>
          <w:cs/>
          <w:lang w:bidi="bn-IN"/>
        </w:rPr>
        <w:t>হিজরীতে ইন্তেকাল করেছেন। তিনি মাহদীর অস্তিত্ব</w:t>
      </w:r>
      <w:r w:rsidRPr="009F36D3">
        <w:t xml:space="preserve">  </w:t>
      </w:r>
      <w:r w:rsidRPr="009F36D3">
        <w:rPr>
          <w:cs/>
          <w:lang w:bidi="bn-IN"/>
        </w:rPr>
        <w:t>ও তার আবির্ভাবকাল</w:t>
      </w:r>
      <w:r w:rsidRPr="009F36D3">
        <w:t xml:space="preserve"> </w:t>
      </w:r>
      <w:r w:rsidRPr="009F36D3">
        <w:rPr>
          <w:cs/>
          <w:lang w:bidi="bn-IN"/>
        </w:rPr>
        <w:t>পর্যন্ত জীবিত থাকাকে সমথর্ন করেছেন। কিন্তু তার মৃত্যু হয়েছে এবং</w:t>
      </w:r>
      <w:r w:rsidRPr="009F36D3">
        <w:t xml:space="preserve"> </w:t>
      </w:r>
      <w:r w:rsidRPr="009F36D3">
        <w:rPr>
          <w:cs/>
          <w:lang w:bidi="bn-IN"/>
        </w:rPr>
        <w:t>তাকে আবার জীবিত করা হবে একটি নির্দিষ্ট সময়ে এমন কথা বলেন নি।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তাদের মাঝে আছেন শেইখ আবু আব্দুল্লাহ মুহাম্মাদ ইবনে</w:t>
      </w:r>
      <w:r w:rsidRPr="009F36D3">
        <w:t xml:space="preserve"> </w:t>
      </w:r>
      <w:r w:rsidRPr="009F36D3">
        <w:rPr>
          <w:cs/>
          <w:lang w:bidi="bn-IN"/>
        </w:rPr>
        <w:t xml:space="preserve">ইউসূফ ইবনে মুহাম্মাদ গাঞ্জী।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বায়ান ফী আখবার সাহেবুয</w:t>
      </w:r>
      <w:r w:rsidRPr="009F36D3">
        <w:t xml:space="preserve"> </w:t>
      </w:r>
      <w:r w:rsidRPr="009F36D3">
        <w:rPr>
          <w:cs/>
          <w:lang w:bidi="bn-IN"/>
        </w:rPr>
        <w:t>যামান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ইসাফুর রাগেবীনের লেখক ২৭৭ পৃষ্ঠায় যা বলেছেন-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(আঃ) জীবিত আছেন ও আত্মগোপনে (গায়বাতে) যাওয়ার পর</w:t>
      </w:r>
      <w:r w:rsidRPr="009F36D3">
        <w:t xml:space="preserve"> </w:t>
      </w:r>
      <w:r w:rsidRPr="009F36D3">
        <w:rPr>
          <w:cs/>
          <w:lang w:bidi="bn-IN"/>
        </w:rPr>
        <w:t>এখনও জীবন যাপন করছেন এবং তা অসম্ভব</w:t>
      </w:r>
      <w:r w:rsidRPr="009F36D3">
        <w:t xml:space="preserve"> </w:t>
      </w:r>
      <w:r w:rsidRPr="009F36D3">
        <w:rPr>
          <w:cs/>
          <w:lang w:bidi="bn-IN"/>
        </w:rPr>
        <w:t>কিছু নয়। এ বইয়ের এ</w:t>
      </w:r>
      <w:r w:rsidRPr="009F36D3">
        <w:t xml:space="preserve"> </w:t>
      </w:r>
      <w:r w:rsidRPr="009F36D3">
        <w:rPr>
          <w:cs/>
          <w:lang w:bidi="bn-IN"/>
        </w:rPr>
        <w:t>কথার প্রমাণগুলোর একটি হচ্ছে যে আল্লাহর বন্ধুদের মাঝে হযরত ঈসা</w:t>
      </w:r>
      <w:r w:rsidRPr="009F36D3">
        <w:t xml:space="preserve"> </w:t>
      </w:r>
      <w:r w:rsidRPr="009F36D3">
        <w:rPr>
          <w:cs/>
          <w:lang w:bidi="bn-IN"/>
        </w:rPr>
        <w:t>ইবনে মারইয়াম (আঃ) ও হযরত ইলইয়াস (আঃ) এখনও জীবিত আছেন</w:t>
      </w:r>
      <w:r w:rsidRPr="009F36D3">
        <w:t xml:space="preserve"> </w:t>
      </w:r>
      <w:r w:rsidRPr="009F36D3">
        <w:rPr>
          <w:cs/>
          <w:lang w:bidi="bn-IN"/>
        </w:rPr>
        <w:t>এবং আল্লাহর শত্রুদের মাঝে আছে দাজ্জাল ও শয়তান। এসব ব্যক্তিদের</w:t>
      </w:r>
      <w:r w:rsidRPr="009F36D3">
        <w:t xml:space="preserve"> </w:t>
      </w:r>
      <w:r w:rsidRPr="009F36D3">
        <w:rPr>
          <w:cs/>
          <w:lang w:bidi="bn-IN"/>
        </w:rPr>
        <w:t>অস্তিত্ব সম্পর্কে কোরআন ও রাষূলের (সাঃ) হাদীস সাক্ষ্য দেয়</w:t>
      </w:r>
      <w:r w:rsidRPr="009F36D3">
        <w:t xml:space="preserve">,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 ছাড়াও আছেন জ্ঞানী ও সূফীসাধক শেইখ খাজা মুহাম্মাদ পারসা যিনি</w:t>
      </w:r>
      <w:r w:rsidRPr="009F36D3">
        <w:t xml:space="preserve"> </w:t>
      </w:r>
      <w:r w:rsidRPr="009F36D3">
        <w:rPr>
          <w:cs/>
          <w:lang w:bidi="bn-IN"/>
        </w:rPr>
        <w:t xml:space="preserve">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খিতাব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(যেভাবে ইয়া নাবিউল মুওয়াদ্দার</w:t>
      </w:r>
      <w:r w:rsidRPr="009F36D3">
        <w:t xml:space="preserve"> </w:t>
      </w:r>
      <w:r w:rsidRPr="009F36D3">
        <w:rPr>
          <w:cs/>
          <w:lang w:bidi="bn-IN"/>
        </w:rPr>
        <w:t>লেখক ৪৫ পৃষ্ঠায় লিখেছেন) মাহদী (আঃ) জন্মের কথা উল্লেখ করে</w:t>
      </w:r>
      <w:r w:rsidRPr="009F36D3">
        <w:t xml:space="preserve"> </w:t>
      </w:r>
      <w:r w:rsidRPr="009F36D3">
        <w:rPr>
          <w:cs/>
          <w:lang w:bidi="bn-IN"/>
        </w:rPr>
        <w:t xml:space="preserve">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শৈশবকালে মাহদী (আঃ) উপর প্রজ্ঞা দান করেছেন</w:t>
      </w:r>
      <w:r w:rsidRPr="009F36D3">
        <w:t xml:space="preserve"> </w:t>
      </w:r>
      <w:r w:rsidRPr="009F36D3">
        <w:rPr>
          <w:cs/>
          <w:lang w:bidi="bn-IN"/>
        </w:rPr>
        <w:t>যেভাবে তিনি দিয়েছিলেন হযরত ইয়াহইয়া (আঃ) ও ঈসা (আঃ)-কে।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খাজা মুহাম্মাদ পারসা আরও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মাহদীর জীবনকে দীর্ঘায়িত করেছেন যেভাবে তিনি খিযিরকে দীর্ঘ জীবন দিয়েছেন।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আরও আছেন শেইখ আব্দুল ওয়াহাব শারানী যিনি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</w:t>
      </w:r>
      <w:r w:rsidRPr="009F36D3">
        <w:t xml:space="preserve"> </w:t>
      </w:r>
      <w:r w:rsidRPr="009F36D3">
        <w:rPr>
          <w:cs/>
          <w:lang w:bidi="bn-IN"/>
        </w:rPr>
        <w:t>ইয়াওয়াক্বিত আল জাওহার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যেভাবে ইসাফুর রাগেবীনের ১৫৭ পৃষ্ঠায়</w:t>
      </w:r>
      <w:r w:rsidRPr="009F36D3">
        <w:t xml:space="preserve"> </w:t>
      </w:r>
      <w:r w:rsidRPr="009F36D3">
        <w:rPr>
          <w:cs/>
          <w:lang w:bidi="bn-IN"/>
        </w:rPr>
        <w:t xml:space="preserve">এসেছে)-এ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ইমাম হাসান আসকারীর সন্তান এবং তার</w:t>
      </w:r>
      <w:r w:rsidRPr="009F36D3">
        <w:t xml:space="preserve"> </w:t>
      </w:r>
      <w:r w:rsidRPr="009F36D3">
        <w:rPr>
          <w:cs/>
          <w:lang w:bidi="bn-IN"/>
        </w:rPr>
        <w:t>জন্ম তারিখ হলো ১৫ই শাবান</w:t>
      </w:r>
      <w:r w:rsidRPr="009F36D3">
        <w:t xml:space="preserve">, </w:t>
      </w:r>
      <w:r w:rsidRPr="009F36D3">
        <w:rPr>
          <w:cs/>
          <w:lang w:bidi="bn-IN"/>
        </w:rPr>
        <w:t>২৫৫ হিজরী। তিনি এখনও বেচেঁ আছেন</w:t>
      </w:r>
      <w:r w:rsidRPr="009F36D3">
        <w:t xml:space="preserve"> </w:t>
      </w:r>
      <w:r w:rsidRPr="009F36D3">
        <w:rPr>
          <w:cs/>
          <w:lang w:bidi="bn-IN"/>
        </w:rPr>
        <w:t>যতক্ষণ পর্যন্ত না ঈসা ইবনে মারইয়ামের সাথে তিনি সাক্ষাত করেন।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এরপর তিনি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শেইখ হাসান আরাকী এ কথাটি বর্ণনা করেছেন</w:t>
      </w:r>
      <w:r w:rsidRPr="009F36D3">
        <w:t xml:space="preserve"> </w:t>
      </w:r>
      <w:r w:rsidRPr="009F36D3">
        <w:rPr>
          <w:cs/>
          <w:lang w:bidi="bn-IN"/>
        </w:rPr>
        <w:t>হযরত মাহদীর সাথে তার সাক্ষাতের পর এবং সাইয়্যেদ আলী কাওয়াস</w:t>
      </w:r>
      <w:r w:rsidRPr="009F36D3">
        <w:t xml:space="preserve"> </w:t>
      </w:r>
      <w:r w:rsidRPr="009F36D3">
        <w:rPr>
          <w:cs/>
          <w:lang w:bidi="bn-IN"/>
        </w:rPr>
        <w:t>এর সমর্থন দিয়েছেন 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এর মাঝে আছে শেইখ সাদরুদ্দীন কুনাউই যিনি তার মৃত্যুকালে</w:t>
      </w:r>
      <w:r w:rsidRPr="009F36D3">
        <w:t xml:space="preserve"> </w:t>
      </w:r>
      <w:r w:rsidRPr="009F36D3">
        <w:rPr>
          <w:cs/>
          <w:lang w:bidi="bn-IN"/>
        </w:rPr>
        <w:t>তার ছাত্রদের বলেন (ইয়ানাবিউল মুওয়াদ্দার ৪৬৯ পৃষ্ঠা অনুযায়ী)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তোমরা আমার চিকিৎসা ও দর্শনশাস্ত্রের বইগুলো বিক্রি করে সে পয়সা</w:t>
      </w:r>
      <w:r w:rsidRPr="009F36D3">
        <w:t xml:space="preserve"> </w:t>
      </w:r>
      <w:r w:rsidRPr="009F36D3">
        <w:rPr>
          <w:cs/>
          <w:lang w:bidi="bn-IN"/>
        </w:rPr>
        <w:t>দরিদ্রদের দিয়ে দিও। কিন্তু আমার হাদীস ও আধ্যাত্মিকতা সম্পর্কে</w:t>
      </w:r>
      <w:r w:rsidRPr="009F36D3">
        <w:t xml:space="preserve"> </w:t>
      </w:r>
      <w:r w:rsidRPr="009F36D3">
        <w:rPr>
          <w:cs/>
          <w:lang w:bidi="bn-IN"/>
        </w:rPr>
        <w:t>বইগুলো পাঠাগারে সংরক্ষণ করবে এবং প্রত্যেক রাতে ৭০ হাজার বার</w:t>
      </w:r>
      <w:r w:rsidRPr="009F36D3">
        <w:t xml:space="preserve"> </w:t>
      </w:r>
      <w:r w:rsidRPr="009F36D3">
        <w:rPr>
          <w:cs/>
          <w:lang w:bidi="bn-IN"/>
        </w:rPr>
        <w:t>তাওহীদের সাক্ষ্য দাও এবং আমার সালাম পৌঁছে দাও মাহদীর (আঃ)</w:t>
      </w:r>
      <w:r w:rsidRPr="009F36D3">
        <w:t xml:space="preserve"> </w:t>
      </w:r>
      <w:r w:rsidRPr="009F36D3">
        <w:rPr>
          <w:cs/>
          <w:lang w:bidi="bn-IN"/>
        </w:rPr>
        <w:t>কাছে।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চান- শেইখ সাদরুদ্দীন- এর কথা</w:t>
      </w:r>
      <w:r w:rsidRPr="009F36D3">
        <w:t xml:space="preserve"> </w:t>
      </w:r>
      <w:r w:rsidRPr="009F36D3">
        <w:rPr>
          <w:cs/>
          <w:lang w:bidi="bn-IN"/>
        </w:rPr>
        <w:t>মাহদী (আঃ)- এর অস্তিত্ব প্রমাণ করে না কারণ তিনি হয়তো এ চিন্তা</w:t>
      </w:r>
      <w:r w:rsidRPr="009F36D3">
        <w:t xml:space="preserve"> </w:t>
      </w:r>
      <w:r w:rsidRPr="009F36D3">
        <w:rPr>
          <w:cs/>
          <w:lang w:bidi="bn-IN"/>
        </w:rPr>
        <w:t>করে একথাগুলো বলেছিলেন যে হয়তো তার ছাত্ররা মাহদী (আঃ)-এর</w:t>
      </w:r>
      <w:r w:rsidRPr="009F36D3">
        <w:t xml:space="preserve"> </w:t>
      </w:r>
      <w:r w:rsidRPr="009F36D3">
        <w:rPr>
          <w:cs/>
          <w:lang w:bidi="bn-IN"/>
        </w:rPr>
        <w:t>আবির্ভাব প্রত্যক্ষ করবে।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তাদের মধ্যে আছেন সাদউদ্দীন হামাভী (ইয়া নাবিউল মুওয়াদ্দারু</w:t>
      </w:r>
      <w:r w:rsidRPr="009F36D3">
        <w:t xml:space="preserve"> </w:t>
      </w:r>
      <w:r w:rsidRPr="009F36D3">
        <w:rPr>
          <w:cs/>
          <w:lang w:bidi="bn-IN"/>
        </w:rPr>
        <w:t>৪৭৪ পৃষ্ঠায় শেইখ আযীয বিন মুহাম্মাদ নাসাফী থেকে বর্ণিত) আল্লাহর</w:t>
      </w:r>
      <w:r w:rsidRPr="009F36D3">
        <w:t xml:space="preserve"> </w:t>
      </w:r>
      <w:r w:rsidRPr="009F36D3">
        <w:rPr>
          <w:cs/>
          <w:lang w:bidi="bn-IN"/>
        </w:rPr>
        <w:t xml:space="preserve">ওয়ালীদের সম্পর্কে বলতে গিয়ে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এ উম্মাতের জন্য</w:t>
      </w:r>
      <w:r w:rsidRPr="009F36D3">
        <w:t xml:space="preserve"> </w:t>
      </w:r>
      <w:r w:rsidRPr="009F36D3">
        <w:rPr>
          <w:cs/>
          <w:lang w:bidi="bn-IN"/>
        </w:rPr>
        <w:t xml:space="preserve">১২জন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ওয়ালী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সংরক্ষক) নিয়োগ করেছেন আহলুল বায়েত থেকে এবং</w:t>
      </w:r>
      <w:r w:rsidRPr="009F36D3">
        <w:t xml:space="preserve"> </w:t>
      </w:r>
      <w:r w:rsidRPr="009F36D3">
        <w:rPr>
          <w:cs/>
          <w:lang w:bidi="bn-IN"/>
        </w:rPr>
        <w:t>তাদেরকে রাসূলুল্লাহ (সাঃ)-এর উত্তরাধিকারী বানিয়েছেন.... কিন্তু শেষ</w:t>
      </w:r>
      <w:r w:rsidRPr="009F36D3">
        <w:t xml:space="preserve"> </w:t>
      </w:r>
      <w:r w:rsidRPr="009F36D3">
        <w:rPr>
          <w:cs/>
          <w:lang w:bidi="bn-IN"/>
        </w:rPr>
        <w:t>ওয়ালী যিনি রাসূলুল্লাহ (সাঃ) এর শেষ উত্তরাধিকারী এবং শেষ সংরক্ষক</w:t>
      </w:r>
      <w:r w:rsidRPr="009F36D3">
        <w:t xml:space="preserve"> </w:t>
      </w:r>
      <w:r w:rsidRPr="009F36D3">
        <w:rPr>
          <w:cs/>
          <w:lang w:bidi="bn-IN"/>
        </w:rPr>
        <w:t>১২তম খলিফা হলেন মাহদী সাহেবুয যামান।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তাদের মাঝে আছেন শেইখ শাহাবুদ্দীন হিন্দী</w:t>
      </w:r>
      <w:r w:rsidRPr="009F36D3">
        <w:t xml:space="preserve">, </w:t>
      </w:r>
      <w:r w:rsidRPr="009F36D3">
        <w:rPr>
          <w:cs/>
          <w:lang w:bidi="bn-IN"/>
        </w:rPr>
        <w:t>যিনি মালিক উল</w:t>
      </w:r>
      <w:r w:rsidRPr="009F36D3">
        <w:t xml:space="preserve"> </w:t>
      </w:r>
      <w:r w:rsidRPr="009F36D3">
        <w:rPr>
          <w:cs/>
          <w:lang w:bidi="bn-IN"/>
        </w:rPr>
        <w:t xml:space="preserve">উলামা উপাধিতে পরিচিত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হিদায়াতুস সুয়াদাতে (যেভাবে</w:t>
      </w:r>
      <w:r w:rsidRPr="009F36D3">
        <w:t xml:space="preserve"> </w:t>
      </w:r>
      <w:r w:rsidRPr="009F36D3">
        <w:rPr>
          <w:cs/>
          <w:lang w:bidi="bn-IN"/>
        </w:rPr>
        <w:t xml:space="preserve">দুরারিল মুসাউইয়াতে এসেছে)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ইমাম হোসেইন (আঃ)- এর</w:t>
      </w:r>
      <w:r w:rsidRPr="009F36D3">
        <w:t xml:space="preserve"> </w:t>
      </w:r>
      <w:r w:rsidRPr="009F36D3">
        <w:rPr>
          <w:cs/>
          <w:lang w:bidi="bn-IN"/>
        </w:rPr>
        <w:t>নবম বংশধর হলেন হুজ্জাতুল্লাহ ক্বায়েম</w:t>
      </w:r>
      <w:r w:rsidRPr="009F36D3">
        <w:t xml:space="preserve"> </w:t>
      </w:r>
      <w:r w:rsidRPr="009F36D3">
        <w:rPr>
          <w:cs/>
          <w:lang w:bidi="bn-IN"/>
        </w:rPr>
        <w:t>আল মাহদী</w:t>
      </w:r>
      <w:r w:rsidRPr="009F36D3">
        <w:t xml:space="preserve">, </w:t>
      </w:r>
      <w:r w:rsidRPr="009F36D3">
        <w:rPr>
          <w:cs/>
          <w:lang w:bidi="bn-IN"/>
        </w:rPr>
        <w:t>যিনি গোপন আছেন।</w:t>
      </w:r>
      <w:r w:rsidRPr="009F36D3">
        <w:t xml:space="preserve"> </w:t>
      </w:r>
      <w:r w:rsidRPr="009F36D3">
        <w:rPr>
          <w:cs/>
          <w:lang w:bidi="bn-IN"/>
        </w:rPr>
        <w:t>তিনি দীর্ঘ জীবন যাপন করবেন ঠিক যেমন ঈসা</w:t>
      </w:r>
      <w:r w:rsidRPr="009F36D3">
        <w:t xml:space="preserve">, </w:t>
      </w:r>
      <w:r w:rsidRPr="009F36D3">
        <w:rPr>
          <w:cs/>
          <w:lang w:bidi="bn-IN"/>
        </w:rPr>
        <w:t>ইলইয়াস ও খিযির</w:t>
      </w:r>
      <w:r w:rsidRPr="009F36D3">
        <w:t xml:space="preserve"> (</w:t>
      </w:r>
      <w:r w:rsidRPr="009F36D3">
        <w:rPr>
          <w:cs/>
          <w:lang w:bidi="bn-IN"/>
        </w:rPr>
        <w:t>আঃ) (বিশ্বাসীদের মাঝে) এবং (অবিশ্বাসীদের</w:t>
      </w:r>
      <w:r w:rsidRPr="009F36D3">
        <w:t xml:space="preserve"> </w:t>
      </w:r>
      <w:r w:rsidRPr="009F36D3">
        <w:rPr>
          <w:cs/>
          <w:lang w:bidi="bn-IN"/>
        </w:rPr>
        <w:t>মাঝে) দাজ্জাল</w:t>
      </w:r>
      <w:r w:rsidRPr="009F36D3">
        <w:t xml:space="preserve">,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>সামেরী দীর্ঘ জীবন যাপন করছে।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শেইখ মুহাম্মাদ যিনি খাজা পারসা নামে বিখ্যাত তিনি তার</w:t>
      </w:r>
      <w:r w:rsidRPr="009F36D3">
        <w:t xml:space="preserve"> </w:t>
      </w:r>
      <w:r w:rsidRPr="009F36D3">
        <w:rPr>
          <w:cs/>
          <w:lang w:bidi="bn-IN"/>
        </w:rPr>
        <w:t xml:space="preserve">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ফাসলুল খিতাবে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মাজির্নে (দুরারিল মূসাউইয়া অনুযায়ী)</w:t>
      </w:r>
      <w:r w:rsidRPr="009F36D3">
        <w:t xml:space="preserve"> </w:t>
      </w:r>
      <w:r w:rsidRPr="009F36D3">
        <w:rPr>
          <w:cs/>
          <w:lang w:bidi="bn-IN"/>
        </w:rPr>
        <w:t xml:space="preserve">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খিলাফত ও ইমামত মাহদীতে শেষ হবে। তিনি তার পিতার</w:t>
      </w:r>
      <w:r w:rsidRPr="009F36D3">
        <w:t xml:space="preserve"> </w:t>
      </w:r>
      <w:r w:rsidRPr="009F36D3">
        <w:rPr>
          <w:cs/>
          <w:lang w:bidi="bn-IN"/>
        </w:rPr>
        <w:t>ইন্তেকাল থেকে শুরু করে কিয়ামত পর্যন্ত</w:t>
      </w:r>
      <w:r w:rsidRPr="009F36D3">
        <w:t xml:space="preserve"> </w:t>
      </w:r>
      <w:r w:rsidRPr="009F36D3">
        <w:rPr>
          <w:cs/>
          <w:lang w:bidi="bn-IN"/>
        </w:rPr>
        <w:t>ইমাম। ঈসা (আঃ) তার পিছনে</w:t>
      </w:r>
      <w:r w:rsidRPr="009F36D3">
        <w:t xml:space="preserve"> </w:t>
      </w:r>
      <w:r w:rsidRPr="009F36D3">
        <w:rPr>
          <w:cs/>
          <w:lang w:bidi="bn-IN"/>
        </w:rPr>
        <w:lastRenderedPageBreak/>
        <w:t>নামায পড়বেন এবং তাকে স্বীকার</w:t>
      </w:r>
      <w:r w:rsidRPr="009F36D3">
        <w:t xml:space="preserve"> </w:t>
      </w:r>
      <w:r w:rsidRPr="009F36D3">
        <w:rPr>
          <w:cs/>
          <w:lang w:bidi="bn-IN"/>
        </w:rPr>
        <w:t>করবেন এবং লোকদেরকে তার</w:t>
      </w:r>
      <w:r w:rsidRPr="009F36D3">
        <w:t xml:space="preserve"> </w:t>
      </w:r>
      <w:r w:rsidRPr="009F36D3">
        <w:rPr>
          <w:cs/>
          <w:lang w:bidi="bn-IN"/>
        </w:rPr>
        <w:t>বিশ্বাসের দিকে আহবান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তাদের মাঝে আছে বিখ্যাত হাদীসবেত্তা শেইখ শায়েব ইবনে</w:t>
      </w:r>
      <w:r w:rsidRPr="009F36D3">
        <w:t xml:space="preserve"> </w:t>
      </w:r>
      <w:r w:rsidRPr="009F36D3">
        <w:rPr>
          <w:cs/>
          <w:lang w:bidi="bn-IN"/>
        </w:rPr>
        <w:t xml:space="preserve">হাজার আসকালানী যিনি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ফাতহুল বারী ফী শারহ সহী আল বোখারী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কিতাব লিখেছেন। তার বই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ক্বওলুল মুখতাসার- ফী আলামাতুল মাহদী</w:t>
      </w:r>
      <w:r w:rsidRPr="009F36D3">
        <w:t xml:space="preserve"> </w:t>
      </w:r>
      <w:r w:rsidRPr="009F36D3">
        <w:rPr>
          <w:cs/>
          <w:lang w:bidi="bn-IN"/>
        </w:rPr>
        <w:t>আল মুনতাযার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(যেভাবে ফুতুহাতুল ইসলামিয়ার ২য় খণ্ডে। ৩২০ পৃষ্ঠায়</w:t>
      </w:r>
      <w:r w:rsidRPr="009F36D3">
        <w:t xml:space="preserve"> </w:t>
      </w:r>
      <w:r w:rsidRPr="009F36D3">
        <w:rPr>
          <w:cs/>
          <w:lang w:bidi="bn-IN"/>
        </w:rPr>
        <w:t xml:space="preserve">এসেছে)- এ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শক্তিশালী হাদীসসমূহ আমাদের বিশ্বাস সৃষ্টি করেছে</w:t>
      </w:r>
      <w:r w:rsidRPr="009F36D3">
        <w:t xml:space="preserve"> </w:t>
      </w:r>
      <w:r w:rsidRPr="009F36D3">
        <w:rPr>
          <w:cs/>
          <w:lang w:bidi="bn-IN"/>
        </w:rPr>
        <w:t>যে মাহদী আছেন। মাহদী হলেন সেই ব্যক্তি যার আত্মপ্রকাশ ঈসা ও</w:t>
      </w:r>
      <w:r w:rsidRPr="009F36D3">
        <w:t xml:space="preserve"> </w:t>
      </w:r>
      <w:r w:rsidRPr="009F36D3">
        <w:rPr>
          <w:cs/>
          <w:lang w:bidi="bn-IN"/>
        </w:rPr>
        <w:t>দাজ্জালের আত্মপ্রকাশের সাথে ঘটবে। মাহদী বলতে এ ব্যক্তিকেই</w:t>
      </w:r>
      <w:r w:rsidRPr="009F36D3">
        <w:t xml:space="preserve"> </w:t>
      </w:r>
      <w:r w:rsidRPr="009F36D3">
        <w:rPr>
          <w:cs/>
          <w:lang w:bidi="bn-IN"/>
        </w:rPr>
        <w:t>বোঝায় এবং তার আগে আর সবাই মোটেও মাহদী নয়।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যারা এর চেয়ে বেশী জানতে চান তারা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কাশফুল আসূরার ফীল</w:t>
      </w:r>
      <w:r w:rsidRPr="009F36D3">
        <w:t xml:space="preserve"> </w:t>
      </w:r>
      <w:r w:rsidRPr="009F36D3">
        <w:rPr>
          <w:cs/>
          <w:lang w:bidi="bn-IN"/>
        </w:rPr>
        <w:t>গায়ের আনিল ইনতাযার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বইটি পড়তে পারেন যা হাজ্ব মিরযা হুসেইন</w:t>
      </w:r>
      <w:r w:rsidRPr="009F36D3">
        <w:t xml:space="preserve"> </w:t>
      </w:r>
      <w:r w:rsidRPr="009F36D3">
        <w:rPr>
          <w:cs/>
          <w:lang w:bidi="bn-IN"/>
        </w:rPr>
        <w:t>নূরী তাবারসী লিখে গেছেন।</w:t>
      </w:r>
      <w:r w:rsidRPr="009F36D3">
        <w:t xml:space="preserve"> </w:t>
      </w:r>
    </w:p>
    <w:p w:rsidR="00585BF6" w:rsidRPr="006E1E70" w:rsidRDefault="00585BF6" w:rsidP="006E1E70">
      <w:r>
        <w:br w:type="page"/>
      </w:r>
    </w:p>
    <w:p w:rsidR="005A057D" w:rsidRPr="009F36D3" w:rsidRDefault="005A057D" w:rsidP="00585BF6">
      <w:pPr>
        <w:pStyle w:val="Heading2Center"/>
      </w:pPr>
      <w:bookmarkStart w:id="48" w:name="_Toc451691963"/>
      <w:r w:rsidRPr="009F36D3">
        <w:rPr>
          <w:cs/>
          <w:lang w:bidi="bn-IN"/>
        </w:rPr>
        <w:lastRenderedPageBreak/>
        <w:t>মাহদী (আঃ) ও যারা তাকে দেখেছে</w:t>
      </w:r>
      <w:bookmarkEnd w:id="48"/>
      <w:r w:rsidRPr="009F36D3">
        <w:t xml:space="preserve"> </w:t>
      </w:r>
    </w:p>
    <w:p w:rsidR="00585BF6" w:rsidRDefault="00585BF6" w:rsidP="00AA6375">
      <w:pPr>
        <w:pStyle w:val="libNormal"/>
        <w:rPr>
          <w:cs/>
          <w:lang w:bidi="bn-IN"/>
        </w:rPr>
      </w:pP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অধ্যায়ে আমরা তিনটি সুন্দর ঘটনা বর্ণনা করবো যা যুক্তি</w:t>
      </w:r>
      <w:r w:rsidRPr="009F36D3">
        <w:t xml:space="preserve"> </w:t>
      </w:r>
      <w:r w:rsidRPr="009F36D3">
        <w:rPr>
          <w:cs/>
          <w:lang w:bidi="bn-IN"/>
        </w:rPr>
        <w:t>হিসেবে উপস্থাপন করবো না বরং হৃদয়কে প্রশান্ত করার জন্য সেগুলোর</w:t>
      </w:r>
      <w:r w:rsidRPr="009F36D3">
        <w:t xml:space="preserve"> </w:t>
      </w:r>
      <w:r w:rsidRPr="009F36D3">
        <w:rPr>
          <w:cs/>
          <w:lang w:bidi="bn-IN"/>
        </w:rPr>
        <w:t>উল্লেখ করবো।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প্রথমঃ শেইখ আব্দুল ওয়াহাব শারানী তার কিতাব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তাবাক্বাতুল</w:t>
      </w:r>
      <w:r w:rsidRPr="009F36D3">
        <w:t xml:space="preserve"> </w:t>
      </w:r>
      <w:r w:rsidRPr="009F36D3">
        <w:rPr>
          <w:cs/>
          <w:lang w:bidi="bn-IN"/>
        </w:rPr>
        <w:t>উরাফা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তে শেইখ হাসান আরাক্বীর কথা লিখতে গিয়ে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সাইয়্যেদ আবুল আব্বাস হারিমির সাথে গেলাম শেইখ হাসান আরাক্বীর</w:t>
      </w:r>
      <w:r w:rsidRPr="009F36D3">
        <w:t xml:space="preserve"> </w:t>
      </w:r>
      <w:r w:rsidRPr="009F36D3">
        <w:rPr>
          <w:cs/>
          <w:lang w:bidi="bn-IN"/>
        </w:rPr>
        <w:t>সাথে সাক্ষাত করতে। শেইখ আরাক্বী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কি তোমাদেরকে</w:t>
      </w:r>
      <w:r w:rsidRPr="009F36D3">
        <w:t xml:space="preserve"> </w:t>
      </w:r>
      <w:r w:rsidRPr="009F36D3">
        <w:rPr>
          <w:cs/>
          <w:lang w:bidi="bn-IN"/>
        </w:rPr>
        <w:t>আমার জীবনের কাহিনী শোনাবো এর শুরু থেকে এখন পর্যন্ত</w:t>
      </w:r>
      <w:r w:rsidRPr="009F36D3">
        <w:t xml:space="preserve">?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এমনভাবে তা বর্ণনা করবো যে তোমরা মনে করবে তোমরা আমার অন্ত</w:t>
      </w:r>
      <w:r w:rsidRPr="009F36D3">
        <w:t xml:space="preserve"> </w:t>
      </w:r>
      <w:r w:rsidRPr="009F36D3">
        <w:rPr>
          <w:cs/>
          <w:lang w:bidi="bn-IN"/>
        </w:rPr>
        <w:t>রঙ্গ বন্ধু ছিলে শৈশব কাল থেকেই। আমি বললাম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জ্বী আপনি বলতে</w:t>
      </w:r>
      <w:r w:rsidRPr="009F36D3">
        <w:t xml:space="preserve"> </w:t>
      </w:r>
      <w:r w:rsidRPr="009F36D3">
        <w:rPr>
          <w:cs/>
          <w:lang w:bidi="bn-IN"/>
        </w:rPr>
        <w:t>পারেন।</w:t>
      </w:r>
      <w:r w:rsidRPr="00AA6375">
        <w:rPr>
          <w:rStyle w:val="libAlaemChar"/>
        </w:rPr>
        <w:t>’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হস্তশিল্প</w:t>
      </w:r>
      <w:r w:rsidRPr="009F36D3">
        <w:t xml:space="preserve"> </w:t>
      </w:r>
      <w:r w:rsidRPr="009F36D3">
        <w:rPr>
          <w:cs/>
          <w:lang w:bidi="bn-IN"/>
        </w:rPr>
        <w:t>কর্মীদের মাঝে একজন যুবক</w:t>
      </w:r>
      <w:r w:rsidRPr="009F36D3">
        <w:t xml:space="preserve"> </w:t>
      </w:r>
      <w:r w:rsidRPr="009F36D3">
        <w:rPr>
          <w:cs/>
          <w:lang w:bidi="bn-IN"/>
        </w:rPr>
        <w:t>ছিলাম। শুক্রবারগুলোতে আমরা খেলাধুলা</w:t>
      </w:r>
      <w:r w:rsidRPr="009F36D3">
        <w:t>,</w:t>
      </w:r>
      <w:r w:rsidRPr="009F36D3">
        <w:rPr>
          <w:cs/>
          <w:lang w:bidi="bn-IN"/>
        </w:rPr>
        <w:t xml:space="preserve"> মদপান ও জুয়া খেলে</w:t>
      </w:r>
      <w:r w:rsidRPr="009F36D3">
        <w:t xml:space="preserve"> </w:t>
      </w:r>
      <w:r w:rsidRPr="009F36D3">
        <w:rPr>
          <w:cs/>
          <w:lang w:bidi="bn-IN"/>
        </w:rPr>
        <w:t>কাটাতাম। এক শুক্রবার আমি আল্লাহর পক্ষ থেকে একটি ইলহামের মত</w:t>
      </w:r>
      <w:r w:rsidRPr="009F36D3">
        <w:t xml:space="preserve"> </w:t>
      </w:r>
      <w:r w:rsidRPr="009F36D3">
        <w:rPr>
          <w:cs/>
          <w:lang w:bidi="bn-IN"/>
        </w:rPr>
        <w:t xml:space="preserve">কিছু লাভ করলাম যে-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তোমাকে কি এ ধরনের কাজের জন্য সৃষ্টি করা</w:t>
      </w:r>
      <w:r w:rsidRPr="009F36D3">
        <w:t xml:space="preserve"> </w:t>
      </w:r>
      <w:r w:rsidRPr="009F36D3">
        <w:rPr>
          <w:cs/>
          <w:lang w:bidi="bn-IN"/>
        </w:rPr>
        <w:t>হয়েছে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অতএব</w:t>
      </w:r>
      <w:r w:rsidRPr="009F36D3">
        <w:t xml:space="preserve">, </w:t>
      </w:r>
      <w:r w:rsidRPr="009F36D3">
        <w:rPr>
          <w:cs/>
          <w:lang w:bidi="bn-IN"/>
        </w:rPr>
        <w:t>আমি এসব কাজ ছেড়ে দিলাম এবং আামর সাথীদের</w:t>
      </w:r>
      <w:r w:rsidRPr="009F36D3">
        <w:t xml:space="preserve"> </w:t>
      </w:r>
      <w:r w:rsidRPr="009F36D3">
        <w:rPr>
          <w:cs/>
          <w:lang w:bidi="bn-IN"/>
        </w:rPr>
        <w:t>কাছ থেকে পালিয়ে গেলাম। তারা আমার পিছু নিলো কিন্তু আমাকে খুজে পেলো না। আমি বনি উমাইয়্যার মসজিদে প্রবেশ করলাম এবং একজন</w:t>
      </w:r>
      <w:r w:rsidRPr="009F36D3">
        <w:t xml:space="preserve"> </w:t>
      </w:r>
      <w:r w:rsidRPr="009F36D3">
        <w:rPr>
          <w:cs/>
          <w:lang w:bidi="bn-IN"/>
        </w:rPr>
        <w:t>ব্যক্তিকে মিম্বরে দেখলাম হযরত মাহদী (আঃ) সম্পর্কে কথা বলতে। এর</w:t>
      </w:r>
      <w:r w:rsidRPr="009F36D3">
        <w:t xml:space="preserve"> </w:t>
      </w:r>
      <w:r w:rsidRPr="009F36D3">
        <w:rPr>
          <w:cs/>
          <w:lang w:bidi="bn-IN"/>
        </w:rPr>
        <w:t>মাধ্যমে আমি মাহদী (আঃ)-এর সাথে সাক্ষাতের জন্য আগ্রহী হয়ে</w:t>
      </w:r>
      <w:r w:rsidRPr="009F36D3">
        <w:t xml:space="preserve"> </w:t>
      </w:r>
      <w:r w:rsidRPr="009F36D3">
        <w:rPr>
          <w:cs/>
          <w:lang w:bidi="bn-IN"/>
        </w:rPr>
        <w:t>উঠলাম। একটি সিজদাও বাদ যেতো না যে আমি আল্লাহর কাছে তার</w:t>
      </w:r>
      <w:r w:rsidRPr="009F36D3">
        <w:t xml:space="preserve"> </w:t>
      </w:r>
      <w:r w:rsidRPr="009F36D3">
        <w:rPr>
          <w:cs/>
          <w:lang w:bidi="bn-IN"/>
        </w:rPr>
        <w:t>সাথে সাক্ষাতের ইচ্ছা পুরণ করার জন্য বলতাম না।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একদিন রাতে আমি নফল নামাজ পড়ার সময় হঠাৎ দেখলাম</w:t>
      </w:r>
      <w:r w:rsidRPr="009F36D3">
        <w:t xml:space="preserve"> </w:t>
      </w:r>
      <w:r w:rsidRPr="009F36D3">
        <w:rPr>
          <w:cs/>
          <w:lang w:bidi="bn-IN"/>
        </w:rPr>
        <w:t>কেউ আমার পিছনে বসা আছেন। তিনি আমার পিঠে তার হাত বুলিয়ে</w:t>
      </w:r>
      <w:r w:rsidRPr="009F36D3">
        <w:t xml:space="preserve"> </w:t>
      </w:r>
      <w:r w:rsidRPr="009F36D3">
        <w:rPr>
          <w:cs/>
          <w:lang w:bidi="bn-IN"/>
        </w:rPr>
        <w:t xml:space="preserve">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আমার সন্তান</w:t>
      </w:r>
      <w:r w:rsidRPr="009F36D3">
        <w:t xml:space="preserve">, </w:t>
      </w:r>
      <w:r w:rsidRPr="009F36D3">
        <w:rPr>
          <w:cs/>
          <w:lang w:bidi="bn-IN"/>
        </w:rPr>
        <w:t>দয়ালু খোদা তোমার ইচ্ছা পুরণ করেছেন।</w:t>
      </w:r>
      <w:r w:rsidRPr="009F36D3">
        <w:t xml:space="preserve"> </w:t>
      </w:r>
      <w:r w:rsidRPr="009F36D3">
        <w:rPr>
          <w:cs/>
          <w:lang w:bidi="bn-IN"/>
        </w:rPr>
        <w:t>আমি মাহদী</w:t>
      </w:r>
      <w:r w:rsidRPr="009F36D3">
        <w:t xml:space="preserve">, </w:t>
      </w:r>
      <w:r w:rsidRPr="009F36D3">
        <w:rPr>
          <w:cs/>
          <w:lang w:bidi="bn-IN"/>
        </w:rPr>
        <w:t>তুমি কি চাও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আপনি কি আমার সাথে আমার বাসায় আসবেন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হ্যা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তখন আমরা দুজন একত্রে চললাম এবং তিনি পথে</w:t>
      </w:r>
      <w:r w:rsidRPr="009F36D3">
        <w:t xml:space="preserve"> </w:t>
      </w:r>
      <w:r w:rsidRPr="009F36D3">
        <w:rPr>
          <w:cs/>
          <w:lang w:bidi="bn-IN"/>
        </w:rPr>
        <w:t>বললেন</w:t>
      </w:r>
      <w:r w:rsidRPr="009F36D3">
        <w:t xml:space="preserve">,-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আমাকে কোন নিজর্ন জায়গায় নিয়ে যাও।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আমি তাকে নির্জন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নিয়ে গেলাম এবং তিনি সেখানে আমার সাথে</w:t>
      </w:r>
      <w:r w:rsidRPr="009F36D3">
        <w:t xml:space="preserve"> </w:t>
      </w:r>
      <w:r w:rsidRPr="009F36D3">
        <w:rPr>
          <w:cs/>
          <w:lang w:bidi="bn-IN"/>
        </w:rPr>
        <w:t>সাত দিন থাকলেন।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দ্বিতীয়ঃ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লেখক ৪৫৫ পৃষ্ঠায় (একটি</w:t>
      </w:r>
      <w:r w:rsidRPr="009F36D3">
        <w:t xml:space="preserve"> </w:t>
      </w:r>
      <w:r w:rsidRPr="009F36D3">
        <w:rPr>
          <w:cs/>
          <w:lang w:bidi="bn-IN"/>
        </w:rPr>
        <w:t>ঘটনা) বর্ণনা করেছেন শেইখ আলী ইবনে ঈসা আরবালী থেকে যিনি শিয়া</w:t>
      </w:r>
      <w:r w:rsidRPr="009F36D3">
        <w:t xml:space="preserve"> </w:t>
      </w:r>
      <w:r w:rsidRPr="009F36D3">
        <w:rPr>
          <w:cs/>
          <w:lang w:bidi="bn-IN"/>
        </w:rPr>
        <w:t xml:space="preserve">ও সুন্নী উভয়ের কাছে একজন নির্ভরযোগ্য ব্যক্তি। লেখক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জনগণ</w:t>
      </w:r>
      <w:r w:rsidRPr="009F36D3">
        <w:t xml:space="preserve"> </w:t>
      </w:r>
      <w:r w:rsidRPr="009F36D3">
        <w:rPr>
          <w:cs/>
          <w:lang w:bidi="bn-IN"/>
        </w:rPr>
        <w:t>ইমাম মাহদী (আঃ) এর মোজেযা সম্পর্কে ঘটনা বর্ণনা করে যা বর্ণনা</w:t>
      </w:r>
      <w:r w:rsidRPr="009F36D3">
        <w:t xml:space="preserve"> </w:t>
      </w:r>
      <w:r w:rsidRPr="009F36D3">
        <w:rPr>
          <w:cs/>
          <w:lang w:bidi="bn-IN"/>
        </w:rPr>
        <w:t>করতে অনেক সময় লাগবে। যাহোক আমি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টো ঘটনার কথা বলবো যা</w:t>
      </w:r>
      <w:r w:rsidRPr="009F36D3">
        <w:t xml:space="preserve"> </w:t>
      </w:r>
      <w:r w:rsidRPr="009F36D3">
        <w:rPr>
          <w:cs/>
          <w:lang w:bidi="bn-IN"/>
        </w:rPr>
        <w:t>আমাদের সময়ের নিকটবর্তীকালে ঘটেছে এবং একদল নির্ভরযোগ্য ভাই</w:t>
      </w:r>
      <w:r w:rsidRPr="009F36D3">
        <w:t xml:space="preserve"> </w:t>
      </w:r>
      <w:r w:rsidRPr="009F36D3">
        <w:rPr>
          <w:cs/>
          <w:lang w:bidi="bn-IN"/>
        </w:rPr>
        <w:t>এগুলো বর্ণনা করেছে।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হিল্লাহ ও ফুরাত শহরের মাঝে (ইরাকে) এক লোক বাস করতো</w:t>
      </w:r>
      <w:r w:rsidRPr="009F36D3">
        <w:t xml:space="preserve"> </w:t>
      </w:r>
      <w:r w:rsidRPr="009F36D3">
        <w:rPr>
          <w:cs/>
          <w:lang w:bidi="bn-IN"/>
        </w:rPr>
        <w:t>যার নাম ছিলো ইসমাইল ইবনে হাসান। নির্ভরযোগ্য ভাইরা ইসমাইল</w:t>
      </w:r>
      <w:r w:rsidRPr="009F36D3">
        <w:t xml:space="preserve"> </w:t>
      </w:r>
      <w:r w:rsidRPr="009F36D3">
        <w:rPr>
          <w:cs/>
          <w:lang w:bidi="bn-IN"/>
        </w:rPr>
        <w:t>থেকে বর্ণনা করলো যে</w:t>
      </w:r>
      <w:r w:rsidRPr="009F36D3">
        <w:t xml:space="preserve">, </w:t>
      </w:r>
      <w:r w:rsidRPr="009F36D3">
        <w:rPr>
          <w:cs/>
          <w:lang w:bidi="bn-IN"/>
        </w:rPr>
        <w:t>তার বাম উরুতে একটি ফোঁড়া দেখা দিলো যার</w:t>
      </w:r>
      <w:r w:rsidRPr="009F36D3">
        <w:t xml:space="preserve"> </w:t>
      </w:r>
      <w:r w:rsidRPr="009F36D3">
        <w:rPr>
          <w:cs/>
          <w:lang w:bidi="bn-IN"/>
        </w:rPr>
        <w:t>আকৃতি হলো হাতের তালুর মত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ডাক্তাররা ওই ফোঁড়া দেখে তা সারাতে</w:t>
      </w:r>
      <w:r w:rsidRPr="009F36D3">
        <w:t xml:space="preserve"> </w:t>
      </w:r>
      <w:r w:rsidRPr="009F36D3">
        <w:rPr>
          <w:cs/>
          <w:lang w:bidi="bn-IN"/>
        </w:rPr>
        <w:t>অপারগতা প্রকাশ করলো। অতএব</w:t>
      </w:r>
      <w:r w:rsidRPr="009F36D3">
        <w:t xml:space="preserve">, </w:t>
      </w:r>
      <w:r w:rsidRPr="009F36D3">
        <w:rPr>
          <w:cs/>
          <w:lang w:bidi="bn-IN"/>
        </w:rPr>
        <w:t>ইসমাইল সামাররাতে চলে গেলো</w:t>
      </w:r>
      <w:r w:rsidRPr="009F36D3">
        <w:t xml:space="preserve"> </w:t>
      </w:r>
      <w:r w:rsidRPr="009F36D3">
        <w:rPr>
          <w:cs/>
          <w:lang w:bidi="bn-IN"/>
        </w:rPr>
        <w:t>এবং ইমাম আলী হাদী ও ইমাম হাসান আসকারী (আঃ)-র মাযার</w:t>
      </w:r>
      <w:r w:rsidRPr="009F36D3">
        <w:t xml:space="preserve"> </w:t>
      </w:r>
      <w:r w:rsidRPr="009F36D3">
        <w:rPr>
          <w:cs/>
          <w:lang w:bidi="bn-IN"/>
        </w:rPr>
        <w:t>যিয়ারাতে গেলো। এরপর সে ভূগর্ভস্থ ঘরে প্রবেশ করলো। সেখানে দয়ালু</w:t>
      </w:r>
      <w:r w:rsidRPr="009F36D3">
        <w:t xml:space="preserve"> </w:t>
      </w:r>
      <w:r w:rsidRPr="009F36D3">
        <w:rPr>
          <w:cs/>
          <w:lang w:bidi="bn-IN"/>
        </w:rPr>
        <w:t>আল্লাহর কাছে প্রার্থনা করলো এবং মাহদী (আঃ)-এর কাছে সাহায্য</w:t>
      </w:r>
      <w:r w:rsidRPr="009F36D3">
        <w:t xml:space="preserve"> </w:t>
      </w:r>
      <w:r w:rsidRPr="009F36D3">
        <w:rPr>
          <w:cs/>
          <w:lang w:bidi="bn-IN"/>
        </w:rPr>
        <w:t>চাইলো।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9F36D3">
        <w:rPr>
          <w:cs/>
          <w:lang w:bidi="bn-IN"/>
        </w:rPr>
        <w:t>এরপর সে দযলা নদীতে নেমে মোস্তাহাব গোসল করলো এবং</w:t>
      </w:r>
      <w:r w:rsidRPr="009F36D3">
        <w:t xml:space="preserve"> </w:t>
      </w:r>
      <w:r w:rsidRPr="009F36D3">
        <w:rPr>
          <w:cs/>
          <w:lang w:bidi="bn-IN"/>
        </w:rPr>
        <w:t>তার পোষাককে বদলে নিলো। হঠাৎ সে দেখলো চারজন ঘোড়সওয়ার</w:t>
      </w:r>
      <w:r w:rsidRPr="009F36D3">
        <w:t xml:space="preserve"> </w:t>
      </w:r>
      <w:r w:rsidRPr="009F36D3">
        <w:rPr>
          <w:cs/>
          <w:lang w:bidi="bn-IN"/>
        </w:rPr>
        <w:t>সামাররা শহরের দিক থেকে আসছে। তাদের একজন ছিলো বৃদ্ধ মানুষ</w:t>
      </w:r>
      <w:r w:rsidRPr="009F36D3">
        <w:t xml:space="preserve"> </w:t>
      </w:r>
      <w:r w:rsidRPr="009F36D3">
        <w:rPr>
          <w:cs/>
          <w:lang w:bidi="bn-IN"/>
        </w:rPr>
        <w:t>যার হাতে একটি বর্শা এবং আরেকজন যুবক যিনি রঙ্গীন পোষাক পরে</w:t>
      </w:r>
      <w:r w:rsidRPr="009F36D3">
        <w:t xml:space="preserve"> </w:t>
      </w:r>
      <w:r w:rsidRPr="009F36D3">
        <w:rPr>
          <w:cs/>
          <w:lang w:bidi="bn-IN"/>
        </w:rPr>
        <w:t>আছেন। যিনি বর্শা বহন করছিলেন তিনি ছিলেন ডান দিকে এবং অন্য</w:t>
      </w:r>
      <w:r w:rsidRPr="009F36D3">
        <w:t xml:space="preserve">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ছিলো বাম দিকে। যে যুবক রঙ্গীন পোষাক পরেছিলেন তিনি ছিলেন</w:t>
      </w:r>
      <w:r w:rsidRPr="009F36D3">
        <w:t xml:space="preserve"> </w:t>
      </w:r>
      <w:r w:rsidRPr="009F36D3">
        <w:rPr>
          <w:cs/>
          <w:lang w:bidi="bn-IN"/>
        </w:rPr>
        <w:t>মাঝখানে। সেই যুবক ইসমাইলকে জিজ্ঞেস করলেন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তুমি কি</w:t>
      </w:r>
      <w:r w:rsidRPr="009F36D3">
        <w:t xml:space="preserve"> </w:t>
      </w:r>
      <w:r w:rsidRPr="009F36D3">
        <w:rPr>
          <w:cs/>
          <w:lang w:bidi="bn-IN"/>
        </w:rPr>
        <w:t>আগামীকাল তোমার পরিবারের কাছে যাবে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ইসলাইল বললো- জ্বী।</w:t>
      </w:r>
      <w:r w:rsidRPr="009F36D3">
        <w:t xml:space="preserve"> </w:t>
      </w:r>
      <w:r w:rsidRPr="009F36D3">
        <w:rPr>
          <w:cs/>
          <w:lang w:bidi="bn-IN"/>
        </w:rPr>
        <w:t>তিনি বললেন</w:t>
      </w:r>
      <w:r w:rsidRPr="009F36D3">
        <w:t xml:space="preserve">,- </w:t>
      </w:r>
      <w:r w:rsidRPr="009F36D3">
        <w:rPr>
          <w:cs/>
          <w:lang w:bidi="bn-IN"/>
        </w:rPr>
        <w:t>আমার কাছে আসো যেন আমি তোমার সমস্যা সম্পর্কে</w:t>
      </w:r>
      <w:r w:rsidRPr="009F36D3">
        <w:t xml:space="preserve"> </w:t>
      </w:r>
      <w:r w:rsidRPr="009F36D3">
        <w:rPr>
          <w:cs/>
          <w:lang w:bidi="bn-IN"/>
        </w:rPr>
        <w:t>জানতে পারি। ইসমাইল তার কাছে গেলো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তিনি নীচু হয়ে তার উরুতে</w:t>
      </w:r>
      <w:r w:rsidRPr="009F36D3">
        <w:t xml:space="preserve"> </w:t>
      </w:r>
      <w:r w:rsidRPr="009F36D3">
        <w:rPr>
          <w:cs/>
          <w:lang w:bidi="bn-IN"/>
        </w:rPr>
        <w:t xml:space="preserve">তার পবিত্র হাত রাখলেন এবং ঘোড়ার </w:t>
      </w:r>
      <w:r w:rsidRPr="009F36D3">
        <w:rPr>
          <w:cs/>
          <w:lang w:bidi="bn-IN"/>
        </w:rPr>
        <w:lastRenderedPageBreak/>
        <w:t>জীনে সোজা হয়ে বসলেন। বৃদ্ধ</w:t>
      </w:r>
      <w:r w:rsidRPr="009F36D3">
        <w:t xml:space="preserve"> </w:t>
      </w:r>
      <w:r w:rsidRPr="009F36D3">
        <w:rPr>
          <w:cs/>
          <w:lang w:bidi="bn-IN"/>
        </w:rPr>
        <w:t xml:space="preserve">লোকটি যে বর্শা ধরে ছিলো 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তুমি সুস্থ হয়ে গেছো। তিনি</w:t>
      </w:r>
      <w:r w:rsidRPr="009F36D3">
        <w:t xml:space="preserve"> </w:t>
      </w:r>
      <w:r w:rsidRPr="009F36D3">
        <w:rPr>
          <w:cs/>
          <w:lang w:bidi="bn-IN"/>
        </w:rPr>
        <w:t>তোমার ইমাম।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চারজন ঘোড়সওয়ার চলে যেতে লাগলো এবং ইসমাইলও তাদের পিছনে</w:t>
      </w:r>
      <w:r w:rsidRPr="009F36D3">
        <w:t xml:space="preserve"> </w:t>
      </w:r>
      <w:r w:rsidRPr="009F36D3">
        <w:rPr>
          <w:cs/>
          <w:lang w:bidi="bn-IN"/>
        </w:rPr>
        <w:t>পিছনে চললো।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ইমাম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ফিরে যাও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ইসমাইল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আপনার কাছ থেকে কখনোই বিচ্ছিন্ন হবো না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ইমাম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এটি তোমার নিজের ভালোর জন্যই</w:t>
      </w:r>
      <w:r w:rsidRPr="009F36D3">
        <w:t xml:space="preserve">, </w:t>
      </w:r>
      <w:r w:rsidRPr="009F36D3">
        <w:rPr>
          <w:cs/>
          <w:lang w:bidi="bn-IN"/>
        </w:rPr>
        <w:t>ফিরে যাও।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ইসমাইল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আপনার কাছ থেকে কোন অবস্থাতেই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বিচ্ছিন্ন</w:t>
      </w:r>
      <w:r w:rsidRPr="009F36D3">
        <w:t xml:space="preserve"> </w:t>
      </w:r>
      <w:r w:rsidRPr="009F36D3">
        <w:rPr>
          <w:cs/>
          <w:lang w:bidi="bn-IN"/>
        </w:rPr>
        <w:t>হবো না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বৃদ্ধ মানুষটি তখন মাঝখানে হস্তক্ষেপ</w:t>
      </w:r>
      <w:r w:rsidRPr="009F36D3">
        <w:t xml:space="preserve"> </w:t>
      </w:r>
      <w:r w:rsidRPr="009F36D3">
        <w:rPr>
          <w:cs/>
          <w:lang w:bidi="bn-IN"/>
        </w:rPr>
        <w:t xml:space="preserve">করলো এবং বললো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তোমার কি</w:t>
      </w:r>
      <w:r w:rsidRPr="009F36D3">
        <w:t xml:space="preserve"> </w:t>
      </w:r>
      <w:r w:rsidRPr="009F36D3">
        <w:rPr>
          <w:cs/>
          <w:lang w:bidi="bn-IN"/>
        </w:rPr>
        <w:t>কোন লজ্জা নেই। তোমার ইমাম তোমাকে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বার আদেশ দিয়েছেন ফিরে</w:t>
      </w:r>
      <w:r w:rsidRPr="009F36D3">
        <w:t xml:space="preserve"> </w:t>
      </w:r>
      <w:r w:rsidRPr="009F36D3">
        <w:rPr>
          <w:cs/>
          <w:lang w:bidi="bn-IN"/>
        </w:rPr>
        <w:t>যাওয়ার জন্য এরপরও তুমি অবাধ্য হচ্ছো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ইসমাইল থামলো। ইমাম সামনে কয়েক কদম এগিয়ে গেলেন এবং</w:t>
      </w:r>
      <w:r w:rsidRPr="009F36D3">
        <w:t xml:space="preserve"> </w:t>
      </w:r>
      <w:r w:rsidRPr="009F36D3">
        <w:rPr>
          <w:cs/>
          <w:lang w:bidi="bn-IN"/>
        </w:rPr>
        <w:t xml:space="preserve">পিছনে ফিরে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যখন তুমি বাগদাদে পৌছবে খলিফা মোতাসিম</w:t>
      </w:r>
      <w:r w:rsidRPr="009F36D3">
        <w:t xml:space="preserve"> </w:t>
      </w:r>
      <w:r w:rsidRPr="009F36D3">
        <w:rPr>
          <w:cs/>
          <w:lang w:bidi="bn-IN"/>
        </w:rPr>
        <w:t>বিল্লাহ তোমাকে জোরপূর্বক ডেকে পাঠাবে। যখন সে তোমাকে কিছু দিতে</w:t>
      </w:r>
      <w:r w:rsidRPr="009F36D3">
        <w:t xml:space="preserve"> </w:t>
      </w:r>
      <w:r w:rsidRPr="009F36D3">
        <w:rPr>
          <w:cs/>
          <w:lang w:bidi="bn-IN"/>
        </w:rPr>
        <w:t>চাইবে তা প্রত্যাখ্যান করো। এছাড়া আমাদের সন্তান</w:t>
      </w:r>
      <w:r w:rsidRPr="009F36D3">
        <w:t xml:space="preserve"> </w:t>
      </w:r>
      <w:r w:rsidRPr="009F36D3">
        <w:rPr>
          <w:cs/>
          <w:lang w:bidi="bn-IN"/>
        </w:rPr>
        <w:t>রাযীউদ্দীনকে বলো</w:t>
      </w:r>
      <w:r w:rsidRPr="009F36D3">
        <w:t xml:space="preserve"> </w:t>
      </w:r>
      <w:r w:rsidRPr="009F36D3">
        <w:rPr>
          <w:cs/>
          <w:lang w:bidi="bn-IN"/>
        </w:rPr>
        <w:t>তোমার পক্ষ হয়ে আলী ইবনে আওয়াজকে লিখতে। আমিও তাকে ইশারা</w:t>
      </w:r>
      <w:r w:rsidRPr="009F36D3">
        <w:t xml:space="preserve"> </w:t>
      </w:r>
      <w:r w:rsidRPr="009F36D3">
        <w:rPr>
          <w:cs/>
          <w:lang w:bidi="bn-IN"/>
        </w:rPr>
        <w:t>করবো তোমাকে দেয়ার জন্য যা তোমার ইচ্ছা।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হযরত তার সাথীদেরসহ চলে গেলেন এবং ইসমাইলের</w:t>
      </w:r>
      <w:r w:rsidRPr="009F36D3">
        <w:t xml:space="preserve"> </w:t>
      </w:r>
      <w:r w:rsidRPr="009F36D3">
        <w:rPr>
          <w:cs/>
          <w:lang w:bidi="bn-IN"/>
        </w:rPr>
        <w:t>দৃষ্টি তাদের উপর নিবদ্ধ থাকলো ঐ সময় পর্যন্ত</w:t>
      </w:r>
      <w:r w:rsidRPr="009F36D3">
        <w:t xml:space="preserve"> </w:t>
      </w:r>
      <w:r w:rsidRPr="009F36D3">
        <w:rPr>
          <w:cs/>
          <w:lang w:bidi="bn-IN"/>
        </w:rPr>
        <w:t>যতক্ষণ আর সে তাদের</w:t>
      </w:r>
      <w:r w:rsidRPr="009F36D3">
        <w:t xml:space="preserve"> </w:t>
      </w:r>
      <w:r w:rsidRPr="009F36D3">
        <w:rPr>
          <w:cs/>
          <w:lang w:bidi="bn-IN"/>
        </w:rPr>
        <w:t>দেখতে পেলো না। সে মাটিতে কিছুক্ষণের জন্য বসে রইলো এরপর</w:t>
      </w:r>
      <w:r w:rsidRPr="009F36D3">
        <w:t xml:space="preserve"> </w:t>
      </w:r>
      <w:r w:rsidRPr="009F36D3">
        <w:rPr>
          <w:cs/>
          <w:lang w:bidi="bn-IN"/>
        </w:rPr>
        <w:t>তাদের সাথে বিচ্ছেদের কারণে কাদতেঁ শুরু করলো।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এরপর সে সামাররাতে গেলো যেখানে লোকজন তাকে ঘিরে ধরে</w:t>
      </w:r>
      <w:r w:rsidRPr="009F36D3">
        <w:t xml:space="preserve"> </w:t>
      </w:r>
      <w:r w:rsidRPr="009F36D3">
        <w:rPr>
          <w:cs/>
          <w:lang w:bidi="bn-IN"/>
        </w:rPr>
        <w:t>জিজ্ঞেস করলো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আমরা তোমার মধ্যে এত পরিবতর্ন দেখছি কেন</w:t>
      </w:r>
      <w:r w:rsidRPr="009F36D3">
        <w:t xml:space="preserve">? </w:t>
      </w:r>
      <w:r w:rsidRPr="009F36D3">
        <w:rPr>
          <w:cs/>
          <w:lang w:bidi="bn-IN"/>
        </w:rPr>
        <w:t>কী</w:t>
      </w:r>
      <w:r w:rsidRPr="009F36D3">
        <w:t xml:space="preserve"> </w:t>
      </w:r>
      <w:r w:rsidRPr="009F36D3">
        <w:rPr>
          <w:cs/>
          <w:lang w:bidi="bn-IN"/>
        </w:rPr>
        <w:t>ঘটেছে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ইসমাইল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তোমরা কি জানো ঘোড়সওয়াররা কারা</w:t>
      </w:r>
      <w:r w:rsidRPr="009F36D3">
        <w:t xml:space="preserve"> </w:t>
      </w:r>
      <w:r w:rsidRPr="009F36D3">
        <w:rPr>
          <w:cs/>
          <w:lang w:bidi="bn-IN"/>
        </w:rPr>
        <w:t>ছিলো যারা শহর ছেড়ে নদীর দিকে গিয়েছিলো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তারা বললো- তারা</w:t>
      </w:r>
      <w:r w:rsidRPr="009F36D3">
        <w:t xml:space="preserve"> </w:t>
      </w:r>
      <w:r w:rsidRPr="009F36D3">
        <w:rPr>
          <w:cs/>
          <w:lang w:bidi="bn-IN"/>
        </w:rPr>
        <w:t>মর্যাদাবান ব্যক্তি ছিলো এবং গবাদিপশুর মালিক। ইসমাইল বললো</w:t>
      </w:r>
      <w:r w:rsidRPr="009F36D3">
        <w:t xml:space="preserve">, </w:t>
      </w:r>
      <w:r w:rsidRPr="009F36D3">
        <w:rPr>
          <w:cs/>
          <w:lang w:bidi="bn-IN"/>
        </w:rPr>
        <w:t>তারা</w:t>
      </w:r>
      <w:r w:rsidRPr="009F36D3">
        <w:t xml:space="preserve"> </w:t>
      </w:r>
      <w:r w:rsidRPr="009F36D3">
        <w:rPr>
          <w:cs/>
          <w:lang w:bidi="bn-IN"/>
        </w:rPr>
        <w:t>ছিলো ইমাম ও তার সাথীরা। যিনি রঙ্গীন পোষাক পড়েছিলেন তিনি</w:t>
      </w:r>
      <w:r w:rsidRPr="009F36D3">
        <w:t xml:space="preserve"> </w:t>
      </w:r>
      <w:r w:rsidRPr="009F36D3">
        <w:rPr>
          <w:cs/>
          <w:lang w:bidi="bn-IN"/>
        </w:rPr>
        <w:t xml:space="preserve">ছিলেন ইমাম এবং তিনিই তার পবিত্র </w:t>
      </w:r>
      <w:r w:rsidRPr="009F36D3">
        <w:rPr>
          <w:cs/>
          <w:lang w:bidi="bn-IN"/>
        </w:rPr>
        <w:lastRenderedPageBreak/>
        <w:t>হাতে আমার জখমে হাত</w:t>
      </w:r>
      <w:r w:rsidRPr="009F36D3">
        <w:t xml:space="preserve"> </w:t>
      </w:r>
      <w:r w:rsidRPr="009F36D3">
        <w:rPr>
          <w:cs/>
          <w:lang w:bidi="bn-IN"/>
        </w:rPr>
        <w:t xml:space="preserve">বুলিয়েছিলেন। তারা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আমাদেরকে দেখতে দাও।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যখন ইসমাইল</w:t>
      </w:r>
      <w:r w:rsidRPr="009F36D3">
        <w:t xml:space="preserve"> </w:t>
      </w:r>
      <w:r w:rsidRPr="009F36D3">
        <w:rPr>
          <w:cs/>
          <w:lang w:bidi="bn-IN"/>
        </w:rPr>
        <w:t>তাদেরকে তার উরু দেখালো</w:t>
      </w:r>
      <w:r w:rsidRPr="009F36D3">
        <w:t xml:space="preserve">, </w:t>
      </w:r>
      <w:r w:rsidRPr="009F36D3">
        <w:rPr>
          <w:cs/>
          <w:lang w:bidi="bn-IN"/>
        </w:rPr>
        <w:t>সেখানে একটা দাগ পর্যন্ত ছিলো না।</w:t>
      </w:r>
      <w:r w:rsidRPr="009F36D3">
        <w:t xml:space="preserve"> </w:t>
      </w:r>
      <w:r w:rsidRPr="009F36D3">
        <w:rPr>
          <w:cs/>
          <w:lang w:bidi="bn-IN"/>
        </w:rPr>
        <w:t>জনগণ তার জামা ছিড়ঁতে লাগলো তাবাররুকের জন্য এবং পরে অন্যরা</w:t>
      </w:r>
      <w:r w:rsidRPr="009F36D3">
        <w:t xml:space="preserve"> </w:t>
      </w:r>
      <w:r w:rsidRPr="009F36D3">
        <w:rPr>
          <w:cs/>
          <w:lang w:bidi="bn-IN"/>
        </w:rPr>
        <w:t>যাতে তার কাছে পৌঁছাতে না পারে তাই তাকে ট্রেজারীতে নিয়ে গেলো।</w:t>
      </w:r>
      <w:r w:rsidRPr="009F36D3">
        <w:t xml:space="preserve"> </w:t>
      </w:r>
      <w:r w:rsidRPr="009F36D3">
        <w:rPr>
          <w:cs/>
          <w:lang w:bidi="bn-IN"/>
        </w:rPr>
        <w:t>এরপর খলিফার প্রতিনিধি এলো এবং তাকে ঘটনা সম্পর্কে জিজ্ঞেস</w:t>
      </w:r>
      <w:r w:rsidRPr="009F36D3">
        <w:t xml:space="preserve"> </w:t>
      </w:r>
      <w:r w:rsidRPr="009F36D3">
        <w:rPr>
          <w:cs/>
          <w:lang w:bidi="bn-IN"/>
        </w:rPr>
        <w:t>করলো । তার পারিবারিক পরিচিতি</w:t>
      </w:r>
      <w:r w:rsidRPr="009F36D3">
        <w:t xml:space="preserve">, </w:t>
      </w:r>
      <w:r w:rsidRPr="009F36D3">
        <w:rPr>
          <w:cs/>
          <w:lang w:bidi="bn-IN"/>
        </w:rPr>
        <w:t>তার দেশের বাড়ী</w:t>
      </w:r>
      <w:r w:rsidRPr="009F36D3">
        <w:t xml:space="preserve">, </w:t>
      </w:r>
      <w:r w:rsidRPr="009F36D3">
        <w:rPr>
          <w:cs/>
          <w:lang w:bidi="bn-IN"/>
        </w:rPr>
        <w:t>বাগদাদ থেকে</w:t>
      </w:r>
      <w:r w:rsidRPr="009F36D3">
        <w:t xml:space="preserve"> </w:t>
      </w:r>
      <w:r w:rsidRPr="009F36D3">
        <w:rPr>
          <w:cs/>
          <w:lang w:bidi="bn-IN"/>
        </w:rPr>
        <w:t>প্রথম সপ্তাহে সে কী উদ্দেশ্যে বের হয়েছিলো সে সম্পর্কে।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পরদিন সকালে ইসমাইল এক বড় ভীড় এর মাঝ দিয়ে তার</w:t>
      </w:r>
      <w:r w:rsidRPr="009F36D3">
        <w:t xml:space="preserve"> </w:t>
      </w:r>
      <w:r w:rsidRPr="009F36D3">
        <w:rPr>
          <w:cs/>
          <w:lang w:bidi="bn-IN"/>
        </w:rPr>
        <w:t>দোয়া দরুদ পড়তে পড়তে সামাররা শহর ত্যাগ করলো। পথে সে এক</w:t>
      </w:r>
      <w:r w:rsidRPr="009F36D3">
        <w:t xml:space="preserve"> </w:t>
      </w:r>
      <w:r w:rsidRPr="009F36D3">
        <w:rPr>
          <w:cs/>
          <w:lang w:bidi="bn-IN"/>
        </w:rPr>
        <w:t>জায়গায় এসে পৌঁছালো যেখানে অনেক লোক জমা হয়েছিলো এবং তারা</w:t>
      </w:r>
      <w:r w:rsidRPr="009F36D3">
        <w:t xml:space="preserve"> </w:t>
      </w:r>
      <w:r w:rsidRPr="009F36D3">
        <w:rPr>
          <w:cs/>
          <w:lang w:bidi="bn-IN"/>
        </w:rPr>
        <w:t>তার নাম</w:t>
      </w:r>
      <w:r w:rsidRPr="009F36D3">
        <w:t xml:space="preserve">, </w:t>
      </w:r>
      <w:r w:rsidRPr="009F36D3">
        <w:rPr>
          <w:cs/>
          <w:lang w:bidi="bn-IN"/>
        </w:rPr>
        <w:t>বংশধারা এবং কোন জায়গা থেকে এসেছে এসব জিজ্ঞেস</w:t>
      </w:r>
      <w:r w:rsidRPr="009F36D3">
        <w:t xml:space="preserve"> </w:t>
      </w:r>
      <w:r w:rsidRPr="009F36D3">
        <w:rPr>
          <w:cs/>
          <w:lang w:bidi="bn-IN"/>
        </w:rPr>
        <w:t>করলো। যখন তারা তাকে আগে উল্লেখিত নিদর্শন দেখে চিনতে পারলো</w:t>
      </w:r>
      <w:r w:rsidRPr="009F36D3">
        <w:t xml:space="preserve"> </w:t>
      </w:r>
      <w:r w:rsidRPr="009F36D3">
        <w:rPr>
          <w:cs/>
          <w:lang w:bidi="bn-IN"/>
        </w:rPr>
        <w:t>তারা তার জামা ছিঁড়তে শুরু করলো তাবাররুক হিসেবে নেবার জন্য।</w:t>
      </w:r>
      <w:r w:rsidRPr="009F36D3">
        <w:t xml:space="preserve"> </w:t>
      </w:r>
      <w:r w:rsidRPr="009F36D3">
        <w:rPr>
          <w:cs/>
          <w:lang w:bidi="bn-IN"/>
        </w:rPr>
        <w:t>খলিফার প্রতিনিধি ঘটনাটির বিশদ বিবরণ লিখে বাগদাদে পাঠিয়ে ছিলো।</w:t>
      </w:r>
      <w:r w:rsidRPr="009F36D3">
        <w:t xml:space="preserve"> </w:t>
      </w:r>
      <w:r w:rsidRPr="009F36D3">
        <w:rPr>
          <w:cs/>
          <w:lang w:bidi="bn-IN"/>
        </w:rPr>
        <w:t>মন্ত্রী</w:t>
      </w:r>
      <w:r w:rsidRPr="009F36D3">
        <w:t xml:space="preserve"> </w:t>
      </w:r>
      <w:r w:rsidRPr="009F36D3">
        <w:rPr>
          <w:cs/>
          <w:lang w:bidi="bn-IN"/>
        </w:rPr>
        <w:t>সৈয়দ রাযী উদ্দীনকে ডেকে পাঠালো ঘটনার সত্যতা জানার জন্য।</w:t>
      </w:r>
      <w:r w:rsidRPr="009F36D3">
        <w:t xml:space="preserve"> </w:t>
      </w:r>
      <w:r w:rsidRPr="009F36D3">
        <w:rPr>
          <w:cs/>
          <w:lang w:bidi="bn-IN"/>
        </w:rPr>
        <w:t>যখন রাযিউদ্দীন (যে ছিলো ইসমাইলের সাথী ও সমর্থকরা ছাড়ার আগে</w:t>
      </w:r>
      <w:r w:rsidRPr="009F36D3">
        <w:t xml:space="preserve"> </w:t>
      </w:r>
      <w:r w:rsidRPr="009F36D3">
        <w:rPr>
          <w:cs/>
          <w:lang w:bidi="bn-IN"/>
        </w:rPr>
        <w:t>ইসমাইলের মেযবান) এবং অন্যরা ইসমাইলকে দেখলো তারা নেমে</w:t>
      </w:r>
      <w:r w:rsidRPr="009F36D3">
        <w:t xml:space="preserve"> </w:t>
      </w:r>
      <w:r w:rsidRPr="009F36D3">
        <w:rPr>
          <w:cs/>
          <w:lang w:bidi="bn-IN"/>
        </w:rPr>
        <w:t>এলো। যখন ইসমাইল তাদেরকে তার উরু দেখালো রাযিউদ্দীন প্রায় এক</w:t>
      </w:r>
      <w:r w:rsidRPr="009F36D3">
        <w:t xml:space="preserve"> </w:t>
      </w:r>
      <w:r w:rsidRPr="009F36D3">
        <w:rPr>
          <w:cs/>
          <w:lang w:bidi="bn-IN"/>
        </w:rPr>
        <w:t>ঘন্টার জন্য অজ্ঞান হয়ে পড়ে রইলো। জ্ঞান ফেরার পর সে ইসমাইলের</w:t>
      </w:r>
      <w:r w:rsidRPr="009F36D3">
        <w:t xml:space="preserve"> </w:t>
      </w:r>
      <w:r w:rsidRPr="009F36D3">
        <w:rPr>
          <w:cs/>
          <w:lang w:bidi="bn-IN"/>
        </w:rPr>
        <w:t xml:space="preserve">হাত ধরে তাকে মন্ত্রীর কাছে নিয়ে গেলো। রাযিউদ্দীন কেঁদে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>আমার ভাই এবং সব মানুষের মাঝে সে আমার সবচেয়ে প্রিয়।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মন্ত্রী ইসমাইলের কাছ থেকে ঘটনা সম্পর্কে জানতে চাইলো এবং</w:t>
      </w:r>
      <w:r w:rsidRPr="009F36D3">
        <w:t xml:space="preserve"> </w:t>
      </w:r>
      <w:r w:rsidRPr="009F36D3">
        <w:rPr>
          <w:cs/>
          <w:lang w:bidi="bn-IN"/>
        </w:rPr>
        <w:t>সেও তার পুরো বর্ণনা দিলো। মন্ত্রী সেই ডাক্তারদের ডেকে পাঠালো যারা</w:t>
      </w:r>
      <w:r w:rsidRPr="009F36D3">
        <w:t xml:space="preserve"> </w:t>
      </w:r>
      <w:r w:rsidRPr="009F36D3">
        <w:rPr>
          <w:cs/>
          <w:lang w:bidi="bn-IN"/>
        </w:rPr>
        <w:t xml:space="preserve">আগে ইসমাইলকে দেখেছিলো। যখন তারা এলো জিজ্ঞেস করলো-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কখন</w:t>
      </w:r>
      <w:r w:rsidRPr="009F36D3">
        <w:t xml:space="preserve"> </w:t>
      </w:r>
      <w:r w:rsidRPr="009F36D3">
        <w:rPr>
          <w:cs/>
          <w:lang w:bidi="bn-IN"/>
        </w:rPr>
        <w:t>আপনারা তার জখম শেষবারের মত দেখেছিলেন</w:t>
      </w:r>
      <w:r w:rsidRPr="009F36D3">
        <w:t xml:space="preserve">? </w:t>
      </w:r>
      <w:r w:rsidRPr="009F36D3">
        <w:rPr>
          <w:cs/>
          <w:lang w:bidi="bn-IN"/>
        </w:rPr>
        <w:t xml:space="preserve">তারা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দশ দিন</w:t>
      </w:r>
      <w:r w:rsidRPr="009F36D3">
        <w:t xml:space="preserve"> </w:t>
      </w:r>
      <w:r w:rsidRPr="009F36D3">
        <w:rPr>
          <w:cs/>
          <w:lang w:bidi="bn-IN"/>
        </w:rPr>
        <w:t>আগে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মন্ত্রী ইসমাইলের উরু দেখলো এবং যখন ডাক্তাররা এর কোন</w:t>
      </w:r>
      <w:r w:rsidRPr="009F36D3">
        <w:t xml:space="preserve"> </w:t>
      </w:r>
      <w:r w:rsidRPr="009F36D3">
        <w:rPr>
          <w:cs/>
          <w:lang w:bidi="bn-IN"/>
        </w:rPr>
        <w:t xml:space="preserve">চিহ্ন দেখতে পেলো না তারা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এটিতো মসিহর কাজ।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মন্ত্রী</w:t>
      </w:r>
      <w:r w:rsidRPr="009F36D3">
        <w:t xml:space="preserve"> </w:t>
      </w:r>
      <w:r w:rsidRPr="009F36D3">
        <w:rPr>
          <w:cs/>
          <w:lang w:bidi="bn-IN"/>
        </w:rPr>
        <w:t>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আমরা জানি কে এ কাজটি করেছেন।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মন্ত্রী ইসমাইলকে খলিফার সামনে নিয়ে গেলো</w:t>
      </w:r>
      <w:r w:rsidRPr="009F36D3">
        <w:t xml:space="preserve">, </w:t>
      </w:r>
      <w:r w:rsidRPr="009F36D3">
        <w:rPr>
          <w:cs/>
          <w:lang w:bidi="bn-IN"/>
        </w:rPr>
        <w:t>খলিফা</w:t>
      </w:r>
      <w:r w:rsidRPr="009F36D3">
        <w:t xml:space="preserve"> </w:t>
      </w:r>
      <w:r w:rsidRPr="009F36D3">
        <w:rPr>
          <w:cs/>
          <w:lang w:bidi="bn-IN"/>
        </w:rPr>
        <w:t>ইসমাইলকে ঘটনার বর্ণনা দিতে বললো এবং ইসমাইল তার খুটিনাটিু</w:t>
      </w:r>
      <w:r w:rsidRPr="009F36D3">
        <w:t xml:space="preserve"> </w:t>
      </w:r>
      <w:r w:rsidRPr="009F36D3">
        <w:rPr>
          <w:cs/>
          <w:lang w:bidi="bn-IN"/>
        </w:rPr>
        <w:t>বর্ণনা দিলো যা ঘটেছে। যখন খলিফা ইসমাইলকে এক হাজার দিনার</w:t>
      </w:r>
      <w:r w:rsidRPr="009F36D3">
        <w:t xml:space="preserve"> </w:t>
      </w:r>
      <w:r w:rsidRPr="009F36D3">
        <w:rPr>
          <w:cs/>
          <w:lang w:bidi="bn-IN"/>
        </w:rPr>
        <w:t xml:space="preserve">উপহার দিলেন ইসমাইল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কিভাবে আমি এ উপহারের এক</w:t>
      </w:r>
      <w:r w:rsidRPr="009F36D3">
        <w:t xml:space="preserve"> </w:t>
      </w:r>
      <w:r w:rsidRPr="009F36D3">
        <w:rPr>
          <w:cs/>
          <w:lang w:bidi="bn-IN"/>
        </w:rPr>
        <w:t>অংশও নিতে সাহস করবো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খলিফা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কাকে তুমি ভয় পাও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 xml:space="preserve">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যিনি আমাকে সুস্থ</w:t>
      </w:r>
      <w:r w:rsidRPr="009F36D3">
        <w:t xml:space="preserve"> </w:t>
      </w:r>
      <w:r w:rsidRPr="009F36D3">
        <w:rPr>
          <w:cs/>
          <w:lang w:bidi="bn-IN"/>
        </w:rPr>
        <w:t>করেছেন তাকে</w:t>
      </w:r>
      <w:r w:rsidRPr="009F36D3">
        <w:t xml:space="preserve">, </w:t>
      </w:r>
      <w:r w:rsidRPr="009F36D3">
        <w:rPr>
          <w:cs/>
          <w:lang w:bidi="bn-IN"/>
        </w:rPr>
        <w:t>কারণ তিনি আমাকে নিষেধ</w:t>
      </w:r>
      <w:r w:rsidRPr="009F36D3">
        <w:t xml:space="preserve"> </w:t>
      </w:r>
      <w:r w:rsidRPr="009F36D3">
        <w:rPr>
          <w:cs/>
          <w:lang w:bidi="bn-IN"/>
        </w:rPr>
        <w:t>করেছেন আপনার কাছ থেকে কিছু নিতে।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 কথা শুনে খলিফা কাদতেঁ</w:t>
      </w:r>
      <w:r w:rsidRPr="009F36D3">
        <w:t xml:space="preserve"> </w:t>
      </w:r>
      <w:r w:rsidRPr="009F36D3">
        <w:rPr>
          <w:cs/>
          <w:lang w:bidi="bn-IN"/>
        </w:rPr>
        <w:t>শুরু করলো।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আলী ইবনে ঈসা বলেন- আমি একবার এ ঘটনা বর্ণনা করছিলাম একটি</w:t>
      </w:r>
      <w:r w:rsidRPr="009F36D3">
        <w:t xml:space="preserve"> </w:t>
      </w:r>
      <w:r w:rsidRPr="009F36D3">
        <w:rPr>
          <w:cs/>
          <w:lang w:bidi="bn-IN"/>
        </w:rPr>
        <w:t>দলের কাছে যারা আমার চারদিকে বসে ছিলো। ইসমাইলের ছেলে</w:t>
      </w:r>
      <w:r w:rsidRPr="009F36D3">
        <w:t xml:space="preserve"> </w:t>
      </w:r>
      <w:r w:rsidRPr="009F36D3">
        <w:rPr>
          <w:cs/>
          <w:lang w:bidi="bn-IN"/>
        </w:rPr>
        <w:t>শামসুদ্দিনও সেখানে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ছিলো কিন্তু তখন আমি তাকে চিনতাম না।</w:t>
      </w:r>
      <w:r w:rsidRPr="009F36D3">
        <w:t xml:space="preserve"> </w:t>
      </w:r>
      <w:r w:rsidRPr="009F36D3">
        <w:rPr>
          <w:cs/>
          <w:lang w:bidi="bn-IN"/>
        </w:rPr>
        <w:t xml:space="preserve">শামসুদ্দিন বললো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ইসমাইলের ছেলে।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তুমি কি তোমার বাবার উরুতে জখমটি দেখেছিলে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সে</w:t>
      </w:r>
      <w:r w:rsidRPr="009F36D3">
        <w:t xml:space="preserve"> </w:t>
      </w:r>
      <w:r w:rsidRPr="009F36D3">
        <w:rPr>
          <w:cs/>
          <w:lang w:bidi="bn-IN"/>
        </w:rPr>
        <w:t xml:space="preserve">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সে সময় আমি শিশু ছিলাম। কিন্তু আমি আমার বাবা-মা</w:t>
      </w:r>
      <w:r w:rsidRPr="009F36D3">
        <w:t xml:space="preserve">, </w:t>
      </w:r>
      <w:r w:rsidRPr="009F36D3">
        <w:rPr>
          <w:cs/>
          <w:lang w:bidi="bn-IN"/>
        </w:rPr>
        <w:t>আত্মিয়-স্বজন ও প্রতিবেশীদের কাছে এ বিষয়ে শুনেছি এবং জায়গাটি</w:t>
      </w:r>
      <w:r w:rsidRPr="009F36D3">
        <w:t xml:space="preserve"> </w:t>
      </w:r>
      <w:r w:rsidRPr="009F36D3">
        <w:rPr>
          <w:cs/>
          <w:lang w:bidi="bn-IN"/>
        </w:rPr>
        <w:t>দেখেছি তা সুস্থ হয়ে যাবার পর। আমি কোন জখমের চিহ্ন সেখানে দেখি</w:t>
      </w:r>
      <w:r w:rsidRPr="009F36D3">
        <w:t xml:space="preserve"> </w:t>
      </w:r>
      <w:r w:rsidRPr="009F36D3">
        <w:rPr>
          <w:cs/>
          <w:lang w:bidi="bn-IN"/>
        </w:rPr>
        <w:t>নি এবং সেখানে লোম গজিয়ে গেছে।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আলী ইবনে ঈসা আরও বললেন- আমি এ ঘটনা সম্পর্কে জিজ্ঞেস</w:t>
      </w:r>
      <w:r w:rsidRPr="009F36D3">
        <w:t xml:space="preserve"> </w:t>
      </w:r>
      <w:r w:rsidRPr="009F36D3">
        <w:rPr>
          <w:cs/>
          <w:lang w:bidi="bn-IN"/>
        </w:rPr>
        <w:t>করেছিলাম সাইয়্যেদ সাফিউদ্দীন মুহাম্মাদ ইবনে মুহাম্মাদ এবং নাজমুদ্দীন</w:t>
      </w:r>
      <w:r w:rsidRPr="009F36D3">
        <w:t xml:space="preserve"> </w:t>
      </w:r>
      <w:r w:rsidRPr="009F36D3">
        <w:rPr>
          <w:cs/>
          <w:lang w:bidi="bn-IN"/>
        </w:rPr>
        <w:t>হায়দার ইবনে আমিরের কাছেও এবং তারা আমাকে এ সম্পর্কে জানিয়েছে</w:t>
      </w:r>
      <w:r w:rsidRPr="009F36D3">
        <w:t xml:space="preserve"> </w:t>
      </w:r>
      <w:r w:rsidRPr="009F36D3">
        <w:rPr>
          <w:cs/>
          <w:lang w:bidi="bn-IN"/>
        </w:rPr>
        <w:t xml:space="preserve">এবং বলেছে-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আমরা ইসমাইলকে আগেও দেখেছি এবং তার সস্থতার</w:t>
      </w:r>
      <w:r w:rsidRPr="009F36D3">
        <w:t xml:space="preserve"> </w:t>
      </w:r>
      <w:r w:rsidRPr="009F36D3">
        <w:rPr>
          <w:cs/>
          <w:lang w:bidi="bn-IN"/>
        </w:rPr>
        <w:t>পরও দেখেছি।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এছাড়া তার ছেলে আমাকে বলেছে যে তার পিতা তার সুস্থতার পরে</w:t>
      </w:r>
      <w:r w:rsidRPr="009F36D3">
        <w:t xml:space="preserve"> </w:t>
      </w:r>
      <w:r w:rsidRPr="009F36D3">
        <w:rPr>
          <w:cs/>
          <w:lang w:bidi="bn-IN"/>
        </w:rPr>
        <w:t>সামাররাতে ৪০ বার গিয়েছিলো এ আশায় যে হয়তো সে আবার তার</w:t>
      </w:r>
      <w:r w:rsidRPr="009F36D3">
        <w:t xml:space="preserve"> </w:t>
      </w:r>
      <w:r w:rsidRPr="009F36D3">
        <w:rPr>
          <w:cs/>
          <w:lang w:bidi="bn-IN"/>
        </w:rPr>
        <w:t>সাক্ষাত লাভ করবে।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দ্বিতীয়ঃ সাইয়্যেদ বাক্বী আসওয়া আলাউই হাসানী আমাকে</w:t>
      </w:r>
      <w:r w:rsidRPr="009F36D3">
        <w:t xml:space="preserve"> </w:t>
      </w:r>
      <w:r w:rsidRPr="009F36D3">
        <w:rPr>
          <w:cs/>
          <w:lang w:bidi="bn-IN"/>
        </w:rPr>
        <w:t>বলেছেন যে তার বাবা আসওয়া মাহদীর অস্তিত্ব স্বীকার করতো না। তিনি</w:t>
      </w:r>
      <w:r w:rsidRPr="009F36D3">
        <w:t xml:space="preserve"> </w:t>
      </w:r>
      <w:r w:rsidRPr="009F36D3">
        <w:rPr>
          <w:cs/>
          <w:lang w:bidi="bn-IN"/>
        </w:rPr>
        <w:t>মাঝে মাঝেই বলতেন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যখন মাহদী আসবেন এবং আমাকে সুস্থ করবেন</w:t>
      </w:r>
      <w:r w:rsidRPr="009F36D3">
        <w:t xml:space="preserve"> </w:t>
      </w:r>
      <w:r w:rsidRPr="009F36D3">
        <w:rPr>
          <w:cs/>
          <w:lang w:bidi="bn-IN"/>
        </w:rPr>
        <w:t>আমি লোকজনের কথায় (মাহদী সম্পর্কে) সাক্ষী দিবো।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আমরা যখন</w:t>
      </w:r>
      <w:r w:rsidRPr="009F36D3">
        <w:t xml:space="preserve"> </w:t>
      </w:r>
      <w:r w:rsidRPr="009F36D3">
        <w:rPr>
          <w:cs/>
          <w:lang w:bidi="bn-IN"/>
        </w:rPr>
        <w:t>সবাই এশার নামাজের জন্য একত্র হলাম আমরা আমাদের বাবার কাছ</w:t>
      </w:r>
      <w:r w:rsidRPr="009F36D3">
        <w:t xml:space="preserve"> </w:t>
      </w:r>
      <w:r w:rsidRPr="009F36D3">
        <w:rPr>
          <w:cs/>
          <w:lang w:bidi="bn-IN"/>
        </w:rPr>
        <w:t xml:space="preserve">থেকে একটি চীৎকার </w:t>
      </w:r>
      <w:r w:rsidRPr="009F36D3">
        <w:rPr>
          <w:cs/>
          <w:lang w:bidi="bn-IN"/>
        </w:rPr>
        <w:lastRenderedPageBreak/>
        <w:t>শুনতে পেলাম। আমরা তার কাছে গেলাম এবং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এই এখন ইমাম এ জায়গা দিয়ে গেছেন</w:t>
      </w:r>
      <w:r w:rsidRPr="009F36D3">
        <w:t xml:space="preserve">, </w:t>
      </w:r>
      <w:r w:rsidRPr="009F36D3">
        <w:rPr>
          <w:cs/>
          <w:lang w:bidi="bn-IN"/>
        </w:rPr>
        <w:t>তার খোঁজ কর!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আমরা সবাই তার খোঁজে বের হলাম কিন্তু কাউকে খুঁজে পেলাম না।</w:t>
      </w:r>
      <w:r w:rsidRPr="009F36D3">
        <w:t xml:space="preserve"> </w:t>
      </w:r>
      <w:r w:rsidRPr="009F36D3">
        <w:rPr>
          <w:cs/>
          <w:lang w:bidi="bn-IN"/>
        </w:rPr>
        <w:t>আমরা যখন ফিরে আসলাম তখন আমাদের বাবা বললেন-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কেউ একজন আমার কাছে এলো ও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আসওয়াহ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 xml:space="preserve">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আপনার সেবায়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মাহদী। আমি এসেছি</w:t>
      </w:r>
      <w:r w:rsidRPr="009F36D3">
        <w:t xml:space="preserve"> </w:t>
      </w:r>
      <w:r w:rsidRPr="009F36D3">
        <w:rPr>
          <w:cs/>
          <w:lang w:bidi="bn-IN"/>
        </w:rPr>
        <w:t>তোমাকে সুস্থ করতে।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তিনি তার হাত লম্বা করে দিলেন এবং আমার</w:t>
      </w:r>
      <w:r w:rsidRPr="009F36D3">
        <w:t xml:space="preserve"> </w:t>
      </w:r>
      <w:r w:rsidRPr="009F36D3">
        <w:rPr>
          <w:cs/>
          <w:lang w:bidi="bn-IN"/>
        </w:rPr>
        <w:t>উরুতে চাপ দিলেন এবং এরপর চলে গেলেন।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বর্ণনাকারী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 ঘটনার পর সে হরিণের মত দৌড়াতো এবং কোন</w:t>
      </w:r>
      <w:r w:rsidRPr="009F36D3">
        <w:t xml:space="preserve"> </w:t>
      </w:r>
      <w:r w:rsidRPr="009F36D3">
        <w:rPr>
          <w:cs/>
          <w:lang w:bidi="bn-IN"/>
        </w:rPr>
        <w:t>চিহ্নই আর দেখা যায় নি।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আলী ইবনে ঈসা বলেন</w:t>
      </w:r>
      <w:r w:rsidRPr="009F36D3">
        <w:t xml:space="preserve">, </w:t>
      </w:r>
      <w:r w:rsidRPr="009F36D3">
        <w:rPr>
          <w:cs/>
          <w:lang w:bidi="bn-IN"/>
        </w:rPr>
        <w:t>আমি এ ঘটনা সম্পর্কে সাইয়্যেদ বাক্বীর ছেলের</w:t>
      </w:r>
      <w:r w:rsidRPr="009F36D3">
        <w:t xml:space="preserve"> </w:t>
      </w:r>
      <w:r w:rsidRPr="009F36D3">
        <w:rPr>
          <w:cs/>
          <w:lang w:bidi="bn-IN"/>
        </w:rPr>
        <w:t>কাছে জিজ্ঞেস করেছিলাম এবং সেও তা স্বীকার করেছে।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85BF6" w:rsidRDefault="00585BF6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85BF6">
      <w:pPr>
        <w:pStyle w:val="Heading1Center"/>
      </w:pPr>
      <w:bookmarkStart w:id="49" w:name="_Toc451691964"/>
      <w:r w:rsidRPr="009F36D3">
        <w:rPr>
          <w:cs/>
          <w:lang w:bidi="bn-IN"/>
        </w:rPr>
        <w:lastRenderedPageBreak/>
        <w:t>ষষ্ঠ অধ্যায়</w:t>
      </w:r>
      <w:bookmarkEnd w:id="49"/>
    </w:p>
    <w:p w:rsidR="00585BF6" w:rsidRPr="006E1E70" w:rsidRDefault="00585BF6" w:rsidP="006E1E70">
      <w:r>
        <w:rPr>
          <w:lang w:bidi="bn-IN"/>
        </w:rPr>
        <w:br w:type="page"/>
      </w:r>
    </w:p>
    <w:p w:rsidR="005A057D" w:rsidRPr="009F36D3" w:rsidRDefault="005A057D" w:rsidP="00585BF6">
      <w:pPr>
        <w:pStyle w:val="Heading2Center"/>
      </w:pPr>
      <w:bookmarkStart w:id="50" w:name="_Toc451691965"/>
      <w:r w:rsidRPr="009F36D3">
        <w:rPr>
          <w:cs/>
          <w:lang w:bidi="bn-IN"/>
        </w:rPr>
        <w:lastRenderedPageBreak/>
        <w:t>গাইবাত (আত্মগোপন)-এর হাদীস</w:t>
      </w:r>
      <w:bookmarkEnd w:id="50"/>
      <w:r w:rsidRPr="009F36D3">
        <w:t xml:space="preserve"> </w:t>
      </w:r>
    </w:p>
    <w:p w:rsidR="00585BF6" w:rsidRDefault="00585BF6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(৪৪৭ পৃষ্ঠায়)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সিমতাঈন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ইমাম মুহাম্মাদ বাকীর</w:t>
      </w:r>
      <w:r w:rsidRPr="009F36D3">
        <w:t xml:space="preserve"> (</w:t>
      </w:r>
      <w:r w:rsidRPr="009F36D3">
        <w:rPr>
          <w:cs/>
          <w:lang w:bidi="bn-IN"/>
        </w:rPr>
        <w:t>আঃ)-এর কাছ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এবং তিনি বর্ণনা করেন তার পিতা থেকে যিনি বর্ণনা করেন আলী</w:t>
      </w:r>
      <w:r w:rsidRPr="009F36D3">
        <w:t xml:space="preserve"> </w:t>
      </w:r>
      <w:r w:rsidRPr="009F36D3">
        <w:rPr>
          <w:cs/>
          <w:lang w:bidi="bn-IN"/>
        </w:rPr>
        <w:t>ইবনে আবি তালিব (আঃ) থেকে এবং তিনি রাসূল (সাঃ) থেকে যে</w:t>
      </w:r>
      <w:r w:rsidRPr="009F36D3">
        <w:t xml:space="preserve">,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থেকে। তার জন্য একটি আত্মগোপনকাল</w:t>
      </w:r>
      <w:r w:rsidRPr="009F36D3">
        <w:t xml:space="preserve"> </w:t>
      </w:r>
      <w:r w:rsidRPr="009F36D3">
        <w:rPr>
          <w:cs/>
          <w:lang w:bidi="bn-IN"/>
        </w:rPr>
        <w:t>থাকবে। যখন সে আবির্ভূত হবে সে পৃথিবীকে সাম্য ও ন্যায়</w:t>
      </w:r>
      <w:r w:rsidRPr="009F36D3">
        <w:t xml:space="preserve"> </w:t>
      </w:r>
      <w:r w:rsidRPr="009F36D3">
        <w:rPr>
          <w:cs/>
          <w:lang w:bidi="bn-IN"/>
        </w:rPr>
        <w:t>বিচার দিয়ে পূর্ণ করে দিবে যেমনভাবে তা নৃশংসতা ও নিপীড়নে</w:t>
      </w:r>
      <w:r w:rsidRPr="009F36D3">
        <w:t xml:space="preserve"> </w:t>
      </w:r>
      <w:r w:rsidRPr="009F36D3">
        <w:rPr>
          <w:cs/>
          <w:lang w:bidi="bn-IN"/>
        </w:rPr>
        <w:t>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৪৪৮ পৃষ্ঠায় এর লেখক সাঈদ ইবনে জুবায়ের থেকে এবং</w:t>
      </w:r>
      <w:r w:rsidRPr="009F36D3">
        <w:t xml:space="preserve"> </w:t>
      </w:r>
      <w:r w:rsidRPr="009F36D3">
        <w:rPr>
          <w:cs/>
          <w:lang w:bidi="bn-IN"/>
        </w:rPr>
        <w:t>তিনি ইবনে আব্বাস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আলী আমার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ওয়াসী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তার বংশ থেকে আসবে প্রতীক্ষিত</w:t>
      </w:r>
      <w:r w:rsidRPr="009F36D3">
        <w:t xml:space="preserve"> </w:t>
      </w:r>
      <w:r w:rsidRPr="009F36D3">
        <w:rPr>
          <w:cs/>
          <w:lang w:bidi="bn-IN"/>
        </w:rPr>
        <w:t>ক্বায়েম</w:t>
      </w:r>
      <w:r w:rsidRPr="009F36D3">
        <w:t xml:space="preserve">, </w:t>
      </w:r>
      <w:r w:rsidRPr="009F36D3">
        <w:rPr>
          <w:cs/>
          <w:lang w:bidi="bn-IN"/>
        </w:rPr>
        <w:t>মাহদী</w:t>
      </w:r>
      <w:r w:rsidRPr="009F36D3">
        <w:t xml:space="preserve">, </w:t>
      </w:r>
      <w:r w:rsidRPr="009F36D3">
        <w:rPr>
          <w:cs/>
          <w:lang w:bidi="bn-IN"/>
        </w:rPr>
        <w:t>যে পৃথিবীকে সাম্য ও ন্যায়বিচারে পূর্ণ করে দিবে</w:t>
      </w:r>
      <w:r w:rsidRPr="009F36D3">
        <w:t xml:space="preserve"> </w:t>
      </w:r>
      <w:r w:rsidRPr="009F36D3">
        <w:rPr>
          <w:cs/>
          <w:lang w:bidi="bn-IN"/>
        </w:rPr>
        <w:t>যেভাবে তা নৃশংসতা ও নিপীড়নে পূর্ণ ছিলো। আমি আল্লাহর</w:t>
      </w:r>
      <w:r w:rsidRPr="009F36D3">
        <w:t xml:space="preserve"> </w:t>
      </w:r>
      <w:r w:rsidRPr="009F36D3">
        <w:rPr>
          <w:cs/>
          <w:lang w:bidi="bn-IN"/>
        </w:rPr>
        <w:t>নামে শপথ করছি যিনি আামকে সতর্ককারী ও সুসংবাদ দানকারী</w:t>
      </w:r>
      <w:r w:rsidRPr="009F36D3">
        <w:t xml:space="preserve"> </w:t>
      </w:r>
      <w:r w:rsidRPr="009F36D3">
        <w:rPr>
          <w:cs/>
          <w:lang w:bidi="bn-IN"/>
        </w:rPr>
        <w:t>হিসেবে নিয়োগ দিয়েছেন যে</w:t>
      </w:r>
      <w:r w:rsidRPr="009F36D3">
        <w:t xml:space="preserve">, </w:t>
      </w:r>
      <w:r w:rsidRPr="009F36D3">
        <w:rPr>
          <w:cs/>
          <w:lang w:bidi="bn-IN"/>
        </w:rPr>
        <w:t>আত্মগোপনকালে মাহদীর ইমামতে</w:t>
      </w:r>
      <w:r w:rsidRPr="009F36D3">
        <w:t xml:space="preserve"> </w:t>
      </w:r>
      <w:r w:rsidRPr="009F36D3">
        <w:rPr>
          <w:cs/>
          <w:lang w:bidi="bn-IN"/>
        </w:rPr>
        <w:t>যাদের দৃঢ় বিশ্বাস থাকবে তারা লাল দিয়াশলাইয়ের চাইতেও</w:t>
      </w:r>
      <w:r w:rsidRPr="009F36D3">
        <w:t xml:space="preserve"> </w:t>
      </w:r>
      <w:r w:rsidRPr="009F36D3">
        <w:rPr>
          <w:cs/>
          <w:lang w:bidi="bn-IN"/>
        </w:rPr>
        <w:t>দূর্লভ হবে।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9F36D3">
        <w:rPr>
          <w:cs/>
          <w:lang w:bidi="bn-IN"/>
        </w:rPr>
        <w:t>তখন জাবের ইবনে আব্দুল্লাহ আনসারী দাঁড়ালেন এবং বললেন-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রাসূলুল্লাহ</w:t>
      </w:r>
      <w:r w:rsidRPr="009F36D3">
        <w:t xml:space="preserve">, </w:t>
      </w:r>
      <w:r w:rsidRPr="009F36D3">
        <w:rPr>
          <w:cs/>
          <w:lang w:bidi="bn-IN"/>
        </w:rPr>
        <w:t xml:space="preserve">আপনার বংশ থেকে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কি কোন</w:t>
      </w:r>
      <w:r w:rsidRPr="009F36D3">
        <w:t xml:space="preserve"> </w:t>
      </w:r>
      <w:r w:rsidRPr="009F36D3">
        <w:rPr>
          <w:cs/>
          <w:lang w:bidi="bn-IN"/>
        </w:rPr>
        <w:t>আত্মগোপনকাল থাকবে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হ্যাঁ</w:t>
      </w:r>
      <w:r w:rsidRPr="009F36D3">
        <w:t xml:space="preserve">, </w:t>
      </w:r>
      <w:r w:rsidRPr="009F36D3">
        <w:rPr>
          <w:cs/>
          <w:lang w:bidi="bn-IN"/>
        </w:rPr>
        <w:t>আমি আল্লাহর</w:t>
      </w:r>
      <w:r w:rsidRPr="009F36D3">
        <w:t xml:space="preserve"> </w:t>
      </w:r>
      <w:r w:rsidRPr="009F36D3">
        <w:rPr>
          <w:cs/>
          <w:lang w:bidi="bn-IN"/>
        </w:rPr>
        <w:t>নামে শপথ করছি যে সে বিশ্বাসীদের পরীক্ষা করবে এবং</w:t>
      </w:r>
      <w:r w:rsidRPr="009F36D3">
        <w:t xml:space="preserve"> </w:t>
      </w:r>
      <w:r w:rsidRPr="009F36D3">
        <w:rPr>
          <w:cs/>
          <w:lang w:bidi="bn-IN"/>
        </w:rPr>
        <w:t>অবিশ্বাসীদের ধ্বংস করবে (তার আত্মগোপনের মাধ্যমে)।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জাবির</w:t>
      </w:r>
      <w:r w:rsidRPr="009F36D3">
        <w:t xml:space="preserve">, </w:t>
      </w:r>
      <w:r w:rsidRPr="009F36D3">
        <w:rPr>
          <w:cs/>
          <w:lang w:bidi="bn-IN"/>
        </w:rPr>
        <w:t>এ বিষয়টি ঐশী বিষয় এবং এ</w:t>
      </w:r>
      <w:r w:rsidRPr="009F36D3">
        <w:t xml:space="preserve"> </w:t>
      </w:r>
      <w:r w:rsidRPr="009F36D3">
        <w:rPr>
          <w:cs/>
          <w:lang w:bidi="bn-IN"/>
        </w:rPr>
        <w:t>রহস্যটি ঐশী রহস্য। তাই এ বিষয়ে কোন সন্দেহ থেকে সর্তক</w:t>
      </w:r>
      <w:r w:rsidRPr="009F36D3">
        <w:t xml:space="preserve"> </w:t>
      </w:r>
      <w:r w:rsidRPr="009F36D3">
        <w:rPr>
          <w:cs/>
          <w:lang w:bidi="bn-IN"/>
        </w:rPr>
        <w:t>থাকো। কারণ ঐশী বিষয়ে সন্দেহ পোষণ করা ধর্মদ্রোহীতা।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পৃষ্ঠায় লেখক হাসান ইবনে খালিদ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এবং তিনি আলী ইবনে মূসা রিদা (আঃ) থেকে বর্ণনা করেন যে</w:t>
      </w:r>
      <w:r w:rsidRPr="009F36D3">
        <w:t xml:space="preserve">, 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আল্লাহ পৃথিবী থেকে প্রত্যেক নৃশংসতা ও নিপীড়নকে মুছে</w:t>
      </w:r>
      <w:r w:rsidRPr="009F36D3">
        <w:t xml:space="preserve"> </w:t>
      </w:r>
      <w:r w:rsidRPr="009F36D3">
        <w:rPr>
          <w:cs/>
          <w:lang w:bidi="bn-IN"/>
        </w:rPr>
        <w:t>ফেলবেন আমার চতুর্থতম বংশের সন্তানের হাতে যে হবে সর্বশ্রেষ্ঠ</w:t>
      </w:r>
      <w:r w:rsidRPr="009F36D3">
        <w:t xml:space="preserve"> </w:t>
      </w:r>
      <w:r w:rsidRPr="009F36D3">
        <w:rPr>
          <w:cs/>
          <w:lang w:bidi="bn-IN"/>
        </w:rPr>
        <w:t>দাসীর সন্তান। সে হবে সেই ব্যক্তি যার জন্ম হওয়া সম্পর্কে</w:t>
      </w:r>
      <w:r w:rsidRPr="009F36D3">
        <w:t xml:space="preserve"> </w:t>
      </w:r>
      <w:r w:rsidRPr="009F36D3">
        <w:rPr>
          <w:cs/>
          <w:lang w:bidi="bn-IN"/>
        </w:rPr>
        <w:t>লোকেরা সন্দেহ পোষণ করবে। সে সেই ব্যক্তি যে আত্মগোপনে</w:t>
      </w:r>
      <w:r w:rsidRPr="009F36D3">
        <w:t xml:space="preserve"> </w:t>
      </w:r>
      <w:r w:rsidRPr="009F36D3">
        <w:rPr>
          <w:cs/>
          <w:lang w:bidi="bn-IN"/>
        </w:rPr>
        <w:t>যাবে। যখন সে আবির্ভূত হবে পৃথিবী তার রবের আলোতে</w:t>
      </w:r>
      <w:r w:rsidRPr="009F36D3">
        <w:t xml:space="preserve"> </w:t>
      </w:r>
      <w:r w:rsidRPr="009F36D3">
        <w:rPr>
          <w:cs/>
          <w:lang w:bidi="bn-IN"/>
        </w:rPr>
        <w:t>আলোকিত হয়ে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(৪৫৪ পৃষ্ঠায়) লেখক আহমাদ ইবনে যাইদ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করেছেন এবং তিনি দেবেল ইবনে আলী খুযাঈ থেকে তিনি ইমাম</w:t>
      </w:r>
      <w:r w:rsidRPr="009F36D3">
        <w:t xml:space="preserve"> </w:t>
      </w:r>
      <w:r w:rsidRPr="009F36D3">
        <w:rPr>
          <w:cs/>
          <w:lang w:bidi="bn-IN"/>
        </w:rPr>
        <w:t>রিদার (আঃ) সামনে উপস্থিত ছিলেন এবং একটি কবিতা আবৃত্তি</w:t>
      </w:r>
      <w:r w:rsidRPr="009F36D3">
        <w:t xml:space="preserve"> </w:t>
      </w:r>
      <w:r w:rsidRPr="009F36D3">
        <w:rPr>
          <w:cs/>
          <w:lang w:bidi="bn-IN"/>
        </w:rPr>
        <w:t xml:space="preserve">করেছিলেন যা </w:t>
      </w:r>
      <w:r w:rsidRPr="00585BF6">
        <w:rPr>
          <w:rStyle w:val="libArChar"/>
          <w:rFonts w:hint="cs"/>
          <w:rtl/>
        </w:rPr>
        <w:t>تاء</w:t>
      </w:r>
      <w:r w:rsidRPr="009F36D3">
        <w:rPr>
          <w:cs/>
          <w:lang w:bidi="bn-IN"/>
        </w:rPr>
        <w:t xml:space="preserve"> তে শেষ হয়েছিলো</w:t>
      </w:r>
      <w:r w:rsidRPr="009F36D3">
        <w:t xml:space="preserve">, </w:t>
      </w:r>
      <w:r w:rsidRPr="009F36D3">
        <w:rPr>
          <w:cs/>
          <w:lang w:bidi="bn-IN"/>
        </w:rPr>
        <w:t>তিনি বলেন- ইমাম রিদা (আঃ)</w:t>
      </w:r>
      <w:r w:rsidRPr="009F36D3">
        <w:t xml:space="preserve"> </w:t>
      </w:r>
      <w:r w:rsidRPr="009F36D3">
        <w:rPr>
          <w:cs/>
          <w:lang w:bidi="bn-IN"/>
        </w:rPr>
        <w:t xml:space="preserve">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পরে ইমাম হচ্ছে আমার সন্তান মুহাম্মাদ এবং তার পরে</w:t>
      </w:r>
      <w:r w:rsidRPr="009F36D3">
        <w:t xml:space="preserve"> </w:t>
      </w:r>
      <w:r w:rsidRPr="009F36D3">
        <w:rPr>
          <w:cs/>
          <w:lang w:bidi="bn-IN"/>
        </w:rPr>
        <w:t>ইমাম হবে তার সন্তান আলী। তার পরে আসবে হাসান এবং হাসানের পর</w:t>
      </w:r>
      <w:r w:rsidRPr="009F36D3">
        <w:t xml:space="preserve"> </w:t>
      </w:r>
      <w:r w:rsidRPr="009F36D3">
        <w:rPr>
          <w:cs/>
          <w:lang w:bidi="bn-IN"/>
        </w:rPr>
        <w:t>আসবে হুজ্জাত আল ক্বায়েম</w:t>
      </w:r>
      <w:r w:rsidRPr="009F36D3">
        <w:t xml:space="preserve">, </w:t>
      </w:r>
      <w:r w:rsidRPr="009F36D3">
        <w:rPr>
          <w:cs/>
          <w:lang w:bidi="bn-IN"/>
        </w:rPr>
        <w:t>যার আত্মগোপনের সময় জনগণ তার জন্য</w:t>
      </w:r>
      <w:r w:rsidRPr="009F36D3">
        <w:t xml:space="preserve"> </w:t>
      </w:r>
      <w:r w:rsidRPr="009F36D3">
        <w:rPr>
          <w:cs/>
          <w:lang w:bidi="bn-IN"/>
        </w:rPr>
        <w:t>অপেক্ষা করবে এবং যাকে মানা হবে তার আবির্ভাবের সময়। সে</w:t>
      </w:r>
      <w:r w:rsidRPr="009F36D3">
        <w:t xml:space="preserve"> </w:t>
      </w:r>
      <w:r w:rsidRPr="009F36D3">
        <w:rPr>
          <w:cs/>
          <w:lang w:bidi="bn-IN"/>
        </w:rPr>
        <w:t>পৃথিবীকে সাম্য ও ন্যায়বিচারে পূর্ণ করে দিবে ঠিক যেভাবে তা নৃশংসতা</w:t>
      </w:r>
      <w:r w:rsidRPr="009F36D3">
        <w:t xml:space="preserve"> </w:t>
      </w:r>
      <w:r w:rsidRPr="009F36D3">
        <w:rPr>
          <w:cs/>
          <w:lang w:bidi="bn-IN"/>
        </w:rPr>
        <w:t>ও নিপীড়নে পূর্ণ ছিলো। তার উত্থান সম্পর্কে আমার বাবা আমার</w:t>
      </w:r>
      <w:r w:rsidRPr="009F36D3">
        <w:t xml:space="preserve"> </w:t>
      </w:r>
      <w:r w:rsidRPr="009F36D3">
        <w:rPr>
          <w:cs/>
          <w:lang w:bidi="bn-IN"/>
        </w:rPr>
        <w:t>পিতামহদের কাছ থেকে বর্ণনা করেছেন যে রাসূল (সাঃ)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(আবির্ভাবের) উদাহরণ হবে কিয়ামতের</w:t>
      </w:r>
      <w:r w:rsidRPr="009F36D3">
        <w:t xml:space="preserve"> </w:t>
      </w:r>
      <w:r w:rsidRPr="009F36D3">
        <w:rPr>
          <w:cs/>
          <w:lang w:bidi="bn-IN"/>
        </w:rPr>
        <w:t>মত যা হঠাৎ ঘটবে।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উক্ত বইয়ের লেখক (৪৮৮ পৃষ্ঠায়) বর্ণনা করেছেন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গায়াতুল</w:t>
      </w:r>
      <w:r w:rsidRPr="009F36D3">
        <w:t xml:space="preserve"> </w:t>
      </w:r>
      <w:r w:rsidRPr="009F36D3">
        <w:rPr>
          <w:cs/>
          <w:lang w:bidi="bn-IN"/>
        </w:rPr>
        <w:t>মারাম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 xml:space="preserve">থেকে যা বর্ণনা করেছে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থেকে এবং তা</w:t>
      </w:r>
      <w:r w:rsidRPr="009F36D3">
        <w:t xml:space="preserve"> </w:t>
      </w:r>
      <w:r w:rsidRPr="009F36D3">
        <w:rPr>
          <w:cs/>
          <w:lang w:bidi="bn-IN"/>
        </w:rPr>
        <w:t>জাবের ইবনে আব্দুল্লাহ আনসারী থেকে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 আসবে। তার নাম ও ডাক নাম</w:t>
      </w:r>
      <w:r w:rsidRPr="009F36D3">
        <w:t xml:space="preserve"> </w:t>
      </w:r>
      <w:r w:rsidRPr="009F36D3">
        <w:rPr>
          <w:cs/>
          <w:lang w:bidi="bn-IN"/>
        </w:rPr>
        <w:t>আমার নাম ও ডাক নামের মত হবে। সব মানুষের মধ্যে সে</w:t>
      </w:r>
      <w:r w:rsidRPr="009F36D3">
        <w:t xml:space="preserve"> </w:t>
      </w:r>
      <w:r w:rsidRPr="009F36D3">
        <w:rPr>
          <w:cs/>
          <w:lang w:bidi="bn-IN"/>
        </w:rPr>
        <w:t>চেহারায় ও চরিত্রে হবে আমার সবচেয়ে নিকটবর্তী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তার এক</w:t>
      </w:r>
      <w:r w:rsidRPr="009F36D3">
        <w:t xml:space="preserve"> </w:t>
      </w:r>
      <w:r w:rsidRPr="009F36D3">
        <w:rPr>
          <w:cs/>
          <w:lang w:bidi="bn-IN"/>
        </w:rPr>
        <w:t>আত্মগোপনকাল থাকবে যার কারণে জাতিসমূহ পথভ্রষ্ট হবে।</w:t>
      </w:r>
      <w:r w:rsidRPr="009F36D3">
        <w:t xml:space="preserve"> </w:t>
      </w:r>
      <w:r w:rsidRPr="009F36D3">
        <w:rPr>
          <w:cs/>
          <w:lang w:bidi="bn-IN"/>
        </w:rPr>
        <w:t>মাহদী একটি জলজ্বলে</w:t>
      </w:r>
      <w:r w:rsidRPr="009F36D3">
        <w:t xml:space="preserve"> </w:t>
      </w:r>
      <w:r w:rsidRPr="009F36D3">
        <w:rPr>
          <w:cs/>
          <w:lang w:bidi="bn-IN"/>
        </w:rPr>
        <w:t>তারার মত আবির্ভূত হবে এবং পৃথিবীকে</w:t>
      </w:r>
      <w:r w:rsidRPr="009F36D3">
        <w:t xml:space="preserve"> </w:t>
      </w:r>
      <w:r w:rsidRPr="009F36D3">
        <w:rPr>
          <w:cs/>
          <w:lang w:bidi="bn-IN"/>
        </w:rPr>
        <w:t>সাম্য ও ন্যায়বিচারে পূর্ণ করে দিবে ঠিক যেভাবে নৃশংসতা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আবার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একই পৃষ্ঠায় তিনি (শেইখ</w:t>
      </w:r>
      <w:r w:rsidRPr="009F36D3">
        <w:t xml:space="preserve"> </w:t>
      </w:r>
      <w:r w:rsidRPr="009F36D3">
        <w:rPr>
          <w:cs/>
          <w:lang w:bidi="bn-IN"/>
        </w:rPr>
        <w:t xml:space="preserve">কুনদুযী)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তা ইমাম বাকীর</w:t>
      </w:r>
      <w:r w:rsidRPr="009F36D3">
        <w:t xml:space="preserve"> (</w:t>
      </w:r>
      <w:r w:rsidRPr="009F36D3">
        <w:rPr>
          <w:cs/>
          <w:lang w:bidi="bn-IN"/>
        </w:rPr>
        <w:t>আঃ) থেকে</w:t>
      </w:r>
      <w:r w:rsidRPr="009F36D3">
        <w:t xml:space="preserve">, </w:t>
      </w:r>
      <w:r w:rsidRPr="009F36D3">
        <w:rPr>
          <w:cs/>
          <w:lang w:bidi="bn-IN"/>
        </w:rPr>
        <w:t>তিনি তার পিতৃপুরুষদের কাছ থেকে তারা আলী ইবনে আবি তালিব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থেকে। তার জন্য থাকবে একটি</w:t>
      </w:r>
      <w:r w:rsidRPr="009F36D3">
        <w:t xml:space="preserve"> </w:t>
      </w:r>
      <w:r w:rsidRPr="009F36D3">
        <w:rPr>
          <w:cs/>
          <w:lang w:bidi="bn-IN"/>
        </w:rPr>
        <w:t>আত্মগোপনকাল যার কারণে জাতিসমূহ পথভ্রষ্ট হবে। সে</w:t>
      </w:r>
      <w:r w:rsidRPr="009F36D3">
        <w:t xml:space="preserve"> </w:t>
      </w:r>
      <w:r w:rsidRPr="009F36D3">
        <w:rPr>
          <w:cs/>
          <w:lang w:bidi="bn-IN"/>
        </w:rPr>
        <w:t>পৃথিবীকে সাম্য ও ন্যায়বিচার দিয়ে পূর্ণ করে দিবে যেভাবে তা</w:t>
      </w:r>
      <w:r w:rsidRPr="009F36D3">
        <w:t xml:space="preserve"> </w:t>
      </w:r>
      <w:r w:rsidRPr="009F36D3">
        <w:rPr>
          <w:cs/>
          <w:lang w:bidi="bn-IN"/>
        </w:rPr>
        <w:t>নৃশংসতা ও নিপীড়নে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৪৯৩ পৃষ্ঠায় তিনি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মানাকেব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বর্ণনা করেন যা</w:t>
      </w:r>
      <w:r w:rsidRPr="009F36D3">
        <w:t xml:space="preserve"> </w:t>
      </w:r>
      <w:r w:rsidRPr="009F36D3">
        <w:rPr>
          <w:cs/>
          <w:lang w:bidi="bn-IN"/>
        </w:rPr>
        <w:t>ইমাম বাক্বীর (আঃ) থেকে বর্ণনা করে যে রাসূলুল্লাহ (সাঃ) বলেছেনঃ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রহমতপ্রাপ্ত সে যে আমার আহলে বায়েতের ক্বায়েমকে অনুভব</w:t>
      </w:r>
      <w:r w:rsidRPr="009F36D3">
        <w:t xml:space="preserve"> </w:t>
      </w:r>
      <w:r w:rsidRPr="009F36D3">
        <w:rPr>
          <w:cs/>
          <w:lang w:bidi="bn-IN"/>
        </w:rPr>
        <w:t>করবে এবং তাকে ইমাম বলে বিশ্বাস করবে তার</w:t>
      </w:r>
      <w:r w:rsidRPr="009F36D3">
        <w:t xml:space="preserve"> </w:t>
      </w:r>
      <w:r w:rsidRPr="009F36D3">
        <w:rPr>
          <w:cs/>
          <w:lang w:bidi="bn-IN"/>
        </w:rPr>
        <w:t>আত্মগোপনকালে (আবির্ভাবের আগে) এবং তার বন্ধুদের সাথে</w:t>
      </w:r>
      <w:r w:rsidRPr="009F36D3">
        <w:t xml:space="preserve"> </w:t>
      </w:r>
      <w:r w:rsidRPr="009F36D3">
        <w:rPr>
          <w:cs/>
          <w:lang w:bidi="bn-IN"/>
        </w:rPr>
        <w:t>বন্ধুত্ব করে এবং তার শত্রুদের পরিত্যাগ করে। এ ধরনের ব্যক্তি</w:t>
      </w:r>
      <w:r w:rsidRPr="009F36D3">
        <w:t xml:space="preserve"> </w:t>
      </w:r>
      <w:r w:rsidRPr="009F36D3">
        <w:rPr>
          <w:cs/>
          <w:lang w:bidi="bn-IN"/>
        </w:rPr>
        <w:t>আমার প্রেমিক ও সাথীদের অন্তর্ভূক্ত হবে এবং বিচার দিবসে</w:t>
      </w:r>
      <w:r w:rsidRPr="009F36D3">
        <w:t xml:space="preserve"> </w:t>
      </w:r>
      <w:r w:rsidRPr="009F36D3">
        <w:rPr>
          <w:cs/>
          <w:lang w:bidi="bn-IN"/>
        </w:rPr>
        <w:t>তারা হবে আমার লোকদের মধ্যে শ্রেষ্ঠ।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লেখক আবু বাসীর থেকে বর্ণনা করেন তিনি বর্ণনা করেন</w:t>
      </w:r>
      <w:r w:rsidRPr="009F36D3">
        <w:t xml:space="preserve"> </w:t>
      </w:r>
      <w:r w:rsidRPr="009F36D3">
        <w:rPr>
          <w:cs/>
          <w:lang w:bidi="bn-IN"/>
        </w:rPr>
        <w:t>ইমাম জাফর সাদিক থেকে তিনি তার প্রপিতামহ থেকে যিনি বর্ণনা করেন</w:t>
      </w:r>
      <w:r w:rsidRPr="009F36D3">
        <w:t xml:space="preserve"> </w:t>
      </w:r>
      <w:r w:rsidRPr="009F36D3">
        <w:rPr>
          <w:cs/>
          <w:lang w:bidi="bn-IN"/>
        </w:rPr>
        <w:t>আলী ইবনে আবি তালিব (আঃ) থেকে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থেকে। তার নাম হবে আমার নামের মত</w:t>
      </w:r>
      <w:r w:rsidRPr="009F36D3">
        <w:t xml:space="preserve"> </w:t>
      </w:r>
      <w:r w:rsidRPr="009F36D3">
        <w:rPr>
          <w:cs/>
          <w:lang w:bidi="bn-IN"/>
        </w:rPr>
        <w:t>এবং তার ডাকনাম হবে আমার ডাক নামের মত। সব মানুষের</w:t>
      </w:r>
      <w:r w:rsidRPr="009F36D3">
        <w:t xml:space="preserve"> </w:t>
      </w:r>
      <w:r w:rsidRPr="009F36D3">
        <w:rPr>
          <w:cs/>
          <w:lang w:bidi="bn-IN"/>
        </w:rPr>
        <w:t>মধ্য থেকে সেই হবে চেহারায় ও চরিত্রে আমার সবচেয়ে</w:t>
      </w:r>
      <w:r w:rsidRPr="009F36D3">
        <w:t xml:space="preserve"> </w:t>
      </w:r>
      <w:r w:rsidRPr="009F36D3">
        <w:rPr>
          <w:cs/>
          <w:lang w:bidi="bn-IN"/>
        </w:rPr>
        <w:t>নিকটবর্তী। তার একটি আত্মগোপনকাল থাকবে। যার কারণে</w:t>
      </w:r>
      <w:r w:rsidRPr="009F36D3">
        <w:t xml:space="preserve"> </w:t>
      </w:r>
      <w:r w:rsidRPr="009F36D3">
        <w:rPr>
          <w:cs/>
          <w:lang w:bidi="bn-IN"/>
        </w:rPr>
        <w:t>জনগণ তাদের ধর্ম থেকে বিচ্যুত হয়ে যাবে। তখন মাহদী</w:t>
      </w:r>
      <w:r w:rsidRPr="009F36D3">
        <w:t xml:space="preserve"> </w:t>
      </w:r>
      <w:r w:rsidRPr="009F36D3">
        <w:rPr>
          <w:cs/>
          <w:lang w:bidi="bn-IN"/>
        </w:rPr>
        <w:t>আবির্ভূত হবে জ্বলজ্বলে তারার মত এবং পৃথিবীকে পূর্ণ করে দিবে</w:t>
      </w:r>
      <w:r w:rsidRPr="009F36D3">
        <w:t xml:space="preserve"> </w:t>
      </w:r>
      <w:r w:rsidRPr="009F36D3">
        <w:rPr>
          <w:cs/>
          <w:lang w:bidi="bn-IN"/>
        </w:rPr>
        <w:t>সাম্য ও ন্যায়বিচার দিয়ে ঠিক যেভাবে তা নৃশংসতা ও নিপীড়নে</w:t>
      </w:r>
      <w:r w:rsidRPr="009F36D3">
        <w:t xml:space="preserve"> </w:t>
      </w:r>
      <w:r w:rsidRPr="009F36D3">
        <w:rPr>
          <w:cs/>
          <w:lang w:bidi="bn-IN"/>
        </w:rPr>
        <w:t>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বইতে একই রকম একটি হাদীস আবু বাসীর থেকে দেখা যায় শুধু</w:t>
      </w:r>
      <w:r w:rsidRPr="009F36D3">
        <w:t xml:space="preserve"> </w:t>
      </w:r>
      <w:r w:rsidRPr="009F36D3">
        <w:rPr>
          <w:cs/>
          <w:lang w:bidi="bn-IN"/>
        </w:rPr>
        <w:t xml:space="preserve">এ পাথর্ক্য সহকারে-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এক জ্বলজ্বলে তারার মত আবির্ভূত হবে</w:t>
      </w:r>
      <w:r w:rsidRPr="009F36D3">
        <w:t xml:space="preserve"> </w:t>
      </w:r>
      <w:r w:rsidRPr="009F36D3">
        <w:rPr>
          <w:cs/>
          <w:lang w:bidi="bn-IN"/>
        </w:rPr>
        <w:t>এবং তার সাথে আনবে নবীর রিয্ক।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(৪৯৪) পৃষ্ঠায় আবু বাসীর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করেছেন এবং তিনি বর্ণনা করেছেন জাবির ইবনে ইয়াযীদ</w:t>
      </w:r>
      <w:r w:rsidRPr="009F36D3">
        <w:t xml:space="preserve"> </w:t>
      </w:r>
      <w:r w:rsidRPr="009F36D3">
        <w:rPr>
          <w:cs/>
          <w:lang w:bidi="bn-IN"/>
        </w:rPr>
        <w:t>জআফী থেকে যে- আমি জাবির ইবনে আব্দুল্লাহ আনসারীকে বলতে</w:t>
      </w:r>
      <w:r w:rsidRPr="009F36D3">
        <w:t xml:space="preserve"> </w:t>
      </w:r>
      <w:r w:rsidRPr="009F36D3">
        <w:rPr>
          <w:cs/>
          <w:lang w:bidi="bn-IN"/>
        </w:rPr>
        <w:t>শুনেছি যে- রাসূলুল্লাহ (সাঃ) আমাকে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জাবির</w:t>
      </w:r>
      <w:r w:rsidRPr="009F36D3">
        <w:t xml:space="preserve">, </w:t>
      </w:r>
      <w:r w:rsidRPr="009F36D3">
        <w:rPr>
          <w:cs/>
          <w:lang w:bidi="bn-IN"/>
        </w:rPr>
        <w:t>আমার ওয়াসীগণ এবং আমার পরে মুসলমানদের</w:t>
      </w:r>
      <w:r w:rsidRPr="009F36D3">
        <w:t xml:space="preserve"> </w:t>
      </w:r>
      <w:r w:rsidRPr="009F36D3">
        <w:rPr>
          <w:cs/>
          <w:lang w:bidi="bn-IN"/>
        </w:rPr>
        <w:t>ইমামরা হচ্ছে আলী</w:t>
      </w:r>
      <w:r w:rsidRPr="009F36D3">
        <w:t xml:space="preserve">, </w:t>
      </w:r>
      <w:r w:rsidRPr="009F36D3">
        <w:rPr>
          <w:cs/>
          <w:lang w:bidi="bn-IN"/>
        </w:rPr>
        <w:t>হাসান</w:t>
      </w:r>
      <w:r w:rsidRPr="009F36D3">
        <w:t xml:space="preserve">, </w:t>
      </w:r>
      <w:r w:rsidRPr="009F36D3">
        <w:rPr>
          <w:cs/>
          <w:lang w:bidi="bn-IN"/>
        </w:rPr>
        <w:t>হোসেইন</w:t>
      </w:r>
      <w:r w:rsidRPr="009F36D3">
        <w:t xml:space="preserve">, </w:t>
      </w:r>
      <w:r w:rsidRPr="009F36D3">
        <w:rPr>
          <w:cs/>
          <w:lang w:bidi="bn-IN"/>
        </w:rPr>
        <w:t>আলী ইবনে হোসেইন</w:t>
      </w:r>
      <w:r w:rsidRPr="009F36D3">
        <w:t xml:space="preserve">, </w:t>
      </w:r>
      <w:r w:rsidRPr="009F36D3">
        <w:rPr>
          <w:cs/>
          <w:lang w:bidi="bn-IN"/>
        </w:rPr>
        <w:t>মুহাম্মাদ ইবনে আলী- বাক্বীর নামে বিখ্যাত। হে জাবির তুমি তার</w:t>
      </w:r>
      <w:r w:rsidRPr="009F36D3">
        <w:t xml:space="preserve"> </w:t>
      </w:r>
      <w:r w:rsidRPr="009F36D3">
        <w:rPr>
          <w:cs/>
          <w:lang w:bidi="bn-IN"/>
        </w:rPr>
        <w:t>সাক্ষাত পাবে এবং যখন পাবে আমার সালাম তার কাছে পৌছেঁ</w:t>
      </w:r>
      <w:r w:rsidRPr="009F36D3">
        <w:t xml:space="preserve"> </w:t>
      </w:r>
      <w:r w:rsidRPr="009F36D3">
        <w:rPr>
          <w:cs/>
          <w:lang w:bidi="bn-IN"/>
        </w:rPr>
        <w:t>দিও। বাকীর-এর</w:t>
      </w:r>
      <w:r w:rsidRPr="009F36D3">
        <w:t xml:space="preserve"> </w:t>
      </w:r>
      <w:r w:rsidRPr="009F36D3">
        <w:rPr>
          <w:cs/>
          <w:lang w:bidi="bn-IN"/>
        </w:rPr>
        <w:t>পর আসবে জাফর ইবনে মুহাম্মাদ</w:t>
      </w:r>
      <w:r w:rsidRPr="009F36D3">
        <w:t>,</w:t>
      </w:r>
      <w:r w:rsidRPr="009F36D3">
        <w:rPr>
          <w:cs/>
          <w:lang w:bidi="bn-IN"/>
        </w:rPr>
        <w:t xml:space="preserve"> মূসা ইবনে</w:t>
      </w:r>
      <w:r w:rsidRPr="009F36D3">
        <w:t xml:space="preserve"> </w:t>
      </w:r>
      <w:r w:rsidRPr="009F36D3">
        <w:rPr>
          <w:cs/>
          <w:lang w:bidi="bn-IN"/>
        </w:rPr>
        <w:t>জাফর</w:t>
      </w:r>
      <w:r w:rsidRPr="009F36D3">
        <w:t xml:space="preserve">, </w:t>
      </w:r>
      <w:r w:rsidRPr="009F36D3">
        <w:rPr>
          <w:cs/>
          <w:lang w:bidi="bn-IN"/>
        </w:rPr>
        <w:t>আলী ইবনে মূসা</w:t>
      </w:r>
      <w:r w:rsidRPr="009F36D3">
        <w:t>,</w:t>
      </w:r>
      <w:r w:rsidRPr="009F36D3">
        <w:rPr>
          <w:cs/>
          <w:lang w:bidi="bn-IN"/>
        </w:rPr>
        <w:t xml:space="preserve"> মুহাম্মাদ ইবনে আলী</w:t>
      </w:r>
      <w:r w:rsidRPr="009F36D3">
        <w:t xml:space="preserve">, </w:t>
      </w:r>
      <w:r w:rsidRPr="009F36D3">
        <w:rPr>
          <w:cs/>
          <w:lang w:bidi="bn-IN"/>
        </w:rPr>
        <w:t>আলী ইবনে</w:t>
      </w:r>
      <w:r w:rsidRPr="009F36D3">
        <w:t xml:space="preserve"> </w:t>
      </w:r>
      <w:r w:rsidRPr="009F36D3">
        <w:rPr>
          <w:cs/>
          <w:lang w:bidi="bn-IN"/>
        </w:rPr>
        <w:t>মুহাম্মাদ</w:t>
      </w:r>
      <w:r w:rsidRPr="009F36D3">
        <w:t xml:space="preserve">, </w:t>
      </w:r>
      <w:r w:rsidRPr="009F36D3">
        <w:rPr>
          <w:cs/>
          <w:lang w:bidi="bn-IN"/>
        </w:rPr>
        <w:t>হাসান ইবনে আলী এবং আল ক্বায়েম</w:t>
      </w:r>
      <w:r w:rsidRPr="009F36D3">
        <w:t xml:space="preserve">, </w:t>
      </w:r>
      <w:r w:rsidRPr="009F36D3">
        <w:rPr>
          <w:cs/>
          <w:lang w:bidi="bn-IN"/>
        </w:rPr>
        <w:t>যার নাম ও ডাক</w:t>
      </w:r>
      <w:r w:rsidRPr="009F36D3">
        <w:t xml:space="preserve"> </w:t>
      </w:r>
      <w:r w:rsidRPr="009F36D3">
        <w:rPr>
          <w:cs/>
          <w:lang w:bidi="bn-IN"/>
        </w:rPr>
        <w:t xml:space="preserve">নাম আমার নাম ও ডাক নামের অনুরূপ।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হাসান ইবনে</w:t>
      </w:r>
      <w:r w:rsidRPr="009F36D3">
        <w:t xml:space="preserve"> </w:t>
      </w:r>
      <w:r w:rsidRPr="009F36D3">
        <w:rPr>
          <w:cs/>
          <w:lang w:bidi="bn-IN"/>
        </w:rPr>
        <w:t>আলীর সন্তান।</w:t>
      </w:r>
      <w:r w:rsidRPr="009F36D3">
        <w:t xml:space="preserve"> </w:t>
      </w:r>
      <w:r w:rsidRPr="009F36D3">
        <w:rPr>
          <w:cs/>
          <w:lang w:bidi="bn-IN"/>
        </w:rPr>
        <w:t>মাহদী হলো সেই ব্যক্তি যা পূর্ব ও পশ্চিমের উপর</w:t>
      </w:r>
      <w:r w:rsidRPr="009F36D3">
        <w:t xml:space="preserve"> </w:t>
      </w:r>
      <w:r w:rsidRPr="009F36D3">
        <w:rPr>
          <w:cs/>
          <w:lang w:bidi="bn-IN"/>
        </w:rPr>
        <w:t>বিজয় লাভ করবে। মাহদী হলো সেই ব্যক্তি যে তার সাথীদের</w:t>
      </w:r>
      <w:r w:rsidRPr="009F36D3">
        <w:t xml:space="preserve"> </w:t>
      </w:r>
      <w:r w:rsidRPr="009F36D3">
        <w:rPr>
          <w:cs/>
          <w:lang w:bidi="bn-IN"/>
        </w:rPr>
        <w:t>দৃষ্টি থেকে আত্মগোপন করবে। কোন ব্যক্তি তার ইমামতে দঢ়ৃ</w:t>
      </w:r>
      <w:r w:rsidRPr="009F36D3">
        <w:t xml:space="preserve"> </w:t>
      </w:r>
      <w:r w:rsidRPr="009F36D3">
        <w:rPr>
          <w:cs/>
          <w:lang w:bidi="bn-IN"/>
        </w:rPr>
        <w:t>বিশ্বাস রাখবে না শুধু তারা ছাড়া যাদের হৃদয়ের বিশ্বাসকে</w:t>
      </w:r>
      <w:r w:rsidRPr="009F36D3">
        <w:t xml:space="preserve"> </w:t>
      </w:r>
      <w:r w:rsidRPr="009F36D3">
        <w:rPr>
          <w:cs/>
          <w:lang w:bidi="bn-IN"/>
        </w:rPr>
        <w:t>আল্লাহ</w:t>
      </w:r>
      <w:r w:rsidRPr="009F36D3">
        <w:t xml:space="preserve"> </w:t>
      </w:r>
      <w:r w:rsidRPr="009F36D3">
        <w:rPr>
          <w:cs/>
          <w:lang w:bidi="bn-IN"/>
        </w:rPr>
        <w:t>পরীক্ষা করে নিয়েছেন।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85BF6" w:rsidRDefault="00585BF6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85BF6">
      <w:pPr>
        <w:pStyle w:val="Heading2Center"/>
      </w:pPr>
      <w:bookmarkStart w:id="51" w:name="_Toc451691966"/>
      <w:r w:rsidRPr="009F36D3">
        <w:rPr>
          <w:cs/>
          <w:lang w:bidi="bn-IN"/>
        </w:rPr>
        <w:lastRenderedPageBreak/>
        <w:t>মাহদী (আঃ) ও তার আত্মগোপনের ধরন</w:t>
      </w:r>
      <w:bookmarkEnd w:id="51"/>
      <w:r w:rsidRPr="009F36D3">
        <w:t xml:space="preserve"> </w:t>
      </w:r>
    </w:p>
    <w:p w:rsidR="00585BF6" w:rsidRDefault="00585BF6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ইবনে বাবউইয়্যাহ বর্ণনা করেন সাদ ইবনে আব্দুল্লাহ (যিনি ইমাম</w:t>
      </w:r>
      <w:r w:rsidRPr="009F36D3">
        <w:t xml:space="preserve"> </w:t>
      </w:r>
      <w:r w:rsidRPr="009F36D3">
        <w:rPr>
          <w:cs/>
          <w:lang w:bidi="bn-IN"/>
        </w:rPr>
        <w:t>হাসান আসকারীর মৃত্যু ও দাফন অনুষ্ঠানে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ছিলেন) থেকে-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অসংখ্য মানুষ ইমাম হাসান আসকারীর দাফন অনুষ্ঠানে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হয়েছিলো তাই কারো পক্ষে একত্রে কোন মিথ্যা তৈরী করা সম্ভব</w:t>
      </w:r>
      <w:r w:rsidRPr="009F36D3">
        <w:t xml:space="preserve"> </w:t>
      </w:r>
      <w:r w:rsidRPr="009F36D3">
        <w:rPr>
          <w:cs/>
          <w:lang w:bidi="bn-IN"/>
        </w:rPr>
        <w:t>নয়।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বর্ণনাকারী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২৮৮ হিজরীতে যখন ইমাম হাসান</w:t>
      </w:r>
      <w:r w:rsidRPr="009F36D3">
        <w:t xml:space="preserve"> </w:t>
      </w:r>
      <w:r w:rsidRPr="009F36D3">
        <w:rPr>
          <w:cs/>
          <w:lang w:bidi="bn-IN"/>
        </w:rPr>
        <w:t>আসকারীর মৃত্যুর পর ২৮ বছর পার হয়ে গেছে আমরা আহমাদ ইবনে</w:t>
      </w:r>
      <w:r w:rsidRPr="009F36D3">
        <w:t xml:space="preserve"> </w:t>
      </w:r>
      <w:r w:rsidRPr="009F36D3">
        <w:rPr>
          <w:cs/>
          <w:lang w:bidi="bn-IN"/>
        </w:rPr>
        <w:t>ওবায়দুল্লাহ ইবনে খাকান- এর সামনে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হলাম। সে ছিলো কোমে</w:t>
      </w:r>
      <w:r w:rsidRPr="009F36D3">
        <w:t xml:space="preserve"> </w:t>
      </w:r>
      <w:r w:rsidRPr="009F36D3">
        <w:rPr>
          <w:cs/>
          <w:lang w:bidi="bn-IN"/>
        </w:rPr>
        <w:t>খলিফার প্রতিনিধি</w:t>
      </w:r>
      <w:r w:rsidRPr="009F36D3">
        <w:t xml:space="preserve">, </w:t>
      </w:r>
      <w:r w:rsidRPr="009F36D3">
        <w:rPr>
          <w:cs/>
          <w:lang w:bidi="bn-IN"/>
        </w:rPr>
        <w:t>রাজস্ব আদায়ের দায়িত্ব ছিলো তার উপর। সেই</w:t>
      </w:r>
      <w:r w:rsidRPr="009F36D3">
        <w:t xml:space="preserve"> </w:t>
      </w:r>
      <w:r w:rsidRPr="009F36D3">
        <w:rPr>
          <w:cs/>
          <w:lang w:bidi="bn-IN"/>
        </w:rPr>
        <w:t>জমায়েতে আবু তালিবের বংশধর যারা সামাররার অধিবাসী ছিলো তাদের</w:t>
      </w:r>
      <w:r w:rsidRPr="009F36D3">
        <w:t xml:space="preserve"> </w:t>
      </w:r>
      <w:r w:rsidRPr="009F36D3">
        <w:rPr>
          <w:cs/>
          <w:lang w:bidi="bn-IN"/>
        </w:rPr>
        <w:t>সম্পর্কে ও তাদের বিশ্বাস</w:t>
      </w:r>
      <w:r w:rsidRPr="009F36D3">
        <w:t xml:space="preserve">, </w:t>
      </w:r>
      <w:r w:rsidRPr="009F36D3">
        <w:rPr>
          <w:cs/>
          <w:lang w:bidi="bn-IN"/>
        </w:rPr>
        <w:t>ধার্মিকর্তা ও সাহসিকতা নিয়ে আলোচনা</w:t>
      </w:r>
      <w:r w:rsidRPr="009F36D3">
        <w:t xml:space="preserve"> </w:t>
      </w:r>
      <w:r w:rsidRPr="009F36D3">
        <w:rPr>
          <w:cs/>
          <w:lang w:bidi="bn-IN"/>
        </w:rPr>
        <w:t xml:space="preserve">হলো। আহমাদ ইবনে ওবায়দুল্লাহ বললো-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সামাররা শহরে আলাভী</w:t>
      </w:r>
      <w:r w:rsidRPr="009F36D3">
        <w:t xml:space="preserve"> (</w:t>
      </w:r>
      <w:r w:rsidRPr="009F36D3">
        <w:rPr>
          <w:cs/>
          <w:lang w:bidi="bn-IN"/>
        </w:rPr>
        <w:t>আলীর বংশধর)-দের মধ্যে আমি হাসান ইবনে আলীর মত কোন ব্যক্তির</w:t>
      </w:r>
      <w:r w:rsidRPr="009F36D3">
        <w:t xml:space="preserve"> </w:t>
      </w:r>
      <w:r w:rsidRPr="009F36D3">
        <w:rPr>
          <w:cs/>
          <w:lang w:bidi="bn-IN"/>
        </w:rPr>
        <w:t>দেখা পাই নি এবং কোন রাজার মধ্যে ও সমস্ত বনি হাশিমের মধ্যে এমন</w:t>
      </w:r>
      <w:r w:rsidRPr="009F36D3">
        <w:t xml:space="preserve"> </w:t>
      </w:r>
      <w:r w:rsidRPr="009F36D3">
        <w:rPr>
          <w:cs/>
          <w:lang w:bidi="bn-IN"/>
        </w:rPr>
        <w:t>কারো কথা শুনি নি যে পবিত্রতায়</w:t>
      </w:r>
      <w:r w:rsidRPr="009F36D3">
        <w:t xml:space="preserve">, </w:t>
      </w:r>
      <w:r w:rsidRPr="009F36D3">
        <w:rPr>
          <w:cs/>
          <w:lang w:bidi="bn-IN"/>
        </w:rPr>
        <w:t>ব্যক্তিত্বে</w:t>
      </w:r>
      <w:r w:rsidRPr="009F36D3">
        <w:t xml:space="preserve">, </w:t>
      </w:r>
      <w:r w:rsidRPr="009F36D3">
        <w:rPr>
          <w:cs/>
          <w:lang w:bidi="bn-IN"/>
        </w:rPr>
        <w:t>শ্রেষ্ঠত্বে ও উদারতায় তার</w:t>
      </w:r>
      <w:r w:rsidRPr="009F36D3">
        <w:t xml:space="preserve"> </w:t>
      </w:r>
      <w:r w:rsidRPr="009F36D3">
        <w:rPr>
          <w:cs/>
          <w:lang w:bidi="bn-IN"/>
        </w:rPr>
        <w:t>মত। তাকে প্রধান লোকদের উপর গুরুত্ব দেয়া হত। একইভাবে</w:t>
      </w:r>
      <w:r w:rsidRPr="009F36D3">
        <w:t xml:space="preserve"> </w:t>
      </w:r>
      <w:r w:rsidRPr="009F36D3">
        <w:rPr>
          <w:cs/>
          <w:lang w:bidi="bn-IN"/>
        </w:rPr>
        <w:t>সেনাপতি</w:t>
      </w:r>
      <w:r w:rsidRPr="009F36D3">
        <w:t xml:space="preserve">, </w:t>
      </w:r>
      <w:r w:rsidRPr="009F36D3">
        <w:rPr>
          <w:cs/>
          <w:lang w:bidi="bn-IN"/>
        </w:rPr>
        <w:t>মন্ত্রী</w:t>
      </w:r>
      <w:r w:rsidRPr="009F36D3">
        <w:t xml:space="preserve">, </w:t>
      </w:r>
      <w:r w:rsidRPr="009F36D3">
        <w:rPr>
          <w:cs/>
          <w:lang w:bidi="bn-IN"/>
        </w:rPr>
        <w:t>লেখক ও সাধারণ জনগণ তাকে খুব শ্রদ্ধা করতো।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9F36D3">
        <w:rPr>
          <w:cs/>
          <w:lang w:bidi="bn-IN"/>
        </w:rPr>
        <w:t>যখন ইমাম হাসান আসকারী অসুস্থ হয়ে পড়লেন</w:t>
      </w:r>
      <w:r w:rsidRPr="009F36D3">
        <w:t xml:space="preserve">, </w:t>
      </w:r>
      <w:r w:rsidRPr="009F36D3">
        <w:rPr>
          <w:cs/>
          <w:lang w:bidi="bn-IN"/>
        </w:rPr>
        <w:t>খলিফা আমার</w:t>
      </w:r>
      <w:r w:rsidRPr="009F36D3">
        <w:t xml:space="preserve"> </w:t>
      </w:r>
      <w:r w:rsidRPr="009F36D3">
        <w:rPr>
          <w:cs/>
          <w:lang w:bidi="bn-IN"/>
        </w:rPr>
        <w:t>বাবাকে ডেকে পাঠালো ইমামের অসুস্থতা সম্পর্কে জানতে। আমার বাবা</w:t>
      </w:r>
      <w:r w:rsidRPr="009F36D3">
        <w:t xml:space="preserve"> </w:t>
      </w:r>
      <w:r w:rsidRPr="009F36D3">
        <w:rPr>
          <w:cs/>
          <w:lang w:bidi="bn-IN"/>
        </w:rPr>
        <w:t>সাথে সাথেই রাজধানীতে চলে গেলো এবং শীঘ্রই ফিরে এলো। তিনি</w:t>
      </w:r>
      <w:r w:rsidRPr="009F36D3">
        <w:t xml:space="preserve"> </w:t>
      </w:r>
      <w:r w:rsidRPr="009F36D3">
        <w:rPr>
          <w:cs/>
          <w:lang w:bidi="bn-IN"/>
        </w:rPr>
        <w:t>খলিফার পাঁচজন বিশেষ ও বিশ্বস্ত ব্যক্তিদের নিয়ে আসলেন যারা তার</w:t>
      </w:r>
      <w:r w:rsidRPr="009F36D3">
        <w:t xml:space="preserve"> </w:t>
      </w:r>
      <w:r w:rsidRPr="009F36D3">
        <w:rPr>
          <w:cs/>
          <w:lang w:bidi="bn-IN"/>
        </w:rPr>
        <w:t>কাছে নির্ভরযোগ্য ছিলো এবং তাদের একজন ছিলো নুহরাইর খাদেম।</w:t>
      </w:r>
      <w:r w:rsidRPr="009F36D3">
        <w:t xml:space="preserve"> </w:t>
      </w:r>
      <w:r w:rsidRPr="009F36D3">
        <w:rPr>
          <w:cs/>
          <w:lang w:bidi="bn-IN"/>
        </w:rPr>
        <w:t>তিনি এ পাঁচজন ব্যক্তিকে ইমামের বাড়ি পাহারা দিতে বললেন এবং তার</w:t>
      </w:r>
      <w:r w:rsidRPr="009F36D3">
        <w:t xml:space="preserve"> </w:t>
      </w:r>
      <w:r w:rsidRPr="009F36D3">
        <w:rPr>
          <w:cs/>
          <w:lang w:bidi="bn-IN"/>
        </w:rPr>
        <w:t>অসুস্থতা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সম্পর্কে খোঁজ খবর নিতে বললেন। তিনি বেশ ক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ডাক্তার</w:t>
      </w:r>
      <w:r w:rsidRPr="009F36D3">
        <w:t xml:space="preserve"> </w:t>
      </w:r>
      <w:r w:rsidRPr="009F36D3">
        <w:rPr>
          <w:cs/>
          <w:lang w:bidi="bn-IN"/>
        </w:rPr>
        <w:t>ডাকলেন এবং তাদেরকে প্রতিদিন সকালে ও রাতে ইমামকে দেখাশোনার</w:t>
      </w:r>
      <w:r w:rsidRPr="009F36D3">
        <w:t xml:space="preserve"> </w:t>
      </w:r>
      <w:r w:rsidRPr="009F36D3">
        <w:rPr>
          <w:cs/>
          <w:lang w:bidi="bn-IN"/>
        </w:rPr>
        <w:t>দায়িত্ব দিলেন।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দিন পর ইমামের অবস্থার অবনতি হওয়ার সংবাদ</w:t>
      </w:r>
      <w:r w:rsidRPr="009F36D3">
        <w:t xml:space="preserve"> </w:t>
      </w:r>
      <w:r w:rsidRPr="009F36D3">
        <w:rPr>
          <w:cs/>
          <w:lang w:bidi="bn-IN"/>
        </w:rPr>
        <w:t>পৌছালে আমার বাবা ছুটে গেলেন তাকে দেখতে এবং ডাক্তারদের আদেশ</w:t>
      </w:r>
      <w:r w:rsidRPr="009F36D3">
        <w:t xml:space="preserve"> </w:t>
      </w:r>
      <w:r w:rsidRPr="009F36D3">
        <w:rPr>
          <w:cs/>
          <w:lang w:bidi="bn-IN"/>
        </w:rPr>
        <w:t>দিলেন ইমামকে একা থাকতে দিতে। এরপর তিনি প্রধান কাযীকে</w:t>
      </w:r>
      <w:r w:rsidRPr="009F36D3">
        <w:t xml:space="preserve"> </w:t>
      </w:r>
      <w:r w:rsidRPr="009F36D3">
        <w:rPr>
          <w:cs/>
          <w:lang w:bidi="bn-IN"/>
        </w:rPr>
        <w:t xml:space="preserve">ডাকলেন এবং তাকে তার দশজন বিশস্ত সাথী </w:t>
      </w:r>
      <w:r w:rsidRPr="009F36D3">
        <w:rPr>
          <w:cs/>
          <w:lang w:bidi="bn-IN"/>
        </w:rPr>
        <w:lastRenderedPageBreak/>
        <w:t>আনতে আদেশ দিলেন</w:t>
      </w:r>
      <w:r w:rsidRPr="009F36D3">
        <w:t xml:space="preserve"> </w:t>
      </w:r>
      <w:r w:rsidRPr="009F36D3">
        <w:rPr>
          <w:cs/>
          <w:lang w:bidi="bn-IN"/>
        </w:rPr>
        <w:t>যারা বিশ্বাসে</w:t>
      </w:r>
      <w:r w:rsidRPr="009F36D3">
        <w:t xml:space="preserve">, </w:t>
      </w:r>
      <w:r w:rsidRPr="009F36D3">
        <w:rPr>
          <w:cs/>
          <w:lang w:bidi="bn-IN"/>
        </w:rPr>
        <w:t>আমানতদারীতে ও ধার্মিকতায় নির্ভরযোগ্য ছিলো। প্রধান</w:t>
      </w:r>
      <w:r w:rsidRPr="009F36D3">
        <w:t xml:space="preserve"> </w:t>
      </w:r>
      <w:r w:rsidRPr="009F36D3">
        <w:rPr>
          <w:cs/>
          <w:lang w:bidi="bn-IN"/>
        </w:rPr>
        <w:t>কাযী দশজনকে ডাকলেন এবং তাদেরকে ইমামের কাছে রাত দিন থাকার</w:t>
      </w:r>
      <w:r w:rsidRPr="009F36D3">
        <w:t xml:space="preserve"> </w:t>
      </w:r>
      <w:r w:rsidRPr="009F36D3">
        <w:rPr>
          <w:cs/>
          <w:lang w:bidi="bn-IN"/>
        </w:rPr>
        <w:t>আদেশ দিলেন। তারাও তার খেদমতে রইলো যতক্ষণ পর্যন্ত না ইমাম</w:t>
      </w:r>
      <w:r w:rsidRPr="009F36D3">
        <w:t xml:space="preserve"> </w:t>
      </w:r>
      <w:r w:rsidRPr="009F36D3">
        <w:rPr>
          <w:cs/>
          <w:lang w:bidi="bn-IN"/>
        </w:rPr>
        <w:t>পৃথিবী থেকে বিদায় নিলেন।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ইমাম হাসান আসকারী (আঃ) ২৬০ হিজরীর রবিউল আউয়াল</w:t>
      </w:r>
      <w:r w:rsidRPr="009F36D3">
        <w:t xml:space="preserve"> </w:t>
      </w:r>
      <w:r w:rsidRPr="009F36D3">
        <w:rPr>
          <w:cs/>
          <w:lang w:bidi="bn-IN"/>
        </w:rPr>
        <w:t>মাসে পৃথিবী থেকে বিদায় নেন। এতে সামাররাতে যেন ভূমিকম্প</w:t>
      </w:r>
      <w:r w:rsidRPr="009F36D3">
        <w:t xml:space="preserve"> </w:t>
      </w:r>
      <w:r w:rsidRPr="009F36D3">
        <w:rPr>
          <w:cs/>
          <w:lang w:bidi="bn-IN"/>
        </w:rPr>
        <w:t>সংঘটিত হলো।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খলিফা তার বেশ কিছু লোককে ইমামের বাড়িতে পাঠালেন এবং</w:t>
      </w:r>
      <w:r w:rsidRPr="009F36D3">
        <w:t xml:space="preserve"> </w:t>
      </w:r>
      <w:r w:rsidRPr="009F36D3">
        <w:rPr>
          <w:cs/>
          <w:lang w:bidi="bn-IN"/>
        </w:rPr>
        <w:t>তারা ইমামের ঘরগুলো খুঁজলো এবং যা পেলো তাতেই তালা মেরে</w:t>
      </w:r>
      <w:r w:rsidRPr="009F36D3">
        <w:t xml:space="preserve"> </w:t>
      </w:r>
      <w:r w:rsidRPr="009F36D3">
        <w:rPr>
          <w:cs/>
          <w:lang w:bidi="bn-IN"/>
        </w:rPr>
        <w:t>দিলো। তারা ইমামের সন্তানকে</w:t>
      </w:r>
      <w:r w:rsidRPr="009F36D3">
        <w:t xml:space="preserve"> </w:t>
      </w:r>
      <w:r w:rsidRPr="009F36D3">
        <w:rPr>
          <w:cs/>
          <w:lang w:bidi="bn-IN"/>
        </w:rPr>
        <w:t>খোজ করলো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তারা ধাত্রীদের নিয়ে</w:t>
      </w:r>
      <w:r w:rsidRPr="009F36D3">
        <w:t xml:space="preserve"> </w:t>
      </w:r>
      <w:r w:rsidRPr="009F36D3">
        <w:rPr>
          <w:cs/>
          <w:lang w:bidi="bn-IN"/>
        </w:rPr>
        <w:t>এলো ইমাম হাসান আসকারীর দাসীদের পরীক্ষা করার জন্য। একজন</w:t>
      </w:r>
      <w:r w:rsidRPr="009F36D3">
        <w:t xml:space="preserve"> </w:t>
      </w:r>
      <w:r w:rsidRPr="009F36D3">
        <w:rPr>
          <w:cs/>
          <w:lang w:bidi="bn-IN"/>
        </w:rPr>
        <w:t xml:space="preserve">ধাত্রী বললো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অমুক দাসী গর্ভবতী।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খলিফা হুরাইর খাদেম ও তার</w:t>
      </w:r>
      <w:r w:rsidRPr="009F36D3">
        <w:t xml:space="preserve"> </w:t>
      </w:r>
      <w:r w:rsidRPr="009F36D3">
        <w:rPr>
          <w:cs/>
          <w:lang w:bidi="bn-IN"/>
        </w:rPr>
        <w:t>সাথীদেরকে এবং অন্য মহিলাদের বললো এ দাসীর উপর নজর রাখতে।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এরপর তারা ইমামের দাফন নিয়ে ব্যস্ত হয়ে গেলো এবং পরো</w:t>
      </w:r>
      <w:r w:rsidRPr="009F36D3">
        <w:t xml:space="preserve"> </w:t>
      </w:r>
      <w:r w:rsidRPr="009F36D3">
        <w:rPr>
          <w:cs/>
          <w:lang w:bidi="bn-IN"/>
        </w:rPr>
        <w:t>শহর থমকে গেলো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বনি হাশিম</w:t>
      </w:r>
      <w:r w:rsidRPr="009F36D3">
        <w:t xml:space="preserve">, </w:t>
      </w:r>
      <w:r w:rsidRPr="009F36D3">
        <w:rPr>
          <w:cs/>
          <w:lang w:bidi="bn-IN"/>
        </w:rPr>
        <w:t>সেনাপতিগণ</w:t>
      </w:r>
      <w:r w:rsidRPr="009F36D3">
        <w:t xml:space="preserve">, </w:t>
      </w:r>
      <w:r w:rsidRPr="009F36D3">
        <w:rPr>
          <w:cs/>
          <w:lang w:bidi="bn-IN"/>
        </w:rPr>
        <w:t>লেখকগণ ও জনগণ</w:t>
      </w:r>
      <w:r w:rsidRPr="009F36D3">
        <w:t xml:space="preserve"> </w:t>
      </w:r>
      <w:r w:rsidRPr="009F36D3">
        <w:rPr>
          <w:cs/>
          <w:lang w:bidi="bn-IN"/>
        </w:rPr>
        <w:t>হযরতের জানাযায় অংশ নিলো। সেদিন সামাররাতে যেন কেয়ামতের দশ্যৃ</w:t>
      </w:r>
      <w:r w:rsidRPr="009F36D3">
        <w:t xml:space="preserve"> </w:t>
      </w:r>
      <w:r w:rsidRPr="009F36D3">
        <w:rPr>
          <w:cs/>
          <w:lang w:bidi="bn-IN"/>
        </w:rPr>
        <w:t>দেখা গেলো। যখন ইমামের দেহকে গোসল দেয়া হলো এবং কাফন</w:t>
      </w:r>
      <w:r w:rsidRPr="009F36D3">
        <w:t xml:space="preserve"> </w:t>
      </w:r>
      <w:r w:rsidRPr="009F36D3">
        <w:rPr>
          <w:cs/>
          <w:lang w:bidi="bn-IN"/>
        </w:rPr>
        <w:t>পড়ানো হলো খলিফা আবু ঈসা মুতাওয়াক্কিলকে জানাযা পড়ার জন্য</w:t>
      </w:r>
      <w:r w:rsidRPr="009F36D3">
        <w:t xml:space="preserve"> </w:t>
      </w:r>
      <w:r w:rsidRPr="009F36D3">
        <w:rPr>
          <w:cs/>
          <w:lang w:bidi="bn-IN"/>
        </w:rPr>
        <w:t>সামনে পাঠালেন। যখন আবু ঈসা ইমামের দেহের কাছে গেলো সে</w:t>
      </w:r>
      <w:r w:rsidRPr="009F36D3">
        <w:t xml:space="preserve"> </w:t>
      </w:r>
      <w:r w:rsidRPr="009F36D3">
        <w:rPr>
          <w:cs/>
          <w:lang w:bidi="bn-IN"/>
        </w:rPr>
        <w:t>কাফনের কাপড় তুলে তার চেহারাকে লোকদেরকে দেখালো এবং বললো-</w:t>
      </w:r>
      <w:r w:rsidRPr="009F36D3">
        <w:t xml:space="preserve"> </w:t>
      </w:r>
      <w:r w:rsidRPr="009F36D3">
        <w:rPr>
          <w:cs/>
          <w:lang w:bidi="bn-IN"/>
        </w:rPr>
        <w:t>এ ব্যক্তি ইমাম হাসান আসকারীর সাধারণভাবে মৃত্যু ঘটেছে। তার</w:t>
      </w:r>
      <w:r w:rsidRPr="009F36D3">
        <w:t xml:space="preserve"> </w:t>
      </w:r>
      <w:r w:rsidRPr="009F36D3">
        <w:rPr>
          <w:cs/>
          <w:lang w:bidi="bn-IN"/>
        </w:rPr>
        <w:t>অসুস্থতার সময় অমুক ডাক্তার</w:t>
      </w:r>
      <w:r w:rsidRPr="009F36D3">
        <w:t xml:space="preserve">, </w:t>
      </w:r>
      <w:r w:rsidRPr="009F36D3">
        <w:rPr>
          <w:cs/>
          <w:lang w:bidi="bn-IN"/>
        </w:rPr>
        <w:t>অমুক কাযী</w:t>
      </w:r>
      <w:r w:rsidRPr="009F36D3">
        <w:t xml:space="preserve">, </w:t>
      </w:r>
      <w:r w:rsidRPr="009F36D3">
        <w:rPr>
          <w:cs/>
          <w:lang w:bidi="bn-IN"/>
        </w:rPr>
        <w:t>অমুক বিশস্ত</w:t>
      </w:r>
      <w:r w:rsidRPr="009F36D3">
        <w:t xml:space="preserve"> </w:t>
      </w:r>
      <w:r w:rsidRPr="009F36D3">
        <w:rPr>
          <w:cs/>
          <w:lang w:bidi="bn-IN"/>
        </w:rPr>
        <w:t>ব্যক্তি এবং</w:t>
      </w:r>
      <w:r w:rsidRPr="009F36D3">
        <w:t xml:space="preserve"> </w:t>
      </w:r>
      <w:r w:rsidRPr="009F36D3">
        <w:rPr>
          <w:cs/>
          <w:lang w:bidi="bn-IN"/>
        </w:rPr>
        <w:t>অমুক ন্যায়পরায়ণ ব্যক্তি উপস্থিত</w:t>
      </w:r>
      <w:r w:rsidRPr="009F36D3">
        <w:t xml:space="preserve"> </w:t>
      </w:r>
      <w:r w:rsidRPr="009F36D3">
        <w:rPr>
          <w:cs/>
          <w:lang w:bidi="bn-IN"/>
        </w:rPr>
        <w:t>ছিলো এবং তারা সবাই এ বিষয়ে সাক্ষ্য</w:t>
      </w:r>
      <w:r w:rsidRPr="009F36D3">
        <w:t xml:space="preserve"> </w:t>
      </w:r>
      <w:r w:rsidRPr="009F36D3">
        <w:rPr>
          <w:cs/>
          <w:lang w:bidi="bn-IN"/>
        </w:rPr>
        <w:t>দিতে পারে। এরপর সে ইমামের চেহারা ঢেকে দিলো এবং জানাযা</w:t>
      </w:r>
      <w:r w:rsidRPr="009F36D3">
        <w:t xml:space="preserve"> </w:t>
      </w:r>
      <w:r w:rsidRPr="009F36D3">
        <w:rPr>
          <w:cs/>
          <w:lang w:bidi="bn-IN"/>
        </w:rPr>
        <w:t>পড়ালো এবং তার জানাযায় পাচঁ তাকবীর ছিলো। তার আদেশে ইমামের</w:t>
      </w:r>
      <w:r w:rsidRPr="009F36D3">
        <w:t xml:space="preserve"> </w:t>
      </w:r>
      <w:r w:rsidRPr="009F36D3">
        <w:rPr>
          <w:cs/>
          <w:lang w:bidi="bn-IN"/>
        </w:rPr>
        <w:t>দেহ তার বাড়ি থেকে বের করে নিয়ে তার প্রপিতামহের বাড়িতে সমাহিত</w:t>
      </w:r>
      <w:r w:rsidRPr="009F36D3">
        <w:t xml:space="preserve"> </w:t>
      </w:r>
      <w:r w:rsidRPr="009F36D3">
        <w:rPr>
          <w:cs/>
          <w:lang w:bidi="bn-IN"/>
        </w:rPr>
        <w:t>করা হলো।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হযরতের দাফনের পর এবং জনগণ চলে যাওয়ার পর খলিফা</w:t>
      </w:r>
      <w:r w:rsidRPr="009F36D3">
        <w:t xml:space="preserve"> </w:t>
      </w:r>
      <w:r w:rsidRPr="009F36D3">
        <w:rPr>
          <w:cs/>
          <w:lang w:bidi="bn-IN"/>
        </w:rPr>
        <w:t>এবং তার সাথীরা তার (ইমাম হাসান আসকারী) সন্তান</w:t>
      </w:r>
      <w:r w:rsidRPr="009F36D3">
        <w:t xml:space="preserve"> </w:t>
      </w:r>
      <w:r w:rsidRPr="009F36D3">
        <w:rPr>
          <w:cs/>
          <w:lang w:bidi="bn-IN"/>
        </w:rPr>
        <w:t>সম্পর্কে খোজঁ</w:t>
      </w:r>
      <w:r w:rsidRPr="009F36D3">
        <w:t xml:space="preserve"> </w:t>
      </w:r>
      <w:r w:rsidRPr="009F36D3">
        <w:rPr>
          <w:cs/>
          <w:lang w:bidi="bn-IN"/>
        </w:rPr>
        <w:t xml:space="preserve">খবর নিতে শুরু করলো। তারা প্রতিটি বাড়ি ভালোভাবে </w:t>
      </w:r>
      <w:r w:rsidRPr="009F36D3">
        <w:rPr>
          <w:cs/>
          <w:lang w:bidi="bn-IN"/>
        </w:rPr>
        <w:lastRenderedPageBreak/>
        <w:t>খুজে দেখলো।</w:t>
      </w:r>
      <w:r w:rsidRPr="009F36D3">
        <w:t xml:space="preserve"> </w:t>
      </w:r>
      <w:r w:rsidRPr="009F36D3">
        <w:rPr>
          <w:cs/>
          <w:lang w:bidi="bn-IN"/>
        </w:rPr>
        <w:t>হযরতের সম্পদ উত্তরাধিকারীদের কাছে বন্টন করতে তারা বাধা দিলো।</w:t>
      </w:r>
      <w:r w:rsidRPr="009F36D3">
        <w:t xml:space="preserve"> </w:t>
      </w:r>
      <w:r w:rsidRPr="009F36D3">
        <w:rPr>
          <w:cs/>
          <w:lang w:bidi="bn-IN"/>
        </w:rPr>
        <w:t>যারা ঐ দাসীর উপর নজর রাখার দায়িত্বে ছিলো তারা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বছর পর্যন্ত</w:t>
      </w:r>
      <w:r w:rsidRPr="009F36D3">
        <w:t xml:space="preserve"> </w:t>
      </w:r>
      <w:r w:rsidRPr="009F36D3">
        <w:rPr>
          <w:cs/>
          <w:lang w:bidi="bn-IN"/>
        </w:rPr>
        <w:t>তার</w:t>
      </w:r>
      <w:r w:rsidRPr="009F36D3">
        <w:t xml:space="preserve"> </w:t>
      </w:r>
      <w:r w:rsidRPr="009F36D3">
        <w:rPr>
          <w:cs/>
          <w:lang w:bidi="bn-IN"/>
        </w:rPr>
        <w:t>উপর নযর রাখলো। এরপর তারা হযরতের সম্পদ তার মা ও ভাইকে</w:t>
      </w:r>
      <w:r w:rsidRPr="009F36D3">
        <w:t xml:space="preserve"> </w:t>
      </w:r>
      <w:r w:rsidRPr="009F36D3">
        <w:rPr>
          <w:cs/>
          <w:lang w:bidi="bn-IN"/>
        </w:rPr>
        <w:t>প্রদান করলো।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ইমাম হাসান আসকারীর মা নিজেকে হযরতের ওয়াসী বলে দাবী</w:t>
      </w:r>
      <w:r w:rsidRPr="009F36D3">
        <w:t xml:space="preserve"> </w:t>
      </w:r>
      <w:r w:rsidRPr="009F36D3">
        <w:rPr>
          <w:cs/>
          <w:lang w:bidi="bn-IN"/>
        </w:rPr>
        <w:t>করলো এবং কাযীর সামনে তা প্রমাণিত হলো। কিন্তু তখনও খলিফা</w:t>
      </w:r>
      <w:r w:rsidRPr="009F36D3">
        <w:t xml:space="preserve"> </w:t>
      </w:r>
      <w:r w:rsidRPr="009F36D3">
        <w:rPr>
          <w:cs/>
          <w:lang w:bidi="bn-IN"/>
        </w:rPr>
        <w:t>যুগের ইমামকে (হযরতের সন্তানকে) খুঁজে বেড়াচ্ছিলো।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মুহাম্মাদ ইবনে হাসান তুসী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ফেহরেস্ত -এ</w:t>
      </w:r>
      <w:r w:rsidRPr="00AA6375">
        <w:rPr>
          <w:rStyle w:val="libAlaemChar"/>
        </w:rPr>
        <w:t>’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আহমাদ ইবনে</w:t>
      </w:r>
      <w:r w:rsidRPr="009F36D3">
        <w:t xml:space="preserve"> </w:t>
      </w:r>
      <w:r w:rsidRPr="009F36D3">
        <w:rPr>
          <w:cs/>
          <w:lang w:bidi="bn-IN"/>
        </w:rPr>
        <w:t>ওবায়দুল্লাহর জীবন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অধ্যায়েও রেওয়ায়েতটি এনেছেন। আহমাদ ইবনে</w:t>
      </w:r>
      <w:r w:rsidRPr="009F36D3">
        <w:t xml:space="preserve"> </w:t>
      </w:r>
      <w:r w:rsidRPr="009F36D3">
        <w:rPr>
          <w:cs/>
          <w:lang w:bidi="bn-IN"/>
        </w:rPr>
        <w:t>আব্বাস ইবনে মুহাম্মাদ ইবনে আব্দুল্লাহ নাজাশীও এ রেওয়ায়েতটি বর্ণনা</w:t>
      </w:r>
      <w:r w:rsidRPr="009F36D3">
        <w:t xml:space="preserve"> </w:t>
      </w:r>
      <w:r w:rsidRPr="009F36D3">
        <w:rPr>
          <w:cs/>
          <w:lang w:bidi="bn-IN"/>
        </w:rPr>
        <w:t>করেছেন।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মুহাম্মাদ ইবনে মুহাম্মাদ ইবনে নুমান (শেইখ মুফিদ) তার বই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ইরশাদ-এ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ইমাম হাসান আসকারী ২৬০ হিজরীর রবিউল</w:t>
      </w:r>
      <w:r w:rsidRPr="009F36D3">
        <w:t xml:space="preserve"> </w:t>
      </w:r>
      <w:r w:rsidRPr="009F36D3">
        <w:rPr>
          <w:cs/>
          <w:lang w:bidi="bn-IN"/>
        </w:rPr>
        <w:t>আউয়াল প্রথম দিন অসুস্থ হন এবং ইন্তেকাল করেন ৮ই রবিউল আউয়াল</w:t>
      </w:r>
      <w:r w:rsidRPr="009F36D3">
        <w:t xml:space="preserve"> </w:t>
      </w:r>
      <w:r w:rsidRPr="009F36D3">
        <w:rPr>
          <w:cs/>
          <w:lang w:bidi="bn-IN"/>
        </w:rPr>
        <w:t>শুক্রবার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ইন্তেকালের সময় ইমাম হাসান আসকারীর বয়স ছিলো ২৮</w:t>
      </w:r>
      <w:r w:rsidRPr="009F36D3">
        <w:t xml:space="preserve"> </w:t>
      </w:r>
      <w:r w:rsidRPr="009F36D3">
        <w:rPr>
          <w:cs/>
          <w:lang w:bidi="bn-IN"/>
        </w:rPr>
        <w:t>বছর। তাকে একই বাড়িতে দাফন করা হয়</w:t>
      </w:r>
      <w:r w:rsidRPr="009F36D3">
        <w:t xml:space="preserve">, </w:t>
      </w:r>
      <w:r w:rsidRPr="009F36D3">
        <w:rPr>
          <w:cs/>
          <w:lang w:bidi="bn-IN"/>
        </w:rPr>
        <w:t>যা সামররাতে ছিলো।</w:t>
      </w:r>
      <w:r w:rsidRPr="009F36D3">
        <w:t xml:space="preserve"> </w:t>
      </w:r>
      <w:r w:rsidRPr="009F36D3">
        <w:rPr>
          <w:cs/>
          <w:lang w:bidi="bn-IN"/>
        </w:rPr>
        <w:t>যেখানে তার প্রপিতামহ সমাধিত ছিলেন। ইমাম হাসান আসকারী (আঃ)</w:t>
      </w:r>
      <w:r w:rsidRPr="009F36D3">
        <w:t xml:space="preserve"> </w:t>
      </w:r>
      <w:r w:rsidRPr="009F36D3">
        <w:rPr>
          <w:cs/>
          <w:lang w:bidi="bn-IN"/>
        </w:rPr>
        <w:t>তার সন্তানের জন্ম হওয়াকে গোপন রেখেছিলেন এবং তার বিষয়টি ঢেকে</w:t>
      </w:r>
      <w:r w:rsidRPr="009F36D3">
        <w:t xml:space="preserve"> </w:t>
      </w:r>
      <w:r w:rsidRPr="009F36D3">
        <w:rPr>
          <w:cs/>
          <w:lang w:bidi="bn-IN"/>
        </w:rPr>
        <w:t>রেখেছিলেন যেহেতু সে সময় পরিস্থিতি অনুকূল ছিলো না। সে সময়কার</w:t>
      </w:r>
      <w:r w:rsidRPr="009F36D3">
        <w:t xml:space="preserve"> </w:t>
      </w:r>
      <w:r w:rsidRPr="009F36D3">
        <w:rPr>
          <w:cs/>
          <w:lang w:bidi="bn-IN"/>
        </w:rPr>
        <w:t>খলিফা ইমামের সন্তানদের খোঁজে খুব খোঁজাখুঁজি করছিলো এবং তাদের</w:t>
      </w:r>
      <w:r w:rsidRPr="009F36D3">
        <w:t xml:space="preserve"> </w:t>
      </w:r>
      <w:r w:rsidRPr="009F36D3">
        <w:rPr>
          <w:cs/>
          <w:lang w:bidi="bn-IN"/>
        </w:rPr>
        <w:t>বিষয় জানতে চাচ্ছিলো যেহেতু মাহদী সম্পর্কে বিশ্বাস ইমামিয়া শিয়াদের</w:t>
      </w:r>
      <w:r w:rsidRPr="009F36D3">
        <w:t xml:space="preserve"> </w:t>
      </w:r>
      <w:r w:rsidRPr="009F36D3">
        <w:rPr>
          <w:cs/>
          <w:lang w:bidi="bn-IN"/>
        </w:rPr>
        <w:t>মাঝে ব্যাপক আকার ধারণ করেছিলো এবং তারা তার আগমন আশা</w:t>
      </w:r>
      <w:r w:rsidRPr="009F36D3">
        <w:t xml:space="preserve"> </w:t>
      </w:r>
      <w:r w:rsidRPr="009F36D3">
        <w:rPr>
          <w:cs/>
          <w:lang w:bidi="bn-IN"/>
        </w:rPr>
        <w:t>করছিলো। ইমাম হাসান আসকারী তার জীবদ্দশায় কখনোই তার সন্তানকে</w:t>
      </w:r>
      <w:r w:rsidRPr="009F36D3">
        <w:t xml:space="preserve"> </w:t>
      </w:r>
      <w:r w:rsidRPr="009F36D3">
        <w:rPr>
          <w:cs/>
          <w:lang w:bidi="bn-IN"/>
        </w:rPr>
        <w:t>প্রকাশ্যে দেখান নি এবং তার মৃত্যুর পরও তার শত্রুরা তার সন্তানকে</w:t>
      </w:r>
      <w:r w:rsidRPr="009F36D3">
        <w:t xml:space="preserve"> </w:t>
      </w:r>
      <w:r w:rsidRPr="009F36D3">
        <w:rPr>
          <w:cs/>
          <w:lang w:bidi="bn-IN"/>
        </w:rPr>
        <w:t>চেনার সুযোগ পায় নি।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85BF6" w:rsidRDefault="00585BF6" w:rsidP="006E1E70">
      <w:r>
        <w:br w:type="page"/>
      </w:r>
    </w:p>
    <w:p w:rsidR="005A057D" w:rsidRPr="009F36D3" w:rsidRDefault="005A057D" w:rsidP="00585BF6">
      <w:pPr>
        <w:pStyle w:val="Heading2Center"/>
      </w:pPr>
      <w:bookmarkStart w:id="52" w:name="_Toc451691967"/>
      <w:r w:rsidRPr="009F36D3">
        <w:rPr>
          <w:cs/>
          <w:lang w:bidi="bn-IN"/>
        </w:rPr>
        <w:lastRenderedPageBreak/>
        <w:t>মাহদী (আঃ)-এর স্বল্পকালীন ও দীর্ঘকালীন আত্মগোপন</w:t>
      </w:r>
      <w:bookmarkEnd w:id="52"/>
      <w:r w:rsidRPr="009F36D3">
        <w:t xml:space="preserve"> </w:t>
      </w:r>
    </w:p>
    <w:p w:rsidR="00585BF6" w:rsidRDefault="00585BF6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প্রতীক্ষিত মাহদীর জন্য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বার আত্মগোপন রয়েছে-একটি</w:t>
      </w:r>
      <w:r w:rsidRPr="009F36D3">
        <w:t xml:space="preserve"> </w:t>
      </w:r>
      <w:r w:rsidRPr="009F36D3">
        <w:rPr>
          <w:cs/>
          <w:lang w:bidi="bn-IN"/>
        </w:rPr>
        <w:t>স্বল্পকালীন ও অপরটি দীর্ঘসময়ের জন্য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স্বল্পকালীন আত্মগোপন শুরু হয়েছিলো হযরতের জন্ম থেকে এবং</w:t>
      </w:r>
      <w:r w:rsidRPr="009F36D3">
        <w:t xml:space="preserve"> </w:t>
      </w:r>
      <w:r w:rsidRPr="009F36D3">
        <w:rPr>
          <w:cs/>
          <w:lang w:bidi="bn-IN"/>
        </w:rPr>
        <w:t>তা চলতে থাকে বিশেষ প্রতিনিধি ব্যবস্থার</w:t>
      </w:r>
      <w:r w:rsidRPr="009F36D3">
        <w:t xml:space="preserve"> </w:t>
      </w:r>
      <w:r w:rsidRPr="009F36D3">
        <w:rPr>
          <w:cs/>
          <w:lang w:bidi="bn-IN"/>
        </w:rPr>
        <w:t>শেষ পর্যন্ত</w:t>
      </w:r>
      <w:r w:rsidRPr="009F36D3">
        <w:t xml:space="preserve"> </w:t>
      </w:r>
      <w:r w:rsidRPr="009F36D3">
        <w:rPr>
          <w:cs/>
          <w:lang w:bidi="bn-IN"/>
        </w:rPr>
        <w:t>যার মেয়াদ ছিলো</w:t>
      </w:r>
      <w:r w:rsidRPr="009F36D3">
        <w:t xml:space="preserve"> </w:t>
      </w:r>
      <w:r w:rsidRPr="009F36D3">
        <w:rPr>
          <w:cs/>
          <w:lang w:bidi="bn-IN"/>
        </w:rPr>
        <w:t>৭৪ বছর।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দীর্ঘকালীন আত্মগোপন শুরু হয়েছে স্বল্পকালীন</w:t>
      </w:r>
      <w:r w:rsidRPr="009F36D3">
        <w:t xml:space="preserve"> </w:t>
      </w:r>
      <w:r w:rsidRPr="009F36D3">
        <w:rPr>
          <w:cs/>
          <w:lang w:bidi="bn-IN"/>
        </w:rPr>
        <w:t>আত্মগোপনের</w:t>
      </w:r>
      <w:r w:rsidRPr="009F36D3">
        <w:t xml:space="preserve"> </w:t>
      </w:r>
      <w:r w:rsidRPr="009F36D3">
        <w:rPr>
          <w:cs/>
          <w:lang w:bidi="bn-IN"/>
        </w:rPr>
        <w:t>পর এবং ততদিন পর্যন্ত</w:t>
      </w:r>
      <w:r w:rsidRPr="009F36D3">
        <w:t xml:space="preserve"> </w:t>
      </w:r>
      <w:r w:rsidRPr="009F36D3">
        <w:rPr>
          <w:cs/>
          <w:lang w:bidi="bn-IN"/>
        </w:rPr>
        <w:t>তা চলবে যখন হযরত মাহদী আত্মপ্রকাশ করবেন</w:t>
      </w:r>
      <w:r w:rsidRPr="009F36D3">
        <w:t xml:space="preserve"> </w:t>
      </w:r>
      <w:r w:rsidRPr="009F36D3">
        <w:rPr>
          <w:cs/>
          <w:lang w:bidi="bn-IN"/>
        </w:rPr>
        <w:t>এবং তার শক্তি নিয়ে বিদ্রোহ করবেন।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ইসবাতুল ওয়াসিয়া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গ্রন্থে </w:t>
      </w:r>
      <w:r w:rsidRPr="009F36D3">
        <w:t>,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আলী ইবনে হোসেইন ইবনে আলী</w:t>
      </w:r>
      <w:r w:rsidRPr="009F36D3">
        <w:t xml:space="preserve"> </w:t>
      </w:r>
      <w:r w:rsidRPr="009F36D3">
        <w:rPr>
          <w:cs/>
          <w:lang w:bidi="bn-IN"/>
        </w:rPr>
        <w:t xml:space="preserve">মাসুদী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বর্ণনা এসেছে যে ইমাম আলী আন নাক্বী</w:t>
      </w:r>
      <w:r w:rsidRPr="009F36D3">
        <w:t xml:space="preserve"> (</w:t>
      </w:r>
      <w:r w:rsidRPr="009F36D3">
        <w:rPr>
          <w:cs/>
          <w:lang w:bidi="bn-IN"/>
        </w:rPr>
        <w:t>আঃ)</w:t>
      </w:r>
      <w:r w:rsidRPr="009F36D3">
        <w:t xml:space="preserve"> </w:t>
      </w:r>
      <w:r w:rsidRPr="009F36D3">
        <w:rPr>
          <w:cs/>
          <w:lang w:bidi="bn-IN"/>
        </w:rPr>
        <w:t>অনুসারীদের দৃষ্টি থেকে হারিয়ে গেলেন তার গুটিকয়েক বিশেষ</w:t>
      </w:r>
      <w:r w:rsidRPr="009F36D3">
        <w:t xml:space="preserve"> </w:t>
      </w:r>
      <w:r w:rsidRPr="009F36D3">
        <w:rPr>
          <w:cs/>
          <w:lang w:bidi="bn-IN"/>
        </w:rPr>
        <w:t>অনুসারীদের ছাড়া। যখন ইমামতের দায়িত্ব ইমাম হাসান আসকারীর</w:t>
      </w:r>
      <w:r w:rsidRPr="009F36D3">
        <w:t xml:space="preserve"> </w:t>
      </w:r>
      <w:r w:rsidRPr="009F36D3">
        <w:rPr>
          <w:cs/>
          <w:lang w:bidi="bn-IN"/>
        </w:rPr>
        <w:t>কাছে অর্পণ করা হলো তিনি তার বিশেষ কিছু অনুসারীর সাথে কথা</w:t>
      </w:r>
      <w:r w:rsidRPr="009F36D3">
        <w:t xml:space="preserve"> </w:t>
      </w:r>
      <w:r w:rsidRPr="009F36D3">
        <w:rPr>
          <w:cs/>
          <w:lang w:bidi="bn-IN"/>
        </w:rPr>
        <w:t>বলতেন এবং অন্যদের সাথে পর্দার আড়াল থেকে বলতেন। শুধু সে সময়</w:t>
      </w:r>
      <w:r w:rsidRPr="009F36D3">
        <w:t xml:space="preserve"> </w:t>
      </w:r>
      <w:r w:rsidRPr="009F36D3">
        <w:rPr>
          <w:cs/>
          <w:lang w:bidi="bn-IN"/>
        </w:rPr>
        <w:t>ছাড়া যখন তিনি ঘোড়ায় চড়তেন এবং রাজার বাড়ির দিকে যেতেন।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ইমাম আসকারী এবং তার পিতা এ আচরণ করছিলেন হযরত</w:t>
      </w:r>
      <w:r w:rsidRPr="009F36D3">
        <w:t xml:space="preserve"> </w:t>
      </w:r>
      <w:r w:rsidRPr="009F36D3">
        <w:rPr>
          <w:cs/>
          <w:lang w:bidi="bn-IN"/>
        </w:rPr>
        <w:t>মাহদীর আত্মগোপন-এর ক্ষেত্র তৈরী করার জন্য। তা এজন্য যেন</w:t>
      </w:r>
      <w:r w:rsidRPr="009F36D3">
        <w:t xml:space="preserve"> </w:t>
      </w:r>
      <w:r w:rsidRPr="009F36D3">
        <w:rPr>
          <w:cs/>
          <w:lang w:bidi="bn-IN"/>
        </w:rPr>
        <w:t>অনুসারীরা আত্মগোপন-এর বিষয়টির সাথে পরিচিত হয় এবং তা</w:t>
      </w:r>
      <w:r w:rsidRPr="009F36D3">
        <w:t xml:space="preserve"> </w:t>
      </w:r>
      <w:r w:rsidRPr="009F36D3">
        <w:rPr>
          <w:cs/>
          <w:lang w:bidi="bn-IN"/>
        </w:rPr>
        <w:t>অস্বীকার না করে এবং তারা ইমামের অনুপস্থিতি</w:t>
      </w:r>
      <w:r w:rsidRPr="009F36D3">
        <w:t xml:space="preserve"> </w:t>
      </w:r>
      <w:r w:rsidRPr="009F36D3">
        <w:rPr>
          <w:cs/>
          <w:lang w:bidi="bn-IN"/>
        </w:rPr>
        <w:t>ও আত্মগোপনের সাথে</w:t>
      </w:r>
      <w:r w:rsidRPr="009F36D3">
        <w:t xml:space="preserve"> </w:t>
      </w:r>
      <w:r w:rsidRPr="009F36D3">
        <w:rPr>
          <w:cs/>
          <w:lang w:bidi="bn-IN"/>
        </w:rPr>
        <w:t>অভ্যস্ত হয়ে যায়।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ইমাম আলী ইবনে আবি তালিব (আঃ)- এর সময় থেকে শুরু</w:t>
      </w:r>
      <w:r w:rsidRPr="009F36D3">
        <w:t xml:space="preserve"> </w:t>
      </w:r>
      <w:r w:rsidRPr="009F36D3">
        <w:rPr>
          <w:cs/>
          <w:lang w:bidi="bn-IN"/>
        </w:rPr>
        <w:t>করে ইমাম আলী আন-নাক্বী (আঃ) ও ইমাম হাসান আসকারী (আঃ)</w:t>
      </w:r>
      <w:r w:rsidRPr="009F36D3">
        <w:t xml:space="preserve"> </w:t>
      </w:r>
      <w:r w:rsidRPr="009F36D3">
        <w:rPr>
          <w:cs/>
          <w:lang w:bidi="bn-IN"/>
        </w:rPr>
        <w:t>পর্যন্ত</w:t>
      </w:r>
      <w:r w:rsidRPr="009F36D3">
        <w:t xml:space="preserve"> </w:t>
      </w:r>
      <w:r w:rsidRPr="009F36D3">
        <w:rPr>
          <w:cs/>
          <w:lang w:bidi="bn-IN"/>
        </w:rPr>
        <w:t>অনুসারীদের নিয়ম ছিলো তারা যখনই ইমামের সাথে দেখা করতে</w:t>
      </w:r>
      <w:r w:rsidRPr="009F36D3">
        <w:t xml:space="preserve"> </w:t>
      </w:r>
      <w:r w:rsidRPr="009F36D3">
        <w:rPr>
          <w:cs/>
          <w:lang w:bidi="bn-IN"/>
        </w:rPr>
        <w:t>চাইতো তারা সাক্ষাত করতে পারতো। তারা যদি এ থেকে বঞ্চিত হতো</w:t>
      </w:r>
      <w:r w:rsidRPr="009F36D3">
        <w:t xml:space="preserve"> </w:t>
      </w:r>
      <w:r w:rsidRPr="009F36D3">
        <w:rPr>
          <w:cs/>
          <w:lang w:bidi="bn-IN"/>
        </w:rPr>
        <w:t>তাহলে সন্দেহ ও দোদুল্যমানতা তাদেরকে স্পর্শ করতো। বরং তাদের</w:t>
      </w:r>
      <w:r w:rsidRPr="009F36D3">
        <w:t xml:space="preserve"> </w:t>
      </w:r>
      <w:r w:rsidRPr="009F36D3">
        <w:rPr>
          <w:cs/>
          <w:lang w:bidi="bn-IN"/>
        </w:rPr>
        <w:t>কারো কারো বিশ্বাস দুর্বল হয়ে যেতো। এজন্য ইমাম আলী আন-নাক্বী</w:t>
      </w:r>
      <w:r w:rsidRPr="009F36D3">
        <w:t xml:space="preserve"> (</w:t>
      </w:r>
      <w:r w:rsidRPr="009F36D3">
        <w:rPr>
          <w:cs/>
          <w:lang w:bidi="bn-IN"/>
        </w:rPr>
        <w:t xml:space="preserve">আঃ) ও ইমাম হাসান আসকারী (আঃ) </w:t>
      </w:r>
      <w:r w:rsidRPr="009F36D3">
        <w:rPr>
          <w:cs/>
          <w:lang w:bidi="bn-IN"/>
        </w:rPr>
        <w:lastRenderedPageBreak/>
        <w:t>মাসুদীর বর্ণনা মতে এপথ</w:t>
      </w:r>
      <w:r w:rsidRPr="009F36D3">
        <w:t xml:space="preserve"> </w:t>
      </w:r>
      <w:r w:rsidRPr="009F36D3">
        <w:rPr>
          <w:cs/>
          <w:lang w:bidi="bn-IN"/>
        </w:rPr>
        <w:t>অবলম্বন</w:t>
      </w:r>
      <w:r w:rsidRPr="009F36D3">
        <w:t xml:space="preserve"> </w:t>
      </w:r>
      <w:r w:rsidRPr="009F36D3">
        <w:rPr>
          <w:cs/>
          <w:lang w:bidi="bn-IN"/>
        </w:rPr>
        <w:t>করেছিলেন যেন অনুসারীরা ধীরে ধীরে ইমামের আত্মগোপনের</w:t>
      </w:r>
      <w:r w:rsidRPr="009F36D3">
        <w:t xml:space="preserve"> </w:t>
      </w:r>
      <w:r w:rsidRPr="009F36D3">
        <w:rPr>
          <w:cs/>
          <w:lang w:bidi="bn-IN"/>
        </w:rPr>
        <w:t>সাথে অভ্যস্ত হয়ে যায়।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ইমাম হাসান আসকারীর চাইতে তার পিতা ইমাম আলী আন-</w:t>
      </w:r>
      <w:r w:rsidRPr="009F36D3">
        <w:t xml:space="preserve"> </w:t>
      </w:r>
      <w:r w:rsidRPr="009F36D3">
        <w:rPr>
          <w:cs/>
          <w:lang w:bidi="bn-IN"/>
        </w:rPr>
        <w:t>নাক্বী</w:t>
      </w:r>
      <w:r w:rsidRPr="009F36D3">
        <w:t xml:space="preserve"> (</w:t>
      </w:r>
      <w:r w:rsidRPr="009F36D3">
        <w:rPr>
          <w:cs/>
          <w:lang w:bidi="bn-IN"/>
        </w:rPr>
        <w:t>আঃ) নিজেকে অনুসারীদের কাছ থেকে কম সরিয়ে রাখতেন। এর</w:t>
      </w:r>
      <w:r w:rsidRPr="009F36D3">
        <w:t xml:space="preserve"> </w:t>
      </w:r>
      <w:r w:rsidRPr="009F36D3">
        <w:rPr>
          <w:cs/>
          <w:lang w:bidi="bn-IN"/>
        </w:rPr>
        <w:t>কারণ হচ্ছে ইমাম মাহদী (আঃ)-এর জন্য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বার আত্মগোপন রয়েছে।</w:t>
      </w:r>
      <w:r w:rsidRPr="009F36D3">
        <w:t xml:space="preserve"> </w:t>
      </w:r>
      <w:r w:rsidRPr="009F36D3">
        <w:rPr>
          <w:cs/>
          <w:lang w:bidi="bn-IN"/>
        </w:rPr>
        <w:t>একটি স্বল্পকালীন যেখানে তার বিশেষ প্রতিনিধি ছিলো যাদের মাধ্যমে</w:t>
      </w:r>
      <w:r w:rsidRPr="009F36D3">
        <w:t xml:space="preserve"> </w:t>
      </w:r>
      <w:r w:rsidRPr="009F36D3">
        <w:rPr>
          <w:cs/>
          <w:lang w:bidi="bn-IN"/>
        </w:rPr>
        <w:t>অনুসারীরা তাদের ইমামের সাথে চিঠিপত্র আদান প্রদান করতো</w:t>
      </w:r>
      <w:r w:rsidRPr="009F36D3">
        <w:t xml:space="preserve">, </w:t>
      </w:r>
      <w:r w:rsidRPr="009F36D3">
        <w:rPr>
          <w:cs/>
          <w:lang w:bidi="bn-IN"/>
        </w:rPr>
        <w:t>ততক্ষণ</w:t>
      </w:r>
      <w:r w:rsidRPr="009F36D3">
        <w:t xml:space="preserve"> </w:t>
      </w:r>
      <w:r w:rsidRPr="009F36D3">
        <w:rPr>
          <w:cs/>
          <w:lang w:bidi="bn-IN"/>
        </w:rPr>
        <w:t>পর্যন্ত</w:t>
      </w:r>
      <w:r w:rsidRPr="009F36D3">
        <w:t xml:space="preserve"> </w:t>
      </w:r>
      <w:r w:rsidRPr="009F36D3">
        <w:rPr>
          <w:cs/>
          <w:lang w:bidi="bn-IN"/>
        </w:rPr>
        <w:t>যখন তার অনুসারীরা তার অনুপস্থিতির সাথে অভ্যস্ত হয়ে গেলো</w:t>
      </w:r>
      <w:r w:rsidRPr="009F36D3">
        <w:t xml:space="preserve"> </w:t>
      </w:r>
      <w:r w:rsidRPr="009F36D3">
        <w:rPr>
          <w:cs/>
          <w:lang w:bidi="bn-IN"/>
        </w:rPr>
        <w:t>এবং তখন থেকে শুরু হলো তার দীর্ঘকালীন আত্মগোপন যখন বিশেষ</w:t>
      </w:r>
      <w:r w:rsidRPr="009F36D3">
        <w:t xml:space="preserve"> </w:t>
      </w:r>
      <w:r w:rsidRPr="009F36D3">
        <w:rPr>
          <w:cs/>
          <w:lang w:bidi="bn-IN"/>
        </w:rPr>
        <w:t>প্রতিনিধি থাকার ব্যবস্থাও বাতিল হয়ে গেলো।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85BF6" w:rsidRDefault="00585BF6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85BF6">
      <w:pPr>
        <w:pStyle w:val="Heading1Center"/>
      </w:pPr>
      <w:bookmarkStart w:id="53" w:name="_Toc451691968"/>
      <w:r w:rsidRPr="009F36D3">
        <w:rPr>
          <w:cs/>
          <w:lang w:bidi="bn-IN"/>
        </w:rPr>
        <w:lastRenderedPageBreak/>
        <w:t>সপ্তম অধ্যায়</w:t>
      </w:r>
      <w:bookmarkEnd w:id="53"/>
    </w:p>
    <w:p w:rsidR="00585BF6" w:rsidRDefault="00585BF6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85BF6">
      <w:pPr>
        <w:pStyle w:val="Heading2Center"/>
      </w:pPr>
      <w:bookmarkStart w:id="54" w:name="_Toc451691969"/>
      <w:r w:rsidRPr="009F36D3">
        <w:rPr>
          <w:cs/>
          <w:lang w:bidi="bn-IN"/>
        </w:rPr>
        <w:lastRenderedPageBreak/>
        <w:t>আসমানী কন্ঠস্বর</w:t>
      </w:r>
      <w:bookmarkEnd w:id="54"/>
      <w:r w:rsidRPr="009F36D3">
        <w:t xml:space="preserve"> </w:t>
      </w:r>
    </w:p>
    <w:p w:rsidR="00585BF6" w:rsidRDefault="00585BF6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একটি হাদীস বর্ণনা করেছেন (অংশ</w:t>
      </w:r>
      <w:r w:rsidRPr="009F36D3">
        <w:t xml:space="preserve"> </w:t>
      </w:r>
      <w:r w:rsidRPr="009F36D3">
        <w:rPr>
          <w:cs/>
          <w:lang w:bidi="bn-IN"/>
        </w:rPr>
        <w:t>৩</w:t>
      </w:r>
      <w:r w:rsidRPr="009F36D3">
        <w:t xml:space="preserve">, </w:t>
      </w:r>
      <w:r w:rsidRPr="009F36D3">
        <w:rPr>
          <w:cs/>
          <w:lang w:bidi="bn-IN"/>
        </w:rPr>
        <w:t xml:space="preserve">অধ্যায় চতুর্থ) ইমাম হোসেইন (আঃ) থেকে-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যদি তোমরা পূর্ব  দিক</w:t>
      </w:r>
      <w:r w:rsidRPr="009F36D3">
        <w:t xml:space="preserve"> </w:t>
      </w:r>
      <w:r w:rsidRPr="009F36D3">
        <w:rPr>
          <w:cs/>
          <w:lang w:bidi="bn-IN"/>
        </w:rPr>
        <w:t>থেকে একটি আগুন দেখতে পাও তিন অথবা সাত দিনের জন্য তাহলে</w:t>
      </w:r>
      <w:r w:rsidRPr="009F36D3">
        <w:t xml:space="preserve"> </w:t>
      </w:r>
      <w:r w:rsidRPr="009F36D3">
        <w:rPr>
          <w:cs/>
          <w:lang w:bidi="bn-IN"/>
        </w:rPr>
        <w:t xml:space="preserve">ইনশাআল্লাহ তোমরা আলে মুহাম্মাদের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ফারাজ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মুক্তি) আশা করতে</w:t>
      </w:r>
      <w:r w:rsidRPr="009F36D3">
        <w:t xml:space="preserve"> </w:t>
      </w:r>
      <w:r w:rsidRPr="009F36D3">
        <w:rPr>
          <w:cs/>
          <w:lang w:bidi="bn-IN"/>
        </w:rPr>
        <w:t>পারো।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ইমাম (আঃ) আরও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পরে একজন আহবানকারী আকাশ</w:t>
      </w:r>
      <w:r w:rsidRPr="009F36D3">
        <w:t xml:space="preserve"> </w:t>
      </w:r>
      <w:r w:rsidRPr="009F36D3">
        <w:rPr>
          <w:cs/>
          <w:lang w:bidi="bn-IN"/>
        </w:rPr>
        <w:t>থেকে মাহদীর নাম এমনভাবে বলবে যে তা পূর্ব ও পশ্চিম সবদিকে শোনা</w:t>
      </w:r>
      <w:r w:rsidRPr="009F36D3">
        <w:t xml:space="preserve"> </w:t>
      </w:r>
      <w:r w:rsidRPr="009F36D3">
        <w:rPr>
          <w:cs/>
          <w:lang w:bidi="bn-IN"/>
        </w:rPr>
        <w:t>যাবে। যারা ঘুমিয়ে থাকবে তারা প্রত্যেকেই জেগে উঠবে এবং যারা বসে</w:t>
      </w:r>
      <w:r w:rsidRPr="009F36D3">
        <w:t xml:space="preserve"> </w:t>
      </w:r>
      <w:r w:rsidRPr="009F36D3">
        <w:rPr>
          <w:cs/>
          <w:lang w:bidi="bn-IN"/>
        </w:rPr>
        <w:t>থাকবে তারা ভয়ে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পায়ের উপর দাঁড়িয়ে যাবে। আল্লাহ রহমত বর্ষণ</w:t>
      </w:r>
      <w:r w:rsidRPr="009F36D3">
        <w:t xml:space="preserve"> </w:t>
      </w:r>
      <w:r w:rsidRPr="009F36D3">
        <w:rPr>
          <w:cs/>
          <w:lang w:bidi="bn-IN"/>
        </w:rPr>
        <w:t>করুন তার উপর যে আহবানের উত্তর দিবে কারণ আহবানকারী আর কেউ</w:t>
      </w:r>
      <w:r w:rsidRPr="009F36D3">
        <w:t xml:space="preserve"> </w:t>
      </w:r>
      <w:r w:rsidRPr="009F36D3">
        <w:rPr>
          <w:cs/>
          <w:lang w:bidi="bn-IN"/>
        </w:rPr>
        <w:t>নয় জীবরাইল ছাড়া।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৪১৪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 মানযুম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আবির্ভাবের প্রমাণগুলোর একটি হলো</w:t>
      </w:r>
      <w:r w:rsidRPr="009F36D3">
        <w:t xml:space="preserve"> </w:t>
      </w:r>
      <w:r w:rsidRPr="009F36D3">
        <w:rPr>
          <w:cs/>
          <w:lang w:bidi="bn-IN"/>
        </w:rPr>
        <w:t xml:space="preserve">এক আহবানকারী ডেকে উঠবে-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 রাখো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যুগের সর্দার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আবির্ভূত</w:t>
      </w:r>
      <w:r w:rsidRPr="009F36D3">
        <w:t xml:space="preserve"> </w:t>
      </w:r>
      <w:r w:rsidRPr="009F36D3">
        <w:rPr>
          <w:cs/>
          <w:lang w:bidi="bn-IN"/>
        </w:rPr>
        <w:t>হয়েছে।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এরপর যে কেউ ঘুমিয়ে থাকবে সে জেগে উঠবে এবং যে</w:t>
      </w:r>
      <w:r w:rsidRPr="009F36D3">
        <w:t xml:space="preserve"> </w:t>
      </w:r>
      <w:r w:rsidRPr="009F36D3">
        <w:rPr>
          <w:cs/>
          <w:lang w:bidi="bn-IN"/>
        </w:rPr>
        <w:t>দাড়িয়েঁ থাকবে সে বসে পড়বে।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85BF6" w:rsidRDefault="00585BF6" w:rsidP="006E1E70">
      <w:pPr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585BF6">
      <w:pPr>
        <w:pStyle w:val="Heading2Center"/>
        <w:rPr>
          <w:cs/>
          <w:lang w:bidi="bn-IN"/>
        </w:rPr>
      </w:pPr>
      <w:bookmarkStart w:id="55" w:name="_Toc451691970"/>
      <w:r w:rsidRPr="009F36D3">
        <w:rPr>
          <w:cs/>
          <w:lang w:bidi="bn-IN"/>
        </w:rPr>
        <w:lastRenderedPageBreak/>
        <w:t>আসমানী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নিদর্শনসমূহ</w:t>
      </w:r>
      <w:bookmarkEnd w:id="55"/>
    </w:p>
    <w:p w:rsidR="00585BF6" w:rsidRDefault="00585BF6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(পরিচ্ছেদে-৩</w:t>
      </w:r>
      <w:r w:rsidRPr="009F36D3">
        <w:t xml:space="preserve">, </w:t>
      </w:r>
      <w:r w:rsidRPr="009F36D3">
        <w:rPr>
          <w:cs/>
          <w:lang w:bidi="bn-IN"/>
        </w:rPr>
        <w:t>চতুর্থ অধ্যায়ে) হাফিজ</w:t>
      </w:r>
      <w:r w:rsidRPr="009F36D3">
        <w:t xml:space="preserve"> </w:t>
      </w:r>
      <w:r w:rsidRPr="009F36D3">
        <w:rPr>
          <w:cs/>
          <w:lang w:bidi="bn-IN"/>
        </w:rPr>
        <w:t>আবু বকর ইবনে হাম্মাদ থেকে এবং তিনি ইবনে আব্বাস থেকে বর্ণনা</w:t>
      </w:r>
      <w:r w:rsidRPr="009F36D3">
        <w:t xml:space="preserve"> </w:t>
      </w:r>
      <w:r w:rsidRPr="009F36D3">
        <w:rPr>
          <w:cs/>
          <w:lang w:bidi="bn-IN"/>
        </w:rPr>
        <w:t xml:space="preserve">করেছেন-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আবির্ভূত হবে না যতক্ষণ না সূর্যের সাথে কিছু নিদর্শন</w:t>
      </w:r>
      <w:r w:rsidRPr="009F36D3">
        <w:t xml:space="preserve"> </w:t>
      </w:r>
      <w:r w:rsidRPr="009F36D3">
        <w:rPr>
          <w:cs/>
          <w:lang w:bidi="bn-IN"/>
        </w:rPr>
        <w:t>আবির্ভূত হয়।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 লেখক হাফিয নাঈম ইবনে হেমাদ</w:t>
      </w:r>
      <w:r w:rsidRPr="009F36D3">
        <w:t xml:space="preserve"> </w:t>
      </w:r>
      <w:r w:rsidRPr="009F36D3">
        <w:rPr>
          <w:cs/>
          <w:lang w:bidi="bn-IN"/>
        </w:rPr>
        <w:t xml:space="preserve">এবং তিনি বাশার ইবনে হাযরামী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রমযান মাসে</w:t>
      </w:r>
      <w:r w:rsidRPr="009F36D3">
        <w:t xml:space="preserve"> </w:t>
      </w:r>
      <w:r w:rsidRPr="009F36D3">
        <w:rPr>
          <w:cs/>
          <w:lang w:bidi="bn-IN"/>
        </w:rPr>
        <w:t>ঘটনাসমূহের নিদর্শন হবে আসমানী নিদর্শন এবং এরপর জনগণ পরস্পর</w:t>
      </w:r>
      <w:r w:rsidRPr="009F36D3">
        <w:t xml:space="preserve"> </w:t>
      </w:r>
      <w:r w:rsidRPr="009F36D3">
        <w:rPr>
          <w:cs/>
          <w:lang w:bidi="bn-IN"/>
        </w:rPr>
        <w:t>বিভেদ করবে। যখন তোমরা নিদর্শনগুলো দেখবে তখন নিজের জন্য</w:t>
      </w:r>
      <w:r w:rsidRPr="009F36D3">
        <w:t xml:space="preserve"> </w:t>
      </w:r>
      <w:r w:rsidRPr="009F36D3">
        <w:rPr>
          <w:cs/>
          <w:lang w:bidi="bn-IN"/>
        </w:rPr>
        <w:t>যতটকু পারো খাদ্য জমা কর।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আবার একই বইয়ের একই অধ্যায়ে এর লেখক হাফেজ নাঈম ইবনে</w:t>
      </w:r>
      <w:r w:rsidRPr="009F36D3">
        <w:t xml:space="preserve"> </w:t>
      </w:r>
      <w:r w:rsidRPr="009F36D3">
        <w:rPr>
          <w:cs/>
          <w:lang w:bidi="bn-IN"/>
        </w:rPr>
        <w:t xml:space="preserve">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তিনি কা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আব আল আহবার থেকে বর্ণনা</w:t>
      </w:r>
      <w:r w:rsidRPr="009F36D3">
        <w:t xml:space="preserve"> </w:t>
      </w:r>
      <w:r w:rsidRPr="009F36D3">
        <w:rPr>
          <w:cs/>
          <w:lang w:bidi="bn-IN"/>
        </w:rPr>
        <w:t xml:space="preserve">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আগমনের পূর্বে  জ্বলজ্বলে</w:t>
      </w:r>
      <w:r w:rsidRPr="009F36D3">
        <w:t xml:space="preserve"> </w:t>
      </w:r>
      <w:r w:rsidRPr="009F36D3">
        <w:rPr>
          <w:cs/>
          <w:lang w:bidi="bn-IN"/>
        </w:rPr>
        <w:t>তারাসমূহ আবির্ভূত হবে</w:t>
      </w:r>
      <w:r w:rsidRPr="009F36D3">
        <w:t xml:space="preserve"> </w:t>
      </w:r>
      <w:r w:rsidRPr="009F36D3">
        <w:rPr>
          <w:cs/>
          <w:lang w:bidi="bn-IN"/>
        </w:rPr>
        <w:t>পূর্বদিক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585BF6">
      <w:pPr>
        <w:pStyle w:val="libCenterBold1"/>
      </w:pPr>
      <w:r w:rsidRPr="009F36D3">
        <w:rPr>
          <w:cs/>
          <w:lang w:bidi="bn-IN"/>
        </w:rPr>
        <w:t>সূর্য ও চাঁদের গ্রহণ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প্রথম পরিচ্ছেদ</w:t>
      </w:r>
      <w:r w:rsidRPr="009F36D3">
        <w:t xml:space="preserve">, </w:t>
      </w:r>
      <w:r w:rsidRPr="009F36D3">
        <w:rPr>
          <w:cs/>
          <w:lang w:bidi="bn-IN"/>
        </w:rPr>
        <w:t>চতুর্থ অধ্যায়ে হাফেয</w:t>
      </w:r>
      <w:r w:rsidRPr="009F36D3">
        <w:t xml:space="preserve"> </w:t>
      </w:r>
      <w:r w:rsidRPr="009F36D3">
        <w:rPr>
          <w:cs/>
          <w:lang w:bidi="bn-IN"/>
        </w:rPr>
        <w:t>নাঈম ইবনে হেমাদ থেকে এবং তিনি ইয়াযিদ ইবনে খালিল আসাফী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ইমাম বাকির</w:t>
      </w:r>
      <w:r w:rsidRPr="009F36D3">
        <w:t xml:space="preserve"> (</w:t>
      </w:r>
      <w:r w:rsidRPr="009F36D3">
        <w:rPr>
          <w:cs/>
          <w:lang w:bidi="bn-IN"/>
        </w:rPr>
        <w:t>আঃ)-এর কাছে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ছিলাম। তিনি</w:t>
      </w:r>
      <w:r w:rsidRPr="009F36D3">
        <w:t xml:space="preserve"> </w:t>
      </w:r>
      <w:r w:rsidRPr="009F36D3">
        <w:rPr>
          <w:cs/>
          <w:lang w:bidi="bn-IN"/>
        </w:rPr>
        <w:t>বললেন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টি নিদর্শন মাহদীর আবির্ভাবের আগে ঘটবে (যা</w:t>
      </w:r>
      <w:r w:rsidRPr="009F36D3">
        <w:t xml:space="preserve"> </w:t>
      </w:r>
      <w:r w:rsidRPr="009F36D3">
        <w:rPr>
          <w:cs/>
          <w:lang w:bidi="bn-IN"/>
        </w:rPr>
        <w:t>আদম (আঃ)-এর অবতরণ থেকে এখন পর্যন্ত</w:t>
      </w:r>
      <w:r w:rsidRPr="009F36D3">
        <w:t xml:space="preserve"> </w:t>
      </w:r>
      <w:r w:rsidRPr="009F36D3">
        <w:rPr>
          <w:cs/>
          <w:lang w:bidi="bn-IN"/>
        </w:rPr>
        <w:t>দেখা যায় নি)।</w:t>
      </w:r>
      <w:r w:rsidRPr="009F36D3">
        <w:t xml:space="preserve"> </w:t>
      </w:r>
      <w:r w:rsidRPr="009F36D3">
        <w:rPr>
          <w:cs/>
          <w:lang w:bidi="bn-IN"/>
        </w:rPr>
        <w:t>একটি নিদর্শন হলো ১৫ই রমযান সূর্য গ্রহণ হবে এবং চন্দ্র গ্রহণ</w:t>
      </w:r>
      <w:r w:rsidRPr="009F36D3">
        <w:t xml:space="preserve"> </w:t>
      </w:r>
      <w:r w:rsidRPr="009F36D3">
        <w:rPr>
          <w:cs/>
          <w:lang w:bidi="bn-IN"/>
        </w:rPr>
        <w:t>হবে রমযান মাসের শেষের দিকে।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 ব্যক্তি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রাসূলুল্লাহর সন্তান</w:t>
      </w:r>
      <w:r w:rsidRPr="009F36D3">
        <w:t xml:space="preserve">, </w:t>
      </w:r>
      <w:r w:rsidRPr="009F36D3">
        <w:rPr>
          <w:cs/>
          <w:lang w:bidi="bn-IN"/>
        </w:rPr>
        <w:t>আপনি যা বলছেন তা</w:t>
      </w:r>
      <w:r w:rsidRPr="009F36D3">
        <w:t xml:space="preserve"> </w:t>
      </w:r>
      <w:r w:rsidRPr="009F36D3">
        <w:rPr>
          <w:cs/>
          <w:lang w:bidi="bn-IN"/>
        </w:rPr>
        <w:t>নয়। বরং সূর্য গ্রহণ হবে রমযান মাসের শেষে এবং চন্দ্র গ্রহণ হবে</w:t>
      </w:r>
      <w:r w:rsidRPr="009F36D3">
        <w:t xml:space="preserve"> </w:t>
      </w:r>
      <w:r w:rsidRPr="009F36D3">
        <w:rPr>
          <w:cs/>
          <w:lang w:bidi="bn-IN"/>
        </w:rPr>
        <w:t>রমযান মাসের মাঝামাঝি।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ইমাম বাকের</w:t>
      </w:r>
      <w:r w:rsidRPr="009F36D3">
        <w:t xml:space="preserve"> (</w:t>
      </w:r>
      <w:r w:rsidRPr="009F36D3">
        <w:rPr>
          <w:cs/>
          <w:lang w:bidi="bn-IN"/>
        </w:rPr>
        <w:t xml:space="preserve">আঃ) </w:t>
      </w:r>
      <w:r w:rsidRPr="009F36D3">
        <w:rPr>
          <w:cs/>
          <w:lang w:bidi="bn-IN"/>
        </w:rPr>
        <w:lastRenderedPageBreak/>
        <w:t xml:space="preserve">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যিনি</w:t>
      </w:r>
      <w:r w:rsidRPr="009F36D3">
        <w:t xml:space="preserve"> </w:t>
      </w:r>
      <w:r w:rsidRPr="009F36D3">
        <w:rPr>
          <w:cs/>
          <w:lang w:bidi="bn-IN"/>
        </w:rPr>
        <w:t>একথা বলছেন তিনি (তোমার থেকে) ভালো জানেন যে আদম</w:t>
      </w:r>
      <w:r w:rsidRPr="009F36D3">
        <w:t xml:space="preserve"> (</w:t>
      </w:r>
      <w:r w:rsidRPr="009F36D3">
        <w:rPr>
          <w:cs/>
          <w:lang w:bidi="bn-IN"/>
        </w:rPr>
        <w:t>আঃ)-এর অবতরণ থেকে এ পর্যন্ত</w:t>
      </w:r>
      <w:r w:rsidRPr="009F36D3">
        <w:t xml:space="preserve"> </w:t>
      </w:r>
      <w:r w:rsidRPr="009F36D3">
        <w:rPr>
          <w:cs/>
          <w:lang w:bidi="bn-IN"/>
        </w:rPr>
        <w:t>এ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টি নিদর্শন ঘটে নি।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এর লেখক একই রেওয়ায়েত উল্লেখ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A057D" w:rsidRPr="009F36D3" w:rsidRDefault="005A057D" w:rsidP="00585BF6">
      <w:pPr>
        <w:pStyle w:val="libCenterBold1"/>
      </w:pPr>
      <w:r w:rsidRPr="009F36D3">
        <w:rPr>
          <w:cs/>
          <w:lang w:bidi="bn-IN"/>
        </w:rPr>
        <w:t>জনগণের মাঝে মতভেদ ও হতাশা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পরিচ্ছেদ এক</w:t>
      </w:r>
      <w:r w:rsidRPr="009F36D3">
        <w:t xml:space="preserve">, </w:t>
      </w:r>
      <w:r w:rsidRPr="009F36D3">
        <w:rPr>
          <w:cs/>
          <w:lang w:bidi="bn-IN"/>
        </w:rPr>
        <w:t>চতুর্থ অধ্যায়-এ ইমাম</w:t>
      </w:r>
      <w:r w:rsidRPr="009F36D3">
        <w:t xml:space="preserve"> </w:t>
      </w:r>
      <w:r w:rsidRPr="009F36D3">
        <w:rPr>
          <w:cs/>
          <w:lang w:bidi="bn-IN"/>
        </w:rPr>
        <w:t>হোসেইন (আঃ) থেকে বর্ণনা 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যে বিষয়ে তোমরা অপেক্ষা করছো </w:t>
      </w:r>
      <w:r w:rsidRPr="009F36D3">
        <w:t xml:space="preserve">, </w:t>
      </w:r>
      <w:r w:rsidRPr="009F36D3">
        <w:rPr>
          <w:cs/>
          <w:lang w:bidi="bn-IN"/>
        </w:rPr>
        <w:t>যেমন মাহদী (আঃ)-এর</w:t>
      </w:r>
      <w:r w:rsidRPr="009F36D3">
        <w:t xml:space="preserve"> </w:t>
      </w:r>
      <w:r w:rsidRPr="009F36D3">
        <w:rPr>
          <w:cs/>
          <w:lang w:bidi="bn-IN"/>
        </w:rPr>
        <w:t>আগমন</w:t>
      </w:r>
      <w:r w:rsidRPr="009F36D3">
        <w:t xml:space="preserve">, </w:t>
      </w:r>
      <w:r w:rsidRPr="009F36D3">
        <w:rPr>
          <w:cs/>
          <w:lang w:bidi="bn-IN"/>
        </w:rPr>
        <w:t>তা পূরণ হবে না যতক্ষণ না তোমরা পরস্পরের প্রতি</w:t>
      </w:r>
      <w:r w:rsidRPr="009F36D3">
        <w:t xml:space="preserve"> </w:t>
      </w:r>
      <w:r w:rsidRPr="009F36D3">
        <w:rPr>
          <w:cs/>
          <w:lang w:bidi="bn-IN"/>
        </w:rPr>
        <w:t>বিতশ্রদ্ধ হও এবং তোমাদের ব্যক্তি কিছু অন্যদের বিরুদ্ধে সাক্ষ্য</w:t>
      </w:r>
      <w:r w:rsidRPr="009F36D3">
        <w:t xml:space="preserve"> </w:t>
      </w:r>
      <w:r w:rsidRPr="009F36D3">
        <w:rPr>
          <w:cs/>
          <w:lang w:bidi="bn-IN"/>
        </w:rPr>
        <w:t>দাও এবং যতক্ষণ না তোমরা পরস্পরকে অভিযোগ কর।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বর্ণনাকারী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বললাম- এতে কি ভালো কিছু থাকবে</w:t>
      </w:r>
      <w:r w:rsidRPr="009F36D3">
        <w:t xml:space="preserve">? </w:t>
      </w:r>
      <w:r w:rsidRPr="009F36D3">
        <w:rPr>
          <w:cs/>
          <w:lang w:bidi="bn-IN"/>
        </w:rPr>
        <w:t xml:space="preserve">ইমাম (আঃ) উত্তর দিলেন-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কল্যাণ থাকবে যখন মাহদী</w:t>
      </w:r>
      <w:r w:rsidRPr="009F36D3">
        <w:t xml:space="preserve"> </w:t>
      </w:r>
      <w:r w:rsidRPr="009F36D3">
        <w:rPr>
          <w:cs/>
          <w:lang w:bidi="bn-IN"/>
        </w:rPr>
        <w:t>আবির্ভূত হবে এবং এ ধরনের নৃশংসতা ও নিপীড়ন ধ্বংস</w:t>
      </w:r>
      <w:r w:rsidRPr="009F36D3">
        <w:t xml:space="preserve"> </w:t>
      </w:r>
      <w:r w:rsidRPr="009F36D3">
        <w:rPr>
          <w:cs/>
          <w:lang w:bidi="bn-IN"/>
        </w:rPr>
        <w:t>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৪৯১ পৃষ্ঠায় হাফেয আবু নাঈম</w:t>
      </w:r>
      <w:r w:rsidRPr="009F36D3">
        <w:t xml:space="preserve"> </w:t>
      </w:r>
      <w:r w:rsidRPr="009F36D3">
        <w:rPr>
          <w:cs/>
          <w:lang w:bidi="bn-IN"/>
        </w:rPr>
        <w:t xml:space="preserve">ইসফাহানীর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আরবাঈন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আলী ইবনে আবি তালিব</w:t>
      </w:r>
      <w:r w:rsidRPr="009F36D3">
        <w:t xml:space="preserve"> (</w:t>
      </w:r>
      <w:r w:rsidRPr="009F36D3">
        <w:rPr>
          <w:cs/>
          <w:lang w:bidi="bn-IN"/>
        </w:rPr>
        <w:t>আঃ) বলেছেন-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আমি রাসূলুল্লাহ (সাঃ)-কে জিজ্ঞাসা করলাম-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রাসূলুল্লাহ</w:t>
      </w:r>
      <w:r w:rsidRPr="009F36D3">
        <w:t xml:space="preserve">, </w:t>
      </w:r>
      <w:r w:rsidRPr="009F36D3">
        <w:rPr>
          <w:cs/>
          <w:lang w:bidi="bn-IN"/>
        </w:rPr>
        <w:t>মাহদী কি আমাদের বংশ থেকে নাকি অন্য কোন বংশ থেকে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রাসূলুল্লাহ (সাঃ)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বরং সে আমাদের কাছ থেকে। ধর্ম</w:t>
      </w:r>
      <w:r w:rsidRPr="009F36D3">
        <w:t xml:space="preserve"> </w:t>
      </w:r>
      <w:r w:rsidRPr="009F36D3">
        <w:rPr>
          <w:cs/>
          <w:lang w:bidi="bn-IN"/>
        </w:rPr>
        <w:t>তার হাতে গিয়ে সমাপ্ত হবে যেভাবে তা আমাদের কাছ থেকে</w:t>
      </w:r>
      <w:r w:rsidRPr="009F36D3">
        <w:t xml:space="preserve"> </w:t>
      </w:r>
      <w:r w:rsidRPr="009F36D3">
        <w:rPr>
          <w:cs/>
          <w:lang w:bidi="bn-IN"/>
        </w:rPr>
        <w:t>শুরু হয়েছে। জনগণ বিদ্রোহ থেকে মুক্তি পাবে মাহদীর মাধ্যমে</w:t>
      </w:r>
      <w:r w:rsidRPr="009F36D3">
        <w:t xml:space="preserve"> </w:t>
      </w:r>
      <w:r w:rsidRPr="009F36D3">
        <w:rPr>
          <w:cs/>
          <w:lang w:bidi="bn-IN"/>
        </w:rPr>
        <w:t>যেভাবে তারা শিরক থেকে মুক্তি পেয়েছিলো আমাদের মাধ্যমে।</w:t>
      </w:r>
      <w:r w:rsidRPr="009F36D3">
        <w:t xml:space="preserve"> </w:t>
      </w:r>
      <w:r w:rsidRPr="009F36D3">
        <w:rPr>
          <w:cs/>
          <w:lang w:bidi="bn-IN"/>
        </w:rPr>
        <w:t>মাহদীর মাধ্যমে আল্লাহ তাদের হৃদয়ে ঐক্য সৃষ্টি করবেন যেভাবে</w:t>
      </w:r>
      <w:r w:rsidRPr="009F36D3">
        <w:t xml:space="preserve"> </w:t>
      </w:r>
      <w:r w:rsidRPr="009F36D3">
        <w:rPr>
          <w:cs/>
          <w:lang w:bidi="bn-IN"/>
        </w:rPr>
        <w:t>তিনি তাদের মধ্যে আমাদের মাধ্যমে ঐক্য সৃষ্টি করেছিলেন ঘৃণা</w:t>
      </w:r>
      <w:r w:rsidRPr="009F36D3">
        <w:t xml:space="preserve"> </w:t>
      </w:r>
      <w:r w:rsidRPr="009F36D3">
        <w:rPr>
          <w:cs/>
          <w:lang w:bidi="bn-IN"/>
        </w:rPr>
        <w:t>ও শিরকের পর।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১৫১ পৃষ্ঠায় আহমাদ ও মাওয়ারদি</w:t>
      </w:r>
      <w:r w:rsidRPr="009F36D3">
        <w:t xml:space="preserve"> </w:t>
      </w:r>
      <w:r w:rsidRPr="009F36D3">
        <w:rPr>
          <w:cs/>
          <w:lang w:bidi="bn-IN"/>
        </w:rPr>
        <w:t>থেকে একটি হাদীস বর্ণনা করেছেন যে রাসূলুল্লাহ (সাঃ)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তোমাদেরকে সুসংবাদ মাহদী সম্পর্কে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সে কুরাইশ থেকে</w:t>
      </w:r>
      <w:r w:rsidRPr="009F36D3">
        <w:t xml:space="preserve"> </w:t>
      </w:r>
      <w:r w:rsidRPr="009F36D3">
        <w:rPr>
          <w:cs/>
          <w:lang w:bidi="bn-IN"/>
        </w:rPr>
        <w:t>এবং আমার বংশ থেকে সে আবির্ভূত হবে জনগণের মাঝে বিভেদ</w:t>
      </w:r>
      <w:r w:rsidRPr="009F36D3">
        <w:t xml:space="preserve"> </w:t>
      </w:r>
      <w:r w:rsidRPr="009F36D3">
        <w:rPr>
          <w:cs/>
          <w:lang w:bidi="bn-IN"/>
        </w:rPr>
        <w:t>এবং দ্বন্দ্বের সময়।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</w:p>
    <w:p w:rsidR="00585BF6" w:rsidRDefault="00585BF6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585BF6">
      <w:pPr>
        <w:pStyle w:val="Heading2Center"/>
      </w:pPr>
      <w:bookmarkStart w:id="56" w:name="_Toc451691971"/>
      <w:r w:rsidRPr="009F36D3">
        <w:rPr>
          <w:cs/>
          <w:lang w:bidi="bn-IN"/>
        </w:rPr>
        <w:lastRenderedPageBreak/>
        <w:t>নৃশংসতা ও নিপীড়ন</w:t>
      </w:r>
      <w:bookmarkEnd w:id="56"/>
      <w:r w:rsidRPr="009F36D3">
        <w:t xml:space="preserve"> </w:t>
      </w:r>
    </w:p>
    <w:p w:rsidR="00585BF6" w:rsidRDefault="00585BF6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</w:t>
      </w:r>
      <w:r w:rsidRPr="009F36D3">
        <w:t xml:space="preserve"> (</w:t>
      </w:r>
      <w:r w:rsidRPr="009F36D3">
        <w:rPr>
          <w:cs/>
          <w:lang w:bidi="bn-IN"/>
        </w:rPr>
        <w:t>পৃষ্ঠা ৯৯) আবুল কাসিম</w:t>
      </w:r>
      <w:r w:rsidRPr="009F36D3">
        <w:t xml:space="preserve"> </w:t>
      </w:r>
      <w:r w:rsidRPr="009F36D3">
        <w:rPr>
          <w:cs/>
          <w:lang w:bidi="bn-IN"/>
        </w:rPr>
        <w:t>তাবরানি থেকে বর্ণনা করেন যে 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পরে আসবে খলিফারা। খলিফাদের পরে আসবে</w:t>
      </w:r>
      <w:r w:rsidRPr="009F36D3">
        <w:t xml:space="preserve"> </w:t>
      </w:r>
      <w:r w:rsidRPr="009F36D3">
        <w:rPr>
          <w:cs/>
          <w:lang w:bidi="bn-IN"/>
        </w:rPr>
        <w:t>শাসকরা এবং শাসকদের পরে আসবে রাজারা। তাদের পর</w:t>
      </w:r>
      <w:r w:rsidRPr="009F36D3">
        <w:t xml:space="preserve"> </w:t>
      </w:r>
      <w:r w:rsidRPr="009F36D3">
        <w:rPr>
          <w:cs/>
          <w:lang w:bidi="bn-IN"/>
        </w:rPr>
        <w:t>আসবে অত্যাচারীরা এবং তার পরে আবির্ভূত হবে এক ব্যক্তি</w:t>
      </w:r>
      <w:r w:rsidRPr="009F36D3">
        <w:t xml:space="preserve"> </w:t>
      </w:r>
      <w:r w:rsidRPr="009F36D3">
        <w:rPr>
          <w:cs/>
          <w:lang w:bidi="bn-IN"/>
        </w:rPr>
        <w:t>আমার আহলে বায়েত থেকে যে পৃথিবীকে ন্যায় বিচারে পূর্ণ করে</w:t>
      </w:r>
      <w:r w:rsidRPr="009F36D3">
        <w:t xml:space="preserve"> </w:t>
      </w:r>
      <w:r w:rsidRPr="009F36D3">
        <w:rPr>
          <w:cs/>
          <w:lang w:bidi="bn-IN"/>
        </w:rPr>
        <w:t>দিবে যেভাবে তা অবিচারে পূর্ণ হয়ে গিয়েছিলো।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  <w:rPr>
          <w:cs/>
          <w:lang w:bidi="bn-IN"/>
        </w:rPr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(১৪৮ পৃষ্ঠায়) একই রকম একটি হাদীস</w:t>
      </w:r>
      <w:r w:rsidRPr="009F36D3">
        <w:t xml:space="preserve"> </w:t>
      </w:r>
      <w:r w:rsidRPr="009F36D3">
        <w:rPr>
          <w:cs/>
          <w:lang w:bidi="bn-IN"/>
        </w:rPr>
        <w:t>হাকেম থেকে বর্ণনা করেছেন।</w:t>
      </w:r>
    </w:p>
    <w:p w:rsidR="00585BF6" w:rsidRPr="009F36D3" w:rsidRDefault="00585BF6" w:rsidP="005A057D">
      <w:pPr>
        <w:pStyle w:val="libNormal"/>
      </w:pPr>
    </w:p>
    <w:p w:rsidR="005A057D" w:rsidRPr="009F36D3" w:rsidRDefault="005A057D" w:rsidP="00585BF6">
      <w:pPr>
        <w:pStyle w:val="libBold1"/>
        <w:rPr>
          <w:lang w:bidi="bn-IN"/>
        </w:rPr>
      </w:pPr>
      <w:r w:rsidRPr="009F36D3">
        <w:rPr>
          <w:cs/>
          <w:lang w:bidi="bn-IN"/>
        </w:rPr>
        <w:t>বিশৃঙ্খলা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পরিচ্ছেদ</w:t>
      </w:r>
      <w:r w:rsidRPr="009F36D3">
        <w:t xml:space="preserve">, </w:t>
      </w:r>
      <w:r w:rsidRPr="009F36D3">
        <w:rPr>
          <w:cs/>
          <w:lang w:bidi="bn-IN"/>
        </w:rPr>
        <w:t>নবম অধ্যায়ে হাফিয</w:t>
      </w:r>
      <w:r w:rsidRPr="009F36D3">
        <w:t xml:space="preserve"> </w:t>
      </w:r>
      <w:r w:rsidRPr="009F36D3">
        <w:rPr>
          <w:cs/>
          <w:lang w:bidi="bn-IN"/>
        </w:rPr>
        <w:t>আবু নাঈম থেকে বর্ণনা করেছেন এবং তিনি আবু হালাল থেকে তিনি তার</w:t>
      </w:r>
      <w:r w:rsidRPr="009F36D3">
        <w:t xml:space="preserve"> </w:t>
      </w:r>
      <w:r w:rsidRPr="009F36D3">
        <w:rPr>
          <w:cs/>
          <w:lang w:bidi="bn-IN"/>
        </w:rPr>
        <w:t>পিতা থেকে বর্ণনা করেছেন-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রাসূলুল্লাহ (সাঃ) পৃথিবী থেকে বিদায় নিচ্ছিলেন আমি তারঁ</w:t>
      </w:r>
      <w:r w:rsidRPr="009F36D3">
        <w:t xml:space="preserve"> </w:t>
      </w:r>
      <w:r w:rsidRPr="009F36D3">
        <w:rPr>
          <w:cs/>
          <w:lang w:bidi="bn-IN"/>
        </w:rPr>
        <w:t>কাছে গেলাম। তিনি একটি হাদীস বললেন এবং এভাবে শেষ</w:t>
      </w:r>
      <w:r w:rsidRPr="009F36D3">
        <w:t xml:space="preserve"> </w:t>
      </w:r>
      <w:r w:rsidRPr="009F36D3">
        <w:rPr>
          <w:cs/>
          <w:lang w:bidi="bn-IN"/>
        </w:rPr>
        <w:t xml:space="preserve">করলেন-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ফাতেমা</w:t>
      </w:r>
      <w:r w:rsidRPr="009F36D3">
        <w:t xml:space="preserve">, </w:t>
      </w:r>
      <w:r w:rsidRPr="009F36D3">
        <w:rPr>
          <w:cs/>
          <w:lang w:bidi="bn-IN"/>
        </w:rPr>
        <w:t>আমি আল্লাহর শপথ করে বলছি যিনি</w:t>
      </w:r>
      <w:r w:rsidRPr="009F36D3">
        <w:t xml:space="preserve"> </w:t>
      </w:r>
      <w:r w:rsidRPr="009F36D3">
        <w:rPr>
          <w:cs/>
          <w:lang w:bidi="bn-IN"/>
        </w:rPr>
        <w:t>আমাকে সত্যসহ নিয়োগ দিয়েছেন যে মাহদী এ উম্মাহ থেকে</w:t>
      </w:r>
      <w:r w:rsidRPr="009F36D3">
        <w:t xml:space="preserve"> </w:t>
      </w:r>
      <w:r w:rsidRPr="009F36D3">
        <w:rPr>
          <w:cs/>
          <w:lang w:bidi="bn-IN"/>
        </w:rPr>
        <w:t>এবং সে হাসান ও হোসেইন থেকে।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আল্লাহ মাহদীকে এমন সময়ে পাঠাবেন যখন পৃথিবী বিশৃঙ্খলায়</w:t>
      </w:r>
      <w:r w:rsidRPr="009F36D3">
        <w:t xml:space="preserve"> </w:t>
      </w:r>
      <w:r w:rsidRPr="009F36D3">
        <w:rPr>
          <w:cs/>
          <w:lang w:bidi="bn-IN"/>
        </w:rPr>
        <w:t>পড়বে। যখন বিদ্রোহ বিজয়ী হবে</w:t>
      </w:r>
      <w:r w:rsidRPr="009F36D3">
        <w:t xml:space="preserve">, </w:t>
      </w:r>
      <w:r w:rsidRPr="009F36D3">
        <w:rPr>
          <w:cs/>
          <w:lang w:bidi="bn-IN"/>
        </w:rPr>
        <w:t>যখন উপায় কর্তিত হবে</w:t>
      </w:r>
      <w:r w:rsidRPr="009F36D3">
        <w:t xml:space="preserve">, </w:t>
      </w:r>
      <w:r w:rsidRPr="009F36D3">
        <w:rPr>
          <w:cs/>
          <w:lang w:bidi="bn-IN"/>
        </w:rPr>
        <w:t>যখন</w:t>
      </w:r>
      <w:r w:rsidRPr="009F36D3">
        <w:t xml:space="preserve"> </w:t>
      </w:r>
      <w:r w:rsidRPr="009F36D3">
        <w:rPr>
          <w:cs/>
          <w:lang w:bidi="bn-IN"/>
        </w:rPr>
        <w:t>একদল অপর দলের উপর বিদ্রোহ করবে</w:t>
      </w:r>
      <w:r w:rsidRPr="009F36D3">
        <w:t xml:space="preserve">, </w:t>
      </w:r>
      <w:r w:rsidRPr="009F36D3">
        <w:rPr>
          <w:cs/>
          <w:lang w:bidi="bn-IN"/>
        </w:rPr>
        <w:t>যখন কোন বৃদ্ধ কম</w:t>
      </w:r>
      <w:r w:rsidRPr="009F36D3">
        <w:t xml:space="preserve"> </w:t>
      </w:r>
      <w:r w:rsidRPr="009F36D3">
        <w:rPr>
          <w:cs/>
          <w:lang w:bidi="bn-IN"/>
        </w:rPr>
        <w:t>বয়সীদের উপর দয়া করবে না এবং যখন কোন কম বয়সী</w:t>
      </w:r>
      <w:r w:rsidRPr="009F36D3">
        <w:t xml:space="preserve"> </w:t>
      </w:r>
      <w:r w:rsidRPr="009F36D3">
        <w:rPr>
          <w:cs/>
          <w:lang w:bidi="bn-IN"/>
        </w:rPr>
        <w:t>থাকবে না যারা বয়স্কদের শ্রদ্ধা করবে। মাহদী পথভ্রষ্টতা ও</w:t>
      </w:r>
      <w:r w:rsidRPr="009F36D3">
        <w:t xml:space="preserve"> </w:t>
      </w:r>
      <w:r w:rsidRPr="009F36D3">
        <w:rPr>
          <w:cs/>
          <w:lang w:bidi="bn-IN"/>
        </w:rPr>
        <w:t>দুষ্কর্মের দূর্গগুলো জয় করবে। মাহদী শেষ যুগে ধর্মের জন্য উঠে</w:t>
      </w:r>
      <w:r w:rsidRPr="009F36D3">
        <w:t xml:space="preserve"> </w:t>
      </w:r>
      <w:r w:rsidRPr="009F36D3">
        <w:rPr>
          <w:cs/>
          <w:lang w:bidi="bn-IN"/>
        </w:rPr>
        <w:t>দাঁড়াবে যেভাবে আমি এর শুরুতে উঠে দাঁড়িয়েছিলাম। সে</w:t>
      </w:r>
      <w:r w:rsidRPr="009F36D3">
        <w:t xml:space="preserve"> </w:t>
      </w:r>
      <w:r w:rsidRPr="009F36D3">
        <w:rPr>
          <w:cs/>
          <w:lang w:bidi="bn-IN"/>
        </w:rPr>
        <w:t>পৃথিবীকে ন্যায়বিচারে পূর্ণ করে দিবে যেভাবে তা নিপীড়নে পূর্ণ</w:t>
      </w:r>
      <w:r w:rsidRPr="009F36D3">
        <w:t xml:space="preserve"> </w:t>
      </w:r>
      <w:r w:rsidRPr="009F36D3">
        <w:rPr>
          <w:cs/>
          <w:lang w:bidi="bn-IN"/>
        </w:rPr>
        <w:t>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85BF6">
      <w:pPr>
        <w:pStyle w:val="libBold1"/>
      </w:pPr>
      <w:r w:rsidRPr="009F36D3">
        <w:rPr>
          <w:cs/>
          <w:lang w:bidi="bn-IN"/>
        </w:rPr>
        <w:lastRenderedPageBreak/>
        <w:t>হত্যা ও মৃত্যু</w:t>
      </w:r>
      <w:r w:rsidRPr="009F36D3">
        <w:t xml:space="preserve"> </w:t>
      </w:r>
    </w:p>
    <w:p w:rsidR="00585BF6" w:rsidRDefault="00585BF6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প্রথম পরিচ্ছেদ</w:t>
      </w:r>
      <w:r w:rsidRPr="009F36D3">
        <w:t xml:space="preserve">, </w:t>
      </w:r>
      <w:r w:rsidRPr="009F36D3">
        <w:rPr>
          <w:cs/>
          <w:lang w:bidi="bn-IN"/>
        </w:rPr>
        <w:t>চতুর্থ অধ্যায়ে আলী</w:t>
      </w:r>
      <w:r w:rsidRPr="009F36D3">
        <w:t xml:space="preserve"> </w:t>
      </w:r>
      <w:r w:rsidRPr="009F36D3">
        <w:rPr>
          <w:cs/>
          <w:lang w:bidi="bn-IN"/>
        </w:rPr>
        <w:t>ইবনে মুহাম্মাদ আযদী থেকে এবং তিনি তার পিতা থেকে তিনি তার</w:t>
      </w:r>
      <w:r w:rsidRPr="009F36D3">
        <w:t xml:space="preserve"> </w:t>
      </w:r>
      <w:r w:rsidRPr="009F36D3">
        <w:rPr>
          <w:cs/>
          <w:lang w:bidi="bn-IN"/>
        </w:rPr>
        <w:t xml:space="preserve">পিতামহ আলী ইবনে আবি তালিব (আঃ)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</w:t>
      </w:r>
      <w:r w:rsidRPr="009F36D3">
        <w:t xml:space="preserve"> </w:t>
      </w:r>
      <w:r w:rsidRPr="009F36D3">
        <w:rPr>
          <w:cs/>
          <w:lang w:bidi="bn-IN"/>
        </w:rPr>
        <w:t>সময়ে লাল ও সাদা মৃত্যু ও পঙ্গপাল দৃশ্যমান হবে। লাল মৃত্যু তরবারীর</w:t>
      </w:r>
      <w:r w:rsidRPr="009F36D3">
        <w:t xml:space="preserve"> (</w:t>
      </w:r>
      <w:r w:rsidRPr="009F36D3">
        <w:rPr>
          <w:cs/>
          <w:lang w:bidi="bn-IN"/>
        </w:rPr>
        <w:t>অস্ত্র</w:t>
      </w:r>
      <w:r w:rsidRPr="009F36D3">
        <w:t xml:space="preserve">) </w:t>
      </w:r>
      <w:r w:rsidRPr="009F36D3">
        <w:rPr>
          <w:cs/>
          <w:lang w:bidi="bn-IN"/>
        </w:rPr>
        <w:t>কথা ইঙ্গিত করে এবং সাদা মৃত্যু প্লেগের কথা বোঝায়।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বইতে একই অধ্যায়ে এর লেখক ইমাম আবু আমরো</w:t>
      </w:r>
      <w:r w:rsidRPr="009F36D3">
        <w:t xml:space="preserve"> </w:t>
      </w:r>
      <w:r w:rsidRPr="009F36D3">
        <w:rPr>
          <w:cs/>
          <w:lang w:bidi="bn-IN"/>
        </w:rPr>
        <w:t xml:space="preserve">উসমান ইবনে সাঈদ মুক্বারীর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হাফেজ নাঈম ইবনে হেমাদ-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আমিরুল মোমিনীন আলী (আঃ)-এর কাছ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আবির্ভূত হবে না যতক্ষণ না (প্রতি) তিনজনের মধ্যে</w:t>
      </w:r>
      <w:r w:rsidRPr="009F36D3">
        <w:t xml:space="preserve"> </w:t>
      </w:r>
      <w:r w:rsidRPr="009F36D3">
        <w:rPr>
          <w:cs/>
          <w:lang w:bidi="bn-IN"/>
        </w:rPr>
        <w:t>একজনকে হত্যা করা হয়। অন্যজন মৃত্যুবরণ করে এবং</w:t>
      </w:r>
      <w:r w:rsidRPr="009F36D3">
        <w:t xml:space="preserve"> </w:t>
      </w:r>
      <w:r w:rsidRPr="009F36D3">
        <w:rPr>
          <w:cs/>
          <w:lang w:bidi="bn-IN"/>
        </w:rPr>
        <w:t>তৃতীয়জন বাকী থাকে।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6E1E70">
      <w:pPr>
        <w:rPr>
          <w:cs/>
          <w:lang w:bidi="bn-IN"/>
        </w:rPr>
      </w:pPr>
    </w:p>
    <w:p w:rsidR="005A057D" w:rsidRPr="009F36D3" w:rsidRDefault="005A057D" w:rsidP="002025DF">
      <w:pPr>
        <w:pStyle w:val="libBold1"/>
      </w:pPr>
      <w:r w:rsidRPr="009F36D3">
        <w:rPr>
          <w:cs/>
          <w:lang w:bidi="bn-IN"/>
        </w:rPr>
        <w:t>দুর্যোগ এবং পরীক্ষা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মেশকাতলু মাসাবিহ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ও হাকেম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খদরী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দুর্যোগ এ উম্মতের উপর আপতিত হবে এমনভাবে যে</w:t>
      </w:r>
      <w:r w:rsidRPr="009F36D3">
        <w:t xml:space="preserve">, </w:t>
      </w:r>
      <w:r w:rsidRPr="009F36D3">
        <w:rPr>
          <w:cs/>
          <w:lang w:bidi="bn-IN"/>
        </w:rPr>
        <w:t>কোন</w:t>
      </w:r>
      <w:r w:rsidRPr="009F36D3">
        <w:t xml:space="preserve"> </w:t>
      </w:r>
      <w:r w:rsidRPr="009F36D3">
        <w:rPr>
          <w:cs/>
          <w:lang w:bidi="bn-IN"/>
        </w:rPr>
        <w:t>ব্যক্তি এ থেকে কোন আশ্রয় খুঁজে পাবে না। এরপর আল্লাহ</w:t>
      </w:r>
      <w:r w:rsidRPr="009F36D3">
        <w:t xml:space="preserve"> </w:t>
      </w:r>
      <w:r w:rsidRPr="009F36D3">
        <w:rPr>
          <w:cs/>
          <w:lang w:bidi="bn-IN"/>
        </w:rPr>
        <w:t>আমার আহলে বায়েত থেকে একজনকে নিয়োগ দিবেন যে</w:t>
      </w:r>
      <w:r w:rsidRPr="009F36D3">
        <w:t xml:space="preserve"> </w:t>
      </w:r>
      <w:r w:rsidRPr="009F36D3">
        <w:rPr>
          <w:cs/>
          <w:lang w:bidi="bn-IN"/>
        </w:rPr>
        <w:t>পৃথিবীকে সাম্য ও ন্যায়বিচার দিয়ে পূর্ণ করে দিবে ঠিক যেভাবে</w:t>
      </w:r>
      <w:r w:rsidRPr="009F36D3">
        <w:t xml:space="preserve"> </w:t>
      </w:r>
      <w:r w:rsidRPr="009F36D3">
        <w:rPr>
          <w:cs/>
          <w:lang w:bidi="bn-IN"/>
        </w:rPr>
        <w:t>তা আগে নৃশংসতা ও অত্যাচারে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এর লেখক প্রথম পরিচ্ছেদ</w:t>
      </w:r>
      <w:r w:rsidRPr="009F36D3">
        <w:t xml:space="preserve">, </w:t>
      </w:r>
      <w:r w:rsidRPr="009F36D3">
        <w:rPr>
          <w:cs/>
          <w:lang w:bidi="bn-IN"/>
        </w:rPr>
        <w:t>চতুর্থ  অধ্যায়ে ইমাম</w:t>
      </w:r>
      <w:r w:rsidRPr="009F36D3">
        <w:t xml:space="preserve"> </w:t>
      </w:r>
      <w:r w:rsidRPr="009F36D3">
        <w:rPr>
          <w:cs/>
          <w:lang w:bidi="bn-IN"/>
        </w:rPr>
        <w:t xml:space="preserve">মুহাম্মাদ বাক্বীর (আঃ)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আবির্ভূত হবে না</w:t>
      </w:r>
      <w:r w:rsidRPr="009F36D3">
        <w:t xml:space="preserve"> </w:t>
      </w:r>
      <w:r w:rsidRPr="009F36D3">
        <w:rPr>
          <w:cs/>
          <w:lang w:bidi="bn-IN"/>
        </w:rPr>
        <w:t>যতক্ষণ না জনগণ ভীত হয়</w:t>
      </w:r>
      <w:r w:rsidRPr="009F36D3">
        <w:t xml:space="preserve">, </w:t>
      </w:r>
      <w:r w:rsidRPr="009F36D3">
        <w:rPr>
          <w:cs/>
          <w:lang w:bidi="bn-IN"/>
        </w:rPr>
        <w:t>যখন জনগণ ভূমিকম্প ও প্লেগ-এ আক্রান্ত</w:t>
      </w:r>
      <w:r w:rsidRPr="009F36D3">
        <w:t xml:space="preserve"> </w:t>
      </w:r>
      <w:r w:rsidRPr="009F36D3">
        <w:rPr>
          <w:cs/>
          <w:lang w:bidi="bn-IN"/>
        </w:rPr>
        <w:t>হয়</w:t>
      </w:r>
      <w:r w:rsidRPr="009F36D3">
        <w:t xml:space="preserve">, </w:t>
      </w:r>
      <w:r w:rsidRPr="009F36D3">
        <w:rPr>
          <w:cs/>
          <w:lang w:bidi="bn-IN"/>
        </w:rPr>
        <w:t>যখন বিশৃঙ্খলা ও মতভেদ জনগণের মধ্যে দেখা দেয়</w:t>
      </w:r>
      <w:r w:rsidRPr="009F36D3">
        <w:t xml:space="preserve">, </w:t>
      </w:r>
      <w:r w:rsidRPr="009F36D3">
        <w:rPr>
          <w:cs/>
          <w:lang w:bidi="bn-IN"/>
        </w:rPr>
        <w:t>যখন তাদের</w:t>
      </w:r>
      <w:r w:rsidRPr="009F36D3">
        <w:t xml:space="preserve"> </w:t>
      </w:r>
      <w:r w:rsidRPr="009F36D3">
        <w:rPr>
          <w:cs/>
          <w:lang w:bidi="bn-IN"/>
        </w:rPr>
        <w:t>ধর্মের বিষয়ে বিভেদ দেখা দেয়</w:t>
      </w:r>
      <w:r w:rsidRPr="009F36D3">
        <w:t xml:space="preserve">, </w:t>
      </w:r>
      <w:r w:rsidRPr="009F36D3">
        <w:rPr>
          <w:cs/>
          <w:lang w:bidi="bn-IN"/>
        </w:rPr>
        <w:t>তখন জনগণের অবস্থা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এমনভাবে</w:t>
      </w:r>
      <w:r w:rsidRPr="009F36D3">
        <w:t xml:space="preserve"> </w:t>
      </w:r>
      <w:r w:rsidRPr="009F36D3">
        <w:rPr>
          <w:cs/>
          <w:lang w:bidi="bn-IN"/>
        </w:rPr>
        <w:t xml:space="preserve">পরিবর্তিত হবে যে তারা </w:t>
      </w:r>
      <w:r w:rsidRPr="009F36D3">
        <w:rPr>
          <w:cs/>
          <w:lang w:bidi="bn-IN"/>
        </w:rPr>
        <w:lastRenderedPageBreak/>
        <w:t>মৃত্যু চাইবে রাত ও দিন। মাহদী আবির্ভূত হবে</w:t>
      </w:r>
      <w:r w:rsidRPr="009F36D3">
        <w:t xml:space="preserve"> </w:t>
      </w:r>
      <w:r w:rsidRPr="009F36D3">
        <w:rPr>
          <w:cs/>
          <w:lang w:bidi="bn-IN"/>
        </w:rPr>
        <w:t>হতাশা ও নিরাশার সময়ে। রহমতপাপ্ত সে যে মাহদীকে অনুভব করবে</w:t>
      </w:r>
      <w:r w:rsidRPr="009F36D3">
        <w:t xml:space="preserve"> </w:t>
      </w:r>
      <w:r w:rsidRPr="009F36D3">
        <w:rPr>
          <w:cs/>
          <w:lang w:bidi="bn-IN"/>
        </w:rPr>
        <w:t>এবং তার সাহায্যকারীদের কাতারে যোগদান করবে। অভিশাপ তার উপর</w:t>
      </w:r>
      <w:r w:rsidRPr="009F36D3">
        <w:t xml:space="preserve"> </w:t>
      </w:r>
      <w:r w:rsidRPr="009F36D3">
        <w:rPr>
          <w:cs/>
          <w:lang w:bidi="bn-IN"/>
        </w:rPr>
        <w:t>যে তাকে ও তার আদেশের বিরোধিতা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অধ্যায়ে এর লেখক আবু সাঈদ খুদরী থেকে একটি</w:t>
      </w:r>
      <w:r w:rsidRPr="009F36D3">
        <w:t xml:space="preserve"> </w:t>
      </w:r>
      <w:r w:rsidRPr="009F36D3">
        <w:rPr>
          <w:cs/>
          <w:lang w:bidi="bn-IN"/>
        </w:rPr>
        <w:t>হাদীস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পরে বিদ্রোহ দেখা দিবে তা থেকে মুক্তি সম্ভব হবে না।</w:t>
      </w:r>
      <w:r w:rsidRPr="009F36D3">
        <w:t xml:space="preserve"> </w:t>
      </w:r>
      <w:r w:rsidRPr="009F36D3">
        <w:rPr>
          <w:cs/>
          <w:lang w:bidi="bn-IN"/>
        </w:rPr>
        <w:t>ঐ বিদ্রোহগুলোতে যুদ্ধ ও ছড়ানো ছিটানো সংঘাত ঘটবে। এরপর</w:t>
      </w:r>
      <w:r w:rsidRPr="009F36D3">
        <w:t xml:space="preserve"> </w:t>
      </w:r>
      <w:r w:rsidRPr="009F36D3">
        <w:rPr>
          <w:cs/>
          <w:lang w:bidi="bn-IN"/>
        </w:rPr>
        <w:t>আরও কঠিন বিপর্যয় দেখা দেবে। এমনভাবে যে</w:t>
      </w:r>
      <w:r w:rsidRPr="009F36D3">
        <w:t xml:space="preserve">, </w:t>
      </w:r>
      <w:r w:rsidRPr="009F36D3">
        <w:rPr>
          <w:cs/>
          <w:lang w:bidi="bn-IN"/>
        </w:rPr>
        <w:t>এক জায়গায়</w:t>
      </w:r>
      <w:r w:rsidRPr="009F36D3">
        <w:t xml:space="preserve"> </w:t>
      </w:r>
      <w:r w:rsidRPr="009F36D3">
        <w:rPr>
          <w:cs/>
          <w:lang w:bidi="bn-IN"/>
        </w:rPr>
        <w:t>তা থেমে গেলে অন্য জায়গায় তা চলতে থাকবে। তা ঐ পর্যায়</w:t>
      </w:r>
      <w:r w:rsidRPr="009F36D3">
        <w:t xml:space="preserve"> </w:t>
      </w:r>
      <w:r w:rsidRPr="009F36D3">
        <w:rPr>
          <w:cs/>
          <w:lang w:bidi="bn-IN"/>
        </w:rPr>
        <w:t>পর্যন্ত গিয়ে ঠেকবে যে</w:t>
      </w:r>
      <w:r w:rsidRPr="009F36D3">
        <w:t xml:space="preserve">, </w:t>
      </w:r>
      <w:r w:rsidRPr="009F36D3">
        <w:rPr>
          <w:cs/>
          <w:lang w:bidi="bn-IN"/>
        </w:rPr>
        <w:t>কোন আরব ঘর ও কোন মুসলমান তা</w:t>
      </w:r>
      <w:r w:rsidRPr="009F36D3">
        <w:t xml:space="preserve"> </w:t>
      </w:r>
      <w:r w:rsidRPr="009F36D3">
        <w:rPr>
          <w:cs/>
          <w:lang w:bidi="bn-IN"/>
        </w:rPr>
        <w:t>থেকে ক্ষতিগ্রস্থ না হয়ে থাকবে না। তখন আমার বংশ থেকে এক</w:t>
      </w:r>
      <w:r w:rsidRPr="009F36D3">
        <w:t xml:space="preserve"> </w:t>
      </w:r>
      <w:r w:rsidRPr="009F36D3">
        <w:rPr>
          <w:cs/>
          <w:lang w:bidi="bn-IN"/>
        </w:rPr>
        <w:t>ব্যক্তি আবির্ভূত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 হাদীসটি হাফেয আবু মুহাম্মাদ হোসেইন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মাসাবিহ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 এবং</w:t>
      </w:r>
      <w:r w:rsidRPr="009F36D3">
        <w:t xml:space="preserve"> </w:t>
      </w:r>
      <w:r w:rsidRPr="009F36D3">
        <w:rPr>
          <w:cs/>
          <w:lang w:bidi="bn-IN"/>
        </w:rPr>
        <w:t xml:space="preserve">হাফিয নাঈম ইবনে হেমাদ তার বই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উল্লেখ করেছেন। সহীহ</w:t>
      </w:r>
      <w:r w:rsidRPr="009F36D3">
        <w:t xml:space="preserve"> </w:t>
      </w:r>
      <w:r w:rsidRPr="009F36D3">
        <w:rPr>
          <w:cs/>
          <w:lang w:bidi="bn-IN"/>
        </w:rPr>
        <w:t>বোখারীতেও এর একটি প্রমাণ দেখা যায়।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পৃষ্ঠা ৯৭)-এ হাকিম আবু</w:t>
      </w:r>
      <w:r w:rsidRPr="009F36D3">
        <w:t xml:space="preserve"> </w:t>
      </w:r>
      <w:r w:rsidRPr="009F36D3">
        <w:rPr>
          <w:cs/>
          <w:lang w:bidi="bn-IN"/>
        </w:rPr>
        <w:t xml:space="preserve">আব্দুল্লাহর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শেষ যুগে কঠিন দুর্যোগ আমার উম্মতের উপর আপতিত হবে।</w:t>
      </w:r>
      <w:r w:rsidRPr="009F36D3">
        <w:t xml:space="preserve"> </w:t>
      </w:r>
      <w:r w:rsidRPr="009F36D3">
        <w:rPr>
          <w:cs/>
          <w:lang w:bidi="bn-IN"/>
        </w:rPr>
        <w:t>এমন কঠিন দুর্যোগ যে তা আগে কখনোই শোনা যায় নি এবং</w:t>
      </w:r>
      <w:r w:rsidRPr="009F36D3">
        <w:t xml:space="preserve"> </w:t>
      </w:r>
      <w:r w:rsidRPr="009F36D3">
        <w:rPr>
          <w:cs/>
          <w:lang w:bidi="bn-IN"/>
        </w:rPr>
        <w:t>জনগণ তা থেকে কোন আশ্রয় পেতে ব্যর্থ হবে। সে সময় আল্লাহ</w:t>
      </w:r>
      <w:r w:rsidRPr="009F36D3">
        <w:t xml:space="preserve"> </w:t>
      </w:r>
      <w:r w:rsidRPr="009F36D3">
        <w:rPr>
          <w:cs/>
          <w:lang w:bidi="bn-IN"/>
        </w:rPr>
        <w:t>আমার বংশ থেকে এক ব্যক্তিকে নিয়োগ দিবেন যে পৃথিবীকে</w:t>
      </w:r>
      <w:r w:rsidRPr="009F36D3">
        <w:t xml:space="preserve"> </w:t>
      </w:r>
      <w:r w:rsidRPr="009F36D3">
        <w:rPr>
          <w:cs/>
          <w:lang w:bidi="bn-IN"/>
        </w:rPr>
        <w:t>সাম্য ও ন্যায়বিচারে পূর্ণ করে দিবে ঠিক যেভাবে তা নৃশংসতা ও</w:t>
      </w:r>
      <w:r w:rsidRPr="009F36D3">
        <w:t xml:space="preserve"> </w:t>
      </w:r>
      <w:r w:rsidRPr="009F36D3">
        <w:rPr>
          <w:cs/>
          <w:lang w:bidi="bn-IN"/>
        </w:rPr>
        <w:t>নিপীড়নে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57" w:name="_Toc451691972"/>
      <w:r w:rsidRPr="009F36D3">
        <w:rPr>
          <w:cs/>
          <w:lang w:bidi="bn-IN"/>
        </w:rPr>
        <w:lastRenderedPageBreak/>
        <w:t>সাইয়্যেদ খোরাসানী</w:t>
      </w:r>
      <w:bookmarkEnd w:id="57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  <w:rPr>
          <w:rtl/>
          <w:cs/>
        </w:rPr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পঞ্চম অধ্যায়ে নাঈম ইবনে হেমাদ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যিনি সাঈদ ইবনে মুসাইয়্যেব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বনি আব্বাস থেকে এক ব্যক্তি পূর্ব দিক হতে আত্মপ্রকাশ করবে</w:t>
      </w:r>
      <w:r w:rsidRPr="009F36D3">
        <w:t xml:space="preserve"> </w:t>
      </w:r>
      <w:r w:rsidRPr="009F36D3">
        <w:rPr>
          <w:cs/>
          <w:lang w:bidi="bn-IN"/>
        </w:rPr>
        <w:t>এবং আল্লাহ যা ইচ্ছা করবেন তা প্রতিষ্ঠিত হবে। এরপর ছোট</w:t>
      </w:r>
      <w:r w:rsidRPr="009F36D3">
        <w:t xml:space="preserve"> </w:t>
      </w:r>
      <w:r w:rsidRPr="009F36D3">
        <w:rPr>
          <w:cs/>
          <w:lang w:bidi="bn-IN"/>
        </w:rPr>
        <w:t>ছোট কালো পতাকাবাহী লোকেরা উঠে দাড়াবে এবং তারা আবু</w:t>
      </w:r>
      <w:r w:rsidRPr="009F36D3">
        <w:t xml:space="preserve"> </w:t>
      </w:r>
      <w:r w:rsidRPr="009F36D3">
        <w:rPr>
          <w:cs/>
          <w:lang w:bidi="bn-IN"/>
        </w:rPr>
        <w:t>সুফিয়ানের বংশের এক ব্যক্তির বিরুদ্ধে যুদ্ধ করবে। তারা</w:t>
      </w:r>
      <w:r w:rsidRPr="009F36D3">
        <w:t xml:space="preserve"> </w:t>
      </w:r>
      <w:r w:rsidRPr="009F36D3">
        <w:rPr>
          <w:cs/>
          <w:lang w:bidi="bn-IN"/>
        </w:rPr>
        <w:t>মাহদীর কাছে আনুগত্য ও আত্মসমর্পণের ক্ষেত্র প্রস্তুত</w:t>
      </w:r>
      <w:r w:rsidRPr="009F36D3">
        <w:t xml:space="preserve"> </w:t>
      </w:r>
      <w:r w:rsidRPr="009F36D3">
        <w:rPr>
          <w:cs/>
          <w:lang w:bidi="bn-IN"/>
        </w:rPr>
        <w:t>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বইতে একই অধ্যায়ে এর লেখক নাঈম ইবনে হেমাদ-এর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মুহাম্মাদ ইবনে হানাফিয়াহ থেকে বর্ণনা করেন-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পতাকাবাহী লোকজন খোরাসান থেকে উত্থিত হবে</w:t>
      </w:r>
      <w:r w:rsidRPr="009F36D3">
        <w:t xml:space="preserve">, </w:t>
      </w:r>
      <w:r w:rsidRPr="009F36D3">
        <w:rPr>
          <w:cs/>
          <w:lang w:bidi="bn-IN"/>
        </w:rPr>
        <w:t>এরপর সাদা রং-এর</w:t>
      </w:r>
      <w:r w:rsidRPr="009F36D3">
        <w:t xml:space="preserve"> </w:t>
      </w:r>
      <w:r w:rsidRPr="009F36D3">
        <w:rPr>
          <w:cs/>
          <w:lang w:bidi="bn-IN"/>
        </w:rPr>
        <w:t>পতাকার লোকেরা উঠে দাড়াবে। বনি তামিম গোত্রের তামিম ইবনে</w:t>
      </w:r>
      <w:r w:rsidRPr="009F36D3">
        <w:t xml:space="preserve"> </w:t>
      </w:r>
      <w:r w:rsidRPr="009F36D3">
        <w:rPr>
          <w:cs/>
          <w:lang w:bidi="bn-IN"/>
        </w:rPr>
        <w:t>সালেহ নামে এক লোক তাদের মুখোমুখি হবে। তখন জনগণ মাহদীকে</w:t>
      </w:r>
      <w:r w:rsidRPr="009F36D3">
        <w:t xml:space="preserve"> </w:t>
      </w:r>
      <w:r w:rsidRPr="009F36D3">
        <w:rPr>
          <w:cs/>
          <w:lang w:bidi="bn-IN"/>
        </w:rPr>
        <w:t>চাইবে ও তাকে খুজবে।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অধ্যয়ে লেখক নাঈম ইবনে হেমাদ থেকে এবং তিনি</w:t>
      </w:r>
      <w:r w:rsidRPr="009F36D3">
        <w:t xml:space="preserve"> </w:t>
      </w:r>
      <w:r w:rsidRPr="009F36D3">
        <w:rPr>
          <w:cs/>
          <w:lang w:bidi="bn-IN"/>
        </w:rPr>
        <w:t>শারি ইবনে আব্দুল্লাহ</w:t>
      </w:r>
      <w:r w:rsidRPr="009F36D3">
        <w:t xml:space="preserve">, </w:t>
      </w:r>
      <w:r w:rsidRPr="009F36D3">
        <w:rPr>
          <w:cs/>
          <w:lang w:bidi="bn-IN"/>
        </w:rPr>
        <w:t>কাশিফ ইবনে সাদ ও হামযা ইবনে হাবিব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পূর্ব দিকের জনগণ বনি হাশিমের এক ব্যক্তির কাছে আনুগত্যের শপথ</w:t>
      </w:r>
      <w:r w:rsidRPr="009F36D3">
        <w:t xml:space="preserve"> </w:t>
      </w:r>
      <w:r w:rsidRPr="009F36D3">
        <w:rPr>
          <w:cs/>
          <w:lang w:bidi="bn-IN"/>
        </w:rPr>
        <w:t>করবে যে খোরাসানের সেনাবাহিনী নিয়ে আবির্ভূত হবে। বনি তামিম</w:t>
      </w:r>
      <w:r w:rsidRPr="009F36D3">
        <w:t xml:space="preserve"> </w:t>
      </w:r>
      <w:r w:rsidRPr="009F36D3">
        <w:rPr>
          <w:cs/>
          <w:lang w:bidi="bn-IN"/>
        </w:rPr>
        <w:t>গোত্রের এক ব্যক্তি তার মুখোমুখি হবে। যদি পাহাড়ও তার মুখোমুখি হয়</w:t>
      </w:r>
      <w:r w:rsidRPr="009F36D3">
        <w:t xml:space="preserve"> </w:t>
      </w:r>
      <w:r w:rsidRPr="009F36D3">
        <w:rPr>
          <w:cs/>
          <w:lang w:bidi="bn-IN"/>
        </w:rPr>
        <w:t>সে তা ধ্বংস করে দিবে। পরে সে সুফিয়ানীর সেনাবাহিনীর মুখোমু খি হবে</w:t>
      </w:r>
      <w:r w:rsidRPr="009F36D3">
        <w:t xml:space="preserve"> </w:t>
      </w:r>
      <w:r w:rsidRPr="009F36D3">
        <w:rPr>
          <w:cs/>
          <w:lang w:bidi="bn-IN"/>
        </w:rPr>
        <w:t>এবং তাদেরকে পরাজিত করবে। তাদের সাথে প্রচণ্ড যুদ্ধ হবে এবং সে</w:t>
      </w:r>
      <w:r w:rsidRPr="009F36D3">
        <w:t xml:space="preserve"> </w:t>
      </w:r>
      <w:r w:rsidRPr="009F36D3">
        <w:rPr>
          <w:cs/>
          <w:lang w:bidi="bn-IN"/>
        </w:rPr>
        <w:t>তাদের হত্যা করবে। সে তাদেরকে এক জায়গা থেকে আরেক জায়গায়</w:t>
      </w:r>
      <w:r w:rsidRPr="009F36D3">
        <w:t xml:space="preserve"> </w:t>
      </w:r>
      <w:r w:rsidRPr="009F36D3">
        <w:rPr>
          <w:cs/>
          <w:lang w:bidi="bn-IN"/>
        </w:rPr>
        <w:t>উচ্ছেদ করবে এবং তাদেরকে ইরাকে পরাজিত করবে। এরপর তাদের</w:t>
      </w:r>
      <w:r w:rsidRPr="009F36D3">
        <w:t xml:space="preserve"> </w:t>
      </w:r>
      <w:r w:rsidRPr="009F36D3">
        <w:rPr>
          <w:cs/>
          <w:lang w:bidi="bn-IN"/>
        </w:rPr>
        <w:t>মাঝে একটি ঘটনা ঘটবে যাতে সুফিয়ানী বিজয় লাভ করবে এবং হাশেমী</w:t>
      </w:r>
      <w:r w:rsidRPr="009F36D3">
        <w:t xml:space="preserve"> </w:t>
      </w:r>
      <w:r w:rsidRPr="009F36D3">
        <w:rPr>
          <w:cs/>
          <w:lang w:bidi="bn-IN"/>
        </w:rPr>
        <w:t>বংশীয় এক লোক মক্কার দিকে পালিয়ে যাবে এবং তামিম ইবনে সালেহ</w:t>
      </w:r>
      <w:r w:rsidRPr="009F36D3">
        <w:t xml:space="preserve"> (</w:t>
      </w:r>
      <w:r w:rsidRPr="009F36D3">
        <w:rPr>
          <w:cs/>
          <w:lang w:bidi="bn-IN"/>
        </w:rPr>
        <w:t xml:space="preserve">যে </w:t>
      </w:r>
      <w:r w:rsidRPr="009F36D3">
        <w:rPr>
          <w:cs/>
          <w:lang w:bidi="bn-IN"/>
        </w:rPr>
        <w:lastRenderedPageBreak/>
        <w:t>হাশেমীর সেনাবাহিনীর একজন সেনাপতি) বায়তুল মুকাদ্দাসের দিকে</w:t>
      </w:r>
      <w:r w:rsidRPr="009F36D3">
        <w:t xml:space="preserve"> </w:t>
      </w:r>
      <w:r w:rsidRPr="009F36D3">
        <w:rPr>
          <w:cs/>
          <w:lang w:bidi="bn-IN"/>
        </w:rPr>
        <w:t>পালিয়ে যাবে। যখন মাহদী আবার আবির্ভূত হবেন হাশেমীও আবির্ভূত</w:t>
      </w:r>
      <w:r w:rsidRPr="009F36D3">
        <w:t xml:space="preserve"> </w:t>
      </w:r>
      <w:r w:rsidRPr="009F36D3">
        <w:rPr>
          <w:cs/>
          <w:lang w:bidi="bn-IN"/>
        </w:rPr>
        <w:t>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58" w:name="_Toc451691973"/>
      <w:r w:rsidRPr="009F36D3">
        <w:rPr>
          <w:cs/>
          <w:lang w:bidi="bn-IN"/>
        </w:rPr>
        <w:lastRenderedPageBreak/>
        <w:t>নাফসে যাকিয়্যাহর (পবিত্র আত্মার ব্যক্তি) হত্যাকাণ্ড</w:t>
      </w:r>
      <w:bookmarkEnd w:id="58"/>
      <w:r w:rsidRPr="009F36D3">
        <w:t xml:space="preserve"> </w:t>
      </w:r>
    </w:p>
    <w:p w:rsidR="002025DF" w:rsidRDefault="002025DF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t>ইকদুদ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দুরার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লেখক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চতুর্থ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অধ্যায়ে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নাঈম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হেমাদ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এর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এবং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তিনি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আম্মার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ইবনে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ইয়াসির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বর্ণনা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করেন</w:t>
      </w:r>
      <w:r w:rsidRPr="009F36D3">
        <w:rPr>
          <w:lang w:bidi="bn-IN"/>
        </w:rPr>
        <w:t>-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নাফসে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যাকিয়্যাহকে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হত্যা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করা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হবে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এক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আহবানকারী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আকাশ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থেকে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ডেকে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উঠবে</w:t>
      </w:r>
      <w:r w:rsidRPr="009F36D3">
        <w:rPr>
          <w:lang w:bidi="bn-IN"/>
        </w:rPr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রাখ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তোমাদের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শাসক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হচ্ছে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অমুক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ব্যক্তি</w:t>
      </w:r>
      <w:r w:rsidRPr="009F36D3">
        <w:rPr>
          <w:lang w:bidi="bn-IN"/>
        </w:rPr>
        <w:t xml:space="preserve"> (</w:t>
      </w:r>
      <w:r w:rsidRPr="009F36D3">
        <w:rPr>
          <w:cs/>
          <w:lang w:bidi="bn-IN"/>
        </w:rPr>
        <w:t>মাহদী</w:t>
      </w:r>
      <w:r w:rsidRPr="009F36D3">
        <w:rPr>
          <w:lang w:bidi="bn-IN"/>
        </w:rPr>
        <w:t xml:space="preserve">) </w:t>
      </w:r>
      <w:r w:rsidRPr="009F36D3">
        <w:rPr>
          <w:cs/>
          <w:lang w:bidi="bn-IN"/>
        </w:rPr>
        <w:t>যে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পৃথিবীকে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সত্য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ও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ন্যায়বিচারে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পূর্ণ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করে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দিবে</w:t>
      </w:r>
      <w:r w:rsidRPr="009F36D3">
        <w:rPr>
          <w:lang w:bidi="bn-IN"/>
        </w:rPr>
        <w:t xml:space="preserve">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9F36D3">
        <w:rPr>
          <w:cs/>
          <w:lang w:bidi="bn-IN"/>
        </w:rPr>
        <w:t>একই বইয়ের একই অধ্যায়ে লেখক নাইম ইবনে হেমাদ-এর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কাব আল আহবার থেকে বর্ণনা করেন যে-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মদীনা লুট করা বৈধ হয়ে যাবে এবং নাফসে যাকিয়্যাহকে হত্যা করা</w:t>
      </w:r>
      <w:r w:rsidRPr="009F36D3">
        <w:t xml:space="preserve"> </w:t>
      </w:r>
      <w:r w:rsidRPr="009F36D3">
        <w:rPr>
          <w:cs/>
          <w:lang w:bidi="bn-IN"/>
        </w:rPr>
        <w:t>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 লেখক ইমাম হোসেইন ইবনে আলীর</w:t>
      </w:r>
      <w:r w:rsidRPr="009F36D3">
        <w:t xml:space="preserve"> (</w:t>
      </w:r>
      <w:r w:rsidRPr="009F36D3">
        <w:rPr>
          <w:cs/>
          <w:lang w:bidi="bn-IN"/>
        </w:rPr>
        <w:t xml:space="preserve">আঃ) কাছ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জন্য পাঁচটি নিদর্শন থাকবে-</w:t>
      </w:r>
      <w:r w:rsidRPr="009F36D3">
        <w:t xml:space="preserve"> </w:t>
      </w:r>
      <w:r w:rsidRPr="009F36D3">
        <w:rPr>
          <w:cs/>
          <w:lang w:bidi="bn-IN"/>
        </w:rPr>
        <w:t>১. সুফিয়ানী</w:t>
      </w:r>
      <w:r w:rsidRPr="009F36D3">
        <w:t xml:space="preserve">; </w:t>
      </w:r>
      <w:r w:rsidRPr="009F36D3">
        <w:rPr>
          <w:cs/>
          <w:lang w:bidi="bn-IN"/>
        </w:rPr>
        <w:t>২. ইয়ামানী</w:t>
      </w:r>
      <w:r w:rsidRPr="009F36D3">
        <w:t xml:space="preserve">; </w:t>
      </w:r>
      <w:r w:rsidRPr="009F36D3">
        <w:rPr>
          <w:cs/>
          <w:lang w:bidi="bn-IN"/>
        </w:rPr>
        <w:t>৩. আসমানী আহবান</w:t>
      </w:r>
      <w:r w:rsidRPr="009F36D3">
        <w:t xml:space="preserve">; </w:t>
      </w:r>
      <w:r w:rsidRPr="009F36D3">
        <w:rPr>
          <w:cs/>
          <w:lang w:bidi="bn-IN"/>
        </w:rPr>
        <w:t>৪. বাইদাহর ভুমি</w:t>
      </w:r>
      <w:r w:rsidRPr="009F36D3">
        <w:t xml:space="preserve"> </w:t>
      </w:r>
      <w:r w:rsidRPr="009F36D3">
        <w:rPr>
          <w:cs/>
          <w:lang w:bidi="bn-IN"/>
        </w:rPr>
        <w:t>ধ্বসে যাওয়া ও ৫. নাফসে যাকিয়্যাহর হত্যাকাণ্ড।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59" w:name="_Toc451691974"/>
      <w:r w:rsidRPr="009F36D3">
        <w:rPr>
          <w:cs/>
          <w:lang w:bidi="bn-IN"/>
        </w:rPr>
        <w:lastRenderedPageBreak/>
        <w:t>দাজ্জালের বিদ্রোহ</w:t>
      </w:r>
      <w:bookmarkEnd w:id="59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পঞ্চম অধ্যায়ে বুখারী ও মুসলিম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এবং তারা মা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আয ইবনে জাবাল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 রাসূল 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উম্মতের মধ্য থেকে একটি গোত্র সত্যের জন্য যুদ্ধ</w:t>
      </w:r>
      <w:r w:rsidRPr="009F36D3">
        <w:t xml:space="preserve"> </w:t>
      </w:r>
      <w:r w:rsidRPr="009F36D3">
        <w:rPr>
          <w:cs/>
          <w:lang w:bidi="bn-IN"/>
        </w:rPr>
        <w:t>করবে এবং শত্রুদের উপর বিজয়ী হবে যতক্ষণ না সে শেষবারের</w:t>
      </w:r>
      <w:r w:rsidRPr="009F36D3">
        <w:t xml:space="preserve"> </w:t>
      </w:r>
      <w:r w:rsidRPr="009F36D3">
        <w:rPr>
          <w:cs/>
          <w:lang w:bidi="bn-IN"/>
        </w:rPr>
        <w:t>মত দাজ্জালের মুখোমুখি হয়।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একটি হাদীসে উল্লেখ আছে</w:t>
      </w:r>
      <w:r w:rsidRPr="009F36D3">
        <w:t xml:space="preserve"> </w:t>
      </w:r>
      <w:r w:rsidRPr="009F36D3">
        <w:rPr>
          <w:cs/>
          <w:lang w:bidi="bn-IN"/>
        </w:rPr>
        <w:t xml:space="preserve">হযরত (সাঃ)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উম্মতের একটি দল।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নবম অধ্যায়ে লেখক হাকেমের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(যিনি বর্ণনাধারাকে সঠিক মনে করেন যদি তা</w:t>
      </w:r>
      <w:r w:rsidRPr="009F36D3">
        <w:t xml:space="preserve"> </w:t>
      </w:r>
      <w:r w:rsidRPr="009F36D3">
        <w:rPr>
          <w:cs/>
          <w:lang w:bidi="bn-IN"/>
        </w:rPr>
        <w:t>মুসলিমও বর্ণনা করে থাকেন) যিনি জাবিল ইবনে সামরাহ এবং নাফেহ</w:t>
      </w:r>
      <w:r w:rsidRPr="009F36D3">
        <w:t xml:space="preserve"> </w:t>
      </w:r>
      <w:r w:rsidRPr="009F36D3">
        <w:rPr>
          <w:cs/>
          <w:lang w:bidi="bn-IN"/>
        </w:rPr>
        <w:t>ইবনে উক্ববাহ থেকে বর্ণনা করেছেন-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আমি রাসূলুল্লাহ (সাঃ)-কে বলতে শুনেছি-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তোমরা আরব</w:t>
      </w:r>
      <w:r w:rsidRPr="009F36D3">
        <w:t xml:space="preserve"> </w:t>
      </w:r>
      <w:r w:rsidRPr="009F36D3">
        <w:rPr>
          <w:cs/>
          <w:lang w:bidi="bn-IN"/>
        </w:rPr>
        <w:t>উপদ্বীপের লোকজনের সাথে যুদ্ধ করবে এবং তাদের উপর বিজয়</w:t>
      </w:r>
      <w:r w:rsidRPr="009F36D3">
        <w:t xml:space="preserve"> </w:t>
      </w:r>
      <w:r w:rsidRPr="009F36D3">
        <w:rPr>
          <w:cs/>
          <w:lang w:bidi="bn-IN"/>
        </w:rPr>
        <w:t>লাভ করবে। এরপর তোমরা ইরানীদের সাথে যুদ্ধ করবে এবং</w:t>
      </w:r>
      <w:r w:rsidRPr="009F36D3">
        <w:t xml:space="preserve"> </w:t>
      </w:r>
      <w:r w:rsidRPr="009F36D3">
        <w:rPr>
          <w:cs/>
          <w:lang w:bidi="bn-IN"/>
        </w:rPr>
        <w:t>তাদের উপরও বিজয় লাভ করবে। এরপর তোমরা দাজ্জালের</w:t>
      </w:r>
      <w:r w:rsidRPr="009F36D3">
        <w:t xml:space="preserve"> </w:t>
      </w:r>
      <w:r w:rsidRPr="009F36D3">
        <w:rPr>
          <w:cs/>
          <w:lang w:bidi="bn-IN"/>
        </w:rPr>
        <w:t>সাথে যুদ্ধ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১২তম অধ্যায়ে লেখক আবুল আব্বাস ইবনে ইয়াহইয়া</w:t>
      </w:r>
      <w:r w:rsidRPr="009F36D3">
        <w:t xml:space="preserve"> </w:t>
      </w:r>
      <w:r w:rsidRPr="009F36D3">
        <w:rPr>
          <w:cs/>
          <w:lang w:bidi="bn-IN"/>
        </w:rPr>
        <w:t xml:space="preserve">ইবনে তুগলাব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দাজ্জালকে দাজ্জাল বলা হয় এজন্য</w:t>
      </w:r>
      <w:r w:rsidRPr="009F36D3">
        <w:t xml:space="preserve"> </w:t>
      </w:r>
      <w:r w:rsidRPr="009F36D3">
        <w:rPr>
          <w:cs/>
          <w:lang w:bidi="bn-IN"/>
        </w:rPr>
        <w:t>যে সব কিছু উল্টোভাবে দেখায়।</w:t>
      </w:r>
      <w:r w:rsidRPr="00AA6375">
        <w:rPr>
          <w:rStyle w:val="libAlaemChar"/>
        </w:rPr>
        <w:t>”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অধ্যায়ে লেখক বুখারী থেকে বর্ণনা করেন এবং তিনি</w:t>
      </w:r>
      <w:r w:rsidRPr="009F36D3">
        <w:t xml:space="preserve"> </w:t>
      </w:r>
      <w:r w:rsidRPr="009F36D3">
        <w:rPr>
          <w:cs/>
          <w:lang w:bidi="bn-IN"/>
        </w:rPr>
        <w:t>আনাস ইবনে মালিক থেকে বর্ণনা করেন যে 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এমন কোন নবীর উম্মাত নেই যা ভয়ংকর ও মিথ্যাবাদী</w:t>
      </w:r>
      <w:r w:rsidRPr="009F36D3">
        <w:t xml:space="preserve"> </w:t>
      </w:r>
      <w:r w:rsidRPr="009F36D3">
        <w:rPr>
          <w:cs/>
          <w:lang w:bidi="bn-IN"/>
        </w:rPr>
        <w:t>দাজ্জালকে ভয় করে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(৯৯ পৃষ্ঠায়) আবুল হোসেইন</w:t>
      </w:r>
      <w:r w:rsidRPr="009F36D3">
        <w:t xml:space="preserve"> </w:t>
      </w:r>
      <w:r w:rsidRPr="009F36D3">
        <w:rPr>
          <w:cs/>
          <w:lang w:bidi="bn-IN"/>
        </w:rPr>
        <w:t xml:space="preserve">আবারী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রাসূলুল্লাহ (সাঃ) থেকে প্রচুর হাদীস এসেছে</w:t>
      </w:r>
      <w:r w:rsidRPr="009F36D3">
        <w:t xml:space="preserve"> </w:t>
      </w:r>
      <w:r w:rsidRPr="009F36D3">
        <w:rPr>
          <w:cs/>
          <w:lang w:bidi="bn-IN"/>
        </w:rPr>
        <w:t>মাহদীর আবির্ভাব সম্পর্কে যে হযরত মাহদী রাসূলুল্লাহ (সাঃ)- এর</w:t>
      </w:r>
      <w:r w:rsidRPr="009F36D3">
        <w:t xml:space="preserve"> </w:t>
      </w:r>
      <w:r w:rsidRPr="009F36D3">
        <w:rPr>
          <w:cs/>
          <w:lang w:bidi="bn-IN"/>
        </w:rPr>
        <w:t>বংশধর</w:t>
      </w:r>
      <w:r w:rsidRPr="009F36D3">
        <w:t xml:space="preserve">, </w:t>
      </w:r>
      <w:r w:rsidRPr="009F36D3">
        <w:rPr>
          <w:cs/>
          <w:lang w:bidi="bn-IN"/>
        </w:rPr>
        <w:t>তিনি সাত বছর শাসন করবেন</w:t>
      </w:r>
      <w:r w:rsidRPr="009F36D3">
        <w:t xml:space="preserve">, </w:t>
      </w:r>
      <w:r w:rsidRPr="009F36D3">
        <w:rPr>
          <w:cs/>
          <w:lang w:bidi="bn-IN"/>
        </w:rPr>
        <w:t>তিনি পৃথিবীকে ন্যায়বিচার দিয়ে</w:t>
      </w:r>
      <w:r w:rsidRPr="009F36D3">
        <w:t xml:space="preserve"> </w:t>
      </w:r>
      <w:r w:rsidRPr="009F36D3">
        <w:rPr>
          <w:cs/>
          <w:lang w:bidi="bn-IN"/>
        </w:rPr>
        <w:t>পূর্ণ করে দিবেন এবং তিনি ঈসা (আঃ)- এর সাথে আবির্ভূত হবেন এবং</w:t>
      </w:r>
      <w:r w:rsidRPr="009F36D3">
        <w:t xml:space="preserve"> </w:t>
      </w:r>
      <w:r w:rsidRPr="009F36D3">
        <w:rPr>
          <w:cs/>
          <w:lang w:bidi="bn-IN"/>
        </w:rPr>
        <w:t>ঈসা (আঃ) তাকে দাজ্জাল হত্যায় সাহায্য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lastRenderedPageBreak/>
        <w:br w:type="page"/>
      </w:r>
    </w:p>
    <w:p w:rsidR="005A057D" w:rsidRPr="009F36D3" w:rsidRDefault="005A057D" w:rsidP="002025DF">
      <w:pPr>
        <w:pStyle w:val="Heading2Center"/>
      </w:pPr>
      <w:bookmarkStart w:id="60" w:name="_Toc451691975"/>
      <w:r w:rsidRPr="009F36D3">
        <w:rPr>
          <w:cs/>
          <w:lang w:bidi="bn-IN"/>
        </w:rPr>
        <w:lastRenderedPageBreak/>
        <w:t>সুফিয়ানীর বিদ্রোহ</w:t>
      </w:r>
      <w:bookmarkEnd w:id="60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ইক্বদুদ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চতুর্থ অধ্যায়ে আব্দুল্লাহ ইবনে</w:t>
      </w:r>
      <w:r w:rsidRPr="009F36D3">
        <w:t xml:space="preserve"> </w:t>
      </w:r>
      <w:r w:rsidRPr="009F36D3">
        <w:rPr>
          <w:cs/>
          <w:lang w:bidi="bn-IN"/>
        </w:rPr>
        <w:t>সাফওয়ান থেকে এবং তিনি হাফসা (নবী (সাঃ)-এর স্ত্রী)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রাসূলুল্লাহ (সাঃ) কে বলতে শুনেছি এ বাড়ি একটি</w:t>
      </w:r>
      <w:r w:rsidRPr="009F36D3">
        <w:t xml:space="preserve"> </w:t>
      </w:r>
      <w:r w:rsidRPr="009F36D3">
        <w:rPr>
          <w:cs/>
          <w:lang w:bidi="bn-IN"/>
        </w:rPr>
        <w:t>সেনাবাহিনীর হাত থেকে নিরাপদ থাকবে যা এটিকে আক্রমণ</w:t>
      </w:r>
      <w:r w:rsidRPr="009F36D3">
        <w:t xml:space="preserve"> </w:t>
      </w:r>
      <w:r w:rsidRPr="009F36D3">
        <w:rPr>
          <w:cs/>
          <w:lang w:bidi="bn-IN"/>
        </w:rPr>
        <w:t>করবে যতক্ষণ পর্যন্ত না সেনাদলটি একটি নরম ভূমিতে অবস্থান</w:t>
      </w:r>
      <w:r w:rsidRPr="009F36D3">
        <w:t xml:space="preserve"> </w:t>
      </w:r>
      <w:r w:rsidRPr="009F36D3">
        <w:rPr>
          <w:cs/>
          <w:lang w:bidi="bn-IN"/>
        </w:rPr>
        <w:t>নিবে। মাঝখানের সারিটি মাটিতে দেবে যাবে। যখন প্রথম</w:t>
      </w:r>
      <w:r w:rsidRPr="009F36D3">
        <w:t xml:space="preserve"> </w:t>
      </w:r>
      <w:r w:rsidRPr="009F36D3">
        <w:rPr>
          <w:cs/>
          <w:lang w:bidi="bn-IN"/>
        </w:rPr>
        <w:t>সারিটি শেষ সারির কাছ থেকে সাহায্য চাইবে তখন তাদের মধ্যে</w:t>
      </w:r>
      <w:r w:rsidRPr="009F36D3">
        <w:t xml:space="preserve"> </w:t>
      </w:r>
      <w:r w:rsidRPr="009F36D3">
        <w:rPr>
          <w:cs/>
          <w:lang w:bidi="bn-IN"/>
        </w:rPr>
        <w:t>থেকে কেউ বেঁচে থাকবে না সে ছাড়া যে তাদের বিষয়ে</w:t>
      </w:r>
      <w:r w:rsidRPr="009F36D3">
        <w:t xml:space="preserve"> </w:t>
      </w:r>
      <w:r w:rsidRPr="009F36D3">
        <w:rPr>
          <w:cs/>
          <w:lang w:bidi="bn-IN"/>
        </w:rPr>
        <w:t>জানাবে।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 ব্যক্তি আব্দুল্লাহ ইবনে সাফওয়ানকে সম্বোধন করে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সাক্ষী দিচ্ছি যে আপনি হাফসার বিষয়ে মিথ্যা বলেন নি এবং তিনিও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সম্পর্কে মিথ্যা বলেন নি।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 হাদীসটি ইমাম মুসলিম</w:t>
      </w:r>
      <w:r w:rsidRPr="009F36D3">
        <w:t xml:space="preserve"> </w:t>
      </w:r>
      <w:r w:rsidRPr="009F36D3">
        <w:rPr>
          <w:cs/>
          <w:lang w:bidi="bn-IN"/>
        </w:rPr>
        <w:t xml:space="preserve">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তে বর্ণনা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অধ্যায়ে লেখক ইমাম মুসলিম (সহীহ) থেকে</w:t>
      </w:r>
      <w:r w:rsidRPr="009F36D3">
        <w:t xml:space="preserve"> </w:t>
      </w:r>
      <w:r w:rsidRPr="009F36D3">
        <w:rPr>
          <w:cs/>
          <w:lang w:bidi="bn-IN"/>
        </w:rPr>
        <w:t>একটি হাদীস বর্ণনা করেন যিনি আব্দুল্লাহ ইবনে উতবা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উম্মুল মুমিনীন (নবীর (সাঃ) স্ত্রী উম্মে সালামা)-এর কাছে</w:t>
      </w:r>
      <w:r w:rsidRPr="009F36D3">
        <w:t xml:space="preserve"> </w:t>
      </w:r>
      <w:r w:rsidRPr="009F36D3">
        <w:rPr>
          <w:cs/>
          <w:lang w:bidi="bn-IN"/>
        </w:rPr>
        <w:t>গেলাম হারিস ইবনে রবীয়াহ এবং আব্দুল্লাহ ইবনে সাফওয়ানের</w:t>
      </w:r>
      <w:r w:rsidRPr="009F36D3">
        <w:t xml:space="preserve"> </w:t>
      </w:r>
      <w:r w:rsidRPr="009F36D3">
        <w:rPr>
          <w:cs/>
          <w:lang w:bidi="bn-IN"/>
        </w:rPr>
        <w:t>সাথে।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জনই উম্মে সালামার কাছে জানতে চান ঐ সেনাবাহিনী</w:t>
      </w:r>
      <w:r w:rsidRPr="009F36D3">
        <w:t xml:space="preserve"> </w:t>
      </w:r>
      <w:r w:rsidRPr="009F36D3">
        <w:rPr>
          <w:cs/>
          <w:lang w:bidi="bn-IN"/>
        </w:rPr>
        <w:t>সম্পর্কে যা মাটিতে দেবে যাবে। উম্মে সালামা বললেন-</w:t>
      </w:r>
      <w:r w:rsidRPr="009F36D3">
        <w:t xml:space="preserve"> </w:t>
      </w:r>
      <w:r w:rsidRPr="009F36D3">
        <w:rPr>
          <w:cs/>
          <w:lang w:bidi="bn-IN"/>
        </w:rPr>
        <w:t xml:space="preserve">রাসূলুল্লাহ (সাঃ) বলেছেন-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এক ব্যক্তি কাবা ঘরে আশ্রয় নিবে।</w:t>
      </w:r>
      <w:r w:rsidRPr="009F36D3">
        <w:t xml:space="preserve"> </w:t>
      </w:r>
      <w:r w:rsidRPr="009F36D3">
        <w:rPr>
          <w:cs/>
          <w:lang w:bidi="bn-IN"/>
        </w:rPr>
        <w:t>আল্লাহ একটি সেনাবাহিনী আনবেন এবং যখন তারা নরম ভুমিতে</w:t>
      </w:r>
      <w:r w:rsidRPr="009F36D3">
        <w:t xml:space="preserve"> </w:t>
      </w:r>
      <w:r w:rsidRPr="009F36D3">
        <w:rPr>
          <w:cs/>
          <w:lang w:bidi="bn-IN"/>
        </w:rPr>
        <w:t>পৌঁছাবে তারা এতে ডুবে যাবে।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জিজ্ঞেস করলাম-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রাসূলুল্লাহ (সাঃ) তার কী অবস্থা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হবে যে ব্যর্থ হবে</w:t>
      </w:r>
      <w:r w:rsidRPr="009F36D3">
        <w:t xml:space="preserve">? </w:t>
      </w:r>
      <w:r w:rsidRPr="009F36D3">
        <w:rPr>
          <w:cs/>
          <w:lang w:bidi="bn-IN"/>
        </w:rPr>
        <w:t>তিনি বললেন- সেও তাদের সাথে ডুবে যাবে</w:t>
      </w:r>
      <w:r w:rsidRPr="009F36D3">
        <w:t xml:space="preserve"> </w:t>
      </w:r>
      <w:r w:rsidRPr="009F36D3">
        <w:rPr>
          <w:cs/>
          <w:lang w:bidi="bn-IN"/>
        </w:rPr>
        <w:t>কিন্তু আল্লাহ তাকে বিচার দিবসে তার নিয়ত অনুযায়ী বিচার</w:t>
      </w:r>
      <w:r w:rsidRPr="009F36D3">
        <w:t xml:space="preserve"> </w:t>
      </w:r>
      <w:r w:rsidRPr="009F36D3">
        <w:rPr>
          <w:cs/>
          <w:lang w:bidi="bn-IN"/>
        </w:rPr>
        <w:t>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একটি হাদীসে ইমাম বাকীর</w:t>
      </w:r>
      <w:r w:rsidRPr="009F36D3">
        <w:t xml:space="preserve"> (</w:t>
      </w:r>
      <w:r w:rsidRPr="009F36D3">
        <w:rPr>
          <w:cs/>
          <w:lang w:bidi="bn-IN"/>
        </w:rPr>
        <w:t xml:space="preserve">আঃ)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নরম ভূমি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বলতে মদীনাকে</w:t>
      </w:r>
      <w:r w:rsidRPr="009F36D3">
        <w:t xml:space="preserve"> </w:t>
      </w:r>
      <w:r w:rsidRPr="009F36D3">
        <w:rPr>
          <w:cs/>
          <w:lang w:bidi="bn-IN"/>
        </w:rPr>
        <w:t>বোঝানো হয়েছে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একই বইয়ের চতুর্থ  অধ্যায়ের তৃতীয় অংশে লেখক নাঈম ইবনে</w:t>
      </w:r>
      <w:r w:rsidRPr="009F36D3">
        <w:t xml:space="preserve"> </w:t>
      </w:r>
      <w:r w:rsidRPr="009F36D3">
        <w:rPr>
          <w:cs/>
          <w:lang w:bidi="bn-IN"/>
        </w:rPr>
        <w:t xml:space="preserve">হেমাদ থেকে এবং তিনি যুহুরী থেকে বর্ণনা করেন যে-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সুফিয়ানী</w:t>
      </w:r>
      <w:r w:rsidRPr="009F36D3">
        <w:t xml:space="preserve"> </w:t>
      </w:r>
      <w:r w:rsidRPr="009F36D3">
        <w:rPr>
          <w:cs/>
          <w:lang w:bidi="bn-IN"/>
        </w:rPr>
        <w:t>এবং মাহদী পরস্পর যুদ্ধে মুখোমুখি হবে তখন আকাশ থেকে একটি</w:t>
      </w:r>
      <w:r w:rsidRPr="009F36D3">
        <w:t xml:space="preserve"> </w:t>
      </w:r>
      <w:r w:rsidRPr="009F36D3">
        <w:rPr>
          <w:cs/>
          <w:lang w:bidi="bn-IN"/>
        </w:rPr>
        <w:t xml:space="preserve">চীৎকার শোনা যাবে-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জেনে রাখো আল্লাহর ওয়ালীরা অমুক ব্যক্তির</w:t>
      </w:r>
      <w:r w:rsidRPr="009F36D3">
        <w:t xml:space="preserve"> (</w:t>
      </w:r>
      <w:r w:rsidRPr="009F36D3">
        <w:rPr>
          <w:cs/>
          <w:lang w:bidi="bn-IN"/>
        </w:rPr>
        <w:t>মাহদীর) সাহায্যকারী।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২য় অংশে</w:t>
      </w:r>
      <w:r w:rsidRPr="009F36D3">
        <w:t xml:space="preserve">, </w:t>
      </w:r>
      <w:r w:rsidRPr="009F36D3">
        <w:rPr>
          <w:cs/>
          <w:lang w:bidi="bn-IN"/>
        </w:rPr>
        <w:t>চতুর্থ  অধ্যায়ে লেখক নাঈম ইবনে</w:t>
      </w:r>
      <w:r w:rsidRPr="009F36D3">
        <w:t xml:space="preserve"> </w:t>
      </w:r>
      <w:r w:rsidRPr="009F36D3">
        <w:rPr>
          <w:cs/>
          <w:lang w:bidi="bn-IN"/>
        </w:rPr>
        <w:t>হেমাদ থেকে এবং তিনি খলিল ইবনে সুফিয়ান থেকে বর্ণনা করেন-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সুফিয়ানী বিদ্রোহ করবে এবং তার হাতে থাকবে তিনটি বাশী। সে তা</w:t>
      </w:r>
      <w:r w:rsidRPr="009F36D3">
        <w:t xml:space="preserve"> </w:t>
      </w:r>
      <w:r w:rsidRPr="009F36D3">
        <w:rPr>
          <w:cs/>
          <w:lang w:bidi="bn-IN"/>
        </w:rPr>
        <w:t>যার জন্য বাজাবে সেই মারা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২য় অংশে</w:t>
      </w:r>
      <w:r w:rsidRPr="009F36D3">
        <w:t xml:space="preserve">, </w:t>
      </w:r>
      <w:r w:rsidRPr="009F36D3">
        <w:rPr>
          <w:cs/>
          <w:lang w:bidi="bn-IN"/>
        </w:rPr>
        <w:t>চতুর্থ  অধ্যায়ে লেখক নাঈম ইবনে</w:t>
      </w:r>
      <w:r w:rsidRPr="009F36D3">
        <w:t xml:space="preserve"> </w:t>
      </w:r>
      <w:r w:rsidRPr="009F36D3">
        <w:rPr>
          <w:cs/>
          <w:lang w:bidi="bn-IN"/>
        </w:rPr>
        <w:t>হেমাদ (ফাতান) এবং আবু আব্দুল্লাহ (মুসতাদরাক) থেকে এবং তারা</w:t>
      </w:r>
      <w:r w:rsidRPr="009F36D3">
        <w:t xml:space="preserve"> </w:t>
      </w:r>
      <w:r w:rsidRPr="009F36D3">
        <w:rPr>
          <w:cs/>
          <w:lang w:bidi="bn-IN"/>
        </w:rPr>
        <w:t>ইবনে মাসুদ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5A057D">
        <w:rPr>
          <w:cs/>
          <w:lang w:bidi="bn-IN"/>
        </w:rPr>
        <w:t>সাতটি</w:t>
      </w:r>
      <w:r w:rsidRPr="005A057D">
        <w:t xml:space="preserve"> </w:t>
      </w:r>
      <w:r w:rsidRPr="005A057D">
        <w:rPr>
          <w:rFonts w:hint="cs"/>
          <w:cs/>
          <w:lang w:bidi="bn-IN"/>
        </w:rPr>
        <w:t>দুর্যোগ</w:t>
      </w:r>
      <w:r w:rsidRPr="009F36D3">
        <w:rPr>
          <w:cs/>
          <w:lang w:bidi="bn-IN"/>
        </w:rPr>
        <w:t xml:space="preserve"> থেকে সতর্ক থাকো যা আমার পরে ঘটতে যাচ্ছে-</w:t>
      </w:r>
      <w:r w:rsidRPr="009F36D3">
        <w:t xml:space="preserve"> </w:t>
      </w:r>
      <w:r w:rsidRPr="009F36D3">
        <w:rPr>
          <w:cs/>
          <w:lang w:bidi="bn-IN"/>
        </w:rPr>
        <w:t>মদীনার বিশৃঙ্খলা</w:t>
      </w:r>
      <w:r w:rsidRPr="009F36D3">
        <w:t>,</w:t>
      </w:r>
      <w:r w:rsidRPr="009F36D3">
        <w:rPr>
          <w:cs/>
          <w:lang w:bidi="bn-IN"/>
        </w:rPr>
        <w:t xml:space="preserve"> মক্কার বিশৃঙ্খলা</w:t>
      </w:r>
      <w:r w:rsidRPr="009F36D3">
        <w:t>,</w:t>
      </w:r>
      <w:r w:rsidRPr="009F36D3">
        <w:rPr>
          <w:cs/>
          <w:lang w:bidi="bn-IN"/>
        </w:rPr>
        <w:t xml:space="preserve"> ইয়েমেনের বিশৃঙ্খলা</w:t>
      </w:r>
      <w:r w:rsidRPr="009F36D3">
        <w:t xml:space="preserve">, </w:t>
      </w:r>
      <w:r w:rsidRPr="009F36D3">
        <w:rPr>
          <w:cs/>
          <w:lang w:bidi="bn-IN"/>
        </w:rPr>
        <w:t>সিরিয়ার বিশৃঙ্খলা</w:t>
      </w:r>
      <w:r w:rsidRPr="009F36D3">
        <w:t>,</w:t>
      </w:r>
      <w:r w:rsidRPr="009F36D3">
        <w:rPr>
          <w:cs/>
          <w:lang w:bidi="bn-IN"/>
        </w:rPr>
        <w:t xml:space="preserve"> পূর্ব দিক থেকে যে বিশৃঙ্খলা দেখা দিবে</w:t>
      </w:r>
      <w:r w:rsidRPr="009F36D3">
        <w:t xml:space="preserve">, </w:t>
      </w:r>
      <w:r w:rsidRPr="009F36D3">
        <w:rPr>
          <w:cs/>
          <w:lang w:bidi="bn-IN"/>
        </w:rPr>
        <w:t>পশ্চিম দিক থেকে যে বিশৃঙ্খলা দেখা দিবে এবং শেষটি যা মধ্য</w:t>
      </w:r>
      <w:r w:rsidRPr="009F36D3">
        <w:t xml:space="preserve"> </w:t>
      </w:r>
      <w:r w:rsidRPr="009F36D3">
        <w:rPr>
          <w:cs/>
          <w:lang w:bidi="bn-IN"/>
        </w:rPr>
        <w:t>সিরিয়া থেকে দেখা দিবে তা হবে সুফিয়ানীর বিশৃঙ্খলা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মাসুদ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তোমাদের কেউ কেউ দুর্যোগসমূহের শুরু দেখবে</w:t>
      </w:r>
      <w:r w:rsidRPr="009F36D3">
        <w:t xml:space="preserve"> </w:t>
      </w:r>
      <w:r w:rsidRPr="009F36D3">
        <w:rPr>
          <w:cs/>
          <w:lang w:bidi="bn-IN"/>
        </w:rPr>
        <w:t>এবং আমরা এর শেষ অংশ দেখবো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rtl/>
          <w:cs/>
        </w:rPr>
      </w:pPr>
      <w:r w:rsidRPr="009F36D3">
        <w:rPr>
          <w:cs/>
          <w:lang w:bidi="bn-IN"/>
        </w:rPr>
        <w:t xml:space="preserve">ওয়ালিদ ইবনে আব্বাস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মদীনার বিশৃঙ্খলা শুরু</w:t>
      </w:r>
      <w:r w:rsidRPr="009F36D3">
        <w:t xml:space="preserve"> </w:t>
      </w:r>
      <w:r w:rsidRPr="009F36D3">
        <w:rPr>
          <w:cs/>
          <w:lang w:bidi="bn-IN"/>
        </w:rPr>
        <w:t>হয়েছিলো তালহা ও যুবায়ের-এর কাছ থেকে। মক্কার বিশৃঙ্খলা ছিলো</w:t>
      </w:r>
      <w:r w:rsidRPr="009F36D3">
        <w:t xml:space="preserve"> </w:t>
      </w:r>
      <w:r w:rsidRPr="009F36D3">
        <w:rPr>
          <w:cs/>
          <w:lang w:bidi="bn-IN"/>
        </w:rPr>
        <w:t>ইবনে জুবায়ের থেকে</w:t>
      </w:r>
      <w:r w:rsidRPr="009F36D3">
        <w:t xml:space="preserve">, </w:t>
      </w:r>
      <w:r w:rsidRPr="009F36D3">
        <w:rPr>
          <w:cs/>
          <w:lang w:bidi="bn-IN"/>
        </w:rPr>
        <w:t>ইয়েমেনের বিশৃঙ্খলা ছিলো নাজদাহ থেকে</w:t>
      </w:r>
      <w:r w:rsidRPr="009F36D3">
        <w:t xml:space="preserve">, </w:t>
      </w:r>
      <w:r w:rsidRPr="009F36D3">
        <w:rPr>
          <w:cs/>
          <w:lang w:bidi="bn-IN"/>
        </w:rPr>
        <w:t>সিরিয়ার বিশৃঙ্খলা বনি উমাইয়্যাহ থেকে এবং মধ্য সিরিয়ার বিশৃঙ্খলাও এ</w:t>
      </w:r>
      <w:r w:rsidRPr="009F36D3">
        <w:t xml:space="preserve"> </w:t>
      </w:r>
      <w:r w:rsidRPr="009F36D3">
        <w:rPr>
          <w:cs/>
          <w:lang w:bidi="bn-IN"/>
        </w:rPr>
        <w:t>একই দল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পরিচ্ছেদ ২</w:t>
      </w:r>
      <w:r w:rsidRPr="009F36D3">
        <w:t xml:space="preserve">, </w:t>
      </w:r>
      <w:r w:rsidRPr="009F36D3">
        <w:rPr>
          <w:cs/>
          <w:lang w:bidi="bn-IN"/>
        </w:rPr>
        <w:t>চতুর্থ অধ্যায়ে লেখক জাবির</w:t>
      </w:r>
      <w:r w:rsidRPr="009F36D3">
        <w:t xml:space="preserve"> </w:t>
      </w:r>
      <w:r w:rsidRPr="009F36D3">
        <w:rPr>
          <w:cs/>
          <w:lang w:bidi="bn-IN"/>
        </w:rPr>
        <w:t>ইবনে ইয়াযীদ জুয়াফী থেকে এবং তিনি ইমাম মুহাম্মাদ বাক্বীর (আঃ)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করেন যে ইমাম বাক্বীর (আঃ)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জাবির নিজের</w:t>
      </w:r>
      <w:r w:rsidRPr="009F36D3">
        <w:t xml:space="preserve"> </w:t>
      </w:r>
      <w:r w:rsidRPr="009F36D3">
        <w:rPr>
          <w:cs/>
          <w:lang w:bidi="bn-IN"/>
        </w:rPr>
        <w:t>জায়গায় দৃঢ়ভাবে বসে থাকো যতক্ষণ আমি নিদর্শনগুলো তোমার কাছে</w:t>
      </w:r>
      <w:r w:rsidRPr="009F36D3">
        <w:t xml:space="preserve"> </w:t>
      </w:r>
      <w:r w:rsidRPr="009F36D3">
        <w:rPr>
          <w:cs/>
          <w:lang w:bidi="bn-IN"/>
        </w:rPr>
        <w:lastRenderedPageBreak/>
        <w:t>বর্ণনা করি- সিরিয়া থেকে তিনটি পতাকা বেরোবে। লাল এবং সাদা</w:t>
      </w:r>
      <w:r w:rsidRPr="009F36D3">
        <w:t xml:space="preserve"> </w:t>
      </w:r>
      <w:r w:rsidRPr="009F36D3">
        <w:rPr>
          <w:cs/>
          <w:lang w:bidi="bn-IN"/>
        </w:rPr>
        <w:t>পতাকা</w:t>
      </w:r>
      <w:r w:rsidRPr="009F36D3">
        <w:t xml:space="preserve">, </w:t>
      </w:r>
      <w:r w:rsidRPr="009F36D3">
        <w:rPr>
          <w:cs/>
          <w:lang w:bidi="bn-IN"/>
        </w:rPr>
        <w:t>কালো ও সাদা পতাকা এবং সুফিয়ানীর পতাকা। সুফিয়ানী দশ</w:t>
      </w:r>
      <w:r w:rsidRPr="009F36D3">
        <w:t xml:space="preserve"> </w:t>
      </w:r>
      <w:r w:rsidRPr="009F36D3">
        <w:rPr>
          <w:cs/>
          <w:lang w:bidi="bn-IN"/>
        </w:rPr>
        <w:t>হাজার সৈন্যকে কুফার দিকে পাঠাবে। তারা লুট করবে</w:t>
      </w:r>
      <w:r w:rsidRPr="009F36D3">
        <w:t xml:space="preserve">, </w:t>
      </w:r>
      <w:r w:rsidRPr="009F36D3">
        <w:rPr>
          <w:cs/>
          <w:lang w:bidi="bn-IN"/>
        </w:rPr>
        <w:t>হত্যা করবে এবং</w:t>
      </w:r>
      <w:r w:rsidRPr="009F36D3">
        <w:t xml:space="preserve"> </w:t>
      </w:r>
      <w:r w:rsidRPr="009F36D3">
        <w:rPr>
          <w:cs/>
          <w:lang w:bidi="bn-IN"/>
        </w:rPr>
        <w:t>এর অধিবাসীদের বন্দী করবে। যখন তারা এ কাজে ব্যস্ত হবে তখন</w:t>
      </w:r>
      <w:r w:rsidRPr="009F36D3">
        <w:t xml:space="preserve"> </w:t>
      </w:r>
      <w:r w:rsidRPr="009F36D3">
        <w:rPr>
          <w:cs/>
          <w:lang w:bidi="bn-IN"/>
        </w:rPr>
        <w:t>খোরাসান থেকে সৈন্যরা পতাকা বহন করে দ্রুততার সাথে এগিয়ে যাবে।</w:t>
      </w:r>
      <w:r w:rsidRPr="009F36D3">
        <w:t xml:space="preserve"> </w:t>
      </w:r>
      <w:r w:rsidRPr="009F36D3">
        <w:rPr>
          <w:cs/>
          <w:lang w:bidi="bn-IN"/>
        </w:rPr>
        <w:t>তারা মাহদীর সাহায্যকারী। সুফিয়ানী মদীনার দিকে সৈন্য প্রেরণ করবে</w:t>
      </w:r>
      <w:r w:rsidRPr="009F36D3">
        <w:t xml:space="preserve"> </w:t>
      </w:r>
      <w:r w:rsidRPr="009F36D3">
        <w:rPr>
          <w:cs/>
          <w:lang w:bidi="bn-IN"/>
        </w:rPr>
        <w:t>এবং মাহদী মদীনা থেকে মক্কায় গোপনে চলে যাবেন। সুফিয়ানীর</w:t>
      </w:r>
      <w:r w:rsidRPr="009F36D3">
        <w:t xml:space="preserve"> </w:t>
      </w:r>
      <w:r w:rsidRPr="009F36D3">
        <w:rPr>
          <w:cs/>
          <w:lang w:bidi="bn-IN"/>
        </w:rPr>
        <w:t>সেনাবাহিনীর প্রধানকে মাহদীর মক্কার দিকে গোপনে চলে যাওয়া সম্পর্কে</w:t>
      </w:r>
      <w:r w:rsidRPr="009F36D3">
        <w:t xml:space="preserve"> </w:t>
      </w:r>
      <w:r w:rsidRPr="009F36D3">
        <w:rPr>
          <w:cs/>
          <w:lang w:bidi="bn-IN"/>
        </w:rPr>
        <w:t>জানানো হবে।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নাজদেহ ইবনে আমের হানাফী খাওয়ারিজদের একজন যে তার বাহিনীকে</w:t>
      </w:r>
      <w:r w:rsidRPr="009F36D3">
        <w:t xml:space="preserve"> </w:t>
      </w:r>
      <w:r w:rsidRPr="009F36D3">
        <w:rPr>
          <w:cs/>
          <w:lang w:bidi="bn-IN"/>
        </w:rPr>
        <w:t>ধরার জন্য আদেশ দিবে। কিন্তু তারা তাকে খুঁজে পাবে না। সুফিয়ানীর</w:t>
      </w:r>
      <w:r w:rsidRPr="009F36D3">
        <w:t xml:space="preserve"> </w:t>
      </w:r>
      <w:r w:rsidRPr="009F36D3">
        <w:rPr>
          <w:cs/>
          <w:lang w:bidi="bn-IN"/>
        </w:rPr>
        <w:t xml:space="preserve">সেনাবাহিনীর সেনাপতি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মক্কা ও মদীনার মধ্যবর্তী নরম স্থান)</w:t>
      </w:r>
      <w:r w:rsidRPr="009F36D3">
        <w:t xml:space="preserve"> </w:t>
      </w:r>
      <w:r w:rsidRPr="009F36D3">
        <w:rPr>
          <w:cs/>
          <w:lang w:bidi="bn-IN"/>
        </w:rPr>
        <w:t>নামের এক জায়গায় পৌঁছাবে এবং এক আহবানকারী আসমান থেকে</w:t>
      </w:r>
      <w:r w:rsidRPr="009F36D3">
        <w:t xml:space="preserve"> </w:t>
      </w:r>
      <w:r w:rsidRPr="009F36D3">
        <w:rPr>
          <w:cs/>
          <w:lang w:bidi="bn-IN"/>
        </w:rPr>
        <w:t xml:space="preserve">ডেকে উঠবে-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বাইদাহ</w:t>
      </w:r>
      <w:r w:rsidRPr="009F36D3">
        <w:t xml:space="preserve">, </w:t>
      </w:r>
      <w:r w:rsidRPr="009F36D3">
        <w:rPr>
          <w:cs/>
          <w:lang w:bidi="bn-IN"/>
        </w:rPr>
        <w:t>এ দলটিকে ধ্বংস কর।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তখন বাইদাহর</w:t>
      </w:r>
      <w:r w:rsidRPr="009F36D3">
        <w:t xml:space="preserve"> </w:t>
      </w:r>
      <w:r w:rsidRPr="009F36D3">
        <w:rPr>
          <w:cs/>
          <w:lang w:bidi="bn-IN"/>
        </w:rPr>
        <w:t>স্থানটি তাদের গিলে ফেলবে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(৪১৪ পৃষ্ঠায়)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দুররুল মুনজুম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বই থেকে বর্ণনা করেছেন-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আবির্ভাবের একটি নিদর্শন হবে</w:t>
      </w:r>
      <w:r w:rsidRPr="009F36D3">
        <w:t xml:space="preserve"> </w:t>
      </w:r>
      <w:r w:rsidRPr="009F36D3">
        <w:rPr>
          <w:cs/>
          <w:lang w:bidi="bn-IN"/>
        </w:rPr>
        <w:t>সুফিয়ানীর বিদ্রোহ। সে মক্কার দিকে ৩০</w:t>
      </w:r>
      <w:r w:rsidRPr="009F36D3">
        <w:t>,</w:t>
      </w:r>
      <w:r w:rsidRPr="009F36D3">
        <w:rPr>
          <w:cs/>
          <w:lang w:bidi="bn-IN"/>
        </w:rPr>
        <w:t>০০০ সৈন্য পাঠাবে যেখানে</w:t>
      </w:r>
      <w:r w:rsidRPr="009F36D3">
        <w:t xml:space="preserve"> </w:t>
      </w:r>
      <w:r w:rsidRPr="009F36D3">
        <w:rPr>
          <w:cs/>
          <w:lang w:bidi="bn-IN"/>
        </w:rPr>
        <w:t xml:space="preserve">তারা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নামক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ডুবে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ইবনে আবিল হাদীদ তার নাহজুল বালাগার তাফসীরে (খণ্ড-১</w:t>
      </w:r>
      <w:r w:rsidRPr="009F36D3">
        <w:t xml:space="preserve">, </w:t>
      </w:r>
      <w:r w:rsidRPr="009F36D3">
        <w:rPr>
          <w:cs/>
          <w:lang w:bidi="bn-IN"/>
        </w:rPr>
        <w:t xml:space="preserve">পৃষ্ঠা ২১১) গায়েব সম্পর্কে আলী (আঃ)-এর ভাষণ সম্পর্কে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আবু</w:t>
      </w:r>
      <w:r w:rsidRPr="009F36D3">
        <w:t xml:space="preserve"> </w:t>
      </w:r>
      <w:r w:rsidRPr="009F36D3">
        <w:rPr>
          <w:cs/>
          <w:lang w:bidi="bn-IN"/>
        </w:rPr>
        <w:t>দাউদ থায়ালেসি বর্ণনা করেছেন সোলাইমান যাররিক থেকে</w:t>
      </w:r>
      <w:r w:rsidRPr="009F36D3">
        <w:t xml:space="preserve">, </w:t>
      </w:r>
      <w:r w:rsidRPr="009F36D3">
        <w:rPr>
          <w:cs/>
          <w:lang w:bidi="bn-IN"/>
        </w:rPr>
        <w:t>তিনি আব্দুল</w:t>
      </w:r>
      <w:r w:rsidRPr="009F36D3">
        <w:t xml:space="preserve"> </w:t>
      </w:r>
      <w:r w:rsidRPr="009F36D3">
        <w:rPr>
          <w:cs/>
          <w:lang w:bidi="bn-IN"/>
        </w:rPr>
        <w:t>আযীয থেকে</w:t>
      </w:r>
      <w:r w:rsidRPr="009F36D3">
        <w:t xml:space="preserve">, </w:t>
      </w:r>
      <w:r w:rsidRPr="009F36D3">
        <w:rPr>
          <w:cs/>
          <w:lang w:bidi="bn-IN"/>
        </w:rPr>
        <w:t>তিনি আবুল আলিয়া থেকে</w:t>
      </w:r>
      <w:r w:rsidRPr="009F36D3">
        <w:t xml:space="preserve">, </w:t>
      </w:r>
      <w:r w:rsidRPr="009F36D3">
        <w:rPr>
          <w:cs/>
          <w:lang w:bidi="bn-IN"/>
        </w:rPr>
        <w:t>তিনি মাযরাহ থেকে (যিনি</w:t>
      </w:r>
      <w:r w:rsidRPr="009F36D3">
        <w:t xml:space="preserve"> </w:t>
      </w:r>
      <w:r w:rsidRPr="009F36D3">
        <w:rPr>
          <w:cs/>
          <w:lang w:bidi="bn-IN"/>
        </w:rPr>
        <w:t>আলী (আঃ) সাথী ছিলেন) যিনি বলেন-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একটি সেনাবাহিনী অগ্রসর হবে যতক্ষণ না বাইদাহর ভূমি পর্যন্ত</w:t>
      </w:r>
      <w:r w:rsidRPr="009F36D3">
        <w:t xml:space="preserve"> </w:t>
      </w:r>
      <w:r w:rsidRPr="009F36D3">
        <w:rPr>
          <w:cs/>
          <w:lang w:bidi="bn-IN"/>
        </w:rPr>
        <w:t>পৌঁছায়। সেখানে সৈন্যবাহিনীটি মাটিতে ডুবে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আবুল আলিয়া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মাযরাহকে জিজ্ঞেস করলাম তিনি আমাকে</w:t>
      </w:r>
      <w:r w:rsidRPr="009F36D3">
        <w:t xml:space="preserve"> </w:t>
      </w:r>
      <w:r w:rsidRPr="009F36D3">
        <w:rPr>
          <w:cs/>
          <w:lang w:bidi="bn-IN"/>
        </w:rPr>
        <w:t xml:space="preserve">গায়েব সম্পর্কে কোন সংবাদ দিবেন কিনা। তিনি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যা বলি</w:t>
      </w:r>
      <w:r w:rsidRPr="009F36D3">
        <w:t xml:space="preserve"> </w:t>
      </w:r>
      <w:r w:rsidRPr="009F36D3">
        <w:rPr>
          <w:cs/>
          <w:lang w:bidi="bn-IN"/>
        </w:rPr>
        <w:t>তা সংরক্ষণ কর কারণ আলী ইবনে আবি তালিবের মত একজন</w:t>
      </w:r>
      <w:r w:rsidRPr="009F36D3">
        <w:t xml:space="preserve"> </w:t>
      </w:r>
      <w:r w:rsidRPr="009F36D3">
        <w:rPr>
          <w:cs/>
          <w:lang w:bidi="bn-IN"/>
        </w:rPr>
        <w:t>নির্ভরযোগ্য মানুষ আমাকে তা জানিয়েছেন।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১৫৩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হাদীসে</w:t>
      </w:r>
      <w:r w:rsidRPr="009F36D3">
        <w:t xml:space="preserve"> </w:t>
      </w:r>
      <w:r w:rsidRPr="009F36D3">
        <w:rPr>
          <w:cs/>
          <w:lang w:bidi="bn-IN"/>
        </w:rPr>
        <w:t>বর্ণিত হয়েছে যে সুফিয়ানী সিরিয়া থেকে মাহদীর বিরুদ্ধে সৈন্যবাহিনী</w:t>
      </w:r>
      <w:r w:rsidRPr="009F36D3">
        <w:t xml:space="preserve"> </w:t>
      </w:r>
      <w:r w:rsidRPr="009F36D3">
        <w:rPr>
          <w:cs/>
          <w:lang w:bidi="bn-IN"/>
        </w:rPr>
        <w:t xml:space="preserve">পাঠাবে এবং তারা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ভূমিতে এসে মাটিতে ডুবে যাবে। কেউ</w:t>
      </w:r>
      <w:r w:rsidRPr="009F36D3">
        <w:t xml:space="preserve"> </w:t>
      </w:r>
      <w:r w:rsidRPr="009F36D3">
        <w:rPr>
          <w:cs/>
          <w:lang w:bidi="bn-IN"/>
        </w:rPr>
        <w:t>বেঁচে থাকবে না সে ব্যক্তি ছাড়া যে তাদের সম্পর্কে খবরটা ছড়িয়ে দিবে।</w:t>
      </w:r>
      <w:r w:rsidRPr="009F36D3">
        <w:t xml:space="preserve"> </w:t>
      </w:r>
      <w:r w:rsidRPr="009F36D3">
        <w:rPr>
          <w:cs/>
          <w:lang w:bidi="bn-IN"/>
        </w:rPr>
        <w:t>সুফিয়ানী এবং মাহদী তাদের নিজ নিজ অনুসারীদের নিয়ে ঐ ব্যক্তির</w:t>
      </w:r>
      <w:r w:rsidRPr="009F36D3">
        <w:t xml:space="preserve"> </w:t>
      </w:r>
      <w:r w:rsidRPr="009F36D3">
        <w:rPr>
          <w:cs/>
          <w:lang w:bidi="bn-IN"/>
        </w:rPr>
        <w:t>দিকে এগিয়ে যাবে এবং মাহদীর বিজয় হবে এবং সুফিয়ানী নিহত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Pr="006E1E70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61" w:name="_Toc451691976"/>
      <w:r w:rsidRPr="009F36D3">
        <w:rPr>
          <w:cs/>
          <w:lang w:bidi="bn-IN"/>
        </w:rPr>
        <w:lastRenderedPageBreak/>
        <w:t>মাহদীর (আঃ) আগমনের নিদর্শনসমূহ</w:t>
      </w:r>
      <w:bookmarkEnd w:id="61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ফুসুলুল মুহিম্মা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১২তম অধ্যায়ে বলেন- হাদীসসমূহে</w:t>
      </w:r>
      <w:r w:rsidRPr="009F36D3">
        <w:t xml:space="preserve"> </w:t>
      </w:r>
      <w:r w:rsidRPr="009F36D3">
        <w:rPr>
          <w:cs/>
          <w:lang w:bidi="bn-IN"/>
        </w:rPr>
        <w:t>এসেছে মাহদীর আবির্ভাব ও ঘটনাসমূহ সম্পর্কে যা তার উত্থানের আগে</w:t>
      </w:r>
      <w:r w:rsidRPr="009F36D3">
        <w:t xml:space="preserve"> </w:t>
      </w:r>
      <w:r w:rsidRPr="009F36D3">
        <w:rPr>
          <w:cs/>
          <w:lang w:bidi="bn-IN"/>
        </w:rPr>
        <w:t>ঘটবে এবং প্রমাণ সম্পর্কে যা তার আবির্ভাবের আগে আবিষ্কৃত হবে।</w:t>
      </w:r>
      <w:r w:rsidRPr="009F36D3">
        <w:t xml:space="preserve"> </w:t>
      </w:r>
      <w:r w:rsidRPr="009F36D3">
        <w:rPr>
          <w:cs/>
          <w:lang w:bidi="bn-IN"/>
        </w:rPr>
        <w:t>যেমন-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১. সুফিয়ানীর বিদ্রোহ।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২. হাসানী-র হত্যাকাণ্ড।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৩. বনি আব্বাসের মাঝে সাম্রাজ্য নিয়ে দ্বন্দ্ব।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৪. মধ্য রমযানে সূর্যগ্রহণ।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৫. চন্দ্রগ্রহণ রমযানের শেষে যা জ্যোর্তিবিজ্ঞানের হিসাব</w:t>
      </w:r>
      <w:r w:rsidRPr="009F36D3">
        <w:t xml:space="preserve"> </w:t>
      </w:r>
      <w:r w:rsidRPr="009F36D3">
        <w:rPr>
          <w:cs/>
          <w:lang w:bidi="bn-IN"/>
        </w:rPr>
        <w:t>বিরোধী।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৬. পশ্চিম দিক থেকে সূর্য উঠবে।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৭. ৭০ জন ধার্মিক ব্যক্তিকে হত্যা।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৮. হত্যাকাণ্ড।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৯. কুফার মসজিদের দেয়াল ধ্বংস হওয়া।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১০. খোরাসান থেকে কালো পতাকাবাহীদের অগ্রসর হওয়া।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১১. ইয়ামানীর উত্থান।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১২. মিশরে মাগরেবীদের বিদ্রোহ এবং সিরিয়ায় গিয়ে ক্ষমতা</w:t>
      </w:r>
      <w:r w:rsidRPr="009F36D3">
        <w:t xml:space="preserve"> </w:t>
      </w:r>
      <w:r w:rsidRPr="009F36D3">
        <w:rPr>
          <w:cs/>
          <w:lang w:bidi="bn-IN"/>
        </w:rPr>
        <w:t>দখল।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১৩. তুর্কীদের একটি দ্বীপে অবতরণ।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১৪. রামাল্লাহতে (ফিলিস্তীনে) রোমানদের আগমন।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১৫. পূর্ব দিকে একটি নক্ষত্র উঠবে যা চাঁদের মত জ্বলজ্বলে।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১৬</w:t>
      </w:r>
      <w:r w:rsidRPr="009F36D3">
        <w:t xml:space="preserve">, </w:t>
      </w:r>
      <w:r w:rsidRPr="009F36D3">
        <w:rPr>
          <w:cs/>
          <w:lang w:bidi="bn-IN"/>
        </w:rPr>
        <w:t>চাঁদটি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টুকরো হয়ে পরস্পর নিকটবর্তী থাকবে।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১৭. আকাশে একটি লাল আভা দেখা যাবে।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১৮. একটি আগুন দেখা যাবে পূর্ব দিকে এবং তিন দিন অথবা</w:t>
      </w:r>
      <w:r w:rsidRPr="009F36D3">
        <w:t xml:space="preserve"> </w:t>
      </w:r>
      <w:r w:rsidRPr="009F36D3">
        <w:rPr>
          <w:cs/>
          <w:lang w:bidi="bn-IN"/>
        </w:rPr>
        <w:t>সাত দিন থাকবে।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cs/>
          <w:lang w:bidi="bn-IN"/>
        </w:rPr>
      </w:pPr>
      <w:r w:rsidRPr="009F36D3">
        <w:rPr>
          <w:cs/>
          <w:lang w:bidi="bn-IN"/>
        </w:rPr>
        <w:lastRenderedPageBreak/>
        <w:t>১৯. আরবরা তাদের লাগাম ছেড়ে দিবে।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২০. আরবরা শহরসমূহের মালিক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২১. আরবরা ইরানীদের শাসন থেকে বেরিয়ে আসবে।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২২. মিশরের অধিবাসীরা তাদের শাসককে হত্যা করবে।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২৩. সিরিয়া ধ্বংস হবে এবং তিনটি পতাকা এর দিকে অগ্রসর</w:t>
      </w:r>
      <w:r w:rsidRPr="009F36D3">
        <w:t xml:space="preserve"> </w:t>
      </w:r>
      <w:r w:rsidRPr="009F36D3">
        <w:rPr>
          <w:cs/>
          <w:lang w:bidi="bn-IN"/>
        </w:rPr>
        <w:t>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২৪. ক্বায়েম ও আরবের পতাকা মিশরের দিকে অগ্রসর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২৫. খোরাসানের দিকে খোদাই করা পতাকা অগ্রসর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২৬. কিছু আরব হীরাহর উপকণ্ঠে পৌছাবে।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২৭. পূর্বদিক থেকে কালো পতাকা আসবে।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২৮. ফোরাত নদীতে একটি ফাটল দেখা দিবে যার কারণে কুফার</w:t>
      </w:r>
      <w:r w:rsidRPr="009F36D3">
        <w:t xml:space="preserve"> </w:t>
      </w:r>
      <w:r w:rsidRPr="009F36D3">
        <w:rPr>
          <w:cs/>
          <w:lang w:bidi="bn-IN"/>
        </w:rPr>
        <w:t>রাস্তায়</w:t>
      </w:r>
      <w:r w:rsidRPr="009F36D3">
        <w:t xml:space="preserve"> </w:t>
      </w:r>
      <w:r w:rsidRPr="009F36D3">
        <w:rPr>
          <w:cs/>
          <w:lang w:bidi="bn-IN"/>
        </w:rPr>
        <w:t>পানি বইবে।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২৯. ষাটজন মিথ্যাবাদী আবির্ভূত হবে এবং পত্যেকেই নিজেকে</w:t>
      </w:r>
      <w:r w:rsidRPr="009F36D3">
        <w:t xml:space="preserve"> </w:t>
      </w:r>
      <w:r w:rsidRPr="009F36D3">
        <w:rPr>
          <w:cs/>
          <w:lang w:bidi="bn-IN"/>
        </w:rPr>
        <w:t>নবী বলে দাবী করবে।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৩০. আবু তালিবের বংশধর থেকে বারোজন বিদ্রোহ করবে এবং</w:t>
      </w:r>
      <w:r w:rsidRPr="009F36D3">
        <w:t xml:space="preserve"> </w:t>
      </w:r>
      <w:r w:rsidRPr="009F36D3">
        <w:rPr>
          <w:cs/>
          <w:lang w:bidi="bn-IN"/>
        </w:rPr>
        <w:t>প্রত্যেকেই নিজেকে ইমাম দাবী করবে।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৩১. বনি আব্বাসের একজন মর্যাদাবান ব্যক্তি বাগদাদের কাছে</w:t>
      </w:r>
      <w:r w:rsidRPr="009F36D3">
        <w:t xml:space="preserve"> </w:t>
      </w:r>
      <w:r w:rsidRPr="009F36D3">
        <w:rPr>
          <w:cs/>
          <w:lang w:bidi="bn-IN"/>
        </w:rPr>
        <w:t>কার্ক সেতুর কাছে পানিতে ডুবে মারা যাবে।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৩২. একটি কালো বাতাস বাগদাদে বইবে।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৩৩. বাগদাদে একটি ভূমিকম্প হবে এতে এর বেশীর ভাগ</w:t>
      </w:r>
      <w:r w:rsidRPr="009F36D3">
        <w:t xml:space="preserve"> </w:t>
      </w:r>
      <w:r w:rsidRPr="009F36D3">
        <w:rPr>
          <w:cs/>
          <w:lang w:bidi="bn-IN"/>
        </w:rPr>
        <w:t>অংশই ধুলিস্মাৎ হয়ে যাবে।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৩৪. ইরাকের অধিবাসীদেরকে ভয় আকড়েঁ ধরবে।</w:t>
      </w:r>
      <w:r w:rsidRPr="009F36D3">
        <w:t xml:space="preserve"> </w:t>
      </w:r>
      <w:r w:rsidRPr="009F36D3">
        <w:rPr>
          <w:cs/>
          <w:lang w:bidi="bn-IN"/>
        </w:rPr>
        <w:t>৩৫. ইরাকের লোকদের মৃত্যু দ্রুত্র ধরে ফেলবে।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৩৬. ইরাকের লোকেরা সম্পদ ও ফলের অভাবে পড়বে।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৩৭. তারা চারাগাছ ও গুড়ো খাদ্যের দিকে আকৃষ্ট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৩৮. জনগণের কৃষি উৎপাদন হবে অত্যন্ত কম।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৩৯. অনারবদের মধ্যে বিভেদ দেখা দিবে এবং তারা পরস্পরের</w:t>
      </w:r>
      <w:r w:rsidRPr="009F36D3">
        <w:t xml:space="preserve"> </w:t>
      </w:r>
      <w:r w:rsidRPr="009F36D3">
        <w:rPr>
          <w:cs/>
          <w:lang w:bidi="bn-IN"/>
        </w:rPr>
        <w:t>রক্ত ঝরাবে।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  <w:rPr>
          <w:lang w:bidi="bn-IN"/>
        </w:rPr>
      </w:pPr>
      <w:r w:rsidRPr="009F36D3">
        <w:rPr>
          <w:cs/>
          <w:lang w:bidi="bn-IN"/>
        </w:rPr>
        <w:lastRenderedPageBreak/>
        <w:t>৪০. দাসরা তাদের প্রভুদের অবাধ্য হবে ও তাদেরকে হত্যা</w:t>
      </w:r>
      <w:r w:rsidRPr="009F36D3">
        <w:t xml:space="preserve"> </w:t>
      </w:r>
      <w:r w:rsidRPr="009F36D3">
        <w:rPr>
          <w:cs/>
          <w:lang w:bidi="bn-IN"/>
        </w:rPr>
        <w:t>করবে</w:t>
      </w:r>
      <w:r w:rsidRPr="009F36D3">
        <w:t xml:space="preserve"> </w:t>
      </w:r>
      <w:r w:rsidRPr="009F36D3">
        <w:rPr>
          <w:cs/>
          <w:lang w:bidi="hi-IN"/>
        </w:rPr>
        <w:t>।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৪১. এরপর চব্বিশবার বৃষ্টি হবে। পৃথিবীর মাটি এর মৃত্যুর পর</w:t>
      </w:r>
      <w:r w:rsidRPr="009F36D3">
        <w:t xml:space="preserve"> </w:t>
      </w:r>
      <w:r w:rsidRPr="009F36D3">
        <w:rPr>
          <w:cs/>
          <w:lang w:bidi="bn-IN"/>
        </w:rPr>
        <w:t>আবার জীবিত হবে এবং এর সম্পদ উগড়ে দিবে। তখন সব</w:t>
      </w:r>
      <w:r w:rsidRPr="009F36D3">
        <w:t xml:space="preserve"> </w:t>
      </w:r>
      <w:r w:rsidRPr="009F36D3">
        <w:rPr>
          <w:cs/>
          <w:lang w:bidi="bn-IN"/>
        </w:rPr>
        <w:t>ধরনের দূর্যোগ মাহদীর প্রতি বিশ্বাসীদের কাছ থেকে দূরে সরিয়ে</w:t>
      </w:r>
      <w:r w:rsidRPr="009F36D3">
        <w:t xml:space="preserve"> </w:t>
      </w:r>
      <w:r w:rsidRPr="009F36D3">
        <w:rPr>
          <w:cs/>
          <w:lang w:bidi="bn-IN"/>
        </w:rPr>
        <w:t>রাখা হবে। তখন তারা বুঝতে পারবে মাহদী মক্কায় আবির্ভূত</w:t>
      </w:r>
      <w:r w:rsidRPr="009F36D3">
        <w:t xml:space="preserve"> </w:t>
      </w:r>
      <w:r w:rsidRPr="009F36D3">
        <w:rPr>
          <w:cs/>
          <w:lang w:bidi="bn-IN"/>
        </w:rPr>
        <w:t>হয়েছেন। ফলে তারা মক্কার দিকে অগ্রসর হবে তাকে সাহায্য</w:t>
      </w:r>
      <w:r w:rsidRPr="009F36D3">
        <w:t xml:space="preserve"> </w:t>
      </w:r>
      <w:r w:rsidRPr="009F36D3">
        <w:rPr>
          <w:cs/>
          <w:lang w:bidi="bn-IN"/>
        </w:rPr>
        <w:t>করার জন্য।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এসব ঘটনার কিছু অবশ্যই ঘটবে আর কিছু শর্তসাপেক্ষে ঘটতে পারে।</w:t>
      </w:r>
      <w:r w:rsidRPr="009F36D3">
        <w:t xml:space="preserve"> </w:t>
      </w:r>
      <w:r w:rsidRPr="009F36D3">
        <w:rPr>
          <w:cs/>
          <w:lang w:bidi="bn-IN"/>
        </w:rPr>
        <w:t>আল্লাহ ভালো জানেন কী ঘটবে। আমরা হাদীস অনুযায়ী ঘটনাগুলো বর্ণনা</w:t>
      </w:r>
      <w:r w:rsidRPr="009F36D3">
        <w:t xml:space="preserve"> </w:t>
      </w:r>
      <w:r w:rsidRPr="009F36D3">
        <w:rPr>
          <w:cs/>
          <w:lang w:bidi="bn-IN"/>
        </w:rPr>
        <w:t>করলাম।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আলী ইবনে ইয়াযীদ ইযাদী তার পিতা থেকে এবং তিনি তার</w:t>
      </w:r>
      <w:r w:rsidRPr="009F36D3">
        <w:t xml:space="preserve"> </w:t>
      </w:r>
      <w:r w:rsidRPr="009F36D3">
        <w:rPr>
          <w:cs/>
          <w:lang w:bidi="bn-IN"/>
        </w:rPr>
        <w:t>পিতা থেকে বর্ণনা করেন যে আমিরুল মুমিনীন আলী (আঃ)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ক্বায়েমের আবির্ভাব নিকটবর্তী হবে লাল ও সাদা মৃত্যু হাজির হবে।</w:t>
      </w:r>
      <w:r w:rsidRPr="009F36D3">
        <w:t xml:space="preserve"> </w:t>
      </w:r>
      <w:r w:rsidRPr="009F36D3">
        <w:rPr>
          <w:cs/>
          <w:lang w:bidi="bn-IN"/>
        </w:rPr>
        <w:t>লাল রঙ্গের পঙ্গপাল মৌসুমের বাইরে দেখা যাবে। লাল মৃত্যু তরবারীর</w:t>
      </w:r>
      <w:r w:rsidRPr="009F36D3">
        <w:t xml:space="preserve"> (</w:t>
      </w:r>
      <w:r w:rsidRPr="009F36D3">
        <w:rPr>
          <w:cs/>
          <w:lang w:bidi="bn-IN"/>
        </w:rPr>
        <w:t>অস্ত্র</w:t>
      </w:r>
      <w:r w:rsidRPr="009F36D3">
        <w:t xml:space="preserve">) </w:t>
      </w:r>
      <w:r w:rsidRPr="009F36D3">
        <w:rPr>
          <w:cs/>
          <w:lang w:bidi="bn-IN"/>
        </w:rPr>
        <w:t>কথা বোঝায় এবং সাদা মৃত্যু প্লেগের কথা বোঝায়।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জাবির জুআফী বর্ণনা করেন যে ইমাম মোহাম্মাদ বাক্বীর (আঃ)</w:t>
      </w:r>
      <w:r w:rsidRPr="009F36D3">
        <w:t xml:space="preserve"> </w:t>
      </w:r>
      <w:r w:rsidRPr="009F36D3">
        <w:rPr>
          <w:cs/>
          <w:lang w:bidi="bn-IN"/>
        </w:rPr>
        <w:t xml:space="preserve">তাকে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নিজের জায়গায় স্থির থাকো যতক্ষণ না এ নিদর্শনগুলো</w:t>
      </w:r>
      <w:r w:rsidRPr="009F36D3">
        <w:t xml:space="preserve"> </w:t>
      </w:r>
      <w:r w:rsidRPr="009F36D3">
        <w:rPr>
          <w:cs/>
          <w:lang w:bidi="bn-IN"/>
        </w:rPr>
        <w:t>দেখো। সেগুলো হচ্ছে বনি আব্বাসের মাঝে দ্বন্দ্ব</w:t>
      </w:r>
      <w:r w:rsidRPr="009F36D3">
        <w:t xml:space="preserve">, </w:t>
      </w:r>
      <w:r w:rsidRPr="009F36D3">
        <w:rPr>
          <w:cs/>
          <w:lang w:bidi="bn-IN"/>
        </w:rPr>
        <w:t>আকাশ থেকে এক</w:t>
      </w:r>
      <w:r w:rsidRPr="009F36D3">
        <w:t xml:space="preserve"> </w:t>
      </w:r>
      <w:r w:rsidRPr="009F36D3">
        <w:rPr>
          <w:cs/>
          <w:lang w:bidi="bn-IN"/>
        </w:rPr>
        <w:t>আহবানকারী ডেকে উঠবে</w:t>
      </w:r>
      <w:r w:rsidRPr="009F36D3">
        <w:t xml:space="preserve">, </w:t>
      </w:r>
      <w:r w:rsidRPr="009F36D3">
        <w:rPr>
          <w:cs/>
          <w:lang w:bidi="bn-IN"/>
        </w:rPr>
        <w:t>সিরিয়াতে একটি গ্রাম দেবে যাবে</w:t>
      </w:r>
      <w:r w:rsidRPr="009F36D3">
        <w:t xml:space="preserve">, </w:t>
      </w:r>
      <w:r w:rsidRPr="009F36D3">
        <w:rPr>
          <w:cs/>
          <w:lang w:bidi="bn-IN"/>
        </w:rPr>
        <w:t>তুর্কীদের</w:t>
      </w:r>
      <w:r w:rsidRPr="009F36D3">
        <w:t xml:space="preserve"> </w:t>
      </w:r>
      <w:r w:rsidRPr="009F36D3">
        <w:rPr>
          <w:cs/>
          <w:lang w:bidi="bn-IN"/>
        </w:rPr>
        <w:t>এক দ্বীপে অবতরণ করবে</w:t>
      </w:r>
      <w:r w:rsidRPr="009F36D3">
        <w:t xml:space="preserve">, </w:t>
      </w:r>
      <w:r w:rsidRPr="009F36D3">
        <w:rPr>
          <w:cs/>
          <w:lang w:bidi="bn-IN"/>
        </w:rPr>
        <w:t>রামাল্লাহতে রোমানদের আগমন ঘটবে</w:t>
      </w:r>
      <w:r w:rsidRPr="009F36D3">
        <w:t xml:space="preserve">, </w:t>
      </w:r>
      <w:r w:rsidRPr="009F36D3">
        <w:rPr>
          <w:cs/>
          <w:lang w:bidi="bn-IN"/>
        </w:rPr>
        <w:t>ঘটবে</w:t>
      </w:r>
      <w:r w:rsidRPr="009F36D3">
        <w:t xml:space="preserve"> </w:t>
      </w:r>
      <w:r w:rsidRPr="009F36D3">
        <w:rPr>
          <w:cs/>
          <w:lang w:bidi="bn-IN"/>
        </w:rPr>
        <w:t>প্রত্যেক ভূমিতে দ্বন্দ্ব যতক্ষণ না সিরিয়া ধ্বংস হয়ে যায়</w:t>
      </w:r>
      <w:r w:rsidRPr="009F36D3">
        <w:t xml:space="preserve">, </w:t>
      </w:r>
      <w:r w:rsidRPr="009F36D3">
        <w:rPr>
          <w:cs/>
          <w:lang w:bidi="bn-IN"/>
        </w:rPr>
        <w:t>সামাজিক জীবন</w:t>
      </w:r>
      <w:r w:rsidRPr="009F36D3">
        <w:t xml:space="preserve"> </w:t>
      </w:r>
      <w:r w:rsidRPr="009F36D3">
        <w:rPr>
          <w:cs/>
          <w:lang w:bidi="bn-IN"/>
        </w:rPr>
        <w:t>ধ্বংস হওয়ার কারণ হবে এবং পতাকাসমূহের উত্তোলন- যার একটি হবে</w:t>
      </w:r>
      <w:r w:rsidRPr="009F36D3">
        <w:t xml:space="preserve"> </w:t>
      </w:r>
      <w:r w:rsidRPr="009F36D3">
        <w:rPr>
          <w:cs/>
          <w:lang w:bidi="bn-IN"/>
        </w:rPr>
        <w:t>লাল ও সাদা</w:t>
      </w:r>
      <w:r w:rsidRPr="009F36D3">
        <w:t xml:space="preserve">, </w:t>
      </w:r>
      <w:r w:rsidRPr="009F36D3">
        <w:rPr>
          <w:cs/>
          <w:lang w:bidi="bn-IN"/>
        </w:rPr>
        <w:t>অন্যটি কালো ও সাদা এবং অন্যটি সুফিয়ানীর।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62" w:name="_Toc451691977"/>
      <w:r w:rsidRPr="009F36D3">
        <w:rPr>
          <w:cs/>
          <w:lang w:bidi="bn-IN"/>
        </w:rPr>
        <w:lastRenderedPageBreak/>
        <w:t>মাহদী (আঃ)-এর আগমনের বছর ও দিন সম্পর্কে হাদীস</w:t>
      </w:r>
      <w:bookmarkEnd w:id="62"/>
      <w:r w:rsidRPr="009F36D3">
        <w:t xml:space="preserve"> </w:t>
      </w:r>
    </w:p>
    <w:p w:rsidR="002025DF" w:rsidRDefault="002025DF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আবু বাসীর নবী (সাঃ)-এর বংশধর ইমাম সাদিক (আঃ)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বেজোড় বছরে ছাড়া আবির্ভূত হবে না</w:t>
      </w:r>
      <w:r w:rsidRPr="009F36D3">
        <w:t xml:space="preserve">, </w:t>
      </w:r>
      <w:r w:rsidRPr="009F36D3">
        <w:rPr>
          <w:cs/>
          <w:lang w:bidi="bn-IN"/>
        </w:rPr>
        <w:t>যেমন</w:t>
      </w:r>
      <w:r w:rsidRPr="009F36D3">
        <w:t xml:space="preserve">, </w:t>
      </w:r>
      <w:r w:rsidRPr="009F36D3">
        <w:rPr>
          <w:cs/>
          <w:lang w:bidi="bn-IN"/>
        </w:rPr>
        <w:t>প্রথম তৃতীয়</w:t>
      </w:r>
      <w:r w:rsidRPr="009F36D3">
        <w:t xml:space="preserve">, </w:t>
      </w:r>
      <w:r w:rsidRPr="009F36D3">
        <w:rPr>
          <w:cs/>
          <w:lang w:bidi="bn-IN"/>
        </w:rPr>
        <w:t>সপ্তম অথবা নবম বছরে।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আবারো আবু বাসীর ইমাম জাফর সাদিক (আঃ) থেকে বর্ণনা</w:t>
      </w:r>
      <w:r w:rsidRPr="009F36D3">
        <w:t xml:space="preserve"> </w:t>
      </w:r>
      <w:r w:rsidRPr="009F36D3">
        <w:rPr>
          <w:cs/>
          <w:lang w:bidi="bn-IN"/>
        </w:rPr>
        <w:t xml:space="preserve">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ক্বায়েমের নাম ঘোষণা করা হবে পবিত্র রমযান মাসের ২৩</w:t>
      </w:r>
      <w:r w:rsidRPr="009F36D3">
        <w:t xml:space="preserve"> </w:t>
      </w:r>
      <w:r w:rsidRPr="009F36D3">
        <w:rPr>
          <w:cs/>
          <w:lang w:bidi="bn-IN"/>
        </w:rPr>
        <w:t>তারিখের রাতে। ক্বায়েম</w:t>
      </w:r>
      <w:r w:rsidRPr="009F36D3">
        <w:t xml:space="preserve"> </w:t>
      </w:r>
      <w:r w:rsidRPr="009F36D3">
        <w:rPr>
          <w:cs/>
          <w:lang w:bidi="bn-IN"/>
        </w:rPr>
        <w:t>আবির্ভূত হবেন আশুরার দিনে যেদিন ইমাম</w:t>
      </w:r>
      <w:r w:rsidRPr="009F36D3">
        <w:t xml:space="preserve"> </w:t>
      </w:r>
      <w:r w:rsidRPr="009F36D3">
        <w:rPr>
          <w:cs/>
          <w:lang w:bidi="bn-IN"/>
        </w:rPr>
        <w:t>হোসেইন (আঃ) শহীদ হন। আমি যেন দেখতে পাচ্ছি ক্বায়েম</w:t>
      </w:r>
      <w:r w:rsidRPr="009F36D3">
        <w:t xml:space="preserve"> </w:t>
      </w:r>
      <w:r w:rsidRPr="009F36D3">
        <w:rPr>
          <w:cs/>
          <w:lang w:bidi="bn-IN"/>
        </w:rPr>
        <w:t>শনিবার</w:t>
      </w:r>
      <w:r w:rsidRPr="009F36D3">
        <w:t xml:space="preserve"> </w:t>
      </w:r>
      <w:r w:rsidRPr="009F36D3">
        <w:rPr>
          <w:cs/>
          <w:lang w:bidi="bn-IN"/>
        </w:rPr>
        <w:t>দিন</w:t>
      </w:r>
      <w:r w:rsidRPr="009F36D3">
        <w:t xml:space="preserve">, </w:t>
      </w:r>
      <w:r w:rsidRPr="009F36D3">
        <w:rPr>
          <w:cs/>
          <w:lang w:bidi="bn-IN"/>
        </w:rPr>
        <w:t>১০ই মুহাররাম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মাঝে আবির্ভূত হয়েছে এবং কেউ</w:t>
      </w:r>
      <w:r w:rsidRPr="009F36D3">
        <w:t xml:space="preserve"> </w:t>
      </w:r>
      <w:r w:rsidRPr="009F36D3">
        <w:rPr>
          <w:cs/>
          <w:lang w:bidi="bn-IN"/>
        </w:rPr>
        <w:t>একজন তার সামনে দাড়িয়ে চীৎকার করে বলছে বাইয়্যাত</w:t>
      </w:r>
      <w:r w:rsidRPr="009F36D3">
        <w:t xml:space="preserve">, </w:t>
      </w:r>
      <w:r w:rsidRPr="009F36D3">
        <w:rPr>
          <w:cs/>
          <w:lang w:bidi="bn-IN"/>
        </w:rPr>
        <w:t>বাইয়্যাত।</w:t>
      </w:r>
      <w:r w:rsidRPr="009F36D3">
        <w:t xml:space="preserve"> </w:t>
      </w:r>
      <w:r w:rsidRPr="009F36D3">
        <w:rPr>
          <w:cs/>
          <w:lang w:bidi="bn-IN"/>
        </w:rPr>
        <w:t>ফলে মাহদীর অনুসারীরা তার দিকে ফিরবে সব দিক থেকে এবং তার</w:t>
      </w:r>
      <w:r w:rsidRPr="009F36D3">
        <w:t xml:space="preserve"> </w:t>
      </w:r>
      <w:r w:rsidRPr="009F36D3">
        <w:rPr>
          <w:cs/>
          <w:lang w:bidi="bn-IN"/>
        </w:rPr>
        <w:t>কাছে বাইয়্যাত হবে। মাহদীর মাধ্যমে আল্লাহ পৃথিবীকে ন্যায়বিচার দিয়ে</w:t>
      </w:r>
      <w:r w:rsidRPr="009F36D3">
        <w:t xml:space="preserve"> </w:t>
      </w:r>
      <w:r w:rsidRPr="009F36D3">
        <w:rPr>
          <w:cs/>
          <w:lang w:bidi="bn-IN"/>
        </w:rPr>
        <w:t>পূর্ণ করে দিবেন ঠিক যেভাবে তা নৃশংসতা ও নিপীড়নে পূর্ণ ছিলো।</w:t>
      </w:r>
      <w:r w:rsidRPr="009F36D3">
        <w:t xml:space="preserve"> </w:t>
      </w:r>
      <w:r w:rsidRPr="009F36D3">
        <w:rPr>
          <w:cs/>
          <w:lang w:bidi="bn-IN"/>
        </w:rPr>
        <w:t>এরপর মাহদী তার মনোযোগ মক্কা থেকে কুফার দিকে দিবেন এবং</w:t>
      </w:r>
      <w:r w:rsidRPr="009F36D3">
        <w:t xml:space="preserve"> </w:t>
      </w:r>
      <w:r w:rsidRPr="009F36D3">
        <w:rPr>
          <w:cs/>
          <w:lang w:bidi="bn-IN"/>
        </w:rPr>
        <w:t>নাজাফে যাবেন যেখান থেকে সৈনিকদের পাঠাবেন বিভিন্ন শহরের</w:t>
      </w:r>
      <w:r w:rsidRPr="009F36D3">
        <w:t xml:space="preserve"> </w:t>
      </w:r>
      <w:r w:rsidRPr="009F36D3">
        <w:rPr>
          <w:cs/>
          <w:lang w:bidi="bn-IN"/>
        </w:rPr>
        <w:t>দিকে।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আব্দুল কারীম নাখী থেকে বর্ণনা এসেছে-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ইমাম সাদিক (আঃ) কে</w:t>
      </w:r>
      <w:r w:rsidRPr="009F36D3">
        <w:t xml:space="preserve"> </w:t>
      </w:r>
      <w:r w:rsidRPr="009F36D3">
        <w:rPr>
          <w:cs/>
          <w:lang w:bidi="bn-IN"/>
        </w:rPr>
        <w:t xml:space="preserve">জিজ্ঞেস করলাম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কতদিন ক্বায়েম</w:t>
      </w:r>
      <w:r w:rsidRPr="009F36D3">
        <w:t xml:space="preserve"> </w:t>
      </w:r>
      <w:r w:rsidRPr="009F36D3">
        <w:rPr>
          <w:cs/>
          <w:lang w:bidi="bn-IN"/>
        </w:rPr>
        <w:t>শাসন করবেন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ইমাম (আঃ) উত্তর দিলেন- সাত বছর। রাত ও দিন মাহদীর সময়ে এত</w:t>
      </w:r>
      <w:r w:rsidRPr="009F36D3">
        <w:t xml:space="preserve"> </w:t>
      </w:r>
      <w:r w:rsidRPr="009F36D3">
        <w:rPr>
          <w:cs/>
          <w:lang w:bidi="bn-IN"/>
        </w:rPr>
        <w:t>লম্বা হবে যে তখনকার এক বছর এখনকার দশ বছরের সমান হবে এবং</w:t>
      </w:r>
      <w:r w:rsidRPr="009F36D3">
        <w:t xml:space="preserve"> </w:t>
      </w:r>
      <w:r w:rsidRPr="009F36D3">
        <w:rPr>
          <w:cs/>
          <w:lang w:bidi="bn-IN"/>
        </w:rPr>
        <w:t>মাহদীর সাত বছর তোমাদের হিসেবে সত্তর বছর।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একটি দীর্ঘ হাদীসে ইমাম বাকীর</w:t>
      </w:r>
      <w:r w:rsidRPr="009F36D3">
        <w:t xml:space="preserve"> (</w:t>
      </w:r>
      <w:r w:rsidRPr="009F36D3">
        <w:rPr>
          <w:cs/>
          <w:lang w:bidi="bn-IN"/>
        </w:rPr>
        <w:t xml:space="preserve">আঃ)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ক্বায়েম</w:t>
      </w:r>
      <w:r w:rsidRPr="009F36D3">
        <w:t xml:space="preserve"> </w:t>
      </w:r>
      <w:r w:rsidRPr="009F36D3">
        <w:rPr>
          <w:cs/>
          <w:lang w:bidi="bn-IN"/>
        </w:rPr>
        <w:t>আবির্ভূত হবেন</w:t>
      </w:r>
      <w:r w:rsidRPr="009F36D3">
        <w:t xml:space="preserve">; </w:t>
      </w:r>
      <w:r w:rsidRPr="009F36D3">
        <w:rPr>
          <w:cs/>
          <w:lang w:bidi="bn-IN"/>
        </w:rPr>
        <w:t>তার মনোযোগ থাকবে কুফার দিকে। তিনি কুফার</w:t>
      </w:r>
      <w:r w:rsidRPr="009F36D3">
        <w:t xml:space="preserve"> </w:t>
      </w:r>
      <w:r w:rsidRPr="009F36D3">
        <w:rPr>
          <w:cs/>
          <w:lang w:bidi="bn-IN"/>
        </w:rPr>
        <w:t>মসজিদগুলোর উনয়ন্ন ঘটাবেন</w:t>
      </w:r>
      <w:r w:rsidRPr="009F36D3">
        <w:t xml:space="preserve">, </w:t>
      </w:r>
      <w:r w:rsidRPr="009F36D3">
        <w:rPr>
          <w:cs/>
          <w:lang w:bidi="bn-IN"/>
        </w:rPr>
        <w:t>রাস্তার</w:t>
      </w:r>
      <w:r w:rsidRPr="009F36D3">
        <w:t xml:space="preserve"> </w:t>
      </w:r>
      <w:r w:rsidRPr="009F36D3">
        <w:rPr>
          <w:cs/>
          <w:lang w:bidi="bn-IN"/>
        </w:rPr>
        <w:t>পাশে ঝুল বারান্দাগুলো ভেঙ্গে</w:t>
      </w:r>
      <w:r w:rsidRPr="009F36D3">
        <w:t xml:space="preserve"> </w:t>
      </w:r>
      <w:r w:rsidRPr="009F36D3">
        <w:rPr>
          <w:cs/>
          <w:lang w:bidi="bn-IN"/>
        </w:rPr>
        <w:t>ফেলবেন</w:t>
      </w:r>
      <w:r w:rsidRPr="009F36D3">
        <w:t xml:space="preserve">, </w:t>
      </w:r>
      <w:r w:rsidRPr="009F36D3">
        <w:rPr>
          <w:cs/>
          <w:lang w:bidi="bn-IN"/>
        </w:rPr>
        <w:t>রাস্তার পাশের ড্রেইন পাইপ ও কুপগুলো ধ্বংস করবেন</w:t>
      </w:r>
      <w:r w:rsidRPr="009F36D3">
        <w:t xml:space="preserve">, </w:t>
      </w:r>
      <w:r w:rsidRPr="009F36D3">
        <w:rPr>
          <w:cs/>
          <w:lang w:bidi="bn-IN"/>
        </w:rPr>
        <w:t>সব</w:t>
      </w:r>
      <w:r w:rsidRPr="009F36D3">
        <w:t xml:space="preserve"> </w:t>
      </w:r>
      <w:r w:rsidRPr="009F36D3">
        <w:rPr>
          <w:cs/>
          <w:lang w:bidi="bn-IN"/>
        </w:rPr>
        <w:t>ধরনের অবিশ্বাসকে উপড়ে ফেলবেন</w:t>
      </w:r>
      <w:r w:rsidRPr="009F36D3">
        <w:t xml:space="preserve">, </w:t>
      </w:r>
      <w:r w:rsidRPr="009F36D3">
        <w:rPr>
          <w:cs/>
          <w:lang w:bidi="bn-IN"/>
        </w:rPr>
        <w:t>প্রত্যেক সূন্নাতকে জীবিত করবেন</w:t>
      </w:r>
      <w:r w:rsidRPr="009F36D3">
        <w:t xml:space="preserve"> </w:t>
      </w:r>
      <w:r w:rsidRPr="009F36D3">
        <w:rPr>
          <w:cs/>
          <w:lang w:bidi="bn-IN"/>
        </w:rPr>
        <w:t>এবং ইস্তাম্বুল</w:t>
      </w:r>
      <w:r w:rsidRPr="009F36D3">
        <w:t xml:space="preserve">, </w:t>
      </w:r>
      <w:r w:rsidRPr="009F36D3">
        <w:rPr>
          <w:cs/>
          <w:lang w:bidi="bn-IN"/>
        </w:rPr>
        <w:t>চীন ও দায়লামের পাহাড়গুলো দখল করবেন। তিনি প্রায়</w:t>
      </w:r>
      <w:r w:rsidRPr="009F36D3">
        <w:t xml:space="preserve"> </w:t>
      </w:r>
      <w:r w:rsidRPr="009F36D3">
        <w:rPr>
          <w:cs/>
          <w:lang w:bidi="bn-IN"/>
        </w:rPr>
        <w:t>সাত বছর থাকবেন যেখানে প্রত্যেক বছর হবে তোমাদের হিসাবে দশ</w:t>
      </w:r>
      <w:r w:rsidRPr="009F36D3">
        <w:t xml:space="preserve"> </w:t>
      </w:r>
      <w:r w:rsidRPr="009F36D3">
        <w:rPr>
          <w:cs/>
          <w:lang w:bidi="bn-IN"/>
        </w:rPr>
        <w:t>বছরের সমান।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অন্য একটি বর্ণনায় মোহাম্মাদ বাক্বীর (আঃ)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পৃথিবী</w:t>
      </w:r>
      <w:r w:rsidRPr="009F36D3">
        <w:t xml:space="preserve"> </w:t>
      </w:r>
      <w:r w:rsidRPr="009F36D3">
        <w:rPr>
          <w:cs/>
          <w:lang w:bidi="bn-IN"/>
        </w:rPr>
        <w:t>মাহদীর জন্য বিস্তৃতত হবে এবং সম্পদসমূহ তার সামনে থাকবে। তার</w:t>
      </w:r>
      <w:r w:rsidRPr="009F36D3">
        <w:t xml:space="preserve"> </w:t>
      </w:r>
      <w:r w:rsidRPr="009F36D3">
        <w:rPr>
          <w:cs/>
          <w:lang w:bidi="bn-IN"/>
        </w:rPr>
        <w:t>শাসন পূর্ব থেকে পশ্চিম পর্যন্ত বিস্তৃত হবে। আল্লাহ তার ধর্মকে সব</w:t>
      </w:r>
      <w:r w:rsidRPr="009F36D3">
        <w:t xml:space="preserve"> </w:t>
      </w:r>
      <w:r w:rsidRPr="009F36D3">
        <w:rPr>
          <w:cs/>
          <w:lang w:bidi="bn-IN"/>
        </w:rPr>
        <w:t>ধর্মের উপর স্থাপন করবেন মুশরিকরা তাকে যতই অপছন্দ করুক না</w:t>
      </w:r>
      <w:r w:rsidRPr="009F36D3">
        <w:t xml:space="preserve"> </w:t>
      </w:r>
      <w:r w:rsidRPr="009F36D3">
        <w:rPr>
          <w:cs/>
          <w:lang w:bidi="bn-IN"/>
        </w:rPr>
        <w:t>কেন। এমন কোন জরাজীর্ণ স্থান থাকবে না যার উন্নয়ন মাহদী করবেন</w:t>
      </w:r>
      <w:r w:rsidRPr="009F36D3">
        <w:t xml:space="preserve"> </w:t>
      </w:r>
      <w:r w:rsidRPr="009F36D3">
        <w:rPr>
          <w:cs/>
          <w:lang w:bidi="bn-IN"/>
        </w:rPr>
        <w:t>না। পৃথিবী তার শস্যকে না কমিয়ে তার বৃদ্ধি ঘটাবে। মাহদীর সময়ে</w:t>
      </w:r>
      <w:r w:rsidRPr="009F36D3">
        <w:t xml:space="preserve"> </w:t>
      </w:r>
      <w:r w:rsidRPr="009F36D3">
        <w:rPr>
          <w:cs/>
          <w:lang w:bidi="bn-IN"/>
        </w:rPr>
        <w:t>মানুষ এমন বরকত উপভোগ করবে যা তারা এর আগে কখনোই ভোগ</w:t>
      </w:r>
      <w:r w:rsidRPr="009F36D3">
        <w:t xml:space="preserve"> </w:t>
      </w:r>
      <w:r w:rsidRPr="009F36D3">
        <w:rPr>
          <w:cs/>
          <w:lang w:bidi="bn-IN"/>
        </w:rPr>
        <w:t>করে নি।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বর্ণনাকারী বলেনঃ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আল্লাহর রাসূলের সন্তান! কখন আপনার ক্বায়েম</w:t>
      </w:r>
      <w:r w:rsidRPr="009F36D3">
        <w:t xml:space="preserve"> </w:t>
      </w:r>
      <w:r w:rsidRPr="009F36D3">
        <w:rPr>
          <w:cs/>
          <w:lang w:bidi="bn-IN"/>
        </w:rPr>
        <w:t>আবির্ভূত হবেন</w:t>
      </w:r>
      <w:r w:rsidRPr="009F36D3">
        <w:t>?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সে সময় যখন পুরুষরা নারীদের অনুসরণ করবে এবং</w:t>
      </w:r>
      <w:r w:rsidRPr="009F36D3">
        <w:t xml:space="preserve"> </w:t>
      </w:r>
      <w:r w:rsidRPr="009F36D3">
        <w:rPr>
          <w:cs/>
          <w:lang w:bidi="bn-IN"/>
        </w:rPr>
        <w:t>নারীরা পুরুষদের অনুসরণ করবে</w:t>
      </w:r>
      <w:r w:rsidRPr="009F36D3">
        <w:t xml:space="preserve">, </w:t>
      </w:r>
      <w:r w:rsidRPr="009F36D3">
        <w:rPr>
          <w:cs/>
          <w:lang w:bidi="bn-IN"/>
        </w:rPr>
        <w:t>যখন নারীরা ঘোড়ায় চড়বে</w:t>
      </w:r>
      <w:r w:rsidRPr="009F36D3">
        <w:t xml:space="preserve">; </w:t>
      </w:r>
      <w:r w:rsidRPr="009F36D3">
        <w:rPr>
          <w:cs/>
          <w:lang w:bidi="bn-IN"/>
        </w:rPr>
        <w:t>যখন</w:t>
      </w:r>
      <w:r w:rsidRPr="009F36D3">
        <w:t xml:space="preserve"> </w:t>
      </w:r>
      <w:r w:rsidRPr="009F36D3">
        <w:rPr>
          <w:cs/>
          <w:lang w:bidi="bn-IN"/>
        </w:rPr>
        <w:t>জনগণ তাদের নামাজকে হত্যা করবে এবং তাদের খেয়াল খুশীর অনুসরণ</w:t>
      </w:r>
      <w:r w:rsidRPr="009F36D3">
        <w:t xml:space="preserve"> </w:t>
      </w:r>
      <w:r w:rsidRPr="009F36D3">
        <w:rPr>
          <w:cs/>
          <w:lang w:bidi="bn-IN"/>
        </w:rPr>
        <w:t>করবে</w:t>
      </w:r>
      <w:r w:rsidRPr="009F36D3">
        <w:t xml:space="preserve">; </w:t>
      </w:r>
      <w:r w:rsidRPr="009F36D3">
        <w:rPr>
          <w:cs/>
          <w:lang w:bidi="bn-IN"/>
        </w:rPr>
        <w:t>যখন রক্তপাত করা সামান্য বিষয় হয়ে উঠবে</w:t>
      </w:r>
      <w:r w:rsidRPr="009F36D3">
        <w:t xml:space="preserve">; </w:t>
      </w:r>
      <w:r w:rsidRPr="009F36D3">
        <w:rPr>
          <w:cs/>
          <w:lang w:bidi="bn-IN"/>
        </w:rPr>
        <w:t>যখন প্রকাশ্য</w:t>
      </w:r>
      <w:r w:rsidRPr="009F36D3">
        <w:t xml:space="preserve"> </w:t>
      </w:r>
      <w:r w:rsidRPr="009F36D3">
        <w:rPr>
          <w:cs/>
          <w:lang w:bidi="bn-IN"/>
        </w:rPr>
        <w:t>ব্যভিচার ব্যবসা হয়ে দাড়াবে</w:t>
      </w:r>
      <w:r w:rsidRPr="009F36D3">
        <w:t xml:space="preserve">; </w:t>
      </w:r>
      <w:r w:rsidRPr="009F36D3">
        <w:rPr>
          <w:cs/>
          <w:lang w:bidi="bn-IN"/>
        </w:rPr>
        <w:t>যখন তারা উচুঁ উচুঁ দালান তৈরী করবে</w:t>
      </w:r>
      <w:r w:rsidRPr="009F36D3">
        <w:t xml:space="preserve">; </w:t>
      </w:r>
      <w:r w:rsidRPr="009F36D3">
        <w:rPr>
          <w:cs/>
          <w:lang w:bidi="bn-IN"/>
        </w:rPr>
        <w:t>যখন তারা মিথ্যা বলাকে বৈধ বলে মনে করবে</w:t>
      </w:r>
      <w:r w:rsidRPr="009F36D3">
        <w:t xml:space="preserve">; </w:t>
      </w:r>
      <w:r w:rsidRPr="009F36D3">
        <w:rPr>
          <w:cs/>
          <w:lang w:bidi="bn-IN"/>
        </w:rPr>
        <w:t>যখন তারা ঘুষ গ্রহণ</w:t>
      </w:r>
      <w:r w:rsidRPr="009F36D3">
        <w:t xml:space="preserve"> </w:t>
      </w:r>
      <w:r w:rsidRPr="009F36D3">
        <w:rPr>
          <w:cs/>
          <w:lang w:bidi="bn-IN"/>
        </w:rPr>
        <w:t>করবে</w:t>
      </w:r>
      <w:r w:rsidRPr="009F36D3">
        <w:t xml:space="preserve">, </w:t>
      </w:r>
      <w:r w:rsidRPr="009F36D3">
        <w:rPr>
          <w:cs/>
          <w:lang w:bidi="bn-IN"/>
        </w:rPr>
        <w:t>যখন তারা তাদের লোভ ও আকাঙ্ক্ষার অনুসরণ করবে</w:t>
      </w:r>
      <w:r w:rsidRPr="009F36D3">
        <w:t xml:space="preserve">; </w:t>
      </w:r>
      <w:r w:rsidRPr="009F36D3">
        <w:rPr>
          <w:cs/>
          <w:lang w:bidi="bn-IN"/>
        </w:rPr>
        <w:t>যখন</w:t>
      </w:r>
      <w:r w:rsidRPr="009F36D3">
        <w:t xml:space="preserve"> </w:t>
      </w:r>
      <w:r w:rsidRPr="009F36D3">
        <w:rPr>
          <w:cs/>
          <w:lang w:bidi="bn-IN"/>
        </w:rPr>
        <w:t>তারা এ পৃথিবীর জন্য ধর্মকে বিক্রি করে দিবে</w:t>
      </w:r>
      <w:r w:rsidRPr="009F36D3">
        <w:t xml:space="preserve">, </w:t>
      </w:r>
      <w:r w:rsidRPr="009F36D3">
        <w:rPr>
          <w:cs/>
          <w:lang w:bidi="bn-IN"/>
        </w:rPr>
        <w:t>যখন তারা যাকে খাওয়াবে</w:t>
      </w:r>
      <w:r w:rsidRPr="009F36D3">
        <w:t xml:space="preserve"> </w:t>
      </w:r>
      <w:r w:rsidRPr="009F36D3">
        <w:rPr>
          <w:cs/>
          <w:lang w:bidi="bn-IN"/>
        </w:rPr>
        <w:t>তাকে দায়বদ্ধ করে ফেললো বলে ভাববে</w:t>
      </w:r>
      <w:r w:rsidRPr="009F36D3">
        <w:t xml:space="preserve">, </w:t>
      </w:r>
      <w:r w:rsidRPr="009F36D3">
        <w:rPr>
          <w:cs/>
          <w:lang w:bidi="bn-IN"/>
        </w:rPr>
        <w:t>যখন তারা ধৈর্যকে দূর্বলতা</w:t>
      </w:r>
      <w:r w:rsidRPr="009F36D3">
        <w:t xml:space="preserve"> </w:t>
      </w:r>
      <w:r w:rsidRPr="009F36D3">
        <w:rPr>
          <w:cs/>
          <w:lang w:bidi="bn-IN"/>
        </w:rPr>
        <w:t>এবং অবিচারকে সম্মান হিসেবে গন্য করবে।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যখন তাদের শাসকরা হবে খারাপ এবং মন্ত্রীরা</w:t>
      </w:r>
      <w:r w:rsidRPr="009F36D3">
        <w:t xml:space="preserve"> </w:t>
      </w:r>
      <w:r w:rsidRPr="009F36D3">
        <w:rPr>
          <w:cs/>
          <w:lang w:bidi="bn-IN"/>
        </w:rPr>
        <w:t>হবে মিথ্যাবাদী</w:t>
      </w:r>
      <w:r w:rsidRPr="009F36D3">
        <w:t xml:space="preserve">, </w:t>
      </w:r>
      <w:r w:rsidRPr="009F36D3">
        <w:rPr>
          <w:cs/>
          <w:lang w:bidi="bn-IN"/>
        </w:rPr>
        <w:t>যখন</w:t>
      </w:r>
      <w:r w:rsidRPr="009F36D3">
        <w:t xml:space="preserve"> </w:t>
      </w:r>
      <w:r w:rsidRPr="009F36D3">
        <w:rPr>
          <w:cs/>
          <w:lang w:bidi="bn-IN"/>
        </w:rPr>
        <w:t>তাদের মাঝে সাহায্যকারীরা হবে অন্যায়কারী</w:t>
      </w:r>
      <w:r w:rsidRPr="009F36D3">
        <w:t xml:space="preserve">, </w:t>
      </w:r>
      <w:r w:rsidRPr="009F36D3">
        <w:rPr>
          <w:cs/>
          <w:lang w:bidi="bn-IN"/>
        </w:rPr>
        <w:t>যখন কোরআন</w:t>
      </w:r>
      <w:r w:rsidRPr="009F36D3">
        <w:t xml:space="preserve"> </w:t>
      </w:r>
      <w:r w:rsidRPr="009F36D3">
        <w:rPr>
          <w:cs/>
          <w:lang w:bidi="bn-IN"/>
        </w:rPr>
        <w:t>তেলাওয়াতকারীরা হবে সীমালংঘনকারী</w:t>
      </w:r>
      <w:r w:rsidRPr="009F36D3">
        <w:t xml:space="preserve">, </w:t>
      </w:r>
      <w:r w:rsidRPr="009F36D3">
        <w:rPr>
          <w:cs/>
          <w:lang w:bidi="bn-IN"/>
        </w:rPr>
        <w:t>যখন নৃশংসতা ও নিপীড়ন</w:t>
      </w:r>
      <w:r w:rsidRPr="009F36D3">
        <w:t xml:space="preserve"> </w:t>
      </w:r>
      <w:r w:rsidRPr="009F36D3">
        <w:rPr>
          <w:cs/>
          <w:lang w:bidi="bn-IN"/>
        </w:rPr>
        <w:t>প্রকাশ্য হয়ে পড়বে</w:t>
      </w:r>
      <w:r w:rsidRPr="009F36D3">
        <w:t xml:space="preserve">, </w:t>
      </w:r>
      <w:r w:rsidRPr="009F36D3">
        <w:rPr>
          <w:cs/>
          <w:lang w:bidi="bn-IN"/>
        </w:rPr>
        <w:t>যখন তালাক বৃদ্ধি পাবে</w:t>
      </w:r>
      <w:r w:rsidRPr="009F36D3">
        <w:t xml:space="preserve">, </w:t>
      </w:r>
      <w:r w:rsidRPr="009F36D3">
        <w:rPr>
          <w:cs/>
          <w:lang w:bidi="bn-IN"/>
        </w:rPr>
        <w:t>যখন জনগণ অশ্লীলতা ও</w:t>
      </w:r>
      <w:r w:rsidRPr="009F36D3">
        <w:t xml:space="preserve"> </w:t>
      </w:r>
      <w:r w:rsidRPr="009F36D3">
        <w:rPr>
          <w:cs/>
          <w:lang w:bidi="bn-IN"/>
        </w:rPr>
        <w:t>ব্যভিচারে লিপ্ত হবে</w:t>
      </w:r>
      <w:r w:rsidRPr="009F36D3">
        <w:t xml:space="preserve">, </w:t>
      </w:r>
      <w:r w:rsidRPr="009F36D3">
        <w:rPr>
          <w:cs/>
          <w:lang w:bidi="bn-IN"/>
        </w:rPr>
        <w:t>যখন জবরদস্তিমূলক সাক্ষী ও মিথ্যা গ্রহণ করা হবে</w:t>
      </w:r>
      <w:r w:rsidRPr="009F36D3">
        <w:t xml:space="preserve">, </w:t>
      </w:r>
      <w:r w:rsidRPr="009F36D3">
        <w:rPr>
          <w:cs/>
          <w:lang w:bidi="bn-IN"/>
        </w:rPr>
        <w:t>যখন তারা মদপান ও জুয়াখেলায় নিয়োজিত হবে</w:t>
      </w:r>
      <w:r w:rsidRPr="009F36D3">
        <w:t xml:space="preserve">, </w:t>
      </w:r>
      <w:r w:rsidRPr="009F36D3">
        <w:rPr>
          <w:cs/>
          <w:lang w:bidi="bn-IN"/>
        </w:rPr>
        <w:t>যখন পুরুষ পুরুষের</w:t>
      </w:r>
      <w:r w:rsidRPr="009F36D3">
        <w:t xml:space="preserve"> </w:t>
      </w:r>
      <w:r w:rsidRPr="009F36D3">
        <w:rPr>
          <w:cs/>
          <w:lang w:bidi="bn-IN"/>
        </w:rPr>
        <w:t>সাথে যৌনকার্যে লিপ্ত হবে</w:t>
      </w:r>
      <w:r w:rsidRPr="009F36D3">
        <w:t xml:space="preserve">, </w:t>
      </w:r>
      <w:r w:rsidRPr="009F36D3">
        <w:rPr>
          <w:cs/>
          <w:lang w:bidi="bn-IN"/>
        </w:rPr>
        <w:t>যখন নারীরা নারীদের সাথে যৌনকার্যে লিপ্ত</w:t>
      </w:r>
      <w:r w:rsidRPr="009F36D3">
        <w:t xml:space="preserve"> </w:t>
      </w:r>
      <w:r w:rsidRPr="009F36D3">
        <w:rPr>
          <w:cs/>
          <w:lang w:bidi="bn-IN"/>
        </w:rPr>
        <w:t>হবে</w:t>
      </w:r>
      <w:r w:rsidRPr="009F36D3">
        <w:t xml:space="preserve">, </w:t>
      </w:r>
      <w:r w:rsidRPr="009F36D3">
        <w:rPr>
          <w:cs/>
          <w:lang w:bidi="bn-IN"/>
        </w:rPr>
        <w:t>যখন জনগণ যাকাতকে গনিমতের মাল মনে করবে এবং দানকে</w:t>
      </w:r>
      <w:r w:rsidRPr="009F36D3">
        <w:t xml:space="preserve"> </w:t>
      </w:r>
      <w:r w:rsidRPr="009F36D3">
        <w:rPr>
          <w:cs/>
          <w:lang w:bidi="bn-IN"/>
        </w:rPr>
        <w:t>ক্ষতি হিসেবে দেখবে</w:t>
      </w:r>
      <w:r w:rsidRPr="009F36D3">
        <w:t xml:space="preserve">, </w:t>
      </w:r>
      <w:r w:rsidRPr="009F36D3">
        <w:rPr>
          <w:cs/>
          <w:lang w:bidi="bn-IN"/>
        </w:rPr>
        <w:t>যখন তারা খারাপ লোকদের জিহবাকে ভয় করবে</w:t>
      </w:r>
      <w:r w:rsidRPr="009F36D3">
        <w:t xml:space="preserve">, </w:t>
      </w:r>
      <w:r w:rsidRPr="009F36D3">
        <w:rPr>
          <w:cs/>
          <w:lang w:bidi="bn-IN"/>
        </w:rPr>
        <w:t>যখন সুফিয়ানী বিদ্রোহ করবে সিরিয়া থেকে</w:t>
      </w:r>
      <w:r w:rsidRPr="009F36D3">
        <w:t xml:space="preserve">, </w:t>
      </w:r>
      <w:r w:rsidRPr="009F36D3">
        <w:rPr>
          <w:cs/>
          <w:lang w:bidi="bn-IN"/>
        </w:rPr>
        <w:t xml:space="preserve">যখন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যা মক্কা ও</w:t>
      </w:r>
      <w:r w:rsidRPr="009F36D3">
        <w:t xml:space="preserve"> </w:t>
      </w:r>
      <w:r w:rsidRPr="009F36D3">
        <w:rPr>
          <w:cs/>
          <w:lang w:bidi="bn-IN"/>
        </w:rPr>
        <w:t xml:space="preserve">মদীনার মাঝখানে) </w:t>
      </w:r>
      <w:r w:rsidRPr="009F36D3">
        <w:rPr>
          <w:cs/>
          <w:lang w:bidi="bn-IN"/>
        </w:rPr>
        <w:lastRenderedPageBreak/>
        <w:t>দেবে যাবে</w:t>
      </w:r>
      <w:r w:rsidRPr="009F36D3">
        <w:t xml:space="preserve">, </w:t>
      </w:r>
      <w:r w:rsidRPr="009F36D3">
        <w:rPr>
          <w:cs/>
          <w:lang w:bidi="bn-IN"/>
        </w:rPr>
        <w:t>যখন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মধ্যবর্তী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(সাঃ)-এর বংশের এক সন্তানকে</w:t>
      </w:r>
      <w:r w:rsidRPr="009F36D3">
        <w:t xml:space="preserve"> </w:t>
      </w:r>
      <w:r w:rsidRPr="009F36D3">
        <w:rPr>
          <w:cs/>
          <w:lang w:bidi="bn-IN"/>
        </w:rPr>
        <w:t>হত্যা করা হবে এবং যখন</w:t>
      </w:r>
      <w:r w:rsidRPr="009F36D3">
        <w:t xml:space="preserve"> </w:t>
      </w:r>
      <w:r w:rsidRPr="009F36D3">
        <w:rPr>
          <w:cs/>
          <w:lang w:bidi="bn-IN"/>
        </w:rPr>
        <w:t>আকাশ থেকে একটি উচ্চ কণ্ঠ শোনা যাবে যে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সত্য আছে মাহদী তার</w:t>
      </w:r>
      <w:r w:rsidRPr="009F36D3">
        <w:t xml:space="preserve"> </w:t>
      </w:r>
      <w:r w:rsidRPr="009F36D3">
        <w:rPr>
          <w:cs/>
          <w:lang w:bidi="bn-IN"/>
        </w:rPr>
        <w:t>অনুসারীদের সাথে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তখন আমাদের ক্বায়েম</w:t>
      </w:r>
      <w:r w:rsidRPr="009F36D3">
        <w:t xml:space="preserve"> </w:t>
      </w:r>
      <w:r w:rsidRPr="009F36D3">
        <w:rPr>
          <w:cs/>
          <w:lang w:bidi="bn-IN"/>
        </w:rPr>
        <w:t>আবির্ভূত হবে।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যখন সে পুনরাগমন করবে তখন সে কাবার দেয়ালের সাথে পিঠ ঠেকিয়ে</w:t>
      </w:r>
      <w:r w:rsidRPr="009F36D3">
        <w:t xml:space="preserve"> </w:t>
      </w:r>
      <w:r w:rsidRPr="009F36D3">
        <w:rPr>
          <w:cs/>
          <w:lang w:bidi="bn-IN"/>
        </w:rPr>
        <w:t>দাঁড়াবে এবং তার ৩১৩ জন অনসারী তাকে চারদিকে ঘিরে থাকবে।</w:t>
      </w:r>
      <w:r w:rsidRPr="009F36D3">
        <w:t xml:space="preserve"> </w:t>
      </w:r>
      <w:r w:rsidRPr="009F36D3">
        <w:rPr>
          <w:cs/>
          <w:lang w:bidi="bn-IN"/>
        </w:rPr>
        <w:t>ক্বায়েমের প্রথম কথা হবে কোরআনের এ আয়াত-</w:t>
      </w:r>
      <w:r w:rsidRPr="009F36D3">
        <w:t xml:space="preserve"> </w:t>
      </w:r>
    </w:p>
    <w:p w:rsidR="005A057D" w:rsidRPr="009F36D3" w:rsidRDefault="00AA6375" w:rsidP="00AA6375">
      <w:pPr>
        <w:pStyle w:val="libAie"/>
        <w:rPr>
          <w:lang w:bidi="bn-IN"/>
        </w:rPr>
      </w:pPr>
      <w:r w:rsidRPr="00AA6375">
        <w:rPr>
          <w:rStyle w:val="libAlaemChar"/>
        </w:rPr>
        <w:t>)</w:t>
      </w:r>
      <w:r w:rsidR="005A057D" w:rsidRPr="009F36D3">
        <w:rPr>
          <w:rFonts w:hint="cs"/>
          <w:rtl/>
        </w:rPr>
        <w:t>بَقِيَّتُ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اللَّـهِ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خَيْرٌ‌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لَّكُمْ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إِن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كُنتُم</w:t>
      </w:r>
      <w:r w:rsidR="005A057D" w:rsidRPr="009F36D3">
        <w:rPr>
          <w:rtl/>
        </w:rPr>
        <w:t xml:space="preserve"> </w:t>
      </w:r>
      <w:r w:rsidR="005A057D" w:rsidRPr="009F36D3">
        <w:rPr>
          <w:rFonts w:hint="cs"/>
          <w:rtl/>
        </w:rPr>
        <w:t>مُّؤْمِنِينَ</w:t>
      </w:r>
      <w:r w:rsidRPr="00AA6375">
        <w:rPr>
          <w:rStyle w:val="libAlaemChar"/>
        </w:rPr>
        <w:t>(</w:t>
      </w:r>
      <w:r w:rsidR="005A057D" w:rsidRPr="009F36D3">
        <w:rPr>
          <w:rtl/>
        </w:rPr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যা আল্লাহর সাথে রয়ে যায় তা তোমাদের জন্য উত্তম যদি তোমরা বিশ্বাসী</w:t>
      </w:r>
      <w:r w:rsidRPr="009F36D3">
        <w:t xml:space="preserve"> </w:t>
      </w:r>
      <w:r w:rsidRPr="009F36D3">
        <w:rPr>
          <w:cs/>
          <w:lang w:bidi="bn-IN"/>
        </w:rPr>
        <w:t>হও।</w:t>
      </w:r>
      <w:r w:rsidRPr="00AA6375">
        <w:rPr>
          <w:rStyle w:val="libAlaemChar"/>
        </w:rPr>
        <w:t>’</w:t>
      </w:r>
      <w:r w:rsidRPr="009F36D3">
        <w:t xml:space="preserve"> (</w:t>
      </w:r>
      <w:r w:rsidRPr="009F36D3">
        <w:rPr>
          <w:cs/>
          <w:lang w:bidi="bn-IN"/>
        </w:rPr>
        <w:t>সূরা হুদঃ ৮৬)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এরপর তিনি বলবেনঃ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আমি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বাক্বিয়াতুল্লাহ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আল্লাহর প্রতিনিধি ও প্রমাণ</w:t>
      </w:r>
      <w:r w:rsidRPr="009F36D3">
        <w:t xml:space="preserve"> </w:t>
      </w:r>
      <w:r w:rsidRPr="009F36D3">
        <w:rPr>
          <w:cs/>
          <w:lang w:bidi="bn-IN"/>
        </w:rPr>
        <w:t>তোমাদের উপর।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এরপর প্রত্যেক মুসলমান তাকে এভাবে সালাম জানাবে-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আসসালামু</w:t>
      </w:r>
      <w:r w:rsidRPr="009F36D3">
        <w:t xml:space="preserve"> </w:t>
      </w:r>
      <w:r w:rsidRPr="009F36D3">
        <w:rPr>
          <w:cs/>
          <w:lang w:bidi="bn-IN"/>
        </w:rPr>
        <w:t>আলাইকা ইয়া বাক্বিয়াতুল্লাহা ফী আরদিহী (আপনার উপর সালাম হে</w:t>
      </w:r>
      <w:r w:rsidRPr="009F36D3">
        <w:t xml:space="preserve"> </w:t>
      </w:r>
      <w:r w:rsidRPr="009F36D3">
        <w:rPr>
          <w:cs/>
          <w:lang w:bidi="bn-IN"/>
        </w:rPr>
        <w:t>আল্লাহর সর্বশেষ (প্রতিনিধি) পৃথিবীর উপর।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যখনই ১০</w:t>
      </w:r>
      <w:r w:rsidRPr="009F36D3">
        <w:t>,</w:t>
      </w:r>
      <w:r w:rsidRPr="009F36D3">
        <w:rPr>
          <w:cs/>
          <w:lang w:bidi="bn-IN"/>
        </w:rPr>
        <w:t>০০০ ব্যক্তি তার চারদিকে জড়ো হবে। কোন ইহুদী</w:t>
      </w:r>
      <w:r w:rsidRPr="009F36D3">
        <w:t xml:space="preserve"> </w:t>
      </w:r>
      <w:r w:rsidRPr="009F36D3">
        <w:rPr>
          <w:cs/>
          <w:lang w:bidi="bn-IN"/>
        </w:rPr>
        <w:t>ও খৃষ্টান বাকী থাকবে না তার উপর বিশ্বাস আনতে এবং ইসলামই হবে</w:t>
      </w:r>
      <w:r w:rsidRPr="009F36D3">
        <w:t xml:space="preserve"> </w:t>
      </w:r>
      <w:r w:rsidRPr="009F36D3">
        <w:rPr>
          <w:cs/>
          <w:lang w:bidi="bn-IN"/>
        </w:rPr>
        <w:t>তখন একমাত্র ধর্ম।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আকাশ থেকে পৃথিবীতে একটি আগুন নেমে আসবে এবং</w:t>
      </w:r>
      <w:r w:rsidRPr="009F36D3">
        <w:t xml:space="preserve"> (</w:t>
      </w:r>
      <w:r w:rsidRPr="009F36D3">
        <w:rPr>
          <w:cs/>
          <w:lang w:bidi="bn-IN"/>
        </w:rPr>
        <w:t>আল্লাহ ছাড়া) পূজার যেকোন বস্তুকে তা পুড়ে ফেলবে।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কোন কোন ঐতিহাসিক বলেনঃ মাহদী হলেন সেই প্রতীক্ষিত ক্বায়েম।</w:t>
      </w:r>
      <w:r w:rsidRPr="009F36D3">
        <w:t xml:space="preserve"> </w:t>
      </w:r>
      <w:r w:rsidRPr="009F36D3">
        <w:rPr>
          <w:cs/>
          <w:lang w:bidi="bn-IN"/>
        </w:rPr>
        <w:t>মাহদী সম্পর্কে হাদীসগুলো পরস্পর সমর্থক।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1Center"/>
      </w:pPr>
      <w:bookmarkStart w:id="63" w:name="_Toc451691978"/>
      <w:r w:rsidRPr="009F36D3">
        <w:rPr>
          <w:cs/>
          <w:lang w:bidi="bn-IN"/>
        </w:rPr>
        <w:lastRenderedPageBreak/>
        <w:t>অষ্টম অধ্যায়</w:t>
      </w:r>
      <w:bookmarkEnd w:id="63"/>
    </w:p>
    <w:p w:rsidR="002025DF" w:rsidRDefault="002025DF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9F36D3" w:rsidRDefault="005A057D" w:rsidP="002025DF">
      <w:pPr>
        <w:pStyle w:val="Heading2Center"/>
      </w:pPr>
      <w:bookmarkStart w:id="64" w:name="_Toc451691979"/>
      <w:r w:rsidRPr="009F36D3">
        <w:rPr>
          <w:cs/>
          <w:lang w:bidi="bn-IN"/>
        </w:rPr>
        <w:lastRenderedPageBreak/>
        <w:t>মাহদীর (আঃ) জন্য অপেক্ষা করার ফযীলত</w:t>
      </w:r>
      <w:bookmarkEnd w:id="64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(৪৯৩ পৃষ্ঠায়)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খাওয়ারাযমী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ইমাম মুহাম্মাদ বাক্বীর (আঃ) তার পিতা</w:t>
      </w:r>
      <w:r w:rsidRPr="009F36D3">
        <w:t xml:space="preserve"> </w:t>
      </w:r>
      <w:r w:rsidRPr="009F36D3">
        <w:rPr>
          <w:cs/>
          <w:lang w:bidi="bn-IN"/>
        </w:rPr>
        <w:t>থেকে এবং তিনি তার পিতা থেকে এবং তিনি আমিরুল মুমিনীন আলী</w:t>
      </w:r>
      <w:r w:rsidRPr="009F36D3">
        <w:t xml:space="preserve"> (</w:t>
      </w:r>
      <w:r w:rsidRPr="009F36D3">
        <w:rPr>
          <w:cs/>
          <w:lang w:bidi="bn-IN"/>
        </w:rPr>
        <w:t>আঃ)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ফারাজ</w:t>
      </w:r>
      <w:r w:rsidRPr="00AA6375">
        <w:rPr>
          <w:rStyle w:val="libAlaemChar"/>
        </w:rPr>
        <w:t>’</w:t>
      </w:r>
      <w:r w:rsidRPr="009F36D3">
        <w:t>(</w:t>
      </w:r>
      <w:r w:rsidRPr="009F36D3">
        <w:rPr>
          <w:cs/>
          <w:lang w:bidi="bn-IN"/>
        </w:rPr>
        <w:t>মুক্তির জন্য) -এর অপেক্ষা করা সর্বশ্রেষ্ঠ ইবাদাত।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 xml:space="preserve">লেখক বলেনঃ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ফারাজের জন্য অপেক্ষার অর্থ হলো</w:t>
      </w:r>
      <w:r w:rsidRPr="009F36D3">
        <w:t xml:space="preserve"> </w:t>
      </w:r>
      <w:r w:rsidRPr="009F36D3">
        <w:rPr>
          <w:cs/>
          <w:lang w:bidi="bn-IN"/>
        </w:rPr>
        <w:t>মাহদীর আবির্ভাবের জন্য অপেক্ষা করা।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কামালুদ্দীন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বইতে শেইখ সাদুক আম্মার সাবাতি থেকে একটি দীর্ঘ</w:t>
      </w:r>
      <w:r w:rsidRPr="009F36D3">
        <w:t xml:space="preserve"> </w:t>
      </w:r>
      <w:r w:rsidRPr="009F36D3">
        <w:rPr>
          <w:cs/>
          <w:lang w:bidi="bn-IN"/>
        </w:rPr>
        <w:t>হাদীস বর্ণনা করেছেন যেখানে ইমাম সাদিক (আঃ) বলেছেন-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দুষ্ট সরকারের শাসনের সময় ইবাদাত</w:t>
      </w:r>
      <w:r w:rsidRPr="009F36D3">
        <w:t xml:space="preserve">, </w:t>
      </w:r>
      <w:r w:rsidRPr="009F36D3">
        <w:rPr>
          <w:cs/>
          <w:lang w:bidi="bn-IN"/>
        </w:rPr>
        <w:t>সৎকর্মশীল সরকারের</w:t>
      </w:r>
      <w:r w:rsidRPr="009F36D3">
        <w:t xml:space="preserve"> </w:t>
      </w:r>
      <w:r w:rsidRPr="009F36D3">
        <w:rPr>
          <w:cs/>
          <w:lang w:bidi="bn-IN"/>
        </w:rPr>
        <w:t>অধীনে ইবাদাতের চাইতে উত্তম। এছাড়া দুষ্ট সরকারের সময়</w:t>
      </w:r>
      <w:r w:rsidRPr="009F36D3">
        <w:t xml:space="preserve"> </w:t>
      </w:r>
      <w:r w:rsidRPr="009F36D3">
        <w:rPr>
          <w:cs/>
          <w:lang w:bidi="bn-IN"/>
        </w:rPr>
        <w:t>ইবাদাতের পুরস্কার সৎকর্মশীল সরকারের সময়ে ইবাদাতের</w:t>
      </w:r>
      <w:r w:rsidRPr="009F36D3">
        <w:t xml:space="preserve"> </w:t>
      </w:r>
      <w:r w:rsidRPr="009F36D3">
        <w:rPr>
          <w:cs/>
          <w:lang w:bidi="bn-IN"/>
        </w:rPr>
        <w:t>পুরস্কারের চাইতে বেশী।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আম্মার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ইমামকে বললাম</w:t>
      </w:r>
      <w:r w:rsidRPr="009F36D3">
        <w:t xml:space="preserve">, </w:t>
      </w:r>
      <w:r w:rsidRPr="009F36D3">
        <w:rPr>
          <w:cs/>
          <w:lang w:bidi="bn-IN"/>
        </w:rPr>
        <w:t>আমার জীবন আপনার</w:t>
      </w:r>
      <w:r w:rsidRPr="009F36D3">
        <w:t xml:space="preserve"> </w:t>
      </w:r>
      <w:r w:rsidRPr="009F36D3">
        <w:rPr>
          <w:cs/>
          <w:lang w:bidi="bn-IN"/>
        </w:rPr>
        <w:t>জন্য উৎসর্গ হোক। এটি কি এমন যে সত্যের আবির্ভাবের সময়ে</w:t>
      </w:r>
      <w:r w:rsidRPr="009F36D3">
        <w:t xml:space="preserve"> </w:t>
      </w:r>
      <w:r w:rsidRPr="009F36D3">
        <w:rPr>
          <w:cs/>
          <w:lang w:bidi="bn-IN"/>
        </w:rPr>
        <w:t>আমরা ক্বায়েমের সাথীদের অন্তর্ভূক্ত হতে চাইবোনা</w:t>
      </w:r>
      <w:r w:rsidRPr="009F36D3">
        <w:t xml:space="preserve">? </w:t>
      </w:r>
      <w:r w:rsidRPr="009F36D3">
        <w:rPr>
          <w:cs/>
          <w:lang w:bidi="bn-IN"/>
        </w:rPr>
        <w:t>আপনার</w:t>
      </w:r>
      <w:r w:rsidRPr="009F36D3">
        <w:t xml:space="preserve"> </w:t>
      </w:r>
      <w:r w:rsidRPr="009F36D3">
        <w:rPr>
          <w:cs/>
          <w:lang w:bidi="bn-IN"/>
        </w:rPr>
        <w:t>নেতৃত্বে ও আনুগত্যে আমাদের কর্মকাণ্ড কি সত্য সরকারের</w:t>
      </w:r>
      <w:r w:rsidRPr="009F36D3">
        <w:t xml:space="preserve"> </w:t>
      </w:r>
      <w:r w:rsidRPr="009F36D3">
        <w:rPr>
          <w:cs/>
          <w:lang w:bidi="bn-IN"/>
        </w:rPr>
        <w:t>অধীনে অনুসারীদের কর্মকাণ্ড থেকে উত্তম!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ইমাম সাদিক (আঃ) উত্তরে বললেনঃ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সুবহানাল্লাহ</w:t>
      </w:r>
      <w:r w:rsidRPr="009F36D3">
        <w:t xml:space="preserve">, </w:t>
      </w:r>
      <w:r w:rsidRPr="009F36D3">
        <w:rPr>
          <w:cs/>
          <w:lang w:bidi="bn-IN"/>
        </w:rPr>
        <w:t>আমরা কি</w:t>
      </w:r>
      <w:r w:rsidRPr="009F36D3">
        <w:t xml:space="preserve"> </w:t>
      </w:r>
      <w:r w:rsidRPr="009F36D3">
        <w:rPr>
          <w:cs/>
          <w:lang w:bidi="bn-IN"/>
        </w:rPr>
        <w:t>চাই না আল্লাহ সুবহানাহু ওয়া তায়ালা সত্য ও ন্যায়বিচারকে</w:t>
      </w:r>
      <w:r w:rsidRPr="009F36D3">
        <w:t xml:space="preserve"> </w:t>
      </w:r>
      <w:r w:rsidRPr="009F36D3">
        <w:rPr>
          <w:cs/>
          <w:lang w:bidi="bn-IN"/>
        </w:rPr>
        <w:t>পৃথিবীতে প্রতিষ্ঠা করেন এবং জনগণের সাধারণ অবস্থার উন্নতি</w:t>
      </w:r>
      <w:r w:rsidRPr="009F36D3">
        <w:t xml:space="preserve"> </w:t>
      </w:r>
      <w:r w:rsidRPr="009F36D3">
        <w:rPr>
          <w:cs/>
          <w:lang w:bidi="bn-IN"/>
        </w:rPr>
        <w:t>ঘটুক</w:t>
      </w:r>
      <w:r w:rsidRPr="009F36D3">
        <w:t xml:space="preserve">? </w:t>
      </w:r>
      <w:r w:rsidRPr="009F36D3">
        <w:rPr>
          <w:cs/>
          <w:lang w:bidi="bn-IN"/>
        </w:rPr>
        <w:t>এবং আল্লাহ (জনগণের) বক্তব্যে একতা আনেন এবং</w:t>
      </w:r>
      <w:r w:rsidRPr="009F36D3">
        <w:t xml:space="preserve"> </w:t>
      </w:r>
      <w:r w:rsidRPr="009F36D3">
        <w:rPr>
          <w:cs/>
          <w:lang w:bidi="bn-IN"/>
        </w:rPr>
        <w:t>জনগণের বিভিন্নমূখী অন্তরকে আমন্ত্রণ করেন</w:t>
      </w:r>
      <w:r w:rsidRPr="009F36D3">
        <w:t xml:space="preserve">? </w:t>
      </w:r>
      <w:r w:rsidRPr="009F36D3">
        <w:rPr>
          <w:cs/>
          <w:lang w:bidi="bn-IN"/>
        </w:rPr>
        <w:t>যেন তারা</w:t>
      </w:r>
      <w:r w:rsidRPr="009F36D3">
        <w:t xml:space="preserve"> </w:t>
      </w:r>
      <w:r w:rsidRPr="009F36D3">
        <w:rPr>
          <w:cs/>
          <w:lang w:bidi="bn-IN"/>
        </w:rPr>
        <w:t>পৃথিবীতে আল্লাহর অবাধ্য না হয়</w:t>
      </w:r>
      <w:r w:rsidRPr="009F36D3">
        <w:t xml:space="preserve">? </w:t>
      </w:r>
      <w:r w:rsidRPr="009F36D3">
        <w:rPr>
          <w:cs/>
          <w:lang w:bidi="bn-IN"/>
        </w:rPr>
        <w:t>এবং তার নিষেধাজ্ঞাগুলো তাঁর</w:t>
      </w:r>
      <w:r w:rsidRPr="009F36D3">
        <w:t xml:space="preserve"> </w:t>
      </w:r>
      <w:r w:rsidRPr="009F36D3">
        <w:rPr>
          <w:cs/>
          <w:lang w:bidi="bn-IN"/>
        </w:rPr>
        <w:t>সৃষ্ট প্রাণীর উপর প্রয়োগ হয় এবং আল্লাহ তার জনগণের কাছে</w:t>
      </w:r>
      <w:r w:rsidRPr="009F36D3">
        <w:t xml:space="preserve"> </w:t>
      </w:r>
      <w:r w:rsidRPr="009F36D3">
        <w:rPr>
          <w:cs/>
          <w:lang w:bidi="bn-IN"/>
        </w:rPr>
        <w:t>তাদের অধিকার ফিরিয়ে দেন যেন তা প্রকাশ হয়ে যায়</w:t>
      </w:r>
      <w:r w:rsidRPr="009F36D3">
        <w:t xml:space="preserve">? </w:t>
      </w:r>
      <w:r w:rsidRPr="009F36D3">
        <w:rPr>
          <w:cs/>
          <w:lang w:bidi="bn-IN"/>
        </w:rPr>
        <w:t>যেন</w:t>
      </w:r>
      <w:r w:rsidRPr="009F36D3">
        <w:t xml:space="preserve"> </w:t>
      </w:r>
      <w:r w:rsidRPr="009F36D3">
        <w:rPr>
          <w:cs/>
          <w:lang w:bidi="bn-IN"/>
        </w:rPr>
        <w:t>কারো ভয়ে সত্যের কোন কিছু গোপন না থাকে...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2025DF">
      <w:pPr>
        <w:pStyle w:val="Heading2Center"/>
      </w:pPr>
      <w:bookmarkStart w:id="65" w:name="_Toc451691980"/>
      <w:r w:rsidRPr="009F36D3">
        <w:rPr>
          <w:cs/>
          <w:lang w:bidi="bn-IN"/>
        </w:rPr>
        <w:lastRenderedPageBreak/>
        <w:t>আবির্ভাবের সময় উল্লেখ করা থেকে বিরত থাকা</w:t>
      </w:r>
      <w:bookmarkEnd w:id="65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৪৫৬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থেকে এবং তিনি আহমাদ ইবনে যিয়াদ থেকে এবং</w:t>
      </w:r>
      <w:r w:rsidRPr="009F36D3">
        <w:t xml:space="preserve"> </w:t>
      </w:r>
      <w:r w:rsidRPr="009F36D3">
        <w:rPr>
          <w:cs/>
          <w:lang w:bidi="bn-IN"/>
        </w:rPr>
        <w:t>তিনি দেবেল ইবনে খযাঈু থেকে একটি হাদীস বর্ণনা করেন যেখানে</w:t>
      </w:r>
      <w:r w:rsidRPr="009F36D3">
        <w:t xml:space="preserve"> </w:t>
      </w:r>
      <w:r w:rsidRPr="009F36D3">
        <w:rPr>
          <w:cs/>
          <w:lang w:bidi="bn-IN"/>
        </w:rPr>
        <w:t>দেবেল ইমাম রিদার (আঃ) কাছে গেলেন এবং তার কবিতা আবৃত্তি</w:t>
      </w:r>
      <w:r w:rsidRPr="009F36D3">
        <w:t xml:space="preserve"> </w:t>
      </w:r>
      <w:r w:rsidRPr="009F36D3">
        <w:rPr>
          <w:cs/>
          <w:lang w:bidi="bn-IN"/>
        </w:rPr>
        <w:t>করলেন। তার কবিতাতে ইমাম মাহদীর (আঃ) কথা ছিলো। ইমাম</w:t>
      </w:r>
      <w:r w:rsidRPr="009F36D3">
        <w:t xml:space="preserve"> </w:t>
      </w:r>
      <w:r w:rsidRPr="009F36D3">
        <w:rPr>
          <w:cs/>
          <w:lang w:bidi="bn-IN"/>
        </w:rPr>
        <w:t>বললেন-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রুহুল কদ্দুস তোমার জিহবা দিয়ে কথা বলেছে। তুমি কি জানো</w:t>
      </w:r>
      <w:r w:rsidRPr="009F36D3">
        <w:t xml:space="preserve"> </w:t>
      </w:r>
      <w:r w:rsidRPr="009F36D3">
        <w:rPr>
          <w:cs/>
          <w:lang w:bidi="bn-IN"/>
        </w:rPr>
        <w:t>সেই ইমাম কে</w:t>
      </w:r>
      <w:r w:rsidRPr="009F36D3">
        <w:t xml:space="preserve">? </w:t>
      </w:r>
      <w:r w:rsidRPr="009F36D3">
        <w:rPr>
          <w:cs/>
          <w:lang w:bidi="bn-IN"/>
        </w:rPr>
        <w:t>তিনি সেই ব্যক্তি যার জন্য জনগণ অপেক্ষা</w:t>
      </w:r>
      <w:r w:rsidRPr="009F36D3">
        <w:t xml:space="preserve"> </w:t>
      </w:r>
      <w:r w:rsidRPr="009F36D3">
        <w:rPr>
          <w:cs/>
          <w:lang w:bidi="bn-IN"/>
        </w:rPr>
        <w:t>করবে এবং তারা তার প্রতি আত্মসমপির্ত হবে তার আবির্ভাবের</w:t>
      </w:r>
      <w:r w:rsidRPr="009F36D3">
        <w:t xml:space="preserve"> </w:t>
      </w:r>
      <w:r w:rsidRPr="009F36D3">
        <w:rPr>
          <w:cs/>
          <w:lang w:bidi="bn-IN"/>
        </w:rPr>
        <w:t>সময়ে। মাহদীর আবির্ভার্ব সম্পর্কে আমার পিতা তার পিতা থেকে</w:t>
      </w:r>
      <w:r w:rsidRPr="009F36D3">
        <w:t xml:space="preserve"> </w:t>
      </w:r>
      <w:r w:rsidRPr="009F36D3">
        <w:rPr>
          <w:cs/>
          <w:lang w:bidi="bn-IN"/>
        </w:rPr>
        <w:t>এবং তিনি তার পিতা থেকে এবং তারা রাসূলুল্লাহ (সাঃ)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করেছেন যে-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মাহদীর উদাহরণ হচ্ছে কিয়ামতের</w:t>
      </w:r>
      <w:r w:rsidRPr="009F36D3">
        <w:t xml:space="preserve"> </w:t>
      </w:r>
      <w:r w:rsidRPr="009F36D3">
        <w:rPr>
          <w:cs/>
          <w:lang w:bidi="bn-IN"/>
        </w:rPr>
        <w:t>উদাহরণ</w:t>
      </w:r>
      <w:r w:rsidRPr="009F36D3">
        <w:t xml:space="preserve">, </w:t>
      </w:r>
      <w:r w:rsidRPr="009F36D3">
        <w:rPr>
          <w:cs/>
          <w:lang w:bidi="bn-IN"/>
        </w:rPr>
        <w:t>যা হঠাৎ করে ছাড়া আসবে না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চান- কিছু কিছু হাদীসে আত্মগোপন বা</w:t>
      </w:r>
      <w:r w:rsidRPr="009F36D3">
        <w:t xml:space="preserve"> </w:t>
      </w:r>
      <w:r w:rsidRPr="009F36D3">
        <w:rPr>
          <w:cs/>
          <w:lang w:bidi="bn-IN"/>
        </w:rPr>
        <w:t>গাইবাত সম্পর্কে বলা হয়েছে যে মাহদী জ্বলজ্বলে</w:t>
      </w:r>
      <w:r w:rsidRPr="009F36D3">
        <w:t xml:space="preserve"> </w:t>
      </w:r>
      <w:r w:rsidRPr="009F36D3">
        <w:rPr>
          <w:cs/>
          <w:lang w:bidi="bn-IN"/>
        </w:rPr>
        <w:t>নক্ষত্রের মত আবির্ভূত</w:t>
      </w:r>
      <w:r w:rsidRPr="009F36D3">
        <w:t xml:space="preserve"> </w:t>
      </w:r>
      <w:r w:rsidRPr="009F36D3">
        <w:rPr>
          <w:cs/>
          <w:lang w:bidi="bn-IN"/>
        </w:rPr>
        <w:t>হবে। আবার কিছু হাদীসে উল্লেখ করা হয়েছে আল্লাহ মাহদীর (আঃ)</w:t>
      </w:r>
      <w:r w:rsidRPr="009F36D3">
        <w:t xml:space="preserve"> </w:t>
      </w:r>
      <w:r w:rsidRPr="009F36D3">
        <w:rPr>
          <w:cs/>
          <w:lang w:bidi="bn-IN"/>
        </w:rPr>
        <w:t>বিষয়কে এক রাতে ফয়সালা করবেন।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এগুলো দেখে বঝা যায় যে মাহদীর (আঃ) আবির্ভাবের দিন</w:t>
      </w:r>
      <w:r w:rsidRPr="009F36D3">
        <w:t xml:space="preserve"> </w:t>
      </w:r>
      <w:r w:rsidRPr="009F36D3">
        <w:rPr>
          <w:cs/>
          <w:lang w:bidi="bn-IN"/>
        </w:rPr>
        <w:t>অজানা এবং যিনি তাকে সৃষ্টি করেছেন তিনি ছাড়া কেউ জানেন না।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66" w:name="_Toc451691981"/>
      <w:r w:rsidRPr="009F36D3">
        <w:rPr>
          <w:cs/>
          <w:lang w:bidi="bn-IN"/>
        </w:rPr>
        <w:lastRenderedPageBreak/>
        <w:t>শেষ যুগে মাহদীর (আঃ) আবির্ভাব</w:t>
      </w:r>
      <w:bookmarkEnd w:id="66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১৪৮ পৃষ্ঠায় হাকীম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রাসূলুল্লাহ (সাঃ) থেকে বর্ণনা করেছেন যেঃ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শেষ যুগে আমার উম্মতের উপর এক ভয়াবহ দুর্যোগ নেমে</w:t>
      </w:r>
      <w:r w:rsidRPr="009F36D3">
        <w:t xml:space="preserve"> </w:t>
      </w:r>
      <w:r w:rsidRPr="009F36D3">
        <w:rPr>
          <w:cs/>
          <w:lang w:bidi="bn-IN"/>
        </w:rPr>
        <w:t>আসবে। আল্লাহ আমার বংশ থেকে এক ব্যক্তিকে পাঠাবেন অথবা</w:t>
      </w:r>
      <w:r w:rsidRPr="009F36D3">
        <w:t xml:space="preserve"> </w:t>
      </w:r>
      <w:r w:rsidRPr="009F36D3">
        <w:rPr>
          <w:cs/>
          <w:lang w:bidi="bn-IN"/>
        </w:rPr>
        <w:t>তিনি বলেছেন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আমার আহলে বাইত থেকে</w:t>
      </w:r>
      <w:r w:rsidRPr="009F36D3">
        <w:t xml:space="preserve">, </w:t>
      </w:r>
      <w:r w:rsidRPr="009F36D3">
        <w:rPr>
          <w:cs/>
          <w:lang w:bidi="bn-IN"/>
        </w:rPr>
        <w:t>যে পৃথিবীকে সাম্য</w:t>
      </w:r>
      <w:r w:rsidRPr="009F36D3">
        <w:t xml:space="preserve"> </w:t>
      </w:r>
      <w:r w:rsidRPr="009F36D3">
        <w:rPr>
          <w:cs/>
          <w:lang w:bidi="bn-IN"/>
        </w:rPr>
        <w:t>ও ন্যায়বিচারে পূর্ণ করে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৯৮ পৃষ্ঠায় আহমাদ ও</w:t>
      </w:r>
      <w:r w:rsidRPr="009F36D3">
        <w:t xml:space="preserve"> </w:t>
      </w:r>
      <w:r w:rsidRPr="009F36D3">
        <w:rPr>
          <w:cs/>
          <w:lang w:bidi="bn-IN"/>
        </w:rPr>
        <w:t>মুসলিম থেকে এবং তারা রাসূলুল্লাহ (সাঃ) থেকে বর্ণনা করেছেন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শেষ যুগে একজন খলিফা উপস্থিত থাকবেন এবং সম্পদ বণ্টন</w:t>
      </w:r>
      <w:r w:rsidRPr="009F36D3">
        <w:t xml:space="preserve"> </w:t>
      </w:r>
      <w:r w:rsidRPr="009F36D3">
        <w:rPr>
          <w:cs/>
          <w:lang w:bidi="bn-IN"/>
        </w:rPr>
        <w:t>করবেন হিসাব ছাড়া।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>এর লেখক একই হাদীস বর্ণনা করেছেন ১৪৯</w:t>
      </w:r>
      <w:r w:rsidRPr="009F36D3">
        <w:t xml:space="preserve"> </w:t>
      </w:r>
      <w:r w:rsidRPr="009F36D3">
        <w:rPr>
          <w:cs/>
          <w:lang w:bidi="bn-IN"/>
        </w:rPr>
        <w:t>পৃষ্ঠায়। এ বইয়ের লেখক বলতে চান যে অন্যান্য হাদীস পর্যালোচনা</w:t>
      </w:r>
      <w:r w:rsidRPr="009F36D3">
        <w:t xml:space="preserve"> </w:t>
      </w:r>
      <w:r w:rsidRPr="009F36D3">
        <w:rPr>
          <w:cs/>
          <w:lang w:bidi="bn-IN"/>
        </w:rPr>
        <w:t>করলে বুঝা যায় এ খলিফাই হচ্ছেন ইমাম মাহদী (আঃ)।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ইমাম আবু উমার মাদায়েনি থেকে</w:t>
      </w:r>
      <w:r w:rsidRPr="009F36D3">
        <w:t xml:space="preserve"> </w:t>
      </w:r>
      <w:r w:rsidRPr="009F36D3">
        <w:rPr>
          <w:cs/>
          <w:lang w:bidi="bn-IN"/>
        </w:rPr>
        <w:t>এবং তিনি আবু সাইদ খুদরী থেকে এবং তিনি রাসূলুল্লাহ (সাঃ)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শেষ যুগে উন্নত নাক ও পৌরুষদীপ্ত সুশ্রী চেহারার অধিকারী</w:t>
      </w:r>
      <w:r w:rsidRPr="009F36D3">
        <w:t xml:space="preserve"> </w:t>
      </w:r>
      <w:r w:rsidRPr="009F36D3">
        <w:rPr>
          <w:cs/>
          <w:lang w:bidi="bn-IN"/>
        </w:rPr>
        <w:t>এক যুবক আমার বংশ থেকে আবির্ভূত হবে এবং সে পৃথিবীকে</w:t>
      </w:r>
      <w:r w:rsidRPr="009F36D3">
        <w:t xml:space="preserve"> </w:t>
      </w:r>
      <w:r w:rsidRPr="009F36D3">
        <w:rPr>
          <w:cs/>
          <w:lang w:bidi="bn-IN"/>
        </w:rPr>
        <w:t>সাম্য ও ন্যায় বিচারে পূর্ণ করে দিবে ঠিক যেভাবে তা আগে</w:t>
      </w:r>
      <w:r w:rsidRPr="009F36D3">
        <w:t xml:space="preserve"> </w:t>
      </w:r>
      <w:r w:rsidRPr="009F36D3">
        <w:rPr>
          <w:cs/>
          <w:lang w:bidi="bn-IN"/>
        </w:rPr>
        <w:t>নৃশংসতা ও অত্যাচারে পূর্ণ ছিল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৪৩০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মিশকাতুল</w:t>
      </w:r>
      <w:r w:rsidRPr="009F36D3">
        <w:t xml:space="preserve"> </w:t>
      </w:r>
      <w:r w:rsidRPr="009F36D3">
        <w:rPr>
          <w:cs/>
          <w:lang w:bidi="bn-IN"/>
        </w:rPr>
        <w:t>মাসাবীহ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র লেখক থেকে এবং তিনি মুসলিম-এর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 আহমাদ-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তারা জাবির ইবনে আব্দুল্লাহ আনসারী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শেষ যুগে একজন খলিফা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থাকবেন যিনি সম্পদ বণ্টন</w:t>
      </w:r>
      <w:r w:rsidRPr="009F36D3">
        <w:t xml:space="preserve"> </w:t>
      </w:r>
      <w:r w:rsidRPr="009F36D3">
        <w:rPr>
          <w:cs/>
          <w:lang w:bidi="bn-IN"/>
        </w:rPr>
        <w:t>করবেন হিসাব ছাড়া।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অন্য আরেকটি হাদীসে এসেছে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উম্মতের শেষ যুগে একজন</w:t>
      </w:r>
      <w:r w:rsidRPr="009F36D3">
        <w:t xml:space="preserve"> </w:t>
      </w:r>
      <w:r w:rsidRPr="009F36D3">
        <w:rPr>
          <w:cs/>
          <w:lang w:bidi="bn-IN"/>
        </w:rPr>
        <w:t>খলিফা আসবেন যিনি সম্পদ বণ্টন করবেন কোন হিসাব ছাড়া।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 সিমতাইন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লেখক থেকে এবং তিনি আলী ইবনে হালাল থেকে এবং তিনি তার পিতা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আসবে শেষ যুগে এবং পৃথিবীকে সাম্য ও ন্যায়বিচারে</w:t>
      </w:r>
      <w:r w:rsidRPr="009F36D3">
        <w:t xml:space="preserve"> </w:t>
      </w:r>
      <w:r w:rsidRPr="009F36D3">
        <w:rPr>
          <w:cs/>
          <w:lang w:bidi="bn-IN"/>
        </w:rPr>
        <w:t xml:space="preserve">পূর্ণ করে দিবে ঠিক যেভাবে তা আগে নৃশংসতা ও নিপীড়নে পূর্ণ </w:t>
      </w:r>
      <w:r w:rsidRPr="009F36D3">
        <w:t xml:space="preserve"> </w:t>
      </w:r>
      <w:r w:rsidRPr="009F36D3">
        <w:rPr>
          <w:cs/>
          <w:lang w:bidi="bn-IN"/>
        </w:rPr>
        <w:t>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সপ্তম অধ্যায়ে হাফেয আবু আব্দুল্লাহর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খদরী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তরবারীসহ আবির্ভূত হবে আমার উম্মতের শেষ যুগে।</w:t>
      </w:r>
      <w:r w:rsidRPr="009F36D3">
        <w:t xml:space="preserve"> </w:t>
      </w:r>
      <w:r w:rsidRPr="009F36D3">
        <w:rPr>
          <w:cs/>
          <w:lang w:bidi="bn-IN"/>
        </w:rPr>
        <w:t>আল্লাহ বৃষ্টি পাঠাবেন এবং ভূমি তার গাছকে বৃদ্ধি পেতে দিবে।</w:t>
      </w:r>
      <w:r w:rsidRPr="009F36D3">
        <w:t xml:space="preserve"> (</w:t>
      </w:r>
      <w:r w:rsidRPr="009F36D3">
        <w:rPr>
          <w:cs/>
          <w:lang w:bidi="bn-IN"/>
        </w:rPr>
        <w:t>মাহদী) সম্পদ বণ্টন করবে সঠিকভাবে।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হাকীম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এর বর্ণনা পরম্পরা বিবেচনা করে এ হাদীসটি সঠিক ।</w:t>
      </w:r>
      <w:r w:rsidRPr="009F36D3">
        <w:t xml:space="preserve"> </w:t>
      </w:r>
      <w:r w:rsidRPr="009F36D3">
        <w:rPr>
          <w:cs/>
          <w:lang w:bidi="bn-IN"/>
        </w:rPr>
        <w:t>কিন্তু বুখারী ও মুসলিম তা বর্ণনা করেন নি।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Pr="006E1E70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67" w:name="_Toc451691982"/>
      <w:r w:rsidRPr="009F36D3">
        <w:rPr>
          <w:cs/>
          <w:lang w:bidi="bn-IN"/>
        </w:rPr>
        <w:lastRenderedPageBreak/>
        <w:t>আবির্ভাবের দিনে মাহদীর (আঃ) বৈশিষ্ট্য</w:t>
      </w:r>
      <w:bookmarkEnd w:id="67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 হাফেয আবু নাঈম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 xml:space="preserve">তিনি আবু ইমামাহর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সিফাত আল মাহদী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একটি হাদীসে যা কিছু মাহদীর আবির্ভাবের আগে ও</w:t>
      </w:r>
      <w:r w:rsidRPr="009F36D3">
        <w:t xml:space="preserve"> </w:t>
      </w:r>
      <w:r w:rsidRPr="009F36D3">
        <w:rPr>
          <w:cs/>
          <w:lang w:bidi="bn-IN"/>
        </w:rPr>
        <w:t>পরে ঘটবে তা উল্লেখ করেছিলেন। আব্দুল ক্বায়েস নামে এক ব্যক্তি</w:t>
      </w:r>
      <w:r w:rsidRPr="009F36D3">
        <w:t xml:space="preserve"> </w:t>
      </w:r>
      <w:r w:rsidRPr="009F36D3">
        <w:rPr>
          <w:cs/>
          <w:lang w:bidi="bn-IN"/>
        </w:rPr>
        <w:t>জিজ্ঞেস করলো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রাসূলুল্লাহ</w:t>
      </w:r>
      <w:r w:rsidRPr="009F36D3">
        <w:t xml:space="preserve">, </w:t>
      </w:r>
      <w:r w:rsidRPr="009F36D3">
        <w:rPr>
          <w:cs/>
          <w:lang w:bidi="bn-IN"/>
        </w:rPr>
        <w:t>সেদিন জনগণের ইমাম কে হবেন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(সাঃ)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হবে মাহদী</w:t>
      </w:r>
      <w:r w:rsidRPr="009F36D3">
        <w:t xml:space="preserve">, </w:t>
      </w:r>
      <w:r w:rsidRPr="009F36D3">
        <w:rPr>
          <w:cs/>
          <w:lang w:bidi="bn-IN"/>
        </w:rPr>
        <w:t>আমার বংশ থেকে যার বয়স হবে</w:t>
      </w:r>
      <w:r w:rsidRPr="009F36D3">
        <w:t xml:space="preserve"> </w:t>
      </w:r>
      <w:r w:rsidRPr="009F36D3">
        <w:rPr>
          <w:cs/>
          <w:lang w:bidi="bn-IN"/>
        </w:rPr>
        <w:t>তখন চল্লিশ বছর।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”</w:t>
      </w:r>
      <w:r w:rsidRPr="009F36D3">
        <w:t>-</w:t>
      </w:r>
      <w:r w:rsidRPr="009F36D3">
        <w:rPr>
          <w:cs/>
          <w:lang w:bidi="bn-IN"/>
        </w:rPr>
        <w:t>এর লেখক উল্লেখিত অধ্যায়ে হাফিয নাঈম ইবনে</w:t>
      </w:r>
      <w:r w:rsidRPr="009F36D3">
        <w:t xml:space="preserve"> </w:t>
      </w:r>
      <w:r w:rsidRPr="009F36D3">
        <w:rPr>
          <w:cs/>
          <w:lang w:bidi="bn-IN"/>
        </w:rPr>
        <w:t xml:space="preserve">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</w:t>
      </w:r>
      <w:r w:rsidRPr="009F36D3">
        <w:t xml:space="preserve">, </w:t>
      </w:r>
      <w:r w:rsidRPr="009F36D3">
        <w:rPr>
          <w:cs/>
          <w:lang w:bidi="bn-IN"/>
        </w:rPr>
        <w:t>আমিরুল মুমিনীন আলী</w:t>
      </w:r>
      <w:r w:rsidRPr="009F36D3">
        <w:t xml:space="preserve"> (</w:t>
      </w:r>
      <w:r w:rsidRPr="009F36D3">
        <w:rPr>
          <w:cs/>
          <w:lang w:bidi="bn-IN"/>
        </w:rPr>
        <w:t>আঃ) বলেছেন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উঠে দাঁড়াবে যখন তার বয়স হবে ত্রিশ অথবা</w:t>
      </w:r>
      <w:r w:rsidRPr="009F36D3">
        <w:t xml:space="preserve"> </w:t>
      </w:r>
      <w:r w:rsidRPr="009F36D3">
        <w:rPr>
          <w:cs/>
          <w:lang w:bidi="bn-IN"/>
        </w:rPr>
        <w:t>চল্লিশ বছর।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উক্ত বই-এর একই অধ্যায়ে লেখক আবু আব্দুল্লাহ মাদায়েনি এবং</w:t>
      </w:r>
      <w:r w:rsidRPr="009F36D3">
        <w:t xml:space="preserve"> </w:t>
      </w:r>
      <w:r w:rsidRPr="009F36D3">
        <w:rPr>
          <w:cs/>
          <w:lang w:bidi="bn-IN"/>
        </w:rPr>
        <w:t>আবু বকর বায়হাক্বী থেকে বর্ণনা করেন যে ইবনে আব্বাস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আশা আছে রাত ও দিন শেষ হবে না যতক্ষণ পর্যন্ত না আল্লাহ</w:t>
      </w:r>
      <w:r w:rsidRPr="009F36D3">
        <w:t xml:space="preserve"> </w:t>
      </w:r>
      <w:r w:rsidRPr="009F36D3">
        <w:rPr>
          <w:cs/>
          <w:lang w:bidi="bn-IN"/>
        </w:rPr>
        <w:t>আমাদের আহলুল বায়েত এর মধ্য থেকে এক যুবককে নিয়োগ দেন।</w:t>
      </w:r>
      <w:r w:rsidRPr="009F36D3">
        <w:t xml:space="preserve"> </w:t>
      </w:r>
      <w:r w:rsidRPr="009F36D3">
        <w:rPr>
          <w:cs/>
          <w:lang w:bidi="bn-IN"/>
        </w:rPr>
        <w:t>ষড়যন্ত্র তাকে কিছু করতে পারবে না এবং সেও ষড়যন্ত্রে জড়িয়ে পড়বে</w:t>
      </w:r>
      <w:r w:rsidRPr="009F36D3">
        <w:t xml:space="preserve"> </w:t>
      </w:r>
      <w:r w:rsidRPr="009F36D3">
        <w:rPr>
          <w:cs/>
          <w:lang w:bidi="bn-IN"/>
        </w:rPr>
        <w:t>না। তিনি এ উম্মতের বিষয়াবলী প্রতিষ্ঠা করবেন</w:t>
      </w:r>
      <w:r w:rsidRPr="009F36D3">
        <w:t xml:space="preserve">, </w:t>
      </w:r>
      <w:r w:rsidRPr="009F36D3">
        <w:rPr>
          <w:cs/>
          <w:lang w:bidi="bn-IN"/>
        </w:rPr>
        <w:t>যেভাবে আল্লাহ এ</w:t>
      </w:r>
      <w:r w:rsidRPr="009F36D3">
        <w:t xml:space="preserve"> </w:t>
      </w:r>
      <w:r w:rsidRPr="009F36D3">
        <w:rPr>
          <w:cs/>
          <w:lang w:bidi="bn-IN"/>
        </w:rPr>
        <w:t>উম্মতের বিষয়াবলী আমাদের মাধ্যমে শুরু করেছিলেন। আমার আশা যে</w:t>
      </w:r>
      <w:r w:rsidRPr="009F36D3">
        <w:t xml:space="preserve"> </w:t>
      </w:r>
      <w:r w:rsidRPr="009F36D3">
        <w:rPr>
          <w:cs/>
          <w:lang w:bidi="bn-IN"/>
        </w:rPr>
        <w:t>বিষয়াবলীর সমাপ্তি ঘটবে আমাদের মাঝেই।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বর্ণনাকারী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ইবনে আব্বাসকে বললাম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এ বিষয়ে কি</w:t>
      </w:r>
      <w:r w:rsidRPr="009F36D3">
        <w:t xml:space="preserve"> </w:t>
      </w:r>
      <w:r w:rsidRPr="009F36D3">
        <w:rPr>
          <w:cs/>
          <w:lang w:bidi="bn-IN"/>
        </w:rPr>
        <w:t>আপনারা অসহায় যে আপনারা আপনাদের যুবকদের নিয়ে আশা করছেন</w:t>
      </w:r>
      <w:r w:rsidRPr="009F36D3">
        <w:t xml:space="preserve">? </w:t>
      </w: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আল্লাহ করেন যা তাঁর ইচ্ছা।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 লেখক ইমাম হোসেইন ইবনে আলী</w:t>
      </w:r>
      <w:r w:rsidRPr="009F36D3">
        <w:t xml:space="preserve"> (</w:t>
      </w:r>
      <w:r w:rsidRPr="009F36D3">
        <w:rPr>
          <w:cs/>
          <w:lang w:bidi="bn-IN"/>
        </w:rPr>
        <w:t>আঃ) থেকে বর্ণনা করেন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আবির্ভূত হবে কিন্তু জনগণ তাকে</w:t>
      </w:r>
      <w:r w:rsidRPr="009F36D3">
        <w:t xml:space="preserve"> </w:t>
      </w:r>
      <w:r w:rsidRPr="009F36D3">
        <w:rPr>
          <w:cs/>
          <w:lang w:bidi="bn-IN"/>
        </w:rPr>
        <w:t>অস্বীকার করবে</w:t>
      </w:r>
      <w:r w:rsidRPr="009F36D3">
        <w:t xml:space="preserve">, </w:t>
      </w:r>
      <w:r w:rsidRPr="009F36D3">
        <w:rPr>
          <w:cs/>
          <w:lang w:bidi="bn-IN"/>
        </w:rPr>
        <w:t>কারণ সে তাদের কাছে ফেরত আসবে যুবক চেহারা</w:t>
      </w:r>
      <w:r w:rsidRPr="009F36D3">
        <w:t xml:space="preserve"> </w:t>
      </w:r>
      <w:r w:rsidRPr="009F36D3">
        <w:rPr>
          <w:cs/>
          <w:lang w:bidi="bn-IN"/>
        </w:rPr>
        <w:t xml:space="preserve">নিয়ে। সবচে </w:t>
      </w:r>
      <w:r w:rsidRPr="005A057D">
        <w:rPr>
          <w:cs/>
          <w:lang w:bidi="bn-IN"/>
        </w:rPr>
        <w:t xml:space="preserve">বড় </w:t>
      </w:r>
      <w:r w:rsidRPr="005A057D">
        <w:rPr>
          <w:rFonts w:hint="cs"/>
          <w:cs/>
          <w:lang w:bidi="bn-IN"/>
        </w:rPr>
        <w:t>দুর্যোগ</w:t>
      </w:r>
      <w:r w:rsidRPr="009F36D3">
        <w:rPr>
          <w:cs/>
          <w:lang w:bidi="bn-IN"/>
        </w:rPr>
        <w:t xml:space="preserve"> হলো যে তাদের কর্তৃত্বশীল</w:t>
      </w:r>
      <w:r w:rsidRPr="009F36D3">
        <w:t xml:space="preserve"> </w:t>
      </w:r>
      <w:r w:rsidRPr="009F36D3">
        <w:rPr>
          <w:cs/>
          <w:lang w:bidi="bn-IN"/>
        </w:rPr>
        <w:t>নেতা তাদের কাছে</w:t>
      </w:r>
      <w:r w:rsidRPr="009F36D3">
        <w:t xml:space="preserve"> </w:t>
      </w:r>
      <w:r w:rsidRPr="009F36D3">
        <w:rPr>
          <w:cs/>
          <w:lang w:bidi="bn-IN"/>
        </w:rPr>
        <w:t>যুবক অবস্থায় আসবে অথচ তারা তাকে বৃদ্ধ ও দূর্বল হিসেবে চিন্তা</w:t>
      </w:r>
      <w:r w:rsidRPr="009F36D3">
        <w:t xml:space="preserve"> </w:t>
      </w:r>
      <w:r w:rsidRPr="009F36D3">
        <w:rPr>
          <w:cs/>
          <w:lang w:bidi="bn-IN"/>
        </w:rPr>
        <w:t>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>একই বইয়ের চতুর্থ  অধ্যায়ে লেখক হাফেয আবু আব্দুল্লাহর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সানবান থেকে বর্ণনা করেন যে</w:t>
      </w:r>
      <w:r w:rsidRPr="009F36D3">
        <w:t xml:space="preserve">, </w:t>
      </w:r>
      <w:r w:rsidRPr="009F36D3">
        <w:rPr>
          <w:cs/>
          <w:lang w:bidi="bn-IN"/>
        </w:rPr>
        <w:t>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একজন খলিফার তিনজন সন্তানকে</w:t>
      </w:r>
      <w:r w:rsidRPr="009F36D3">
        <w:t xml:space="preserve"> </w:t>
      </w:r>
      <w:r w:rsidRPr="009F36D3">
        <w:rPr>
          <w:cs/>
          <w:lang w:bidi="bn-IN"/>
        </w:rPr>
        <w:t>হত্যা করা হবে তোমাদের</w:t>
      </w:r>
      <w:r w:rsidRPr="009F36D3">
        <w:t xml:space="preserve"> </w:t>
      </w:r>
      <w:r w:rsidRPr="009F36D3">
        <w:rPr>
          <w:cs/>
          <w:lang w:bidi="bn-IN"/>
        </w:rPr>
        <w:t>কোষাগারের কাছে</w:t>
      </w:r>
      <w:r w:rsidRPr="009F36D3">
        <w:t xml:space="preserve">, </w:t>
      </w:r>
      <w:r w:rsidRPr="009F36D3">
        <w:rPr>
          <w:cs/>
          <w:lang w:bidi="bn-IN"/>
        </w:rPr>
        <w:t>যখন তোমরা তাকে (যুবককে) দেখবে তার</w:t>
      </w:r>
      <w:r w:rsidRPr="009F36D3">
        <w:t xml:space="preserve"> </w:t>
      </w:r>
      <w:r w:rsidRPr="009F36D3">
        <w:rPr>
          <w:cs/>
          <w:lang w:bidi="bn-IN"/>
        </w:rPr>
        <w:t>প্রতি অনুগত্যের শপথ করো</w:t>
      </w:r>
      <w:r w:rsidRPr="009F36D3">
        <w:t xml:space="preserve">, </w:t>
      </w:r>
      <w:r w:rsidRPr="009F36D3">
        <w:rPr>
          <w:cs/>
          <w:lang w:bidi="bn-IN"/>
        </w:rPr>
        <w:t>কারণ তিনিই মাহদী</w:t>
      </w:r>
      <w:r w:rsidRPr="009F36D3">
        <w:t xml:space="preserve">, </w:t>
      </w:r>
      <w:r w:rsidRPr="009F36D3">
        <w:rPr>
          <w:cs/>
          <w:lang w:bidi="bn-IN"/>
        </w:rPr>
        <w:t>আল্লাহর</w:t>
      </w:r>
      <w:r w:rsidRPr="009F36D3">
        <w:t xml:space="preserve"> </w:t>
      </w:r>
      <w:r w:rsidRPr="009F36D3">
        <w:rPr>
          <w:cs/>
          <w:lang w:bidi="bn-IN"/>
        </w:rPr>
        <w:t>খলিফা।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হাকীম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 হাদীসটি সঠিক যদিও বুখারী ও মুসলিম তা বর্ণনা না</w:t>
      </w:r>
      <w:r w:rsidRPr="009F36D3">
        <w:t xml:space="preserve"> </w:t>
      </w:r>
      <w:r w:rsidRPr="009F36D3">
        <w:rPr>
          <w:cs/>
          <w:lang w:bidi="bn-IN"/>
        </w:rPr>
        <w:t>করে থাকে।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সপ্তম অধ্যায়ে লেখক হাফেয আবু আব্দুল্লাহ নাঈম</w:t>
      </w:r>
      <w:r w:rsidRPr="009F36D3">
        <w:t xml:space="preserve"> </w:t>
      </w:r>
      <w:r w:rsidRPr="009F36D3">
        <w:rPr>
          <w:cs/>
          <w:lang w:bidi="bn-IN"/>
        </w:rPr>
        <w:t xml:space="preserve">ইবনে হেমাদের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বই থেকে এবং তিনি ইসহাক ইবনে ইয়াহইয়া</w:t>
      </w:r>
      <w:r w:rsidRPr="009F36D3">
        <w:t xml:space="preserve"> </w:t>
      </w:r>
      <w:r w:rsidRPr="009F36D3">
        <w:rPr>
          <w:cs/>
          <w:lang w:bidi="bn-IN"/>
        </w:rPr>
        <w:t>ইবনে তালহা থেকে বর্ণনা করেন যে তাউস বর্ণনা করেন</w:t>
      </w:r>
      <w:r w:rsidRPr="009F36D3">
        <w:t xml:space="preserve">, </w:t>
      </w:r>
      <w:r w:rsidRPr="009F36D3">
        <w:rPr>
          <w:cs/>
          <w:lang w:bidi="bn-IN"/>
        </w:rPr>
        <w:t>উমর ইবনে</w:t>
      </w:r>
      <w:r w:rsidRPr="009F36D3">
        <w:t xml:space="preserve"> </w:t>
      </w:r>
      <w:r w:rsidRPr="009F36D3">
        <w:rPr>
          <w:cs/>
          <w:lang w:bidi="bn-IN"/>
        </w:rPr>
        <w:t xml:space="preserve">খাত্তাব তার পরিবারকে বিদায় জানালেন এবং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এটি কী অন্যায়</w:t>
      </w:r>
      <w:r w:rsidRPr="009F36D3">
        <w:t xml:space="preserve"> </w:t>
      </w:r>
      <w:r w:rsidRPr="009F36D3">
        <w:rPr>
          <w:cs/>
          <w:lang w:bidi="bn-IN"/>
        </w:rPr>
        <w:t xml:space="preserve">হবে যদি আমি কাবার সম্পদ ও অস্ত্রশস্ত্র </w:t>
      </w:r>
      <w:r w:rsidRPr="009F36D3">
        <w:t xml:space="preserve"> </w:t>
      </w:r>
      <w:r w:rsidRPr="009F36D3">
        <w:rPr>
          <w:cs/>
          <w:lang w:bidi="bn-IN"/>
        </w:rPr>
        <w:t>আল্লাহর পথে ব্যয় করি</w:t>
      </w:r>
      <w:r w:rsidRPr="009F36D3">
        <w:t>?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আলী</w:t>
      </w:r>
      <w:r w:rsidRPr="009F36D3">
        <w:t xml:space="preserve"> </w:t>
      </w:r>
      <w:r w:rsidRPr="009F36D3">
        <w:rPr>
          <w:cs/>
          <w:lang w:bidi="bn-IN"/>
        </w:rPr>
        <w:t>বললেন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আমিরুল মুমিনীন</w:t>
      </w:r>
      <w:r w:rsidRPr="009F36D3">
        <w:t>,</w:t>
      </w:r>
      <w:r w:rsidRPr="009F36D3">
        <w:rPr>
          <w:cs/>
          <w:lang w:bidi="bn-IN"/>
        </w:rPr>
        <w:t xml:space="preserve"> এ চিন্তা</w:t>
      </w:r>
      <w:r w:rsidRPr="009F36D3">
        <w:t xml:space="preserve"> </w:t>
      </w:r>
      <w:r w:rsidRPr="009F36D3">
        <w:rPr>
          <w:cs/>
          <w:lang w:bidi="bn-IN"/>
        </w:rPr>
        <w:t>থেকে বিরত থাকন। আপনি</w:t>
      </w:r>
      <w:r w:rsidRPr="009F36D3">
        <w:t xml:space="preserve"> </w:t>
      </w:r>
      <w:r w:rsidRPr="009F36D3">
        <w:rPr>
          <w:cs/>
          <w:lang w:bidi="bn-IN"/>
        </w:rPr>
        <w:t>কাবার মালিক নন। কাবার মালিক হচ্ছে কুরাইশ বংশ থেকে এক যুবক যে</w:t>
      </w:r>
      <w:r w:rsidRPr="009F36D3">
        <w:t xml:space="preserve"> </w:t>
      </w:r>
      <w:r w:rsidRPr="009F36D3">
        <w:rPr>
          <w:cs/>
          <w:lang w:bidi="bn-IN"/>
        </w:rPr>
        <w:t>কাবার সম্পদকে আল্লাহর পথে বিলিয়ে দিবে শেষ যুগে।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 সবগুলো হাদীস পর্যালোচনা করলে</w:t>
      </w:r>
      <w:r w:rsidRPr="009F36D3">
        <w:t xml:space="preserve"> </w:t>
      </w:r>
      <w:r w:rsidRPr="009F36D3">
        <w:rPr>
          <w:cs/>
          <w:lang w:bidi="bn-IN"/>
        </w:rPr>
        <w:t>বুঝা যায় যে মাহদী (আঃ)-এর জীবন দীর্ঘ হওয়া সত্বেও</w:t>
      </w:r>
      <w:r w:rsidRPr="009F36D3">
        <w:t xml:space="preserve"> </w:t>
      </w:r>
      <w:r w:rsidRPr="009F36D3">
        <w:rPr>
          <w:cs/>
          <w:lang w:bidi="bn-IN"/>
        </w:rPr>
        <w:t>আবির্ভাবকালে</w:t>
      </w:r>
      <w:r w:rsidRPr="009F36D3">
        <w:t xml:space="preserve"> </w:t>
      </w:r>
      <w:r w:rsidRPr="009F36D3">
        <w:rPr>
          <w:cs/>
          <w:lang w:bidi="bn-IN"/>
        </w:rPr>
        <w:t>তিনি যুবক চেহারা নিয়েই হাজির হবেন। কারণ আল্লাহ পাক তার উপরে</w:t>
      </w:r>
      <w:r w:rsidRPr="009F36D3">
        <w:t xml:space="preserve"> </w:t>
      </w:r>
      <w:r w:rsidRPr="009F36D3">
        <w:rPr>
          <w:cs/>
          <w:lang w:bidi="bn-IN"/>
        </w:rPr>
        <w:t>বার্ধক্যকে স্থগিত করে দিয়েছেন।</w:t>
      </w:r>
    </w:p>
    <w:p w:rsidR="002025DF" w:rsidRDefault="002025DF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2025DF">
      <w:pPr>
        <w:pStyle w:val="Heading2Center"/>
      </w:pPr>
      <w:bookmarkStart w:id="68" w:name="_Toc451691983"/>
      <w:r w:rsidRPr="009F36D3">
        <w:rPr>
          <w:cs/>
          <w:lang w:bidi="bn-IN"/>
        </w:rPr>
        <w:lastRenderedPageBreak/>
        <w:t>মাহদীর (আঃ) আবির্ভাবের স্থান</w:t>
      </w:r>
      <w:bookmarkEnd w:id="68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দ্বিতীয় অধ্যায়ে জাবির ইবনে ইয়াযীদ</w:t>
      </w:r>
      <w:r w:rsidRPr="009F36D3">
        <w:t xml:space="preserve"> </w:t>
      </w:r>
      <w:r w:rsidRPr="009F36D3">
        <w:rPr>
          <w:cs/>
          <w:lang w:bidi="bn-IN"/>
        </w:rPr>
        <w:t>থেকে এবং তিনি ইমাম বাকির (আঃ) থেকে একটি দীর্ঘ হাদীস বর্ণনা</w:t>
      </w:r>
      <w:r w:rsidRPr="009F36D3">
        <w:t xml:space="preserve"> </w:t>
      </w:r>
      <w:r w:rsidRPr="009F36D3">
        <w:rPr>
          <w:cs/>
          <w:lang w:bidi="bn-IN"/>
        </w:rPr>
        <w:t>করেন যেখানে তিনি মাহদীর আবির্ভাবের নিদর্শনগুলো ও সুফিয়ানীর</w:t>
      </w:r>
      <w:r w:rsidRPr="009F36D3">
        <w:t xml:space="preserve"> </w:t>
      </w:r>
      <w:r w:rsidRPr="009F36D3">
        <w:rPr>
          <w:cs/>
          <w:lang w:bidi="bn-IN"/>
        </w:rPr>
        <w:t>সৈন্যবাহিনীর মাটিতে দেবে যাওয়া উল্লেখ করে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সুফিয়ানী মদিনায়</w:t>
      </w:r>
      <w:r w:rsidRPr="009F36D3">
        <w:t xml:space="preserve"> </w:t>
      </w:r>
      <w:r w:rsidRPr="009F36D3">
        <w:rPr>
          <w:cs/>
          <w:lang w:bidi="bn-IN"/>
        </w:rPr>
        <w:t>সৈন্যদল পাঠাবে যার ফলে মাহদী মক্কার দিকে গোপনে চলে যাবেন।</w:t>
      </w:r>
      <w:r w:rsidRPr="009F36D3">
        <w:t xml:space="preserve"> </w:t>
      </w:r>
      <w:r w:rsidRPr="009F36D3">
        <w:rPr>
          <w:cs/>
          <w:lang w:bidi="bn-IN"/>
        </w:rPr>
        <w:t>মাহদীর গোপনে চলে যাবার খবর সুফিয়ানীর সেনাপতিদের কাছে</w:t>
      </w:r>
      <w:r w:rsidRPr="009F36D3">
        <w:t xml:space="preserve"> </w:t>
      </w:r>
      <w:r w:rsidRPr="009F36D3">
        <w:rPr>
          <w:cs/>
          <w:lang w:bidi="bn-IN"/>
        </w:rPr>
        <w:t>পৌছালে তারা একদল সৈন্যকে মাহদীর পশ্চাৎধাবন করার জন্য পাঠাবে</w:t>
      </w:r>
      <w:r w:rsidRPr="009F36D3">
        <w:t xml:space="preserve"> </w:t>
      </w:r>
      <w:r w:rsidRPr="009F36D3">
        <w:rPr>
          <w:cs/>
          <w:lang w:bidi="bn-IN"/>
        </w:rPr>
        <w:t>কিন্তু তারা তাকে খুঁজে পেতে ব্যর্থ হবে। মাহদী (আঃ) মক্কায় প্রবেশ</w:t>
      </w:r>
      <w:r w:rsidRPr="009F36D3">
        <w:t xml:space="preserve"> </w:t>
      </w:r>
      <w:r w:rsidRPr="009F36D3">
        <w:rPr>
          <w:cs/>
          <w:lang w:bidi="bn-IN"/>
        </w:rPr>
        <w:t>করবেন ভয়ের মাঝে এবং মুসা ইবনে ইমরান (আঃ)-এর মত অপেক্ষা</w:t>
      </w:r>
      <w:r w:rsidRPr="009F36D3">
        <w:t xml:space="preserve"> </w:t>
      </w:r>
      <w:r w:rsidRPr="009F36D3">
        <w:rPr>
          <w:cs/>
          <w:lang w:bidi="bn-IN"/>
        </w:rPr>
        <w:t>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১৫০ পৃষ্ঠায় বর্ণনা করেন যে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গোলযোগ শুরু হবে বাদশাহর মৃত্যুতে। এক ব্যক্তি মদিনা থেকে</w:t>
      </w:r>
      <w:r w:rsidRPr="009F36D3">
        <w:t xml:space="preserve"> </w:t>
      </w:r>
      <w:r w:rsidRPr="009F36D3">
        <w:rPr>
          <w:cs/>
          <w:lang w:bidi="bn-IN"/>
        </w:rPr>
        <w:t>মক্কায় আত্মগোপনে যাবে। মক্কার কিছু লোক তার কাছে আসবে</w:t>
      </w:r>
      <w:r w:rsidRPr="009F36D3">
        <w:t xml:space="preserve"> </w:t>
      </w:r>
      <w:r w:rsidRPr="009F36D3">
        <w:rPr>
          <w:cs/>
          <w:lang w:bidi="bn-IN"/>
        </w:rPr>
        <w:t>এবং তার কাছে বায়াত হবে রুকন ও মাক্বামের মাঝে। সিরিয়া</w:t>
      </w:r>
      <w:r w:rsidRPr="009F36D3">
        <w:t xml:space="preserve"> </w:t>
      </w:r>
      <w:r w:rsidRPr="009F36D3">
        <w:rPr>
          <w:cs/>
          <w:lang w:bidi="bn-IN"/>
        </w:rPr>
        <w:t>থেকে একটি সেনাবাহিনী তাদের দিকে পাঠানো হবে যা মক্কা ও</w:t>
      </w:r>
      <w:r w:rsidRPr="009F36D3">
        <w:t xml:space="preserve"> </w:t>
      </w:r>
      <w:r w:rsidRPr="009F36D3">
        <w:rPr>
          <w:cs/>
          <w:lang w:bidi="bn-IN"/>
        </w:rPr>
        <w:t xml:space="preserve">মদিনার মাঝামাঝি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নামের স্থানে মাটিতে দেবে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৪৩১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জাওহার আল আক্বদাইন</w:t>
      </w:r>
      <w:r w:rsidRPr="009F36D3">
        <w:t xml:space="preserve"> </w:t>
      </w:r>
      <w:r w:rsidRPr="009F36D3">
        <w:rPr>
          <w:cs/>
          <w:lang w:bidi="bn-IN"/>
        </w:rPr>
        <w:t>থেকে এবং তা ইবনে দাউদ থেকে এবং তিনি ইমাম আহমাদ এবং হাফেয</w:t>
      </w:r>
      <w:r w:rsidRPr="009F36D3">
        <w:t xml:space="preserve"> </w:t>
      </w:r>
      <w:r w:rsidRPr="009F36D3">
        <w:rPr>
          <w:cs/>
          <w:lang w:bidi="bn-IN"/>
        </w:rPr>
        <w:t>বায়হাক্বী</w:t>
      </w:r>
      <w:r w:rsidRPr="009F36D3">
        <w:t xml:space="preserve"> </w:t>
      </w:r>
      <w:r w:rsidRPr="009F36D3">
        <w:rPr>
          <w:cs/>
          <w:lang w:bidi="bn-IN"/>
        </w:rPr>
        <w:t>থেকে উল্লেখিত হাদীসটি বর্ণনা করেছেন।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র লেখক ৪৮৮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সিমতাইন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থেকে এবং তিনি হাসান ইবনে খালিদ থেকে এবং</w:t>
      </w:r>
      <w:r w:rsidRPr="009F36D3">
        <w:t xml:space="preserve"> </w:t>
      </w:r>
      <w:r w:rsidRPr="009F36D3">
        <w:rPr>
          <w:cs/>
          <w:lang w:bidi="bn-IN"/>
        </w:rPr>
        <w:t>তিনি ইমাম আলী ইবনে মূসা রিদা (আঃ) থেকে মাহদীর অদৃশ্যকাল</w:t>
      </w:r>
      <w:r w:rsidRPr="009F36D3">
        <w:t xml:space="preserve"> </w:t>
      </w:r>
      <w:r w:rsidRPr="009F36D3">
        <w:rPr>
          <w:cs/>
          <w:lang w:bidi="bn-IN"/>
        </w:rPr>
        <w:t>সম্পর্কে একটি হাদীস ও মাহদী (আঃ) যে তারই চতুর্থ তম বংশ তা বর্ণনা</w:t>
      </w:r>
      <w:r w:rsidRPr="009F36D3">
        <w:t xml:space="preserve"> </w:t>
      </w:r>
      <w:r w:rsidRPr="009F36D3">
        <w:rPr>
          <w:cs/>
          <w:lang w:bidi="bn-IN"/>
        </w:rPr>
        <w:t>করেন এবং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হলো সেই ব্যক্তি যার সম্পর্কে আকাশ থেকে</w:t>
      </w:r>
      <w:r w:rsidRPr="009F36D3">
        <w:t xml:space="preserve"> </w:t>
      </w:r>
      <w:r w:rsidRPr="009F36D3">
        <w:rPr>
          <w:cs/>
          <w:lang w:bidi="bn-IN"/>
        </w:rPr>
        <w:t>এক আহবানকারী ঘোষণা করবে এবং সারা পৃথিবীর বাসিন্দারা তা</w:t>
      </w:r>
      <w:r w:rsidRPr="009F36D3">
        <w:t xml:space="preserve"> </w:t>
      </w:r>
      <w:r w:rsidRPr="009F36D3">
        <w:rPr>
          <w:cs/>
          <w:lang w:bidi="bn-IN"/>
        </w:rPr>
        <w:t>শুনবে। সে বলবে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সচেতন হও আল্লাহর প্রতিনিধি আবির্ভূত হয়েছে</w:t>
      </w:r>
      <w:r w:rsidRPr="009F36D3">
        <w:t xml:space="preserve"> </w:t>
      </w:r>
      <w:r w:rsidRPr="009F36D3">
        <w:rPr>
          <w:cs/>
          <w:lang w:bidi="bn-IN"/>
        </w:rPr>
        <w:t>আল্লাহর ঘরে (কাবায়)। তাকে অনুসরণ কর যেহেতু সত্য তার সাথে</w:t>
      </w:r>
      <w:r w:rsidRPr="009F36D3">
        <w:t xml:space="preserve"> </w:t>
      </w:r>
      <w:r w:rsidRPr="009F36D3">
        <w:rPr>
          <w:cs/>
          <w:lang w:bidi="bn-IN"/>
        </w:rPr>
        <w:t>আছে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lastRenderedPageBreak/>
        <w:br w:type="page"/>
      </w:r>
    </w:p>
    <w:p w:rsidR="005A057D" w:rsidRPr="009F36D3" w:rsidRDefault="005A057D" w:rsidP="002025DF">
      <w:pPr>
        <w:pStyle w:val="Heading2Center"/>
      </w:pPr>
      <w:bookmarkStart w:id="69" w:name="_Toc451691984"/>
      <w:r w:rsidRPr="009F36D3">
        <w:rPr>
          <w:cs/>
          <w:lang w:bidi="bn-IN"/>
        </w:rPr>
        <w:lastRenderedPageBreak/>
        <w:t>মাহদীর (আঃ) কাছে বায়াতের স্থান</w:t>
      </w:r>
      <w:bookmarkEnd w:id="69"/>
      <w:r w:rsidRPr="009F36D3">
        <w:t xml:space="preserve"> </w:t>
      </w:r>
    </w:p>
    <w:p w:rsidR="002025DF" w:rsidRDefault="002025DF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দ্বিতীয় অধ্যায়ে আবুল হাসান মালাকি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 ইয়ামানী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একদিনও বাকী থাকে আল্লাহ আমার বংশ</w:t>
      </w:r>
      <w:r w:rsidRPr="009F36D3">
        <w:t xml:space="preserve"> </w:t>
      </w:r>
      <w:r w:rsidRPr="009F36D3">
        <w:rPr>
          <w:cs/>
          <w:lang w:bidi="bn-IN"/>
        </w:rPr>
        <w:t>থেকে এক ব্যক্তির উত্থান ঘটাবেন যার নাম হবে আমার নামের</w:t>
      </w:r>
      <w:r w:rsidRPr="009F36D3">
        <w:t xml:space="preserve"> </w:t>
      </w:r>
      <w:r w:rsidRPr="009F36D3">
        <w:rPr>
          <w:cs/>
          <w:lang w:bidi="bn-IN"/>
        </w:rPr>
        <w:t>মত এবং তার চেহারা হবে আমার চেহারার মত এবং তার ডাক</w:t>
      </w:r>
      <w:r w:rsidRPr="009F36D3">
        <w:t xml:space="preserve"> </w:t>
      </w:r>
      <w:r w:rsidRPr="009F36D3">
        <w:rPr>
          <w:cs/>
          <w:lang w:bidi="bn-IN"/>
        </w:rPr>
        <w:t>নাম হবে আবু আব্দুল্লাহ। জনগণ তার কাছে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মধ্যবর্তী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বায়াত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চতুর্থ  অধ্যায়ের দ্বিতীয় অংশে এর লেখক আবু</w:t>
      </w:r>
      <w:r w:rsidRPr="009F36D3">
        <w:t xml:space="preserve"> </w:t>
      </w:r>
      <w:r w:rsidRPr="009F36D3">
        <w:rPr>
          <w:cs/>
          <w:lang w:bidi="bn-IN"/>
        </w:rPr>
        <w:t xml:space="preserve">দাউদের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তিরমিযির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জাময়ে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আহমাদের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মসনাদ</w:t>
      </w:r>
      <w:r w:rsidRPr="00AA6375">
        <w:rPr>
          <w:rStyle w:val="libAlaemChar"/>
        </w:rPr>
        <w:t>’</w:t>
      </w:r>
      <w:r w:rsidRPr="009F36D3">
        <w:t>,</w:t>
      </w:r>
      <w:r w:rsidRPr="009F36D3">
        <w:rPr>
          <w:cs/>
          <w:lang w:bidi="bn-IN"/>
        </w:rPr>
        <w:t xml:space="preserve"> ইবনে</w:t>
      </w:r>
      <w:r w:rsidRPr="009F36D3">
        <w:t xml:space="preserve"> </w:t>
      </w:r>
      <w:r w:rsidRPr="009F36D3">
        <w:rPr>
          <w:cs/>
          <w:lang w:bidi="bn-IN"/>
        </w:rPr>
        <w:t xml:space="preserve">মাজাহ-র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বায়হাকীর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বেহসাথ ওয়া নশুর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এবং অন্যান্য কিছুর</w:t>
      </w:r>
      <w:r w:rsidRPr="009F36D3">
        <w:t xml:space="preserve"> </w:t>
      </w:r>
      <w:r w:rsidRPr="009F36D3">
        <w:rPr>
          <w:cs/>
          <w:lang w:bidi="bn-IN"/>
        </w:rPr>
        <w:t>সূত্র ধরে উম্মে সালামা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 বাদশাহর মৃত্যুরু পর গোলযোগ শুরু হবে এবং এক ব্যক্তি</w:t>
      </w:r>
      <w:r w:rsidRPr="009F36D3">
        <w:t xml:space="preserve"> </w:t>
      </w:r>
      <w:r w:rsidRPr="009F36D3">
        <w:rPr>
          <w:cs/>
          <w:lang w:bidi="bn-IN"/>
        </w:rPr>
        <w:t>মদীনা থেকে মক্কার দিকে আত্মগোপন করবে। মক্কার কিছু</w:t>
      </w:r>
      <w:r w:rsidRPr="009F36D3">
        <w:t xml:space="preserve"> </w:t>
      </w:r>
      <w:r w:rsidRPr="009F36D3">
        <w:rPr>
          <w:cs/>
          <w:lang w:bidi="bn-IN"/>
        </w:rPr>
        <w:t>অধিবাসী তার কাছে রুকন ও মাক্বামের মধ্যবর্তী স্থানে বায়াত</w:t>
      </w:r>
      <w:r w:rsidRPr="009F36D3">
        <w:t xml:space="preserve"> </w:t>
      </w:r>
      <w:r w:rsidRPr="009F36D3">
        <w:rPr>
          <w:cs/>
          <w:lang w:bidi="bn-IN"/>
        </w:rPr>
        <w:t>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লেখক বলেছেন- হাদীসটির টীকায় ব্যক্তিটিকে মাহদী বলে</w:t>
      </w:r>
      <w:r w:rsidRPr="009F36D3">
        <w:t xml:space="preserve"> </w:t>
      </w:r>
      <w:r w:rsidRPr="009F36D3">
        <w:rPr>
          <w:cs/>
          <w:lang w:bidi="bn-IN"/>
        </w:rPr>
        <w:t>উল্লেখ করা হয়েছে।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উল্লিখিত বইয়ের পঞ্চম অধ্যায়ে লেখক আবু আব্দুল্লাহ নাঈম</w:t>
      </w:r>
      <w:r w:rsidRPr="009F36D3">
        <w:t xml:space="preserve"> </w:t>
      </w:r>
      <w:r w:rsidRPr="009F36D3">
        <w:rPr>
          <w:cs/>
          <w:lang w:bidi="bn-IN"/>
        </w:rPr>
        <w:t xml:space="preserve">ইবনে হেমাদ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আব্দুল্লাহ ইবনে মাসউদ</w:t>
      </w:r>
      <w:r w:rsidRPr="009F36D3">
        <w:t xml:space="preserve"> </w:t>
      </w:r>
      <w:r w:rsidRPr="009F36D3">
        <w:rPr>
          <w:cs/>
          <w:lang w:bidi="bn-IN"/>
        </w:rPr>
        <w:t>থেকে একটি দীর্ঘ হাদীস বর্ণনা করেন যেখানে তিনি সুফিয়ানীর উত্থান</w:t>
      </w:r>
      <w:r w:rsidRPr="009F36D3">
        <w:t xml:space="preserve"> </w:t>
      </w:r>
      <w:r w:rsidRPr="009F36D3">
        <w:rPr>
          <w:cs/>
          <w:lang w:bidi="bn-IN"/>
        </w:rPr>
        <w:t>এবং মাহদীর (আঃ) মদীনা থেকে মক্কায় গমন এবং তার কাছে বায়াত</w:t>
      </w:r>
      <w:r w:rsidRPr="009F36D3">
        <w:t xml:space="preserve"> </w:t>
      </w:r>
      <w:r w:rsidRPr="009F36D3">
        <w:rPr>
          <w:cs/>
          <w:lang w:bidi="bn-IN"/>
        </w:rPr>
        <w:t>হওয়া বর্ণনা করেন এবং বলেনঃ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রুকন ও মাক্বামের মধ্যবর্তী স্থানে বসবেন এবং তার হাত</w:t>
      </w:r>
      <w:r w:rsidRPr="009F36D3">
        <w:t xml:space="preserve"> </w:t>
      </w:r>
      <w:r w:rsidRPr="009F36D3">
        <w:rPr>
          <w:cs/>
          <w:lang w:bidi="bn-IN"/>
        </w:rPr>
        <w:t>লম্বা করে দিবেন। জনগণ তার কাছে বায়াত গ্রহণ করবে এবং</w:t>
      </w:r>
      <w:r w:rsidRPr="009F36D3">
        <w:t xml:space="preserve"> </w:t>
      </w:r>
      <w:r w:rsidRPr="009F36D3">
        <w:rPr>
          <w:cs/>
          <w:lang w:bidi="bn-IN"/>
        </w:rPr>
        <w:t>আল্লাহ তার জন্য জনগণের হৃদয়ে ভালোবাসা জমা রাখবেন।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সপ্তম অধ্যায়ে নাঈম ইবনে হেমাদ-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হুরায়রা থেকে বর্ণনা করেন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জনগণ মাহদীর কাছে রুকন ও মাক্বামের মধ্যবর্তী স্থানে বায়াত করবে।</w:t>
      </w:r>
      <w:r w:rsidRPr="009F36D3">
        <w:t xml:space="preserve"> </w:t>
      </w:r>
      <w:r w:rsidRPr="009F36D3">
        <w:rPr>
          <w:cs/>
          <w:lang w:bidi="bn-IN"/>
        </w:rPr>
        <w:t>মাহদী ঘুমন্ত কাউকে জাগ্রত করবে না এবং কারো রক্তও ঝরাবে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 বইয়ের লেখক বলতে চান- এ কথা বায়াতের পূর্ব মুহূর্তের সময়ের</w:t>
      </w:r>
      <w:r w:rsidRPr="009F36D3">
        <w:t xml:space="preserve"> </w:t>
      </w:r>
      <w:r w:rsidRPr="009F36D3">
        <w:rPr>
          <w:cs/>
          <w:lang w:bidi="bn-IN"/>
        </w:rPr>
        <w:t>বিষয়ে বলা হয়েছে কিন্তু সে সময়ের কথা বলা হয় নি যখন হযরত</w:t>
      </w:r>
      <w:r w:rsidRPr="009F36D3">
        <w:t xml:space="preserve"> </w:t>
      </w:r>
      <w:r w:rsidRPr="009F36D3">
        <w:rPr>
          <w:cs/>
          <w:lang w:bidi="bn-IN"/>
        </w:rPr>
        <w:t>পৃথিবীতে সংস্কার ও তার বিজয় আনার চেষ্টা করবেন।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বই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৯৮ পৃষ্ঠায় ইবনে</w:t>
      </w:r>
      <w:r w:rsidRPr="009F36D3">
        <w:t xml:space="preserve"> </w:t>
      </w:r>
      <w:r w:rsidRPr="009F36D3">
        <w:rPr>
          <w:cs/>
          <w:lang w:bidi="bn-IN"/>
        </w:rPr>
        <w:t>আসাকির থেকে এবং তিনি হযরত আলী (আঃ) থেকে একটি হাদীস বর্ণনা</w:t>
      </w:r>
      <w:r w:rsidRPr="009F36D3">
        <w:t xml:space="preserve"> </w:t>
      </w:r>
      <w:r w:rsidRPr="009F36D3">
        <w:rPr>
          <w:cs/>
          <w:lang w:bidi="bn-IN"/>
        </w:rPr>
        <w:t>করেন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মদীনা থেকে মক্কায় গোপনে চলে যাবেন এবং মক্কার</w:t>
      </w:r>
      <w:r w:rsidRPr="009F36D3">
        <w:t xml:space="preserve"> </w:t>
      </w:r>
      <w:r w:rsidRPr="009F36D3">
        <w:rPr>
          <w:cs/>
          <w:lang w:bidi="bn-IN"/>
        </w:rPr>
        <w:t>কিছু অধিবাসী মাহদীর কাছে আসবে এবং তার কাছে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মধ্যবর্তী স্থানে বায়াত গ্রহণ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চতুর্থ  অধ্যায়ের দ্বিতীয় অংশে জাবির</w:t>
      </w:r>
      <w:r w:rsidRPr="009F36D3">
        <w:t xml:space="preserve"> </w:t>
      </w:r>
      <w:r w:rsidRPr="009F36D3">
        <w:rPr>
          <w:cs/>
          <w:lang w:bidi="bn-IN"/>
        </w:rPr>
        <w:t>ইবনে ইয়াযীদ থেকে এবং তিনি ইমাম মুহাম্মাদ বাকির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 মাহদী মদীনা থেকে মক্কায় গোপনে চলে যাবেন এবং আরও বলেন-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জনগণ তার কাছে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মধ্যবর্তী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বায়াত করবে। হে</w:t>
      </w:r>
      <w:r w:rsidRPr="009F36D3">
        <w:t xml:space="preserve"> </w:t>
      </w:r>
      <w:r w:rsidRPr="009F36D3">
        <w:rPr>
          <w:cs/>
          <w:lang w:bidi="bn-IN"/>
        </w:rPr>
        <w:t>জাবির</w:t>
      </w:r>
      <w:r w:rsidRPr="009F36D3">
        <w:t xml:space="preserve">, </w:t>
      </w:r>
      <w:r w:rsidRPr="009F36D3">
        <w:rPr>
          <w:cs/>
          <w:lang w:bidi="bn-IN"/>
        </w:rPr>
        <w:t>মাহদী আসবে হুসেইনের (আঃ) বংশ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pPr>
        <w:rPr>
          <w:cs/>
          <w:lang w:bidi="bn-IN"/>
        </w:rPr>
      </w:pPr>
    </w:p>
    <w:p w:rsidR="005A057D" w:rsidRPr="009F36D3" w:rsidRDefault="005A057D" w:rsidP="006E1E70">
      <w:r w:rsidRPr="009F36D3">
        <w:rPr>
          <w:cs/>
          <w:lang w:bidi="bn-IN"/>
        </w:rPr>
        <w:t>প্রাথমিক ঘটনাবলী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পঞ্চম অধ্যায়ে লেখক আহমাদ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ইবনে মাজাহ-র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>,</w:t>
      </w:r>
      <w:r w:rsidRPr="009F36D3">
        <w:rPr>
          <w:cs/>
          <w:lang w:bidi="bn-IN"/>
        </w:rPr>
        <w:t xml:space="preserve"> বায়হাকী</w:t>
      </w:r>
      <w:r w:rsidRPr="009F36D3">
        <w:t xml:space="preserve">, </w:t>
      </w:r>
      <w:r w:rsidRPr="009F36D3">
        <w:rPr>
          <w:cs/>
          <w:lang w:bidi="bn-IN"/>
        </w:rPr>
        <w:t>আবু উমাম মাদায়েনি</w:t>
      </w:r>
      <w:r w:rsidRPr="009F36D3">
        <w:t xml:space="preserve">, </w:t>
      </w:r>
      <w:r w:rsidRPr="009F36D3">
        <w:rPr>
          <w:cs/>
          <w:lang w:bidi="bn-IN"/>
        </w:rPr>
        <w:t>নাঈম ইবনে</w:t>
      </w:r>
      <w:r w:rsidRPr="009F36D3">
        <w:t xml:space="preserve"> </w:t>
      </w:r>
      <w:r w:rsidRPr="009F36D3">
        <w:rPr>
          <w:cs/>
          <w:lang w:bidi="bn-IN"/>
        </w:rPr>
        <w:t>হেমাদ</w:t>
      </w:r>
      <w:r w:rsidRPr="009F36D3">
        <w:t xml:space="preserve">, </w:t>
      </w:r>
      <w:r w:rsidRPr="009F36D3">
        <w:rPr>
          <w:cs/>
          <w:lang w:bidi="bn-IN"/>
        </w:rPr>
        <w:t>আবুল কাসিম</w:t>
      </w:r>
      <w:r w:rsidRPr="009F36D3">
        <w:t xml:space="preserve"> </w:t>
      </w:r>
      <w:r w:rsidRPr="009F36D3">
        <w:rPr>
          <w:cs/>
          <w:lang w:bidi="bn-IN"/>
        </w:rPr>
        <w:t>তাবারানি এবং আবু নাঈম ইসফাহানি এবং তারা</w:t>
      </w:r>
      <w:r w:rsidRPr="009F36D3">
        <w:t xml:space="preserve"> </w:t>
      </w:r>
      <w:r w:rsidRPr="009F36D3">
        <w:rPr>
          <w:cs/>
          <w:lang w:bidi="bn-IN"/>
        </w:rPr>
        <w:t>আমিরুল মুমিনীন আলী ইবনে আবি তালিব (আঃ)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আমাদের আহলে বাইত থেকে। আল্লাহ তার বিষয়কে</w:t>
      </w:r>
      <w:r w:rsidRPr="009F36D3">
        <w:t xml:space="preserve"> </w:t>
      </w:r>
      <w:r w:rsidRPr="009F36D3">
        <w:rPr>
          <w:cs/>
          <w:lang w:bidi="bn-IN"/>
        </w:rPr>
        <w:t>এক রাতের মাঝে ঠিক করে দিবেন।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৯৮ পৃষ্ঠায় ইবনে মাজাহ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পূর্ব দিক থেকে এক জনগোষ্ঠী উঠে দাড়াবেঁ এবং তারা মাহদীর</w:t>
      </w:r>
      <w:r w:rsidRPr="009F36D3">
        <w:t xml:space="preserve"> </w:t>
      </w:r>
      <w:r w:rsidRPr="009F36D3">
        <w:rPr>
          <w:cs/>
          <w:lang w:bidi="bn-IN"/>
        </w:rPr>
        <w:t>শাসনের জন্য পস্তুতি</w:t>
      </w:r>
      <w:r w:rsidRPr="00AA6375">
        <w:rPr>
          <w:rStyle w:val="libAlaemChar"/>
        </w:rPr>
        <w:t>‘</w:t>
      </w:r>
      <w:r w:rsidRPr="009F36D3">
        <w:t xml:space="preserve"> </w:t>
      </w:r>
      <w:r w:rsidRPr="009F36D3">
        <w:rPr>
          <w:cs/>
          <w:lang w:bidi="bn-IN"/>
        </w:rPr>
        <w:t>গ্রহণ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পঞ্চম অধ্যায়ে আবু নাঈম-এর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 আল</w:t>
      </w:r>
      <w:r w:rsidRPr="009F36D3">
        <w:t xml:space="preserve"> 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সাওবান থেকে বর্ণনা করেন যে রাসূলুল্লাহ (সাঃ)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তোমরা পূর্ব দিক থেকে কালো পতাকা আসতে দেখবে</w:t>
      </w:r>
      <w:r w:rsidRPr="009F36D3">
        <w:t xml:space="preserve"> </w:t>
      </w:r>
      <w:r w:rsidRPr="009F36D3">
        <w:rPr>
          <w:cs/>
          <w:lang w:bidi="bn-IN"/>
        </w:rPr>
        <w:t>তখন তাদের দিকে দ্রুত এগিয়ে যাও এমনও যদি হয় যে বরফের</w:t>
      </w:r>
      <w:r w:rsidRPr="009F36D3">
        <w:t xml:space="preserve"> </w:t>
      </w:r>
      <w:r w:rsidRPr="009F36D3">
        <w:rPr>
          <w:cs/>
          <w:lang w:bidi="bn-IN"/>
        </w:rPr>
        <w:t>উপর হামাগুড়ি দিয়ে যেতে হয়</w:t>
      </w:r>
      <w:r w:rsidRPr="009F36D3">
        <w:t xml:space="preserve">, </w:t>
      </w:r>
      <w:r w:rsidRPr="009F36D3">
        <w:rPr>
          <w:cs/>
          <w:lang w:bidi="bn-IN"/>
        </w:rPr>
        <w:t>কারণ মাহদী</w:t>
      </w:r>
      <w:r w:rsidRPr="009F36D3">
        <w:t xml:space="preserve">, </w:t>
      </w:r>
      <w:r w:rsidRPr="009F36D3">
        <w:rPr>
          <w:cs/>
          <w:lang w:bidi="bn-IN"/>
        </w:rPr>
        <w:t>যে আল্লাহর</w:t>
      </w:r>
      <w:r w:rsidRPr="009F36D3">
        <w:t xml:space="preserve"> </w:t>
      </w:r>
      <w:r w:rsidRPr="009F36D3">
        <w:rPr>
          <w:cs/>
          <w:lang w:bidi="bn-IN"/>
        </w:rPr>
        <w:t>প্রতিনিধি</w:t>
      </w:r>
      <w:r w:rsidRPr="009F36D3">
        <w:t xml:space="preserve">, </w:t>
      </w:r>
      <w:r w:rsidRPr="009F36D3">
        <w:rPr>
          <w:cs/>
          <w:lang w:bidi="bn-IN"/>
        </w:rPr>
        <w:t>সে তাদের মাঝে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বর্ণনাকারী বলেন- হাকীম আবু আব্দুল্লাহ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এবং ইমাম আবু</w:t>
      </w:r>
      <w:r w:rsidRPr="009F36D3">
        <w:t xml:space="preserve"> </w:t>
      </w:r>
      <w:r w:rsidRPr="009F36D3">
        <w:rPr>
          <w:cs/>
          <w:lang w:bidi="bn-IN"/>
        </w:rPr>
        <w:t xml:space="preserve">উমার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 এবং হাফিয নাঈম ইবনে হেমাদ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এ</w:t>
      </w:r>
      <w:r w:rsidRPr="009F36D3">
        <w:t xml:space="preserve"> </w:t>
      </w:r>
      <w:r w:rsidRPr="009F36D3">
        <w:rPr>
          <w:cs/>
          <w:lang w:bidi="bn-IN"/>
        </w:rPr>
        <w:t>হাদীসের কথাগুলো বর্ণনা করেছেন।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অধ্যায়ে এর লেখক সাঈদ ইবনে মুসাইয়্যেব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বনি আব্বাস এর এক লোক পূর্ব দিক থেকে উঠে দাঁড়াবে এবং</w:t>
      </w:r>
      <w:r w:rsidRPr="009F36D3">
        <w:t xml:space="preserve"> </w:t>
      </w:r>
      <w:r w:rsidRPr="009F36D3">
        <w:rPr>
          <w:cs/>
          <w:lang w:bidi="bn-IN"/>
        </w:rPr>
        <w:t>জমিনে সে টিকে থাকবে যতক্ষণ না আল্লাহ চান। এরপর একটি</w:t>
      </w:r>
      <w:r w:rsidRPr="009F36D3">
        <w:t xml:space="preserve"> </w:t>
      </w:r>
      <w:r w:rsidRPr="009F36D3">
        <w:rPr>
          <w:cs/>
          <w:lang w:bidi="bn-IN"/>
        </w:rPr>
        <w:t>দল আবির্ভূত হবে ছোট ছোট কালো পতাকা নিয়ে এবং তারা</w:t>
      </w:r>
      <w:r w:rsidRPr="009F36D3">
        <w:t xml:space="preserve"> </w:t>
      </w:r>
      <w:r w:rsidRPr="009F36D3">
        <w:rPr>
          <w:cs/>
          <w:lang w:bidi="bn-IN"/>
        </w:rPr>
        <w:t>আবু সুফিয়ানের এক বংশধর ও তার অনুসারীদের বিরুদ্ধে যুদ্ধ</w:t>
      </w:r>
      <w:r w:rsidRPr="009F36D3">
        <w:t xml:space="preserve"> </w:t>
      </w:r>
      <w:r w:rsidRPr="009F36D3">
        <w:rPr>
          <w:cs/>
          <w:lang w:bidi="bn-IN"/>
        </w:rPr>
        <w:t>করবে এবং তারা প্রস্তুতি গ্রহণ করবে মাহদীর কাছে নিজেদের</w:t>
      </w:r>
      <w:r w:rsidRPr="009F36D3">
        <w:t xml:space="preserve"> </w:t>
      </w:r>
      <w:r w:rsidRPr="009F36D3">
        <w:rPr>
          <w:cs/>
          <w:lang w:bidi="bn-IN"/>
        </w:rPr>
        <w:t>সমর্পণ করতে ও তার অনুগত্য করতে।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৪৪৮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তা হাফিয আবু নাঈম থেকে এবং তিনি ইমাম</w:t>
      </w:r>
      <w:r w:rsidRPr="009F36D3">
        <w:t xml:space="preserve"> </w:t>
      </w:r>
      <w:r w:rsidRPr="009F36D3">
        <w:rPr>
          <w:cs/>
          <w:lang w:bidi="bn-IN"/>
        </w:rPr>
        <w:t>বাকির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আমাদের বন্ধুদের ও অনুসারীদের</w:t>
      </w:r>
      <w:r w:rsidRPr="009F36D3">
        <w:t xml:space="preserve"> </w:t>
      </w:r>
      <w:r w:rsidRPr="009F36D3">
        <w:rPr>
          <w:cs/>
          <w:lang w:bidi="bn-IN"/>
        </w:rPr>
        <w:t>অন্তরে</w:t>
      </w:r>
      <w:r w:rsidRPr="009F36D3">
        <w:t xml:space="preserve"> </w:t>
      </w:r>
      <w:r w:rsidRPr="009F36D3">
        <w:rPr>
          <w:cs/>
          <w:lang w:bidi="bn-IN"/>
        </w:rPr>
        <w:t xml:space="preserve">ভয় দিয়েছেন। যখন আমাদের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>যিনি মাহদী</w:t>
      </w:r>
      <w:r w:rsidRPr="009F36D3">
        <w:t xml:space="preserve">, </w:t>
      </w:r>
      <w:r w:rsidRPr="009F36D3">
        <w:rPr>
          <w:cs/>
          <w:lang w:bidi="bn-IN"/>
        </w:rPr>
        <w:t>আবির্ভূত</w:t>
      </w:r>
      <w:r w:rsidRPr="009F36D3">
        <w:t xml:space="preserve"> </w:t>
      </w:r>
      <w:r w:rsidRPr="009F36D3">
        <w:rPr>
          <w:cs/>
          <w:lang w:bidi="bn-IN"/>
        </w:rPr>
        <w:t>হবেন আমাদের অনুসারীদের প্রত্যেকে হবে ভয়ানক সিংহের চাইতে</w:t>
      </w:r>
      <w:r w:rsidRPr="009F36D3">
        <w:t xml:space="preserve"> </w:t>
      </w:r>
      <w:r w:rsidRPr="009F36D3">
        <w:rPr>
          <w:cs/>
          <w:lang w:bidi="bn-IN"/>
        </w:rPr>
        <w:t>সাহসী এবং বর্শার ফলার চাইতে ধারালো।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70" w:name="_Toc451691985"/>
      <w:r w:rsidRPr="009F36D3">
        <w:rPr>
          <w:cs/>
          <w:lang w:bidi="bn-IN"/>
        </w:rPr>
        <w:lastRenderedPageBreak/>
        <w:t>মাহদীর (আঃ) সাহায্যকারীরা</w:t>
      </w:r>
      <w:bookmarkEnd w:id="70"/>
      <w:r w:rsidRPr="009F36D3">
        <w:t xml:space="preserve"> </w:t>
      </w:r>
    </w:p>
    <w:p w:rsidR="002025DF" w:rsidRDefault="002025DF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৯৮ পৃষ্ঠায় ইবনে আসাকির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 যে হযরত আলী (আঃ)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মুহাম্মাদ (সাঃ)-এর</w:t>
      </w:r>
      <w:r w:rsidRPr="009F36D3">
        <w:t xml:space="preserve"> </w:t>
      </w:r>
      <w:r w:rsidRPr="009F36D3">
        <w:rPr>
          <w:cs/>
          <w:lang w:bidi="bn-IN"/>
        </w:rPr>
        <w:t xml:space="preserve">বংশ থেকে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আবির্ভূত হবে তখন আল্লাহ পূর্ব  ও পশ্চিমের</w:t>
      </w:r>
      <w:r w:rsidRPr="009F36D3">
        <w:t xml:space="preserve"> </w:t>
      </w:r>
      <w:r w:rsidRPr="009F36D3">
        <w:rPr>
          <w:cs/>
          <w:lang w:bidi="bn-IN"/>
        </w:rPr>
        <w:t>অধিবাসীদের একত্র করবেন। তার সাথীরা আসবে কুফা থেকে এবং</w:t>
      </w:r>
      <w:r w:rsidRPr="009F36D3">
        <w:t xml:space="preserve"> </w:t>
      </w:r>
      <w:r w:rsidRPr="009F36D3">
        <w:rPr>
          <w:cs/>
          <w:lang w:bidi="bn-IN"/>
        </w:rPr>
        <w:t>সাহসীরা যারা তাকে সাহায্য করবে তারা আসবে সিরিয়া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চতুর্থ  অধ্যায়ের দ্বিতীয় অংশে জাবির</w:t>
      </w:r>
      <w:r w:rsidRPr="009F36D3">
        <w:t xml:space="preserve"> </w:t>
      </w:r>
      <w:r w:rsidRPr="009F36D3">
        <w:rPr>
          <w:cs/>
          <w:lang w:bidi="bn-IN"/>
        </w:rPr>
        <w:t>ইবনে ইয়াযিদ জুয়াফি থেকে এবং তিনি ইমাম মুহাম্মাদ বাকীর</w:t>
      </w:r>
      <w:r w:rsidRPr="009F36D3">
        <w:t xml:space="preserve"> (</w:t>
      </w:r>
      <w:r w:rsidRPr="009F36D3">
        <w:rPr>
          <w:cs/>
          <w:lang w:bidi="bn-IN"/>
        </w:rPr>
        <w:t>আঃ)</w:t>
      </w:r>
      <w:r w:rsidRPr="009F36D3">
        <w:t xml:space="preserve"> </w:t>
      </w:r>
      <w:r w:rsidRPr="009F36D3">
        <w:rPr>
          <w:cs/>
          <w:lang w:bidi="bn-IN"/>
        </w:rPr>
        <w:t>থেকে একটি দীর্ঘ হাদীস বর্ণনা করেন যেখানে মাহদীর আবির্ভাবের কিছু</w:t>
      </w:r>
      <w:r w:rsidRPr="009F36D3">
        <w:t xml:space="preserve"> </w:t>
      </w:r>
      <w:r w:rsidRPr="009F36D3">
        <w:rPr>
          <w:cs/>
          <w:lang w:bidi="bn-IN"/>
        </w:rPr>
        <w:t>নিদর্শন উল্লেখ করা হয়েছে। যেমন সুফিয়ানীর বিদ্রোহ</w:t>
      </w:r>
      <w:r w:rsidRPr="009F36D3">
        <w:t>,</w:t>
      </w:r>
      <w:r w:rsidRPr="009F36D3">
        <w:rPr>
          <w:cs/>
          <w:lang w:bidi="bn-IN"/>
        </w:rPr>
        <w:t xml:space="preserve"> মাহদীর মদীনা</w:t>
      </w:r>
      <w:r w:rsidRPr="009F36D3">
        <w:t xml:space="preserve"> </w:t>
      </w:r>
      <w:r w:rsidRPr="009F36D3">
        <w:rPr>
          <w:cs/>
          <w:lang w:bidi="bn-IN"/>
        </w:rPr>
        <w:t xml:space="preserve">থেকে মক্কায় গোপনে চলে যাওয়া। এরপর তিনি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</w:t>
      </w:r>
      <w:r w:rsidRPr="009F36D3">
        <w:t xml:space="preserve"> </w:t>
      </w:r>
      <w:r w:rsidRPr="009F36D3">
        <w:rPr>
          <w:cs/>
          <w:lang w:bidi="bn-IN"/>
        </w:rPr>
        <w:t>মাহদীর ৩১৩ জন সাহাবীকে একত্র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 চতুর্থ  অধ্যায়ের প্রথম অংশে এর লেখক হাকীম আবু</w:t>
      </w:r>
      <w:r w:rsidRPr="009F36D3">
        <w:t xml:space="preserve"> </w:t>
      </w:r>
      <w:r w:rsidRPr="009F36D3">
        <w:rPr>
          <w:cs/>
          <w:lang w:bidi="bn-IN"/>
        </w:rPr>
        <w:t xml:space="preserve">আব্দুল্লাহর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মুহাম্মাদ ইবনে হানাফিয়া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আমরা আলীর সামনে 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ছিলাম। এক ব্যক্তি</w:t>
      </w:r>
      <w:r w:rsidRPr="009F36D3">
        <w:t xml:space="preserve"> </w:t>
      </w:r>
      <w:r w:rsidRPr="009F36D3">
        <w:rPr>
          <w:cs/>
          <w:lang w:bidi="bn-IN"/>
        </w:rPr>
        <w:t>হযরতকে মাহদী সম্পর্কে জিজ্ঞাসা করলেন। হযরত আলী (আঃ) বললেন-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হায়</w:t>
      </w:r>
      <w:r w:rsidRPr="009F36D3">
        <w:t xml:space="preserve">, </w:t>
      </w:r>
      <w:r w:rsidRPr="009F36D3">
        <w:rPr>
          <w:cs/>
          <w:lang w:bidi="bn-IN"/>
        </w:rPr>
        <w:t xml:space="preserve">এবং তিনি তা সাতবার বললেন। এরপর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শেষ</w:t>
      </w:r>
      <w:r w:rsidRPr="009F36D3">
        <w:t xml:space="preserve"> </w:t>
      </w:r>
      <w:r w:rsidRPr="009F36D3">
        <w:rPr>
          <w:cs/>
          <w:lang w:bidi="bn-IN"/>
        </w:rPr>
        <w:t>যুগে আসবে</w:t>
      </w:r>
      <w:r w:rsidRPr="009F36D3">
        <w:t xml:space="preserve">, </w:t>
      </w:r>
      <w:r w:rsidRPr="009F36D3">
        <w:rPr>
          <w:cs/>
          <w:lang w:bidi="bn-IN"/>
        </w:rPr>
        <w:t>সে</w:t>
      </w:r>
      <w:r w:rsidRPr="009F36D3">
        <w:rPr>
          <w:lang w:bidi="bn-IN"/>
        </w:rPr>
        <w:t xml:space="preserve"> </w:t>
      </w:r>
      <w:r w:rsidRPr="009F36D3">
        <w:rPr>
          <w:cs/>
          <w:lang w:bidi="bn-IN"/>
        </w:rPr>
        <w:t>সময় যখন কেউ আল্লাহর নাম বললে তাকে হত্যা করা</w:t>
      </w:r>
      <w:r w:rsidRPr="009F36D3">
        <w:t xml:space="preserve"> </w:t>
      </w:r>
      <w:r w:rsidRPr="009F36D3">
        <w:rPr>
          <w:cs/>
          <w:lang w:bidi="bn-IN"/>
        </w:rPr>
        <w:t>হবে। এরপর আল্লাহ একটি দলকে একত্র করবেন যাদের বিচক্ষণতা ও</w:t>
      </w:r>
      <w:r w:rsidRPr="009F36D3">
        <w:t xml:space="preserve"> </w:t>
      </w:r>
      <w:r w:rsidRPr="009F36D3">
        <w:rPr>
          <w:cs/>
          <w:lang w:bidi="bn-IN"/>
        </w:rPr>
        <w:t>ক্ষিপ্রতা মেঘের মত হবে এবং তিনি তাদের অন্তরগুলোকে</w:t>
      </w:r>
      <w:r w:rsidRPr="009F36D3">
        <w:t xml:space="preserve"> </w:t>
      </w:r>
      <w:r w:rsidRPr="009F36D3">
        <w:rPr>
          <w:cs/>
          <w:lang w:bidi="bn-IN"/>
        </w:rPr>
        <w:t>পরস্পরের</w:t>
      </w:r>
      <w:r w:rsidRPr="009F36D3">
        <w:t xml:space="preserve"> </w:t>
      </w:r>
      <w:r w:rsidRPr="009F36D3">
        <w:rPr>
          <w:cs/>
          <w:lang w:bidi="bn-IN"/>
        </w:rPr>
        <w:t>নিকটবর্তী করবেন। তারা না কাউকে ভয় পাবে</w:t>
      </w:r>
      <w:r w:rsidRPr="009F36D3">
        <w:t xml:space="preserve">, </w:t>
      </w:r>
      <w:r w:rsidRPr="009F36D3">
        <w:rPr>
          <w:cs/>
          <w:lang w:bidi="bn-IN"/>
        </w:rPr>
        <w:t>না তারা পালাবে। তাদের</w:t>
      </w:r>
      <w:r w:rsidRPr="009F36D3">
        <w:t xml:space="preserve"> </w:t>
      </w:r>
      <w:r w:rsidRPr="009F36D3">
        <w:rPr>
          <w:cs/>
          <w:lang w:bidi="bn-IN"/>
        </w:rPr>
        <w:t xml:space="preserve">সংখ্যা হবে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বদর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সাহাবীদের সংখ্যায়। অতীতের কোন লোক তাদের</w:t>
      </w:r>
      <w:r w:rsidRPr="009F36D3">
        <w:t xml:space="preserve"> </w:t>
      </w:r>
      <w:r w:rsidRPr="009F36D3">
        <w:rPr>
          <w:cs/>
          <w:lang w:bidi="bn-IN"/>
        </w:rPr>
        <w:t>অগ্রবর্তী হয় নি এবং ভবিষ্যতের লোকেরা তাদেরকে বুঝতে পারবে না।</w:t>
      </w:r>
      <w:r w:rsidRPr="009F36D3">
        <w:t xml:space="preserve"> </w:t>
      </w:r>
      <w:r w:rsidRPr="009F36D3">
        <w:rPr>
          <w:cs/>
          <w:lang w:bidi="bn-IN"/>
        </w:rPr>
        <w:t>তাদের সংখ্যা হবে তালুত (আঃ)-এর সাথীদের সংখ্যার সমান যারা নদী</w:t>
      </w:r>
      <w:r w:rsidRPr="009F36D3">
        <w:t xml:space="preserve"> </w:t>
      </w:r>
      <w:r w:rsidRPr="009F36D3">
        <w:rPr>
          <w:cs/>
          <w:lang w:bidi="bn-IN"/>
        </w:rPr>
        <w:t>অতিক্রম করেছিলো।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বর্ণনাকারী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হাকীম বলেছেন- এ হাদীসটি সঠিক যদিও বুখারী ও</w:t>
      </w:r>
      <w:r w:rsidRPr="009F36D3">
        <w:t xml:space="preserve"> </w:t>
      </w:r>
      <w:r w:rsidRPr="009F36D3">
        <w:rPr>
          <w:cs/>
          <w:lang w:bidi="bn-IN"/>
        </w:rPr>
        <w:t>মুসলিম বর্ণনা না করে থাকে।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  <w:rPr>
          <w:lang w:bidi="bn-IN"/>
        </w:rPr>
      </w:pPr>
      <w:r w:rsidRPr="009F36D3">
        <w:rPr>
          <w:cs/>
          <w:lang w:bidi="bn-IN"/>
        </w:rPr>
        <w:t>একই বইয়ের সপ্তম অধ্যায়ে লেখক আবু আমরো উসমান ইবনে</w:t>
      </w:r>
      <w:r w:rsidRPr="009F36D3">
        <w:t xml:space="preserve"> </w:t>
      </w:r>
      <w:r w:rsidRPr="009F36D3">
        <w:rPr>
          <w:cs/>
          <w:lang w:bidi="bn-IN"/>
        </w:rPr>
        <w:t xml:space="preserve">সাঈদ মুক্বাররীর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 ইয়ামানী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মাহদী ও তার আবির্ভাব সম্পর্কে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সিরিয়া থেকে সাহসী লোকেরা হযরতের দিকে দ্রুত এগিয়ে</w:t>
      </w:r>
      <w:r w:rsidRPr="009F36D3">
        <w:t xml:space="preserve"> </w:t>
      </w:r>
      <w:r w:rsidRPr="009F36D3">
        <w:rPr>
          <w:cs/>
          <w:lang w:bidi="bn-IN"/>
        </w:rPr>
        <w:t>যাবে তাদের অনুসারীদেরসহ এবং মিশরের মর্যাদাবানরা তার</w:t>
      </w:r>
      <w:r w:rsidRPr="009F36D3">
        <w:t xml:space="preserve"> </w:t>
      </w:r>
      <w:r w:rsidRPr="009F36D3">
        <w:rPr>
          <w:cs/>
          <w:lang w:bidi="bn-IN"/>
        </w:rPr>
        <w:t>সাথে যোগদান করবে। অন্য আরেকটি দল পূর্ব দিক থেকে</w:t>
      </w:r>
      <w:r w:rsidRPr="009F36D3">
        <w:t xml:space="preserve"> </w:t>
      </w:r>
      <w:r w:rsidRPr="009F36D3">
        <w:rPr>
          <w:cs/>
          <w:lang w:bidi="bn-IN"/>
        </w:rPr>
        <w:t>অগ্রসর হবে মক্কায় পৌঁছা পর্যন্ত এবং তারা তার কাছে বায়াত</w:t>
      </w:r>
      <w:r w:rsidRPr="009F36D3">
        <w:t xml:space="preserve"> </w:t>
      </w:r>
      <w:r w:rsidRPr="009F36D3">
        <w:rPr>
          <w:cs/>
          <w:lang w:bidi="bn-IN"/>
        </w:rPr>
        <w:t>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৪৪৯ পৃষ্ঠায় গানজী থেকে এবং</w:t>
      </w:r>
      <w:r w:rsidRPr="009F36D3">
        <w:t xml:space="preserve"> </w:t>
      </w:r>
      <w:r w:rsidRPr="009F36D3">
        <w:rPr>
          <w:cs/>
          <w:lang w:bidi="bn-IN"/>
        </w:rPr>
        <w:t>তিনি ইবনে আসিম কুফী থেকে বর্ণনা করেন যে আলী (আঃ)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সাবাস তালেক্বান (বর্তমান ইরানের একটি জেলা)-এর লোকদের জন্য</w:t>
      </w:r>
      <w:r w:rsidRPr="009F36D3">
        <w:t xml:space="preserve">, </w:t>
      </w:r>
      <w:r w:rsidRPr="009F36D3">
        <w:rPr>
          <w:cs/>
          <w:lang w:bidi="bn-IN"/>
        </w:rPr>
        <w:t>কারণ আল্লাহ তাদের মাঝে মূল্যবান সম্পদ লুকিয়ে রেখেছেন</w:t>
      </w:r>
      <w:r w:rsidRPr="009F36D3">
        <w:t xml:space="preserve">, </w:t>
      </w:r>
      <w:r w:rsidRPr="009F36D3">
        <w:rPr>
          <w:cs/>
          <w:lang w:bidi="bn-IN"/>
        </w:rPr>
        <w:t>সেগুলো না</w:t>
      </w:r>
      <w:r w:rsidRPr="009F36D3">
        <w:t xml:space="preserve"> </w:t>
      </w:r>
      <w:r w:rsidRPr="009F36D3">
        <w:rPr>
          <w:cs/>
          <w:lang w:bidi="bn-IN"/>
        </w:rPr>
        <w:t>সোনা না রুপা। বরং তারা হচ্ছে সেই লোকজন যারা আল্লাহকে প্রকৃত</w:t>
      </w:r>
      <w:r w:rsidRPr="009F36D3">
        <w:t xml:space="preserve"> </w:t>
      </w:r>
      <w:r w:rsidRPr="009F36D3">
        <w:rPr>
          <w:cs/>
          <w:lang w:bidi="bn-IN"/>
        </w:rPr>
        <w:t>অর্থে চিনেছে এবং তারা শেষ যুগে মাহদীর সাহায্যকারী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১৫০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এটি সত্য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গোলযোগ সৃষ্টি হবে এক বাদশাহর মৃত্যুতে।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এরপর তিনি</w:t>
      </w:r>
      <w:r w:rsidRPr="009F36D3">
        <w:t xml:space="preserve"> </w:t>
      </w:r>
      <w:r w:rsidRPr="009F36D3">
        <w:rPr>
          <w:cs/>
          <w:lang w:bidi="bn-IN"/>
        </w:rPr>
        <w:t>মক্কায় মাহদীর আবির্ভাব</w:t>
      </w:r>
      <w:r w:rsidRPr="009F36D3">
        <w:t xml:space="preserve">, </w:t>
      </w:r>
      <w:r w:rsidRPr="009F36D3">
        <w:rPr>
          <w:cs/>
          <w:lang w:bidi="bn-IN"/>
        </w:rPr>
        <w:t>মক্কায় তার কাছে জনগণের বায়াত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বাইদাহ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তে সুফিয়ানীর সৈন্যবাহিনীর মাটিতে দেবে যাওয়া</w:t>
      </w:r>
      <w:r w:rsidRPr="009F36D3">
        <w:t xml:space="preserve"> </w:t>
      </w:r>
      <w:r w:rsidRPr="009F36D3">
        <w:rPr>
          <w:cs/>
          <w:lang w:bidi="bn-IN"/>
        </w:rPr>
        <w:t xml:space="preserve">সম্পর্কে উল্লেখ করলেন এবং বললেন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তখন জনগণ মাহদীর</w:t>
      </w:r>
      <w:r w:rsidRPr="009F36D3">
        <w:t xml:space="preserve"> </w:t>
      </w:r>
      <w:r w:rsidRPr="009F36D3">
        <w:rPr>
          <w:cs/>
          <w:lang w:bidi="bn-IN"/>
        </w:rPr>
        <w:t>কাছে মোজেযা প্রত্যক্ষ করবে</w:t>
      </w:r>
      <w:r w:rsidRPr="009F36D3">
        <w:t xml:space="preserve">, </w:t>
      </w:r>
      <w:r w:rsidRPr="009F36D3">
        <w:rPr>
          <w:cs/>
          <w:lang w:bidi="bn-IN"/>
        </w:rPr>
        <w:t>সিরিয়া থেকে সাহসী লোকেরা</w:t>
      </w:r>
      <w:r w:rsidRPr="009F36D3">
        <w:t xml:space="preserve"> </w:t>
      </w:r>
      <w:r w:rsidRPr="009F36D3">
        <w:rPr>
          <w:cs/>
          <w:lang w:bidi="bn-IN"/>
        </w:rPr>
        <w:t>এবং ইরাক থেকে একদল লোক হযরতের কাছে যাবে এবং তার</w:t>
      </w:r>
      <w:r w:rsidRPr="009F36D3">
        <w:t xml:space="preserve"> </w:t>
      </w:r>
      <w:r w:rsidRPr="009F36D3">
        <w:rPr>
          <w:cs/>
          <w:lang w:bidi="bn-IN"/>
        </w:rPr>
        <w:t>কাছে বায়াত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6E1E70">
      <w:pPr>
        <w:rPr>
          <w:lang w:bidi="bn-IN"/>
        </w:rPr>
      </w:pPr>
    </w:p>
    <w:p w:rsidR="005A057D" w:rsidRPr="009F36D3" w:rsidRDefault="005A057D" w:rsidP="002025DF">
      <w:pPr>
        <w:pStyle w:val="libBold1"/>
      </w:pPr>
      <w:r w:rsidRPr="009F36D3">
        <w:rPr>
          <w:cs/>
          <w:lang w:bidi="bn-IN"/>
        </w:rPr>
        <w:t>ফেরেশতারা মাহদীকে (আঃ) সাহায্য করবে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ইক্বদুদ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পঞ্চম অধ্যায়ে আবু আমারা উসমান</w:t>
      </w:r>
      <w:r w:rsidRPr="009F36D3">
        <w:t xml:space="preserve"> </w:t>
      </w:r>
      <w:r w:rsidRPr="009F36D3">
        <w:rPr>
          <w:cs/>
          <w:lang w:bidi="bn-IN"/>
        </w:rPr>
        <w:t>ইবনে সাঈদ মুকাররীর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তিনি হুযাইফা ইবনে ইয়ামান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কাছে বায়াত করা হবে রুকন ও মাকামের</w:t>
      </w:r>
      <w:r w:rsidRPr="009F36D3">
        <w:t xml:space="preserve"> </w:t>
      </w:r>
      <w:r w:rsidRPr="009F36D3">
        <w:rPr>
          <w:cs/>
          <w:lang w:bidi="bn-IN"/>
        </w:rPr>
        <w:t>মধ্যবর্তী</w:t>
      </w:r>
      <w:r w:rsidRPr="009F36D3">
        <w:t xml:space="preserve"> </w:t>
      </w:r>
      <w:r w:rsidRPr="009F36D3">
        <w:rPr>
          <w:cs/>
          <w:lang w:bidi="bn-IN"/>
        </w:rPr>
        <w:t>স্থানে। সে সিরিয়ার দিকে যাত্রা করবে এবং জীবরাইল তার</w:t>
      </w:r>
      <w:r w:rsidRPr="009F36D3">
        <w:t xml:space="preserve"> </w:t>
      </w:r>
      <w:r w:rsidRPr="009F36D3">
        <w:rPr>
          <w:cs/>
          <w:lang w:bidi="bn-IN"/>
        </w:rPr>
        <w:t>সামনে এবং মিকাইল তার ডানে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চতুর্থ  অধ্যায়ের প্রথম অংশে লেখক ইমাম মোহাম্মাদ বাকীর</w:t>
      </w:r>
      <w:r w:rsidRPr="009F36D3">
        <w:t xml:space="preserve"> (</w:t>
      </w:r>
      <w:r w:rsidRPr="009F36D3">
        <w:rPr>
          <w:cs/>
          <w:lang w:bidi="bn-IN"/>
        </w:rPr>
        <w:t>আঃ) থেকে একটি হাদীস যেখানে তিনি মাহদীর আবির্ভাব এবং রুকন ও</w:t>
      </w:r>
      <w:r w:rsidRPr="009F36D3">
        <w:t xml:space="preserve"> </w:t>
      </w:r>
      <w:r w:rsidRPr="009F36D3">
        <w:rPr>
          <w:cs/>
          <w:lang w:bidi="bn-IN"/>
        </w:rPr>
        <w:t>মাক্বাম-এর মধ্যবর্তী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তিনি তার কাছে বায়াতের কথা উল্লেখ করেন</w:t>
      </w:r>
      <w:r w:rsidRPr="009F36D3">
        <w:t xml:space="preserve"> </w:t>
      </w:r>
      <w:r w:rsidRPr="009F36D3">
        <w:rPr>
          <w:cs/>
          <w:lang w:bidi="bn-IN"/>
        </w:rPr>
        <w:t xml:space="preserve">এবং এরপর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জিবরাইল তার সামনে ও মিকাইল তার বায়েঁ</w:t>
      </w:r>
      <w:r w:rsidRPr="009F36D3">
        <w:t xml:space="preserve"> </w:t>
      </w:r>
      <w:r w:rsidRPr="009F36D3">
        <w:rPr>
          <w:cs/>
          <w:lang w:bidi="bn-IN"/>
        </w:rPr>
        <w:t>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আবার একই বইয়ের লেখক সপ্তম অধ্যায়ে আবু আমারা উসমান</w:t>
      </w:r>
      <w:r w:rsidRPr="009F36D3">
        <w:t xml:space="preserve"> </w:t>
      </w:r>
      <w:r w:rsidRPr="009F36D3">
        <w:rPr>
          <w:cs/>
          <w:lang w:bidi="bn-IN"/>
        </w:rPr>
        <w:t>ইবনে সাঈদ মুকাররীর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তিনি হুযাইফা ইবনে ইয়ামান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রাসূলল্লাহ (সাঃ) মাহদীর আবির্ভাব এবং রুকন ও</w:t>
      </w:r>
      <w:r w:rsidRPr="009F36D3">
        <w:t xml:space="preserve"> </w:t>
      </w:r>
      <w:r w:rsidRPr="009F36D3">
        <w:rPr>
          <w:cs/>
          <w:lang w:bidi="bn-IN"/>
        </w:rPr>
        <w:t>মাক্বাম এর মধ্যবর্তী স্থানে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তার কাছে বায়াতের কথা উল্লেখ করে বলেন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মনোযোগ থাকবে সিরিয়ার দিকে এবং জিবরাইল থাকবে তার</w:t>
      </w:r>
      <w:r w:rsidRPr="009F36D3">
        <w:t xml:space="preserve"> </w:t>
      </w:r>
      <w:r w:rsidRPr="009F36D3">
        <w:rPr>
          <w:cs/>
          <w:lang w:bidi="bn-IN"/>
        </w:rPr>
        <w:t>সামনে এবং মিকাইল থাকবে তার বামে।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71" w:name="_Toc451691986"/>
      <w:r w:rsidRPr="009F36D3">
        <w:rPr>
          <w:cs/>
          <w:lang w:bidi="bn-IN"/>
        </w:rPr>
        <w:lastRenderedPageBreak/>
        <w:t>ঈসা ইবনে মারইয়াম (আঃ)-এর অবতরণ</w:t>
      </w:r>
      <w:bookmarkEnd w:id="71"/>
      <w:r w:rsidRPr="009F36D3">
        <w:t xml:space="preserve"> </w:t>
      </w:r>
    </w:p>
    <w:p w:rsidR="002025DF" w:rsidRDefault="002025DF" w:rsidP="005A057D">
      <w:pPr>
        <w:pStyle w:val="libNormal"/>
        <w:rPr>
          <w:cs/>
          <w:lang w:bidi="bn-IN"/>
        </w:rPr>
      </w:pP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বুখারী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দ্বিতীয় খণ্ডে ১৫৮ পৃষ্ঠায় আবু হুরায়রা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সে সময়টি কেমন হবে যখন ইবনে মারইয়াম তোমাদের মাঝে</w:t>
      </w:r>
      <w:r w:rsidRPr="009F36D3">
        <w:t xml:space="preserve"> </w:t>
      </w:r>
      <w:r w:rsidRPr="009F36D3">
        <w:rPr>
          <w:cs/>
          <w:lang w:bidi="bn-IN"/>
        </w:rPr>
        <w:t>অবতরণ করবে এবং তোমাদের ইমাম আসবে তোমাদের মাঝ</w:t>
      </w:r>
      <w:r w:rsidRPr="009F36D3">
        <w:t xml:space="preserve"> </w:t>
      </w:r>
      <w:r w:rsidRPr="009F36D3">
        <w:rPr>
          <w:cs/>
          <w:lang w:bidi="bn-IN"/>
        </w:rPr>
        <w:t>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দশম অধ্যায়ে এ হাদীসটি মুসলিম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করেছেন।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ইক্বদুদ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আবু নাঈমের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মানাক্বিব-ই-মাহদী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খুদরী থেকে বলেছেন যে রাসূলুল্লাহ (সাঃ)</w:t>
      </w:r>
      <w:r w:rsidRPr="009F36D3">
        <w:t xml:space="preserve"> </w:t>
      </w:r>
      <w:r w:rsidRPr="009F36D3">
        <w:rPr>
          <w:cs/>
          <w:lang w:bidi="bn-IN"/>
        </w:rPr>
        <w:t>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যার পিছনে ঈসা ইবনে মারইয়াম নামাজ পড়বে সে আমার বংশ</w:t>
      </w:r>
      <w:r w:rsidRPr="009F36D3">
        <w:t xml:space="preserve"> </w:t>
      </w:r>
      <w:r w:rsidRPr="009F36D3">
        <w:rPr>
          <w:cs/>
          <w:lang w:bidi="bn-IN"/>
        </w:rPr>
        <w:t>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একই অধ্যায়ে নাঈম ইবনে 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একই ধরনের একটি হাদীস বর্ণনা করেছেন।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১৫৯ পৃষ্ঠায় শেইখ মহিউদ্দীন আল</w:t>
      </w:r>
      <w:r w:rsidRPr="009F36D3">
        <w:t xml:space="preserve"> </w:t>
      </w:r>
      <w:r w:rsidRPr="009F36D3">
        <w:rPr>
          <w:cs/>
          <w:lang w:bidi="bn-IN"/>
        </w:rPr>
        <w:t xml:space="preserve">আরাবীর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সর্বশক্তিমান আল্লাহ ঈসা ইবনে মারইয়ামকে সাদা মিনারে</w:t>
      </w:r>
      <w:r w:rsidRPr="009F36D3">
        <w:t xml:space="preserve"> </w:t>
      </w:r>
      <w:r w:rsidRPr="009F36D3">
        <w:rPr>
          <w:cs/>
          <w:lang w:bidi="bn-IN"/>
        </w:rPr>
        <w:t>অবতরণ করাবেন যা দামেস্কের পূর্বে অবস্থিত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ফেরেশতা</w:t>
      </w:r>
      <w:r w:rsidRPr="009F36D3">
        <w:t xml:space="preserve"> </w:t>
      </w:r>
      <w:r w:rsidRPr="009F36D3">
        <w:rPr>
          <w:cs/>
          <w:lang w:bidi="bn-IN"/>
        </w:rPr>
        <w:t>তার সাথে থাকবে একজন তার ডান পাশে এবং অন্যজন তার</w:t>
      </w:r>
      <w:r w:rsidRPr="009F36D3">
        <w:t xml:space="preserve"> </w:t>
      </w:r>
      <w:r w:rsidRPr="009F36D3">
        <w:rPr>
          <w:cs/>
          <w:lang w:bidi="bn-IN"/>
        </w:rPr>
        <w:t>বামে। জনগণ তখন তাদের সান্ধ্যকালীন নামাজে ব্যস্ত থাকবে।</w:t>
      </w:r>
      <w:r w:rsidRPr="009F36D3">
        <w:t xml:space="preserve"> </w:t>
      </w:r>
      <w:r w:rsidRPr="009F36D3">
        <w:rPr>
          <w:cs/>
          <w:lang w:bidi="bn-IN"/>
        </w:rPr>
        <w:t>যখন ঈসা অবতরণ করবেন ইমাম তার স্থানকে ঈসাকে দিতে</w:t>
      </w:r>
      <w:r w:rsidRPr="009F36D3">
        <w:t xml:space="preserve"> </w:t>
      </w:r>
      <w:r w:rsidRPr="009F36D3">
        <w:rPr>
          <w:cs/>
          <w:lang w:bidi="bn-IN"/>
        </w:rPr>
        <w:t>চাইবেন। এরপর তিনি জনতার সাথে জামাতে নামাজ পড়বেন।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হাদীসটি বর্ণনা করার পর বলেছেন অবতরণের পর</w:t>
      </w:r>
      <w:r w:rsidRPr="009F36D3">
        <w:t xml:space="preserve"> </w:t>
      </w:r>
      <w:r w:rsidRPr="009F36D3">
        <w:rPr>
          <w:cs/>
          <w:lang w:bidi="bn-IN"/>
        </w:rPr>
        <w:t>ঈসা জনতার সাথে নামাজ পড়বেন একথা অন্যান্য হাদীসের সাথে মেলে</w:t>
      </w:r>
      <w:r w:rsidRPr="009F36D3">
        <w:t xml:space="preserve"> </w:t>
      </w:r>
      <w:r w:rsidRPr="009F36D3">
        <w:rPr>
          <w:cs/>
          <w:lang w:bidi="bn-IN"/>
        </w:rPr>
        <w:t>না। যিনি জনতার নামাজে ইমামতি করবেন তিনি হলেন মাহদী। এরপর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বলেন- ঈসার অবতরণের সময় জনতা সান্ধ্যকালীন </w:t>
      </w:r>
      <w:r w:rsidRPr="009F36D3">
        <w:rPr>
          <w:cs/>
          <w:lang w:bidi="bn-IN"/>
        </w:rPr>
        <w:lastRenderedPageBreak/>
        <w:t>নামাজে রত</w:t>
      </w:r>
      <w:r w:rsidRPr="009F36D3">
        <w:t xml:space="preserve"> </w:t>
      </w:r>
      <w:r w:rsidRPr="009F36D3">
        <w:rPr>
          <w:cs/>
          <w:lang w:bidi="bn-IN"/>
        </w:rPr>
        <w:t xml:space="preserve">থাকবে একথা ইতিহাসের সাথে মিলে না। যেখানে বলা হয়েছে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জনতা</w:t>
      </w:r>
      <w:r w:rsidRPr="009F36D3">
        <w:t xml:space="preserve"> </w:t>
      </w:r>
      <w:r w:rsidRPr="009F36D3">
        <w:rPr>
          <w:cs/>
          <w:lang w:bidi="bn-IN"/>
        </w:rPr>
        <w:t>ঈসার অবতরণের সময় ফজরের নামাজে রত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 xml:space="preserve">৯৯ পৃষ্ঠায় বলেছেন-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যা স্পষ্ট তা</w:t>
      </w:r>
      <w:r w:rsidRPr="009F36D3">
        <w:t xml:space="preserve"> </w:t>
      </w:r>
      <w:r w:rsidRPr="009F36D3">
        <w:rPr>
          <w:cs/>
          <w:lang w:bidi="bn-IN"/>
        </w:rPr>
        <w:t xml:space="preserve">হলো মাহদীর আবির্ভাব ঘটবে ঈসার অবতরণের পূ্র্বে 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আবুল হাসান আরাবি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হযরত মুস্তাফা</w:t>
      </w:r>
      <w:r w:rsidRPr="009F36D3">
        <w:t xml:space="preserve"> (</w:t>
      </w:r>
      <w:r w:rsidRPr="009F36D3">
        <w:rPr>
          <w:cs/>
          <w:lang w:bidi="bn-IN"/>
        </w:rPr>
        <w:t>সাঃ)-এর কাছ</w:t>
      </w:r>
      <w:r w:rsidRPr="009F36D3">
        <w:t xml:space="preserve"> </w:t>
      </w:r>
      <w:r w:rsidRPr="009F36D3">
        <w:rPr>
          <w:cs/>
          <w:lang w:bidi="bn-IN"/>
        </w:rPr>
        <w:t>থেকে বর্ণনাকারীর পরম্পরা বজায় রেখে প্রচুর হাদীস এসেছে যে- মাহদী</w:t>
      </w:r>
      <w:r w:rsidRPr="009F36D3">
        <w:t xml:space="preserve"> </w:t>
      </w:r>
      <w:r w:rsidRPr="009F36D3">
        <w:rPr>
          <w:cs/>
          <w:lang w:bidi="bn-IN"/>
        </w:rPr>
        <w:t>আবির্ভূত হবেন এবং মাহদী নবী (সাঃ)-এর বংশ থেকে এবং মাহদী সাত</w:t>
      </w:r>
      <w:r w:rsidRPr="009F36D3">
        <w:t xml:space="preserve"> </w:t>
      </w:r>
      <w:r w:rsidRPr="009F36D3">
        <w:rPr>
          <w:cs/>
          <w:lang w:bidi="bn-IN"/>
        </w:rPr>
        <w:t>বছর শাসন করবেন এবং মাহদী পৃথিবীকে ন্যায়বিচারে পরিপূর্ণ করে</w:t>
      </w:r>
      <w:r w:rsidRPr="009F36D3">
        <w:t xml:space="preserve"> </w:t>
      </w:r>
      <w:r w:rsidRPr="009F36D3">
        <w:rPr>
          <w:cs/>
          <w:lang w:bidi="bn-IN"/>
        </w:rPr>
        <w:t>দিবেন এবং মাহদী ঈসা (আঃ)-এর সাথে আবির্ভূত হবেন এবং ঈসা</w:t>
      </w:r>
      <w:r w:rsidRPr="009F36D3">
        <w:t xml:space="preserve"> </w:t>
      </w:r>
      <w:r w:rsidRPr="009F36D3">
        <w:rPr>
          <w:cs/>
          <w:lang w:bidi="bn-IN"/>
        </w:rPr>
        <w:t>দাজ্জালকে ফিলিস্তীনের</w:t>
      </w:r>
      <w:r w:rsidRPr="009F36D3">
        <w:t xml:space="preserve"> </w:t>
      </w:r>
      <w:r w:rsidRPr="009F36D3">
        <w:rPr>
          <w:cs/>
          <w:lang w:bidi="bn-IN"/>
        </w:rPr>
        <w:t>লদু ফটকে হত্যা করতে মাহদীকে সাহায্য করবেন</w:t>
      </w:r>
      <w:r w:rsidRPr="009F36D3">
        <w:t xml:space="preserve"> </w:t>
      </w:r>
      <w:r w:rsidRPr="009F36D3">
        <w:rPr>
          <w:cs/>
          <w:lang w:bidi="bn-IN"/>
        </w:rPr>
        <w:t xml:space="preserve">এবং মাহদী এ উম্মতের নেতৃত্ব </w:t>
      </w:r>
      <w:r w:rsidRPr="009F36D3">
        <w:t xml:space="preserve"> </w:t>
      </w:r>
      <w:r w:rsidRPr="009F36D3">
        <w:rPr>
          <w:cs/>
          <w:lang w:bidi="bn-IN"/>
        </w:rPr>
        <w:t>দিবেন এবং ঈসা তার পিছনে নামাজ</w:t>
      </w:r>
      <w:r w:rsidRPr="009F36D3">
        <w:t xml:space="preserve"> </w:t>
      </w:r>
      <w:r w:rsidRPr="009F36D3">
        <w:rPr>
          <w:cs/>
          <w:lang w:bidi="bn-IN"/>
        </w:rPr>
        <w:t>পড়বেন।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আবুল হাসান আবারির অভিমত যে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জামায়াতের ইমামতি করবেন এবং ঈসা তার পিছনে দাড়াবেন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এর সমর্থন খুঁজে পাওয়া যায় হাদীসগুলোতে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কিন্তু তাফতাযানির অভিমত</w:t>
      </w:r>
      <w:r w:rsidRPr="009F36D3">
        <w:t xml:space="preserve"> </w:t>
      </w:r>
      <w:r w:rsidRPr="009F36D3">
        <w:rPr>
          <w:cs/>
          <w:lang w:bidi="bn-IN"/>
        </w:rPr>
        <w:t xml:space="preserve">যে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ঈসা (আঃ) মাহদীর (আঃ) ইমামতি করবেন</w:t>
      </w:r>
      <w:r w:rsidRPr="009F36D3">
        <w:t xml:space="preserve">, </w:t>
      </w:r>
      <w:r w:rsidRPr="009F36D3">
        <w:rPr>
          <w:cs/>
          <w:lang w:bidi="bn-IN"/>
        </w:rPr>
        <w:t>কারণ ঈসা মাহদীর</w:t>
      </w:r>
      <w:r w:rsidRPr="009F36D3">
        <w:t xml:space="preserve"> </w:t>
      </w:r>
      <w:r w:rsidRPr="009F36D3">
        <w:rPr>
          <w:cs/>
          <w:lang w:bidi="bn-IN"/>
        </w:rPr>
        <w:t>চাইতে সম্মানিত</w:t>
      </w:r>
      <w:r w:rsidRPr="00AA6375">
        <w:rPr>
          <w:rStyle w:val="libAlaemChar"/>
        </w:rPr>
        <w:t>”</w:t>
      </w:r>
      <w:r w:rsidRPr="009F36D3">
        <w:t xml:space="preserve"> </w:t>
      </w:r>
      <w:r w:rsidRPr="009F36D3">
        <w:rPr>
          <w:cs/>
          <w:lang w:bidi="bn-IN"/>
        </w:rPr>
        <w:t>এ কথার কোন প্রমাণ নেই। কারণ ঈসা (আঃ) আকাশ</w:t>
      </w:r>
      <w:r w:rsidRPr="009F36D3">
        <w:t xml:space="preserve"> </w:t>
      </w:r>
      <w:r w:rsidRPr="009F36D3">
        <w:rPr>
          <w:cs/>
          <w:lang w:bidi="bn-IN"/>
        </w:rPr>
        <w:t>থেকে অবতরণ করবেন মুহাম্মাদ (সাঃ)-এর অনুসারী হিসেবে এবং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(সাঃ)-এর শরীয়তের অধীনে থাকবেন</w:t>
      </w:r>
      <w:r w:rsidRPr="009F36D3">
        <w:t xml:space="preserve">, </w:t>
      </w:r>
      <w:r w:rsidRPr="009F36D3">
        <w:rPr>
          <w:cs/>
          <w:lang w:bidi="bn-IN"/>
        </w:rPr>
        <w:t>তার নিজ শরীয়তের জন্য</w:t>
      </w:r>
      <w:r w:rsidRPr="009F36D3">
        <w:t xml:space="preserve"> </w:t>
      </w:r>
      <w:r w:rsidRPr="009F36D3">
        <w:rPr>
          <w:cs/>
          <w:lang w:bidi="bn-IN"/>
        </w:rPr>
        <w:t>তার কোন স্বাধীনতা থাকবে না।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১৬৩ পৃষ্ঠায় লেখক বলেন-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সুয়ুতি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কাশফ</w:t>
      </w:r>
      <w:r w:rsidRPr="00AA6375">
        <w:rPr>
          <w:rStyle w:val="libAlaemChar"/>
        </w:rPr>
        <w:t>’</w:t>
      </w:r>
      <w:r w:rsidRPr="009F36D3">
        <w:t xml:space="preserve">- </w:t>
      </w:r>
      <w:r w:rsidRPr="009F36D3">
        <w:rPr>
          <w:cs/>
          <w:lang w:bidi="bn-IN"/>
        </w:rPr>
        <w:t>এ বিভিন্নভাবে বর্ণনা করেছেন যে ঈসা (আঃ) অবতরণের পর চল্লিশ বছর</w:t>
      </w:r>
      <w:r w:rsidRPr="009F36D3">
        <w:t xml:space="preserve"> </w:t>
      </w:r>
      <w:r w:rsidRPr="009F36D3">
        <w:rPr>
          <w:cs/>
          <w:lang w:bidi="bn-IN"/>
        </w:rPr>
        <w:t xml:space="preserve">বেচেঁ থাকবেন। এবং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লাম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নামক বইতে লিখেছেন ঈসা (আঃ)</w:t>
      </w:r>
      <w:r w:rsidRPr="009F36D3">
        <w:t xml:space="preserve"> </w:t>
      </w:r>
      <w:r w:rsidRPr="009F36D3">
        <w:rPr>
          <w:cs/>
          <w:lang w:bidi="bn-IN"/>
        </w:rPr>
        <w:t>মুহাম্মাদ (সাঃ)-এর শরীয়ত অনুযায়ী বিচার করবেন।</w:t>
      </w:r>
      <w:r w:rsidRPr="009F36D3">
        <w:t xml:space="preserve"> </w:t>
      </w:r>
    </w:p>
    <w:p w:rsidR="002025DF" w:rsidRDefault="002025DF" w:rsidP="006E1E70">
      <w:r>
        <w:br w:type="page"/>
      </w:r>
    </w:p>
    <w:p w:rsidR="005A057D" w:rsidRPr="009F36D3" w:rsidRDefault="005A057D" w:rsidP="002025DF">
      <w:pPr>
        <w:pStyle w:val="Heading2Center"/>
      </w:pPr>
      <w:bookmarkStart w:id="72" w:name="_Toc451691987"/>
      <w:r w:rsidRPr="009F36D3">
        <w:rPr>
          <w:cs/>
          <w:lang w:bidi="bn-IN"/>
        </w:rPr>
        <w:lastRenderedPageBreak/>
        <w:t>মাহদীর (আঃ) আবির্ভাবে বরকত</w:t>
      </w:r>
      <w:bookmarkEnd w:id="72"/>
      <w:r w:rsidRPr="009F36D3">
        <w:t xml:space="preserve"> </w:t>
      </w:r>
    </w:p>
    <w:p w:rsidR="002025DF" w:rsidRDefault="002025DF" w:rsidP="005A057D">
      <w:pPr>
        <w:pStyle w:val="libNormal"/>
      </w:pPr>
    </w:p>
    <w:p w:rsidR="005A057D" w:rsidRPr="009F36D3" w:rsidRDefault="005A057D" w:rsidP="005A057D">
      <w:pPr>
        <w:pStyle w:val="libNormal"/>
      </w:pP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পঞ্চম অধ্যায়ে হাকীম আবু আব্দুল্লাহর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তিনি আব্দুল্লাহ ইবনে আব্বাস থেকে বলেনঃ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সময়ে বন্য ও হিংস্র প্রাণীরা শান্তিতে বসবাস করবে</w:t>
      </w:r>
      <w:r w:rsidRPr="009F36D3">
        <w:t xml:space="preserve"> </w:t>
      </w:r>
      <w:r w:rsidRPr="009F36D3">
        <w:rPr>
          <w:cs/>
          <w:lang w:bidi="bn-IN"/>
        </w:rPr>
        <w:t>এবং পৃথিবী তার গুপ্তধন বের করে দিবে।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আমি বললাম-</w:t>
      </w:r>
      <w:r w:rsidRPr="009F36D3">
        <w:t xml:space="preserve"> </w:t>
      </w:r>
      <w:r w:rsidRPr="009F36D3">
        <w:rPr>
          <w:cs/>
          <w:lang w:bidi="bn-IN"/>
        </w:rPr>
        <w:t>পৃথিবীর কোন গুপ্তধন</w:t>
      </w:r>
      <w:r w:rsidRPr="009F36D3">
        <w:t xml:space="preserve">? </w:t>
      </w: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সোনা ও রুপার ইট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হাকীম বলেন- এ হাদীসটির বর্ণনা পরম্পরা সঠিক</w:t>
      </w:r>
      <w:r w:rsidRPr="009F36D3">
        <w:t xml:space="preserve">, </w:t>
      </w:r>
      <w:r w:rsidRPr="009F36D3">
        <w:rPr>
          <w:cs/>
          <w:lang w:bidi="bn-IN"/>
        </w:rPr>
        <w:t>কিন্তু মুসলিম ও বুখারী</w:t>
      </w:r>
      <w:r w:rsidRPr="009F36D3">
        <w:t xml:space="preserve"> </w:t>
      </w:r>
      <w:r w:rsidRPr="009F36D3">
        <w:rPr>
          <w:cs/>
          <w:lang w:bidi="bn-IN"/>
        </w:rPr>
        <w:t>তা বর্ণনা করে নি।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সপ্তম অধ্যায়ে লেখক হাকীম 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এবং তিনি উসমান ইবনে সাঈদ মুক্বাররীর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</w:t>
      </w:r>
      <w:r w:rsidRPr="009F36D3">
        <w:t xml:space="preserve"> </w:t>
      </w:r>
      <w:r w:rsidRPr="009F36D3">
        <w:rPr>
          <w:cs/>
          <w:lang w:bidi="bn-IN"/>
        </w:rPr>
        <w:t>হুযাইফা ইবনে ইয়ামানী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 বাসিন্দা</w:t>
      </w:r>
      <w:r w:rsidRPr="009F36D3">
        <w:t xml:space="preserve">, </w:t>
      </w:r>
      <w:r w:rsidRPr="009F36D3">
        <w:rPr>
          <w:cs/>
          <w:lang w:bidi="bn-IN"/>
        </w:rPr>
        <w:t>পশু-পাখি ও সমূদ্রের মাছেরা মাহদীর</w:t>
      </w:r>
      <w:r w:rsidRPr="009F36D3">
        <w:t xml:space="preserve"> </w:t>
      </w:r>
      <w:r w:rsidRPr="009F36D3">
        <w:rPr>
          <w:cs/>
          <w:lang w:bidi="bn-IN"/>
        </w:rPr>
        <w:t>উপস্থিতিতে আনন্দিত হবে। মাহদীর শাসনামলে পানি প্রচুর</w:t>
      </w:r>
      <w:r w:rsidRPr="009F36D3">
        <w:t xml:space="preserve"> </w:t>
      </w:r>
      <w:r w:rsidRPr="009F36D3">
        <w:rPr>
          <w:cs/>
          <w:lang w:bidi="bn-IN"/>
        </w:rPr>
        <w:t>পরিমাণ পাওয়া যাবে। সব জায়গায় ঝর্ণা বের হয়ে আসবে।</w:t>
      </w:r>
      <w:r w:rsidRPr="009F36D3">
        <w:t xml:space="preserve"> </w:t>
      </w:r>
      <w:r w:rsidRPr="009F36D3">
        <w:rPr>
          <w:cs/>
          <w:lang w:bidi="bn-IN"/>
        </w:rPr>
        <w:t>পৃথিবীর খনিজ পদার্থ বহুগুণ বৃদ্ধি পাবে এবং পৃথিবী তার ধন</w:t>
      </w:r>
      <w:r w:rsidRPr="009F36D3">
        <w:t xml:space="preserve"> </w:t>
      </w:r>
      <w:r w:rsidRPr="009F36D3">
        <w:rPr>
          <w:cs/>
          <w:lang w:bidi="bn-IN"/>
        </w:rPr>
        <w:t>সম্পদ বের করে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সপ্তম অধ্যায়ে লেখক হাকীম-এর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খুদরী থেকে বর্ণনা করেন যে রাসূলুল্লাহ</w:t>
      </w:r>
      <w:r w:rsidRPr="009F36D3">
        <w:t xml:space="preserve"> (</w:t>
      </w:r>
      <w:r w:rsidRPr="009F36D3">
        <w:rPr>
          <w:cs/>
          <w:lang w:bidi="bn-IN"/>
        </w:rPr>
        <w:t>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 কঠিন দুর্যোগ যার ব্যাপকতা সম্পর্কে আগে আর কখনো</w:t>
      </w:r>
      <w:r w:rsidRPr="009F36D3">
        <w:t xml:space="preserve"> </w:t>
      </w:r>
      <w:r w:rsidRPr="009F36D3">
        <w:rPr>
          <w:cs/>
          <w:lang w:bidi="bn-IN"/>
        </w:rPr>
        <w:t>শোনা যায় নি তা আমার উম্মতের উপর আসবে। এমন হবে যে</w:t>
      </w:r>
      <w:r w:rsidRPr="009F36D3">
        <w:t xml:space="preserve"> </w:t>
      </w:r>
      <w:r w:rsidRPr="009F36D3">
        <w:rPr>
          <w:cs/>
          <w:lang w:bidi="bn-IN"/>
        </w:rPr>
        <w:t>আমার উম্মতের অবস্থা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খুবই খারাপ হয়ে পড়বে এবং পৃথিবী</w:t>
      </w:r>
      <w:r w:rsidRPr="009F36D3">
        <w:t xml:space="preserve"> </w:t>
      </w:r>
      <w:r w:rsidRPr="009F36D3">
        <w:rPr>
          <w:cs/>
          <w:lang w:bidi="bn-IN"/>
        </w:rPr>
        <w:t>নৃশংসতা ও নিপীড়নে ছেয়ে যাবে। বিশ্বাসীরা</w:t>
      </w:r>
      <w:r w:rsidRPr="009F36D3">
        <w:t xml:space="preserve"> </w:t>
      </w:r>
      <w:r w:rsidRPr="009F36D3">
        <w:rPr>
          <w:cs/>
          <w:lang w:bidi="bn-IN"/>
        </w:rPr>
        <w:t>নিজেদের জন্য</w:t>
      </w:r>
      <w:r w:rsidRPr="009F36D3">
        <w:t xml:space="preserve"> </w:t>
      </w:r>
      <w:r w:rsidRPr="009F36D3">
        <w:rPr>
          <w:cs/>
          <w:lang w:bidi="bn-IN"/>
        </w:rPr>
        <w:t>কোন আশয় খুঁজে পাবে না। তখন আল্লাহ আমার বংশ থেকে</w:t>
      </w:r>
      <w:r w:rsidRPr="009F36D3">
        <w:t xml:space="preserve"> </w:t>
      </w:r>
      <w:r w:rsidRPr="009F36D3">
        <w:rPr>
          <w:cs/>
          <w:lang w:bidi="bn-IN"/>
        </w:rPr>
        <w:t>এক ব্যক্তির উত্থান ঘটাবেন যে পৃথিবীকে ন্যায়বিচার ও সাম্যে</w:t>
      </w:r>
      <w:r w:rsidRPr="009F36D3">
        <w:t xml:space="preserve"> </w:t>
      </w:r>
      <w:r w:rsidRPr="009F36D3">
        <w:rPr>
          <w:cs/>
          <w:lang w:bidi="bn-IN"/>
        </w:rPr>
        <w:t xml:space="preserve">পূর্ণ করে দিবে ঠিক যেভাবে তা অত্যাচার ও নিপীড়নে পূর্ণ </w:t>
      </w:r>
      <w:r w:rsidRPr="009F36D3">
        <w:t xml:space="preserve"> </w:t>
      </w:r>
      <w:r w:rsidRPr="009F36D3">
        <w:rPr>
          <w:cs/>
          <w:lang w:bidi="bn-IN"/>
        </w:rPr>
        <w:t>ছিলো। আকাশ ও পৃথিবীর বাসিন্দারা মাহদীকে নিয়ে সন্তষ্ট</w:t>
      </w:r>
      <w:r w:rsidRPr="00AA6375">
        <w:rPr>
          <w:rStyle w:val="libAlaemChar"/>
        </w:rPr>
        <w:t>‘</w:t>
      </w:r>
      <w:r w:rsidRPr="009F36D3">
        <w:t xml:space="preserve"> </w:t>
      </w:r>
      <w:r w:rsidRPr="009F36D3">
        <w:rPr>
          <w:cs/>
          <w:lang w:bidi="bn-IN"/>
        </w:rPr>
        <w:t>থাকবে। পৃথিবী তার শস্যকে মজদু করবে না</w:t>
      </w:r>
      <w:r w:rsidRPr="009F36D3">
        <w:t xml:space="preserve">, </w:t>
      </w:r>
      <w:r w:rsidRPr="009F36D3">
        <w:rPr>
          <w:cs/>
          <w:lang w:bidi="bn-IN"/>
        </w:rPr>
        <w:t>বের করে দিবে</w:t>
      </w:r>
      <w:r w:rsidRPr="009F36D3">
        <w:t xml:space="preserve"> </w:t>
      </w:r>
      <w:r w:rsidRPr="009F36D3">
        <w:rPr>
          <w:cs/>
          <w:lang w:bidi="bn-IN"/>
        </w:rPr>
        <w:t>এবং আকাশও তার বৃষ্টি ফোটাকে ধরে রাখবে না ঝরিয়ে দিবে।</w:t>
      </w:r>
      <w:r w:rsidRPr="009F36D3">
        <w:t xml:space="preserve"> </w:t>
      </w:r>
      <w:r w:rsidRPr="009F36D3">
        <w:rPr>
          <w:cs/>
          <w:lang w:bidi="bn-IN"/>
        </w:rPr>
        <w:t>মাহদী জনগণের উপর সাত</w:t>
      </w:r>
      <w:r w:rsidRPr="009F36D3">
        <w:t xml:space="preserve">, </w:t>
      </w:r>
      <w:r w:rsidRPr="009F36D3">
        <w:rPr>
          <w:cs/>
          <w:lang w:bidi="bn-IN"/>
        </w:rPr>
        <w:t xml:space="preserve">আট </w:t>
      </w:r>
      <w:r w:rsidRPr="009F36D3">
        <w:rPr>
          <w:cs/>
          <w:lang w:bidi="bn-IN"/>
        </w:rPr>
        <w:lastRenderedPageBreak/>
        <w:t>অথবা নয় বছর শাসন করবে।</w:t>
      </w:r>
      <w:r w:rsidRPr="009F36D3">
        <w:t xml:space="preserve"> </w:t>
      </w:r>
      <w:r w:rsidRPr="009F36D3">
        <w:rPr>
          <w:cs/>
          <w:lang w:bidi="bn-IN"/>
        </w:rPr>
        <w:t>আল্লাহ কল্যাণ ও বরকত এত পরিমাণ দিবেন যে জীবিতরা</w:t>
      </w:r>
      <w:r w:rsidRPr="009F36D3">
        <w:t xml:space="preserve"> </w:t>
      </w:r>
      <w:r w:rsidRPr="009F36D3">
        <w:rPr>
          <w:cs/>
          <w:lang w:bidi="bn-IN"/>
        </w:rPr>
        <w:t>চাইবে মৃতরাও জীবিত হয়ে উঠুক।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হাকীম বলেন- এ হাদীসটি বর্ণনা পরম্পরা সঠিক কিন্তু মুসলিম ও বুখারী</w:t>
      </w:r>
      <w:r w:rsidRPr="009F36D3">
        <w:t xml:space="preserve"> </w:t>
      </w:r>
      <w:r w:rsidRPr="009F36D3">
        <w:rPr>
          <w:cs/>
          <w:lang w:bidi="bn-IN"/>
        </w:rPr>
        <w:t>তা বর্ণনা করে নি।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একই অধ্যায়ে লেখক আবু নাঈম-এর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মানাকিব-</w:t>
      </w:r>
      <w:r w:rsidRPr="009F36D3">
        <w:t xml:space="preserve"> </w:t>
      </w:r>
      <w:r w:rsidRPr="009F36D3">
        <w:rPr>
          <w:cs/>
          <w:lang w:bidi="bn-IN"/>
        </w:rPr>
        <w:t>ই-মাহদী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তাবারানির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মুয়াজ্জাম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তিনি আবু সাঈদ খুদরী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যুগে আমার উম্মত এমন নেয়ামত উপভোগ করবে যে</w:t>
      </w:r>
      <w:r w:rsidRPr="009F36D3">
        <w:t xml:space="preserve"> </w:t>
      </w:r>
      <w:r w:rsidRPr="009F36D3">
        <w:rPr>
          <w:cs/>
          <w:lang w:bidi="bn-IN"/>
        </w:rPr>
        <w:t>তারা এর আগে কখনোই তা ভোগ করে নি। আকাশ তাদের</w:t>
      </w:r>
      <w:r w:rsidRPr="009F36D3">
        <w:t xml:space="preserve"> </w:t>
      </w:r>
      <w:r w:rsidRPr="009F36D3">
        <w:rPr>
          <w:cs/>
          <w:lang w:bidi="bn-IN"/>
        </w:rPr>
        <w:t>উপর বৃষ্টি ঝরাবে আর পৃথিবী তার সবজি কিছুমাত্র ধরে না রেখে</w:t>
      </w:r>
      <w:r w:rsidRPr="009F36D3">
        <w:t xml:space="preserve"> </w:t>
      </w:r>
      <w:r w:rsidRPr="009F36D3">
        <w:rPr>
          <w:cs/>
          <w:lang w:bidi="bn-IN"/>
        </w:rPr>
        <w:t>বের করে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একই অধ্যায়ে লেখক আবু সাঈদ খুদরী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উম্মত থেকে আবির্ভূত হবে। আল্লাহ তাকে</w:t>
      </w:r>
      <w:r w:rsidRPr="009F36D3">
        <w:t xml:space="preserve"> </w:t>
      </w:r>
      <w:r w:rsidRPr="009F36D3">
        <w:rPr>
          <w:cs/>
          <w:lang w:bidi="bn-IN"/>
        </w:rPr>
        <w:t>জনগণের ত্রাণকর্তা হিসেবে নির্ধারণ করবেন। মাহদীর উপস্থিতির</w:t>
      </w:r>
      <w:r w:rsidRPr="009F36D3">
        <w:t xml:space="preserve"> </w:t>
      </w:r>
      <w:r w:rsidRPr="009F36D3">
        <w:rPr>
          <w:cs/>
          <w:lang w:bidi="bn-IN"/>
        </w:rPr>
        <w:t>কারণে আমার উম্মত আনন্দে থাকবে। তার কারণে পশুরাও</w:t>
      </w:r>
      <w:r w:rsidRPr="009F36D3">
        <w:t xml:space="preserve"> </w:t>
      </w:r>
      <w:r w:rsidRPr="009F36D3">
        <w:rPr>
          <w:cs/>
          <w:lang w:bidi="bn-IN"/>
        </w:rPr>
        <w:t>প্রশংসিত জীবন যাপন করবে। পৃথিবী তার সবজি বের করে</w:t>
      </w:r>
      <w:r w:rsidRPr="009F36D3">
        <w:t xml:space="preserve"> </w:t>
      </w:r>
      <w:r w:rsidRPr="009F36D3">
        <w:rPr>
          <w:cs/>
          <w:lang w:bidi="bn-IN"/>
        </w:rPr>
        <w:t>দিবে। মাহদী সম্পদকে ন্যায়পরায়ণতার সাথে বণ্টন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উল্লেখিত বইয়ের অষ্টম অধ্যায়ে এর লেখক তাবরানির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মুয়াজাম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এবং</w:t>
      </w:r>
      <w:r w:rsidRPr="009F36D3">
        <w:t xml:space="preserve"> </w:t>
      </w:r>
      <w:r w:rsidRPr="009F36D3">
        <w:rPr>
          <w:cs/>
          <w:lang w:bidi="bn-IN"/>
        </w:rPr>
        <w:t xml:space="preserve">নাঈম ইবনে হেমাদের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খুদরী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 বলেন যে</w:t>
      </w:r>
      <w:r w:rsidRPr="009F36D3">
        <w:t xml:space="preserve">, </w:t>
      </w:r>
      <w:r w:rsidRPr="009F36D3">
        <w:rPr>
          <w:cs/>
          <w:lang w:bidi="bn-IN"/>
        </w:rPr>
        <w:t>রাসূলুল্লাহ (সঃ)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 যুগে আমার উম্মত এমন নেয়ামত ভোগ করবে যা এর</w:t>
      </w:r>
      <w:r w:rsidRPr="009F36D3">
        <w:t xml:space="preserve"> </w:t>
      </w:r>
      <w:r w:rsidRPr="009F36D3">
        <w:rPr>
          <w:cs/>
          <w:lang w:bidi="bn-IN"/>
        </w:rPr>
        <w:t>আগে কখনো ভোগ করে নি। আকাশ তাদের উপর বৃষ্টি ঝরাবে</w:t>
      </w:r>
      <w:r w:rsidRPr="009F36D3">
        <w:t xml:space="preserve"> </w:t>
      </w:r>
      <w:r w:rsidRPr="009F36D3">
        <w:rPr>
          <w:cs/>
          <w:lang w:bidi="bn-IN"/>
        </w:rPr>
        <w:t>এবং পৃথিবী তার সবজিকে বের করে দেয়ার ব্যাপারে কোন</w:t>
      </w:r>
      <w:r w:rsidRPr="009F36D3">
        <w:t xml:space="preserve"> </w:t>
      </w:r>
      <w:r w:rsidRPr="009F36D3">
        <w:rPr>
          <w:cs/>
          <w:lang w:bidi="bn-IN"/>
        </w:rPr>
        <w:t>কার্পণ্য করবে না। সম্পদের তখন তেমন মূল্য থাকবে না। এমন</w:t>
      </w:r>
      <w:r w:rsidRPr="009F36D3">
        <w:t xml:space="preserve"> </w:t>
      </w:r>
      <w:r w:rsidRPr="009F36D3">
        <w:rPr>
          <w:cs/>
          <w:lang w:bidi="bn-IN"/>
        </w:rPr>
        <w:t>হবে কোন ব্যক্তি উঠে দাঁড়িয়ে বলবে হে মাহদী আমাকে সম্পদ</w:t>
      </w:r>
      <w:r w:rsidRPr="009F36D3">
        <w:t xml:space="preserve"> </w:t>
      </w:r>
      <w:r w:rsidRPr="009F36D3">
        <w:rPr>
          <w:cs/>
          <w:lang w:bidi="bn-IN"/>
        </w:rPr>
        <w:t>দান করুন। হযরত উত্তরে বলবেন- নাও।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একই বইয়ে লেখক আবু নাঈম ইসফাহানির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</w:t>
      </w:r>
      <w:r w:rsidRPr="009F36D3">
        <w:t xml:space="preserve"> </w:t>
      </w:r>
      <w:r w:rsidRPr="009F36D3">
        <w:rPr>
          <w:cs/>
          <w:lang w:bidi="bn-IN"/>
        </w:rPr>
        <w:t>তিনি আবু সাঈদ খুদরী থেকে বর্ণনা করেন যে মুহাম্মাদ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যে আমার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সুন্নাত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অনুযায়ী কাজ করবে সে হবে সেই ব্যক্তি যে</w:t>
      </w:r>
      <w:r w:rsidRPr="009F36D3">
        <w:t xml:space="preserve"> </w:t>
      </w:r>
      <w:r w:rsidRPr="009F36D3">
        <w:rPr>
          <w:cs/>
          <w:lang w:bidi="bn-IN"/>
        </w:rPr>
        <w:t>আবির্ভূত হবে। আকাশ তার নেয়ামতসমূহ অবতরণ করবে এবং</w:t>
      </w:r>
      <w:r w:rsidRPr="009F36D3">
        <w:t xml:space="preserve"> </w:t>
      </w:r>
      <w:r w:rsidRPr="009F36D3">
        <w:rPr>
          <w:cs/>
          <w:lang w:bidi="bn-IN"/>
        </w:rPr>
        <w:t>পৃথিবীও তার নেয়ামত উগরে দিবে। পৃথিবী ন্যায়বিচারে পূর্ণ হবে</w:t>
      </w:r>
      <w:r w:rsidRPr="009F36D3">
        <w:t xml:space="preserve"> </w:t>
      </w:r>
      <w:r w:rsidRPr="009F36D3">
        <w:rPr>
          <w:cs/>
          <w:lang w:bidi="bn-IN"/>
        </w:rPr>
        <w:t>ঠিক যেভাবে তা নিপীড়ন দিয়ে পূর্ণ 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৯৭ পৃষ্ঠায় হাকীম-এর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সহীহ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 ও পৃথিবীর বাসিন্দারা মাহদীকে ভালোবাসবে। পৃথিবী</w:t>
      </w:r>
      <w:r w:rsidRPr="009F36D3">
        <w:t xml:space="preserve"> </w:t>
      </w:r>
      <w:r w:rsidRPr="009F36D3">
        <w:rPr>
          <w:cs/>
          <w:lang w:bidi="bn-IN"/>
        </w:rPr>
        <w:t>তার সবজিকে বের করে দিবে এবং কিছইু মজুদ করবে না।</w:t>
      </w:r>
      <w:r w:rsidRPr="009F36D3">
        <w:t xml:space="preserve"> </w:t>
      </w:r>
      <w:r w:rsidRPr="009F36D3">
        <w:rPr>
          <w:cs/>
          <w:lang w:bidi="bn-IN"/>
        </w:rPr>
        <w:t>আল্লাহ পৃথিবীর বাসিন্দাদের এত বরকত ও নেয়ামত দিবেন যে</w:t>
      </w:r>
      <w:r w:rsidRPr="009F36D3">
        <w:t xml:space="preserve"> </w:t>
      </w:r>
      <w:r w:rsidRPr="009F36D3">
        <w:rPr>
          <w:cs/>
          <w:lang w:bidi="bn-IN"/>
        </w:rPr>
        <w:t>যারা জীবিত তারা চাইবে মৃতরাও জীবিত হয়ে উঠুক।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Pr="006E1E70" w:rsidRDefault="00594F59" w:rsidP="006E1E70">
      <w:pPr>
        <w:rPr>
          <w:rtl/>
          <w:cs/>
        </w:rPr>
      </w:pPr>
      <w:r>
        <w:rPr>
          <w:cs/>
          <w:lang w:bidi="bn-IN"/>
        </w:rPr>
        <w:br w:type="page"/>
      </w:r>
    </w:p>
    <w:p w:rsidR="005A057D" w:rsidRPr="009F36D3" w:rsidRDefault="005A057D" w:rsidP="00594F59">
      <w:pPr>
        <w:pStyle w:val="Heading2Center"/>
      </w:pPr>
      <w:bookmarkStart w:id="73" w:name="_Toc451691988"/>
      <w:r w:rsidRPr="009F36D3">
        <w:rPr>
          <w:cs/>
          <w:lang w:bidi="bn-IN"/>
        </w:rPr>
        <w:lastRenderedPageBreak/>
        <w:t>মাহদীর (আঃ) ক</w:t>
      </w:r>
      <w:r w:rsidR="00594F59">
        <w:rPr>
          <w:cs/>
          <w:lang w:bidi="bn-IN"/>
        </w:rPr>
        <w:t>র্ম</w:t>
      </w:r>
      <w:r w:rsidRPr="009F36D3">
        <w:rPr>
          <w:cs/>
          <w:lang w:bidi="bn-IN"/>
        </w:rPr>
        <w:t>কাণ্ড ও আহবান</w:t>
      </w:r>
      <w:bookmarkEnd w:id="73"/>
      <w:r w:rsidRPr="009F36D3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সপ্তম অধ্যায়ে নাঈম ইবনে হেমাদ 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ইমাম মুহাম্মাদ বাকের</w:t>
      </w:r>
      <w:r w:rsidRPr="009F36D3">
        <w:t xml:space="preserve"> (</w:t>
      </w:r>
      <w:r w:rsidRPr="009F36D3">
        <w:rPr>
          <w:cs/>
          <w:lang w:bidi="bn-IN"/>
        </w:rPr>
        <w:t>আঃ)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অনৈতিকতা ব্যাপক আকার ধারণ করবে মাহদী মক্কায়</w:t>
      </w:r>
      <w:r w:rsidRPr="009F36D3">
        <w:t xml:space="preserve"> </w:t>
      </w:r>
      <w:r w:rsidRPr="009F36D3">
        <w:rPr>
          <w:cs/>
          <w:lang w:bidi="bn-IN"/>
        </w:rPr>
        <w:t>আবির্ভূত হবেন। তখন তার সাথে থাকবে নবী (সাঃ)-এর</w:t>
      </w:r>
      <w:r w:rsidRPr="009F36D3">
        <w:t xml:space="preserve"> </w:t>
      </w:r>
      <w:r w:rsidRPr="009F36D3">
        <w:rPr>
          <w:cs/>
          <w:lang w:bidi="bn-IN"/>
        </w:rPr>
        <w:t>পতাকা</w:t>
      </w:r>
      <w:r w:rsidRPr="009F36D3">
        <w:t xml:space="preserve">, </w:t>
      </w:r>
      <w:r w:rsidRPr="009F36D3">
        <w:rPr>
          <w:cs/>
          <w:lang w:bidi="bn-IN"/>
        </w:rPr>
        <w:t>তরবারী</w:t>
      </w:r>
      <w:r w:rsidRPr="009F36D3">
        <w:t xml:space="preserve">, </w:t>
      </w:r>
      <w:r w:rsidRPr="009F36D3">
        <w:rPr>
          <w:cs/>
          <w:lang w:bidi="bn-IN"/>
        </w:rPr>
        <w:t>জামা এবং অন্যান্য নিদর্শন। এশার নামাজ</w:t>
      </w:r>
      <w:r w:rsidRPr="009F36D3">
        <w:t xml:space="preserve"> </w:t>
      </w:r>
      <w:r w:rsidRPr="009F36D3">
        <w:rPr>
          <w:cs/>
          <w:lang w:bidi="bn-IN"/>
        </w:rPr>
        <w:t xml:space="preserve">শেষ করার পর পরই তিনি উচ্চ কণ্ঠে বলবেন-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জনতা</w:t>
      </w:r>
      <w:r w:rsidRPr="009F36D3">
        <w:t xml:space="preserve">,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তোমাদেরকে সে সময়ের কথা মনে করিয়ে দিচ্ছি যখন তোমরা</w:t>
      </w:r>
      <w:r w:rsidRPr="009F36D3">
        <w:t xml:space="preserve"> </w:t>
      </w:r>
      <w:r w:rsidRPr="009F36D3">
        <w:rPr>
          <w:cs/>
          <w:lang w:bidi="bn-IN"/>
        </w:rPr>
        <w:t>তোমাদের রবের সামনে দাড়াবে এবং তিনি তার যুক্তি পেশ করা</w:t>
      </w:r>
      <w:r w:rsidRPr="009F36D3">
        <w:t xml:space="preserve"> </w:t>
      </w:r>
      <w:r w:rsidRPr="009F36D3">
        <w:rPr>
          <w:cs/>
          <w:lang w:bidi="bn-IN"/>
        </w:rPr>
        <w:t>সম্পূর্ণ করবেন। তিনি নবীদের পাঠিয়েছেন</w:t>
      </w:r>
      <w:r w:rsidRPr="009F36D3">
        <w:t xml:space="preserve">, </w:t>
      </w:r>
      <w:r w:rsidRPr="009F36D3">
        <w:rPr>
          <w:cs/>
          <w:lang w:bidi="bn-IN"/>
        </w:rPr>
        <w:t>কিতাব পাঠিয়েছেন</w:t>
      </w:r>
      <w:r w:rsidRPr="009F36D3">
        <w:t xml:space="preserve"> </w:t>
      </w:r>
      <w:r w:rsidRPr="009F36D3">
        <w:rPr>
          <w:cs/>
          <w:lang w:bidi="bn-IN"/>
        </w:rPr>
        <w:t>এবং তোমাদেরকে আদেশ করেছেন আল্লাহর সাথে কোন শরীক</w:t>
      </w:r>
      <w:r w:rsidRPr="009F36D3">
        <w:t xml:space="preserve"> </w:t>
      </w:r>
      <w:r w:rsidRPr="009F36D3">
        <w:rPr>
          <w:cs/>
          <w:lang w:bidi="bn-IN"/>
        </w:rPr>
        <w:t>না করতে। আল্লাহ ও তার নবীর কাছে আত্মসমপর্ণ ও</w:t>
      </w:r>
      <w:r w:rsidRPr="009F36D3">
        <w:t xml:space="preserve"> </w:t>
      </w:r>
      <w:r w:rsidRPr="009F36D3">
        <w:rPr>
          <w:cs/>
          <w:lang w:bidi="bn-IN"/>
        </w:rPr>
        <w:t>আনুগত্যকে রক্ষা কর। কোরআন যা জীবিত করতে চায়</w:t>
      </w:r>
      <w:r w:rsidRPr="009F36D3">
        <w:t xml:space="preserve"> </w:t>
      </w:r>
      <w:r w:rsidRPr="009F36D3">
        <w:rPr>
          <w:cs/>
          <w:lang w:bidi="bn-IN"/>
        </w:rPr>
        <w:t>তোমরাও তা জীবিত করার জন্য সংগ্রাম কর এবং কোরআন যা</w:t>
      </w:r>
      <w:r w:rsidRPr="009F36D3">
        <w:t xml:space="preserve"> </w:t>
      </w:r>
      <w:r w:rsidRPr="009F36D3">
        <w:rPr>
          <w:cs/>
          <w:lang w:bidi="bn-IN"/>
        </w:rPr>
        <w:t>কিছুর মৃত্যু চায় তোমরা তার জন্য সংগ্রাম কর। ধার্মিকতায়</w:t>
      </w:r>
      <w:r w:rsidRPr="009F36D3">
        <w:t xml:space="preserve"> </w:t>
      </w:r>
      <w:r w:rsidRPr="009F36D3">
        <w:rPr>
          <w:cs/>
          <w:lang w:bidi="bn-IN"/>
        </w:rPr>
        <w:t>আমার সাথী ও মন্ত্রী</w:t>
      </w:r>
      <w:r w:rsidRPr="009F36D3">
        <w:t xml:space="preserve"> </w:t>
      </w:r>
      <w:r w:rsidRPr="009F36D3">
        <w:rPr>
          <w:cs/>
          <w:lang w:bidi="bn-IN"/>
        </w:rPr>
        <w:t>হও কারণ পৃথিবী ধ্বংসের নিকটবর্তী এবং</w:t>
      </w:r>
      <w:r w:rsidRPr="009F36D3">
        <w:t xml:space="preserve"> </w:t>
      </w:r>
      <w:r w:rsidRPr="009F36D3">
        <w:rPr>
          <w:cs/>
          <w:lang w:bidi="bn-IN"/>
        </w:rPr>
        <w:t>বিদায় জানিয়েছে। আমি তোমাদেরকে আল্লাহ ও তারঁ রাসূলের</w:t>
      </w:r>
      <w:r w:rsidRPr="009F36D3">
        <w:t xml:space="preserve"> </w:t>
      </w:r>
      <w:r w:rsidRPr="009F36D3">
        <w:rPr>
          <w:cs/>
          <w:lang w:bidi="bn-IN"/>
        </w:rPr>
        <w:t>দিকে আহবান করছি এবং তার কিতাব অনুযায়ী কাজ করার</w:t>
      </w:r>
      <w:r w:rsidRPr="009F36D3">
        <w:t xml:space="preserve"> </w:t>
      </w:r>
      <w:r w:rsidRPr="009F36D3">
        <w:rPr>
          <w:cs/>
          <w:lang w:bidi="bn-IN"/>
        </w:rPr>
        <w:t>আহবান জানাচ্ছি। মিথ্যা থেকে দুরে থাকো এবং নবীর (সাঃ)</w:t>
      </w:r>
      <w:r w:rsidRPr="009F36D3">
        <w:t xml:space="preserve"> </w:t>
      </w:r>
      <w:r w:rsidRPr="009F36D3">
        <w:rPr>
          <w:cs/>
          <w:lang w:bidi="bn-IN"/>
        </w:rPr>
        <w:t>সূন্নাতকে (পদ্ধতিকে) জীবিত কর।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মাহদী আবির্ভূত হবেন দ্রুততার সাথে এবং হঠাৎ করে হেমন্তের</w:t>
      </w:r>
      <w:r w:rsidRPr="009F36D3">
        <w:t xml:space="preserve"> </w:t>
      </w:r>
      <w:r w:rsidRPr="009F36D3">
        <w:rPr>
          <w:cs/>
          <w:lang w:bidi="bn-IN"/>
        </w:rPr>
        <w:t>মেঘের মত তিনশত তেরজন লোকের সাথে</w:t>
      </w:r>
      <w:r w:rsidRPr="009F36D3">
        <w:t xml:space="preserve">, </w:t>
      </w:r>
      <w:r w:rsidRPr="009F36D3">
        <w:rPr>
          <w:cs/>
          <w:lang w:bidi="bn-IN"/>
        </w:rPr>
        <w:t xml:space="preserve">যা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বদর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সাহাবীদের সংখ্যার সমান। রাতে তিনি ইবাদতে ব্যস্ত থাকবেন</w:t>
      </w:r>
      <w:r w:rsidRPr="009F36D3">
        <w:t xml:space="preserve"> </w:t>
      </w:r>
      <w:r w:rsidRPr="009F36D3">
        <w:rPr>
          <w:cs/>
          <w:lang w:bidi="bn-IN"/>
        </w:rPr>
        <w:t>এবং দিনের বেলা তিনি হবেন গর্জনরত সিংহের মত। এভাবে</w:t>
      </w:r>
      <w:r w:rsidRPr="009F36D3">
        <w:t xml:space="preserve"> </w:t>
      </w:r>
      <w:r w:rsidRPr="009F36D3">
        <w:rPr>
          <w:cs/>
          <w:lang w:bidi="bn-IN"/>
        </w:rPr>
        <w:t xml:space="preserve">আল্লাহ মাহদীর জন্য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হেজায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 বিজয় আনবেন। মাহদী বনি</w:t>
      </w:r>
      <w:r w:rsidRPr="009F36D3">
        <w:t xml:space="preserve"> </w:t>
      </w:r>
      <w:r w:rsidRPr="009F36D3">
        <w:rPr>
          <w:cs/>
          <w:lang w:bidi="bn-IN"/>
        </w:rPr>
        <w:t>হাশিম-এর লোকদের কারাগার থেকে মুক্ত করবেন যারা সে সময়</w:t>
      </w:r>
      <w:r w:rsidRPr="009F36D3">
        <w:t xml:space="preserve"> </w:t>
      </w:r>
      <w:r w:rsidRPr="009F36D3">
        <w:rPr>
          <w:cs/>
          <w:lang w:bidi="bn-IN"/>
        </w:rPr>
        <w:t>কারাগারে থাকবেন। কালো পতাকাধারী জনতা কুফায় প্রবেশ</w:t>
      </w:r>
      <w:r w:rsidRPr="009F36D3">
        <w:t xml:space="preserve"> </w:t>
      </w:r>
      <w:r w:rsidRPr="009F36D3">
        <w:rPr>
          <w:cs/>
          <w:lang w:bidi="bn-IN"/>
        </w:rPr>
        <w:t>করবে এবং মাহদীর কাছে যাবে তাদের অনুগত্যের শপথ করতে।</w:t>
      </w:r>
      <w:r w:rsidRPr="009F36D3">
        <w:t xml:space="preserve"> </w:t>
      </w:r>
      <w:r w:rsidRPr="009F36D3">
        <w:rPr>
          <w:cs/>
          <w:lang w:bidi="bn-IN"/>
        </w:rPr>
        <w:t>মাহদী নিজে তার সেনাবাহিনীকে পৃথিবীর বিভিন্ন জায়গায়</w:t>
      </w:r>
      <w:r w:rsidRPr="009F36D3">
        <w:t xml:space="preserve"> </w:t>
      </w:r>
      <w:r w:rsidRPr="009F36D3">
        <w:rPr>
          <w:cs/>
          <w:lang w:bidi="bn-IN"/>
        </w:rPr>
        <w:lastRenderedPageBreak/>
        <w:t>পাঠাবেন আনুগত্যের শপথ গ্রহণ করার জন্য। অত্যাচারীরা</w:t>
      </w:r>
      <w:r w:rsidRPr="009F36D3">
        <w:t xml:space="preserve"> </w:t>
      </w:r>
      <w:r w:rsidRPr="009F36D3">
        <w:rPr>
          <w:cs/>
          <w:lang w:bidi="bn-IN"/>
        </w:rPr>
        <w:t>পরাজিত হবে এবং শহরগুলোর অধিবাসীরা মাহদীর কাছে</w:t>
      </w:r>
      <w:r w:rsidRPr="009F36D3">
        <w:t xml:space="preserve"> </w:t>
      </w:r>
      <w:r w:rsidRPr="009F36D3">
        <w:rPr>
          <w:cs/>
          <w:lang w:bidi="bn-IN"/>
        </w:rPr>
        <w:t>আত্মসমর্পণ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একই অধ্যায়ে এর লেখক আবু নাঈম-এর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</w:t>
      </w:r>
      <w:r w:rsidRPr="009F36D3">
        <w:t xml:space="preserve"> </w:t>
      </w:r>
      <w:r w:rsidRPr="009F36D3">
        <w:rPr>
          <w:cs/>
          <w:lang w:bidi="bn-IN"/>
        </w:rPr>
        <w:t>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সাঈদ খুদরী থেকে বর্ণনা করেছেন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আমার বংশ থেকে একজন আবির্ভূত হবে যে আমার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সূন্নাত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অনুযায়ী কাজ করবে। আকাশ থেকে রহমত নাযিল হবে এবং</w:t>
      </w:r>
      <w:r w:rsidRPr="009F36D3">
        <w:t xml:space="preserve"> </w:t>
      </w:r>
      <w:r w:rsidRPr="009F36D3">
        <w:rPr>
          <w:cs/>
          <w:lang w:bidi="bn-IN"/>
        </w:rPr>
        <w:t>পৃথিবী তার নেয়ামত উগরে দিবে। পৃথিবী ন্যায়বিচার ও সাম্যে</w:t>
      </w:r>
      <w:r w:rsidRPr="009F36D3">
        <w:t xml:space="preserve"> </w:t>
      </w:r>
      <w:r w:rsidRPr="009F36D3">
        <w:rPr>
          <w:cs/>
          <w:lang w:bidi="bn-IN"/>
        </w:rPr>
        <w:t>পূর্ণ হয়ে যাবে ঠিক যেভাবে তা অত্যাচার ও নিপীড়নে পূর্ণ</w:t>
      </w:r>
      <w:r w:rsidRPr="009F36D3">
        <w:t xml:space="preserve"> </w:t>
      </w:r>
      <w:r w:rsidRPr="009F36D3">
        <w:rPr>
          <w:cs/>
          <w:lang w:bidi="bn-IN"/>
        </w:rPr>
        <w:t>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 লেখক আব্দুল্লাহ ইবনে আতা থেকে বর্ণনা</w:t>
      </w:r>
      <w:r w:rsidRPr="009F36D3">
        <w:t xml:space="preserve"> </w:t>
      </w:r>
      <w:r w:rsidRPr="009F36D3">
        <w:rPr>
          <w:cs/>
          <w:lang w:bidi="bn-IN"/>
        </w:rPr>
        <w:t xml:space="preserve">করেন যে-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আমি ইমাম বাক্বির (আঃ)-কে 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 xml:space="preserve">আমাকে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সম্পর্কে বলুন।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তিনি বললেন-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ক্বায়েম নই এবং যাকে তোমরা বল সে ক্বায়েম নয়।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জিজ্ঞেস করলাম-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মাহদীর পথ ও নীতিমালা কী হবে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উত্তর দিলেন-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ঠিক রাসূলুল্লাহর (সাঃ) মত।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 তিনি নাঈম ইবনে হেমাদ থেকে এবং তিনি বিবি আয়শা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 থেকে। সে আমার সুন্নাতের</w:t>
      </w:r>
      <w:r w:rsidRPr="009F36D3">
        <w:t xml:space="preserve"> </w:t>
      </w:r>
      <w:r w:rsidRPr="009F36D3">
        <w:rPr>
          <w:cs/>
          <w:lang w:bidi="bn-IN"/>
        </w:rPr>
        <w:t>জন্য যুদ্ধ করবে</w:t>
      </w:r>
      <w:r w:rsidRPr="009F36D3">
        <w:t xml:space="preserve"> </w:t>
      </w:r>
      <w:r w:rsidRPr="009F36D3">
        <w:rPr>
          <w:cs/>
          <w:lang w:bidi="bn-IN"/>
        </w:rPr>
        <w:t>ঠিক যেভাবে আমি ওহীর জন্য করেছি।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 xml:space="preserve">৯৮ পৃষ্ঠায় এবং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</w:t>
      </w:r>
      <w:r w:rsidRPr="009F36D3">
        <w:t xml:space="preserve"> </w:t>
      </w:r>
      <w:r w:rsidRPr="009F36D3">
        <w:rPr>
          <w:cs/>
          <w:lang w:bidi="bn-IN"/>
        </w:rPr>
        <w:t>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৪৩৩ পৃষ্ঠায় একটি হাদীস বর্ণনা করেছেন প্রায় একই</w:t>
      </w:r>
      <w:r w:rsidRPr="009F36D3">
        <w:t xml:space="preserve"> </w:t>
      </w:r>
      <w:r w:rsidRPr="009F36D3">
        <w:rPr>
          <w:cs/>
          <w:lang w:bidi="bn-IN"/>
        </w:rPr>
        <w:t>কথায়।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১৬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মহিউদ্দীন</w:t>
      </w:r>
      <w:r w:rsidRPr="009F36D3">
        <w:t xml:space="preserve"> </w:t>
      </w:r>
      <w:r w:rsidRPr="009F36D3">
        <w:rPr>
          <w:cs/>
          <w:lang w:bidi="bn-IN"/>
        </w:rPr>
        <w:t xml:space="preserve">আল আরাবী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মাক্কিয়্যাহ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তে বলেছেন-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মাহদী এলহাম</w:t>
      </w:r>
      <w:r w:rsidRPr="009F36D3">
        <w:t xml:space="preserve"> </w:t>
      </w:r>
      <w:r w:rsidRPr="009F36D3">
        <w:rPr>
          <w:cs/>
          <w:lang w:bidi="bn-IN"/>
        </w:rPr>
        <w:t>অনুযায়ী কাজ করবেন যেহেতু নবীর (সাঃ) নীতিমালা তার কাছে প্রকাশিত</w:t>
      </w:r>
      <w:r w:rsidRPr="009F36D3">
        <w:t xml:space="preserve"> </w:t>
      </w:r>
      <w:r w:rsidRPr="009F36D3">
        <w:rPr>
          <w:cs/>
          <w:lang w:bidi="bn-IN"/>
        </w:rPr>
        <w:t>হবে এলহামের মাধ্যমে</w:t>
      </w:r>
      <w:r w:rsidRPr="009F36D3">
        <w:t xml:space="preserve">, </w:t>
      </w:r>
      <w:r w:rsidRPr="009F36D3">
        <w:rPr>
          <w:cs/>
          <w:lang w:bidi="bn-IN"/>
        </w:rPr>
        <w:t>যেভাবে রাসূল (সাঃ) বলেছেন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এভাবে রাসূল (সাঃ) আমাদের বুঝিয়েছেন যে মাহদী রাসূল</w:t>
      </w:r>
      <w:r w:rsidRPr="009F36D3">
        <w:t xml:space="preserve"> (</w:t>
      </w:r>
      <w:r w:rsidRPr="009F36D3">
        <w:rPr>
          <w:cs/>
          <w:lang w:bidi="bn-IN"/>
        </w:rPr>
        <w:t>সাঃ)-এর অনুসারী এবং তিনি অবিশ্বাসী</w:t>
      </w:r>
      <w:r w:rsidRPr="009F36D3">
        <w:t xml:space="preserve"> </w:t>
      </w:r>
      <w:r w:rsidRPr="009F36D3">
        <w:rPr>
          <w:cs/>
          <w:lang w:bidi="bn-IN"/>
        </w:rPr>
        <w:t>নন। এছাড়া তিনি আমাদের</w:t>
      </w:r>
      <w:r w:rsidRPr="009F36D3">
        <w:t xml:space="preserve"> </w:t>
      </w:r>
      <w:r w:rsidRPr="009F36D3">
        <w:rPr>
          <w:cs/>
          <w:lang w:bidi="bn-IN"/>
        </w:rPr>
        <w:t>বুঝিয়েছেন যে তিনি নিষ্পাপ।</w:t>
      </w:r>
      <w:r w:rsidRPr="009F36D3">
        <w:t xml:space="preserve"> </w:t>
      </w:r>
    </w:p>
    <w:p w:rsidR="00594F59" w:rsidRDefault="00594F59" w:rsidP="006E1E70">
      <w:r>
        <w:lastRenderedPageBreak/>
        <w:br w:type="page"/>
      </w:r>
    </w:p>
    <w:p w:rsidR="005A057D" w:rsidRPr="009F36D3" w:rsidRDefault="005A057D" w:rsidP="00594F59">
      <w:pPr>
        <w:pStyle w:val="Heading2Center"/>
      </w:pPr>
      <w:bookmarkStart w:id="74" w:name="_Toc451691989"/>
      <w:r w:rsidRPr="009F36D3">
        <w:rPr>
          <w:cs/>
          <w:lang w:bidi="bn-IN"/>
        </w:rPr>
        <w:lastRenderedPageBreak/>
        <w:t>মাহদীর (আঃ) পন্থা</w:t>
      </w:r>
      <w:bookmarkEnd w:id="74"/>
      <w:r w:rsidRPr="009F36D3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পঞ্চম অধ্যায়ে আবু আমারা উসমান</w:t>
      </w:r>
      <w:r w:rsidRPr="009F36D3">
        <w:t xml:space="preserve"> </w:t>
      </w:r>
      <w:r w:rsidRPr="009F36D3">
        <w:rPr>
          <w:cs/>
          <w:lang w:bidi="bn-IN"/>
        </w:rPr>
        <w:t>ইবনে সাঈদ মুকাররীর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তিনি হুযাইফা ইবনে ইয়ামানী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আকাশের বাসিন্দারা</w:t>
      </w:r>
      <w:r w:rsidRPr="009F36D3">
        <w:t xml:space="preserve">, </w:t>
      </w:r>
      <w:r w:rsidRPr="009F36D3">
        <w:rPr>
          <w:cs/>
          <w:lang w:bidi="bn-IN"/>
        </w:rPr>
        <w:t>পৃথিবীর বাসিন্দারা</w:t>
      </w:r>
      <w:r w:rsidRPr="009F36D3">
        <w:t xml:space="preserve">, </w:t>
      </w:r>
      <w:r w:rsidRPr="009F36D3">
        <w:rPr>
          <w:cs/>
          <w:lang w:bidi="bn-IN"/>
        </w:rPr>
        <w:t>পাখিরা</w:t>
      </w:r>
      <w:r w:rsidRPr="009F36D3">
        <w:t xml:space="preserve">, </w:t>
      </w:r>
      <w:r w:rsidRPr="009F36D3">
        <w:rPr>
          <w:cs/>
          <w:lang w:bidi="bn-IN"/>
        </w:rPr>
        <w:t>পশুরা এবং</w:t>
      </w:r>
      <w:r w:rsidRPr="009F36D3">
        <w:t xml:space="preserve"> </w:t>
      </w:r>
      <w:r w:rsidRPr="009F36D3">
        <w:rPr>
          <w:cs/>
          <w:lang w:bidi="bn-IN"/>
        </w:rPr>
        <w:t>মাছেরা মাহদীর উপস্থিতিতে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আনন্দিত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একই বইয়ের সপ্তম অধ্যায়ে লেখক আবু নাঈম-এর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এবং ইমাম আহমদ-এর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মুসনাদ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এবং তারা আবু</w:t>
      </w:r>
      <w:r w:rsidRPr="009F36D3">
        <w:t xml:space="preserve"> </w:t>
      </w:r>
      <w:r w:rsidRPr="009F36D3">
        <w:rPr>
          <w:cs/>
          <w:lang w:bidi="bn-IN"/>
        </w:rPr>
        <w:t>সাঈদ খুদরী থেকে বর্ণনা করেন যে রাসূলুল্লাহ (সাঃ) বলেছেনঃ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তোমাদের মাহদী সম্পর্কে সুসংবাদ দিচ্ছি- পৃথিবী ও</w:t>
      </w:r>
      <w:r w:rsidRPr="009F36D3">
        <w:t xml:space="preserve"> </w:t>
      </w:r>
      <w:r w:rsidRPr="009F36D3">
        <w:rPr>
          <w:cs/>
          <w:lang w:bidi="bn-IN"/>
        </w:rPr>
        <w:t>আকাশের বাসিন্দারা তার উপরে সন্তুষ্ট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তৃতীয় অধ্যায়ে এর লেখক নাঈম ইবনে হেমাদ-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জাবির ইবনে আব্দুল্লাহ থেকে বর্ণনা করেন-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এক ব্যক্তি ইমাম বাক্বির (আঃ)-এর কাছে আসলেন এবং বললেন-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আমার সম্পদের উপর যাকাত এর এ পাঁচশত দিরহাম গ্রহণ করুন।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ইমাম বাক্বির (আঃ)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তুমি এ পাঁচশত দিরহাম তোমার মুসলমান</w:t>
      </w:r>
      <w:r w:rsidRPr="009F36D3">
        <w:t xml:space="preserve"> </w:t>
      </w:r>
      <w:r w:rsidRPr="009F36D3">
        <w:rPr>
          <w:cs/>
          <w:lang w:bidi="bn-IN"/>
        </w:rPr>
        <w:t>প্রতিবেশী এবং তোমার যে মুসলমান ভাইয়েরা দুর্দশায় আছে তাদের</w:t>
      </w:r>
      <w:r w:rsidRPr="009F36D3">
        <w:t xml:space="preserve"> </w:t>
      </w:r>
      <w:r w:rsidRPr="009F36D3">
        <w:rPr>
          <w:cs/>
          <w:lang w:bidi="bn-IN"/>
        </w:rPr>
        <w:t>দাও।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এরপর ইমাম (আঃ)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যখন আমাদের বংশধর থেকে</w:t>
      </w:r>
      <w:r w:rsidRPr="009F36D3">
        <w:t xml:space="preserve"> </w:t>
      </w:r>
      <w:r w:rsidRPr="009F36D3">
        <w:rPr>
          <w:cs/>
          <w:lang w:bidi="bn-IN"/>
        </w:rPr>
        <w:t xml:space="preserve">মাহদী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 ক্বায়েম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আবির্ভূত হবে সে সম্পদকে সমানভাবে বণ্টন করবে</w:t>
      </w:r>
      <w:r w:rsidRPr="009F36D3">
        <w:t xml:space="preserve"> </w:t>
      </w:r>
      <w:r w:rsidRPr="009F36D3">
        <w:rPr>
          <w:cs/>
          <w:lang w:bidi="bn-IN"/>
        </w:rPr>
        <w:t>এবং চাষীদের সাথে ন্যায়বিচারের সাথে বিনিময়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 লেখক আবু আমারা মুকাররীর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থেকে এবং হাফেয নাঈম ইবনে 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</w:t>
      </w:r>
      <w:r w:rsidRPr="009F36D3">
        <w:t xml:space="preserve"> </w:t>
      </w:r>
      <w:r w:rsidRPr="009F36D3">
        <w:rPr>
          <w:cs/>
          <w:lang w:bidi="bn-IN"/>
        </w:rPr>
        <w:t xml:space="preserve">তিনি কাআব আল আকবার থেকে বর্ণনা করেন যে-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নবীর</w:t>
      </w:r>
      <w:r w:rsidRPr="009F36D3">
        <w:t xml:space="preserve"> </w:t>
      </w:r>
      <w:r w:rsidRPr="009F36D3">
        <w:rPr>
          <w:cs/>
          <w:lang w:bidi="bn-IN"/>
        </w:rPr>
        <w:t>বইগুলোতে মাহদীর নাম দেখেছি। তার শাসন ন্যায়পরায়নতা বিবর্জিত</w:t>
      </w:r>
      <w:r w:rsidRPr="009F36D3">
        <w:t xml:space="preserve"> </w:t>
      </w:r>
      <w:r w:rsidRPr="009F36D3">
        <w:rPr>
          <w:cs/>
          <w:lang w:bidi="bn-IN"/>
        </w:rPr>
        <w:t>নয় এবং নিপীড়নমূলকও নয়।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সাওয়ায়েক্ব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৯৮ পৃষ্ঠাতে রুইয়ানি</w:t>
      </w:r>
      <w:r w:rsidRPr="009F36D3">
        <w:t xml:space="preserve">, </w:t>
      </w:r>
      <w:r w:rsidRPr="009F36D3">
        <w:rPr>
          <w:cs/>
          <w:lang w:bidi="bn-IN"/>
        </w:rPr>
        <w:t>তাবরানি এবং অন্যান্য থেকে বর্ণনা করেন যে 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আমার বংশধর থেকে। পৃথিবী ও আকাশের বাসিন্দারা</w:t>
      </w:r>
      <w:r w:rsidRPr="009F36D3">
        <w:t xml:space="preserve"> </w:t>
      </w:r>
      <w:r w:rsidRPr="009F36D3">
        <w:rPr>
          <w:cs/>
          <w:lang w:bidi="bn-IN"/>
        </w:rPr>
        <w:t>এবং পাখিরা মাহদীর খিলাফত নিয়ে সন্তুষ্ট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৯৯ পৃষ্ঠায় লেখক আহমাদ ও মাওয়ারদী থেকে একই</w:t>
      </w:r>
      <w:r w:rsidRPr="009F36D3">
        <w:t xml:space="preserve"> </w:t>
      </w:r>
      <w:r w:rsidRPr="009F36D3">
        <w:rPr>
          <w:cs/>
          <w:lang w:bidi="bn-IN"/>
        </w:rPr>
        <w:t>ধরনের বিষয়বস্তু সম্বলিত</w:t>
      </w:r>
      <w:r w:rsidRPr="009F36D3">
        <w:t xml:space="preserve"> </w:t>
      </w:r>
      <w:r w:rsidRPr="009F36D3">
        <w:rPr>
          <w:cs/>
          <w:lang w:bidi="bn-IN"/>
        </w:rPr>
        <w:t>একটি হাদীস বর্ণনা করেছেন।</w:t>
      </w:r>
      <w:r w:rsidRPr="009F36D3">
        <w:t xml:space="preserve"> </w:t>
      </w:r>
    </w:p>
    <w:p w:rsidR="00594F59" w:rsidRDefault="00594F59" w:rsidP="006E1E70">
      <w:r>
        <w:br w:type="page"/>
      </w:r>
    </w:p>
    <w:p w:rsidR="005A057D" w:rsidRPr="009F36D3" w:rsidRDefault="005A057D" w:rsidP="00594F59">
      <w:pPr>
        <w:pStyle w:val="Heading2Center"/>
      </w:pPr>
      <w:bookmarkStart w:id="75" w:name="_Toc451691990"/>
      <w:r w:rsidRPr="009F36D3">
        <w:rPr>
          <w:cs/>
          <w:lang w:bidi="bn-IN"/>
        </w:rPr>
        <w:lastRenderedPageBreak/>
        <w:t>মাহদীর (আঃ) প্রশংসনীয় নৈতিকতা</w:t>
      </w:r>
      <w:bookmarkEnd w:id="75"/>
      <w:r w:rsidRPr="009F36D3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 হারিস ইবনে মুগাইরা</w:t>
      </w:r>
      <w:r w:rsidRPr="009F36D3">
        <w:t xml:space="preserve"> </w:t>
      </w:r>
      <w:r w:rsidRPr="009F36D3">
        <w:rPr>
          <w:cs/>
          <w:lang w:bidi="bn-IN"/>
        </w:rPr>
        <w:t xml:space="preserve">নাযরি থেকে বর্ণনা করেন যে-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হোসেইন ইবনে আলীকে (আঃ)</w:t>
      </w:r>
      <w:r w:rsidRPr="009F36D3">
        <w:t xml:space="preserve"> </w:t>
      </w:r>
      <w:r w:rsidRPr="009F36D3">
        <w:rPr>
          <w:cs/>
          <w:lang w:bidi="bn-IN"/>
        </w:rPr>
        <w:t xml:space="preserve">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কী চিহ্ন থেকে আমরা মাহদীকে চিনবো</w:t>
      </w:r>
      <w:r w:rsidRPr="009F36D3">
        <w:t>?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বললেনঃ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 শান্ত অবস্থা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ও ব্যক্তিত্ব দিয়ে।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লেখক হাফেয আবু মোহাম্মাদ হোসেইন-এর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মাসাবীব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কাআব আল আকবার থেকে বর্ণনা করেন যে-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ঈগল ও তার দুই ডানার মত মাহদী আল্লাহর জন্য বিনীত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অষ্টম অধ্যায়ে তিনি নাঈম ইবনে হেমাদ-এর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এবং তিনি তাউস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মাহদীর</w:t>
      </w:r>
      <w:r w:rsidRPr="009F36D3">
        <w:t xml:space="preserve"> </w:t>
      </w:r>
      <w:r w:rsidRPr="009F36D3">
        <w:rPr>
          <w:cs/>
          <w:lang w:bidi="bn-IN"/>
        </w:rPr>
        <w:t>নিদর্শনগুলোর মধ্যে একটি হলো সে হবে তার কর্মকর্তাদের সাথে কঠোর</w:t>
      </w:r>
      <w:r w:rsidRPr="009F36D3">
        <w:t xml:space="preserve"> </w:t>
      </w:r>
      <w:r w:rsidRPr="009F36D3">
        <w:rPr>
          <w:cs/>
          <w:lang w:bidi="bn-IN"/>
        </w:rPr>
        <w:t>নিয়মের অনুসারী এবং দরিদ্রদের সাথে উদার ও দয়ালু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নবম অধ্যায়ের তৃতীয় অংশে তিনি নাঈম ইবনে</w:t>
      </w:r>
      <w:r w:rsidRPr="009F36D3">
        <w:t xml:space="preserve"> </w:t>
      </w:r>
      <w:r w:rsidRPr="009F36D3">
        <w:rPr>
          <w:cs/>
          <w:lang w:bidi="bn-IN"/>
        </w:rPr>
        <w:t xml:space="preserve">হেমাদ-এর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আবু রুমিয়াহ থেকে বর্ণনা করেন-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দরিদ্রদের প্রতি দয়া প্রদর্শন করবেন এবং তাদের গায়ে হাত</w:t>
      </w:r>
      <w:r w:rsidRPr="009F36D3">
        <w:t xml:space="preserve"> </w:t>
      </w:r>
      <w:r w:rsidRPr="009F36D3">
        <w:rPr>
          <w:cs/>
          <w:lang w:bidi="bn-IN"/>
        </w:rPr>
        <w:t>বুলিয়ে দিবেন।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AA6375">
      <w:pPr>
        <w:pStyle w:val="libNormal"/>
      </w:pPr>
      <w:r w:rsidRPr="009F36D3">
        <w:rPr>
          <w:cs/>
          <w:lang w:bidi="bn-IN"/>
        </w:rPr>
        <w:t>একই বইয়ের নবম অধ্যায়ের তৃতীয় অংশে তিনি হোসেইন ইবনে</w:t>
      </w:r>
      <w:r w:rsidRPr="009F36D3">
        <w:t xml:space="preserve"> </w:t>
      </w:r>
      <w:r w:rsidRPr="009F36D3">
        <w:rPr>
          <w:cs/>
          <w:lang w:bidi="bn-IN"/>
        </w:rPr>
        <w:t>আলী (আঃ) থেকে বর্ণনা করেন-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যখন মাহদী আবির্ভূত হবে তার এবং আরব ও কুরাইশদের</w:t>
      </w:r>
      <w:r w:rsidRPr="009F36D3">
        <w:t xml:space="preserve"> </w:t>
      </w:r>
      <w:r w:rsidRPr="009F36D3">
        <w:rPr>
          <w:cs/>
          <w:lang w:bidi="bn-IN"/>
        </w:rPr>
        <w:t>মধ্যে আর কিছু ফয়সালাকারী হবে না তরবারী ছাড়া। কী কারণে</w:t>
      </w:r>
      <w:r w:rsidRPr="009F36D3">
        <w:t xml:space="preserve"> </w:t>
      </w:r>
      <w:r w:rsidRPr="009F36D3">
        <w:rPr>
          <w:cs/>
          <w:lang w:bidi="bn-IN"/>
        </w:rPr>
        <w:t>তারা হযরতের আবির্ভাব এর জন্য তাড়াহুড়া করছে</w:t>
      </w:r>
      <w:r w:rsidRPr="009F36D3">
        <w:t xml:space="preserve">? 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আল্লাহর কসম করে বলছি মাহদী মোটা ও জীর্ণ পোষাক ছাড়া</w:t>
      </w:r>
      <w:r w:rsidRPr="009F36D3">
        <w:t xml:space="preserve"> </w:t>
      </w:r>
      <w:r w:rsidRPr="009F36D3">
        <w:rPr>
          <w:cs/>
          <w:lang w:bidi="bn-IN"/>
        </w:rPr>
        <w:t>কিছু পড়বে না এবং বার্লির রুটি ছাড়া কিছু খাবে না এবং তার</w:t>
      </w:r>
      <w:r w:rsidRPr="009F36D3">
        <w:t xml:space="preserve"> </w:t>
      </w:r>
      <w:r w:rsidRPr="009F36D3">
        <w:rPr>
          <w:cs/>
          <w:lang w:bidi="bn-IN"/>
        </w:rPr>
        <w:t>তরবারীর নীচে মৃত্যু লুকিয়ে থাকবে।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Default="00594F59" w:rsidP="006E1E70">
      <w:pPr>
        <w:rPr>
          <w:lang w:bidi="bn-IN"/>
        </w:rPr>
      </w:pPr>
      <w:r>
        <w:rPr>
          <w:lang w:bidi="bn-IN"/>
        </w:rPr>
        <w:br w:type="page"/>
      </w:r>
    </w:p>
    <w:p w:rsidR="005A057D" w:rsidRPr="009F36D3" w:rsidRDefault="005A057D" w:rsidP="00594F59">
      <w:pPr>
        <w:pStyle w:val="Heading2Center"/>
      </w:pPr>
      <w:bookmarkStart w:id="76" w:name="_Toc451691991"/>
      <w:r w:rsidRPr="009F36D3">
        <w:rPr>
          <w:cs/>
          <w:lang w:bidi="bn-IN"/>
        </w:rPr>
        <w:lastRenderedPageBreak/>
        <w:t>ধর্ম মাহদীতে (আঃ) গিয়ে শেষ হবে</w:t>
      </w:r>
      <w:bookmarkEnd w:id="76"/>
      <w:r w:rsidRPr="009F36D3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Pr="009F36D3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প্রথম অধ্যায়ে একদল হাদীস</w:t>
      </w:r>
      <w:r w:rsidRPr="009F36D3">
        <w:t xml:space="preserve"> </w:t>
      </w:r>
      <w:r w:rsidRPr="009F36D3">
        <w:rPr>
          <w:cs/>
          <w:lang w:bidi="bn-IN"/>
        </w:rPr>
        <w:t>বিশেষজ্ঞ যেমন</w:t>
      </w:r>
      <w:r w:rsidRPr="009F36D3">
        <w:t xml:space="preserve">, </w:t>
      </w:r>
      <w:r w:rsidRPr="009F36D3">
        <w:rPr>
          <w:cs/>
          <w:lang w:bidi="bn-IN"/>
        </w:rPr>
        <w:t>আবুল ক্বাসিম তাবারানি</w:t>
      </w:r>
      <w:r w:rsidRPr="009F36D3">
        <w:t xml:space="preserve">, </w:t>
      </w:r>
      <w:r w:rsidRPr="009F36D3">
        <w:rPr>
          <w:cs/>
          <w:lang w:bidi="bn-IN"/>
        </w:rPr>
        <w:t>আবু নাঈম ইসফাহানি</w:t>
      </w:r>
      <w:r w:rsidRPr="009F36D3">
        <w:t xml:space="preserve">, </w:t>
      </w:r>
      <w:r w:rsidRPr="009F36D3">
        <w:rPr>
          <w:cs/>
          <w:lang w:bidi="bn-IN"/>
        </w:rPr>
        <w:t>আব্দুর</w:t>
      </w:r>
      <w:r w:rsidRPr="009F36D3">
        <w:t xml:space="preserve"> </w:t>
      </w:r>
      <w:r w:rsidRPr="009F36D3">
        <w:rPr>
          <w:cs/>
          <w:lang w:bidi="bn-IN"/>
        </w:rPr>
        <w:t>রহমান ইবনে হাতিম এবং আবু আব্দুল্লাহ নাঈম ইবনে হেমাদ এবং</w:t>
      </w:r>
      <w:r w:rsidRPr="009F36D3">
        <w:t xml:space="preserve"> </w:t>
      </w:r>
      <w:r w:rsidRPr="009F36D3">
        <w:rPr>
          <w:cs/>
          <w:lang w:bidi="bn-IN"/>
        </w:rPr>
        <w:t>অন্যান্য থেকে বর্ণনা করেন যে আমিরুল মুমিনীন আলী (আঃ) বলেছেন-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আমি রাসূলুল্লাহ (সাঃ) কে জিজ্ঞেস করলাম-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 রাসূলুল্লাহ</w:t>
      </w:r>
      <w:r w:rsidRPr="009F36D3">
        <w:t xml:space="preserve">, </w:t>
      </w:r>
      <w:r w:rsidRPr="009F36D3">
        <w:rPr>
          <w:cs/>
          <w:lang w:bidi="bn-IN"/>
        </w:rPr>
        <w:t>মাহদী কি</w:t>
      </w:r>
      <w:r w:rsidRPr="009F36D3">
        <w:t xml:space="preserve"> </w:t>
      </w:r>
      <w:r w:rsidRPr="009F36D3">
        <w:rPr>
          <w:cs/>
          <w:lang w:bidi="bn-IN"/>
        </w:rPr>
        <w:t>আমাদের বংশ থেকে (আসবে) নাকি অন্যদের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প্রকৃত ব্যাপার হলো সে আমাদের থেকে আসবে। আল্লাহ</w:t>
      </w:r>
      <w:r w:rsidRPr="009F36D3">
        <w:t xml:space="preserve"> </w:t>
      </w:r>
      <w:r w:rsidRPr="009F36D3">
        <w:rPr>
          <w:cs/>
          <w:lang w:bidi="bn-IN"/>
        </w:rPr>
        <w:t>মাহদীতে ধর্মের সমাপ্তি টানবেন যেভাবে তিনি আমাদের মাধ্যমে তা শুরু</w:t>
      </w:r>
      <w:r w:rsidRPr="009F36D3">
        <w:t xml:space="preserve"> </w:t>
      </w:r>
      <w:r w:rsidRPr="009F36D3">
        <w:rPr>
          <w:cs/>
          <w:lang w:bidi="bn-IN"/>
        </w:rPr>
        <w:t>করেছিলেন।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>একই বইয়ের সপ্তম অধ্যায়ে পূর্ববর্তী বর্ণনাকারীদের কাছ থেকে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 যে আলী ইবনে আবি তালিব (আঃ)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(সাঃ)-কে জিজ্ঞেস করলাম। মাহদী কি আমাদের থেকে</w:t>
      </w:r>
      <w:r w:rsidRPr="009F36D3">
        <w:t xml:space="preserve">, </w:t>
      </w:r>
      <w:r w:rsidRPr="009F36D3">
        <w:rPr>
          <w:cs/>
          <w:lang w:bidi="bn-IN"/>
        </w:rPr>
        <w:t>মোহাম্মাদের বংশধর নাকি অন্যদের থেকে</w:t>
      </w:r>
      <w:r w:rsidRPr="009F36D3">
        <w:t xml:space="preserve">? </w:t>
      </w:r>
      <w:r w:rsidRPr="009F36D3">
        <w:rPr>
          <w:cs/>
          <w:lang w:bidi="bn-IN"/>
        </w:rPr>
        <w:t xml:space="preserve">তিনি উত্তর দিলেন-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প্রকৃত</w:t>
      </w:r>
      <w:r w:rsidRPr="009F36D3">
        <w:t xml:space="preserve"> </w:t>
      </w:r>
      <w:r w:rsidRPr="009F36D3">
        <w:rPr>
          <w:cs/>
          <w:lang w:bidi="bn-IN"/>
        </w:rPr>
        <w:t>ব্যাপার হলো সে আমাদের কাছ থেকে আসবে। আল্লাহ ধর্মের সমাপ্তি</w:t>
      </w:r>
      <w:r w:rsidRPr="009F36D3">
        <w:t xml:space="preserve"> </w:t>
      </w:r>
      <w:r w:rsidRPr="009F36D3">
        <w:rPr>
          <w:cs/>
          <w:lang w:bidi="bn-IN"/>
        </w:rPr>
        <w:t>টানবেন মাহদীতে ঠিক যেভাবে তিনি তা আমাদের মাধ্যমে শুরু</w:t>
      </w:r>
      <w:r w:rsidRPr="009F36D3">
        <w:t xml:space="preserve"> </w:t>
      </w:r>
      <w:r w:rsidRPr="009F36D3">
        <w:rPr>
          <w:cs/>
          <w:lang w:bidi="bn-IN"/>
        </w:rPr>
        <w:t>করেছিলেন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AA6375">
      <w:pPr>
        <w:pStyle w:val="libNormal"/>
      </w:pPr>
      <w:r w:rsidRPr="0052468C">
        <w:rPr>
          <w:cs/>
          <w:lang w:bidi="bn-IN"/>
        </w:rPr>
        <w:t>একই বইয়ের একই অধ্যায়ে লেখক হাফেয আবু বকর বায়হাক্বী</w:t>
      </w:r>
      <w:r w:rsidRPr="0052468C">
        <w:t xml:space="preserve"> </w:t>
      </w:r>
      <w:r w:rsidRPr="0052468C">
        <w:rPr>
          <w:cs/>
          <w:lang w:bidi="bn-IN"/>
        </w:rPr>
        <w:t>থেকে এবং তিনি আমিরুল মুমিনীন আলী ইবনে আবি তালিব (আঃ) থেকে</w:t>
      </w:r>
      <w:r w:rsidRPr="0052468C">
        <w:t xml:space="preserve"> </w:t>
      </w:r>
      <w:r w:rsidRPr="0052468C">
        <w:rPr>
          <w:cs/>
          <w:lang w:bidi="bn-IN"/>
        </w:rPr>
        <w:t>বর্ণনা করেন যে রাসূলুল্লাহ (সাঃ) বলেছেনঃ</w:t>
      </w:r>
      <w:r w:rsidRPr="0052468C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52468C">
        <w:rPr>
          <w:cs/>
          <w:lang w:bidi="bn-IN"/>
        </w:rPr>
        <w:t>মাহদী আমার বংশ থেকে</w:t>
      </w:r>
      <w:r w:rsidRPr="0052468C">
        <w:t xml:space="preserve">, </w:t>
      </w:r>
      <w:r w:rsidRPr="0052468C">
        <w:rPr>
          <w:cs/>
          <w:lang w:bidi="bn-IN"/>
        </w:rPr>
        <w:t>ধর্ম তার মাধ্যমে সমাপ্ত হবে ঠিক</w:t>
      </w:r>
      <w:r w:rsidRPr="0052468C">
        <w:t xml:space="preserve"> </w:t>
      </w:r>
      <w:r w:rsidRPr="0052468C">
        <w:rPr>
          <w:cs/>
          <w:lang w:bidi="bn-IN"/>
        </w:rPr>
        <w:t>যেভাবে তা আমাদের মাধ্যমে শুরু হয়েছিলো।</w:t>
      </w:r>
      <w:r w:rsidRPr="00AA6375">
        <w:rPr>
          <w:rStyle w:val="libAlaemChar"/>
        </w:rPr>
        <w:t>”</w:t>
      </w:r>
      <w:r w:rsidRPr="0052468C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ইবনে হাজার তার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সাওয়ায়েক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</w:t>
      </w:r>
      <w:r w:rsidRPr="009F36D3">
        <w:t xml:space="preserve"> </w:t>
      </w:r>
      <w:r w:rsidRPr="009F36D3">
        <w:rPr>
          <w:cs/>
          <w:lang w:bidi="bn-IN"/>
        </w:rPr>
        <w:t>৯৭ পৃষ্ঠায় আবুল কাসিম</w:t>
      </w:r>
      <w:r w:rsidRPr="009F36D3">
        <w:t xml:space="preserve"> </w:t>
      </w:r>
      <w:r w:rsidRPr="009F36D3">
        <w:rPr>
          <w:cs/>
          <w:lang w:bidi="bn-IN"/>
        </w:rPr>
        <w:t>তাবারানি থেকে বর্ণনা করেন যে রাসূলুল্লাহ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আমাদের থেকে। ধর্ম সমাপ্ত হবে তার মাধ্যমে ঠিক</w:t>
      </w:r>
      <w:r w:rsidRPr="009F36D3">
        <w:t xml:space="preserve"> </w:t>
      </w:r>
      <w:r w:rsidRPr="009F36D3">
        <w:rPr>
          <w:cs/>
          <w:lang w:bidi="bn-IN"/>
        </w:rPr>
        <w:t>যেভাবে তা আমাদের মাধ্যমে শুরু হয়েছিলো।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lastRenderedPageBreak/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১৪৮ পৃষ্ঠায় তাবরানি থেকে বর্ণনা করেছেন</w:t>
      </w:r>
      <w:r w:rsidRPr="009F36D3">
        <w:t xml:space="preserve"> </w:t>
      </w:r>
      <w:r w:rsidRPr="009F36D3">
        <w:rPr>
          <w:cs/>
          <w:lang w:bidi="bn-IN"/>
        </w:rPr>
        <w:t>যে রাসূলুল্লাহ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আমাদের বংশ থেকে। ধর্ম তার মাধ্যমে সমাপ্ত হবে ঠিক</w:t>
      </w:r>
      <w:r w:rsidRPr="009F36D3">
        <w:t xml:space="preserve"> </w:t>
      </w:r>
      <w:r w:rsidRPr="009F36D3">
        <w:rPr>
          <w:cs/>
          <w:lang w:bidi="bn-IN"/>
        </w:rPr>
        <w:t>যেভাবে তা আমাদের মাধ্যমে শুরু হয়েছিলো।</w:t>
      </w:r>
      <w:r w:rsidRPr="00AA6375">
        <w:rPr>
          <w:rStyle w:val="libAlaemChar"/>
        </w:rPr>
        <w:t>”</w:t>
      </w:r>
    </w:p>
    <w:p w:rsidR="00594F59" w:rsidRDefault="00594F59" w:rsidP="006E1E70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5A057D" w:rsidRPr="00B774A5" w:rsidRDefault="005A057D" w:rsidP="00594F59">
      <w:pPr>
        <w:pStyle w:val="Heading2Center"/>
      </w:pPr>
      <w:bookmarkStart w:id="77" w:name="_Toc451691992"/>
      <w:r w:rsidRPr="00B774A5">
        <w:rPr>
          <w:cs/>
          <w:lang w:bidi="bn-IN"/>
        </w:rPr>
        <w:lastRenderedPageBreak/>
        <w:t>ইহুদী ও খৃষ্টানরা</w:t>
      </w:r>
      <w:bookmarkEnd w:id="77"/>
      <w:r w:rsidRPr="00B774A5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সপ্তম অধ্যায়ে নাঈম ইবনে হেমাদ-</w:t>
      </w:r>
      <w:r w:rsidRPr="009F36D3">
        <w:t xml:space="preserve"> </w:t>
      </w:r>
      <w:r w:rsidRPr="009F36D3">
        <w:rPr>
          <w:cs/>
          <w:lang w:bidi="bn-IN"/>
        </w:rPr>
        <w:t xml:space="preserve">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সুলাইমান ইবনে ঈসা থেকে একটি হাদীস</w:t>
      </w:r>
      <w:r w:rsidRPr="009F36D3">
        <w:t xml:space="preserve"> </w:t>
      </w:r>
      <w:r w:rsidRPr="009F36D3">
        <w:rPr>
          <w:cs/>
          <w:lang w:bidi="bn-IN"/>
        </w:rPr>
        <w:t xml:space="preserve">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আমার কাছে সংবাদ </w:t>
      </w:r>
      <w:r>
        <w:rPr>
          <w:cs/>
          <w:lang w:bidi="bn-IN"/>
        </w:rPr>
        <w:t>পৌছেছে</w:t>
      </w:r>
      <w:r w:rsidRPr="009F36D3">
        <w:rPr>
          <w:cs/>
          <w:lang w:bidi="bn-IN"/>
        </w:rPr>
        <w:t xml:space="preserve"> যে তাবারিয়া হৃদ থেকে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অঙ্গীকার-এর নৌকা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বের করে আনা হবে। </w:t>
      </w:r>
      <w:r>
        <w:rPr>
          <w:cs/>
          <w:lang w:bidi="bn-IN"/>
        </w:rPr>
        <w:t>নৌকাটি বহন করে বায়তুল</w:t>
      </w:r>
      <w:r w:rsidRPr="009F36D3">
        <w:t xml:space="preserve"> </w:t>
      </w:r>
      <w:r w:rsidRPr="009F36D3">
        <w:rPr>
          <w:cs/>
          <w:lang w:bidi="bn-IN"/>
        </w:rPr>
        <w:t xml:space="preserve">মুকাদ্দাসের সামনে </w:t>
      </w:r>
      <w:r w:rsidRPr="00B774A5">
        <w:rPr>
          <w:cs/>
          <w:lang w:bidi="bn-IN"/>
        </w:rPr>
        <w:t>স্থাপন</w:t>
      </w:r>
      <w:r w:rsidRPr="009F36D3">
        <w:t xml:space="preserve"> </w:t>
      </w:r>
      <w:r w:rsidRPr="009F36D3">
        <w:rPr>
          <w:cs/>
          <w:lang w:bidi="bn-IN"/>
        </w:rPr>
        <w:t xml:space="preserve">করা হবে। একদল ইহুদী তা </w:t>
      </w:r>
      <w:r>
        <w:rPr>
          <w:cs/>
          <w:lang w:bidi="bn-IN"/>
        </w:rPr>
        <w:t>প্রত্যক্ষ</w:t>
      </w:r>
      <w:r w:rsidRPr="009F36D3">
        <w:rPr>
          <w:cs/>
          <w:lang w:bidi="bn-IN"/>
        </w:rPr>
        <w:t xml:space="preserve"> করবে</w:t>
      </w:r>
      <w:r w:rsidRPr="009F36D3">
        <w:t xml:space="preserve"> </w:t>
      </w:r>
      <w:r w:rsidRPr="009F36D3">
        <w:rPr>
          <w:cs/>
          <w:lang w:bidi="bn-IN"/>
        </w:rPr>
        <w:t>এবং তারা আত্মসমপর্ণ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একই বইয়ের তৃতীয় অধ্যায়ে লেখক বলেন- কোন কোন হাদীসে</w:t>
      </w:r>
      <w:r w:rsidRPr="009F36D3">
        <w:t xml:space="preserve"> </w:t>
      </w:r>
      <w:r w:rsidRPr="009F36D3">
        <w:rPr>
          <w:cs/>
          <w:lang w:bidi="bn-IN"/>
        </w:rPr>
        <w:t xml:space="preserve">এটি বলা হয়েছে-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 কারণে মাহদীকে মাহদী বলা হয় তা হলো তাকে</w:t>
      </w:r>
      <w:r w:rsidRPr="009F36D3">
        <w:t xml:space="preserve"> </w:t>
      </w:r>
      <w:r w:rsidRPr="0052468C">
        <w:rPr>
          <w:cs/>
          <w:lang w:bidi="bn-IN"/>
        </w:rPr>
        <w:t>তাওরাতের দিকে পরিচালিত করা হবে এবং তিনি তা সিরিয়ার পাহাড়</w:t>
      </w:r>
      <w:r w:rsidRPr="0052468C">
        <w:t xml:space="preserve"> </w:t>
      </w:r>
      <w:r w:rsidRPr="0052468C">
        <w:rPr>
          <w:cs/>
          <w:lang w:bidi="bn-IN"/>
        </w:rPr>
        <w:t>থেকে বের করে আনবেন। তিনি ইহুদীদের সেই কিতাবের দিকে আহবান</w:t>
      </w:r>
      <w:r w:rsidRPr="0052468C">
        <w:t xml:space="preserve"> </w:t>
      </w:r>
      <w:r w:rsidRPr="0052468C">
        <w:rPr>
          <w:cs/>
          <w:lang w:bidi="bn-IN"/>
        </w:rPr>
        <w:t>করবেন এবং একদল তাওরাতের প্রতি আত্মসমর্পণ করবে।</w:t>
      </w:r>
      <w:r w:rsidRPr="00AA6375">
        <w:rPr>
          <w:rStyle w:val="libAlaemChar"/>
        </w:rPr>
        <w:t>”</w:t>
      </w:r>
      <w:r w:rsidRPr="0052468C">
        <w:t xml:space="preserve"> </w:t>
      </w:r>
    </w:p>
    <w:p w:rsidR="005A057D" w:rsidRPr="0052468C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52468C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52468C">
        <w:t>-</w:t>
      </w:r>
      <w:r w:rsidRPr="0052468C">
        <w:rPr>
          <w:cs/>
          <w:lang w:bidi="bn-IN"/>
        </w:rPr>
        <w:t>এর লেখক বলেন- আবু আমারা মাদায়েনি তার</w:t>
      </w:r>
      <w:r w:rsidRPr="0052468C">
        <w:t xml:space="preserve"> </w:t>
      </w:r>
      <w:r w:rsidRPr="00AA6375">
        <w:rPr>
          <w:rStyle w:val="libAlaemChar"/>
        </w:rPr>
        <w:t>‘</w:t>
      </w:r>
      <w:r w:rsidRPr="0052468C">
        <w:rPr>
          <w:cs/>
          <w:lang w:bidi="bn-IN"/>
        </w:rPr>
        <w:t>সুনান</w:t>
      </w:r>
      <w:r w:rsidRPr="00AA6375">
        <w:rPr>
          <w:rStyle w:val="libAlaemChar"/>
        </w:rPr>
        <w:t>’</w:t>
      </w:r>
      <w:r w:rsidRPr="0052468C">
        <w:t>-</w:t>
      </w:r>
      <w:r>
        <w:rPr>
          <w:cs/>
          <w:lang w:bidi="bn-IN"/>
        </w:rPr>
        <w:t>এ</w:t>
      </w:r>
      <w:r w:rsidRPr="0052468C">
        <w:rPr>
          <w:cs/>
          <w:lang w:bidi="bn-IN"/>
        </w:rPr>
        <w:t xml:space="preserve"> বলেছেন- </w:t>
      </w:r>
      <w:r w:rsidRPr="00AA6375">
        <w:rPr>
          <w:rStyle w:val="libAlaemChar"/>
        </w:rPr>
        <w:t>“</w:t>
      </w:r>
      <w:r w:rsidRPr="0052468C">
        <w:rPr>
          <w:cs/>
          <w:lang w:bidi="bn-IN"/>
        </w:rPr>
        <w:t>মাহদীকে মাহদী বলা হয় এ কারণে যে তাকে</w:t>
      </w:r>
      <w:r w:rsidRPr="0052468C">
        <w:t xml:space="preserve"> </w:t>
      </w:r>
      <w:r w:rsidRPr="0052468C">
        <w:rPr>
          <w:cs/>
          <w:lang w:bidi="bn-IN"/>
        </w:rPr>
        <w:t>সিরিয়ার</w:t>
      </w:r>
      <w:r w:rsidRPr="009F36D3">
        <w:rPr>
          <w:cs/>
          <w:lang w:bidi="bn-IN"/>
        </w:rPr>
        <w:t xml:space="preserve"> পর্বতমালার দিকে পরিচালিত করা হবে এবং তিনি সেখান থেকে</w:t>
      </w:r>
      <w:r w:rsidRPr="009F36D3">
        <w:t xml:space="preserve"> </w:t>
      </w:r>
      <w:r w:rsidRPr="009F36D3">
        <w:rPr>
          <w:cs/>
          <w:lang w:bidi="bn-IN"/>
        </w:rPr>
        <w:t>তাওরাতের কিতাবগুলো বের করে আনবেন। তিনি ইহুদীদের সাথে</w:t>
      </w:r>
      <w:r w:rsidRPr="009F36D3">
        <w:t xml:space="preserve"> </w:t>
      </w:r>
      <w:r w:rsidRPr="009F36D3">
        <w:rPr>
          <w:cs/>
          <w:lang w:bidi="bn-IN"/>
        </w:rPr>
        <w:t>তাওরাতের মাধ্যমে বিতর্ক করবেন ও যুক্তি উপস্থাপন করবেন এবং</w:t>
      </w:r>
      <w:r w:rsidRPr="009F36D3">
        <w:t xml:space="preserve"> </w:t>
      </w:r>
      <w:r w:rsidRPr="009F36D3">
        <w:rPr>
          <w:cs/>
          <w:lang w:bidi="bn-IN"/>
        </w:rPr>
        <w:t>ইহুদীদের একটি দল তার কাছে আত্মসমর্পণ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১৫৩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</w:t>
      </w:r>
      <w:r w:rsidRPr="009F36D3">
        <w:t xml:space="preserve"> </w:t>
      </w:r>
      <w:r w:rsidRPr="009F36D3">
        <w:rPr>
          <w:cs/>
          <w:lang w:bidi="bn-IN"/>
        </w:rPr>
        <w:t>অঙ্গীকার-এর নৌকা এবং তাওরাতের কিতাবগুলোকে যথা</w:t>
      </w:r>
      <w:r>
        <w:rPr>
          <w:cs/>
          <w:lang w:bidi="bn-IN"/>
        </w:rPr>
        <w:t>ক্র</w:t>
      </w:r>
      <w:r w:rsidRPr="009F36D3">
        <w:rPr>
          <w:cs/>
          <w:lang w:bidi="bn-IN"/>
        </w:rPr>
        <w:t>মে</w:t>
      </w:r>
      <w:r w:rsidRPr="009F36D3">
        <w:t xml:space="preserve"> </w:t>
      </w:r>
      <w:r w:rsidRPr="009F36D3">
        <w:rPr>
          <w:cs/>
          <w:lang w:bidi="bn-IN"/>
        </w:rPr>
        <w:t>আনথাকিয়ার গুহা থেকে এবং সিরিয়ার পাহাড় থেকে বের করে আনবেন।</w:t>
      </w:r>
      <w:r w:rsidRPr="009F36D3">
        <w:t xml:space="preserve"> </w:t>
      </w:r>
      <w:r w:rsidRPr="009F36D3">
        <w:rPr>
          <w:cs/>
          <w:lang w:bidi="bn-IN"/>
        </w:rPr>
        <w:t>তিনি ইহুদীদের সাথে তাওরাতের মাধ্যমে বিতর্ক করবেন এবং ইহুদীদের</w:t>
      </w:r>
      <w:r w:rsidRPr="009F36D3">
        <w:t xml:space="preserve"> </w:t>
      </w:r>
      <w:r w:rsidRPr="009F36D3">
        <w:rPr>
          <w:cs/>
          <w:lang w:bidi="bn-IN"/>
        </w:rPr>
        <w:t>একটি বিরাট দল তার কাছে আত্মসমর্পণ করবে।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র লেখক ৪৭৬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মেশকাত আল</w:t>
      </w:r>
      <w:r w:rsidRPr="009F36D3">
        <w:t xml:space="preserve"> </w:t>
      </w:r>
      <w:r w:rsidRPr="009F36D3">
        <w:rPr>
          <w:cs/>
          <w:lang w:bidi="bn-IN"/>
        </w:rPr>
        <w:t>মাসাবীহ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লেখক থেকে এবং তিনি আবু হুরায়রা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ঈসা ইবনে মারইয়াম অবতরণ করবেন এবং ন্যায়পরায়নতার</w:t>
      </w:r>
      <w:r w:rsidRPr="009F36D3">
        <w:t xml:space="preserve"> </w:t>
      </w:r>
      <w:r w:rsidRPr="009F36D3">
        <w:rPr>
          <w:cs/>
          <w:lang w:bidi="bn-IN"/>
        </w:rPr>
        <w:t xml:space="preserve">সাথে বিচার করবেন। তিনি </w:t>
      </w:r>
      <w:r>
        <w:rPr>
          <w:cs/>
          <w:lang w:bidi="bn-IN"/>
        </w:rPr>
        <w:t>ক্রু</w:t>
      </w:r>
      <w:r w:rsidRPr="009F36D3">
        <w:rPr>
          <w:cs/>
          <w:lang w:bidi="bn-IN"/>
        </w:rPr>
        <w:t>শ ধ্বংস করবেন এবং শুকরের</w:t>
      </w:r>
      <w:r w:rsidRPr="009F36D3">
        <w:t xml:space="preserve"> </w:t>
      </w:r>
      <w:r w:rsidRPr="009F36D3">
        <w:rPr>
          <w:cs/>
          <w:lang w:bidi="bn-IN"/>
        </w:rPr>
        <w:t xml:space="preserve">গোশত নিষিদ্ধ </w:t>
      </w:r>
      <w:r>
        <w:rPr>
          <w:cs/>
          <w:lang w:bidi="bn-IN"/>
        </w:rPr>
        <w:t>করবেন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তিনি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জিযিয়া কর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বাতিল করবেন। কম বয়সী উটগুলোকে মুক্ত করে দিবেন এবং</w:t>
      </w:r>
      <w:r w:rsidRPr="009F36D3">
        <w:t xml:space="preserve"> </w:t>
      </w:r>
      <w:r w:rsidRPr="009F36D3">
        <w:rPr>
          <w:cs/>
          <w:lang w:bidi="bn-IN"/>
        </w:rPr>
        <w:t>তাদের উপর আরোহণ করবেন না। তিনি শত্রুতা উচ্ছেদ করবেন</w:t>
      </w:r>
      <w:r w:rsidRPr="009F36D3">
        <w:t xml:space="preserve"> </w:t>
      </w:r>
      <w:r w:rsidRPr="009F36D3">
        <w:rPr>
          <w:cs/>
          <w:lang w:bidi="bn-IN"/>
        </w:rPr>
        <w:t>এবং বিদ্বেষ</w:t>
      </w:r>
      <w:r w:rsidRPr="009F36D3">
        <w:t xml:space="preserve">, </w:t>
      </w:r>
      <w:r w:rsidRPr="009F36D3">
        <w:rPr>
          <w:cs/>
          <w:lang w:bidi="bn-IN"/>
        </w:rPr>
        <w:t>ঘৃণা এবং ঈর্ষা ধ্বংস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Default="005A057D" w:rsidP="005A057D">
      <w:pPr>
        <w:pStyle w:val="libNormal"/>
      </w:pPr>
      <w:r w:rsidRPr="009F36D3">
        <w:rPr>
          <w:cs/>
          <w:lang w:bidi="bn-IN"/>
        </w:rPr>
        <w:t xml:space="preserve">এ বইয়ের লেখক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জিযিয়া বাতিল করবেন অর্থ সবাই ইসলামের</w:t>
      </w:r>
      <w:r w:rsidRPr="009F36D3">
        <w:t xml:space="preserve"> </w:t>
      </w:r>
      <w:r w:rsidRPr="009F36D3">
        <w:rPr>
          <w:cs/>
          <w:lang w:bidi="bn-IN"/>
        </w:rPr>
        <w:t xml:space="preserve">অনুসারী হয়ে যাওয়ার কারণে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জিযিয়া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থাকবে না ঠিক সে অর্থে যে তিনি</w:t>
      </w:r>
      <w:r w:rsidRPr="009F36D3">
        <w:t xml:space="preserve"> </w:t>
      </w:r>
      <w:r>
        <w:rPr>
          <w:cs/>
          <w:lang w:bidi="bn-IN"/>
        </w:rPr>
        <w:t>ক্রু</w:t>
      </w:r>
      <w:r w:rsidRPr="009F36D3">
        <w:rPr>
          <w:cs/>
          <w:lang w:bidi="bn-IN"/>
        </w:rPr>
        <w:t>শ ধ্বংস করবেন। এছাড়া শত্রুতা</w:t>
      </w:r>
      <w:r w:rsidRPr="009F36D3">
        <w:t xml:space="preserve">, </w:t>
      </w:r>
      <w:r w:rsidRPr="009F36D3">
        <w:rPr>
          <w:cs/>
          <w:lang w:bidi="bn-IN"/>
        </w:rPr>
        <w:t xml:space="preserve">বিদ্বেষ ও </w:t>
      </w:r>
      <w:r>
        <w:rPr>
          <w:cs/>
          <w:lang w:bidi="bn-IN"/>
        </w:rPr>
        <w:t>ঘৃ</w:t>
      </w:r>
      <w:r w:rsidRPr="009F36D3">
        <w:rPr>
          <w:cs/>
          <w:lang w:bidi="bn-IN"/>
        </w:rPr>
        <w:t>ণা এবং ঈর্ষা ঈসা ইবনে</w:t>
      </w:r>
      <w:r w:rsidRPr="009F36D3">
        <w:t xml:space="preserve"> </w:t>
      </w:r>
      <w:r w:rsidRPr="009F36D3">
        <w:rPr>
          <w:cs/>
          <w:lang w:bidi="bn-IN"/>
        </w:rPr>
        <w:t xml:space="preserve">মরিয়মের অবতরণের বরকতে </w:t>
      </w:r>
      <w:r>
        <w:rPr>
          <w:cs/>
          <w:lang w:bidi="bn-IN"/>
        </w:rPr>
        <w:t>দূর</w:t>
      </w:r>
      <w:r w:rsidRPr="009F36D3">
        <w:rPr>
          <w:cs/>
          <w:lang w:bidi="bn-IN"/>
        </w:rPr>
        <w:t xml:space="preserve"> হয়ে যাবে।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Pr="006E1E70" w:rsidRDefault="00594F59" w:rsidP="006E1E70">
      <w:pPr>
        <w:rPr>
          <w:rtl/>
          <w:cs/>
        </w:rPr>
      </w:pPr>
      <w:r>
        <w:br w:type="page"/>
      </w:r>
    </w:p>
    <w:p w:rsidR="005A057D" w:rsidRPr="00B774A5" w:rsidRDefault="005A057D" w:rsidP="00594F59">
      <w:pPr>
        <w:pStyle w:val="Heading2Center"/>
      </w:pPr>
      <w:bookmarkStart w:id="78" w:name="_Toc451691993"/>
      <w:r w:rsidRPr="00B774A5">
        <w:rPr>
          <w:cs/>
          <w:lang w:bidi="bn-IN"/>
        </w:rPr>
        <w:lastRenderedPageBreak/>
        <w:t>শুধু ইসলাম ধর্ম থাকবে</w:t>
      </w:r>
      <w:bookmarkEnd w:id="78"/>
      <w:r w:rsidRPr="00B774A5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দ্বিতীয় অধ্যায়ে আবুল হাসান রাবঈ</w:t>
      </w:r>
      <w:r w:rsidRPr="009F36D3">
        <w:t xml:space="preserve"> </w:t>
      </w:r>
      <w:r w:rsidRPr="009F36D3">
        <w:rPr>
          <w:cs/>
          <w:lang w:bidi="bn-IN"/>
        </w:rPr>
        <w:t>মালেকি থেকে এবং তিনি হুযাইফা ইবনে ইয়ামানী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মাহদী</w:t>
      </w:r>
      <w:r w:rsidRPr="009F36D3">
        <w:t xml:space="preserve">, </w:t>
      </w:r>
      <w:r w:rsidRPr="009F36D3">
        <w:rPr>
          <w:cs/>
          <w:lang w:bidi="bn-IN"/>
        </w:rPr>
        <w:t>তার উপাধি ও তার বায়াত গ্রহণের স্থান</w:t>
      </w:r>
      <w:r w:rsidRPr="009F36D3">
        <w:t xml:space="preserve"> </w:t>
      </w:r>
      <w:r w:rsidRPr="009F36D3">
        <w:rPr>
          <w:cs/>
          <w:lang w:bidi="bn-IN"/>
        </w:rPr>
        <w:t>সম্পর্কে</w:t>
      </w:r>
      <w:r w:rsidRPr="009F36D3">
        <w:t xml:space="preserve"> </w:t>
      </w:r>
      <w:r w:rsidRPr="009F36D3">
        <w:rPr>
          <w:cs/>
          <w:lang w:bidi="bn-IN"/>
        </w:rPr>
        <w:t>বলতে গিয়ে বলেনঃ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আল্লাহ মাহদীর মাধ্যমে ধ</w:t>
      </w:r>
      <w:r>
        <w:rPr>
          <w:cs/>
          <w:lang w:bidi="bn-IN"/>
        </w:rPr>
        <w:t>র্মকে</w:t>
      </w:r>
      <w:r w:rsidRPr="009F36D3">
        <w:rPr>
          <w:cs/>
          <w:lang w:bidi="bn-IN"/>
        </w:rPr>
        <w:t xml:space="preserve"> </w:t>
      </w:r>
      <w:r>
        <w:rPr>
          <w:cs/>
          <w:lang w:bidi="bn-IN"/>
        </w:rPr>
        <w:t>পু</w:t>
      </w:r>
      <w:r w:rsidRPr="009F36D3">
        <w:rPr>
          <w:cs/>
          <w:lang w:bidi="bn-IN"/>
        </w:rPr>
        <w:t>নঃ</w:t>
      </w:r>
      <w:r>
        <w:rPr>
          <w:cs/>
          <w:lang w:bidi="bn-IN"/>
        </w:rPr>
        <w:t>প্র</w:t>
      </w:r>
      <w:r w:rsidRPr="009F36D3">
        <w:rPr>
          <w:cs/>
          <w:lang w:bidi="bn-IN"/>
        </w:rPr>
        <w:t>তিষ্ঠি</w:t>
      </w:r>
      <w:r>
        <w:rPr>
          <w:cs/>
          <w:lang w:bidi="bn-IN"/>
        </w:rPr>
        <w:t>ত</w:t>
      </w:r>
      <w:r w:rsidRPr="009F36D3">
        <w:rPr>
          <w:cs/>
          <w:lang w:bidi="bn-IN"/>
        </w:rPr>
        <w:t xml:space="preserve"> করবেন এবং</w:t>
      </w:r>
      <w:r w:rsidRPr="009F36D3">
        <w:t xml:space="preserve"> </w:t>
      </w:r>
      <w:r w:rsidRPr="009F36D3">
        <w:rPr>
          <w:cs/>
          <w:lang w:bidi="bn-IN"/>
        </w:rPr>
        <w:t xml:space="preserve">তাকে বিজয় দান করবেন। তখন যারা বলবে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আল্লাহ ছাড়া কোন</w:t>
      </w:r>
      <w:r w:rsidRPr="009F36D3">
        <w:t xml:space="preserve"> </w:t>
      </w:r>
      <w:r w:rsidRPr="009F36D3">
        <w:rPr>
          <w:cs/>
          <w:lang w:bidi="bn-IN"/>
        </w:rPr>
        <w:t>ইলাহ নেই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তারা ছাড়া পৃথিবী</w:t>
      </w:r>
      <w:r>
        <w:rPr>
          <w:cs/>
          <w:lang w:bidi="bn-IN"/>
        </w:rPr>
        <w:t>তে</w:t>
      </w:r>
      <w:r w:rsidRPr="009F36D3">
        <w:rPr>
          <w:cs/>
          <w:lang w:bidi="bn-IN"/>
        </w:rPr>
        <w:t xml:space="preserve"> আর কেউ থাকবে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লেখক ৪৭৬ পৃষ্ঠায় শেইখ মহিউদ্দীন</w:t>
      </w:r>
      <w:r w:rsidRPr="009F36D3">
        <w:t xml:space="preserve"> </w:t>
      </w:r>
      <w:r w:rsidRPr="009F36D3">
        <w:rPr>
          <w:cs/>
          <w:lang w:bidi="bn-IN"/>
        </w:rPr>
        <w:t xml:space="preserve">আল আরাবীর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ফুতুহাতুল মাক্কিয়্যাহ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র ৩৬৬ অধ্যায়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>যে</w:t>
      </w:r>
      <w:r w:rsidRPr="009F36D3">
        <w:t xml:space="preserve">,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তখন আবির্ভূত হবেন যখন ধর্ম হারিয়ে যেতে থাকবে।</w:t>
      </w:r>
      <w:r w:rsidRPr="009F36D3">
        <w:t xml:space="preserve"> </w:t>
      </w:r>
      <w:r w:rsidRPr="009F36D3">
        <w:rPr>
          <w:cs/>
          <w:lang w:bidi="bn-IN"/>
        </w:rPr>
        <w:t>যারা তা গ্রহণ করবে না তাদেরকে হত্যা করা হবে এবং যে তার</w:t>
      </w:r>
      <w:r w:rsidRPr="009F36D3">
        <w:t xml:space="preserve"> </w:t>
      </w:r>
      <w:r w:rsidRPr="009F36D3">
        <w:rPr>
          <w:cs/>
          <w:lang w:bidi="bn-IN"/>
        </w:rPr>
        <w:t>সাথে বিতর্কে জড়িত হবে সে পরাজিত হবে। তিনি ধর্মের</w:t>
      </w:r>
      <w:r w:rsidRPr="009F36D3">
        <w:t xml:space="preserve"> </w:t>
      </w:r>
      <w:r w:rsidRPr="009F36D3">
        <w:rPr>
          <w:cs/>
          <w:lang w:bidi="bn-IN"/>
        </w:rPr>
        <w:t>বাস্তবতা প্রকাশ করবেন এমনভাবে যদি রাসূল (সাঃ) জীবিত</w:t>
      </w:r>
      <w:r w:rsidRPr="009F36D3">
        <w:t xml:space="preserve"> </w:t>
      </w:r>
      <w:r w:rsidRPr="009F36D3">
        <w:rPr>
          <w:cs/>
          <w:lang w:bidi="bn-IN"/>
        </w:rPr>
        <w:t>থাকতেন তিনিও এভাবেই বিচার করতেন। তিনি পৃথিবীর</w:t>
      </w:r>
      <w:r>
        <w:rPr>
          <w:lang w:bidi="bn-IN"/>
        </w:rPr>
        <w:t xml:space="preserve"> </w:t>
      </w:r>
      <w:r>
        <w:rPr>
          <w:cs/>
          <w:lang w:bidi="bn-IN"/>
        </w:rPr>
        <w:t>বুক</w:t>
      </w:r>
      <w:r w:rsidRPr="009F36D3">
        <w:t xml:space="preserve"> </w:t>
      </w:r>
      <w:r w:rsidRPr="009F36D3">
        <w:rPr>
          <w:cs/>
          <w:lang w:bidi="bn-IN"/>
        </w:rPr>
        <w:t>থেকে অন্য সব ধমর্কে উচ্ছেদ করে দিবেন। তখন সত্য ধর্ম ছাড়া</w:t>
      </w:r>
      <w:r w:rsidRPr="009F36D3">
        <w:t xml:space="preserve"> </w:t>
      </w:r>
      <w:r w:rsidRPr="009F36D3">
        <w:rPr>
          <w:cs/>
          <w:lang w:bidi="bn-IN"/>
        </w:rPr>
        <w:t>পৃথিবীতে আর কোন ধর্ম থাকবে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Pr="006E1E70" w:rsidRDefault="00594F59" w:rsidP="006E1E70">
      <w:r>
        <w:br w:type="page"/>
      </w:r>
    </w:p>
    <w:p w:rsidR="005A057D" w:rsidRDefault="005A057D" w:rsidP="00594F59">
      <w:pPr>
        <w:pStyle w:val="Heading2Center"/>
      </w:pPr>
      <w:bookmarkStart w:id="79" w:name="_Toc451691994"/>
      <w:r w:rsidRPr="00B774A5">
        <w:rPr>
          <w:cs/>
          <w:lang w:bidi="bn-IN"/>
        </w:rPr>
        <w:lastRenderedPageBreak/>
        <w:t>মাহদীর (আঃ) সংস্কার</w:t>
      </w:r>
      <w:bookmarkEnd w:id="79"/>
      <w:r w:rsidRPr="009F36D3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র লেখক ৪৮৬ পৃষ্ঠায়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হযরত আলী ইবনে মূসা আল রিদা এবং তিনি তার পিতা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যে রাসূলুল্লাহ (সাঃ) তার আহলে বায়েতের গুণাবলী এবং মেরাজ</w:t>
      </w:r>
      <w:r w:rsidRPr="009F36D3">
        <w:t xml:space="preserve"> </w:t>
      </w:r>
      <w:r w:rsidRPr="009F36D3">
        <w:rPr>
          <w:cs/>
          <w:lang w:bidi="bn-IN"/>
        </w:rPr>
        <w:t xml:space="preserve">সম্পর্কে বলার সময়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জিজ্ঞেস করলাম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আমার রব কারা</w:t>
      </w:r>
      <w:r w:rsidRPr="009F36D3">
        <w:t xml:space="preserve"> </w:t>
      </w:r>
      <w:r w:rsidRPr="009F36D3">
        <w:rPr>
          <w:cs/>
          <w:lang w:bidi="bn-IN"/>
        </w:rPr>
        <w:t>আমার ওয়াসী</w:t>
      </w:r>
      <w:r w:rsidRPr="009F36D3">
        <w:t xml:space="preserve">? </w:t>
      </w:r>
      <w:r w:rsidRPr="009F36D3">
        <w:rPr>
          <w:cs/>
          <w:lang w:bidi="bn-IN"/>
        </w:rPr>
        <w:t xml:space="preserve">আমি একটি ডাক শুনলাম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মুহাম্মাদ</w:t>
      </w:r>
      <w:r w:rsidRPr="009F36D3">
        <w:t xml:space="preserve">, </w:t>
      </w:r>
      <w:r w:rsidRPr="009F36D3">
        <w:rPr>
          <w:cs/>
          <w:lang w:bidi="bn-IN"/>
        </w:rPr>
        <w:t>তোমার ওয়াসী</w:t>
      </w:r>
      <w:r w:rsidRPr="009F36D3">
        <w:t xml:space="preserve"> </w:t>
      </w:r>
      <w:r w:rsidRPr="009F36D3">
        <w:rPr>
          <w:cs/>
          <w:lang w:bidi="bn-IN"/>
        </w:rPr>
        <w:t>হলো তারা যাদের নাম আমার আরশে লেখা রয়েছে।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তাকালাম এবং দেখলাম ১২টি নূর। একটি সবুজ ঢাকনা প্রত্যেক</w:t>
      </w:r>
      <w:r w:rsidRPr="009F36D3">
        <w:t xml:space="preserve"> </w:t>
      </w:r>
      <w:r>
        <w:rPr>
          <w:cs/>
          <w:lang w:bidi="bn-IN"/>
        </w:rPr>
        <w:t>নূরের</w:t>
      </w:r>
      <w:r w:rsidRPr="009F36D3">
        <w:rPr>
          <w:cs/>
          <w:lang w:bidi="bn-IN"/>
        </w:rPr>
        <w:t xml:space="preserve"> উপর এবং আমার ওয়াসীদের নাম তাদের প্রত্যেকটির উপর লেখা</w:t>
      </w:r>
      <w:r w:rsidRPr="009F36D3">
        <w:t xml:space="preserve"> </w:t>
      </w:r>
      <w:r w:rsidRPr="009F36D3">
        <w:rPr>
          <w:cs/>
          <w:lang w:bidi="bn-IN"/>
        </w:rPr>
        <w:t>রয়েছে আর তাদের প্রথম জন ছিলো আলী এবং শেষজন মাহদী।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আমি জিজ্ঞেস করলাম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আমার রব</w:t>
      </w:r>
      <w:r w:rsidRPr="009F36D3">
        <w:t xml:space="preserve">, </w:t>
      </w:r>
      <w:r w:rsidRPr="009F36D3">
        <w:rPr>
          <w:cs/>
          <w:lang w:bidi="bn-IN"/>
        </w:rPr>
        <w:t>তারা কি আমার পরে আমার</w:t>
      </w:r>
      <w:r w:rsidRPr="009F36D3">
        <w:t xml:space="preserve"> </w:t>
      </w:r>
      <w:r w:rsidRPr="009F36D3">
        <w:rPr>
          <w:cs/>
          <w:lang w:bidi="bn-IN"/>
        </w:rPr>
        <w:t>ওয়াসী (অসিয়ত সম্পাদনকারী)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একটি কণ্ঠ শুনলাম-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তোমার পরে</w:t>
      </w:r>
      <w:r w:rsidRPr="009F36D3">
        <w:t xml:space="preserve">, </w:t>
      </w:r>
      <w:r w:rsidRPr="009F36D3">
        <w:rPr>
          <w:cs/>
          <w:lang w:bidi="bn-IN"/>
        </w:rPr>
        <w:t>তারা আমার বন্ধু</w:t>
      </w:r>
      <w:r w:rsidRPr="009F36D3">
        <w:t xml:space="preserve">, </w:t>
      </w:r>
      <w:r w:rsidRPr="009F36D3">
        <w:rPr>
          <w:cs/>
          <w:lang w:bidi="bn-IN"/>
        </w:rPr>
        <w:t>নির্বাচিত</w:t>
      </w:r>
      <w:r w:rsidRPr="009F36D3">
        <w:t xml:space="preserve"> </w:t>
      </w:r>
      <w:r w:rsidRPr="009F36D3">
        <w:rPr>
          <w:cs/>
          <w:lang w:bidi="bn-IN"/>
        </w:rPr>
        <w:t>ব্যক্তিগণ এবং আমার সৃষ্টির উপরে প্রমাণসমূহ। তারা তোমার ওয়াসী।</w:t>
      </w:r>
      <w:r w:rsidRPr="009F36D3">
        <w:t xml:space="preserve"> </w:t>
      </w:r>
      <w:r w:rsidRPr="009F36D3">
        <w:rPr>
          <w:cs/>
          <w:lang w:bidi="bn-IN"/>
        </w:rPr>
        <w:t>আমি আমার গৌরব ও মর্যাদার শপথ করে বলছি আমি পৃথিবী থেকে</w:t>
      </w:r>
      <w:r w:rsidRPr="009F36D3">
        <w:t xml:space="preserve"> </w:t>
      </w:r>
      <w:r w:rsidRPr="009F36D3">
        <w:rPr>
          <w:cs/>
          <w:lang w:bidi="bn-IN"/>
        </w:rPr>
        <w:t>অত্যাচারকে বিদায় করে দিবো সর্বশেষ জনের হাতে</w:t>
      </w:r>
      <w:r w:rsidRPr="009F36D3">
        <w:t xml:space="preserve">, </w:t>
      </w:r>
      <w:r w:rsidRPr="009F36D3">
        <w:rPr>
          <w:cs/>
          <w:lang w:bidi="bn-IN"/>
        </w:rPr>
        <w:t>সে হলো মাহদী।</w:t>
      </w:r>
      <w:r w:rsidRPr="009F36D3">
        <w:t xml:space="preserve"> </w:t>
      </w:r>
      <w:r w:rsidRPr="009F36D3">
        <w:rPr>
          <w:cs/>
          <w:lang w:bidi="bn-IN"/>
        </w:rPr>
        <w:t>আমি তাকে পূর্ব ও পশ্চিমে বিজয়ী করবো। আমি বাতাস দিয়ে তার বিজয়</w:t>
      </w:r>
      <w:r w:rsidRPr="009F36D3">
        <w:t xml:space="preserve"> </w:t>
      </w:r>
      <w:r w:rsidRPr="009F36D3">
        <w:rPr>
          <w:cs/>
          <w:lang w:bidi="bn-IN"/>
        </w:rPr>
        <w:t>আনবো এবং মেঘকে তার অনুগত করবো। আমি তাকে শক্তি দিবো কিছু</w:t>
      </w:r>
      <w:r w:rsidRPr="009F36D3">
        <w:t xml:space="preserve"> </w:t>
      </w:r>
      <w:r w:rsidRPr="009F36D3">
        <w:rPr>
          <w:cs/>
          <w:lang w:bidi="bn-IN"/>
        </w:rPr>
        <w:t>মাধ্যমের সাহায্যে এবং তার নিজস্ব সেনাবাহিনীর মাধ্যমে। আমি তাকে</w:t>
      </w:r>
      <w:r w:rsidRPr="009F36D3">
        <w:t xml:space="preserve"> </w:t>
      </w:r>
      <w:r w:rsidRPr="009F36D3">
        <w:rPr>
          <w:cs/>
          <w:lang w:bidi="bn-IN"/>
        </w:rPr>
        <w:t>ফেরেশতা দিয়ে সাহায্য করবো যতক্ষণ না সে আমার সরকার গঠন করে</w:t>
      </w:r>
      <w:r w:rsidRPr="009F36D3">
        <w:t xml:space="preserve"> </w:t>
      </w:r>
      <w:r w:rsidRPr="009F36D3">
        <w:rPr>
          <w:cs/>
          <w:lang w:bidi="bn-IN"/>
        </w:rPr>
        <w:t xml:space="preserve">এবং জনতাকে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তাওহীদ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চারদিকে জড়ো করে। এরপর আমি তার</w:t>
      </w:r>
      <w:r w:rsidRPr="009F36D3">
        <w:t xml:space="preserve"> </w:t>
      </w:r>
      <w:r w:rsidRPr="009F36D3">
        <w:rPr>
          <w:cs/>
          <w:lang w:bidi="bn-IN"/>
        </w:rPr>
        <w:t>রাজ্যকে বি</w:t>
      </w:r>
      <w:r>
        <w:rPr>
          <w:cs/>
          <w:lang w:bidi="bn-IN"/>
        </w:rPr>
        <w:t>স্তৃ</w:t>
      </w:r>
      <w:r w:rsidRPr="009F36D3">
        <w:rPr>
          <w:cs/>
          <w:lang w:bidi="bn-IN"/>
        </w:rPr>
        <w:t>ত করবো এবং দিনগুলোকে বৃদ্ধি করবো বিচার দবিস পর্যন্ত।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আবারও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>র লেখক ৪৮৬ পৃষ্ঠায় আবুল</w:t>
      </w:r>
      <w:r w:rsidRPr="009F36D3">
        <w:t xml:space="preserve"> </w:t>
      </w:r>
      <w:r w:rsidRPr="009F36D3">
        <w:rPr>
          <w:cs/>
          <w:lang w:bidi="bn-IN"/>
        </w:rPr>
        <w:t>মুআইয়েদ মুয়াফিক্ব ইবনে আহমাদ খাওয়ারাযমী থেকে এবং তিনি আবু</w:t>
      </w:r>
      <w:r w:rsidRPr="009F36D3">
        <w:t xml:space="preserve"> </w:t>
      </w:r>
      <w:r w:rsidRPr="009F36D3">
        <w:rPr>
          <w:cs/>
          <w:lang w:bidi="bn-IN"/>
        </w:rPr>
        <w:t>সুলাইমান থেকে বর্ণনা করেন যে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 xml:space="preserve">আমি </w:t>
      </w:r>
      <w:r w:rsidRPr="009F36D3">
        <w:rPr>
          <w:cs/>
          <w:lang w:bidi="bn-IN"/>
        </w:rPr>
        <w:lastRenderedPageBreak/>
        <w:t>রাসূলুল্লাহকে (সাঃ) বলতে</w:t>
      </w:r>
      <w:r w:rsidRPr="009F36D3">
        <w:t xml:space="preserve"> </w:t>
      </w:r>
      <w:r w:rsidRPr="009F36D3">
        <w:rPr>
          <w:cs/>
          <w:lang w:bidi="bn-IN"/>
        </w:rPr>
        <w:t>শুনেছি</w:t>
      </w:r>
      <w:r w:rsidRPr="009F36D3">
        <w:t xml:space="preserve">,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যে রাতে আমাকে আকাশে উঠানো হলো আমি একটি ডাক</w:t>
      </w:r>
      <w:r w:rsidRPr="009F36D3">
        <w:t xml:space="preserve"> </w:t>
      </w:r>
      <w:r w:rsidRPr="009F36D3">
        <w:rPr>
          <w:cs/>
          <w:lang w:bidi="bn-IN"/>
        </w:rPr>
        <w:t xml:space="preserve">শুনলাম-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মুহাম্মাদ</w:t>
      </w:r>
      <w:r w:rsidRPr="009F36D3">
        <w:t xml:space="preserve">, </w:t>
      </w:r>
      <w:r w:rsidRPr="009F36D3">
        <w:rPr>
          <w:cs/>
          <w:lang w:bidi="bn-IN"/>
        </w:rPr>
        <w:t>তুমি কি তোমার ওয়াসীদের দেখতে চাও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আমি বললাম-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জী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আমাকে বলা হলো-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আরশের ডান দিকে তাকাও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আমি তাকানোর সাথে সাথেই আলী</w:t>
      </w:r>
      <w:r w:rsidRPr="009F36D3">
        <w:t xml:space="preserve">, </w:t>
      </w:r>
      <w:r w:rsidRPr="009F36D3">
        <w:rPr>
          <w:cs/>
          <w:lang w:bidi="bn-IN"/>
        </w:rPr>
        <w:t>ফাতেমা</w:t>
      </w:r>
      <w:r w:rsidRPr="009F36D3">
        <w:t xml:space="preserve">, </w:t>
      </w:r>
      <w:r w:rsidRPr="009F36D3">
        <w:rPr>
          <w:cs/>
          <w:lang w:bidi="bn-IN"/>
        </w:rPr>
        <w:t>হাসান</w:t>
      </w:r>
      <w:r w:rsidRPr="009F36D3">
        <w:t xml:space="preserve">, </w:t>
      </w:r>
      <w:r w:rsidRPr="009F36D3">
        <w:rPr>
          <w:cs/>
          <w:lang w:bidi="bn-IN"/>
        </w:rPr>
        <w:t>হোসেইন</w:t>
      </w:r>
      <w:r w:rsidRPr="009F36D3">
        <w:t xml:space="preserve">, </w:t>
      </w:r>
      <w:r w:rsidRPr="009F36D3">
        <w:rPr>
          <w:cs/>
          <w:lang w:bidi="bn-IN"/>
        </w:rPr>
        <w:t>আলী</w:t>
      </w:r>
      <w:r w:rsidRPr="009F36D3">
        <w:t xml:space="preserve"> </w:t>
      </w:r>
      <w:r w:rsidRPr="009F36D3">
        <w:rPr>
          <w:cs/>
          <w:lang w:bidi="bn-IN"/>
        </w:rPr>
        <w:t>ইবনে হোসেইন</w:t>
      </w:r>
      <w:r w:rsidRPr="009F36D3">
        <w:t xml:space="preserve">, </w:t>
      </w:r>
      <w:r w:rsidRPr="009F36D3">
        <w:rPr>
          <w:cs/>
          <w:lang w:bidi="bn-IN"/>
        </w:rPr>
        <w:t>মুহাম্মাদ ইবনে আলী</w:t>
      </w:r>
      <w:r w:rsidRPr="009F36D3">
        <w:t xml:space="preserve">, </w:t>
      </w:r>
      <w:r w:rsidRPr="009F36D3">
        <w:rPr>
          <w:cs/>
          <w:lang w:bidi="bn-IN"/>
        </w:rPr>
        <w:t>জাফর ইবনে মুহাম্মাদ</w:t>
      </w:r>
      <w:r w:rsidRPr="009F36D3">
        <w:t>,</w:t>
      </w:r>
      <w:r w:rsidRPr="009F36D3">
        <w:rPr>
          <w:cs/>
          <w:lang w:bidi="bn-IN"/>
        </w:rPr>
        <w:t xml:space="preserve"> মূসা ইবনে</w:t>
      </w:r>
      <w:r w:rsidRPr="009F36D3">
        <w:t xml:space="preserve"> </w:t>
      </w:r>
      <w:r w:rsidRPr="009F36D3">
        <w:rPr>
          <w:cs/>
          <w:lang w:bidi="bn-IN"/>
        </w:rPr>
        <w:t>জাফর</w:t>
      </w:r>
      <w:r w:rsidRPr="009F36D3">
        <w:t xml:space="preserve">, </w:t>
      </w:r>
      <w:r w:rsidRPr="009F36D3">
        <w:rPr>
          <w:cs/>
          <w:lang w:bidi="bn-IN"/>
        </w:rPr>
        <w:t>আলী ইবনে মূসা</w:t>
      </w:r>
      <w:r w:rsidRPr="009F36D3">
        <w:t>,</w:t>
      </w:r>
      <w:r w:rsidRPr="009F36D3">
        <w:rPr>
          <w:cs/>
          <w:lang w:bidi="bn-IN"/>
        </w:rPr>
        <w:t xml:space="preserve"> মুহাম্মাদ ইবনে আলী</w:t>
      </w:r>
      <w:r w:rsidRPr="009F36D3">
        <w:t xml:space="preserve">, </w:t>
      </w:r>
      <w:r w:rsidRPr="009F36D3">
        <w:rPr>
          <w:cs/>
          <w:lang w:bidi="bn-IN"/>
        </w:rPr>
        <w:t>আলী ইবনে মুহাম্মাদ</w:t>
      </w:r>
      <w:r w:rsidRPr="009F36D3">
        <w:t xml:space="preserve">, </w:t>
      </w:r>
      <w:r w:rsidRPr="009F36D3">
        <w:rPr>
          <w:cs/>
          <w:lang w:bidi="bn-IN"/>
        </w:rPr>
        <w:t>হাসান ইবনে আলী এবং মুহাম্মাদ ইবনে হাসানকে দেখলাম</w:t>
      </w:r>
      <w:r w:rsidRPr="009F36D3">
        <w:t xml:space="preserve">, </w:t>
      </w:r>
      <w:r w:rsidRPr="009F36D3">
        <w:rPr>
          <w:cs/>
          <w:lang w:bidi="bn-IN"/>
        </w:rPr>
        <w:t>যে তাদের</w:t>
      </w:r>
      <w:r w:rsidRPr="009F36D3">
        <w:t xml:space="preserve"> </w:t>
      </w:r>
      <w:r w:rsidRPr="009F36D3">
        <w:rPr>
          <w:cs/>
          <w:lang w:bidi="bn-IN"/>
        </w:rPr>
        <w:t>মাঝে জ্বলজ্বলে নক্ষত্রের মত দেখাচ্ছিলো।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পরে আমাকে বলা হলো-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মুহাম্মাদ</w:t>
      </w:r>
      <w:r w:rsidRPr="009F36D3">
        <w:t>,</w:t>
      </w:r>
      <w:r w:rsidRPr="009F36D3">
        <w:rPr>
          <w:cs/>
          <w:lang w:bidi="bn-IN"/>
        </w:rPr>
        <w:t xml:space="preserve"> তারা আমার দাসদের উপর</w:t>
      </w:r>
      <w:r w:rsidRPr="009F36D3">
        <w:t xml:space="preserve"> </w:t>
      </w:r>
      <w:r w:rsidRPr="009F36D3">
        <w:rPr>
          <w:cs/>
          <w:lang w:bidi="bn-IN"/>
        </w:rPr>
        <w:t>আমার প্রমাণ। তারা তোমার ওয়াসী এবং মাহদী তাদের মধ্যে তোমার</w:t>
      </w:r>
      <w:r w:rsidRPr="009F36D3">
        <w:t xml:space="preserve"> </w:t>
      </w:r>
      <w:r w:rsidRPr="009F36D3">
        <w:rPr>
          <w:cs/>
          <w:lang w:bidi="bn-IN"/>
        </w:rPr>
        <w:t>বংশধরদের পক্ষে প্রতিশো</w:t>
      </w:r>
      <w:r>
        <w:rPr>
          <w:cs/>
          <w:lang w:bidi="bn-IN"/>
        </w:rPr>
        <w:t>ধ</w:t>
      </w:r>
      <w:r w:rsidRPr="009F36D3">
        <w:rPr>
          <w:cs/>
          <w:lang w:bidi="bn-IN"/>
        </w:rPr>
        <w:t xml:space="preserve"> </w:t>
      </w:r>
      <w:r>
        <w:rPr>
          <w:cs/>
          <w:lang w:bidi="bn-IN"/>
        </w:rPr>
        <w:t>গ্র</w:t>
      </w:r>
      <w:r w:rsidRPr="009F36D3">
        <w:rPr>
          <w:cs/>
          <w:lang w:bidi="bn-IN"/>
        </w:rPr>
        <w:t>হণকারী</w:t>
      </w:r>
      <w:r w:rsidRPr="009F36D3">
        <w:t>,</w:t>
      </w:r>
      <w:r w:rsidRPr="009F36D3">
        <w:rPr>
          <w:cs/>
          <w:lang w:bidi="bn-IN"/>
        </w:rPr>
        <w:t xml:space="preserve"> আমি আমার গৌরব ও মর্যাদার</w:t>
      </w:r>
      <w:r w:rsidRPr="009F36D3">
        <w:t xml:space="preserve"> </w:t>
      </w:r>
      <w:r w:rsidRPr="009F36D3">
        <w:rPr>
          <w:cs/>
          <w:lang w:bidi="bn-IN"/>
        </w:rPr>
        <w:t>শপথ করছি যে মাহদী আমার শত্রুদের উপর প্রতিশো</w:t>
      </w:r>
      <w:r>
        <w:rPr>
          <w:cs/>
          <w:lang w:bidi="bn-IN"/>
        </w:rPr>
        <w:t>ধ</w:t>
      </w:r>
      <w:r w:rsidRPr="009F36D3">
        <w:rPr>
          <w:cs/>
          <w:lang w:bidi="bn-IN"/>
        </w:rPr>
        <w:t xml:space="preserve"> </w:t>
      </w:r>
      <w:r w:rsidRPr="00D076AF">
        <w:rPr>
          <w:cs/>
          <w:lang w:bidi="bn-IN"/>
        </w:rPr>
        <w:t>গ্রহণ</w:t>
      </w:r>
      <w:r w:rsidRPr="009F36D3">
        <w:rPr>
          <w:cs/>
          <w:lang w:bidi="bn-IN"/>
        </w:rPr>
        <w:t>কারী এবং</w:t>
      </w:r>
      <w:r w:rsidRPr="009F36D3">
        <w:t xml:space="preserve"> </w:t>
      </w:r>
      <w:r w:rsidRPr="009F36D3">
        <w:rPr>
          <w:cs/>
          <w:lang w:bidi="bn-IN"/>
        </w:rPr>
        <w:t>আমার বন্ধুদের সাহায্যকারী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চতুর্থ  অধ্যায়ের প্রথম অংশে আবু নাঈমের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 ইয়ামানী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যে রাসূলুলাহ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 জাতির উপর অভিশাপ এর অত্যাচারী শাসকদের জন্য।</w:t>
      </w:r>
      <w:r w:rsidRPr="009F36D3">
        <w:t xml:space="preserve"> </w:t>
      </w:r>
      <w:r w:rsidRPr="009F36D3">
        <w:rPr>
          <w:cs/>
          <w:lang w:bidi="bn-IN"/>
        </w:rPr>
        <w:t>কীভাবে তারা বিশ্বাসীদের</w:t>
      </w:r>
      <w:r w:rsidRPr="009F36D3">
        <w:t xml:space="preserve"> </w:t>
      </w:r>
      <w:r w:rsidRPr="009F36D3">
        <w:rPr>
          <w:cs/>
          <w:lang w:bidi="bn-IN"/>
        </w:rPr>
        <w:t>হত্যা করে এবং তাদের মধ্যে ভয়ের</w:t>
      </w:r>
      <w:r w:rsidRPr="009F36D3">
        <w:t xml:space="preserve"> </w:t>
      </w:r>
      <w:r w:rsidRPr="009F36D3">
        <w:rPr>
          <w:cs/>
          <w:lang w:bidi="bn-IN"/>
        </w:rPr>
        <w:t>সৃষ্টি করে</w:t>
      </w:r>
      <w:r w:rsidRPr="009F36D3">
        <w:t xml:space="preserve">, </w:t>
      </w:r>
      <w:r w:rsidRPr="009F36D3">
        <w:rPr>
          <w:cs/>
          <w:lang w:bidi="bn-IN"/>
        </w:rPr>
        <w:t>তাদেরকে বাদ রেখে যারা তাদের মেনে চলে। যখন</w:t>
      </w:r>
      <w:r w:rsidRPr="009F36D3">
        <w:t xml:space="preserve"> </w:t>
      </w:r>
      <w:r w:rsidRPr="009F36D3">
        <w:rPr>
          <w:cs/>
          <w:lang w:bidi="bn-IN"/>
        </w:rPr>
        <w:t>আল্লাহ ইসলামকে মর্যাদা দিতে চাইবেন তিনি অত্যাচারীদের</w:t>
      </w:r>
      <w:r w:rsidRPr="009F36D3">
        <w:t xml:space="preserve"> </w:t>
      </w:r>
      <w:r w:rsidRPr="009F36D3">
        <w:rPr>
          <w:cs/>
          <w:lang w:bidi="bn-IN"/>
        </w:rPr>
        <w:t>ধ্বংস করবেন। সব কি</w:t>
      </w:r>
      <w:r>
        <w:rPr>
          <w:cs/>
          <w:lang w:bidi="bn-IN"/>
        </w:rPr>
        <w:t>ছুর</w:t>
      </w:r>
      <w:r w:rsidRPr="009F36D3">
        <w:rPr>
          <w:cs/>
          <w:lang w:bidi="bn-IN"/>
        </w:rPr>
        <w:t xml:space="preserve"> উপর আল্লাহর ক্ষমতা রয়েছে এবং</w:t>
      </w:r>
      <w:r w:rsidRPr="009F36D3">
        <w:t xml:space="preserve"> </w:t>
      </w:r>
      <w:r w:rsidRPr="009F36D3">
        <w:rPr>
          <w:cs/>
          <w:lang w:bidi="bn-IN"/>
        </w:rPr>
        <w:t>তিনি একটি জাতিকে শুদ্ধ করতে সক্ষম যা নৈতিকতা</w:t>
      </w:r>
      <w:r w:rsidRPr="009F36D3">
        <w:t xml:space="preserve"> </w:t>
      </w:r>
      <w:r w:rsidRPr="009F36D3">
        <w:rPr>
          <w:cs/>
          <w:lang w:bidi="bn-IN"/>
        </w:rPr>
        <w:t>হারিয়েছে।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AA6375">
      <w:pPr>
        <w:pStyle w:val="libNormal"/>
      </w:pPr>
      <w:r w:rsidRPr="009F36D3">
        <w:rPr>
          <w:cs/>
          <w:lang w:bidi="bn-IN"/>
        </w:rPr>
        <w:t>এরপর রাসূলুল্লাহ (সাঃ) বলেছেন-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হুযাইফা</w:t>
      </w:r>
      <w:r w:rsidRPr="009F36D3">
        <w:t xml:space="preserve">, </w:t>
      </w:r>
      <w:r w:rsidRPr="009F36D3">
        <w:rPr>
          <w:cs/>
          <w:lang w:bidi="bn-IN"/>
        </w:rPr>
        <w:t>যদি পৃথিবীর জীবন একদিনও বাকী না থাকে</w:t>
      </w:r>
      <w:r w:rsidRPr="009F36D3">
        <w:t xml:space="preserve"> </w:t>
      </w:r>
      <w:r w:rsidRPr="009F36D3">
        <w:rPr>
          <w:cs/>
          <w:lang w:bidi="bn-IN"/>
        </w:rPr>
        <w:t>আল্লাহ সে দিনটিকে এতটা দীর্ঘ করবেন যে আমার বংশ থেকে</w:t>
      </w:r>
      <w:r w:rsidRPr="009F36D3">
        <w:t xml:space="preserve"> </w:t>
      </w:r>
      <w:r w:rsidRPr="009F36D3">
        <w:rPr>
          <w:cs/>
          <w:lang w:bidi="bn-IN"/>
        </w:rPr>
        <w:t>এক ব্যক্তি আবির্ভূত হবে এবং শাসন করবে। সে গুরুত্বপূর্ণ</w:t>
      </w:r>
      <w:r w:rsidRPr="009F36D3">
        <w:t xml:space="preserve"> </w:t>
      </w:r>
      <w:r w:rsidRPr="009F36D3">
        <w:rPr>
          <w:cs/>
          <w:lang w:bidi="bn-IN"/>
        </w:rPr>
        <w:t>বিষয়গুলো পরিচালনা করবে এবং ইসলামকে প্রকাশ করবে।</w:t>
      </w:r>
      <w:r w:rsidRPr="009F36D3">
        <w:t xml:space="preserve"> </w:t>
      </w:r>
      <w:r w:rsidRPr="009F36D3">
        <w:rPr>
          <w:cs/>
          <w:lang w:bidi="bn-IN"/>
        </w:rPr>
        <w:t>আল্লাহ তার শপথ ভঙ্গ করেন না এবং তিনি হিসাব গ্রহণে অত্যন্ত</w:t>
      </w:r>
      <w:r w:rsidRPr="009F36D3">
        <w:t xml:space="preserve"> </w:t>
      </w:r>
      <w:r w:rsidRPr="009F36D3">
        <w:rPr>
          <w:cs/>
          <w:lang w:bidi="bn-IN"/>
        </w:rPr>
        <w:t>দ্রুত।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D076AF">
        <w:rPr>
          <w:cs/>
          <w:lang w:bidi="bn-IN"/>
        </w:rPr>
        <w:lastRenderedPageBreak/>
        <w:t>উল্লিখিত</w:t>
      </w:r>
      <w:r w:rsidRPr="009F36D3">
        <w:rPr>
          <w:cs/>
          <w:lang w:bidi="bn-IN"/>
        </w:rPr>
        <w:t xml:space="preserve"> বইয়ের নবম অধ্যায়ের তৃতীয় অংশে এর লেখক আলী ইবনে</w:t>
      </w:r>
      <w:r w:rsidRPr="009F36D3">
        <w:t xml:space="preserve"> </w:t>
      </w:r>
      <w:r w:rsidRPr="009F36D3">
        <w:rPr>
          <w:cs/>
          <w:lang w:bidi="bn-IN"/>
        </w:rPr>
        <w:t>আবি তালিব থেকে বর্ণনা করেন যে তিনি মাহদী সম্পর্কে</w:t>
      </w:r>
      <w:r w:rsidRPr="009F36D3">
        <w:t xml:space="preserve">, </w:t>
      </w:r>
      <w:r w:rsidRPr="009F36D3">
        <w:rPr>
          <w:cs/>
          <w:lang w:bidi="bn-IN"/>
        </w:rPr>
        <w:t>মাহদী ও তার</w:t>
      </w:r>
      <w:r w:rsidRPr="009F36D3">
        <w:t xml:space="preserve"> </w:t>
      </w:r>
      <w:r w:rsidRPr="009F36D3">
        <w:rPr>
          <w:cs/>
          <w:lang w:bidi="bn-IN"/>
        </w:rPr>
        <w:t xml:space="preserve">সংস্কার সম্পর্কে বলতে গিয়ে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কোন মিথ্যা কথা নেই যা মাহদী</w:t>
      </w:r>
      <w:r w:rsidRPr="009F36D3">
        <w:t xml:space="preserve"> </w:t>
      </w:r>
      <w:r w:rsidRPr="009F36D3">
        <w:rPr>
          <w:cs/>
          <w:lang w:bidi="bn-IN"/>
        </w:rPr>
        <w:t>উপড়ে ফেলবেন না এবং কোন সূন্নাহ বাকী থাকবে না যা মাহদী জীবিত</w:t>
      </w:r>
      <w:r w:rsidRPr="009F36D3">
        <w:t xml:space="preserve"> </w:t>
      </w:r>
      <w:r w:rsidRPr="009F36D3">
        <w:rPr>
          <w:cs/>
          <w:lang w:bidi="bn-IN"/>
        </w:rPr>
        <w:t>করবেন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একই বইয়ের সপ্তম অধ্যায়ে তিনি একদল হাদীস বিশেষজ্ঞ যেমন</w:t>
      </w:r>
      <w:r w:rsidRPr="009F36D3">
        <w:t xml:space="preserve"> </w:t>
      </w:r>
      <w:r w:rsidRPr="009F36D3">
        <w:rPr>
          <w:cs/>
          <w:lang w:bidi="bn-IN"/>
        </w:rPr>
        <w:t>আবু নাঈম ইসফাহানি</w:t>
      </w:r>
      <w:r w:rsidRPr="009F36D3">
        <w:t xml:space="preserve">, </w:t>
      </w:r>
      <w:r w:rsidRPr="009F36D3">
        <w:rPr>
          <w:cs/>
          <w:lang w:bidi="bn-IN"/>
        </w:rPr>
        <w:t>আবুল ক্বাসেম তাবরানি</w:t>
      </w:r>
      <w:r w:rsidRPr="009F36D3">
        <w:t xml:space="preserve">, </w:t>
      </w:r>
      <w:r w:rsidRPr="009F36D3">
        <w:rPr>
          <w:cs/>
          <w:lang w:bidi="bn-IN"/>
        </w:rPr>
        <w:t>আবু আব্দুর রহমান ইবনে</w:t>
      </w:r>
      <w:r w:rsidRPr="009F36D3">
        <w:t xml:space="preserve"> </w:t>
      </w:r>
      <w:r w:rsidRPr="009F36D3">
        <w:rPr>
          <w:cs/>
          <w:lang w:bidi="bn-IN"/>
        </w:rPr>
        <w:t>আবু হাতিম</w:t>
      </w:r>
      <w:r w:rsidRPr="009F36D3">
        <w:t xml:space="preserve">, </w:t>
      </w:r>
      <w:r w:rsidRPr="009F36D3">
        <w:rPr>
          <w:cs/>
          <w:lang w:bidi="bn-IN"/>
        </w:rPr>
        <w:t>আবু আব্দুল্লাহ নাঈম ইবনে হেমাদ থেকে এবং তারা আলী</w:t>
      </w:r>
      <w:r w:rsidRPr="009F36D3">
        <w:t xml:space="preserve"> </w:t>
      </w:r>
      <w:r w:rsidRPr="009F36D3">
        <w:rPr>
          <w:cs/>
          <w:lang w:bidi="bn-IN"/>
        </w:rPr>
        <w:t>ইবনে আবি তালিব থেকে বর্ণনা করেন যে রাসূলুল্লাহ (সাঃ) মাহদী এবং</w:t>
      </w:r>
      <w:r w:rsidRPr="009F36D3">
        <w:t xml:space="preserve"> </w:t>
      </w:r>
      <w:r w:rsidRPr="009F36D3">
        <w:rPr>
          <w:cs/>
          <w:lang w:bidi="bn-IN"/>
        </w:rPr>
        <w:t>তার হাতে আল্লাহ ধর্মের যে সমাপ্তি টানবেন তার কথা বলার সময় বলেন-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জনগণ সমস্যা থেকে মুক্তি পাবে মাহদীর কারণে</w:t>
      </w:r>
      <w:r w:rsidRPr="009F36D3">
        <w:t xml:space="preserve">, </w:t>
      </w:r>
      <w:r w:rsidRPr="009F36D3">
        <w:rPr>
          <w:cs/>
          <w:lang w:bidi="bn-IN"/>
        </w:rPr>
        <w:t>ঠিক যেভাবে তারা</w:t>
      </w:r>
      <w:r w:rsidRPr="009F36D3">
        <w:t xml:space="preserve"> </w:t>
      </w:r>
      <w:r>
        <w:rPr>
          <w:cs/>
          <w:lang w:bidi="bn-IN"/>
        </w:rPr>
        <w:t>মুক্তি</w:t>
      </w:r>
      <w:r w:rsidRPr="009F36D3">
        <w:rPr>
          <w:cs/>
          <w:lang w:bidi="bn-IN"/>
        </w:rPr>
        <w:t xml:space="preserve"> পেয়েছিলো শিরক থেকে। তার কারণে আল্লাহ তাদেরকে পরস্পরের</w:t>
      </w:r>
      <w:r w:rsidRPr="009F36D3">
        <w:t xml:space="preserve"> </w:t>
      </w:r>
      <w:r w:rsidRPr="009F36D3">
        <w:rPr>
          <w:cs/>
          <w:lang w:bidi="bn-IN"/>
        </w:rPr>
        <w:t>সাথে অন্তরঙ্গ করবেন শত্রুতার পর ঠিক যেভাবে তাদেরকে তিনি</w:t>
      </w:r>
      <w:r w:rsidRPr="009F36D3">
        <w:t xml:space="preserve"> </w:t>
      </w:r>
      <w:r w:rsidRPr="009F36D3">
        <w:rPr>
          <w:cs/>
          <w:lang w:bidi="bn-IN"/>
        </w:rPr>
        <w:t>পরস্পরের সাথে অন্ত</w:t>
      </w:r>
      <w:r>
        <w:rPr>
          <w:cs/>
          <w:lang w:bidi="bn-IN"/>
        </w:rPr>
        <w:t>রঙ্গ</w:t>
      </w:r>
      <w:r>
        <w:rPr>
          <w:lang w:bidi="bn-IN"/>
        </w:rPr>
        <w:t xml:space="preserve"> </w:t>
      </w:r>
      <w:r w:rsidRPr="009F36D3">
        <w:rPr>
          <w:cs/>
          <w:lang w:bidi="bn-IN"/>
        </w:rPr>
        <w:t>করেছিলেন খোদাদ্রোহীতার শত্রুতার পর।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একই বইয়ের নবম অধ্যায়ে তৃতীয় অংশে তিনি আব্দুল্লাহ ইবনে</w:t>
      </w:r>
      <w:r w:rsidRPr="009F36D3">
        <w:t xml:space="preserve"> </w:t>
      </w:r>
      <w:r w:rsidRPr="009F36D3">
        <w:rPr>
          <w:cs/>
          <w:lang w:bidi="bn-IN"/>
        </w:rPr>
        <w:t>আতা থেকে বর্ণনা করেন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ইমাম বাকিরক্বে জিজ্ঞেস করলাম যখন</w:t>
      </w:r>
      <w:r w:rsidRPr="009F36D3">
        <w:t xml:space="preserve"> </w:t>
      </w:r>
      <w:r w:rsidRPr="009F36D3">
        <w:rPr>
          <w:cs/>
          <w:lang w:bidi="bn-IN"/>
        </w:rPr>
        <w:t>মাহদী আবির্ভূত হবেন তখন তার পন্থা</w:t>
      </w:r>
      <w:r w:rsidRPr="009F36D3">
        <w:t xml:space="preserve"> </w:t>
      </w:r>
      <w:r w:rsidRPr="009F36D3">
        <w:rPr>
          <w:cs/>
          <w:lang w:bidi="bn-IN"/>
        </w:rPr>
        <w:t>কী হবে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উত্তর দিলেন-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তিনি তার সামনে থাকা খোদাদ্রোহীতা</w:t>
      </w:r>
      <w:r w:rsidRPr="006235C9">
        <w:rPr>
          <w:cs/>
          <w:lang w:bidi="bn-IN"/>
        </w:rPr>
        <w:t>মূলক</w:t>
      </w:r>
      <w:r w:rsidRPr="009F36D3">
        <w:rPr>
          <w:cs/>
          <w:lang w:bidi="bn-IN"/>
        </w:rPr>
        <w:t xml:space="preserve"> কথাকে</w:t>
      </w:r>
      <w:r w:rsidRPr="009F36D3">
        <w:t xml:space="preserve"> </w:t>
      </w:r>
      <w:r w:rsidRPr="009F36D3">
        <w:rPr>
          <w:cs/>
          <w:lang w:bidi="bn-IN"/>
        </w:rPr>
        <w:t>ধ্বংস করবেন ঠিক যেভাবে রাসূলুল্লাহ (সাঃ) করেছিলেন। মাহদী</w:t>
      </w:r>
      <w:r w:rsidRPr="009F36D3">
        <w:t xml:space="preserve"> </w:t>
      </w:r>
      <w:r w:rsidRPr="009F36D3">
        <w:rPr>
          <w:cs/>
          <w:lang w:bidi="bn-IN"/>
        </w:rPr>
        <w:t xml:space="preserve">নুতনভাবে ও তাজাভাবে ইসলামকে </w:t>
      </w:r>
      <w:r w:rsidRPr="006235C9">
        <w:rPr>
          <w:cs/>
          <w:lang w:bidi="bn-IN"/>
        </w:rPr>
        <w:t>প্রতিষ্ঠা</w:t>
      </w:r>
      <w:r w:rsidRPr="009F36D3">
        <w:rPr>
          <w:cs/>
          <w:lang w:bidi="bn-IN"/>
        </w:rPr>
        <w:t xml:space="preserve">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একই বইয়ের একই অধ্যায়ের একই অংশে লেখক আলী ইবনে আবি</w:t>
      </w:r>
      <w:r w:rsidRPr="009F36D3">
        <w:t xml:space="preserve"> </w:t>
      </w:r>
      <w:r w:rsidRPr="009F36D3">
        <w:rPr>
          <w:cs/>
          <w:lang w:bidi="bn-IN"/>
        </w:rPr>
        <w:t xml:space="preserve">তালিব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কোন খোদা</w:t>
      </w:r>
      <w:r>
        <w:rPr>
          <w:cs/>
          <w:lang w:bidi="bn-IN"/>
        </w:rPr>
        <w:t>দ্রো</w:t>
      </w:r>
      <w:r w:rsidRPr="009F36D3">
        <w:rPr>
          <w:cs/>
          <w:lang w:bidi="bn-IN"/>
        </w:rPr>
        <w:t>হীতা</w:t>
      </w:r>
      <w:r>
        <w:rPr>
          <w:cs/>
          <w:lang w:bidi="bn-IN"/>
        </w:rPr>
        <w:t>মূলক</w:t>
      </w:r>
      <w:r w:rsidRPr="009F36D3">
        <w:rPr>
          <w:cs/>
          <w:lang w:bidi="bn-IN"/>
        </w:rPr>
        <w:t xml:space="preserve"> কথা নেই যা</w:t>
      </w:r>
      <w:r w:rsidRPr="009F36D3">
        <w:t xml:space="preserve"> </w:t>
      </w:r>
      <w:r w:rsidRPr="009F36D3">
        <w:rPr>
          <w:cs/>
          <w:lang w:bidi="bn-IN"/>
        </w:rPr>
        <w:t xml:space="preserve">মাহদী উচ্ছেদ করবেন না এবং কোন </w:t>
      </w:r>
      <w:r w:rsidRPr="00AA6375">
        <w:rPr>
          <w:rStyle w:val="libAlaemChar"/>
        </w:rPr>
        <w:t>‘</w:t>
      </w:r>
      <w:r>
        <w:rPr>
          <w:cs/>
          <w:lang w:bidi="bn-IN"/>
        </w:rPr>
        <w:t>সুন্নাহ</w:t>
      </w:r>
      <w:r w:rsidRPr="009F36D3">
        <w:t xml:space="preserve"> </w:t>
      </w:r>
      <w:r w:rsidRPr="009F36D3">
        <w:rPr>
          <w:cs/>
          <w:lang w:bidi="bn-IN"/>
        </w:rPr>
        <w:t xml:space="preserve">নেই যা মাহদী </w:t>
      </w:r>
      <w:r w:rsidRPr="006235C9">
        <w:rPr>
          <w:cs/>
          <w:lang w:bidi="bn-IN"/>
        </w:rPr>
        <w:t>প্রতিষ্ঠা</w:t>
      </w:r>
      <w:r w:rsidRPr="009F36D3">
        <w:t xml:space="preserve"> </w:t>
      </w:r>
      <w:r w:rsidRPr="009F36D3">
        <w:rPr>
          <w:cs/>
          <w:lang w:bidi="bn-IN"/>
        </w:rPr>
        <w:t>করবেন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D076AF">
        <w:rPr>
          <w:cs/>
          <w:lang w:bidi="bn-IN"/>
        </w:rPr>
        <w:t>উল্লিখিত</w:t>
      </w:r>
      <w:r w:rsidRPr="009F36D3">
        <w:rPr>
          <w:cs/>
          <w:lang w:bidi="bn-IN"/>
        </w:rPr>
        <w:t xml:space="preserve"> বইয়ের তৃতীয় অধ্যায়ে তিনি আবু বকর বায়হাকীর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বেসাথ ওয়া নুশুর</w:t>
      </w:r>
      <w:r w:rsidRPr="00AA6375">
        <w:rPr>
          <w:rStyle w:val="libAlaemChar"/>
        </w:rPr>
        <w:t>’</w:t>
      </w:r>
      <w:r w:rsidRPr="009F36D3">
        <w:t xml:space="preserve">, </w:t>
      </w:r>
      <w:r w:rsidRPr="009F36D3">
        <w:rPr>
          <w:cs/>
          <w:lang w:bidi="bn-IN"/>
        </w:rPr>
        <w:t xml:space="preserve">আহমাদ-এর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মুসতাদরাক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 এবং আবু নাঈম-এর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সিফাতুল মাহদী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বর্ণনা করেন এবং তারা সবাই আবু সাঈদ </w:t>
      </w:r>
      <w:r>
        <w:rPr>
          <w:cs/>
          <w:lang w:bidi="bn-IN"/>
        </w:rPr>
        <w:t>খুদরী</w:t>
      </w:r>
      <w:r w:rsidRPr="009F36D3">
        <w:t xml:space="preserve"> </w:t>
      </w:r>
      <w:r w:rsidRPr="009F36D3">
        <w:rPr>
          <w:cs/>
          <w:lang w:bidi="bn-IN"/>
        </w:rPr>
        <w:t>থেকে বর্ণনা করেন যে রাসূলুল্লাহ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আমি তোমাদেরকে মাহদীর সুসংবাদ দিচ্ছি। সে আমার</w:t>
      </w:r>
      <w:r w:rsidRPr="009F36D3">
        <w:t xml:space="preserve"> </w:t>
      </w:r>
      <w:r w:rsidRPr="009F36D3">
        <w:rPr>
          <w:cs/>
          <w:lang w:bidi="bn-IN"/>
        </w:rPr>
        <w:t>উম্মতের ভিতর আবির্ভুত হবে এমন এক সময়ে যখন তারা</w:t>
      </w:r>
      <w:r w:rsidRPr="009F36D3">
        <w:t xml:space="preserve"> </w:t>
      </w:r>
      <w:r w:rsidRPr="009F36D3">
        <w:rPr>
          <w:cs/>
          <w:lang w:bidi="bn-IN"/>
        </w:rPr>
        <w:t xml:space="preserve">পরস্পর বিভেদ ও </w:t>
      </w:r>
      <w:r>
        <w:rPr>
          <w:cs/>
          <w:lang w:bidi="bn-IN"/>
        </w:rPr>
        <w:t>যুদ্ধে</w:t>
      </w:r>
      <w:r w:rsidRPr="009F36D3">
        <w:rPr>
          <w:cs/>
          <w:lang w:bidi="bn-IN"/>
        </w:rPr>
        <w:t xml:space="preserve"> লিপ্ত থাকবে। তখন হযরত পৃথিবীকে</w:t>
      </w:r>
      <w:r w:rsidRPr="009F36D3">
        <w:t xml:space="preserve"> </w:t>
      </w:r>
      <w:r w:rsidRPr="009F36D3">
        <w:rPr>
          <w:cs/>
          <w:lang w:bidi="bn-IN"/>
        </w:rPr>
        <w:t>সাম্য ও ন্যায়বিচার দিয়ে পূর্ণ করে দিবেন ঠিক যেভাবে তা</w:t>
      </w:r>
      <w:r w:rsidRPr="009F36D3">
        <w:t xml:space="preserve"> </w:t>
      </w:r>
      <w:r w:rsidRPr="009F36D3">
        <w:rPr>
          <w:cs/>
          <w:lang w:bidi="bn-IN"/>
        </w:rPr>
        <w:t>অত্যাচার ও নিপীড়নে পূর্ণ ছিলো। মাহদী মুহাম্মাদের উম্মতের</w:t>
      </w:r>
      <w:r w:rsidRPr="009F36D3">
        <w:t xml:space="preserve"> </w:t>
      </w:r>
      <w:r w:rsidRPr="009F36D3">
        <w:rPr>
          <w:cs/>
          <w:lang w:bidi="bn-IN"/>
        </w:rPr>
        <w:t>হৃদয়গুলোকে পূর্ণ করে দিবেন সম্পদ দিয়ে এবং তাদেরকে</w:t>
      </w:r>
      <w:r w:rsidRPr="009F36D3">
        <w:t xml:space="preserve"> </w:t>
      </w:r>
      <w:r w:rsidRPr="009F36D3">
        <w:rPr>
          <w:cs/>
          <w:lang w:bidi="bn-IN"/>
        </w:rPr>
        <w:t>অভাবমুক্ত করে দিবেন। তার ন্যায়বিচার সবাইকে বকেু জড়িয়ে</w:t>
      </w:r>
      <w:r w:rsidRPr="009F36D3">
        <w:t xml:space="preserve"> </w:t>
      </w:r>
      <w:r w:rsidRPr="009F36D3">
        <w:rPr>
          <w:cs/>
          <w:lang w:bidi="bn-IN"/>
        </w:rPr>
        <w:t>ধরবে।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D076AF">
        <w:rPr>
          <w:cs/>
          <w:lang w:bidi="bn-IN"/>
        </w:rPr>
        <w:t>উল্লিখিত</w:t>
      </w:r>
      <w:r w:rsidRPr="009F36D3">
        <w:rPr>
          <w:cs/>
          <w:lang w:bidi="bn-IN"/>
        </w:rPr>
        <w:t xml:space="preserve"> বইয়ের সপ্তম অধ্যায়ে তিনি আমিরুল মুমিনীন আলী</w:t>
      </w:r>
      <w:r w:rsidRPr="009F36D3">
        <w:t xml:space="preserve"> </w:t>
      </w:r>
      <w:r w:rsidRPr="009F36D3">
        <w:rPr>
          <w:cs/>
          <w:lang w:bidi="bn-IN"/>
        </w:rPr>
        <w:t xml:space="preserve">ইবনে আবি তালিব (আঃ) থেকে বর্ণনা করেন-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তার প্রধান</w:t>
      </w:r>
      <w:r w:rsidRPr="009F36D3">
        <w:t xml:space="preserve"> </w:t>
      </w:r>
      <w:r w:rsidRPr="009F36D3">
        <w:rPr>
          <w:cs/>
          <w:lang w:bidi="bn-IN"/>
        </w:rPr>
        <w:t xml:space="preserve">ব্যক্তিদের বিভিন্ন শহরে পাঠাবেন জনগণের মধ্যে ন্যায়বিচার </w:t>
      </w:r>
      <w:r w:rsidRPr="006235C9">
        <w:rPr>
          <w:cs/>
          <w:lang w:bidi="bn-IN"/>
        </w:rPr>
        <w:t>প্রতিষ্ঠা</w:t>
      </w:r>
      <w:r w:rsidRPr="009F36D3">
        <w:rPr>
          <w:cs/>
          <w:lang w:bidi="bn-IN"/>
        </w:rPr>
        <w:t xml:space="preserve"> করার</w:t>
      </w:r>
      <w:r w:rsidRPr="009F36D3">
        <w:t xml:space="preserve"> </w:t>
      </w:r>
      <w:r w:rsidRPr="009F36D3">
        <w:rPr>
          <w:cs/>
          <w:lang w:bidi="bn-IN"/>
        </w:rPr>
        <w:t>জন্য। নেকড়ে এবং ভেড়া সব একসাথে ঘাস খাবে। শিশুরা সাপ ও বিচ্ছু</w:t>
      </w:r>
      <w:r w:rsidRPr="009F36D3">
        <w:t xml:space="preserve"> </w:t>
      </w:r>
      <w:r w:rsidRPr="009F36D3">
        <w:rPr>
          <w:cs/>
          <w:lang w:bidi="bn-IN"/>
        </w:rPr>
        <w:t>নিয়ে খেলবে সামান্যতম ক্ষতি ছাড়াই। খারাপ বিদায় হয়ে যাবে এবং</w:t>
      </w:r>
      <w:r w:rsidRPr="009F36D3">
        <w:t xml:space="preserve"> </w:t>
      </w:r>
      <w:r w:rsidRPr="009F36D3">
        <w:rPr>
          <w:cs/>
          <w:lang w:bidi="bn-IN"/>
        </w:rPr>
        <w:t>ভালো থাকবে। জনগণ ৭৫০ গ্রাম চাষ করবে পরিবর্তে ফসল তুলবে ৫২৫</w:t>
      </w:r>
      <w:r w:rsidRPr="009F36D3">
        <w:t xml:space="preserve"> </w:t>
      </w:r>
      <w:r w:rsidRPr="009F36D3">
        <w:rPr>
          <w:cs/>
          <w:lang w:bidi="bn-IN"/>
        </w:rPr>
        <w:t>কিলো</w:t>
      </w:r>
      <w:r>
        <w:rPr>
          <w:cs/>
          <w:lang w:bidi="bn-IN"/>
        </w:rPr>
        <w:t>গ্রাম</w:t>
      </w:r>
      <w:r w:rsidRPr="009F36D3">
        <w:rPr>
          <w:cs/>
          <w:lang w:bidi="bn-IN"/>
        </w:rPr>
        <w:t xml:space="preserve"> ঠিক যেভাবে পবিত্র কোরআনে তা বলা হয়েছে। ব্যভিচার</w:t>
      </w:r>
      <w:r w:rsidRPr="009F36D3">
        <w:t xml:space="preserve">, </w:t>
      </w:r>
      <w:r w:rsidRPr="009F36D3">
        <w:rPr>
          <w:cs/>
          <w:lang w:bidi="bn-IN"/>
        </w:rPr>
        <w:t>মদপান ও সূদ-এর শিকড় উপড়ে ফেলা হবে। জনগণ ইবাদত</w:t>
      </w:r>
      <w:r w:rsidRPr="009F36D3">
        <w:t xml:space="preserve">, </w:t>
      </w:r>
      <w:r w:rsidRPr="009F36D3">
        <w:rPr>
          <w:cs/>
          <w:lang w:bidi="bn-IN"/>
        </w:rPr>
        <w:t>ঐশী</w:t>
      </w:r>
      <w:r w:rsidRPr="009F36D3">
        <w:t xml:space="preserve"> </w:t>
      </w:r>
      <w:r w:rsidRPr="009F36D3">
        <w:rPr>
          <w:cs/>
          <w:lang w:bidi="bn-IN"/>
        </w:rPr>
        <w:t>আইন</w:t>
      </w:r>
      <w:r w:rsidRPr="009F36D3">
        <w:t xml:space="preserve">, </w:t>
      </w:r>
      <w:r w:rsidRPr="009F36D3">
        <w:rPr>
          <w:cs/>
          <w:lang w:bidi="bn-IN"/>
        </w:rPr>
        <w:t>বিশ্বাস এবং সমাজে মেলামেশার প্রতি আসক্তি অনুভব করবে।</w:t>
      </w:r>
      <w:r w:rsidRPr="009F36D3">
        <w:t xml:space="preserve"> </w:t>
      </w:r>
      <w:r w:rsidRPr="009F36D3">
        <w:rPr>
          <w:cs/>
          <w:lang w:bidi="bn-IN"/>
        </w:rPr>
        <w:t>মানুষের হায়াত বৃদ্ধি পাবে। আমানত ফেরত দেয়া হবে। গাছগুলো ফল</w:t>
      </w:r>
      <w:r w:rsidRPr="009F36D3">
        <w:t xml:space="preserve"> </w:t>
      </w:r>
      <w:r w:rsidRPr="009F36D3">
        <w:rPr>
          <w:cs/>
          <w:lang w:bidi="bn-IN"/>
        </w:rPr>
        <w:t>দিবে। রহমত ও বরকত বহুগুণ হবে এবং শয়তানদের ধ্বংস করা হবে।</w:t>
      </w:r>
      <w:r w:rsidRPr="009F36D3">
        <w:t xml:space="preserve"> </w:t>
      </w:r>
      <w:r w:rsidRPr="009F36D3">
        <w:rPr>
          <w:cs/>
          <w:lang w:bidi="bn-IN"/>
        </w:rPr>
        <w:t>সৎগুণসম্পন্ন লোকেরা বেঁচে থাকবে এবং আহলে বাইতের প্রতি বিদ্বেষ</w:t>
      </w:r>
      <w:r w:rsidRPr="009F36D3">
        <w:t xml:space="preserve"> </w:t>
      </w:r>
      <w:r w:rsidRPr="009F36D3">
        <w:rPr>
          <w:cs/>
          <w:lang w:bidi="bn-IN"/>
        </w:rPr>
        <w:t>ভাবাপন্ন লোকদের অস্তিত্ব থাকবে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একই বইয়ের তৃতীয় অধ্যায়ে লেখক নাঈম ইবনে হেমাদ-এর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ফাতান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জাফর ইবনে বাশার শামি থেকে বর্ণনা করেন</w:t>
      </w:r>
      <w:r w:rsidRPr="009F36D3">
        <w:t xml:space="preserve"> </w:t>
      </w:r>
      <w:r w:rsidRPr="009F36D3">
        <w:rPr>
          <w:cs/>
          <w:lang w:bidi="bn-IN"/>
        </w:rPr>
        <w:t xml:space="preserve">যে </w:t>
      </w:r>
      <w:r w:rsidRPr="00AA6375">
        <w:rPr>
          <w:rStyle w:val="libAlaemChar"/>
        </w:rPr>
        <w:t>“</w:t>
      </w:r>
      <w:r w:rsidRPr="009F36D3">
        <w:t>(</w:t>
      </w:r>
      <w:r w:rsidRPr="009F36D3">
        <w:rPr>
          <w:cs/>
          <w:lang w:bidi="bn-IN"/>
        </w:rPr>
        <w:t>মাহদীর যুগে) অবিচার এমনভাবে তিরস্কৃত হবে যে কোন ব্যক্তির</w:t>
      </w:r>
      <w:r w:rsidRPr="009F36D3">
        <w:t xml:space="preserve"> </w:t>
      </w:r>
      <w:r w:rsidRPr="009F36D3">
        <w:rPr>
          <w:cs/>
          <w:lang w:bidi="bn-IN"/>
        </w:rPr>
        <w:t>কোন সম্পদ যদি অন্য কারো দাঁতের নীচেও লুকানো থাকে তাও সে খুলে</w:t>
      </w:r>
      <w:r w:rsidRPr="009F36D3">
        <w:t xml:space="preserve"> </w:t>
      </w:r>
      <w:r w:rsidRPr="009F36D3">
        <w:rPr>
          <w:cs/>
          <w:lang w:bidi="bn-IN"/>
        </w:rPr>
        <w:t>তার মালিককে ফেরত দিবে।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94F59" w:rsidRDefault="00594F59" w:rsidP="006E1E70">
      <w:r>
        <w:br w:type="page"/>
      </w:r>
    </w:p>
    <w:p w:rsidR="005A057D" w:rsidRPr="00BB5F39" w:rsidRDefault="005A057D" w:rsidP="00594F59">
      <w:pPr>
        <w:pStyle w:val="Heading2Center"/>
      </w:pPr>
      <w:bookmarkStart w:id="80" w:name="_Toc451691995"/>
      <w:r w:rsidRPr="00BB5F39">
        <w:rPr>
          <w:cs/>
          <w:lang w:bidi="bn-IN"/>
        </w:rPr>
        <w:lastRenderedPageBreak/>
        <w:t>মাহদীর (আঃ) অধীনে বিজয় ও উন্নয়ন</w:t>
      </w:r>
      <w:bookmarkEnd w:id="80"/>
      <w:r w:rsidRPr="00BB5F39">
        <w:t xml:space="preserve"> </w:t>
      </w:r>
    </w:p>
    <w:p w:rsidR="00594F59" w:rsidRDefault="00594F59" w:rsidP="005A057D">
      <w:pPr>
        <w:pStyle w:val="libNormal"/>
        <w:rPr>
          <w:rStyle w:val="libAlaemChar"/>
        </w:rPr>
      </w:pP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তৃতীয় অধ্যায়ে আবুল হাসান মালেকি</w:t>
      </w:r>
      <w:r w:rsidRPr="009F36D3">
        <w:t xml:space="preserve"> </w:t>
      </w:r>
      <w:r w:rsidRPr="009F36D3">
        <w:rPr>
          <w:cs/>
          <w:lang w:bidi="bn-IN"/>
        </w:rPr>
        <w:t>থেকে এবং তিনি হুযাইফা ইবনে ইয়ামানী থেকে বর্ণনা করেন যে</w:t>
      </w:r>
      <w:r w:rsidRPr="009F36D3">
        <w:t xml:space="preserve"> </w:t>
      </w:r>
      <w:r w:rsidRPr="009F36D3">
        <w:rPr>
          <w:cs/>
          <w:lang w:bidi="bn-IN"/>
        </w:rPr>
        <w:t>রাসূলুল্লাহ (সাঃ) বলেছেনঃ</w:t>
      </w:r>
      <w:r w:rsidRPr="009F36D3">
        <w:t xml:space="preserve">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যদি পৃথিবীর জীবন একদিনও বাকী না থাকে আল্লাহ আমার</w:t>
      </w:r>
      <w:r w:rsidRPr="009F36D3">
        <w:t xml:space="preserve"> </w:t>
      </w:r>
      <w:r w:rsidRPr="009F36D3">
        <w:rPr>
          <w:cs/>
          <w:lang w:bidi="bn-IN"/>
        </w:rPr>
        <w:t>বংশ থেকে এক ব্যক্তির উত্থান ঘটাবেন যার নাম হবে আমার</w:t>
      </w:r>
      <w:r w:rsidRPr="009F36D3">
        <w:t xml:space="preserve"> </w:t>
      </w:r>
      <w:r w:rsidRPr="009F36D3">
        <w:rPr>
          <w:cs/>
          <w:lang w:bidi="bn-IN"/>
        </w:rPr>
        <w:t>নামের মত এবং তার চরিত্র হবে হুবহু আমার চরিত্র। আল্লাহ</w:t>
      </w:r>
      <w:r w:rsidRPr="009F36D3">
        <w:t xml:space="preserve"> </w:t>
      </w:r>
      <w:r w:rsidRPr="009F36D3">
        <w:rPr>
          <w:cs/>
          <w:lang w:bidi="bn-IN"/>
        </w:rPr>
        <w:t>ধর্মকে পুনরুজ্জীবিত করবেন তার মাধ্যমে এবং তাকে বিজয়</w:t>
      </w:r>
      <w:r w:rsidRPr="009F36D3">
        <w:t xml:space="preserve"> </w:t>
      </w:r>
      <w:r w:rsidRPr="009F36D3">
        <w:rPr>
          <w:cs/>
          <w:lang w:bidi="bn-IN"/>
        </w:rPr>
        <w:t xml:space="preserve">দিবেন। শুধু যারা বলে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আল্লাহ ছাড়া কোন ইলাহ নেই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তারা</w:t>
      </w:r>
      <w:r w:rsidRPr="009F36D3">
        <w:t xml:space="preserve"> </w:t>
      </w:r>
      <w:r w:rsidRPr="009F36D3">
        <w:rPr>
          <w:cs/>
          <w:lang w:bidi="bn-IN"/>
        </w:rPr>
        <w:t xml:space="preserve">ছাড়া আর কেউ পৃথিবীর </w:t>
      </w:r>
      <w:r>
        <w:rPr>
          <w:cs/>
          <w:lang w:bidi="bn-IN"/>
        </w:rPr>
        <w:t>বুকে</w:t>
      </w:r>
      <w:r w:rsidRPr="009F36D3">
        <w:rPr>
          <w:cs/>
          <w:lang w:bidi="bn-IN"/>
        </w:rPr>
        <w:t xml:space="preserve"> থাকবে না।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D076AF">
        <w:rPr>
          <w:cs/>
          <w:lang w:bidi="bn-IN"/>
        </w:rPr>
        <w:t>উল্লিখিত</w:t>
      </w:r>
      <w:r w:rsidRPr="009F36D3">
        <w:rPr>
          <w:cs/>
          <w:lang w:bidi="bn-IN"/>
        </w:rPr>
        <w:t xml:space="preserve"> বইয়ের প্রথম অধ্যায়ে এর লেখক আবু আব্দুল্লাহ ইবনে</w:t>
      </w:r>
      <w:r w:rsidRPr="009F36D3">
        <w:t xml:space="preserve"> </w:t>
      </w:r>
      <w:r w:rsidRPr="009F36D3">
        <w:rPr>
          <w:cs/>
          <w:lang w:bidi="bn-IN"/>
        </w:rPr>
        <w:t xml:space="preserve">জওযীর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তারিখ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থেকে এবং তিনি আব্দুল্লাহ ইবনে আব্বাস থেকে বর্ণনা</w:t>
      </w:r>
      <w:r w:rsidRPr="009F36D3">
        <w:t xml:space="preserve"> </w:t>
      </w:r>
      <w:r w:rsidRPr="009F36D3">
        <w:rPr>
          <w:cs/>
          <w:lang w:bidi="bn-IN"/>
        </w:rPr>
        <w:t>করেন যে রাসূলুলাহ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চার ব্যক্তি সারা পৃথিবীকে শাসন করেছে- তাদের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বিশ্বাসী</w:t>
      </w:r>
      <w:r w:rsidRPr="009F36D3">
        <w:t xml:space="preserve"> </w:t>
      </w:r>
      <w:r w:rsidRPr="009F36D3">
        <w:rPr>
          <w:cs/>
          <w:lang w:bidi="bn-IN"/>
        </w:rPr>
        <w:t>এবং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অবিশ্বাসী</w:t>
      </w:r>
      <w:r w:rsidRPr="009F36D3">
        <w:rPr>
          <w:cs/>
          <w:lang w:bidi="hi-IN"/>
        </w:rPr>
        <w:t>।</w:t>
      </w:r>
      <w:r w:rsidRPr="009F36D3">
        <w:t xml:space="preserve"> </w:t>
      </w:r>
      <w:r w:rsidRPr="009F36D3">
        <w:rPr>
          <w:cs/>
          <w:lang w:bidi="bn-IN"/>
        </w:rPr>
        <w:t>বিশ্বাসী</w:t>
      </w:r>
      <w:r w:rsidRPr="009F36D3">
        <w:t xml:space="preserve">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জন হলো </w:t>
      </w:r>
      <w:r>
        <w:rPr>
          <w:cs/>
          <w:lang w:bidi="bn-IN"/>
        </w:rPr>
        <w:t>যুলক্বা</w:t>
      </w:r>
      <w:r w:rsidRPr="009F36D3">
        <w:rPr>
          <w:cs/>
          <w:lang w:bidi="bn-IN"/>
        </w:rPr>
        <w:t>রনাইন</w:t>
      </w:r>
      <w:r w:rsidRPr="009F36D3">
        <w:t xml:space="preserve"> (</w:t>
      </w:r>
      <w:r w:rsidRPr="009F36D3">
        <w:rPr>
          <w:cs/>
          <w:lang w:bidi="bn-IN"/>
        </w:rPr>
        <w:t>আঃ)</w:t>
      </w:r>
      <w:r w:rsidRPr="009F36D3">
        <w:t xml:space="preserve"> </w:t>
      </w:r>
      <w:r w:rsidRPr="009F36D3">
        <w:rPr>
          <w:cs/>
          <w:lang w:bidi="bn-IN"/>
        </w:rPr>
        <w:t>ও হযরত সুলাইমান (আঃ) এবং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অবিশ্বাসী হলো বাখ</w:t>
      </w:r>
      <w:r>
        <w:rPr>
          <w:cs/>
          <w:lang w:bidi="bn-IN"/>
        </w:rPr>
        <w:t>তুন</w:t>
      </w:r>
      <w:r w:rsidRPr="009F36D3">
        <w:t xml:space="preserve"> </w:t>
      </w:r>
      <w:r w:rsidRPr="009F36D3">
        <w:rPr>
          <w:cs/>
          <w:lang w:bidi="bn-IN"/>
        </w:rPr>
        <w:t>নসর এবং নমরুদ। শীঘ্রই আমার বংশের এক ব্যক্তি সারা</w:t>
      </w:r>
      <w:r w:rsidRPr="009F36D3">
        <w:t xml:space="preserve"> </w:t>
      </w:r>
      <w:r w:rsidRPr="009F36D3">
        <w:rPr>
          <w:cs/>
          <w:lang w:bidi="bn-IN"/>
        </w:rPr>
        <w:t>পৃথিবীর মালিক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১৫০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হাদীস এসেছে</w:t>
      </w:r>
      <w:r w:rsidRPr="009F36D3">
        <w:t xml:space="preserve"> </w:t>
      </w:r>
      <w:r w:rsidRPr="009F36D3">
        <w:rPr>
          <w:cs/>
          <w:lang w:bidi="bn-IN"/>
        </w:rPr>
        <w:t>মাহদী পূর্ব ও পশ্চিমের মালিক হবেন।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ইয়ানাবিউল মুওয়াদ্দা</w:t>
      </w:r>
      <w:r w:rsidRPr="00AA6375">
        <w:rPr>
          <w:rStyle w:val="libAlaemChar"/>
        </w:rPr>
        <w:t>’</w:t>
      </w:r>
      <w:r w:rsidRPr="009F36D3">
        <w:rPr>
          <w:lang w:bidi="bn-IN"/>
        </w:rPr>
        <w:t>-</w:t>
      </w:r>
      <w:r w:rsidRPr="009F36D3">
        <w:rPr>
          <w:cs/>
          <w:lang w:bidi="bn-IN"/>
        </w:rPr>
        <w:t xml:space="preserve">র লেখক ৪৪৭ পৃষ্ঠায়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ফারায়েদুস</w:t>
      </w:r>
      <w:r w:rsidRPr="009F36D3">
        <w:t xml:space="preserve"> </w:t>
      </w:r>
      <w:r w:rsidRPr="009F36D3">
        <w:rPr>
          <w:cs/>
          <w:lang w:bidi="bn-IN"/>
        </w:rPr>
        <w:t>সিমতাইন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থেকে এবং তা সাঈদ ইবনে </w:t>
      </w:r>
      <w:r>
        <w:rPr>
          <w:cs/>
          <w:lang w:bidi="bn-IN"/>
        </w:rPr>
        <w:t>জু</w:t>
      </w:r>
      <w:r w:rsidRPr="009F36D3">
        <w:rPr>
          <w:cs/>
          <w:lang w:bidi="bn-IN"/>
        </w:rPr>
        <w:t>বায়ে</w:t>
      </w:r>
      <w:r>
        <w:rPr>
          <w:cs/>
          <w:lang w:bidi="bn-IN"/>
        </w:rPr>
        <w:t>র</w:t>
      </w:r>
      <w:r w:rsidRPr="009F36D3">
        <w:rPr>
          <w:cs/>
          <w:lang w:bidi="bn-IN"/>
        </w:rPr>
        <w:t xml:space="preserve"> থেকে এবং তিনি ইবনে</w:t>
      </w:r>
      <w:r w:rsidRPr="009F36D3">
        <w:t xml:space="preserve"> </w:t>
      </w:r>
      <w:r w:rsidRPr="009F36D3">
        <w:rPr>
          <w:cs/>
          <w:lang w:bidi="bn-IN"/>
        </w:rPr>
        <w:t>আব্বাস থেকে বর্ণনা করেন যে রাসূলুল্লাহ (সাঃ) বলেছেনঃ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আমার পর বারোজন খলিফা ও উত্তরাধিকারী আসবে যারা হবে</w:t>
      </w:r>
      <w:r w:rsidRPr="009F36D3">
        <w:t xml:space="preserve"> </w:t>
      </w:r>
      <w:r w:rsidRPr="009F36D3">
        <w:rPr>
          <w:cs/>
          <w:lang w:bidi="bn-IN"/>
        </w:rPr>
        <w:t xml:space="preserve">আল্লাহর </w:t>
      </w:r>
      <w:r>
        <w:rPr>
          <w:cs/>
          <w:lang w:bidi="bn-IN"/>
        </w:rPr>
        <w:t>সৃ</w:t>
      </w:r>
      <w:r w:rsidRPr="009F36D3">
        <w:rPr>
          <w:cs/>
          <w:lang w:bidi="bn-IN"/>
        </w:rPr>
        <w:t>ষ্টির উপরে তার হুজ্জাত (প্রমাণ)</w:t>
      </w:r>
      <w:r w:rsidRPr="009F36D3">
        <w:rPr>
          <w:cs/>
          <w:lang w:bidi="hi-IN"/>
        </w:rPr>
        <w:t>।</w:t>
      </w:r>
      <w:r w:rsidRPr="009F36D3">
        <w:rPr>
          <w:cs/>
          <w:lang w:bidi="bn-IN"/>
        </w:rPr>
        <w:t xml:space="preserve"> তাদের প্রথম জন</w:t>
      </w:r>
      <w:r w:rsidRPr="009F36D3">
        <w:t xml:space="preserve"> </w:t>
      </w:r>
      <w:r w:rsidRPr="009F36D3">
        <w:rPr>
          <w:cs/>
          <w:lang w:bidi="bn-IN"/>
        </w:rPr>
        <w:t>হলো আলী এবং তাদের শেষ জন আমার সন্তান</w:t>
      </w:r>
      <w:r w:rsidRPr="009F36D3">
        <w:t xml:space="preserve"> </w:t>
      </w:r>
      <w:r w:rsidRPr="009F36D3">
        <w:rPr>
          <w:cs/>
          <w:lang w:bidi="bn-IN"/>
        </w:rPr>
        <w:t>মাহদী। পৃথিবী</w:t>
      </w:r>
      <w:r w:rsidRPr="009F36D3">
        <w:t xml:space="preserve"> </w:t>
      </w:r>
      <w:r w:rsidRPr="009F36D3">
        <w:rPr>
          <w:cs/>
          <w:lang w:bidi="bn-IN"/>
        </w:rPr>
        <w:t>ঐশী আলোতে আলোকিত হয়ে যাবে এবং মাহদীর শাসন পূর্ব</w:t>
      </w:r>
      <w:r w:rsidRPr="009F36D3">
        <w:t xml:space="preserve"> </w:t>
      </w:r>
      <w:r w:rsidRPr="009F36D3">
        <w:rPr>
          <w:cs/>
          <w:lang w:bidi="bn-IN"/>
        </w:rPr>
        <w:t>থেকে পশ্চিম পর্যন্ত</w:t>
      </w:r>
      <w:r w:rsidRPr="009F36D3">
        <w:t xml:space="preserve"> </w:t>
      </w:r>
      <w:r w:rsidRPr="009F36D3">
        <w:rPr>
          <w:cs/>
          <w:lang w:bidi="bn-IN"/>
        </w:rPr>
        <w:t>বি</w:t>
      </w:r>
      <w:r>
        <w:rPr>
          <w:cs/>
          <w:lang w:bidi="bn-IN"/>
        </w:rPr>
        <w:t>স্তৃত</w:t>
      </w:r>
      <w:r w:rsidRPr="009F36D3">
        <w:rPr>
          <w:cs/>
          <w:lang w:bidi="bn-IN"/>
        </w:rPr>
        <w:t xml:space="preserve"> হবে।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AA6375">
      <w:pPr>
        <w:pStyle w:val="libNormal"/>
      </w:pPr>
    </w:p>
    <w:p w:rsidR="00594F59" w:rsidRPr="006E1E70" w:rsidRDefault="00594F59" w:rsidP="006E1E70">
      <w:pPr>
        <w:rPr>
          <w:rtl/>
          <w:cs/>
        </w:rPr>
      </w:pPr>
      <w:r>
        <w:rPr>
          <w:cs/>
          <w:lang w:bidi="bn-IN"/>
        </w:rPr>
        <w:lastRenderedPageBreak/>
        <w:br w:type="page"/>
      </w:r>
    </w:p>
    <w:p w:rsidR="005A057D" w:rsidRDefault="005A057D" w:rsidP="00594F59">
      <w:pPr>
        <w:pStyle w:val="Heading2Center"/>
      </w:pPr>
      <w:bookmarkStart w:id="81" w:name="_Toc451691996"/>
      <w:r w:rsidRPr="00DD3BE8">
        <w:rPr>
          <w:cs/>
          <w:lang w:bidi="bn-IN"/>
        </w:rPr>
        <w:lastRenderedPageBreak/>
        <w:t>মাহদীর (আঃ) খিলাফত ও শাসন-এর সময়</w:t>
      </w:r>
      <w:bookmarkEnd w:id="81"/>
      <w:r w:rsidRPr="009F36D3">
        <w:t xml:space="preserve"> </w:t>
      </w:r>
    </w:p>
    <w:p w:rsidR="00594F59" w:rsidRDefault="00594F59" w:rsidP="00AA6375">
      <w:pPr>
        <w:pStyle w:val="libNormal"/>
        <w:rPr>
          <w:cs/>
          <w:lang w:bidi="bn-IN"/>
        </w:rPr>
      </w:pPr>
    </w:p>
    <w:p w:rsidR="005A057D" w:rsidRDefault="005A057D" w:rsidP="00AA6375">
      <w:pPr>
        <w:pStyle w:val="libNormal"/>
      </w:pPr>
      <w:r w:rsidRPr="009F36D3">
        <w:rPr>
          <w:cs/>
          <w:lang w:bidi="bn-IN"/>
        </w:rPr>
        <w:t>মাহদীর (আঃ) খিলাফত ও শাসন এবং হযরতের হায়াত সম্পর্কে</w:t>
      </w:r>
      <w:r w:rsidRPr="009F36D3">
        <w:t xml:space="preserve"> </w:t>
      </w:r>
      <w:r w:rsidRPr="009F36D3">
        <w:rPr>
          <w:cs/>
          <w:lang w:bidi="bn-IN"/>
        </w:rPr>
        <w:t>বিভিন্ন হাদীস এসেছে সুন্নী সূত্রে।</w:t>
      </w:r>
      <w:r w:rsidRPr="009F36D3">
        <w:t xml:space="preserve"> </w:t>
      </w:r>
    </w:p>
    <w:p w:rsidR="005A057D" w:rsidRDefault="005A057D" w:rsidP="00AA6375">
      <w:pPr>
        <w:pStyle w:val="libNormal"/>
      </w:pPr>
      <w:r w:rsidRPr="009F36D3">
        <w:rPr>
          <w:cs/>
          <w:lang w:bidi="bn-IN"/>
        </w:rPr>
        <w:t>আবু দাউদ বর্ণনা করেছেন যে মাহদী (আঃ) সাত বছর শাসন করবেন।</w:t>
      </w:r>
      <w:r w:rsidRPr="009F36D3">
        <w:t xml:space="preserve"> </w:t>
      </w:r>
      <w:r w:rsidRPr="009F36D3">
        <w:rPr>
          <w:cs/>
          <w:lang w:bidi="bn-IN"/>
        </w:rPr>
        <w:t>তিরমিযি বর্ণনা করেছেন মাহদী (আঃ) শাসন করবেন পাঁচ অথবা সাত</w:t>
      </w:r>
      <w:r w:rsidRPr="009F36D3">
        <w:t xml:space="preserve"> </w:t>
      </w:r>
      <w:r w:rsidRPr="009F36D3">
        <w:rPr>
          <w:cs/>
          <w:lang w:bidi="bn-IN"/>
        </w:rPr>
        <w:t>অথবা নয় বছর। ইবনে মাজাহও একই বিষয় বর্ণনা করেছেন।</w:t>
      </w:r>
      <w:r w:rsidRPr="009F36D3">
        <w:t xml:space="preserve"> </w:t>
      </w:r>
    </w:p>
    <w:p w:rsidR="005A057D" w:rsidRDefault="005A057D" w:rsidP="00AA6375">
      <w:pPr>
        <w:pStyle w:val="libNormal"/>
      </w:pPr>
      <w:r w:rsidRPr="009F36D3">
        <w:rPr>
          <w:cs/>
          <w:lang w:bidi="bn-IN"/>
        </w:rPr>
        <w:t>হাকিম বর্ণনা করেছেন মাহদী (আঃ) শাসন করবেন সাত অথবা নয় বছর।</w:t>
      </w:r>
      <w:r w:rsidRPr="009F36D3">
        <w:t xml:space="preserve"> </w:t>
      </w:r>
      <w:r w:rsidRPr="009F36D3">
        <w:rPr>
          <w:cs/>
          <w:lang w:bidi="bn-IN"/>
        </w:rPr>
        <w:t>কিন্তু ইবনে হাজার মাহদীর (আঃ) শাসন শুধু সাত বছর উল্লেখ করেছেন।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তাবরানি ও বায্যায থেকে বর্ণনা করা হয়েছে মাহদী (আঃ) সাত</w:t>
      </w:r>
      <w:r w:rsidRPr="009F36D3">
        <w:t xml:space="preserve">, </w:t>
      </w:r>
      <w:r w:rsidRPr="009F36D3">
        <w:rPr>
          <w:cs/>
          <w:lang w:bidi="bn-IN"/>
        </w:rPr>
        <w:t>আট অথবা বেশী হলে নয় বছর বাঁচবেন। মাওয়ারদি এবং আহমাদ বর্ণনা</w:t>
      </w:r>
      <w:r w:rsidRPr="009F36D3">
        <w:t xml:space="preserve"> </w:t>
      </w:r>
      <w:r w:rsidRPr="009F36D3">
        <w:rPr>
          <w:cs/>
          <w:lang w:bidi="bn-IN"/>
        </w:rPr>
        <w:t>করেছেন হযরত মাহদী (আঃ) বাঁচবেন পাঁচ</w:t>
      </w:r>
      <w:r w:rsidRPr="009F36D3">
        <w:t xml:space="preserve">, </w:t>
      </w:r>
      <w:r w:rsidRPr="009F36D3">
        <w:rPr>
          <w:cs/>
          <w:lang w:bidi="bn-IN"/>
        </w:rPr>
        <w:t>সাত</w:t>
      </w:r>
      <w:r w:rsidRPr="009F36D3">
        <w:t xml:space="preserve">, </w:t>
      </w:r>
      <w:r w:rsidRPr="009F36D3">
        <w:rPr>
          <w:cs/>
          <w:lang w:bidi="bn-IN"/>
        </w:rPr>
        <w:t>আট অথবা নয় বছর</w:t>
      </w:r>
      <w:r w:rsidRPr="009F36D3">
        <w:t xml:space="preserve"> </w:t>
      </w:r>
      <w:r w:rsidRPr="009F36D3">
        <w:rPr>
          <w:cs/>
          <w:lang w:bidi="bn-IN"/>
        </w:rPr>
        <w:t>এবং তারপরে আর কোন ভালো থাকবে না। কোন কোন হাদীস বিশেষজ্ঞ</w:t>
      </w:r>
      <w:r w:rsidRPr="009F36D3">
        <w:t xml:space="preserve"> </w:t>
      </w:r>
      <w:r w:rsidRPr="009F36D3">
        <w:rPr>
          <w:cs/>
          <w:lang w:bidi="bn-IN"/>
        </w:rPr>
        <w:t xml:space="preserve">বলেন মাহদীর শাসন ২০ বছর দীর্ঘায়িত হবে ঠিক যেভাবে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</w:t>
      </w:r>
      <w:r w:rsidRPr="009F36D3">
        <w:t xml:space="preserve"> </w:t>
      </w:r>
      <w:r w:rsidRPr="009F36D3">
        <w:rPr>
          <w:cs/>
          <w:lang w:bidi="bn-IN"/>
        </w:rPr>
        <w:t>দুরার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>এর লেখক আবু নাঈম ও তাবরানি থেকে বর্ণনা করেছেন। এছাড়া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ইকদুদ দুরার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এর লেখক নাঈম ইবনে হেমাদ থেকে বর্ণনা করেছেন যে</w:t>
      </w:r>
      <w:r w:rsidRPr="009F36D3">
        <w:t xml:space="preserve"> </w:t>
      </w:r>
      <w:r w:rsidRPr="009F36D3">
        <w:rPr>
          <w:cs/>
          <w:lang w:bidi="bn-IN"/>
        </w:rPr>
        <w:t xml:space="preserve">মাহদী </w:t>
      </w:r>
      <w:r w:rsidRPr="004F0267">
        <w:rPr>
          <w:cs/>
          <w:lang w:bidi="bn-IN"/>
        </w:rPr>
        <w:t>চল্লিশ</w:t>
      </w:r>
      <w:r w:rsidRPr="009F36D3">
        <w:rPr>
          <w:cs/>
          <w:lang w:bidi="bn-IN"/>
        </w:rPr>
        <w:t xml:space="preserve"> বছর বেঁচে থাকবেন। যাহোক</w:t>
      </w:r>
      <w:r w:rsidRPr="009F36D3">
        <w:t xml:space="preserve">, </w:t>
      </w:r>
      <w:r w:rsidRPr="009F36D3">
        <w:rPr>
          <w:cs/>
          <w:lang w:bidi="bn-IN"/>
        </w:rPr>
        <w:t>যেসব হাদীস মাহদীর জীবন</w:t>
      </w:r>
      <w:r w:rsidRPr="009F36D3">
        <w:t xml:space="preserve"> </w:t>
      </w:r>
      <w:r w:rsidRPr="009F36D3">
        <w:rPr>
          <w:cs/>
          <w:lang w:bidi="bn-IN"/>
        </w:rPr>
        <w:t>সাত বছর বলে উল্লেখ করে সেগুলোর সংখ্যাই বেশী। কোন কোন হাদীস</w:t>
      </w:r>
      <w:r w:rsidRPr="009F36D3">
        <w:t xml:space="preserve"> </w:t>
      </w:r>
      <w:r w:rsidRPr="009F36D3">
        <w:rPr>
          <w:cs/>
          <w:lang w:bidi="bn-IN"/>
        </w:rPr>
        <w:t>বলে মাহদী (আঃ) শাসন করবেন সাত বছর যেখানে প্রত্যেক বছর হবে</w:t>
      </w:r>
      <w:r w:rsidRPr="009F36D3">
        <w:t xml:space="preserve"> </w:t>
      </w:r>
      <w:r w:rsidRPr="009F36D3">
        <w:rPr>
          <w:cs/>
          <w:lang w:bidi="bn-IN"/>
        </w:rPr>
        <w:t>বিশ বছরের সমান। অর্থাৎ প্রত্যেক বছর মাহদী (আঃ) ২০ বছরের জন্য</w:t>
      </w:r>
      <w:r w:rsidRPr="009F36D3">
        <w:t xml:space="preserve"> </w:t>
      </w:r>
      <w:r w:rsidRPr="009F36D3">
        <w:rPr>
          <w:cs/>
          <w:lang w:bidi="bn-IN"/>
        </w:rPr>
        <w:t>সংস্কারমূলক কাজ ও ইসলামি শিক্ষার প্রচলন করবেন। কোন কোন হাদীস</w:t>
      </w:r>
      <w:r w:rsidRPr="009F36D3">
        <w:t xml:space="preserve"> </w:t>
      </w:r>
      <w:r w:rsidRPr="009F36D3">
        <w:rPr>
          <w:cs/>
          <w:lang w:bidi="bn-IN"/>
        </w:rPr>
        <w:t>বলে তিনি দশ বছরের জন্য শাসন করবেন। আলেমদের বক্তব্য বিভিন্ন।</w:t>
      </w:r>
      <w:r w:rsidRPr="009F36D3">
        <w:t xml:space="preserve"> </w:t>
      </w:r>
      <w:r w:rsidRPr="009F36D3">
        <w:rPr>
          <w:cs/>
          <w:lang w:bidi="bn-IN"/>
        </w:rPr>
        <w:t>কেউ বলেন- সন্দেহ জেগেছে বর্ণনাকারী থেকে এবং এ বক্তব্যের সমর্থন</w:t>
      </w:r>
      <w:r w:rsidRPr="009F36D3">
        <w:t xml:space="preserve"> </w:t>
      </w:r>
      <w:r w:rsidRPr="009F36D3">
        <w:rPr>
          <w:cs/>
          <w:lang w:bidi="bn-IN"/>
        </w:rPr>
        <w:t>তিরমিযির কথায় পাওয়া যায়</w:t>
      </w:r>
      <w:r w:rsidRPr="009F36D3">
        <w:t xml:space="preserve">, </w:t>
      </w:r>
      <w:r w:rsidRPr="009F36D3">
        <w:rPr>
          <w:cs/>
          <w:lang w:bidi="bn-IN"/>
        </w:rPr>
        <w:t xml:space="preserve">তিনি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এটি বর্ণনাকারীর সন্দেহ</w:t>
      </w:r>
      <w:r w:rsidRPr="009F36D3">
        <w:t xml:space="preserve"> </w:t>
      </w:r>
      <w:r w:rsidRPr="009F36D3">
        <w:rPr>
          <w:cs/>
          <w:lang w:bidi="bn-IN"/>
        </w:rPr>
        <w:t>থেকে ঘটেছে।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ইসাফুর রাগেবীন</w:t>
      </w:r>
      <w:r w:rsidRPr="00AA6375">
        <w:rPr>
          <w:rStyle w:val="libAlaemChar"/>
        </w:rPr>
        <w:t>’</w:t>
      </w:r>
      <w:r w:rsidRPr="009F36D3">
        <w:t>-</w:t>
      </w:r>
      <w:r w:rsidRPr="009F36D3">
        <w:rPr>
          <w:cs/>
          <w:lang w:bidi="bn-IN"/>
        </w:rPr>
        <w:t xml:space="preserve">এর লেখক ১৫৫ পৃষ্ঠায় বলেছেন-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বেশীর</w:t>
      </w:r>
      <w:r w:rsidRPr="009F36D3">
        <w:t xml:space="preserve"> </w:t>
      </w:r>
      <w:r w:rsidRPr="009F36D3">
        <w:rPr>
          <w:cs/>
          <w:lang w:bidi="bn-IN"/>
        </w:rPr>
        <w:t>ভাগ হাদীস বলে মাহদীর (আঃ) শাসন সাত বছর থাকবে এবং সাত থেকে</w:t>
      </w:r>
      <w:r w:rsidRPr="009F36D3">
        <w:t xml:space="preserve"> </w:t>
      </w:r>
      <w:r w:rsidRPr="009F36D3">
        <w:rPr>
          <w:cs/>
          <w:lang w:bidi="bn-IN"/>
        </w:rPr>
        <w:t>নয় বছর হলো সন্দেহজনক।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lastRenderedPageBreak/>
        <w:t xml:space="preserve">ইবনে হাজার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মাহদী সাত বছরের জন্য শাসন করবেন এ</w:t>
      </w:r>
      <w:r w:rsidRPr="009F36D3">
        <w:t xml:space="preserve"> </w:t>
      </w:r>
      <w:r w:rsidRPr="009F36D3">
        <w:rPr>
          <w:cs/>
          <w:lang w:bidi="bn-IN"/>
        </w:rPr>
        <w:t>বিষয়ে হাদীসগুলোর ঐক্য দেখা যায়। তিনি আবুল হাসান আবারি থেকে</w:t>
      </w:r>
      <w:r w:rsidRPr="009F36D3">
        <w:t xml:space="preserve"> </w:t>
      </w:r>
      <w:r w:rsidRPr="009F36D3">
        <w:rPr>
          <w:cs/>
          <w:lang w:bidi="bn-IN"/>
        </w:rPr>
        <w:t>বর্ণনা করেন যে</w:t>
      </w:r>
      <w:r w:rsidRPr="009F36D3">
        <w:t xml:space="preserve">, </w:t>
      </w:r>
      <w:r>
        <w:rPr>
          <w:cs/>
          <w:lang w:bidi="bn-IN"/>
        </w:rPr>
        <w:t>প্রচুর</w:t>
      </w:r>
      <w:r w:rsidRPr="009F36D3">
        <w:rPr>
          <w:cs/>
          <w:lang w:bidi="bn-IN"/>
        </w:rPr>
        <w:t xml:space="preserve"> নির্ভরযোর্গ্য হাদীস ইঙ্গিত করে মাহদী (আঃ) সাত</w:t>
      </w:r>
      <w:r w:rsidRPr="009F36D3">
        <w:t xml:space="preserve"> </w:t>
      </w:r>
      <w:r w:rsidRPr="009F36D3">
        <w:rPr>
          <w:cs/>
          <w:lang w:bidi="bn-IN"/>
        </w:rPr>
        <w:t>বছর শাসন করবেন।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এ বইয়ের লেখক বলেন- হাদীসে এ পাথর্ক্য এসেছে হয়তো এ</w:t>
      </w:r>
      <w:r w:rsidRPr="009F36D3">
        <w:t xml:space="preserve"> </w:t>
      </w:r>
      <w:r w:rsidRPr="009F36D3">
        <w:rPr>
          <w:cs/>
          <w:lang w:bidi="bn-IN"/>
        </w:rPr>
        <w:t>কারণে যে মাহদীর (আঃ) আবির্ভাবের সময়টকু যেমন কারো জানা নেই</w:t>
      </w:r>
      <w:r w:rsidRPr="009F36D3">
        <w:t xml:space="preserve"> </w:t>
      </w:r>
      <w:r w:rsidRPr="009F36D3">
        <w:rPr>
          <w:cs/>
          <w:lang w:bidi="bn-IN"/>
        </w:rPr>
        <w:t>তেমনি তার শাসনকালও জানার জন্য নয়</w:t>
      </w:r>
      <w:r w:rsidRPr="009F36D3">
        <w:t xml:space="preserve">, </w:t>
      </w:r>
      <w:r w:rsidRPr="009F36D3">
        <w:rPr>
          <w:cs/>
          <w:lang w:bidi="bn-IN"/>
        </w:rPr>
        <w:t>যেন প্রত্যেক ব্যক্তি মাহদীর</w:t>
      </w:r>
      <w:r w:rsidRPr="009F36D3">
        <w:t xml:space="preserve"> </w:t>
      </w:r>
      <w:r w:rsidRPr="009F36D3">
        <w:rPr>
          <w:cs/>
          <w:lang w:bidi="bn-IN"/>
        </w:rPr>
        <w:t>বিজয় এবং দীর্ঘ উপস্থিতির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আকাঙ্ক্ষা করে।</w:t>
      </w:r>
      <w:r w:rsidRPr="009F36D3">
        <w:t xml:space="preserve"> </w:t>
      </w:r>
    </w:p>
    <w:p w:rsidR="00594F59" w:rsidRDefault="00594F59" w:rsidP="006E1E7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5A057D" w:rsidRPr="008243BF" w:rsidRDefault="005A057D" w:rsidP="00594F59">
      <w:pPr>
        <w:pStyle w:val="Heading2Center"/>
      </w:pPr>
      <w:bookmarkStart w:id="82" w:name="_Toc451691997"/>
      <w:r w:rsidRPr="008243BF">
        <w:rPr>
          <w:cs/>
          <w:lang w:bidi="bn-IN"/>
        </w:rPr>
        <w:lastRenderedPageBreak/>
        <w:t>মাহদী (আঃ)-এর ৩১৩ জন প্রধান সাহায্যকারী ও উৎপত্তি স্থান</w:t>
      </w:r>
      <w:bookmarkEnd w:id="82"/>
      <w:r w:rsidRPr="008243BF">
        <w:t xml:space="preserve"> </w:t>
      </w:r>
    </w:p>
    <w:p w:rsidR="00594F59" w:rsidRDefault="00594F59" w:rsidP="005A057D">
      <w:pPr>
        <w:pStyle w:val="libNormal"/>
        <w:rPr>
          <w:cs/>
          <w:lang w:bidi="bn-IN"/>
        </w:rPr>
      </w:pPr>
    </w:p>
    <w:p w:rsidR="005A057D" w:rsidRPr="00AA6375" w:rsidRDefault="005A057D" w:rsidP="005A057D">
      <w:pPr>
        <w:pStyle w:val="libNormal"/>
        <w:rPr>
          <w:rStyle w:val="libAlaemChar"/>
        </w:rPr>
      </w:pPr>
      <w:r w:rsidRPr="009F36D3">
        <w:rPr>
          <w:cs/>
          <w:lang w:bidi="bn-IN"/>
        </w:rPr>
        <w:t xml:space="preserve">আসবাগ ইবনে নবাতাহু বলেন-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আমিরুল মুমিনীন আলী ইবনে</w:t>
      </w:r>
      <w:r w:rsidRPr="009F36D3">
        <w:t xml:space="preserve"> </w:t>
      </w:r>
      <w:r w:rsidRPr="009F36D3">
        <w:rPr>
          <w:cs/>
          <w:lang w:bidi="bn-IN"/>
        </w:rPr>
        <w:t xml:space="preserve">আবি তালিব (আঃ) একটি </w:t>
      </w:r>
      <w:r>
        <w:rPr>
          <w:cs/>
          <w:lang w:bidi="bn-IN"/>
        </w:rPr>
        <w:t>খু</w:t>
      </w:r>
      <w:r w:rsidRPr="009F36D3">
        <w:rPr>
          <w:cs/>
          <w:lang w:bidi="bn-IN"/>
        </w:rPr>
        <w:t>তবা দিলেন এবং সেখানে মাহদীর আবির্ভার্ব</w:t>
      </w:r>
      <w:r w:rsidRPr="009F36D3">
        <w:t xml:space="preserve"> </w:t>
      </w:r>
      <w:r w:rsidRPr="009F36D3">
        <w:rPr>
          <w:cs/>
          <w:lang w:bidi="bn-IN"/>
        </w:rPr>
        <w:t xml:space="preserve">ও সাহায্যকারীদের সম্পর্কে বললেন। আবু খালিদ হালাবি অথবা </w:t>
      </w:r>
      <w:r>
        <w:rPr>
          <w:cs/>
          <w:lang w:bidi="bn-IN"/>
        </w:rPr>
        <w:t>কাবুলি</w:t>
      </w:r>
      <w:r w:rsidRPr="009F36D3">
        <w:t xml:space="preserve"> </w:t>
      </w:r>
      <w:r w:rsidRPr="009F36D3">
        <w:rPr>
          <w:cs/>
          <w:lang w:bidi="bn-IN"/>
        </w:rPr>
        <w:t xml:space="preserve">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হে আলী</w:t>
      </w:r>
      <w:r w:rsidRPr="009F36D3">
        <w:t xml:space="preserve">, </w:t>
      </w:r>
      <w:r w:rsidRPr="009F36D3">
        <w:rPr>
          <w:cs/>
          <w:lang w:bidi="bn-IN"/>
        </w:rPr>
        <w:t>তার বৈশিষ্ট্য সম্পর্কে আমাদের কিছু ব</w:t>
      </w:r>
      <w:r>
        <w:rPr>
          <w:cs/>
          <w:lang w:bidi="bn-IN"/>
        </w:rPr>
        <w:t>লু</w:t>
      </w:r>
      <w:r w:rsidRPr="009F36D3">
        <w:rPr>
          <w:cs/>
          <w:lang w:bidi="bn-IN"/>
        </w:rPr>
        <w:t>ন।</w:t>
      </w:r>
      <w:r w:rsidRPr="00AA6375">
        <w:rPr>
          <w:rStyle w:val="libAlaemChar"/>
        </w:rPr>
        <w:t>’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তিনি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চরিত্র ও সৃষ্টি গঠনের দিক থেকে তিনি রাসূলুল্লাহ (সাঃ)-</w:t>
      </w:r>
      <w:r w:rsidRPr="009F36D3">
        <w:t xml:space="preserve"> </w:t>
      </w:r>
      <w:r w:rsidRPr="009F36D3">
        <w:rPr>
          <w:cs/>
          <w:lang w:bidi="bn-IN"/>
        </w:rPr>
        <w:t>এর সবচেয়ে নিকটব</w:t>
      </w:r>
      <w:r>
        <w:rPr>
          <w:cs/>
          <w:lang w:bidi="bn-IN"/>
        </w:rPr>
        <w:t>র্তী</w:t>
      </w:r>
      <w:r w:rsidRPr="009F36D3">
        <w:rPr>
          <w:cs/>
          <w:lang w:bidi="hi-IN"/>
        </w:rPr>
        <w:t xml:space="preserve">। </w:t>
      </w:r>
      <w:r w:rsidRPr="009F36D3">
        <w:rPr>
          <w:cs/>
          <w:lang w:bidi="bn-IN"/>
        </w:rPr>
        <w:t>আমি কি তোমাদের তার সাহায্যকারীদের</w:t>
      </w:r>
      <w:r w:rsidRPr="009F36D3">
        <w:t xml:space="preserve"> </w:t>
      </w:r>
      <w:r w:rsidRPr="009F36D3">
        <w:rPr>
          <w:cs/>
          <w:lang w:bidi="bn-IN"/>
        </w:rPr>
        <w:t>সম্পর্কে বলবো</w:t>
      </w:r>
      <w:r w:rsidRPr="009F36D3">
        <w:t xml:space="preserve">?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তারা বললো-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জী</w:t>
      </w:r>
      <w:r w:rsidRPr="009F36D3">
        <w:t xml:space="preserve">, </w:t>
      </w:r>
      <w:r w:rsidRPr="009F36D3">
        <w:rPr>
          <w:cs/>
          <w:lang w:bidi="bn-IN"/>
        </w:rPr>
        <w:t>হে আমিরুল মুমিনীন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তিনি বললেন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আমি রাসূলুল্লাহকে (সাঃ) বলতে শুনেছি যে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তাদের</w:t>
      </w:r>
      <w:r w:rsidRPr="009F36D3">
        <w:t xml:space="preserve"> </w:t>
      </w:r>
      <w:r w:rsidRPr="009F36D3">
        <w:rPr>
          <w:cs/>
          <w:lang w:bidi="bn-IN"/>
        </w:rPr>
        <w:t xml:space="preserve">প্রথমজন </w:t>
      </w:r>
      <w:r w:rsidRPr="00565E78">
        <w:rPr>
          <w:cs/>
          <w:lang w:bidi="bn-IN"/>
        </w:rPr>
        <w:t>বসরা</w:t>
      </w:r>
      <w:r w:rsidRPr="009F36D3">
        <w:rPr>
          <w:cs/>
          <w:lang w:bidi="bn-IN"/>
        </w:rPr>
        <w:t xml:space="preserve"> থেকে এবং তাদের শেষজন ইয়ামামাহ থেকে। এরপর</w:t>
      </w:r>
      <w:r w:rsidRPr="009F36D3">
        <w:t xml:space="preserve"> </w:t>
      </w:r>
      <w:r w:rsidRPr="009F36D3">
        <w:rPr>
          <w:cs/>
          <w:lang w:bidi="bn-IN"/>
        </w:rPr>
        <w:t>হযরত মাহদীর সাথীদেরকে গুনতে শুরু করলেন। জনতা কাঁদতে থাকলো</w:t>
      </w:r>
      <w:r w:rsidRPr="009F36D3">
        <w:t xml:space="preserve"> </w:t>
      </w:r>
      <w:r w:rsidRPr="009F36D3">
        <w:rPr>
          <w:cs/>
          <w:lang w:bidi="bn-IN"/>
        </w:rPr>
        <w:t>এবং আলী (আঃ) বলতে থাকলেনঃ</w:t>
      </w:r>
      <w:r w:rsidRPr="009F36D3">
        <w:t xml:space="preserve">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 xml:space="preserve">জন </w:t>
      </w:r>
      <w:r w:rsidRPr="00565E78">
        <w:rPr>
          <w:cs/>
          <w:lang w:bidi="bn-IN"/>
        </w:rPr>
        <w:t>বসরা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আহওয়ায থেকে</w:t>
      </w:r>
      <w:r w:rsidRPr="009F36D3">
        <w:t xml:space="preserve">, </w:t>
      </w:r>
      <w:r w:rsidRPr="009F36D3">
        <w:rPr>
          <w:cs/>
          <w:lang w:bidi="bn-IN"/>
        </w:rPr>
        <w:t>একজন মিনা থেকে</w:t>
      </w:r>
      <w:r w:rsidRPr="009F36D3">
        <w:t xml:space="preserve">, </w:t>
      </w:r>
      <w:r w:rsidRPr="009F36D3">
        <w:rPr>
          <w:cs/>
          <w:lang w:bidi="bn-IN"/>
        </w:rPr>
        <w:t>একজন শুসতার থেকে</w:t>
      </w:r>
      <w:r w:rsidRPr="009F36D3">
        <w:t xml:space="preserve">, </w:t>
      </w:r>
      <w:r w:rsidRPr="009F36D3">
        <w:rPr>
          <w:cs/>
          <w:lang w:bidi="bn-IN"/>
        </w:rPr>
        <w:t>একজন দুরাক্ব থেকে</w:t>
      </w:r>
      <w:r w:rsidRPr="009F36D3">
        <w:t xml:space="preserve">, </w:t>
      </w:r>
      <w:r w:rsidRPr="009F36D3">
        <w:rPr>
          <w:cs/>
          <w:lang w:bidi="bn-IN"/>
        </w:rPr>
        <w:t>চারজন যাদের নাম আলী</w:t>
      </w:r>
      <w:r w:rsidRPr="009F36D3">
        <w:t xml:space="preserve">, </w:t>
      </w:r>
      <w:r w:rsidRPr="009F36D3">
        <w:rPr>
          <w:cs/>
          <w:lang w:bidi="bn-IN"/>
        </w:rPr>
        <w:t>আহমাদ</w:t>
      </w:r>
      <w:r w:rsidRPr="009F36D3">
        <w:t xml:space="preserve">, </w:t>
      </w:r>
      <w:r w:rsidRPr="009F36D3">
        <w:rPr>
          <w:cs/>
          <w:lang w:bidi="bn-IN"/>
        </w:rPr>
        <w:t>আব্দুল্লাহ এবং জাফর বাসতান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যাদের নাম</w:t>
      </w:r>
      <w:r w:rsidRPr="009F36D3">
        <w:t xml:space="preserve"> </w:t>
      </w:r>
      <w:r w:rsidRPr="009F36D3">
        <w:rPr>
          <w:cs/>
          <w:lang w:bidi="bn-IN"/>
        </w:rPr>
        <w:t>মুহাম্মাদ এবং হাসান আম্মান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জন-শাদ্দাদ এবং শাদীদ সিরাফ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তিনজন- হাফাস</w:t>
      </w:r>
      <w:r w:rsidRPr="009F36D3">
        <w:t xml:space="preserve">, </w:t>
      </w:r>
      <w:r w:rsidRPr="009F36D3">
        <w:rPr>
          <w:cs/>
          <w:lang w:bidi="bn-IN"/>
        </w:rPr>
        <w:t>ইয়াক্বুব ও আহমাদ শিরাজ থেকে</w:t>
      </w:r>
      <w:r w:rsidRPr="009F36D3">
        <w:t xml:space="preserve">, </w:t>
      </w:r>
      <w:r w:rsidRPr="009F36D3">
        <w:rPr>
          <w:cs/>
          <w:lang w:bidi="bn-IN"/>
        </w:rPr>
        <w:t>চারজন- মূসা</w:t>
      </w:r>
      <w:r w:rsidRPr="009F36D3">
        <w:t xml:space="preserve">, </w:t>
      </w:r>
      <w:r w:rsidRPr="009F36D3">
        <w:rPr>
          <w:cs/>
          <w:lang w:bidi="bn-IN"/>
        </w:rPr>
        <w:t>আলী</w:t>
      </w:r>
      <w:r w:rsidRPr="009F36D3">
        <w:t xml:space="preserve">, </w:t>
      </w:r>
      <w:r w:rsidRPr="009F36D3">
        <w:rPr>
          <w:cs/>
          <w:lang w:bidi="bn-IN"/>
        </w:rPr>
        <w:t>আব্দুল্লাহ এবং গালাফান মারাজ অথবা আরাজ থেকে</w:t>
      </w:r>
      <w:r w:rsidRPr="009F36D3">
        <w:t xml:space="preserve">, </w:t>
      </w:r>
      <w:r w:rsidRPr="009F36D3">
        <w:rPr>
          <w:cs/>
          <w:lang w:bidi="bn-IN"/>
        </w:rPr>
        <w:t>আব্দুল্লাহ</w:t>
      </w:r>
      <w:r w:rsidRPr="009F36D3">
        <w:t xml:space="preserve"> </w:t>
      </w:r>
      <w:r w:rsidRPr="009F36D3">
        <w:rPr>
          <w:cs/>
          <w:lang w:bidi="bn-IN"/>
        </w:rPr>
        <w:t>নামে একজন কারাজ থেকে</w:t>
      </w:r>
      <w:r w:rsidRPr="009F36D3">
        <w:t xml:space="preserve">, </w:t>
      </w:r>
      <w:r w:rsidRPr="009F36D3">
        <w:rPr>
          <w:cs/>
          <w:lang w:bidi="bn-IN"/>
        </w:rPr>
        <w:t>কাদীম নামে একজন বরুজারদ থেকে</w:t>
      </w:r>
      <w:r w:rsidRPr="009F36D3">
        <w:t xml:space="preserve">, </w:t>
      </w:r>
      <w:r w:rsidRPr="009F36D3">
        <w:rPr>
          <w:cs/>
          <w:lang w:bidi="bn-IN"/>
        </w:rPr>
        <w:t>আ</w:t>
      </w:r>
      <w:r>
        <w:rPr>
          <w:cs/>
          <w:lang w:bidi="bn-IN"/>
        </w:rPr>
        <w:t>ব্দুর</w:t>
      </w:r>
      <w:r w:rsidRPr="009F36D3">
        <w:rPr>
          <w:cs/>
          <w:lang w:bidi="bn-IN"/>
        </w:rPr>
        <w:t xml:space="preserve"> রাযযাক নামে একজন নাহরাওয়ানদ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আব্দুল্লাহ এবং</w:t>
      </w:r>
      <w:r w:rsidRPr="009F36D3">
        <w:t xml:space="preserve"> </w:t>
      </w:r>
      <w:r w:rsidRPr="009F36D3">
        <w:rPr>
          <w:cs/>
          <w:lang w:bidi="bn-IN"/>
        </w:rPr>
        <w:t>আব্দসু সামাদ দাইনুল থেকে</w:t>
      </w:r>
      <w:r w:rsidRPr="009F36D3">
        <w:t xml:space="preserve">, </w:t>
      </w:r>
      <w:r w:rsidRPr="009F36D3">
        <w:rPr>
          <w:cs/>
          <w:lang w:bidi="bn-IN"/>
        </w:rPr>
        <w:t>তিনজন- জাফর ইসহাক্ব এবং মূসা হামাদান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যাদের 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জনের নাম নবী (সাঃ)-এর আহলে বায়েতের</w:t>
      </w:r>
      <w:r w:rsidRPr="009F36D3">
        <w:t xml:space="preserve"> </w:t>
      </w:r>
      <w:r w:rsidRPr="009F36D3">
        <w:rPr>
          <w:cs/>
          <w:lang w:bidi="bn-IN"/>
        </w:rPr>
        <w:t>নামের মত ক্বোম থেকে</w:t>
      </w:r>
      <w:r w:rsidRPr="009F36D3">
        <w:t xml:space="preserve">, </w:t>
      </w:r>
      <w:r w:rsidRPr="009F36D3">
        <w:rPr>
          <w:cs/>
          <w:lang w:bidi="bn-IN"/>
        </w:rPr>
        <w:t>দারিদ নামে একজন এবং আরো পাঁচজন যাদের</w:t>
      </w:r>
      <w:r w:rsidRPr="009F36D3">
        <w:t xml:space="preserve"> </w:t>
      </w:r>
      <w:r w:rsidRPr="009F36D3">
        <w:rPr>
          <w:cs/>
          <w:lang w:bidi="bn-IN"/>
        </w:rPr>
        <w:t>নাম আসহাবে কাহফ-এর মত খোরাসান থেকে।</w:t>
      </w:r>
      <w:r w:rsidRPr="009F36D3">
        <w:t xml:space="preserve"> </w:t>
      </w:r>
    </w:p>
    <w:p w:rsidR="005A057D" w:rsidRPr="005670DA" w:rsidRDefault="005A057D" w:rsidP="00AA6375">
      <w:pPr>
        <w:pStyle w:val="libNormal"/>
      </w:pPr>
      <w:r w:rsidRPr="009F36D3">
        <w:rPr>
          <w:cs/>
          <w:lang w:bidi="bn-IN"/>
        </w:rPr>
        <w:t>একজন আমোল থেকে</w:t>
      </w:r>
      <w:r w:rsidRPr="009F36D3">
        <w:t xml:space="preserve">, </w:t>
      </w:r>
      <w:r w:rsidRPr="009F36D3">
        <w:rPr>
          <w:cs/>
          <w:lang w:bidi="bn-IN"/>
        </w:rPr>
        <w:t>একজন জুইজান থেকে</w:t>
      </w:r>
      <w:r w:rsidRPr="009F36D3">
        <w:t xml:space="preserve">, </w:t>
      </w:r>
      <w:r w:rsidRPr="009F36D3">
        <w:rPr>
          <w:cs/>
          <w:lang w:bidi="bn-IN"/>
        </w:rPr>
        <w:t>একজন হেরাত থেকে</w:t>
      </w:r>
      <w:r w:rsidRPr="009F36D3">
        <w:t xml:space="preserve">, </w:t>
      </w:r>
      <w:r w:rsidRPr="009F36D3">
        <w:rPr>
          <w:cs/>
          <w:lang w:bidi="bn-IN"/>
        </w:rPr>
        <w:t>একজন বলখ থেকে</w:t>
      </w:r>
      <w:r w:rsidRPr="009F36D3">
        <w:t xml:space="preserve">, </w:t>
      </w:r>
      <w:r w:rsidRPr="009F36D3">
        <w:rPr>
          <w:cs/>
          <w:lang w:bidi="bn-IN"/>
        </w:rPr>
        <w:t>একজন ক্বারাহ থেকে</w:t>
      </w:r>
      <w:r w:rsidRPr="009F36D3">
        <w:t xml:space="preserve">, </w:t>
      </w:r>
      <w:r w:rsidRPr="009F36D3">
        <w:rPr>
          <w:cs/>
          <w:lang w:bidi="bn-IN"/>
        </w:rPr>
        <w:t>একজন আঈন থেকে</w:t>
      </w:r>
      <w:r w:rsidRPr="009F36D3">
        <w:t xml:space="preserve">, </w:t>
      </w:r>
      <w:r w:rsidRPr="009F36D3">
        <w:rPr>
          <w:cs/>
          <w:lang w:bidi="bn-IN"/>
        </w:rPr>
        <w:t>একজন দামঘান থেকে</w:t>
      </w:r>
      <w:r w:rsidRPr="009F36D3">
        <w:t xml:space="preserve">, </w:t>
      </w:r>
      <w:r w:rsidRPr="009F36D3">
        <w:rPr>
          <w:cs/>
          <w:lang w:bidi="bn-IN"/>
        </w:rPr>
        <w:t>একজন সারখাস থেকে</w:t>
      </w:r>
      <w:r w:rsidRPr="009F36D3">
        <w:t xml:space="preserve">, </w:t>
      </w:r>
      <w:r w:rsidRPr="009F36D3">
        <w:rPr>
          <w:cs/>
          <w:lang w:bidi="bn-IN"/>
        </w:rPr>
        <w:t>তিনজন সাইয়ার থেকে</w:t>
      </w:r>
      <w:r w:rsidRPr="009F36D3">
        <w:t xml:space="preserve">, </w:t>
      </w:r>
      <w:r w:rsidRPr="009F36D3">
        <w:rPr>
          <w:cs/>
          <w:lang w:bidi="bn-IN"/>
        </w:rPr>
        <w:t>একজন সাইয়াহ থেকে</w:t>
      </w:r>
      <w:r w:rsidRPr="009F36D3">
        <w:t xml:space="preserve">, </w:t>
      </w:r>
      <w:r w:rsidRPr="009F36D3">
        <w:rPr>
          <w:cs/>
          <w:lang w:bidi="bn-IN"/>
        </w:rPr>
        <w:t>একজন সমরকান্দ থেকে</w:t>
      </w:r>
      <w:r w:rsidRPr="009F36D3">
        <w:t xml:space="preserve">, </w:t>
      </w:r>
      <w:r w:rsidRPr="009F36D3">
        <w:rPr>
          <w:cs/>
          <w:lang w:bidi="bn-IN"/>
        </w:rPr>
        <w:lastRenderedPageBreak/>
        <w:t>চব্বিশজন তালেক্বান</w:t>
      </w:r>
      <w:r w:rsidRPr="009F36D3">
        <w:t xml:space="preserve"> </w:t>
      </w:r>
      <w:r w:rsidRPr="009F36D3">
        <w:rPr>
          <w:cs/>
          <w:lang w:bidi="bn-IN"/>
        </w:rPr>
        <w:t>থেকে- তারাই ওরা যাদের সম্পর্কে রাসূল (সাঃ) বলেছেন- খোরাসানে</w:t>
      </w:r>
      <w:r w:rsidRPr="009F36D3">
        <w:t xml:space="preserve"> </w:t>
      </w:r>
      <w:r w:rsidRPr="009F36D3">
        <w:rPr>
          <w:cs/>
          <w:lang w:bidi="bn-IN"/>
        </w:rPr>
        <w:t>ধনভাণ্ডার রয়েছে যা সোনা অথবা রুপা নয়। তারা হলো মানুষ যাদেরকে</w:t>
      </w:r>
      <w:r w:rsidRPr="009F36D3">
        <w:t xml:space="preserve"> </w:t>
      </w:r>
      <w:r w:rsidRPr="009F36D3">
        <w:rPr>
          <w:cs/>
          <w:lang w:bidi="bn-IN"/>
        </w:rPr>
        <w:t>আল্লাহ ও তার রাসূল একত্র করবেন।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কাযভিন থেকে</w:t>
      </w:r>
      <w:r w:rsidRPr="009F36D3">
        <w:t xml:space="preserve">, </w:t>
      </w:r>
      <w:r w:rsidRPr="009F36D3">
        <w:rPr>
          <w:cs/>
          <w:lang w:bidi="bn-IN"/>
        </w:rPr>
        <w:t>একজন ফারস থেকে</w:t>
      </w:r>
      <w:r w:rsidRPr="009F36D3">
        <w:t xml:space="preserve">, </w:t>
      </w:r>
      <w:r w:rsidRPr="009F36D3">
        <w:rPr>
          <w:cs/>
          <w:lang w:bidi="bn-IN"/>
        </w:rPr>
        <w:t>একজন আহবার থেকে</w:t>
      </w:r>
      <w:r w:rsidRPr="009F36D3">
        <w:t xml:space="preserve">, </w:t>
      </w:r>
      <w:r w:rsidRPr="009F36D3">
        <w:rPr>
          <w:cs/>
          <w:lang w:bidi="bn-IN"/>
        </w:rPr>
        <w:t>একজন বিরজান থেকে</w:t>
      </w:r>
      <w:r w:rsidRPr="009F36D3">
        <w:t xml:space="preserve">, </w:t>
      </w:r>
      <w:r w:rsidRPr="009F36D3">
        <w:rPr>
          <w:cs/>
          <w:lang w:bidi="bn-IN"/>
        </w:rPr>
        <w:t>একজন শাখ থেকে</w:t>
      </w:r>
      <w:r w:rsidRPr="009F36D3">
        <w:t xml:space="preserve">, </w:t>
      </w:r>
      <w:r w:rsidRPr="009F36D3">
        <w:rPr>
          <w:cs/>
          <w:lang w:bidi="bn-IN"/>
        </w:rPr>
        <w:t>এজন সীরাহ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আরদাবিল থেকে</w:t>
      </w:r>
      <w:r w:rsidRPr="009F36D3">
        <w:t xml:space="preserve">, </w:t>
      </w:r>
      <w:r w:rsidRPr="009F36D3">
        <w:rPr>
          <w:cs/>
          <w:lang w:bidi="bn-IN"/>
        </w:rPr>
        <w:t>একজন মোরাদ থেকে</w:t>
      </w:r>
      <w:r w:rsidRPr="009F36D3">
        <w:t xml:space="preserve">, </w:t>
      </w:r>
      <w:r w:rsidRPr="009F36D3">
        <w:rPr>
          <w:cs/>
          <w:lang w:bidi="bn-IN"/>
        </w:rPr>
        <w:t>একজন তাদাম্মোর থেকে</w:t>
      </w:r>
      <w:r w:rsidRPr="009F36D3">
        <w:t xml:space="preserve">, </w:t>
      </w:r>
      <w:r w:rsidRPr="009F36D3">
        <w:rPr>
          <w:cs/>
          <w:lang w:bidi="bn-IN"/>
        </w:rPr>
        <w:t>একজন আরমানি থেকে</w:t>
      </w:r>
      <w:r w:rsidRPr="009F36D3">
        <w:t xml:space="preserve">, </w:t>
      </w:r>
      <w:r w:rsidRPr="009F36D3">
        <w:rPr>
          <w:cs/>
          <w:lang w:bidi="bn-IN"/>
        </w:rPr>
        <w:t>তিনজন মারাগা থেকে</w:t>
      </w:r>
      <w:r w:rsidRPr="009F36D3">
        <w:t xml:space="preserve">, </w:t>
      </w:r>
      <w:r w:rsidRPr="009F36D3">
        <w:rPr>
          <w:cs/>
          <w:lang w:bidi="bn-IN"/>
        </w:rPr>
        <w:t>একজন খুঈ থেকে</w:t>
      </w:r>
      <w:r w:rsidRPr="009F36D3">
        <w:t xml:space="preserve">, </w:t>
      </w:r>
      <w:r w:rsidRPr="009F36D3">
        <w:rPr>
          <w:cs/>
          <w:lang w:bidi="bn-IN"/>
        </w:rPr>
        <w:t>একজন সালমাস থেকে</w:t>
      </w:r>
      <w:r w:rsidRPr="009F36D3">
        <w:t xml:space="preserve">, </w:t>
      </w:r>
      <w:r w:rsidRPr="009F36D3">
        <w:rPr>
          <w:cs/>
          <w:lang w:bidi="bn-IN"/>
        </w:rPr>
        <w:t>একজন বাদিসেস থেকে</w:t>
      </w:r>
      <w:r w:rsidRPr="009F36D3">
        <w:t xml:space="preserve">, </w:t>
      </w:r>
      <w:r w:rsidRPr="009F36D3">
        <w:rPr>
          <w:cs/>
          <w:lang w:bidi="bn-IN"/>
        </w:rPr>
        <w:t>একজন নাসূর থেকে</w:t>
      </w:r>
      <w:r w:rsidRPr="009F36D3">
        <w:t xml:space="preserve">, </w:t>
      </w:r>
      <w:r w:rsidRPr="009F36D3">
        <w:rPr>
          <w:cs/>
          <w:lang w:bidi="bn-IN"/>
        </w:rPr>
        <w:t>একজন বারকারি থেকে</w:t>
      </w:r>
      <w:r w:rsidRPr="009F36D3">
        <w:t xml:space="preserve">, </w:t>
      </w:r>
      <w:r w:rsidRPr="009F36D3">
        <w:rPr>
          <w:cs/>
          <w:lang w:bidi="bn-IN"/>
        </w:rPr>
        <w:t>একজন সারখিস থেকে</w:t>
      </w:r>
      <w:r w:rsidRPr="009F36D3">
        <w:t xml:space="preserve">, </w:t>
      </w:r>
      <w:r w:rsidRPr="009F36D3">
        <w:rPr>
          <w:cs/>
          <w:lang w:bidi="bn-IN"/>
        </w:rPr>
        <w:t>একজন মুনাইজারদ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ক্বালিক্বালা থেকে</w:t>
      </w:r>
      <w:r w:rsidRPr="009F36D3">
        <w:t xml:space="preserve">, </w:t>
      </w:r>
      <w:r w:rsidRPr="009F36D3">
        <w:rPr>
          <w:cs/>
          <w:lang w:bidi="bn-IN"/>
        </w:rPr>
        <w:t>তিনজন ওয়াসেথ থেকে</w:t>
      </w:r>
      <w:r w:rsidRPr="009F36D3">
        <w:t xml:space="preserve">, </w:t>
      </w:r>
      <w:r w:rsidRPr="009F36D3">
        <w:rPr>
          <w:cs/>
          <w:lang w:bidi="bn-IN"/>
        </w:rPr>
        <w:t>দশজন</w:t>
      </w:r>
      <w:r w:rsidRPr="009F36D3">
        <w:t xml:space="preserve"> </w:t>
      </w:r>
      <w:r w:rsidRPr="009F36D3">
        <w:rPr>
          <w:cs/>
          <w:lang w:bidi="bn-IN"/>
        </w:rPr>
        <w:t>বাগদাদ থেকে</w:t>
      </w:r>
      <w:r w:rsidRPr="009F36D3">
        <w:t xml:space="preserve">, </w:t>
      </w:r>
      <w:r w:rsidRPr="009F36D3">
        <w:rPr>
          <w:cs/>
          <w:lang w:bidi="bn-IN"/>
        </w:rPr>
        <w:t>চারজন কুফা থেকে</w:t>
      </w:r>
      <w:r w:rsidRPr="009F36D3">
        <w:t xml:space="preserve">, </w:t>
      </w:r>
      <w:r w:rsidRPr="009F36D3">
        <w:rPr>
          <w:cs/>
          <w:lang w:bidi="bn-IN"/>
        </w:rPr>
        <w:t>একজন কাদেসিয়াহ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সুরাহ থেকে</w:t>
      </w:r>
      <w:r w:rsidRPr="009F36D3">
        <w:t xml:space="preserve">, </w:t>
      </w:r>
      <w:r w:rsidRPr="009F36D3">
        <w:rPr>
          <w:cs/>
          <w:lang w:bidi="bn-IN"/>
        </w:rPr>
        <w:t>একজন সিরাত থেকে</w:t>
      </w:r>
      <w:r w:rsidRPr="009F36D3">
        <w:t xml:space="preserve">, </w:t>
      </w:r>
      <w:r w:rsidRPr="009F36D3">
        <w:rPr>
          <w:cs/>
          <w:lang w:bidi="bn-IN"/>
        </w:rPr>
        <w:t>একজন নায়েল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সাইদাহ থেকে</w:t>
      </w:r>
      <w:r w:rsidRPr="009F36D3">
        <w:t xml:space="preserve">, </w:t>
      </w:r>
      <w:r w:rsidRPr="009F36D3">
        <w:rPr>
          <w:cs/>
          <w:lang w:bidi="bn-IN"/>
        </w:rPr>
        <w:t xml:space="preserve">একজন </w:t>
      </w:r>
      <w:r>
        <w:rPr>
          <w:cs/>
          <w:lang w:bidi="bn-IN"/>
        </w:rPr>
        <w:t>জুইজান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ক্বু</w:t>
      </w:r>
      <w:r>
        <w:rPr>
          <w:cs/>
          <w:lang w:bidi="bn-IN"/>
        </w:rPr>
        <w:t>সুর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আনবার থেকে</w:t>
      </w:r>
      <w:r w:rsidRPr="009F36D3">
        <w:t xml:space="preserve">, </w:t>
      </w:r>
      <w:r w:rsidRPr="009F36D3">
        <w:rPr>
          <w:cs/>
          <w:lang w:bidi="bn-IN"/>
        </w:rPr>
        <w:t>একজন আকবারাহ থেকে</w:t>
      </w:r>
      <w:r w:rsidRPr="009F36D3">
        <w:t xml:space="preserve">, </w:t>
      </w:r>
      <w:r w:rsidRPr="009F36D3">
        <w:rPr>
          <w:cs/>
          <w:lang w:bidi="bn-IN"/>
        </w:rPr>
        <w:t>একজন হানানেহ থেকে</w:t>
      </w:r>
      <w:r w:rsidRPr="009F36D3">
        <w:t xml:space="preserve">, </w:t>
      </w:r>
      <w:r w:rsidRPr="009F36D3">
        <w:rPr>
          <w:cs/>
          <w:lang w:bidi="bn-IN"/>
        </w:rPr>
        <w:t>একজন তাবূক থেকে</w:t>
      </w:r>
      <w:r w:rsidRPr="009F36D3">
        <w:t xml:space="preserve">, </w:t>
      </w:r>
      <w:r w:rsidRPr="009F36D3">
        <w:rPr>
          <w:cs/>
          <w:lang w:bidi="bn-IN"/>
        </w:rPr>
        <w:t>একজন জামেদাহ থেকে</w:t>
      </w:r>
      <w:r w:rsidRPr="009F36D3">
        <w:t xml:space="preserve">, </w:t>
      </w:r>
      <w:r w:rsidRPr="009F36D3">
        <w:rPr>
          <w:cs/>
          <w:lang w:bidi="bn-IN"/>
        </w:rPr>
        <w:t>তিনজন আবাদান থেকে</w:t>
      </w:r>
      <w:r w:rsidRPr="009F36D3">
        <w:t xml:space="preserve">, </w:t>
      </w:r>
      <w:r w:rsidRPr="009F36D3">
        <w:rPr>
          <w:cs/>
          <w:lang w:bidi="bn-IN"/>
        </w:rPr>
        <w:t xml:space="preserve">ছয়জন হাদিসাহ </w:t>
      </w:r>
      <w:r>
        <w:rPr>
          <w:cs/>
          <w:lang w:bidi="bn-IN"/>
        </w:rPr>
        <w:t>মূসেল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ম</w:t>
      </w:r>
      <w:r>
        <w:rPr>
          <w:cs/>
          <w:lang w:bidi="bn-IN"/>
        </w:rPr>
        <w:t>সূল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মাকলাসায়া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নাসিবীন থেকে</w:t>
      </w:r>
      <w:r w:rsidRPr="009F36D3">
        <w:t xml:space="preserve">, </w:t>
      </w:r>
      <w:r w:rsidRPr="009F36D3">
        <w:rPr>
          <w:cs/>
          <w:lang w:bidi="bn-IN"/>
        </w:rPr>
        <w:t>একজন আরওয়ান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ফারাক্বীন থেকে</w:t>
      </w:r>
      <w:r w:rsidRPr="009F36D3">
        <w:t xml:space="preserve">, </w:t>
      </w:r>
      <w:r w:rsidRPr="009F36D3">
        <w:rPr>
          <w:cs/>
          <w:lang w:bidi="bn-IN"/>
        </w:rPr>
        <w:t>একজন আমেদ থেকে</w:t>
      </w:r>
      <w:r w:rsidRPr="009F36D3">
        <w:t xml:space="preserve">, </w:t>
      </w:r>
      <w:r w:rsidRPr="009F36D3">
        <w:rPr>
          <w:cs/>
          <w:lang w:bidi="bn-IN"/>
        </w:rPr>
        <w:t>একজন রাসউল আঈন থেকে</w:t>
      </w:r>
      <w:r w:rsidRPr="009F36D3">
        <w:t xml:space="preserve">, </w:t>
      </w:r>
      <w:r w:rsidRPr="009F36D3">
        <w:rPr>
          <w:cs/>
          <w:lang w:bidi="bn-IN"/>
        </w:rPr>
        <w:t>একজন রেককাহ থেকে</w:t>
      </w:r>
      <w:r w:rsidRPr="009F36D3">
        <w:t xml:space="preserve">, </w:t>
      </w:r>
      <w:r w:rsidRPr="009F36D3">
        <w:rPr>
          <w:cs/>
          <w:lang w:bidi="bn-IN"/>
        </w:rPr>
        <w:t>একজন হারান থেকে</w:t>
      </w:r>
      <w:r w:rsidRPr="009F36D3">
        <w:t xml:space="preserve">, </w:t>
      </w:r>
      <w:r w:rsidRPr="009F36D3">
        <w:rPr>
          <w:cs/>
          <w:lang w:bidi="bn-IN"/>
        </w:rPr>
        <w:t>একজন বালেস থেকে</w:t>
      </w:r>
      <w:r w:rsidRPr="009F36D3">
        <w:t xml:space="preserve">, </w:t>
      </w:r>
      <w:r w:rsidRPr="009F36D3">
        <w:rPr>
          <w:cs/>
          <w:lang w:bidi="bn-IN"/>
        </w:rPr>
        <w:t>একজন ক্বাবীহ থেকে</w:t>
      </w:r>
      <w:r w:rsidRPr="009F36D3">
        <w:t xml:space="preserve">, </w:t>
      </w:r>
      <w:r w:rsidRPr="009F36D3">
        <w:rPr>
          <w:cs/>
          <w:lang w:bidi="bn-IN"/>
        </w:rPr>
        <w:t xml:space="preserve">একজন </w:t>
      </w:r>
      <w:r>
        <w:rPr>
          <w:cs/>
          <w:lang w:bidi="bn-IN"/>
        </w:rPr>
        <w:t>তারতুস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কাসর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আদনেহ থেকে</w:t>
      </w:r>
      <w:r w:rsidRPr="009F36D3">
        <w:t xml:space="preserve">, </w:t>
      </w:r>
      <w:r w:rsidRPr="009F36D3">
        <w:rPr>
          <w:cs/>
          <w:lang w:bidi="bn-IN"/>
        </w:rPr>
        <w:t>একজন হামারি থেকে</w:t>
      </w:r>
      <w:r w:rsidRPr="009F36D3">
        <w:t xml:space="preserve">, </w:t>
      </w:r>
      <w:r w:rsidRPr="009F36D3">
        <w:rPr>
          <w:cs/>
          <w:lang w:bidi="bn-IN"/>
        </w:rPr>
        <w:t>একজন আরার থেকে</w:t>
      </w:r>
      <w:r w:rsidRPr="009F36D3">
        <w:t xml:space="preserve">, </w:t>
      </w:r>
      <w:r w:rsidRPr="009F36D3">
        <w:rPr>
          <w:cs/>
          <w:lang w:bidi="bn-IN"/>
        </w:rPr>
        <w:t>একজন ক্বুরেস থেকে</w:t>
      </w:r>
      <w:r w:rsidRPr="009F36D3">
        <w:t xml:space="preserve">, </w:t>
      </w:r>
      <w:r w:rsidRPr="009F36D3">
        <w:rPr>
          <w:cs/>
          <w:lang w:bidi="bn-IN"/>
        </w:rPr>
        <w:t>একজন আনথাকিয়া থেকে</w:t>
      </w:r>
      <w:r w:rsidRPr="009F36D3">
        <w:t xml:space="preserve">, </w:t>
      </w:r>
      <w:r w:rsidRPr="009F36D3">
        <w:rPr>
          <w:cs/>
          <w:lang w:bidi="bn-IN"/>
        </w:rPr>
        <w:t>তিনজন হালাব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হামাস থেকে</w:t>
      </w:r>
      <w:r w:rsidRPr="009F36D3">
        <w:t xml:space="preserve">, </w:t>
      </w:r>
      <w:r w:rsidRPr="009F36D3">
        <w:rPr>
          <w:cs/>
          <w:lang w:bidi="bn-IN"/>
        </w:rPr>
        <w:t>চারজন দামেশক থেকে</w:t>
      </w:r>
      <w:r w:rsidRPr="009F36D3">
        <w:t xml:space="preserve">, </w:t>
      </w:r>
      <w:r w:rsidRPr="009F36D3">
        <w:rPr>
          <w:cs/>
          <w:lang w:bidi="bn-IN"/>
        </w:rPr>
        <w:t>একজন সিরিয়া থেকে</w:t>
      </w:r>
      <w:r w:rsidRPr="009F36D3">
        <w:t xml:space="preserve">, </w:t>
      </w:r>
      <w:r w:rsidRPr="009F36D3">
        <w:rPr>
          <w:cs/>
          <w:lang w:bidi="bn-IN"/>
        </w:rPr>
        <w:t>একজন ক্বাসওয়ান থেকে</w:t>
      </w:r>
      <w:r w:rsidRPr="009F36D3">
        <w:t xml:space="preserve">, </w:t>
      </w:r>
      <w:r w:rsidRPr="009F36D3">
        <w:rPr>
          <w:cs/>
          <w:lang w:bidi="bn-IN"/>
        </w:rPr>
        <w:t>একজন কাই</w:t>
      </w:r>
      <w:r>
        <w:rPr>
          <w:cs/>
          <w:lang w:bidi="bn-IN"/>
        </w:rPr>
        <w:t>মুত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 xml:space="preserve">একজন </w:t>
      </w:r>
      <w:r>
        <w:rPr>
          <w:cs/>
          <w:lang w:bidi="bn-IN"/>
        </w:rPr>
        <w:t>সুর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কারাজ থেকে</w:t>
      </w:r>
      <w:r w:rsidRPr="009F36D3">
        <w:t xml:space="preserve">, </w:t>
      </w:r>
      <w:r w:rsidRPr="009F36D3">
        <w:rPr>
          <w:cs/>
          <w:lang w:bidi="bn-IN"/>
        </w:rPr>
        <w:t>একজন আযরাহ থেকে</w:t>
      </w:r>
      <w:r w:rsidRPr="009F36D3">
        <w:t xml:space="preserve">, </w:t>
      </w:r>
      <w:r w:rsidRPr="009F36D3">
        <w:rPr>
          <w:cs/>
          <w:lang w:bidi="bn-IN"/>
        </w:rPr>
        <w:t>একজন আমের থেকে</w:t>
      </w:r>
      <w:r w:rsidRPr="009F36D3">
        <w:t xml:space="preserve">, </w:t>
      </w:r>
      <w:r w:rsidRPr="009F36D3">
        <w:rPr>
          <w:cs/>
          <w:lang w:bidi="bn-IN"/>
        </w:rPr>
        <w:t>একজন ডাকার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বাই</w:t>
      </w:r>
      <w:r>
        <w:rPr>
          <w:cs/>
          <w:lang w:bidi="bn-IN"/>
        </w:rPr>
        <w:t>তুল</w:t>
      </w:r>
      <w:r w:rsidRPr="009F36D3">
        <w:rPr>
          <w:cs/>
          <w:lang w:bidi="bn-IN"/>
        </w:rPr>
        <w:t xml:space="preserve"> </w:t>
      </w:r>
      <w:r>
        <w:rPr>
          <w:cs/>
          <w:lang w:bidi="bn-IN"/>
        </w:rPr>
        <w:t>মুকাদ্দাস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একজন রামা</w:t>
      </w:r>
      <w:r>
        <w:rPr>
          <w:cs/>
          <w:lang w:bidi="bn-IN"/>
        </w:rPr>
        <w:t>ল্লা</w:t>
      </w:r>
      <w:r w:rsidRPr="009F36D3">
        <w:rPr>
          <w:cs/>
          <w:lang w:bidi="bn-IN"/>
        </w:rPr>
        <w:t>হ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বালেস 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আক্কা থেকে</w:t>
      </w:r>
      <w:r w:rsidRPr="009F36D3">
        <w:t xml:space="preserve">, </w:t>
      </w:r>
      <w:r w:rsidRPr="009F36D3">
        <w:rPr>
          <w:cs/>
          <w:lang w:bidi="bn-IN"/>
        </w:rPr>
        <w:t>একজন আরাফাত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আসকালান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lastRenderedPageBreak/>
        <w:t>একজন গাজাহ থেকে</w:t>
      </w:r>
      <w:r w:rsidRPr="009F36D3">
        <w:t xml:space="preserve">, </w:t>
      </w:r>
      <w:r w:rsidRPr="009F36D3">
        <w:rPr>
          <w:cs/>
          <w:lang w:bidi="bn-IN"/>
        </w:rPr>
        <w:t>চারজন ফাসাথ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কারামিস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দামিয়াম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মাহালেহ থেকে</w:t>
      </w:r>
      <w:r w:rsidRPr="009F36D3">
        <w:t xml:space="preserve">, </w:t>
      </w:r>
      <w:r w:rsidRPr="009F36D3">
        <w:rPr>
          <w:cs/>
          <w:lang w:bidi="bn-IN"/>
        </w:rPr>
        <w:t>একজন আসকানদারিয়েহ থেকে</w:t>
      </w:r>
      <w:r w:rsidRPr="009F36D3">
        <w:t xml:space="preserve">, </w:t>
      </w:r>
      <w:r w:rsidRPr="009F36D3">
        <w:rPr>
          <w:cs/>
          <w:lang w:bidi="bn-IN"/>
        </w:rPr>
        <w:t>একজন বারকাহ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তানজাহ থেকে</w:t>
      </w:r>
      <w:r w:rsidRPr="009F36D3">
        <w:t xml:space="preserve">, </w:t>
      </w:r>
      <w:r w:rsidRPr="009F36D3">
        <w:rPr>
          <w:cs/>
          <w:lang w:bidi="bn-IN"/>
        </w:rPr>
        <w:t>একজন মরানজাহ থেকে</w:t>
      </w:r>
      <w:r w:rsidRPr="009F36D3">
        <w:t xml:space="preserve">, </w:t>
      </w:r>
      <w:r w:rsidRPr="009F36D3">
        <w:rPr>
          <w:cs/>
          <w:lang w:bidi="bn-IN"/>
        </w:rPr>
        <w:t>একজন কীরওয়ান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 xml:space="preserve">পাঁচজন </w:t>
      </w:r>
      <w:r>
        <w:rPr>
          <w:cs/>
          <w:lang w:bidi="bn-IN"/>
        </w:rPr>
        <w:t>সুস</w:t>
      </w:r>
      <w:r w:rsidRPr="009F36D3">
        <w:rPr>
          <w:cs/>
          <w:lang w:bidi="bn-IN"/>
        </w:rPr>
        <w:t xml:space="preserve"> আকসা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দু</w:t>
      </w:r>
      <w:r w:rsidRPr="00AA6375">
        <w:rPr>
          <w:rStyle w:val="libAlaemChar"/>
        </w:rPr>
        <w:t>’</w:t>
      </w:r>
      <w:r w:rsidRPr="009F36D3">
        <w:rPr>
          <w:cs/>
          <w:lang w:bidi="bn-IN"/>
        </w:rPr>
        <w:t>জন কিরুস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তিনজন জামিমন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 xml:space="preserve">একজন </w:t>
      </w:r>
      <w:r>
        <w:rPr>
          <w:cs/>
          <w:lang w:bidi="bn-IN"/>
        </w:rPr>
        <w:t>কুস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 এডেন থেকে</w:t>
      </w:r>
      <w:r w:rsidRPr="009F36D3">
        <w:t xml:space="preserve">, </w:t>
      </w:r>
      <w:r w:rsidRPr="009F36D3">
        <w:rPr>
          <w:cs/>
          <w:lang w:bidi="bn-IN"/>
        </w:rPr>
        <w:t>একজন আলালি থেকে</w:t>
      </w:r>
      <w:r w:rsidRPr="009F36D3">
        <w:t xml:space="preserve">, </w:t>
      </w:r>
      <w:r w:rsidRPr="009F36D3">
        <w:rPr>
          <w:cs/>
          <w:lang w:bidi="bn-IN"/>
        </w:rPr>
        <w:t>দশজন মদীনা থেকে</w:t>
      </w:r>
      <w:r w:rsidRPr="009F36D3">
        <w:t xml:space="preserve">, </w:t>
      </w:r>
      <w:r w:rsidRPr="009F36D3">
        <w:rPr>
          <w:cs/>
          <w:lang w:bidi="bn-IN"/>
        </w:rPr>
        <w:t>চারজন মক্কা থেকে</w:t>
      </w:r>
      <w:r w:rsidRPr="009F36D3">
        <w:t xml:space="preserve">, </w:t>
      </w:r>
      <w:r w:rsidRPr="009F36D3">
        <w:rPr>
          <w:cs/>
          <w:lang w:bidi="bn-IN"/>
        </w:rPr>
        <w:t>একজন তায়েফ 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দাইর থেকে</w:t>
      </w:r>
      <w:r w:rsidRPr="009F36D3">
        <w:t xml:space="preserve">, </w:t>
      </w:r>
      <w:r w:rsidRPr="009F36D3">
        <w:rPr>
          <w:cs/>
          <w:lang w:bidi="bn-IN"/>
        </w:rPr>
        <w:t>একজন শিরওয়ান থেকে</w:t>
      </w:r>
      <w:r w:rsidRPr="009F36D3">
        <w:t xml:space="preserve">, </w:t>
      </w:r>
      <w:r>
        <w:rPr>
          <w:cs/>
          <w:lang w:bidi="bn-IN"/>
        </w:rPr>
        <w:t>একজন যুবাইদ</w:t>
      </w:r>
      <w:r w:rsidRPr="009F36D3">
        <w:rPr>
          <w:cs/>
          <w:lang w:bidi="bn-IN"/>
        </w:rPr>
        <w:t xml:space="preserve"> থেকে</w:t>
      </w:r>
      <w:r w:rsidRPr="009F36D3">
        <w:t xml:space="preserve">, </w:t>
      </w:r>
      <w:r w:rsidRPr="009F36D3">
        <w:rPr>
          <w:cs/>
          <w:lang w:bidi="bn-IN"/>
        </w:rPr>
        <w:t>দশজন</w:t>
      </w:r>
      <w:r w:rsidRPr="009F36D3">
        <w:t xml:space="preserve"> </w:t>
      </w:r>
      <w:r w:rsidRPr="009F36D3">
        <w:rPr>
          <w:cs/>
          <w:lang w:bidi="bn-IN"/>
        </w:rPr>
        <w:t>সারু থেকে</w:t>
      </w:r>
      <w:r w:rsidRPr="009F36D3">
        <w:t xml:space="preserve">, </w:t>
      </w:r>
      <w:r w:rsidRPr="009F36D3">
        <w:rPr>
          <w:cs/>
          <w:lang w:bidi="bn-IN"/>
        </w:rPr>
        <w:t>একজন আহসাহ থেকে</w:t>
      </w:r>
      <w:r w:rsidRPr="009F36D3">
        <w:t xml:space="preserve">, </w:t>
      </w:r>
      <w:r w:rsidRPr="009F36D3">
        <w:rPr>
          <w:cs/>
          <w:lang w:bidi="bn-IN"/>
        </w:rPr>
        <w:t>একজন কাতীফ</w:t>
      </w:r>
      <w:r w:rsidRPr="009F36D3">
        <w:t xml:space="preserve"> </w:t>
      </w:r>
      <w:r w:rsidRPr="009F36D3">
        <w:rPr>
          <w:cs/>
          <w:lang w:bidi="bn-IN"/>
        </w:rPr>
        <w:t>থেকে</w:t>
      </w:r>
      <w:r w:rsidRPr="009F36D3">
        <w:t xml:space="preserve">, </w:t>
      </w:r>
      <w:r w:rsidRPr="009F36D3">
        <w:rPr>
          <w:cs/>
          <w:lang w:bidi="bn-IN"/>
        </w:rPr>
        <w:t>একজন</w:t>
      </w:r>
      <w:r w:rsidRPr="009F36D3">
        <w:t xml:space="preserve"> </w:t>
      </w:r>
      <w:r w:rsidRPr="009F36D3">
        <w:rPr>
          <w:cs/>
          <w:lang w:bidi="bn-IN"/>
        </w:rPr>
        <w:t>হাজার থেকে এবং একজন ইয়ামামাহ থেকে।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আলী (আঃ) বললেন-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রাসূলুল্লাহ (সাঃ) তাদেরকে আমার কাছে গুনলেন</w:t>
      </w:r>
      <w:r w:rsidRPr="009F36D3">
        <w:t xml:space="preserve"> </w:t>
      </w:r>
      <w:r w:rsidRPr="009F36D3">
        <w:rPr>
          <w:cs/>
          <w:lang w:bidi="bn-IN"/>
        </w:rPr>
        <w:t>৩১৩ জন পর্যন্ত</w:t>
      </w:r>
      <w:r w:rsidRPr="009F36D3">
        <w:t xml:space="preserve">, </w:t>
      </w:r>
      <w:r w:rsidRPr="009F36D3">
        <w:rPr>
          <w:cs/>
          <w:lang w:bidi="bn-IN"/>
        </w:rPr>
        <w:t>বদরের সাথীদের সমান সংখ্যায়</w:t>
      </w:r>
      <w:r w:rsidRPr="009F36D3">
        <w:t xml:space="preserve">, </w:t>
      </w:r>
      <w:r w:rsidRPr="009F36D3">
        <w:rPr>
          <w:cs/>
          <w:lang w:bidi="bn-IN"/>
        </w:rPr>
        <w:t>আল্লাহ যাদেরকে পূর্ব</w:t>
      </w:r>
      <w:r w:rsidRPr="009F36D3">
        <w:t xml:space="preserve"> </w:t>
      </w:r>
      <w:r w:rsidRPr="009F36D3">
        <w:rPr>
          <w:cs/>
          <w:lang w:bidi="bn-IN"/>
        </w:rPr>
        <w:t>ও পশ্চিম থেকে জড়ো করবেন পবিত্র কাবার কাছে চোখের পলকে। যখন</w:t>
      </w:r>
      <w:r w:rsidRPr="009F36D3">
        <w:t xml:space="preserve"> </w:t>
      </w:r>
      <w:r w:rsidRPr="009F36D3">
        <w:rPr>
          <w:cs/>
          <w:lang w:bidi="bn-IN"/>
        </w:rPr>
        <w:t xml:space="preserve">মক্কার লোকজন তা দেখবে তারা বলবে-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সুফিয়ানী আমাদেরকে তার</w:t>
      </w:r>
      <w:r w:rsidRPr="009F36D3">
        <w:t xml:space="preserve"> </w:t>
      </w:r>
      <w:r w:rsidRPr="009F36D3">
        <w:rPr>
          <w:cs/>
          <w:lang w:bidi="bn-IN"/>
        </w:rPr>
        <w:t>চারপাশে জমা করেছে।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মক্কার লোকদের সংস্পর্শে আসার পর তারা</w:t>
      </w:r>
      <w:r w:rsidRPr="009F36D3">
        <w:t xml:space="preserve"> </w:t>
      </w:r>
      <w:r w:rsidRPr="009F36D3">
        <w:rPr>
          <w:cs/>
          <w:lang w:bidi="bn-IN"/>
        </w:rPr>
        <w:t>দেখবে কাবার চারদিকে একটি দল জড়ো হয়েছে এবং অন্ধকার ও</w:t>
      </w:r>
      <w:r w:rsidRPr="009F36D3">
        <w:t xml:space="preserve"> </w:t>
      </w:r>
      <w:r w:rsidRPr="009F36D3">
        <w:rPr>
          <w:cs/>
          <w:lang w:bidi="bn-IN"/>
        </w:rPr>
        <w:t>মলিনতা তাদের কাছ থেকে চলে গেছে এবং আশার প্রভাত জেগেছে।</w:t>
      </w:r>
      <w:r w:rsidRPr="009F36D3">
        <w:t xml:space="preserve"> </w:t>
      </w:r>
      <w:r w:rsidRPr="009F36D3">
        <w:rPr>
          <w:cs/>
          <w:lang w:bidi="bn-IN"/>
        </w:rPr>
        <w:t>তারা পরস্পরকে বলবে- নাজাত (সম্ভবত এ অর্থে যে তারা নাজাত</w:t>
      </w:r>
      <w:r w:rsidRPr="009F36D3">
        <w:t xml:space="preserve"> </w:t>
      </w:r>
      <w:r w:rsidRPr="009F36D3">
        <w:rPr>
          <w:cs/>
          <w:lang w:bidi="bn-IN"/>
        </w:rPr>
        <w:t>পেয়েছে)। মর্যাদাবান ব্যক্তিরা পর্যবেক্ষণ করবে এবং শাসকরা গভীর</w:t>
      </w:r>
      <w:r w:rsidRPr="009F36D3">
        <w:t xml:space="preserve"> </w:t>
      </w:r>
      <w:r w:rsidRPr="009F36D3">
        <w:rPr>
          <w:cs/>
          <w:lang w:bidi="bn-IN"/>
        </w:rPr>
        <w:t>চিন্তায়</w:t>
      </w:r>
      <w:r w:rsidRPr="009F36D3">
        <w:t xml:space="preserve"> </w:t>
      </w:r>
      <w:r w:rsidRPr="009F36D3">
        <w:rPr>
          <w:cs/>
          <w:lang w:bidi="bn-IN"/>
        </w:rPr>
        <w:t>ডুবে যাবে।</w:t>
      </w:r>
      <w:r w:rsidRPr="00AA6375">
        <w:rPr>
          <w:rStyle w:val="libAlaemChar"/>
        </w:rPr>
        <w:t>’</w:t>
      </w:r>
      <w:r w:rsidRPr="009F36D3">
        <w:t xml:space="preserve"> </w:t>
      </w:r>
    </w:p>
    <w:p w:rsidR="005A057D" w:rsidRDefault="005A057D" w:rsidP="005A057D">
      <w:pPr>
        <w:pStyle w:val="libNormal"/>
      </w:pPr>
      <w:r w:rsidRPr="009F36D3">
        <w:rPr>
          <w:cs/>
          <w:lang w:bidi="bn-IN"/>
        </w:rPr>
        <w:t xml:space="preserve">আমিরুল মুমিনীন (আঃ)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আমি যেন তাদেরকে দেখতে পাচ্ছি।</w:t>
      </w:r>
      <w:r w:rsidRPr="009F36D3">
        <w:t xml:space="preserve"> </w:t>
      </w:r>
      <w:r w:rsidRPr="009F36D3">
        <w:rPr>
          <w:cs/>
          <w:lang w:bidi="bn-IN"/>
        </w:rPr>
        <w:t>তাদের চেহারা</w:t>
      </w:r>
      <w:r w:rsidRPr="009F36D3">
        <w:t xml:space="preserve">, </w:t>
      </w:r>
      <w:r w:rsidRPr="009F36D3">
        <w:rPr>
          <w:cs/>
          <w:lang w:bidi="bn-IN"/>
        </w:rPr>
        <w:t>উচ্চতা</w:t>
      </w:r>
      <w:r w:rsidRPr="009F36D3">
        <w:t xml:space="preserve">, </w:t>
      </w:r>
      <w:r w:rsidRPr="009F36D3">
        <w:rPr>
          <w:cs/>
          <w:lang w:bidi="bn-IN"/>
        </w:rPr>
        <w:t>শারীরিক গঠন</w:t>
      </w:r>
      <w:r w:rsidRPr="009F36D3">
        <w:t xml:space="preserve">, </w:t>
      </w:r>
      <w:r w:rsidRPr="009F36D3">
        <w:rPr>
          <w:cs/>
          <w:lang w:bidi="bn-IN"/>
        </w:rPr>
        <w:t>তাদের মুখ</w:t>
      </w:r>
      <w:r w:rsidRPr="009F36D3">
        <w:t xml:space="preserve">, </w:t>
      </w:r>
      <w:r w:rsidRPr="009F36D3">
        <w:rPr>
          <w:cs/>
          <w:lang w:bidi="bn-IN"/>
        </w:rPr>
        <w:t>সৌন্দর্য এবং</w:t>
      </w:r>
      <w:r w:rsidRPr="009F36D3">
        <w:t xml:space="preserve"> </w:t>
      </w:r>
      <w:r w:rsidRPr="009F36D3">
        <w:rPr>
          <w:cs/>
          <w:lang w:bidi="bn-IN"/>
        </w:rPr>
        <w:t>পোষাক সবই এক। যেন তারা কিছুর সন্ধানে আছে যা তারা হারিয়ে</w:t>
      </w:r>
      <w:r w:rsidRPr="009F36D3">
        <w:t xml:space="preserve"> </w:t>
      </w:r>
      <w:r w:rsidRPr="009F36D3">
        <w:rPr>
          <w:cs/>
          <w:lang w:bidi="bn-IN"/>
        </w:rPr>
        <w:t>ফেলেছে এবং এখন তারা চিন্তামগ্ন ও দ্বিধান্বিত এ বিষয়ে</w:t>
      </w:r>
      <w:r w:rsidRPr="009F36D3">
        <w:t xml:space="preserve">, </w:t>
      </w:r>
      <w:r w:rsidRPr="009F36D3">
        <w:rPr>
          <w:cs/>
          <w:lang w:bidi="bn-IN"/>
        </w:rPr>
        <w:t>যতক্ষণ না এক</w:t>
      </w:r>
      <w:r w:rsidRPr="009F36D3">
        <w:t xml:space="preserve"> </w:t>
      </w:r>
      <w:r w:rsidRPr="009F36D3">
        <w:rPr>
          <w:cs/>
          <w:lang w:bidi="bn-IN"/>
        </w:rPr>
        <w:t>ব্যক্তি যে সৃষ্টিতে সবচেয়ে বেশী রাসূলুল্লাহ (সাঃ)-এর মত দেখতে</w:t>
      </w:r>
      <w:r w:rsidRPr="009F36D3">
        <w:t xml:space="preserve"> </w:t>
      </w:r>
      <w:r w:rsidRPr="009F36D3">
        <w:rPr>
          <w:cs/>
          <w:lang w:bidi="bn-IN"/>
        </w:rPr>
        <w:t>উপস্থিত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>হয় তাদের সামনে</w:t>
      </w:r>
      <w:r w:rsidRPr="009F36D3">
        <w:t xml:space="preserve">, </w:t>
      </w:r>
      <w:r w:rsidRPr="009F36D3">
        <w:rPr>
          <w:cs/>
          <w:lang w:bidi="bn-IN"/>
        </w:rPr>
        <w:t>কাবার গিলাফের পেছন থেকে। তারা তাকে</w:t>
      </w:r>
      <w:r w:rsidRPr="009F36D3">
        <w:t xml:space="preserve"> </w:t>
      </w:r>
      <w:r w:rsidRPr="009F36D3">
        <w:rPr>
          <w:cs/>
          <w:lang w:bidi="bn-IN"/>
        </w:rPr>
        <w:t>জিজ্ঞেস করবে</w:t>
      </w:r>
      <w:r w:rsidRPr="009F36D3">
        <w:t xml:space="preserve">,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আপনি কি মাহদী</w:t>
      </w:r>
      <w:r w:rsidRPr="009F36D3">
        <w:t>?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তিনি বলবেনঃ </w:t>
      </w:r>
      <w:r w:rsidRPr="00AA6375">
        <w:rPr>
          <w:rStyle w:val="libAlaemChar"/>
        </w:rPr>
        <w:t>‘</w:t>
      </w:r>
      <w:r w:rsidRPr="009F36D3">
        <w:rPr>
          <w:cs/>
          <w:lang w:bidi="bn-IN"/>
        </w:rPr>
        <w:t>হ্যাঁ</w:t>
      </w:r>
      <w:r w:rsidRPr="009F36D3">
        <w:t xml:space="preserve">, </w:t>
      </w:r>
      <w:r w:rsidRPr="009F36D3">
        <w:rPr>
          <w:cs/>
          <w:lang w:bidi="bn-IN"/>
        </w:rPr>
        <w:t>আমি শপথকৃত</w:t>
      </w:r>
      <w:r w:rsidRPr="009F36D3">
        <w:t xml:space="preserve"> </w:t>
      </w:r>
      <w:r w:rsidRPr="009F36D3">
        <w:rPr>
          <w:cs/>
          <w:lang w:bidi="bn-IN"/>
        </w:rPr>
        <w:t>মাহদী।</w:t>
      </w:r>
      <w:r w:rsidRPr="00AA6375">
        <w:rPr>
          <w:rStyle w:val="libAlaemChar"/>
        </w:rPr>
        <w:t>’</w:t>
      </w:r>
      <w:r w:rsidRPr="009F36D3">
        <w:t xml:space="preserve"> </w:t>
      </w:r>
      <w:r w:rsidRPr="009F36D3">
        <w:rPr>
          <w:cs/>
          <w:lang w:bidi="bn-IN"/>
        </w:rPr>
        <w:t xml:space="preserve">এরপর হযরত তাদেরকে বলবেন- </w:t>
      </w:r>
      <w:r w:rsidRPr="00AA6375">
        <w:rPr>
          <w:rStyle w:val="libAlaemChar"/>
        </w:rPr>
        <w:lastRenderedPageBreak/>
        <w:t>“</w:t>
      </w:r>
      <w:r w:rsidRPr="009F36D3">
        <w:rPr>
          <w:cs/>
          <w:lang w:bidi="bn-IN"/>
        </w:rPr>
        <w:t>আমার কাছে আনুগত্যের</w:t>
      </w:r>
      <w:r w:rsidRPr="009F36D3">
        <w:t xml:space="preserve"> </w:t>
      </w:r>
      <w:r w:rsidRPr="009F36D3">
        <w:rPr>
          <w:cs/>
          <w:lang w:bidi="bn-IN"/>
        </w:rPr>
        <w:t xml:space="preserve">শপথ করো </w:t>
      </w:r>
      <w:r w:rsidRPr="004F0267">
        <w:rPr>
          <w:cs/>
          <w:lang w:bidi="bn-IN"/>
        </w:rPr>
        <w:t>চল্লিশ</w:t>
      </w:r>
      <w:r w:rsidRPr="009F36D3">
        <w:rPr>
          <w:cs/>
          <w:lang w:bidi="bn-IN"/>
        </w:rPr>
        <w:t>টি বৈশিষ্ট্যের জন্য এবং আমার সাথে চুক্তিবদ্ধ হও দশটি</w:t>
      </w:r>
      <w:r w:rsidRPr="009F36D3">
        <w:t xml:space="preserve"> </w:t>
      </w:r>
      <w:r w:rsidRPr="009F36D3">
        <w:rPr>
          <w:cs/>
          <w:lang w:bidi="bn-IN"/>
        </w:rPr>
        <w:t>গুণাবলীর জন্য</w:t>
      </w:r>
      <w:r w:rsidRPr="00AA6375">
        <w:rPr>
          <w:rStyle w:val="libAlaemChar"/>
        </w:rPr>
        <w:t>’</w:t>
      </w:r>
      <w:r w:rsidRPr="009F36D3">
        <w:rPr>
          <w:cs/>
          <w:lang w:bidi="hi-IN"/>
        </w:rPr>
        <w:t>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5A057D" w:rsidRPr="009F36D3" w:rsidRDefault="005A057D" w:rsidP="005A057D">
      <w:pPr>
        <w:pStyle w:val="libNormal"/>
      </w:pPr>
      <w:r w:rsidRPr="009F36D3">
        <w:rPr>
          <w:cs/>
          <w:lang w:bidi="bn-IN"/>
        </w:rPr>
        <w:t xml:space="preserve">আনাফ বললেন- </w:t>
      </w:r>
      <w:r w:rsidRPr="00AA6375">
        <w:rPr>
          <w:rStyle w:val="libAlaemChar"/>
        </w:rPr>
        <w:t>“</w:t>
      </w:r>
      <w:r w:rsidRPr="009F36D3">
        <w:rPr>
          <w:cs/>
          <w:lang w:bidi="bn-IN"/>
        </w:rPr>
        <w:t>হে আলী</w:t>
      </w:r>
      <w:r w:rsidRPr="009F36D3">
        <w:t xml:space="preserve">, </w:t>
      </w:r>
      <w:r w:rsidRPr="009F36D3">
        <w:rPr>
          <w:cs/>
          <w:lang w:bidi="bn-IN"/>
        </w:rPr>
        <w:t>কী সেই গুণাবলী</w:t>
      </w:r>
      <w:r w:rsidRPr="009F36D3">
        <w:t xml:space="preserve">? </w:t>
      </w:r>
      <w:r w:rsidRPr="009F36D3">
        <w:rPr>
          <w:cs/>
          <w:lang w:bidi="bn-IN"/>
        </w:rPr>
        <w:t>তিনি বললেন- তারা বায়াত করবে যে তারা চুরি করবে না</w:t>
      </w:r>
      <w:r w:rsidRPr="009F36D3">
        <w:t xml:space="preserve">, </w:t>
      </w:r>
      <w:r w:rsidRPr="009F36D3">
        <w:rPr>
          <w:cs/>
          <w:lang w:bidi="bn-IN"/>
        </w:rPr>
        <w:t>ব্যভিচার</w:t>
      </w:r>
      <w:r w:rsidRPr="009F36D3">
        <w:t xml:space="preserve"> </w:t>
      </w:r>
      <w:r w:rsidRPr="009F36D3">
        <w:rPr>
          <w:cs/>
          <w:lang w:bidi="bn-IN"/>
        </w:rPr>
        <w:t>করবে না</w:t>
      </w:r>
      <w:r w:rsidRPr="009F36D3">
        <w:t xml:space="preserve">, </w:t>
      </w:r>
      <w:r w:rsidRPr="009F36D3">
        <w:rPr>
          <w:cs/>
          <w:lang w:bidi="bn-IN"/>
        </w:rPr>
        <w:t>অন্যায়ভাবে কাউকে হত্যা করবে না</w:t>
      </w:r>
      <w:r w:rsidRPr="009F36D3">
        <w:t xml:space="preserve">, </w:t>
      </w:r>
      <w:r w:rsidRPr="009F36D3">
        <w:rPr>
          <w:cs/>
          <w:lang w:bidi="bn-IN"/>
        </w:rPr>
        <w:t>সম্মানিত ব্যক্তিকে</w:t>
      </w:r>
      <w:r w:rsidRPr="009F36D3">
        <w:t xml:space="preserve"> </w:t>
      </w:r>
      <w:r w:rsidRPr="009F36D3">
        <w:rPr>
          <w:cs/>
          <w:lang w:bidi="bn-IN"/>
        </w:rPr>
        <w:t>অসম্মান করবে না</w:t>
      </w:r>
      <w:r w:rsidRPr="009F36D3">
        <w:t xml:space="preserve">, </w:t>
      </w:r>
      <w:r w:rsidRPr="009F36D3">
        <w:rPr>
          <w:cs/>
          <w:lang w:bidi="bn-IN"/>
        </w:rPr>
        <w:t>কোন মুসলমানকে গালি দিবে না</w:t>
      </w:r>
      <w:r w:rsidRPr="009F36D3">
        <w:t xml:space="preserve">, </w:t>
      </w:r>
      <w:r w:rsidRPr="009F36D3">
        <w:rPr>
          <w:cs/>
          <w:lang w:bidi="bn-IN"/>
        </w:rPr>
        <w:t>কোন বাড়িতে</w:t>
      </w:r>
      <w:r w:rsidRPr="009F36D3">
        <w:t xml:space="preserve"> </w:t>
      </w:r>
      <w:r>
        <w:rPr>
          <w:cs/>
          <w:lang w:bidi="bn-IN"/>
        </w:rPr>
        <w:t>দলবেধে</w:t>
      </w:r>
      <w:r w:rsidRPr="009F36D3">
        <w:rPr>
          <w:cs/>
          <w:lang w:bidi="bn-IN"/>
        </w:rPr>
        <w:t xml:space="preserve"> চড়াও হবে না</w:t>
      </w:r>
      <w:r w:rsidRPr="009F36D3">
        <w:t xml:space="preserve">, </w:t>
      </w:r>
      <w:r w:rsidRPr="009F36D3">
        <w:rPr>
          <w:cs/>
          <w:lang w:bidi="bn-IN"/>
        </w:rPr>
        <w:t>শুকনো ও দূর্বল পশুর উপর আরোহণ করবে না</w:t>
      </w:r>
      <w:r w:rsidRPr="009F36D3">
        <w:t xml:space="preserve">, </w:t>
      </w:r>
      <w:r w:rsidRPr="009F36D3">
        <w:rPr>
          <w:cs/>
          <w:lang w:bidi="bn-IN"/>
        </w:rPr>
        <w:t>নিজেদেরকে মিথ্যাভাবে সাজাবে না (গোনাহ করবে না)</w:t>
      </w:r>
      <w:r w:rsidRPr="009F36D3">
        <w:t xml:space="preserve">, </w:t>
      </w:r>
      <w:r w:rsidRPr="009F36D3">
        <w:rPr>
          <w:cs/>
          <w:lang w:bidi="bn-IN"/>
        </w:rPr>
        <w:t>পশম পরবে না</w:t>
      </w:r>
      <w:r w:rsidRPr="009F36D3">
        <w:t xml:space="preserve">, </w:t>
      </w:r>
      <w:r w:rsidRPr="009F36D3">
        <w:rPr>
          <w:cs/>
          <w:lang w:bidi="bn-IN"/>
        </w:rPr>
        <w:t>সিল্ক পরবে না। এমন কিছু ব্যবহার করবে না যা অন্যের পথ আটকায়</w:t>
      </w:r>
      <w:r w:rsidRPr="009F36D3">
        <w:t xml:space="preserve">, </w:t>
      </w:r>
      <w:r w:rsidRPr="009F36D3">
        <w:rPr>
          <w:cs/>
          <w:lang w:bidi="bn-IN"/>
        </w:rPr>
        <w:t>এতিমদের প্রতি অবিচার করবে না</w:t>
      </w:r>
      <w:r w:rsidRPr="009F36D3">
        <w:t xml:space="preserve">, </w:t>
      </w:r>
      <w:r w:rsidRPr="009F36D3">
        <w:rPr>
          <w:cs/>
          <w:lang w:bidi="bn-IN"/>
        </w:rPr>
        <w:t>ছল চা</w:t>
      </w:r>
      <w:r>
        <w:rPr>
          <w:cs/>
          <w:lang w:bidi="bn-IN"/>
        </w:rPr>
        <w:t>তু</w:t>
      </w:r>
      <w:r w:rsidRPr="009F36D3">
        <w:rPr>
          <w:cs/>
          <w:lang w:bidi="bn-IN"/>
        </w:rPr>
        <w:t>রী করবে না</w:t>
      </w:r>
      <w:r w:rsidRPr="009F36D3">
        <w:t xml:space="preserve">, </w:t>
      </w:r>
      <w:r w:rsidRPr="009F36D3">
        <w:rPr>
          <w:cs/>
          <w:lang w:bidi="bn-IN"/>
        </w:rPr>
        <w:t xml:space="preserve">কাউকে </w:t>
      </w:r>
      <w:r>
        <w:rPr>
          <w:cs/>
          <w:lang w:bidi="bn-IN"/>
        </w:rPr>
        <w:t>ধোকা</w:t>
      </w:r>
      <w:r w:rsidRPr="009F36D3">
        <w:t xml:space="preserve"> </w:t>
      </w:r>
      <w:r w:rsidRPr="009F36D3">
        <w:rPr>
          <w:cs/>
          <w:lang w:bidi="bn-IN"/>
        </w:rPr>
        <w:t>দিবে না</w:t>
      </w:r>
      <w:r w:rsidRPr="009F36D3">
        <w:t xml:space="preserve">, </w:t>
      </w:r>
      <w:r w:rsidRPr="009F36D3">
        <w:rPr>
          <w:cs/>
          <w:lang w:bidi="bn-IN"/>
        </w:rPr>
        <w:t>এতিমদের সম্পদ খাবে না</w:t>
      </w:r>
      <w:r w:rsidRPr="009F36D3">
        <w:t xml:space="preserve">, </w:t>
      </w:r>
      <w:r w:rsidRPr="009F36D3">
        <w:rPr>
          <w:cs/>
          <w:lang w:bidi="bn-IN"/>
        </w:rPr>
        <w:t>সমকামিতায় যাবে না</w:t>
      </w:r>
      <w:r w:rsidRPr="009F36D3">
        <w:t xml:space="preserve">, </w:t>
      </w:r>
      <w:r w:rsidRPr="009F36D3">
        <w:rPr>
          <w:cs/>
          <w:lang w:bidi="bn-IN"/>
        </w:rPr>
        <w:t>মদ খাবে না</w:t>
      </w:r>
      <w:r w:rsidRPr="009F36D3">
        <w:t xml:space="preserve">, </w:t>
      </w:r>
      <w:r w:rsidRPr="009F36D3">
        <w:rPr>
          <w:cs/>
          <w:lang w:bidi="bn-IN"/>
        </w:rPr>
        <w:t>বিশ্বস্ততা ভঙ্গ করবে না</w:t>
      </w:r>
      <w:r w:rsidRPr="009F36D3">
        <w:t xml:space="preserve">, </w:t>
      </w:r>
      <w:r w:rsidRPr="009F36D3">
        <w:rPr>
          <w:cs/>
          <w:lang w:bidi="bn-IN"/>
        </w:rPr>
        <w:t>শপথ ভঙ্গ করবে না</w:t>
      </w:r>
      <w:r w:rsidRPr="009F36D3">
        <w:t xml:space="preserve">, </w:t>
      </w:r>
      <w:r w:rsidRPr="009F36D3">
        <w:rPr>
          <w:cs/>
          <w:lang w:bidi="bn-IN"/>
        </w:rPr>
        <w:t>গম ও বার্লি মজদু করবে</w:t>
      </w:r>
      <w:r w:rsidRPr="009F36D3">
        <w:t xml:space="preserve"> </w:t>
      </w:r>
      <w:r w:rsidRPr="009F36D3">
        <w:rPr>
          <w:cs/>
          <w:lang w:bidi="bn-IN"/>
        </w:rPr>
        <w:t>না</w:t>
      </w:r>
      <w:r w:rsidRPr="009F36D3">
        <w:t xml:space="preserve">, </w:t>
      </w:r>
      <w:r w:rsidRPr="009F36D3">
        <w:rPr>
          <w:cs/>
          <w:lang w:bidi="bn-IN"/>
        </w:rPr>
        <w:t>আশ্রয়প্রার্থীকে হত্যা করবে না</w:t>
      </w:r>
      <w:r w:rsidRPr="009F36D3">
        <w:t xml:space="preserve">, </w:t>
      </w:r>
      <w:r w:rsidRPr="009F36D3">
        <w:rPr>
          <w:cs/>
          <w:lang w:bidi="bn-IN"/>
        </w:rPr>
        <w:t>পরাজিতের পেছন ধাওয়া করবে না</w:t>
      </w:r>
      <w:r w:rsidRPr="009F36D3">
        <w:t xml:space="preserve">, </w:t>
      </w:r>
      <w:r w:rsidRPr="009F36D3">
        <w:rPr>
          <w:cs/>
          <w:lang w:bidi="bn-IN"/>
        </w:rPr>
        <w:t>অন্যায়ভাবে রক্ত ঝরাবে না</w:t>
      </w:r>
      <w:r w:rsidRPr="009F36D3">
        <w:t xml:space="preserve">, </w:t>
      </w:r>
      <w:r w:rsidRPr="009F36D3">
        <w:rPr>
          <w:cs/>
          <w:lang w:bidi="bn-IN"/>
        </w:rPr>
        <w:t>এবং আহতকে হত্যা করবে না</w:t>
      </w:r>
      <w:r w:rsidRPr="009F36D3">
        <w:t xml:space="preserve">, </w:t>
      </w:r>
      <w:r w:rsidRPr="009F36D3">
        <w:rPr>
          <w:cs/>
          <w:lang w:bidi="bn-IN"/>
        </w:rPr>
        <w:t>এছাড়া</w:t>
      </w:r>
      <w:r w:rsidRPr="009F36D3">
        <w:t xml:space="preserve"> </w:t>
      </w:r>
      <w:r w:rsidRPr="009F36D3">
        <w:rPr>
          <w:cs/>
          <w:lang w:bidi="bn-IN"/>
        </w:rPr>
        <w:t>প্রত্যেকে মোটা জামা পরবে</w:t>
      </w:r>
      <w:r w:rsidRPr="009F36D3">
        <w:t xml:space="preserve">, </w:t>
      </w:r>
      <w:r w:rsidRPr="009F36D3">
        <w:rPr>
          <w:cs/>
          <w:lang w:bidi="bn-IN"/>
        </w:rPr>
        <w:t>মাটিকে বালিশ বানাবে</w:t>
      </w:r>
      <w:r w:rsidRPr="009F36D3">
        <w:t xml:space="preserve">, </w:t>
      </w:r>
      <w:r w:rsidRPr="009F36D3">
        <w:rPr>
          <w:cs/>
          <w:lang w:bidi="bn-IN"/>
        </w:rPr>
        <w:t>বা</w:t>
      </w:r>
      <w:r>
        <w:rPr>
          <w:cs/>
          <w:lang w:bidi="bn-IN"/>
        </w:rPr>
        <w:t>র্লি</w:t>
      </w:r>
      <w:r w:rsidRPr="009F36D3">
        <w:rPr>
          <w:cs/>
          <w:lang w:bidi="bn-IN"/>
        </w:rPr>
        <w:t>র রুটি খাবে</w:t>
      </w:r>
      <w:r w:rsidRPr="009F36D3">
        <w:t xml:space="preserve">, </w:t>
      </w:r>
      <w:r w:rsidRPr="009F36D3">
        <w:rPr>
          <w:cs/>
          <w:lang w:bidi="bn-IN"/>
        </w:rPr>
        <w:t>যা কিছু অল্প সে পায় তা নিয়ে সন্তষ্ট</w:t>
      </w:r>
      <w:r w:rsidRPr="00AA6375">
        <w:rPr>
          <w:rStyle w:val="libAlaemChar"/>
        </w:rPr>
        <w:t>‘</w:t>
      </w:r>
      <w:r w:rsidRPr="009F36D3">
        <w:t xml:space="preserve"> </w:t>
      </w:r>
      <w:r w:rsidRPr="009F36D3">
        <w:rPr>
          <w:cs/>
          <w:lang w:bidi="bn-IN"/>
        </w:rPr>
        <w:t>থাকবে</w:t>
      </w:r>
      <w:r w:rsidRPr="009F36D3">
        <w:t xml:space="preserve">, </w:t>
      </w:r>
      <w:r w:rsidRPr="009F36D3">
        <w:rPr>
          <w:cs/>
          <w:lang w:bidi="bn-IN"/>
        </w:rPr>
        <w:t xml:space="preserve">জিহাদে (ধর্ম </w:t>
      </w:r>
      <w:r>
        <w:rPr>
          <w:cs/>
          <w:lang w:bidi="bn-IN"/>
        </w:rPr>
        <w:t>যু</w:t>
      </w:r>
      <w:r w:rsidRPr="009F36D3">
        <w:rPr>
          <w:cs/>
          <w:lang w:bidi="bn-IN"/>
        </w:rPr>
        <w:t>দ্ধে)</w:t>
      </w:r>
      <w:r w:rsidRPr="009F36D3">
        <w:t xml:space="preserve"> </w:t>
      </w:r>
      <w:r w:rsidRPr="009F36D3">
        <w:rPr>
          <w:cs/>
          <w:lang w:bidi="bn-IN"/>
        </w:rPr>
        <w:t>অংশগ্রহণ করবে যেভাবে তা করা উচিত</w:t>
      </w:r>
      <w:r w:rsidRPr="009F36D3">
        <w:t xml:space="preserve">; </w:t>
      </w:r>
      <w:r w:rsidRPr="009F36D3">
        <w:rPr>
          <w:cs/>
          <w:lang w:bidi="bn-IN"/>
        </w:rPr>
        <w:t xml:space="preserve">মেশক ও অন্যান্য </w:t>
      </w:r>
      <w:r>
        <w:rPr>
          <w:cs/>
          <w:lang w:bidi="bn-IN"/>
        </w:rPr>
        <w:t>সু</w:t>
      </w:r>
      <w:r w:rsidRPr="009F36D3">
        <w:rPr>
          <w:cs/>
          <w:lang w:bidi="bn-IN"/>
        </w:rPr>
        <w:t>গন্ধি</w:t>
      </w:r>
      <w:r>
        <w:rPr>
          <w:cs/>
          <w:lang w:bidi="bn-IN"/>
        </w:rPr>
        <w:t>র</w:t>
      </w:r>
      <w:r w:rsidRPr="009F36D3">
        <w:rPr>
          <w:cs/>
          <w:lang w:bidi="bn-IN"/>
        </w:rPr>
        <w:t xml:space="preserve"> </w:t>
      </w:r>
      <w:r>
        <w:rPr>
          <w:cs/>
          <w:lang w:bidi="bn-IN"/>
        </w:rPr>
        <w:t>ঘ্রাণ</w:t>
      </w:r>
      <w:r w:rsidRPr="009F36D3">
        <w:t xml:space="preserve"> </w:t>
      </w:r>
      <w:r w:rsidRPr="009F36D3">
        <w:rPr>
          <w:cs/>
          <w:lang w:bidi="bn-IN"/>
        </w:rPr>
        <w:t>নিবে ও অপবিত্রতা এড়িয়ে চলবে।</w:t>
      </w:r>
      <w:r w:rsidRPr="00AA6375">
        <w:rPr>
          <w:rStyle w:val="libAlaemChar"/>
        </w:rPr>
        <w:t>”</w:t>
      </w:r>
      <w:r w:rsidRPr="009F36D3">
        <w:t xml:space="preserve"> </w:t>
      </w:r>
    </w:p>
    <w:p w:rsidR="0036658D" w:rsidRPr="009B1987" w:rsidRDefault="0036658D" w:rsidP="009B1987">
      <w:r>
        <w:br w:type="page"/>
      </w:r>
    </w:p>
    <w:sdt>
      <w:sdtPr>
        <w:rPr>
          <w:rFonts w:ascii="SolaimanLipi" w:eastAsia="SolaimanLipi" w:hAnsi="SolaimanLipi" w:cs="SolaimanLipi"/>
          <w:b w:val="0"/>
          <w:bCs w:val="0"/>
          <w:color w:val="auto"/>
          <w:sz w:val="22"/>
          <w:szCs w:val="22"/>
        </w:rPr>
        <w:id w:val="1094623916"/>
        <w:docPartObj>
          <w:docPartGallery w:val="Table of Contents"/>
          <w:docPartUnique/>
        </w:docPartObj>
      </w:sdtPr>
      <w:sdtContent>
        <w:p w:rsidR="0036658D" w:rsidRDefault="0036658D" w:rsidP="0036658D">
          <w:pPr>
            <w:pStyle w:val="TOCHeading"/>
          </w:pPr>
          <w:r w:rsidRPr="0099612C">
            <w:rPr>
              <w:rStyle w:val="Heading1Char"/>
              <w:rFonts w:eastAsiaTheme="majorEastAsia"/>
              <w:cs/>
            </w:rPr>
            <w:t>সূচীপত্রঃ</w:t>
          </w:r>
        </w:p>
        <w:p w:rsidR="0099612C" w:rsidRDefault="00D37AD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 w:rsidRPr="00D37ADC">
            <w:fldChar w:fldCharType="begin"/>
          </w:r>
          <w:r w:rsidR="0036658D">
            <w:instrText xml:space="preserve"> TOC \o "1-3" \h \z \u </w:instrText>
          </w:r>
          <w:r w:rsidRPr="00D37ADC">
            <w:fldChar w:fldCharType="separate"/>
          </w:r>
          <w:hyperlink w:anchor="_Toc451691915" w:history="1">
            <w:r w:rsidR="0099612C"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লেখকের</w:t>
            </w:r>
            <w:r w:rsidR="0099612C"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="0099612C"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কথা</w:t>
            </w:r>
            <w:r w:rsidR="0099612C">
              <w:rPr>
                <w:noProof/>
                <w:webHidden/>
              </w:rPr>
              <w:tab/>
            </w:r>
            <w:r w:rsidR="0099612C">
              <w:rPr>
                <w:noProof/>
                <w:webHidden/>
              </w:rPr>
              <w:fldChar w:fldCharType="begin"/>
            </w:r>
            <w:r w:rsidR="0099612C">
              <w:rPr>
                <w:noProof/>
                <w:webHidden/>
              </w:rPr>
              <w:instrText xml:space="preserve"> PAGEREF _Toc451691915 \h </w:instrText>
            </w:r>
            <w:r w:rsidR="0099612C">
              <w:rPr>
                <w:noProof/>
                <w:webHidden/>
              </w:rPr>
            </w:r>
            <w:r w:rsidR="0099612C">
              <w:rPr>
                <w:noProof/>
                <w:webHidden/>
              </w:rPr>
              <w:fldChar w:fldCharType="separate"/>
            </w:r>
            <w:r w:rsidR="0099612C">
              <w:rPr>
                <w:noProof/>
                <w:webHidden/>
              </w:rPr>
              <w:t>7</w:t>
            </w:r>
            <w:r w:rsidR="0099612C"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1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প্রথম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1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কোরআনের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আয়াত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1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noProof/>
                <w:rtl/>
              </w:rPr>
              <w:t>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rtl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নবীর</w:t>
            </w:r>
            <w:r w:rsidRPr="00644C2A">
              <w:rPr>
                <w:rStyle w:val="Hyperlink"/>
                <w:noProof/>
                <w:rtl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644C2A">
              <w:rPr>
                <w:rStyle w:val="Hyperlink"/>
                <w:noProof/>
                <w:rtl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হাদীস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1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noProof/>
                <w:rtl/>
              </w:rPr>
              <w:t>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rtl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হযরত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আলী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noProof/>
                <w:rtl/>
              </w:rPr>
              <w:t>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rtl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খোতবা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noProof/>
                <w:rtl/>
              </w:rPr>
              <w:t>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rtl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জ্ঞানী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ব্যক্তিদের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কথা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কবিতা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গীতি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কবিতা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2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দ্বিতীয়</w:t>
            </w:r>
            <w:r w:rsidRPr="00644C2A">
              <w:rPr>
                <w:rStyle w:val="Hyperlink"/>
                <w:noProof/>
                <w:lang w:bidi="fa-IR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আরব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fa-IR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fa-IR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</w:t>
            </w:r>
            <w:r w:rsidRPr="00644C2A">
              <w:rPr>
                <w:rStyle w:val="Hyperlink"/>
                <w:noProof/>
                <w:lang w:bidi="fa-IR"/>
              </w:rPr>
              <w:t xml:space="preserve"> </w:t>
            </w:r>
            <w:r w:rsidRPr="00644C2A">
              <w:rPr>
                <w:rStyle w:val="Hyperlink"/>
                <w:rFonts w:ascii="Rafed Alaem" w:eastAsia="Rafed Alaem" w:hAnsi="Rafed Alaem" w:cs="Rafed Alaem"/>
                <w:noProof/>
              </w:rPr>
              <w:t>‘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উম্মাহ</w:t>
            </w:r>
            <w:r w:rsidRPr="00644C2A">
              <w:rPr>
                <w:rStyle w:val="Hyperlink"/>
                <w:rFonts w:ascii="Rafed Alaem" w:eastAsia="Rafed Alaem" w:hAnsi="Rafed Alaem" w:cs="Rafed Alaem"/>
                <w:noProof/>
              </w:rPr>
              <w:t>’</w:t>
            </w:r>
            <w:r w:rsidRPr="00644C2A">
              <w:rPr>
                <w:rStyle w:val="Hyperlink"/>
                <w:noProof/>
                <w:lang w:bidi="fa-IR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জাতি</w:t>
            </w:r>
            <w:r w:rsidRPr="00644C2A">
              <w:rPr>
                <w:rStyle w:val="Hyperlink"/>
                <w:noProof/>
                <w:lang w:bidi="fa-IR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কেনান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ক্বুরাইশ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বনি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হাশিম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আবু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তালিবের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2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মুহাম্মদ</w:t>
            </w:r>
            <w:r w:rsidRPr="00644C2A">
              <w:rPr>
                <w:rStyle w:val="Hyperlink"/>
                <w:noProof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644C2A">
              <w:rPr>
                <w:rStyle w:val="Hyperlink"/>
                <w:noProof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নবীর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নবীর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পরিবার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আলীর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ফাতেমার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ascii="Rafed Alaem" w:eastAsia="Rafed Alaem" w:hAnsi="Rafed Alaem" w:cs="Rafed Alaem"/>
                <w:noProof/>
              </w:rPr>
              <w:t>‘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সেবতাঈনের</w:t>
            </w:r>
            <w:r w:rsidRPr="00644C2A">
              <w:rPr>
                <w:rStyle w:val="Hyperlink"/>
                <w:rFonts w:ascii="Rafed Alaem" w:eastAsia="Rafed Alaem" w:hAnsi="Rafed Alaem" w:cs="Rafed Alaem"/>
                <w:noProof/>
              </w:rPr>
              <w:t>’</w:t>
            </w:r>
            <w:r w:rsidRPr="00644C2A">
              <w:rPr>
                <w:rStyle w:val="Hyperlink"/>
                <w:noProof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হাসান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হোসেইনের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হোসেইনের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নবম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বংশধর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হাসান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আসকারীর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সন্তান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3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তৃতীয়</w:t>
            </w:r>
            <w:r w:rsidRPr="00644C2A">
              <w:rPr>
                <w:rStyle w:val="Hyperlink"/>
                <w:noProof/>
                <w:lang w:bidi="fa-IR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চেহারা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3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চরিত্র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রাসূলুল্লাহ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চিন্তাভাবনা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জ্ঞান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ন্যায়পরায়নতা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উদারতা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শাসন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4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চতুর্থ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সম্মান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উচ্চ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মর্যাদা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4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ঈসা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বেহেশত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এবং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খিলাফত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আল্লাহর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হুজ্জাত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প্রমাণ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ধর্মের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পূর্ণতা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যুগের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প্রশ্ন</w:t>
            </w:r>
            <w:r w:rsidRPr="00644C2A">
              <w:rPr>
                <w:rStyle w:val="Hyperlink"/>
                <w:noProof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হলো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বর্তমান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যুগের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কে</w:t>
            </w:r>
            <w:r w:rsidRPr="00644C2A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5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পঞ্চম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জন্ম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নাম</w:t>
            </w:r>
            <w:r w:rsidRPr="00644C2A">
              <w:rPr>
                <w:rStyle w:val="Hyperlink"/>
                <w:noProof/>
              </w:rPr>
              <w:t xml:space="preserve">,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উপাধী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ডাক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নাম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5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পিতা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নাম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শৈশবে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ইমামত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লাভ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দীর্ঘ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জীবন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জীবিত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আছেন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রিযক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লাভ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করছেন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যারা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দেখেছে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6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ষষ্ঠ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গাইবাত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আত্মগোপন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হাদীস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আত্মগোপনের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ধরন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স্বল্পকালীন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দীর্ঘকালীন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আত্মগোপন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6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সপ্তম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6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আসমানী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কন্ঠস্বর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আসমানী</w:t>
            </w:r>
            <w:r w:rsidRPr="00644C2A">
              <w:rPr>
                <w:rStyle w:val="Hyperlink"/>
                <w:noProof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নিদর্শনসমূহ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নৃশংসতা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নিপীড়ন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সাইয়্যেদ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খোরাসানী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নাফসে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যাকিয়্যাহর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পবিত্র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আত্মার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ব্যক্তি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হত্যাকাণ্ড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দাজ্জালের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বিদ্রোহ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সুফিয়ানীর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বিদ্রোহ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আগমনের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নিদর্শনসমূহ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আগমনের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বছর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দিন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হাদীস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169197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অষ্টম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অধ্যায়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7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জন্য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অপেক্ষা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করার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ফযীলত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আবির্ভাবের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সময়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উল্লেখ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বিরত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থাকা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শেষ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যুগে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আবির্ভাব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আবির্ভাবের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দিনে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বৈশিষ্ট্য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আবির্ভাবের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স্থান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কাছে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বায়াতের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স্থান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সাহায্যকারীরা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ঈসা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ইবনে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মারইয়াম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অবতরণ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আবির্ভাবে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বরকত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8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কর্মকাণ্ড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আহবান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89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পন্থা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0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প্রশংসনীয়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নৈতিকতা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1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ধর্ম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মাহদীতে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গিয়ে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শেষ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হবে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2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ইহুদী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খৃষ্টানরা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3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শুধু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ইসলাম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ধর্ম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থাকবে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4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সংস্কার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5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অধীনে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বিজয়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উন্নয়ন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6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)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খিলাফত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শাসন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সময়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612C" w:rsidRDefault="0099612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51691997" w:history="1"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মাহদী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আঃ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৩১৩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জন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প্রধান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সাহায্যকারী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উৎপত্তি</w:t>
            </w:r>
            <w:r w:rsidRPr="00644C2A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644C2A">
              <w:rPr>
                <w:rStyle w:val="Hyperlink"/>
                <w:rFonts w:cs="Vrinda" w:hint="cs"/>
                <w:noProof/>
                <w:cs/>
                <w:lang w:bidi="bn-IN"/>
              </w:rPr>
              <w:t>স্থান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_Toc451691997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0B2A" w:rsidRPr="00F16EE1" w:rsidRDefault="00D37ADC" w:rsidP="0036658D">
          <w:pPr>
            <w:rPr>
              <w:rtl/>
              <w:cs/>
            </w:rPr>
          </w:pPr>
          <w:r>
            <w:fldChar w:fldCharType="end"/>
          </w:r>
        </w:p>
      </w:sdtContent>
    </w:sdt>
    <w:sectPr w:rsidR="000C0B2A" w:rsidRPr="00F16EE1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90" w:rsidRDefault="00F46590" w:rsidP="008B7801">
      <w:pPr>
        <w:spacing w:after="0" w:line="240" w:lineRule="auto"/>
      </w:pPr>
      <w:r>
        <w:separator/>
      </w:r>
    </w:p>
  </w:endnote>
  <w:endnote w:type="continuationSeparator" w:id="0">
    <w:p w:rsidR="00F46590" w:rsidRDefault="00F46590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B81B86" w:rsidRDefault="00D37ADC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B81B86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99612C">
          <w:rPr>
            <w:rFonts w:ascii="SutonnyMJ" w:hAnsi="SutonnyMJ" w:cs="SutonnyMJ"/>
            <w:noProof/>
          </w:rPr>
          <w:t>1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B81B86" w:rsidRDefault="00B81B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90" w:rsidRDefault="00F46590" w:rsidP="008B7801">
      <w:pPr>
        <w:spacing w:after="0" w:line="240" w:lineRule="auto"/>
      </w:pPr>
      <w:r>
        <w:separator/>
      </w:r>
    </w:p>
  </w:footnote>
  <w:footnote w:type="continuationSeparator" w:id="0">
    <w:p w:rsidR="00F46590" w:rsidRDefault="00F46590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B3A08"/>
    <w:rsid w:val="00007AA6"/>
    <w:rsid w:val="00026914"/>
    <w:rsid w:val="00036558"/>
    <w:rsid w:val="00036F5D"/>
    <w:rsid w:val="000416CF"/>
    <w:rsid w:val="000451DA"/>
    <w:rsid w:val="00064BD1"/>
    <w:rsid w:val="00067176"/>
    <w:rsid w:val="000753B9"/>
    <w:rsid w:val="000858AF"/>
    <w:rsid w:val="000A16E2"/>
    <w:rsid w:val="000A3C87"/>
    <w:rsid w:val="000B6A4B"/>
    <w:rsid w:val="000C0B2A"/>
    <w:rsid w:val="000C4F54"/>
    <w:rsid w:val="000D0FC8"/>
    <w:rsid w:val="000D641E"/>
    <w:rsid w:val="0010506E"/>
    <w:rsid w:val="0011328D"/>
    <w:rsid w:val="00136137"/>
    <w:rsid w:val="00195BA9"/>
    <w:rsid w:val="001A3437"/>
    <w:rsid w:val="001A68B3"/>
    <w:rsid w:val="001B2552"/>
    <w:rsid w:val="001B3A08"/>
    <w:rsid w:val="001D1762"/>
    <w:rsid w:val="001E0D60"/>
    <w:rsid w:val="002025DF"/>
    <w:rsid w:val="0022370C"/>
    <w:rsid w:val="00235071"/>
    <w:rsid w:val="0024762D"/>
    <w:rsid w:val="0026134F"/>
    <w:rsid w:val="00275890"/>
    <w:rsid w:val="0028663A"/>
    <w:rsid w:val="00292BC3"/>
    <w:rsid w:val="00296130"/>
    <w:rsid w:val="002A48E8"/>
    <w:rsid w:val="002B709B"/>
    <w:rsid w:val="002D15B8"/>
    <w:rsid w:val="002D2865"/>
    <w:rsid w:val="002E4766"/>
    <w:rsid w:val="002E7FD0"/>
    <w:rsid w:val="002F11BE"/>
    <w:rsid w:val="00304CCF"/>
    <w:rsid w:val="003137DA"/>
    <w:rsid w:val="003237FA"/>
    <w:rsid w:val="00336A70"/>
    <w:rsid w:val="003446AD"/>
    <w:rsid w:val="0036658D"/>
    <w:rsid w:val="003773CD"/>
    <w:rsid w:val="00396333"/>
    <w:rsid w:val="003A1605"/>
    <w:rsid w:val="003A380C"/>
    <w:rsid w:val="003B34CB"/>
    <w:rsid w:val="003B68BF"/>
    <w:rsid w:val="003C5A32"/>
    <w:rsid w:val="003E4BC2"/>
    <w:rsid w:val="003E5927"/>
    <w:rsid w:val="003F0DDC"/>
    <w:rsid w:val="003F77EC"/>
    <w:rsid w:val="004036E5"/>
    <w:rsid w:val="00406D51"/>
    <w:rsid w:val="004151F5"/>
    <w:rsid w:val="004219FE"/>
    <w:rsid w:val="004234A1"/>
    <w:rsid w:val="004438CE"/>
    <w:rsid w:val="0044769F"/>
    <w:rsid w:val="004546B7"/>
    <w:rsid w:val="00463EDB"/>
    <w:rsid w:val="00463F84"/>
    <w:rsid w:val="00482325"/>
    <w:rsid w:val="00483A81"/>
    <w:rsid w:val="004924CF"/>
    <w:rsid w:val="00494293"/>
    <w:rsid w:val="004A56BA"/>
    <w:rsid w:val="004B74AC"/>
    <w:rsid w:val="004C1471"/>
    <w:rsid w:val="004C57A4"/>
    <w:rsid w:val="004D01DB"/>
    <w:rsid w:val="004F68DD"/>
    <w:rsid w:val="005106C4"/>
    <w:rsid w:val="00540CD3"/>
    <w:rsid w:val="00544132"/>
    <w:rsid w:val="005656A1"/>
    <w:rsid w:val="005726E1"/>
    <w:rsid w:val="00584195"/>
    <w:rsid w:val="00585BF6"/>
    <w:rsid w:val="005862E0"/>
    <w:rsid w:val="00593844"/>
    <w:rsid w:val="00594F59"/>
    <w:rsid w:val="0059796A"/>
    <w:rsid w:val="005A057D"/>
    <w:rsid w:val="005A0E2B"/>
    <w:rsid w:val="005A21F0"/>
    <w:rsid w:val="005C64EB"/>
    <w:rsid w:val="005D2D86"/>
    <w:rsid w:val="005D3333"/>
    <w:rsid w:val="005E44E2"/>
    <w:rsid w:val="005F03ED"/>
    <w:rsid w:val="005F2D37"/>
    <w:rsid w:val="00603FA1"/>
    <w:rsid w:val="00606FA3"/>
    <w:rsid w:val="0061174D"/>
    <w:rsid w:val="00630E4F"/>
    <w:rsid w:val="00640AC4"/>
    <w:rsid w:val="006628C5"/>
    <w:rsid w:val="006662F8"/>
    <w:rsid w:val="006746F0"/>
    <w:rsid w:val="00690232"/>
    <w:rsid w:val="006A02FE"/>
    <w:rsid w:val="006B2F72"/>
    <w:rsid w:val="006B4F74"/>
    <w:rsid w:val="006C775E"/>
    <w:rsid w:val="006D197A"/>
    <w:rsid w:val="006D1B58"/>
    <w:rsid w:val="006D440E"/>
    <w:rsid w:val="006E09C7"/>
    <w:rsid w:val="006E1E70"/>
    <w:rsid w:val="006E2D63"/>
    <w:rsid w:val="00707890"/>
    <w:rsid w:val="00713A8F"/>
    <w:rsid w:val="00733E6E"/>
    <w:rsid w:val="00736945"/>
    <w:rsid w:val="0075520E"/>
    <w:rsid w:val="00755E02"/>
    <w:rsid w:val="007719FE"/>
    <w:rsid w:val="00776659"/>
    <w:rsid w:val="007959C0"/>
    <w:rsid w:val="007D0C93"/>
    <w:rsid w:val="007D3565"/>
    <w:rsid w:val="007F38BE"/>
    <w:rsid w:val="00813C73"/>
    <w:rsid w:val="008227CD"/>
    <w:rsid w:val="008230AE"/>
    <w:rsid w:val="00826493"/>
    <w:rsid w:val="008302AE"/>
    <w:rsid w:val="008715EA"/>
    <w:rsid w:val="00883EA9"/>
    <w:rsid w:val="008A5A1E"/>
    <w:rsid w:val="008B7801"/>
    <w:rsid w:val="008B7AD9"/>
    <w:rsid w:val="008D1772"/>
    <w:rsid w:val="008D2BC5"/>
    <w:rsid w:val="008D4310"/>
    <w:rsid w:val="008D6263"/>
    <w:rsid w:val="008E1557"/>
    <w:rsid w:val="008E16D7"/>
    <w:rsid w:val="008F0D7B"/>
    <w:rsid w:val="008F787A"/>
    <w:rsid w:val="00902D3C"/>
    <w:rsid w:val="009117EC"/>
    <w:rsid w:val="00911CE5"/>
    <w:rsid w:val="00921503"/>
    <w:rsid w:val="009221B9"/>
    <w:rsid w:val="00934323"/>
    <w:rsid w:val="00937B74"/>
    <w:rsid w:val="00941AEF"/>
    <w:rsid w:val="00944C14"/>
    <w:rsid w:val="0094696C"/>
    <w:rsid w:val="00957CDC"/>
    <w:rsid w:val="00974B47"/>
    <w:rsid w:val="00976CDC"/>
    <w:rsid w:val="00990FF6"/>
    <w:rsid w:val="0099612C"/>
    <w:rsid w:val="009A053A"/>
    <w:rsid w:val="009B1987"/>
    <w:rsid w:val="009D142D"/>
    <w:rsid w:val="009D3FD2"/>
    <w:rsid w:val="009D5BFF"/>
    <w:rsid w:val="009D759C"/>
    <w:rsid w:val="009D7A0F"/>
    <w:rsid w:val="009F5560"/>
    <w:rsid w:val="00A02BD0"/>
    <w:rsid w:val="00A04A66"/>
    <w:rsid w:val="00A07514"/>
    <w:rsid w:val="00A1022F"/>
    <w:rsid w:val="00A2744B"/>
    <w:rsid w:val="00A34532"/>
    <w:rsid w:val="00A35C21"/>
    <w:rsid w:val="00A455D0"/>
    <w:rsid w:val="00A560EA"/>
    <w:rsid w:val="00A578F7"/>
    <w:rsid w:val="00A65C07"/>
    <w:rsid w:val="00A77675"/>
    <w:rsid w:val="00A826A7"/>
    <w:rsid w:val="00AA08F1"/>
    <w:rsid w:val="00AA6375"/>
    <w:rsid w:val="00AA7385"/>
    <w:rsid w:val="00AB18E8"/>
    <w:rsid w:val="00AB6543"/>
    <w:rsid w:val="00AC3E47"/>
    <w:rsid w:val="00AE4471"/>
    <w:rsid w:val="00AE454D"/>
    <w:rsid w:val="00B06DC9"/>
    <w:rsid w:val="00B26972"/>
    <w:rsid w:val="00B363D3"/>
    <w:rsid w:val="00B476A4"/>
    <w:rsid w:val="00B50F2A"/>
    <w:rsid w:val="00B52D11"/>
    <w:rsid w:val="00B6472E"/>
    <w:rsid w:val="00B6539D"/>
    <w:rsid w:val="00B811CF"/>
    <w:rsid w:val="00B81B86"/>
    <w:rsid w:val="00B854B9"/>
    <w:rsid w:val="00B91799"/>
    <w:rsid w:val="00BC22BA"/>
    <w:rsid w:val="00BD15E9"/>
    <w:rsid w:val="00BE1409"/>
    <w:rsid w:val="00C208CA"/>
    <w:rsid w:val="00C2470C"/>
    <w:rsid w:val="00C303C9"/>
    <w:rsid w:val="00C313B1"/>
    <w:rsid w:val="00C34189"/>
    <w:rsid w:val="00C36628"/>
    <w:rsid w:val="00C53098"/>
    <w:rsid w:val="00C539D3"/>
    <w:rsid w:val="00C924E6"/>
    <w:rsid w:val="00CC48FE"/>
    <w:rsid w:val="00CD6057"/>
    <w:rsid w:val="00CD6645"/>
    <w:rsid w:val="00CE088A"/>
    <w:rsid w:val="00CE09E4"/>
    <w:rsid w:val="00CE1847"/>
    <w:rsid w:val="00CE4625"/>
    <w:rsid w:val="00D02065"/>
    <w:rsid w:val="00D37ADC"/>
    <w:rsid w:val="00D4000F"/>
    <w:rsid w:val="00D430A5"/>
    <w:rsid w:val="00D44DB1"/>
    <w:rsid w:val="00D450D2"/>
    <w:rsid w:val="00D454B5"/>
    <w:rsid w:val="00D457C0"/>
    <w:rsid w:val="00D46570"/>
    <w:rsid w:val="00D4723B"/>
    <w:rsid w:val="00D74B79"/>
    <w:rsid w:val="00D7533E"/>
    <w:rsid w:val="00D86325"/>
    <w:rsid w:val="00D941C7"/>
    <w:rsid w:val="00DC1C18"/>
    <w:rsid w:val="00DC6B7C"/>
    <w:rsid w:val="00DD5C1E"/>
    <w:rsid w:val="00DF0DAD"/>
    <w:rsid w:val="00DF45E8"/>
    <w:rsid w:val="00DF5F3D"/>
    <w:rsid w:val="00E02BA8"/>
    <w:rsid w:val="00E03474"/>
    <w:rsid w:val="00E152B2"/>
    <w:rsid w:val="00E27091"/>
    <w:rsid w:val="00E30987"/>
    <w:rsid w:val="00E32589"/>
    <w:rsid w:val="00E400A5"/>
    <w:rsid w:val="00E52113"/>
    <w:rsid w:val="00E84EB1"/>
    <w:rsid w:val="00E9343A"/>
    <w:rsid w:val="00EB1BF3"/>
    <w:rsid w:val="00EC4B61"/>
    <w:rsid w:val="00EF7ADF"/>
    <w:rsid w:val="00EF7C64"/>
    <w:rsid w:val="00F0788A"/>
    <w:rsid w:val="00F11A1C"/>
    <w:rsid w:val="00F16EE1"/>
    <w:rsid w:val="00F20557"/>
    <w:rsid w:val="00F46590"/>
    <w:rsid w:val="00F525D6"/>
    <w:rsid w:val="00F60477"/>
    <w:rsid w:val="00F66A17"/>
    <w:rsid w:val="00F86D8D"/>
    <w:rsid w:val="00F87E84"/>
    <w:rsid w:val="00F91E16"/>
    <w:rsid w:val="00F9327C"/>
    <w:rsid w:val="00FB2C9D"/>
    <w:rsid w:val="00FD2E0A"/>
    <w:rsid w:val="00FE115C"/>
    <w:rsid w:val="00FE168D"/>
    <w:rsid w:val="00FE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8AF"/>
    <w:pPr>
      <w:spacing w:after="200" w:line="276" w:lineRule="auto"/>
    </w:pPr>
    <w:rPr>
      <w:rFonts w:ascii="SolaimanLipi" w:eastAsia="SolaimanLipi" w:hAnsi="SolaimanLipi" w:cs="SolaimanLip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  <w:rPr>
      <w:rFonts w:eastAsiaTheme="minorEastAsia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612C"/>
    <w:rPr>
      <w:rFonts w:ascii="Tahoma" w:eastAsia="SolaimanLip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aysal\usb%20back\faysal\HASSANAIN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AEFD-C582-46AA-9B44-971E46ED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1077</TotalTime>
  <Pages>237</Pages>
  <Words>40271</Words>
  <Characters>229548</Characters>
  <Application>Microsoft Office Word</Application>
  <DocSecurity>0</DocSecurity>
  <Lines>1912</Lines>
  <Paragraphs>538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FAYSAL</cp:lastModifiedBy>
  <cp:revision>16</cp:revision>
  <cp:lastPrinted>2014-03-16T09:29:00Z</cp:lastPrinted>
  <dcterms:created xsi:type="dcterms:W3CDTF">2016-05-22T08:05:00Z</dcterms:created>
  <dcterms:modified xsi:type="dcterms:W3CDTF">2016-05-22T10:21:00Z</dcterms:modified>
</cp:coreProperties>
</file>