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4C" w:rsidRDefault="00A01D4C" w:rsidP="00A01D4C">
      <w:pPr>
        <w:pStyle w:val="libTitr1"/>
        <w:rPr>
          <w:lang w:bidi="bn-IN"/>
        </w:rPr>
      </w:pPr>
    </w:p>
    <w:p w:rsidR="00A01D4C" w:rsidRPr="0049687C" w:rsidRDefault="00A01D4C" w:rsidP="0049687C">
      <w:pPr>
        <w:pStyle w:val="libTitr1"/>
      </w:pPr>
    </w:p>
    <w:p w:rsidR="00A01D4C" w:rsidRDefault="00A01D4C" w:rsidP="00A01D4C">
      <w:pPr>
        <w:pStyle w:val="libTitr1"/>
        <w:rPr>
          <w:lang w:bidi="bn-IN"/>
        </w:rPr>
      </w:pPr>
    </w:p>
    <w:p w:rsidR="00A01D4C" w:rsidRDefault="00A01D4C" w:rsidP="00A01D4C">
      <w:pPr>
        <w:pStyle w:val="libTitr1"/>
        <w:rPr>
          <w:lang w:bidi="bn-IN"/>
        </w:rPr>
      </w:pPr>
      <w:r w:rsidRPr="00831D4F">
        <w:rPr>
          <w:cs/>
          <w:lang w:bidi="bn-IN"/>
        </w:rPr>
        <w:t>দোয়া কুমাইল</w:t>
      </w:r>
    </w:p>
    <w:p w:rsidR="0049687C" w:rsidRPr="0049687C" w:rsidRDefault="0049687C" w:rsidP="0049687C">
      <w:pPr>
        <w:pStyle w:val="libTitr2"/>
      </w:pPr>
      <w:r w:rsidRPr="0049687C">
        <w:rPr>
          <w:rFonts w:hint="cs"/>
          <w:cs/>
          <w:lang w:bidi="bn-IN"/>
        </w:rPr>
        <w:t>বাংলা</w:t>
      </w:r>
      <w:r w:rsidRPr="0049687C">
        <w:rPr>
          <w:cs/>
          <w:lang w:bidi="bn-IN"/>
        </w:rPr>
        <w:t xml:space="preserve"> </w:t>
      </w:r>
      <w:r w:rsidRPr="0049687C">
        <w:rPr>
          <w:rFonts w:hint="cs"/>
          <w:cs/>
          <w:lang w:bidi="bn-IN"/>
        </w:rPr>
        <w:t>অর্থসহ</w:t>
      </w:r>
    </w:p>
    <w:p w:rsidR="0049687C" w:rsidRDefault="0049687C" w:rsidP="0049687C">
      <w:pPr>
        <w:pStyle w:val="libNormal"/>
      </w:pPr>
    </w:p>
    <w:p w:rsidR="0049687C" w:rsidRDefault="0049687C" w:rsidP="0049687C">
      <w:pPr>
        <w:pStyle w:val="libNormal"/>
      </w:pPr>
    </w:p>
    <w:p w:rsidR="0049687C" w:rsidRDefault="0049687C" w:rsidP="0049687C">
      <w:pPr>
        <w:pStyle w:val="libNormal"/>
      </w:pPr>
    </w:p>
    <w:p w:rsidR="0049687C" w:rsidRDefault="0049687C" w:rsidP="0049687C">
      <w:pPr>
        <w:pStyle w:val="libNormal"/>
      </w:pPr>
    </w:p>
    <w:p w:rsidR="0049687C" w:rsidRPr="0049687C" w:rsidRDefault="0049687C" w:rsidP="0049687C">
      <w:pPr>
        <w:pStyle w:val="libNormal"/>
      </w:pPr>
    </w:p>
    <w:p w:rsidR="0049687C" w:rsidRPr="0049687C" w:rsidRDefault="0049687C" w:rsidP="0049687C">
      <w:pPr>
        <w:pStyle w:val="libCenterBold1"/>
      </w:pPr>
      <w:r w:rsidRPr="0049687C">
        <w:rPr>
          <w:rFonts w:hint="cs"/>
          <w:cs/>
          <w:lang w:bidi="bn-IN"/>
        </w:rPr>
        <w:t>সংকলন</w:t>
      </w:r>
      <w:r w:rsidRPr="0049687C">
        <w:rPr>
          <w:cs/>
          <w:lang w:bidi="bn-IN"/>
        </w:rPr>
        <w:t xml:space="preserve"> </w:t>
      </w:r>
      <w:r w:rsidRPr="0049687C">
        <w:rPr>
          <w:rFonts w:hint="cs"/>
          <w:cs/>
          <w:lang w:bidi="bn-IN"/>
        </w:rPr>
        <w:t>ও</w:t>
      </w:r>
      <w:r w:rsidRPr="0049687C">
        <w:rPr>
          <w:cs/>
          <w:lang w:bidi="bn-IN"/>
        </w:rPr>
        <w:t xml:space="preserve"> </w:t>
      </w:r>
      <w:r w:rsidRPr="0049687C">
        <w:rPr>
          <w:rFonts w:hint="cs"/>
          <w:cs/>
          <w:lang w:bidi="bn-IN"/>
        </w:rPr>
        <w:t>অনুবাদ</w:t>
      </w:r>
    </w:p>
    <w:p w:rsidR="0049687C" w:rsidRDefault="0049687C" w:rsidP="0049687C">
      <w:pPr>
        <w:pStyle w:val="libTitr2"/>
      </w:pPr>
      <w:r w:rsidRPr="0049687C">
        <w:rPr>
          <w:rFonts w:hint="cs"/>
          <w:cs/>
          <w:lang w:bidi="bn-IN"/>
        </w:rPr>
        <w:t>আহলে</w:t>
      </w:r>
      <w:r w:rsidRPr="0049687C">
        <w:rPr>
          <w:cs/>
          <w:lang w:bidi="bn-IN"/>
        </w:rPr>
        <w:t xml:space="preserve"> </w:t>
      </w:r>
      <w:r w:rsidRPr="0049687C">
        <w:rPr>
          <w:rFonts w:hint="cs"/>
          <w:cs/>
          <w:lang w:bidi="bn-IN"/>
        </w:rPr>
        <w:t>বাইতের</w:t>
      </w:r>
      <w:r w:rsidRPr="0049687C">
        <w:rPr>
          <w:cs/>
          <w:lang w:bidi="bn-IN"/>
        </w:rPr>
        <w:t xml:space="preserve"> </w:t>
      </w:r>
      <w:r w:rsidRPr="0049687C">
        <w:rPr>
          <w:rFonts w:hint="cs"/>
          <w:cs/>
          <w:lang w:bidi="bn-IN"/>
        </w:rPr>
        <w:t>প্রেমিকগণ</w:t>
      </w:r>
    </w:p>
    <w:p w:rsidR="00A01D4C" w:rsidRPr="0049687C" w:rsidRDefault="00A01D4C" w:rsidP="0049687C">
      <w:r>
        <w:br w:type="page"/>
      </w:r>
    </w:p>
    <w:p w:rsidR="00496B7F" w:rsidRDefault="00A01D4C" w:rsidP="00131B32">
      <w:pPr>
        <w:pStyle w:val="libNormal"/>
        <w:rPr>
          <w:lang w:bidi="bn-IN"/>
        </w:rPr>
      </w:pPr>
      <w:r>
        <w:rPr>
          <w:noProof/>
        </w:rPr>
        <w:lastRenderedPageBreak/>
        <w:drawing>
          <wp:inline distT="0" distB="0" distL="0" distR="0">
            <wp:extent cx="5715000" cy="6105525"/>
            <wp:effectExtent l="19050" t="0" r="0" b="0"/>
            <wp:docPr id="1" name="Picture 1" descr="F:\dowa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wa\im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10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B7F" w:rsidRPr="0049687C" w:rsidRDefault="00496B7F" w:rsidP="0049687C">
      <w:r>
        <w:rPr>
          <w:lang w:bidi="bn-IN"/>
        </w:rPr>
        <w:br w:type="page"/>
      </w:r>
    </w:p>
    <w:p w:rsidR="00496B7F" w:rsidRDefault="00496B7F" w:rsidP="00496B7F">
      <w:pPr>
        <w:pStyle w:val="Heading1"/>
        <w:rPr>
          <w:lang w:bidi="bn-IN"/>
        </w:rPr>
      </w:pPr>
      <w:bookmarkStart w:id="0" w:name="_Toc487103534"/>
      <w:r>
        <w:rPr>
          <w:cs/>
          <w:lang w:bidi="bn-IN"/>
        </w:rPr>
        <w:lastRenderedPageBreak/>
        <w:t>ভূমিকা</w:t>
      </w:r>
      <w:bookmarkEnd w:id="0"/>
    </w:p>
    <w:p w:rsidR="00122447" w:rsidRPr="00122447" w:rsidRDefault="00122447" w:rsidP="00122447">
      <w:pPr>
        <w:pStyle w:val="libNormal"/>
      </w:pPr>
      <w:r w:rsidRPr="00122447">
        <w:rPr>
          <w:rFonts w:hint="cs"/>
          <w:cs/>
          <w:lang w:bidi="bn-IN"/>
        </w:rPr>
        <w:t>কুমাইল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ইবনে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জিয়াদ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নাখাঈ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ছিলেন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আমিরুল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মোমিনীন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হযরত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আলী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ইবনে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আবু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তালিব</w:t>
      </w:r>
      <w:r w:rsidRPr="00122447">
        <w:rPr>
          <w:cs/>
          <w:lang w:bidi="bn-IN"/>
        </w:rPr>
        <w:t xml:space="preserve"> </w:t>
      </w:r>
      <w:r w:rsidR="00496B7F">
        <w:rPr>
          <w:cs/>
          <w:lang w:bidi="bn-IN"/>
        </w:rPr>
        <w:t>(আ.)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একজন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ঘনিষ্ঠ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সহচর।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অসাধারণ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দোয়াটি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প্রথম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উচ্চারিত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হয়েছিল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হযরত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আলী</w:t>
      </w:r>
      <w:r w:rsidRPr="00122447">
        <w:rPr>
          <w:cs/>
          <w:lang w:bidi="bn-IN"/>
        </w:rPr>
        <w:t xml:space="preserve"> </w:t>
      </w:r>
      <w:r w:rsidR="00496B7F">
        <w:rPr>
          <w:cs/>
          <w:lang w:bidi="bn-IN"/>
        </w:rPr>
        <w:t>(আ.)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সমধুর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অথচ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যন্ত্রণাকাতর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কণ্ঠে।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আল্লামা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মজলিসী</w:t>
      </w:r>
      <w:r w:rsidRPr="00122447">
        <w:rPr>
          <w:cs/>
          <w:lang w:bidi="bn-IN"/>
        </w:rPr>
        <w:t xml:space="preserve"> (</w:t>
      </w:r>
      <w:r w:rsidRPr="00122447">
        <w:rPr>
          <w:rFonts w:hint="cs"/>
          <w:cs/>
          <w:lang w:bidi="bn-IN"/>
        </w:rPr>
        <w:t>রহঃ</w:t>
      </w:r>
      <w:r w:rsidRPr="00122447">
        <w:rPr>
          <w:cs/>
          <w:lang w:bidi="bn-IN"/>
        </w:rPr>
        <w:t xml:space="preserve">) </w:t>
      </w:r>
      <w:r w:rsidRPr="00122447">
        <w:rPr>
          <w:rFonts w:hint="cs"/>
          <w:cs/>
          <w:lang w:bidi="bn-IN"/>
        </w:rPr>
        <w:t>এর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বর্ণনা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অনুসারে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বসরার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মসজিদের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যে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মজলিসে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হযরত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আলী</w:t>
      </w:r>
      <w:r w:rsidRPr="00122447">
        <w:rPr>
          <w:cs/>
          <w:lang w:bidi="bn-IN"/>
        </w:rPr>
        <w:t xml:space="preserve"> </w:t>
      </w:r>
      <w:r w:rsidR="00496B7F">
        <w:rPr>
          <w:cs/>
          <w:lang w:bidi="bn-IN"/>
        </w:rPr>
        <w:t>(আ.)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তাঁর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ভাষণে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১৫ই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শাবান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রাতের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তাৎপর্য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সম্পর্কে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বলছিলেন</w:t>
      </w:r>
      <w:r w:rsidRPr="00122447">
        <w:t xml:space="preserve">, </w:t>
      </w:r>
      <w:r w:rsidRPr="00122447">
        <w:rPr>
          <w:rFonts w:hint="cs"/>
          <w:cs/>
          <w:lang w:bidi="bn-IN"/>
        </w:rPr>
        <w:t>সে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মজলিসে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উপস্থিত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ছিলেন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কুমাইল।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হযরত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আলী</w:t>
      </w:r>
      <w:r w:rsidRPr="00122447">
        <w:rPr>
          <w:cs/>
          <w:lang w:bidi="bn-IN"/>
        </w:rPr>
        <w:t xml:space="preserve"> </w:t>
      </w:r>
      <w:r w:rsidR="00496B7F">
        <w:rPr>
          <w:cs/>
          <w:lang w:bidi="bn-IN"/>
        </w:rPr>
        <w:t>(আ.)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বলেছিলেন</w:t>
      </w:r>
      <w:r>
        <w:t>, "</w:t>
      </w:r>
      <w:r w:rsidRPr="00122447">
        <w:rPr>
          <w:rFonts w:hint="cs"/>
          <w:cs/>
          <w:lang w:bidi="bn-IN"/>
        </w:rPr>
        <w:t>যে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ব্যক্তি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রাত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জেগে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এবাদত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করবে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এবং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নবী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খিজিরের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দোয়া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পড়বে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নিঃসন্দেহে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ঐ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ব্যক্তির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দোয়া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কবুল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হবে।</w:t>
      </w:r>
      <w:r w:rsidRPr="00122447">
        <w:rPr>
          <w:cs/>
          <w:lang w:bidi="bn-IN"/>
        </w:rPr>
        <w:t xml:space="preserve"> "</w:t>
      </w:r>
    </w:p>
    <w:p w:rsidR="00122447" w:rsidRPr="00122447" w:rsidRDefault="00122447" w:rsidP="00122447">
      <w:pPr>
        <w:pStyle w:val="libNormal"/>
      </w:pPr>
      <w:r w:rsidRPr="00122447">
        <w:rPr>
          <w:rFonts w:hint="cs"/>
          <w:cs/>
          <w:lang w:bidi="bn-IN"/>
        </w:rPr>
        <w:t>মজলিস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শেষে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কুমাইল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হযরত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আলীর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ঘরে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এসে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তাঁকে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হযরত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খিজিরের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দোয়া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শিখিয়ে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দিতে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অনুরোধ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করেন।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হযরত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আলী</w:t>
      </w:r>
      <w:r w:rsidRPr="00122447">
        <w:rPr>
          <w:cs/>
          <w:lang w:bidi="bn-IN"/>
        </w:rPr>
        <w:t xml:space="preserve"> </w:t>
      </w:r>
      <w:r w:rsidR="00496B7F">
        <w:rPr>
          <w:cs/>
          <w:lang w:bidi="bn-IN"/>
        </w:rPr>
        <w:t>(আ.)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কুমাইলকে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বসিয়ে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দোয়াটি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আবৃত্তি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করেন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এবং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সেটা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লিখে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মুখস্থ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করে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রাখার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নির্দেশ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দেন।</w:t>
      </w:r>
    </w:p>
    <w:p w:rsidR="00122447" w:rsidRDefault="00122447" w:rsidP="00122447">
      <w:pPr>
        <w:pStyle w:val="libNormal"/>
        <w:rPr>
          <w:cs/>
          <w:lang w:bidi="bn-IN"/>
        </w:rPr>
      </w:pPr>
      <w:r w:rsidRPr="00122447">
        <w:rPr>
          <w:rFonts w:hint="cs"/>
          <w:cs/>
          <w:lang w:bidi="bn-IN"/>
        </w:rPr>
        <w:t>তারপর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হযরত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আলী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কুমাইলকে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পরামর্শ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দিলেন</w:t>
      </w:r>
      <w:r w:rsidRPr="00122447">
        <w:t xml:space="preserve">, </w:t>
      </w:r>
      <w:r w:rsidRPr="00122447">
        <w:rPr>
          <w:rFonts w:hint="cs"/>
          <w:cs/>
          <w:lang w:bidi="bn-IN"/>
        </w:rPr>
        <w:t>প্রতি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শুক্রবারের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শুরুতে</w:t>
      </w:r>
      <w:r w:rsidRPr="00122447">
        <w:rPr>
          <w:cs/>
          <w:lang w:bidi="bn-IN"/>
        </w:rPr>
        <w:t xml:space="preserve"> (</w:t>
      </w:r>
      <w:r w:rsidRPr="00122447">
        <w:rPr>
          <w:rFonts w:hint="cs"/>
          <w:cs/>
          <w:lang w:bidi="bn-IN"/>
        </w:rPr>
        <w:t>অর্থাৎ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আগের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রাতে</w:t>
      </w:r>
      <w:r w:rsidRPr="00122447">
        <w:rPr>
          <w:cs/>
          <w:lang w:bidi="bn-IN"/>
        </w:rPr>
        <w:t xml:space="preserve">) </w:t>
      </w:r>
      <w:r w:rsidRPr="00122447">
        <w:rPr>
          <w:rFonts w:hint="cs"/>
          <w:cs/>
          <w:lang w:bidi="bn-IN"/>
        </w:rPr>
        <w:t>একবার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করে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কিংবা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অন্ততঃ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বছরে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একবার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দোয়াটি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পড়তে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যাতে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করে</w:t>
      </w:r>
      <w:r w:rsidRPr="00122447">
        <w:rPr>
          <w:cs/>
          <w:lang w:bidi="bn-IN"/>
        </w:rPr>
        <w:t xml:space="preserve"> "</w:t>
      </w:r>
      <w:r w:rsidRPr="00122447">
        <w:rPr>
          <w:rFonts w:hint="cs"/>
          <w:cs/>
          <w:lang w:bidi="bn-IN"/>
        </w:rPr>
        <w:t>আল্লাহ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তা</w:t>
      </w:r>
      <w:r w:rsidR="00496B7F">
        <w:rPr>
          <w:cs/>
          <w:lang w:bidi="bn-IN"/>
        </w:rPr>
        <w:t>আ</w:t>
      </w:r>
      <w:r w:rsidR="00496B7F" w:rsidRPr="00E21C31">
        <w:rPr>
          <w:rStyle w:val="libEnChar"/>
        </w:rPr>
        <w:t>’</w:t>
      </w:r>
      <w:r w:rsidRPr="00122447">
        <w:rPr>
          <w:rFonts w:hint="cs"/>
          <w:cs/>
          <w:lang w:bidi="bn-IN"/>
        </w:rPr>
        <w:t>লা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শত্রুর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অনিষ্ট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হতে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এবং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মুনাফিকদের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ষড়যন্ত্র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হতে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রক্ষা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করেন।</w:t>
      </w:r>
      <w:r w:rsidRPr="00122447">
        <w:rPr>
          <w:cs/>
          <w:lang w:bidi="bn-IN"/>
        </w:rPr>
        <w:t xml:space="preserve">" </w:t>
      </w:r>
      <w:r w:rsidRPr="00122447">
        <w:rPr>
          <w:rFonts w:hint="cs"/>
          <w:cs/>
          <w:lang w:bidi="bn-IN"/>
        </w:rPr>
        <w:t>তিনি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আরও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বলেন</w:t>
      </w:r>
      <w:r w:rsidRPr="00122447">
        <w:t xml:space="preserve">, </w:t>
      </w:r>
      <w:r w:rsidRPr="00122447">
        <w:rPr>
          <w:rFonts w:hint="cs"/>
          <w:cs/>
          <w:lang w:bidi="bn-IN"/>
        </w:rPr>
        <w:t>হে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কুমাইল</w:t>
      </w:r>
      <w:r w:rsidRPr="00122447">
        <w:rPr>
          <w:cs/>
          <w:lang w:bidi="bn-IN"/>
        </w:rPr>
        <w:t xml:space="preserve">! </w:t>
      </w:r>
      <w:r w:rsidRPr="00122447">
        <w:rPr>
          <w:rFonts w:hint="cs"/>
          <w:cs/>
          <w:lang w:bidi="bn-IN"/>
        </w:rPr>
        <w:t>তোমার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সাহচর্য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এবং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উপলব্ধির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সম্মানে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আমি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এই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দোয়াটি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তোমার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হেফাজতে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উৎসর্গ</w:t>
      </w:r>
      <w:r w:rsidRPr="00122447">
        <w:rPr>
          <w:cs/>
          <w:lang w:bidi="bn-IN"/>
        </w:rPr>
        <w:t xml:space="preserve"> </w:t>
      </w:r>
      <w:r w:rsidRPr="00122447">
        <w:rPr>
          <w:rFonts w:hint="cs"/>
          <w:cs/>
          <w:lang w:bidi="bn-IN"/>
        </w:rPr>
        <w:t>করলাম।</w:t>
      </w:r>
      <w:r w:rsidRPr="00122447">
        <w:rPr>
          <w:cs/>
          <w:lang w:bidi="bn-IN"/>
        </w:rPr>
        <w:t>"</w:t>
      </w:r>
    </w:p>
    <w:p w:rsidR="00131B32" w:rsidRPr="00E352B5" w:rsidRDefault="00131B32" w:rsidP="00E352B5">
      <w:pPr>
        <w:rPr>
          <w:rtl/>
        </w:rPr>
      </w:pPr>
      <w:r>
        <w:rPr>
          <w:cs/>
          <w:lang w:bidi="bn-IN"/>
        </w:rPr>
        <w:br w:type="page"/>
      </w:r>
    </w:p>
    <w:p w:rsidR="00496B7F" w:rsidRDefault="00496B7F" w:rsidP="00496B7F">
      <w:pPr>
        <w:pStyle w:val="Heading1Center"/>
      </w:pPr>
      <w:bookmarkStart w:id="1" w:name="_Toc487103535"/>
      <w:r w:rsidRPr="00831D4F">
        <w:rPr>
          <w:cs/>
          <w:lang w:bidi="bn-IN"/>
        </w:rPr>
        <w:lastRenderedPageBreak/>
        <w:t>দোয়া কুমাইল</w:t>
      </w:r>
      <w:bookmarkEnd w:id="1"/>
    </w:p>
    <w:p w:rsidR="00A01D4C" w:rsidRPr="00831D4F" w:rsidRDefault="00A01D4C" w:rsidP="00496B7F">
      <w:pPr>
        <w:pStyle w:val="libCenter"/>
      </w:pPr>
      <w:r w:rsidRPr="00831D4F">
        <w:rPr>
          <w:cs/>
          <w:lang w:bidi="bn-IN"/>
        </w:rPr>
        <w:t>পরম করুণাময় অনন্ত দয়ালু আল্লাহর নামে</w:t>
      </w:r>
    </w:p>
    <w:p w:rsidR="00002508" w:rsidRPr="00D873E0" w:rsidRDefault="00A01D4C" w:rsidP="00496B7F">
      <w:pPr>
        <w:pStyle w:val="libCenter"/>
        <w:rPr>
          <w:rtl/>
        </w:rPr>
      </w:pPr>
      <w:r w:rsidRPr="00831D4F">
        <w:rPr>
          <w:cs/>
          <w:lang w:bidi="bn-IN"/>
        </w:rPr>
        <w:t xml:space="preserve">হে আল্লাহ মুহাম্মদ ও তাঁর বংশধরদের উপর শান্তি বর্ষণ করো </w:t>
      </w:r>
    </w:p>
    <w:tbl>
      <w:tblPr>
        <w:tblStyle w:val="LightList"/>
        <w:tblW w:w="0" w:type="auto"/>
        <w:tblLook w:val="0420"/>
      </w:tblPr>
      <w:tblGrid>
        <w:gridCol w:w="9426"/>
      </w:tblGrid>
      <w:tr w:rsidR="00002508" w:rsidTr="00D40373">
        <w:trPr>
          <w:cnfStyle w:val="100000000000"/>
          <w:trHeight w:val="223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</w:p>
        </w:tc>
      </w:tr>
      <w:tr w:rsidR="00D40373" w:rsidTr="00D40373">
        <w:trPr>
          <w:cnfStyle w:val="000000100000"/>
          <w:trHeight w:val="390"/>
        </w:trPr>
        <w:tc>
          <w:tcPr>
            <w:tcW w:w="9426" w:type="dxa"/>
          </w:tcPr>
          <w:p w:rsidR="00D40373" w:rsidRPr="00D873E0" w:rsidRDefault="00D40373" w:rsidP="00D873E0">
            <w:pPr>
              <w:pStyle w:val="libAr"/>
              <w:rPr>
                <w:rtl/>
              </w:rPr>
            </w:pPr>
            <w:r w:rsidRPr="00D873E0">
              <w:rPr>
                <w:rtl/>
              </w:rPr>
              <w:t>اللَّهُمَّ إِنِّي أَسْأَلُكَ بِرَحْمَتِكَ الَّتِي وَسِعَتْ كُلَّ شَيْءٍ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D873E0" w:rsidP="00FC695C">
            <w:pPr>
              <w:pStyle w:val="libNormal"/>
            </w:pPr>
            <w:r w:rsidRPr="00FC695C">
              <w:rPr>
                <w:rFonts w:hint="cs"/>
                <w:cs/>
                <w:lang w:bidi="bn-IN"/>
              </w:rPr>
              <w:t>হে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আল্লাহ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আমি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তোমার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কাছে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আকুতি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জানাই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তোমার</w:t>
            </w:r>
            <w:r w:rsidRPr="00FC695C">
              <w:rPr>
                <w:rtl/>
                <w:cs/>
              </w:rPr>
              <w:t xml:space="preserve"> </w:t>
            </w:r>
            <w:r w:rsidRPr="00EA18A1">
              <w:rPr>
                <w:rStyle w:val="libEnChar"/>
              </w:rPr>
              <w:t>‘</w:t>
            </w:r>
            <w:r w:rsidRPr="00FC695C">
              <w:rPr>
                <w:rFonts w:hint="cs"/>
                <w:cs/>
                <w:lang w:bidi="bn-IN"/>
              </w:rPr>
              <w:t>রহমত</w:t>
            </w:r>
            <w:r w:rsidRPr="00EA18A1">
              <w:rPr>
                <w:rStyle w:val="libEnChar"/>
              </w:rPr>
              <w:t>’</w:t>
            </w:r>
            <w:r w:rsidRPr="00FC695C">
              <w:t>-</w:t>
            </w:r>
            <w:r w:rsidRPr="00FC695C">
              <w:rPr>
                <w:rFonts w:hint="cs"/>
                <w:cs/>
                <w:lang w:bidi="bn-IN"/>
              </w:rPr>
              <w:t>এর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উসিলায়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যা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সমস্ত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কিছুকে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পরিবৃত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করে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রেখেছে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  <w:rPr>
                <w:rFonts w:cstheme="minorBidi"/>
                <w:lang w:bidi="fa-IR"/>
              </w:rPr>
            </w:pPr>
            <w:r w:rsidRPr="00D873E0">
              <w:rPr>
                <w:rFonts w:hint="cs"/>
                <w:rtl/>
              </w:rPr>
              <w:t>وَ بِقُوَّتِكَ الَّتِي قَهَرْتَ بِهَا كُلَّ شَيْءٍ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D873E0" w:rsidP="00FC695C">
            <w:pPr>
              <w:pStyle w:val="libNormal"/>
            </w:pPr>
            <w:r w:rsidRPr="00FC695C">
              <w:rPr>
                <w:rFonts w:hint="cs"/>
                <w:cs/>
                <w:lang w:bidi="bn-IN"/>
              </w:rPr>
              <w:t>আর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তোমার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পরাক্রমের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উসিলায়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যা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দিয়ে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তুমি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সমস্ত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কিছুকে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পদানত</w:t>
            </w:r>
            <w:r w:rsidRPr="00FC695C">
              <w:rPr>
                <w:rtl/>
                <w:cs/>
              </w:rPr>
              <w:t xml:space="preserve"> </w:t>
            </w:r>
            <w:r w:rsidRPr="00FC695C">
              <w:rPr>
                <w:rFonts w:hint="cs"/>
                <w:cs/>
                <w:lang w:bidi="bn-IN"/>
              </w:rPr>
              <w:t>করো</w:t>
            </w:r>
            <w:r w:rsidRPr="00FC695C">
              <w:rPr>
                <w:rtl/>
                <w:cs/>
              </w:rPr>
              <w:t xml:space="preserve">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002508">
            <w:pPr>
              <w:pStyle w:val="libAr"/>
              <w:rPr>
                <w:rFonts w:cstheme="minorBidi"/>
                <w:b/>
                <w:bCs/>
                <w:lang w:bidi="fa-IR"/>
              </w:rPr>
            </w:pPr>
            <w:r w:rsidRPr="00D873E0">
              <w:rPr>
                <w:rFonts w:hint="cs"/>
                <w:rtl/>
              </w:rPr>
              <w:t>وَ خَضَعَ لَهَا كُلُّ شَيْءٍ وَ ذَلَّ لَهَا كُلُّ شَيْءٍ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D873E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যার কাছে সমস্ত বস্তুনিচয় আনত হয় ও আনুগত্য প্রদর্শন করে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002508">
            <w:pPr>
              <w:pStyle w:val="libAr"/>
              <w:rPr>
                <w:rFonts w:cstheme="minorBidi"/>
                <w:b/>
                <w:bCs/>
                <w:lang w:bidi="fa-IR"/>
              </w:rPr>
            </w:pPr>
            <w:r w:rsidRPr="00D873E0">
              <w:rPr>
                <w:rFonts w:hint="cs"/>
                <w:rtl/>
              </w:rPr>
              <w:t>وَ بِجَبَرُوتِكَ الَّتِي غَلَبْتَ بِهَا كُلَّ شَيْءٍ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D873E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তোমার প্রতাপের উসিলায় যা দিয়ে তুমি সমস্ত কিছুকে বিজিত করেছো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وَ بِعِزَّتِكَ الَّتِي لاَ يَقُومُ لَهَا شَيْءٍ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D873E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তোমার মহামর্যাদার উসিলায় যার সম্মুখে কোন কিছুই দাঁড়াতে পারে না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وَ بِعَظَمَتِكَ الَّتِي مَلَأَتْ كُلَّ شَيْءٍ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D873E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তোমার অপার মহিমার উসিলায় যা সমস্ত কিছুর উপর প্রাধান্য বিস্তার করে আছে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وَ بِسُلْطَانِكَ الَّذِي عَلاَ كُلَّ شَيْءٍ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D873E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তোমার শাসনের উসিলায় যা সমস্ত কিছুর উপর কর্তৃত্বশীল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وَ بِوَجْهِكَ الْبَاقِي بَعْدَ فَنَاءِ كُلِّ شَيْءٍ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D873E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তোমার আপন সত্তার উসিলায় যা সমস্ত কিছু ধ্বংস হয়ে যাবার পরও স্থায়ী থাকবে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وَ بِأَسْمَائِكَ الَّتِي مَلَأَتْ (غَلَبَتْ) أَرْكَانَ كُلِّ شَيْءٍ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794D4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তোমার নামসমূহের উসিলায় যা সমস্ত কিছুর উপর তোমার ক্ষমতা প্রকাশ করে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lastRenderedPageBreak/>
              <w:t>وَ بِعِلْمِكَ الَّذِي أَحَاطَ بِكُلِّ شَيْءٍ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794D4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তোমার মহাজ্ঞানের উসিলায় যা সৃষ্টিজগতকে পরিবৃত করে রেখেছে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وَ بِنُورِ وَجْهِكَ الَّذِي أَضَاءَ لَهُ كُلُّ شَيْءٍ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794D4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তোমার পবিত্র সত্তার নুরের উসিলায় যা সমস্ত কিছুকে আলোকিত করেছে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يَا نُورُ يَا قُدُّوسُ يَا أَوَّلَ الْأَوَّلِينَ وَ يَا آخِرَ الْآخِرِينَ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794D40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নুর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>হে পবিত্রময়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 xml:space="preserve">হে তুমি যে অনাদিকাল হতে বিরাজমান। হে তুমি যিনি সবকিছুর পরিসমাপ্তি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اللَّهُمَّ اغْفِرْ لِيَ الذُّنُوبَ الَّتِي تَهْتِكُ الْعِصَمَ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FB5849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 xml:space="preserve">আমার ঐ সমস্ত পাপ ক্ষমা করে দাও যা </w:t>
            </w:r>
            <w:r w:rsidRPr="00FC695C">
              <w:rPr>
                <w:rtl/>
                <w:cs/>
              </w:rPr>
              <w:t>(</w:t>
            </w:r>
            <w:r w:rsidRPr="00FC695C">
              <w:rPr>
                <w:rtl/>
                <w:cs/>
                <w:lang w:bidi="bn-IN"/>
              </w:rPr>
              <w:t>গোনাহ থেকে</w:t>
            </w:r>
            <w:r w:rsidRPr="00FC695C">
              <w:rPr>
                <w:rtl/>
                <w:cs/>
              </w:rPr>
              <w:t xml:space="preserve">) </w:t>
            </w:r>
            <w:r w:rsidRPr="00FC695C">
              <w:rPr>
                <w:rtl/>
                <w:cs/>
                <w:lang w:bidi="bn-IN"/>
              </w:rPr>
              <w:t xml:space="preserve">সংযমের বাঁধ ভেঙ্গে দেয়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اللَّهُمَّ اغْفِرْ لِيَ الذُّنُوبَ الَّتِي تُنْزِلُ النِّقَمَ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FB5849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 xml:space="preserve">আমার ঐ সমস্ত পাপ ক্ষমা করে দাও যা দুর্যোগ ডেকে আনে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اللَّهُمَّ اغْفِرْ لِيَ الذُّنُوبَ الَّتِي تُغَيِّرُ النِّعَمَ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FB5849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 xml:space="preserve">আমার ঐ সমস্ত পাপ ক্ষমা করে দাও যা তোমার নেয়ামতসমূহকে </w:t>
            </w:r>
            <w:r w:rsidRPr="00FC695C">
              <w:rPr>
                <w:rtl/>
                <w:cs/>
              </w:rPr>
              <w:t>(</w:t>
            </w:r>
            <w:r w:rsidRPr="00FC695C">
              <w:rPr>
                <w:rtl/>
                <w:cs/>
                <w:lang w:bidi="bn-IN"/>
              </w:rPr>
              <w:t>গজবে</w:t>
            </w:r>
            <w:r w:rsidRPr="00FC695C">
              <w:rPr>
                <w:rtl/>
                <w:cs/>
              </w:rPr>
              <w:t xml:space="preserve">) </w:t>
            </w:r>
            <w:r w:rsidRPr="00FC695C">
              <w:rPr>
                <w:rtl/>
                <w:cs/>
                <w:lang w:bidi="bn-IN"/>
              </w:rPr>
              <w:t xml:space="preserve">পরিবর্তন করে দেয়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اللَّهُمَّ اغْفِرْ لِيَ الذُّنُوبَ الَّتِي تَحْبِسُ الدُّعَاءَ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FB5849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>আমার ঐ সমস্ত পাপ ক্ষমা করে দাও যা দো</w:t>
            </w:r>
            <w:r w:rsidRPr="00FC695C">
              <w:rPr>
                <w:cs/>
                <w:lang w:bidi="bn-IN"/>
              </w:rPr>
              <w:t xml:space="preserve">য়া কবুল হওয়ার পথে প্রতিবন্ধক হয়ে দাঁড়ায়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اللَّهُمَّ اغْفِرْ لِيَ الذُّنُوبَ الَّتِي تُنْزِلُ الْبَلاَءَ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FB5849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 xml:space="preserve">আমার ঐ সমস্ত পাপ ক্ষমা করে দাও যা বিপদ </w:t>
            </w:r>
            <w:r w:rsidRPr="00FC695C">
              <w:rPr>
                <w:rtl/>
                <w:cs/>
              </w:rPr>
              <w:t>(</w:t>
            </w:r>
            <w:r w:rsidRPr="00FC695C">
              <w:rPr>
                <w:rtl/>
                <w:cs/>
                <w:lang w:bidi="bn-IN"/>
              </w:rPr>
              <w:t>বা কষ্ট</w:t>
            </w:r>
            <w:r w:rsidRPr="00FC695C">
              <w:rPr>
                <w:rtl/>
                <w:cs/>
              </w:rPr>
              <w:t xml:space="preserve">) </w:t>
            </w:r>
            <w:r w:rsidRPr="00FC695C">
              <w:rPr>
                <w:rtl/>
                <w:cs/>
                <w:lang w:bidi="bn-IN"/>
              </w:rPr>
              <w:t xml:space="preserve">ডেকে আনে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002508" w:rsidP="00D873E0">
            <w:pPr>
              <w:pStyle w:val="libAr"/>
            </w:pPr>
            <w:r w:rsidRPr="00D873E0">
              <w:rPr>
                <w:rtl/>
              </w:rPr>
              <w:t>اللَّهُمَّ اغْفِرْ لِي كُلَّ ذَنْبٍ أَذْنَبْتُهُ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FB5849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 xml:space="preserve">আমি যত গোনাহ করেছি সব ক্ষমা করে দাও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187C34" w:rsidP="00D873E0">
            <w:pPr>
              <w:pStyle w:val="libAr"/>
            </w:pPr>
            <w:r w:rsidRPr="00D873E0">
              <w:rPr>
                <w:rtl/>
              </w:rPr>
              <w:t>وَ كُلَّ خَطِيئَةٍ أَخْطَأْتُهَا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>এবং ভুল বশত</w:t>
            </w:r>
            <w:r w:rsidRPr="00FC695C">
              <w:rPr>
                <w:rtl/>
                <w:cs/>
              </w:rPr>
              <w:t xml:space="preserve">: </w:t>
            </w:r>
            <w:r w:rsidRPr="00FC695C">
              <w:rPr>
                <w:rtl/>
                <w:cs/>
                <w:lang w:bidi="bn-IN"/>
              </w:rPr>
              <w:t xml:space="preserve">করা সকল ত্রুটি ক্ষমা করে দাও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187C34" w:rsidP="00D873E0">
            <w:pPr>
              <w:pStyle w:val="libAr"/>
            </w:pPr>
            <w:r w:rsidRPr="00D873E0">
              <w:rPr>
                <w:rtl/>
              </w:rPr>
              <w:t>اللَّهُمَّ إِنِّي أَتَقَرَّبُ إِلَيْكَ بِذِكْرِكَ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lastRenderedPageBreak/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 xml:space="preserve">আমি তোমাকে স্মরণের </w:t>
            </w:r>
            <w:r w:rsidRPr="00FC695C">
              <w:rPr>
                <w:rtl/>
                <w:cs/>
              </w:rPr>
              <w:t>(</w:t>
            </w:r>
            <w:r w:rsidRPr="00FC695C">
              <w:rPr>
                <w:rtl/>
                <w:cs/>
                <w:lang w:bidi="bn-IN"/>
              </w:rPr>
              <w:t>জিকর</w:t>
            </w:r>
            <w:r w:rsidRPr="00FC695C">
              <w:rPr>
                <w:rtl/>
                <w:cs/>
              </w:rPr>
              <w:t xml:space="preserve">) </w:t>
            </w:r>
            <w:r w:rsidRPr="00FC695C">
              <w:rPr>
                <w:rtl/>
                <w:cs/>
                <w:lang w:bidi="bn-IN"/>
              </w:rPr>
              <w:t xml:space="preserve">মাধ্যমে তোমার নৈকট্য লাভের সাধনা করি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187C34" w:rsidP="00D873E0">
            <w:pPr>
              <w:pStyle w:val="libAr"/>
            </w:pPr>
            <w:r w:rsidRPr="00D873E0">
              <w:rPr>
                <w:rtl/>
              </w:rPr>
              <w:t>وَ أَسْتَشْفِعُ بِكَ إِلَى نَفْسِكَ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আমি তোমাকেই তোমার কাছে শাফায়াতের জন্য উপস্থিত করছি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187C34" w:rsidP="00D873E0">
            <w:pPr>
              <w:pStyle w:val="libAr"/>
            </w:pPr>
            <w:r w:rsidRPr="00D873E0">
              <w:rPr>
                <w:rtl/>
              </w:rPr>
              <w:t>وَ أَسْأَلُكَ بِجُودِكَ أَنْ تُدْنِيَنِي مِنْ قُرْبِكَ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আমি তোমার অনুগ্রহ নিয়ে তোমার কাছেই প্রার্থনা করছি আমাকে তোমার নৈকট্যেরও নিকটবর্তী করে নাও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187C34" w:rsidP="00D873E0">
            <w:pPr>
              <w:pStyle w:val="libAr"/>
            </w:pPr>
            <w:r w:rsidRPr="00D873E0">
              <w:rPr>
                <w:rtl/>
              </w:rPr>
              <w:t>وَ أَنْ تُوزِعَنِي شُكْرَكَ وَ أَنْ تُلْهِمَنِي ذِكْرَكَ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তোমাকে কিভাবে কৃতজ্ঞতা জানাবো আমাকে শিখিয়ে দাও এবং তোমার প্রতি মনোযোগ ও স্মরণকে আমার অন্তরে উদ্ভাসিত করো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187C34" w:rsidP="00D873E0">
            <w:pPr>
              <w:pStyle w:val="libAr"/>
            </w:pPr>
            <w:r w:rsidRPr="00D873E0">
              <w:rPr>
                <w:rtl/>
              </w:rPr>
              <w:t>اللَّهُمَّ إِنِّي أَسْأَلُكَ سُؤَالَ خَاضِعٍ مُتَذَلِّلٍ خَاشِعٍ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>আমি তোমার কাছে ন</w:t>
            </w:r>
            <w:r w:rsidRPr="00FC695C">
              <w:rPr>
                <w:cs/>
                <w:lang w:bidi="bn-IN"/>
              </w:rPr>
              <w:t>িবেদন জানাই পূর্ণ আনুগত্যে</w:t>
            </w:r>
            <w:r w:rsidRPr="00FC695C">
              <w:t xml:space="preserve">, </w:t>
            </w:r>
            <w:r w:rsidRPr="00FC695C">
              <w:rPr>
                <w:cs/>
                <w:lang w:bidi="bn-IN"/>
              </w:rPr>
              <w:t>বিনয়াবনত চিত্তে ও ভীত</w:t>
            </w:r>
            <w:r w:rsidRPr="00FC695C">
              <w:rPr>
                <w:rtl/>
                <w:cs/>
              </w:rPr>
              <w:t>-</w:t>
            </w:r>
            <w:r w:rsidRPr="00FC695C">
              <w:rPr>
                <w:rtl/>
                <w:cs/>
                <w:lang w:bidi="bn-IN"/>
              </w:rPr>
              <w:t xml:space="preserve">বিহ্বল অন্তরে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187C34" w:rsidP="00D873E0">
            <w:pPr>
              <w:pStyle w:val="libAr"/>
            </w:pPr>
            <w:r w:rsidRPr="00D873E0">
              <w:rPr>
                <w:rtl/>
              </w:rPr>
              <w:t>أَنْ تُسَامِحَنِي وَ تَرْحَمَنِي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যেন আমার প্রতি তুমি ক্ষমাশীল ও দয়ার্দ্র হও এবং তোমার দেয়া বরাদ্দে খুশী ও পরিতৃপ্ত রাখো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800719" w:rsidP="00D873E0">
            <w:pPr>
              <w:pStyle w:val="libAr"/>
            </w:pPr>
            <w:r w:rsidRPr="00D873E0">
              <w:rPr>
                <w:rtl/>
              </w:rPr>
              <w:t>وَ تَجْعَلَنِي بِقِسْمِكَ رَاضِيَا قَانِعاً وَ فِي جَمِيعِ الْأَحْوَالِ مُتَوَاضِعاً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আমাকে যে কোন পরিস্থিতিতে বিনম্র ও বিনয়ী রাখো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800719" w:rsidP="00D873E0">
            <w:pPr>
              <w:pStyle w:val="libAr"/>
            </w:pPr>
            <w:r w:rsidRPr="00D873E0">
              <w:rPr>
                <w:rtl/>
              </w:rPr>
              <w:t>اللَّهُمَّ وَ أَسْأَلُكَ سُؤَالَ مَنِ اشْتَدَّتْ فَاقَتُهُ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 xml:space="preserve">আমি তোমার কাছে প্রার্থনা জানাই এমন এক ব্যক্তির মতো যে চরম সংকটে নিপতিত হয়েছে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800719" w:rsidP="00D873E0">
            <w:pPr>
              <w:pStyle w:val="libAr"/>
            </w:pPr>
            <w:r w:rsidRPr="00D873E0">
              <w:rPr>
                <w:rtl/>
              </w:rPr>
              <w:t>وَ أَنْزَلَ بِكَ عِنْدَ الشَّدَائِدِ حَاجَتَهُ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একমাত্র তোমার দরবারে তার যন্ত্রণা নিবারণের জন্য ভিক্ষা চাচ্ছে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</w:pPr>
            <w:r w:rsidRPr="00D873E0">
              <w:rPr>
                <w:rtl/>
              </w:rPr>
              <w:t>وَ عَظُمَ فِيمَا عِنْدَكَ رَغْبَتُهُ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তোমার কাছে যে অনন্তকালীন নেয়ামত আছে তা তার আশাকে বহুগুণ বর্ধিত করেছে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</w:pPr>
            <w:r w:rsidRPr="00D873E0">
              <w:rPr>
                <w:rtl/>
              </w:rPr>
              <w:lastRenderedPageBreak/>
              <w:t>اللَّهُمَّ عَظُمَ سُلْطَانُكَ وَ عَلاَ مَكَانُكَ وَ خَفِيَ مَكْرُكَ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 xml:space="preserve">বিশাল তোমার সাম্রাজ্য এবং মহিমান্বিত তোমার মর্যাদা এবং তোমার পরিকল্পনা দৃশ্যাতীত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</w:pPr>
            <w:r w:rsidRPr="00D873E0">
              <w:rPr>
                <w:rtl/>
              </w:rPr>
              <w:t>وَ ظَهَرَ أَمْرُكَ وَ غَلَبَ قَهْرُكَ وَ جَرَتْ قُدْرَتُكَ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>অস্তিত্বজগতে তোমার ক্ষমতা স্পষ্ট</w:t>
            </w:r>
            <w:r w:rsidRPr="00FC695C">
              <w:t xml:space="preserve">, </w:t>
            </w:r>
            <w:r w:rsidRPr="00FC695C">
              <w:rPr>
                <w:cs/>
                <w:lang w:bidi="bn-IN"/>
              </w:rPr>
              <w:t>তোমার শক্তি সবকিছুর উপর বিজয়ী</w:t>
            </w:r>
            <w:r w:rsidRPr="00FC695C">
              <w:t xml:space="preserve">, </w:t>
            </w:r>
            <w:r w:rsidRPr="00FC695C">
              <w:rPr>
                <w:cs/>
                <w:lang w:bidi="bn-IN"/>
              </w:rPr>
              <w:t xml:space="preserve">তোমার কর্তৃত্ব সর্বব্যাপী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</w:pPr>
            <w:r w:rsidRPr="00D873E0">
              <w:rPr>
                <w:rtl/>
              </w:rPr>
              <w:t>وَ لاَ يُمْكِنُ الْفِرَارُ مِنْ حُكُومَتِكَ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অসম্ভব তোমার সাম্রাজ্য থেকে পলায়ন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</w:pPr>
            <w:r w:rsidRPr="00D873E0">
              <w:rPr>
                <w:rtl/>
              </w:rPr>
              <w:t>اللَّهُمَّ لاَ أَجِدُ لِذُنُوبِي غَافِراً وَ لاَ لِقَبَائِحِي سَاتِراً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 xml:space="preserve">তুমি ছাড়া আমার পাপ ক্ষমা করার কিংবা আমার ঘৃণ্য কাজগুলো গোপন করে রাখার আর কেউ নেই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</w:pPr>
            <w:r w:rsidRPr="00D873E0">
              <w:rPr>
                <w:rtl/>
              </w:rPr>
              <w:t>وَ لاَ لِشَيْءٍ مِنْ عَمَلِيَ الْقَبِيحِ بِالْحَسَنِ مُبَدِّلاً غَيْرَكَ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আমার মন্দ কর্মগুলোকে সদ্গুণে রূপান্তরিত করার জন্যেও তুমি ছাড়া আমার আর কেউ নেই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</w:pPr>
            <w:r w:rsidRPr="00D873E0">
              <w:rPr>
                <w:rtl/>
              </w:rPr>
              <w:t>لاَ إِلَهَ إِلاَّ أَنْتَ سُبْحَانَكَ وَ بِحَمْدِكَ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তুমি ছাড়া আর কোন উপাস্য নেই তুমি অতিশয় পবিত্র এবং সমস্ত প্রশংসা তোমারই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</w:pPr>
            <w:r w:rsidRPr="00D873E0">
              <w:rPr>
                <w:rtl/>
              </w:rPr>
              <w:t>ظَلَمْتُ نَفْسِي وَ تَجَرَّأْتُ بِجَهْلِي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376860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আমি আমার নিজের উপর জুলুম করেছি এবং আমার এ ধৃষ্টতা জন্মেছে আমার অজ্ঞতার কারণে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</w:pPr>
            <w:r w:rsidRPr="00D873E0">
              <w:rPr>
                <w:rtl/>
              </w:rPr>
              <w:t>وَ سَكَنْتُ إِلَى قَدِيمِ ذِكْرِكَ لِي وَ مَنِّكَ عَلَيَ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E2392C" w:rsidP="00FC695C">
            <w:pPr>
              <w:pStyle w:val="libNormal"/>
            </w:pPr>
            <w:r w:rsidRPr="00E2392C">
              <w:t>(</w:t>
            </w:r>
            <w:r w:rsidRPr="00E2392C">
              <w:rPr>
                <w:rFonts w:hint="cs"/>
                <w:cs/>
                <w:lang w:bidi="bn-IN"/>
              </w:rPr>
              <w:t>পাপ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করতে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গিয়ে</w:t>
            </w:r>
            <w:r w:rsidRPr="00E2392C">
              <w:rPr>
                <w:cs/>
                <w:lang w:bidi="bn-IN"/>
              </w:rPr>
              <w:t xml:space="preserve">) </w:t>
            </w:r>
            <w:r w:rsidRPr="00E2392C">
              <w:rPr>
                <w:rFonts w:hint="cs"/>
                <w:cs/>
                <w:lang w:bidi="bn-IN"/>
              </w:rPr>
              <w:t>আমি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নির্ভর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করেছিলাম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আমার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প্রতি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তোমার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অতীত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দয়া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এবং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তোমার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অনুগ্রহের</w:t>
            </w:r>
            <w:r w:rsidRPr="00E2392C">
              <w:rPr>
                <w:cs/>
                <w:lang w:bidi="bn-IN"/>
              </w:rPr>
              <w:t xml:space="preserve"> </w:t>
            </w:r>
            <w:r w:rsidRPr="00E2392C">
              <w:rPr>
                <w:rFonts w:hint="cs"/>
                <w:cs/>
                <w:lang w:bidi="bn-IN"/>
              </w:rPr>
              <w:t>উপর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</w:pPr>
            <w:r w:rsidRPr="00D873E0">
              <w:rPr>
                <w:rtl/>
              </w:rPr>
              <w:t>اللَّهُمَّ مَوْلاَيَ كَمْ مِنْ قَبِيحٍ سَتَرْتَهُ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107C2D" w:rsidP="00FC695C">
            <w:pPr>
              <w:pStyle w:val="libNormal"/>
            </w:pPr>
            <w:r w:rsidRPr="00FC695C">
              <w:rPr>
                <w:cs/>
                <w:lang w:bidi="bn-IN"/>
              </w:rPr>
              <w:t>হে আল্লাহ</w:t>
            </w:r>
            <w:r w:rsidRPr="00FC695C">
              <w:rPr>
                <w:rtl/>
                <w:cs/>
              </w:rPr>
              <w:t xml:space="preserve">! </w:t>
            </w:r>
            <w:r w:rsidRPr="00FC695C">
              <w:rPr>
                <w:rtl/>
                <w:cs/>
                <w:lang w:bidi="bn-IN"/>
              </w:rPr>
              <w:t xml:space="preserve">আমার কত জঘন্য পাপকে তুমি গোপন করেছো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Fonts w:cstheme="minorBidi"/>
                <w:rtl/>
                <w:lang w:bidi="fa-IR"/>
              </w:rPr>
            </w:pPr>
            <w:r w:rsidRPr="00D873E0">
              <w:rPr>
                <w:rtl/>
              </w:rPr>
              <w:lastRenderedPageBreak/>
              <w:t>وَ كَمْ مِنْ فَادِحٍ مِنَ الْبَلاَءِ أَقَلْتَهُ (أَمَلْتَهُ</w:t>
            </w:r>
            <w:r w:rsidRPr="00D873E0">
              <w:rPr>
                <w:rFonts w:hint="cs"/>
                <w:rtl/>
              </w:rPr>
              <w:t>)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FC695C" w:rsidRDefault="00107C2D" w:rsidP="00FC695C">
            <w:pPr>
              <w:pStyle w:val="libNormal"/>
            </w:pPr>
            <w:r w:rsidRPr="00FC695C">
              <w:rPr>
                <w:cs/>
                <w:lang w:bidi="bn-IN"/>
              </w:rPr>
              <w:t xml:space="preserve">এবং আমার কত কঠিন বিপদকে তুমি সহনীয় করে দিয়েছো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كَمْ مِنْ عِثَارٍ وَقَيْتَهُ وَ كَمْ مِنْ مَكْرُوهٍ دَفَعْتَهُ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107C2D" w:rsidRDefault="00107C2D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এবং কত বিচ্যুতি হতে আমাকে তুমি রক্ষা করেছো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কত নোংরা কাজ হতে আমাকে দুরে রেখেছো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كَمْ مِنْ ثَنَاءٍ جَمِيلٍ لَسْتُ أَهْلاً لَهُ نَشَرْتَهُ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107C2D" w:rsidRDefault="00107C2D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আমার অসংখ্য সুন্দর প্রশংসা তুমি চতুর্দিকে ছড়িয়েছো যার উপযুক্ত আমি ছিলাম না।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اللَّهُمَّ عَظُمَ بَلاَئِي وَ أَفْرَطَ بِي سُوءُ حَالِي وَ قَصُرَتْ (قَصَّرَتْ) بِي أَعْمَالِي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107C2D" w:rsidRDefault="00107C2D" w:rsidP="00E21C31">
            <w:pPr>
              <w:pStyle w:val="libNormal"/>
            </w:pPr>
            <w:r w:rsidRPr="00831D4F">
              <w:rPr>
                <w:cs/>
                <w:lang w:bidi="bn-IN"/>
              </w:rPr>
              <w:t>হে আল্লাহ! আমার যাতনা হয়েছে অসহনীয় এবং দুর্দশা অপরিমেয়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অপরাধ</w:t>
            </w:r>
            <w:r>
              <w:rPr>
                <w:lang w:bidi="bn-IN"/>
              </w:rPr>
              <w:t xml:space="preserve"> </w:t>
            </w:r>
            <w:r w:rsidRPr="00831D4F">
              <w:rPr>
                <w:cs/>
                <w:lang w:bidi="bn-IN"/>
              </w:rPr>
              <w:t xml:space="preserve">প্রবণতা তীব্র অথচ সৎকর্ম নগণ্য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قَعَدَتْ بِي أَغْلاَلِي وَ حَبَسَنِي عَنْ نَفْعِي بُعْدُ أَمَلِي (آمَالِي</w:t>
            </w:r>
            <w:r w:rsidRPr="00D873E0">
              <w:rPr>
                <w:rFonts w:hint="cs"/>
                <w:rtl/>
              </w:rPr>
              <w:t>)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107C2D" w:rsidRDefault="00107C2D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[পার্থিব আসক্তির] শিকল আমাকে ধরাশায়ী করে রেখেছে। আর মিথ্যে আশার মরীচিকা আমাকে আমার কল্যাণ থেকে দুরে রেখেছে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خَدَعَتْنِي الدُّنْيَا بِغُرُورِهَا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107C2D" w:rsidRDefault="00107C2D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দুনিয়া তার মোহন মায়ায় আমাকে আবিষ্ট করেছে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نَفْسِي بِجِنَايَتِهَا (بِخِيَانَتِهَا) وَ مِطَالِي يَا سَيِّدِي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107C2D" w:rsidRDefault="00107C2D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এবং আমার আপন সত্তা পরিণত হয়েছে বিশ্বাসঘাতকতা ও ছলনাপ্রবণতার শিকারে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হে আমার প্রভু!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فَأَسْأَلُكَ بِعِزَّتِكَ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107C2D" w:rsidRDefault="00107C2D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তোমার মহত্ত্বের নামে আমি কাতর মিনতি জানাই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أَنْ لاَ يَحْجُبَ عَنْكَ دُعَائِي سُوءُ عَمَلِي وَ فِعَالِي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107C2D" w:rsidRDefault="00107C2D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আমার পাপ ও অপকর্মগুলো যেন আমার দোয়াকে তোমার দুয়ারে পৌঁছুতে বাধাগ্রস্ত না করে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لاَ تَفْضَحْنِي بِخَفِيِّ مَا اطَّلَعْتَ عَلَيْهِ مِنْ سِرِّي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lastRenderedPageBreak/>
              <w:t xml:space="preserve">এবং তুমি কিছুতেই তোমার জানা আমার গোপন বিষয়গুলো প্রকাশ করে দিয়ে আমাকে অপমানিত করো না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لاَ تُعَاجِلْنِي بِالْعُقُوبَةِ عَلَى مَا عَمِلْتُهُ فِي خَلَوَاتِي مِنْ سُوءِ فِعْلِي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সেসব গোপন অপকর্মের কারণে আমার শাস্তি ত্বরান্বিত করো না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إِسَاءَتِي وَ دَوَامِ تَفْرِيطِي وَ جَهَالَتِي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>আমার ঐসব অপরাধ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পাপাচার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মহা অন্যায় ও অজ্ঞাতবশত: কর্মসমূহ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</w:pPr>
            <w:r w:rsidRPr="00D873E0">
              <w:rPr>
                <w:rtl/>
              </w:rPr>
              <w:t>وَ كَثْرَةِ شَهَوَاتِي وَ غَفْلَتِي وَ كُنِ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অতিরিক্ত লালসা ও গাফিলতির কারণে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اللَّهُمَّ بِعِزَّتِكَ لِي فِي كُلِّ الْأَحْوَالِ (فِي الْأَحْوَالِ كُلِّهَا) رَءُوفاً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আল্লাহ! আমি তোমার মহত্ত্বের উসিলায় তোমার কাছে নিবেদন জানাই সর্বাবস্থায় আমার প্রতি করুণাময় হতে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عَلَيَّ فِي جَمِيعِ الْأُمُورِ عَطُوفاً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প্রতিটি বিষয়ে আমার প্রতি সদয় দৃষ্টি দিতে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إِلَهِي وَ رَبِّي مَنْ لِي غَيْرُكَ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আমার প্রভু! হে আমার প্রতিপালক! তুমি ছাড়া কি আর কেউ আছে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أَسْأَلُهُ كَشْفَ ضُرِّي وَ النَّظَرَ فِي أَمْرِي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যার কাছে আমি বিপদ মুক্তির আবেদন করতে কিংবা আমার সমস্যা অনুধাবনের প্রার্থনা জানাতে পারি </w:t>
            </w:r>
            <w:r w:rsidRPr="00831D4F">
              <w:t>?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إِلَهِي وَ مَوْلاَيَ أَجْرَيْتَ عَلَيَّ حُكْماً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আমার উপাস্য! হে আমার অভিভাবক! তুমি আমার (জীবনে চলার) জন্য বিধান নির্ধারণ করেছো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اتَّبَعْتُ فِيهِ هَوَى نَفْسِي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কিন্তু তার পরিবর্তে আমি আমার হীন কামনার দাসত্ব করেছি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lastRenderedPageBreak/>
              <w:t>وَ لَمْ أَحْتَرِسْ فِيهِ مِنْ تَزْيِينِ عَدُوِّي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এবং আমি শ</w:t>
            </w:r>
            <w:r>
              <w:rPr>
                <w:cs/>
                <w:lang w:bidi="bn-IN"/>
              </w:rPr>
              <w:t>ত্রু</w:t>
            </w:r>
            <w:r w:rsidRPr="00831D4F">
              <w:rPr>
                <w:cs/>
                <w:lang w:bidi="bn-IN"/>
              </w:rPr>
              <w:t xml:space="preserve">র প্ররোচনার বিরুদ্ধে সতর্ক থাকিনি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فَغَرَّنِي بِمَا أَهْوَى وَ أَسْعَدَهُ عَلَى ذَلِكَ الْقَضَاءُ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>সে আমাকে নিরর্থক আশার মায়াজালে বেঁধে নিয়েছে যা আমাকে টেনে নিয়েছে অধঃপাতে এবং নিয়তি তাকে সহায়তা দিয়েছে এ কর্মে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فَتَجَاوَزْتُ بِمَا جَرَى عَلَيَّ مِنْ ذَلِكَ بَعْضَ (مِنْ نَقْضِ) حُدُودِكَ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এইভাবে আমি তোমার দেয়া ঐ</w:t>
            </w:r>
            <w:r>
              <w:rPr>
                <w:lang w:bidi="bn-IN"/>
              </w:rPr>
              <w:t xml:space="preserve"> </w:t>
            </w:r>
            <w:r w:rsidRPr="00831D4F">
              <w:rPr>
                <w:cs/>
                <w:lang w:bidi="bn-IN"/>
              </w:rPr>
              <w:t xml:space="preserve">বিধানসমূহের কিছু কিছু বিষয়ে সীমালংঘন করেছি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خَالَفْتُ بَعْضَ أَوَامِرِكَ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তোমার কিছু কিছু আদেশ অমান্য করেছি </w:t>
            </w:r>
            <w:r w:rsidRPr="00831D4F">
              <w:t>;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فَلَكَ الْحَمْدُ (الْحُجَّةُ) عَلَيَّ فِي جَمِيعِ ذَلِكَ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অতএব ঐ সমস্ত বিষয়ে আমার বিরুদ্ধে তোমার (যথার্থ) অভিযোগ রয়েছে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لاَ حُجَّةَ لِي فِيمَا جَرَى عَلَيَّ فِيهِ قَضَاؤُكَ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আমার প্রতি তোমার রায়ের বিরুদ্ধে কোন অজুহাত আমার নেই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أَلْزَمَنِي حُكْمُكَ وَ بَلاَؤُكَ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>তাই আমি (যথার্থভাবেই) তোমার বিচারের যোগ্য হয়েছি এবং শাস্তির উপযুক্ততা অর্জন করেছি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قَدْ أَتَيْتُكَ يَا إِلَهِي بَعْدَ تَقْصِيرِي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এখন আমি অপরাধে অপরাধী হওয়ার পর তোমার দরবারে এসেছি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হে আমার প্রভু!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إِسْرَافِي عَلَى نَفْسِي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আমি আমার উপর জুলুম করেছি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مُعْتَذِراً نَادِماً مُنْكَسِراً مُسْتَقِيلاً مُسْتَغْفِراً مُنِيباً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ক্ষমাপ্রার্থী ও অনুতপ্ত হয়ে ভগ্ন হৃদয়ে নত হয়ে তোমার কাছে ক্ষমা ভিক্ষা করছি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مُقِرّاً مُذْعِناً مُعْتَرِفاً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>তোমার কাছে প্রত্যাবর্তন করছি নতশিরে অপরাধ স্বীকার করে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لاَ أَجِدُ مَفَرّاً مِمَّا كَانَ مِنِّي وَ لاَ مَفْزَعاً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lastRenderedPageBreak/>
              <w:t xml:space="preserve">কেননা আমার কৃতকর্মের প্রতিফল ভোগ হতে মুক্তির কোন উপায় আমি দেখছি না । না কোন আশ্রয়স্থল দেখছি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أَتَوَجَّهُ إِلَيْهِ فِي أَمْرِي غَيْرَ قَبُولِكَ عُذْرِي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যেখানে আশ্রয় নেবো। একমাত্র তুমি যদি আমাকে ক্ষমা না করো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إِدْخَالِكَ إِيَايَ فِي سَعَةِ (سَعَةٍ مِنْ) رَحْمَتِكَ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তোমার অনন্ত করুণার রাজ্যে প্রবেশের অনুমতি ব্যতিরেকে আমার কোন পথও নেই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اللَّهُمَّ (إِلَهِي) فَاقْبَلْ عُذْرِي وَ ارْحَمْ شِدَّةَ ضُرِّي وَ فُكَّنِي مِنْ شَدِّ وَثَاقِي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আল্লাহ! আমার তওবা কবুল করো এবং আমার তীব্র যাতনার উপর দয়ার্দ্র হও এবং আমাকে আমার (পাপকাজের) ভারী শৃঙ্খল থেকে মুক্ত করো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C50AE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رَبِّ ارْحَمْ ضَعْفَ بَدَنِي وَ رِقَّةَ جِلْدِي وَ دِقَّةَ عَظْمِي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পালনকর্তা! আমার দুর্বল শরীরের উপর দয়ার্দ্র হও এবং আমার কোমল ত্বক ও ভঙ্গুর হাড়গুলোর উপর করুণা করো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E751EB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مَنْ بَدَأَ خَلْقِي وَ ذِكْرِي وَ تَرْبِيَتِي وَ بِرِّي وَ تَغْذِيَتِي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>যে তুমি আমাকে সৃষ্টি করেছো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আমাকে ব্যক্তিত্ব দিয়েছো এবং আমার সুষ্ঠ প্রতিপালন নিশ্চিত করেছো এবং আমাকে জীবিকা দিয়েছো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E751EB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هَبْنِي لاِبْتِدَاءِ كَرَمِكَ وَ سَالِفِ بِرِّكَ بِي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>দয়া করে আমার উপর তোমার সেই পরিমাণ রহমত ও বরকত বর্ষণ পুনরারম্ভ করো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যে পরিমাণ ছিলো আমার জীবনের সূচনালগ্নে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8C1A15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إِلَهِي وَ سَيِّدِي وَ رَبِّي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আমার ইলাহ্! হে আমার মালিক! হে আমার প্রভু!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8C1A15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 تُرَاكَ مُعَذِّبِي بِنَارِكَ بَعْدَ تَوْحِيدِكَ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>তুমি কি প্রজ্জ্বলিত অগ্নিতে আমাকে দগ্ধ হয়ে শাস্তি পেতে দেখবে যদিও আমি তোমার একত্বে বিশ্বাস স্থাপন করেছি</w:t>
            </w:r>
            <w:r w:rsidRPr="00831D4F">
              <w:t xml:space="preserve">?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8C1A15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lastRenderedPageBreak/>
              <w:t>وَ بَعْدَ مَا انْطَوَى عَلَيْهِ قَلْبِي مِنْ مَعْرِفَتِكَ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যদিও আমার অন্তর পরিপূর্ণ তোমার (পবিত্র) জ্ঞানে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8C1A15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لَهِجَ بِهِ لِسَانِي مِنْ ذِكْرِكَ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আমার জিহ্বা বারংবার তোমাকে যিকির করেছে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8C1A15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اعْتَقَدَهُ ضَمِيرِي مِنْ حُبِّكَ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378"/>
        </w:trPr>
        <w:tc>
          <w:tcPr>
            <w:tcW w:w="9426" w:type="dxa"/>
          </w:tcPr>
          <w:p w:rsidR="00A73896" w:rsidRPr="00A73896" w:rsidRDefault="00A73896" w:rsidP="00D40373">
            <w:pPr>
              <w:pStyle w:val="libNormal"/>
            </w:pPr>
            <w:r w:rsidRPr="00831D4F">
              <w:rPr>
                <w:cs/>
                <w:lang w:bidi="bn-IN"/>
              </w:rPr>
              <w:t xml:space="preserve">তোমার ভালবাসায় আমার অন্তর হয়েছে প্রেমার্ত </w:t>
            </w:r>
            <w:r w:rsidRPr="00831D4F">
              <w:t>?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8C1A15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بَعْدَ صِدْقِ اعْتِرَافِي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A73896" w:rsidRPr="00A73896" w:rsidRDefault="00A73896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যখন আমি তোমার কর্তৃত্বের কাছে একান্ত হৃদয়ে ভুল স্বীকার করেছি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</w:pPr>
            <w:r w:rsidRPr="00D873E0">
              <w:rPr>
                <w:rtl/>
              </w:rPr>
              <w:t>وَ دُعَائِي خَاضِعاً لِرُبُوبِيَّتِكَ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E8670F" w:rsidRDefault="00E8670F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বিনয়ের সাথে আকুল হৃদয়ে তোমাকে প্রতিপালক স্বীকার করেছি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هَيْهَاتَ أَنْتَ أَكْرَمُ مِنْ أَنْ تُضَيِّعَ مَنْ رَبَّيْتَهُ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E8670F" w:rsidRDefault="00E8670F" w:rsidP="00E21C31">
            <w:pPr>
              <w:pStyle w:val="libNormal"/>
            </w:pPr>
            <w:r w:rsidRPr="00831D4F">
              <w:rPr>
                <w:cs/>
                <w:lang w:bidi="bn-IN"/>
              </w:rPr>
              <w:t>না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যাকে তুমি নিজেই লালন-পালন করেছো তাকে ধ্বংস করা থেকে তুমি অনেক মহান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أَوْ تُبْعِدَ (تُبَعِّدَ) مَنْ أَدْنَيْتَهُ أَوْ تُشَرِّدَ مَنْ آوَيْتَهُ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E8670F" w:rsidRDefault="00E8670F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কিংবা যাকে তুমি নিজেই রক্ষণাবেক্ষণ করেছো তাকে তোমার থেকে দুরে তাড়িয়ে দেয়া থেকে তুমি অনেক মহান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أَوْ تُسَلِّمَ إِلَى الْبَلاَءِ مَنْ كَفَيْتَهُ وَ رَحِمْتَهُ</w:t>
            </w:r>
            <w:r w:rsidRPr="00D873E0">
              <w:t xml:space="preserve"> </w:t>
            </w:r>
            <w:r w:rsidR="00D94CCA" w:rsidRPr="00D873E0">
              <w:rPr>
                <w:rtl/>
              </w:rPr>
              <w:t>وَ لَيْتَ شِعْرِي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E8670F" w:rsidRDefault="00E8670F" w:rsidP="00E21C31">
            <w:pPr>
              <w:pStyle w:val="libNormal"/>
            </w:pPr>
            <w:r w:rsidRPr="00831D4F">
              <w:rPr>
                <w:cs/>
                <w:lang w:bidi="bn-IN"/>
              </w:rPr>
              <w:t>কিংবা যাকে তুমি আদর-যত্ম করেছো এবং যার প্রতি তুমি দয়ার্দ্র থেকেছো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তাকে যন্ত্রণার মাঝে ত্যাগ করে ফেলে রাখার মতো তুমি নও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</w:pPr>
            <w:r w:rsidRPr="00D873E0">
              <w:rPr>
                <w:rtl/>
              </w:rPr>
              <w:t>يَا سَيِّدِي وَ إِلَهِي وَ مَوْلاَيَ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043AB8" w:rsidRDefault="00043AB8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আমার মালিক! আমার ইলাহ্ ! আমার প্রভু !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 تُسَلِّطُ النَّارَ عَلَى وُجُوهٍ خَرَّتْ لِعَظَمَتِكَ سَاجِدَةً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043AB8" w:rsidRDefault="00043AB8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আমার জানতে ইচ্ছে করে তুমি কি ঐসব মুখকে অগ্নিতে প্রজ্জ্বলিত করবে যেসব মুখ তোমার মহত্ত্বের সম্মুখে সিজদাবনত হয়েছে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عَلَى أَلْسُنٍ نَطَقَتْ بِتَوْحِيدِكَ صَادِقَةً</w:t>
            </w:r>
            <w:r w:rsidRPr="00D873E0">
              <w:t xml:space="preserve"> 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043AB8" w:rsidRDefault="00043AB8" w:rsidP="00E21C31">
            <w:pPr>
              <w:pStyle w:val="libNormal"/>
            </w:pPr>
            <w:r w:rsidRPr="00831D4F">
              <w:rPr>
                <w:cs/>
                <w:lang w:bidi="bn-IN"/>
              </w:rPr>
              <w:lastRenderedPageBreak/>
              <w:t xml:space="preserve">কিংবা ঐসব জিহ্বাকে যেগুলো একনিষ্ঠভাবে তোমার একত্ব ঘোষণা করেছে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</w:pPr>
            <w:r w:rsidRPr="00D873E0">
              <w:rPr>
                <w:rtl/>
              </w:rPr>
              <w:t>وَ بِشُكْرِكَ مَادِحَةً وَ عَلَى قُلُوبٍ اعْتَرَفَتْ بِإِلَهِيَّتِكَ مُحَقِّقَةً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7F0343" w:rsidRDefault="007F0343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সব সময় তোমার প্রতি কৃতজ্ঞতা জ্ঞাপন করেছে অথবা ঐ সব হৃদয়কে দগ্ধ-বিদগ্ধ করবে যেগুলো দৃঢ়তার সঙ্গে তোমার প্রভুত্বকে মেনে নিয়েছে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عَلَى ضَمَائِرَ حَوَتْ مِنَ الْعِلْمِ بِكَ حَتَّى صَارَتْ خَاشِعَةً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7F0343" w:rsidRDefault="007F0343" w:rsidP="00E21C31">
            <w:pPr>
              <w:pStyle w:val="libNormal"/>
            </w:pPr>
            <w:r w:rsidRPr="00831D4F">
              <w:rPr>
                <w:cs/>
                <w:lang w:bidi="bn-IN"/>
              </w:rPr>
              <w:t>কিংবা ঐ অন্তরসমূহ আগুনে ফেলবে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যেগুলো জ্ঞান ও পরিচিতির কারণে তোমার প্রতি অনুগত হয়েছে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عَلَى جَوَارِحَ سَعَتْ إِلَى أَوْطَانِ تَعَبُّدِكَ طَائِعَةً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7F0343" w:rsidRDefault="007F0343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কিংবা ঐসব অঙ্গ-প্রত্যঙ্গকে প্রজ্জ্বলিত করবে যেগুলো তোমার ইবাদতের স্থানগুলোয় স্বতঃপ্রণোদিত হয়ে আনুগত্যের জন্য যেতো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أَشَارَتْ بِاسْتِغْفَارِكَ مُذْعِنَةً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7F0343" w:rsidRDefault="007F0343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তোমার প্রতি আস্থা রেখে তোমার ক্ষমা ভিক্ষার কঠোর প্রয়াস চালিয়েছে </w:t>
            </w:r>
            <w:r w:rsidRPr="00831D4F">
              <w:t xml:space="preserve">?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مَا هَكَذَا الظَّنُّ بِكَ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7F0343" w:rsidRDefault="007F0343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 তোমার কাছ থেকে কিছুতেই আশা করা যায় না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لاَ أُخْبِرْنَا بِفَضْلِكَ عَنْكَ يَا كَرِيمُ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550CA4" w:rsidRDefault="00550CA4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কেননা তোমার থেকে এমন কোন বৈশিষ্ট্য আমরা দেখিনি হে দয়াবান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رَبِ وَ أَنْتَ تَعْلَمُ ضَعْفِي عَنْ قَلِيلٍ مِنْ بَلاَءِ الدُّنْيَا وَ عُقُوبَاتِهَا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550CA4" w:rsidRDefault="00550CA4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প্রতিপালক! তুমি তো জানো যে এ দুর্বলের জন্য এই দুনিয়ার সামান্য কষ্ট ও শাস্তিই কত অসহনীয়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مَا يَجْرِي فِيهَا مِنَ الْمَكَارِهِ عَلَى أَهْلِهَا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550CA4" w:rsidRDefault="00550CA4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আর সেখানে যা ঘটবে কি ভয়ানক অবস্থা হবে তার অধিবাসীদের উপর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عَلَى أَنَّ ذَلِكَ بَلاَءٌ وَ مَكْرُوهٌ، قَلِيلٌ مَكْثُهُ يَسِيرٌ بَقَاؤُهُ، قَصِيرٌ مُدَّتُهُ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550CA4" w:rsidRDefault="00550CA4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যদিও পৃথিবীর কষ্ট ও আযাব স্বল্পস্থায়ী সামান্য ও দ্রুত নিঃশেষ হয়ে যায়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lastRenderedPageBreak/>
              <w:t>فَكَيْفَ احْتِمَالِي لِبَلاَءِ الْآخِرَةِ وَ جَلِيلِ (حُلُولِ) وُقُوعِ الْمَكَارِهِ فِيهَا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93038" w:rsidRDefault="00293038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তাহলে আমি কেমন করে পরকালের কষ্ট আর সেখানকার শাস্তি সইবো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هُوَ بَلاَءٌ تَطُولُ مُدَّتُهُ وَ يَدُومُ مَقَامُهُ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93038" w:rsidRDefault="00293038" w:rsidP="00E21C31">
            <w:pPr>
              <w:pStyle w:val="libNormal"/>
            </w:pPr>
            <w:r w:rsidRPr="00831D4F">
              <w:rPr>
                <w:cs/>
                <w:lang w:bidi="bn-IN"/>
              </w:rPr>
              <w:t>যে শাস্তির মেয়াদ দীর্ঘ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যেখানে অনন্তকাল অবস্থান করতে হবে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لاَ يُخَفَّفُ عَنْ أَهْلِهِ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93038" w:rsidRDefault="00293038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যার অধিবাসীদের থেকে শাস্তি কমানো হবে না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لِأَنَّهُ لاَ يَكُونُ إِلاَّ عَنْ غَضَبِكَ وَ انْتِقَامِكَ وَ سَخَطِكَ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93038" w:rsidRDefault="00293038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কেননা এ শাস্তি একমাত্র তোমার ক্রোধ ও কঠোর ন্যায়বিচারের পরিণতি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هَذَا مَا لاَ تَقُومُ لَهُ السَّمَاوَاتُ وَ الْأَرْضُ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93038" w:rsidRDefault="00293038" w:rsidP="00E21C31">
            <w:pPr>
              <w:pStyle w:val="libNormal"/>
            </w:pPr>
            <w:r w:rsidRPr="00831D4F">
              <w:rPr>
                <w:cs/>
                <w:lang w:bidi="bn-IN"/>
              </w:rPr>
              <w:t>যা আসমান ও জমিন সহ্য করতে অক্ষম</w:t>
            </w:r>
            <w:r w:rsidRPr="00831D4F">
              <w:t xml:space="preserve">?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سَيِّدِي فَكَيْفَ لِي (بِي) وَ أَنَا عَبْدُكَ الضَّعِيفُ الذَّلِيلُ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93038" w:rsidRDefault="00293038" w:rsidP="00E21C31">
            <w:pPr>
              <w:pStyle w:val="libNormal"/>
            </w:pPr>
            <w:r w:rsidRPr="00831D4F">
              <w:rPr>
                <w:cs/>
                <w:lang w:bidi="bn-IN"/>
              </w:rPr>
              <w:t>হে প্রভু! তবে আমার কি হবে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 আমি</w:t>
            </w:r>
            <w:r>
              <w:rPr>
                <w:lang w:bidi="bn-IN"/>
              </w:rPr>
              <w:t xml:space="preserve"> </w:t>
            </w:r>
            <w:r w:rsidRPr="00831D4F">
              <w:rPr>
                <w:cs/>
                <w:lang w:bidi="bn-IN"/>
              </w:rPr>
              <w:t xml:space="preserve">যে তোমার দুর্বল হীন বান্দা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الْحَقِيرُ الْمِسْكِينُ الْمُسْتَكِينُ يَا إِلَهِي وَ رَبِّي وَ سَيِّدِي وَ مَوْلاَيَ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93038" w:rsidRDefault="00293038" w:rsidP="00E21C31">
            <w:pPr>
              <w:pStyle w:val="libNormal"/>
            </w:pPr>
            <w:r w:rsidRPr="00831D4F">
              <w:rPr>
                <w:cs/>
                <w:lang w:bidi="bn-IN"/>
              </w:rPr>
              <w:t>ক্ষুদ্র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নগণ্য ও ম্রিয়মান দাসানুদাস</w:t>
            </w:r>
            <w:r w:rsidRPr="00831D4F">
              <w:t xml:space="preserve">? </w:t>
            </w:r>
            <w:r w:rsidRPr="00831D4F">
              <w:rPr>
                <w:cs/>
                <w:lang w:bidi="bn-IN"/>
              </w:rPr>
              <w:t xml:space="preserve">হে আমার উপাস্য! আমার মালিক! আমার প্রভু! আমার পালনকর্তা!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</w:pPr>
            <w:r w:rsidRPr="00D873E0">
              <w:rPr>
                <w:rtl/>
              </w:rPr>
              <w:t>لِأَيِّ الْأُمُورِ إِلَيْكَ أَشْكُو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E93075" w:rsidRDefault="00E93075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কোন্ বিষয়ে আমি তোমার কাছে অভিযোগ জানাবো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لِمَا مِنْهَا أَضِجُّ وَ أَبْكِي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E93075" w:rsidRDefault="00E93075" w:rsidP="00E21C31">
            <w:pPr>
              <w:pStyle w:val="libNormal"/>
            </w:pPr>
            <w:r w:rsidRPr="00831D4F">
              <w:rPr>
                <w:cs/>
                <w:lang w:bidi="bn-IN"/>
              </w:rPr>
              <w:t>আর কোনটা নিয়ে আমি অ</w:t>
            </w:r>
            <w:r>
              <w:rPr>
                <w:cs/>
                <w:lang w:bidi="bn-IN"/>
              </w:rPr>
              <w:t>শ্রু</w:t>
            </w:r>
            <w:r w:rsidRPr="00831D4F">
              <w:t xml:space="preserve"> </w:t>
            </w:r>
            <w:r w:rsidRPr="00831D4F">
              <w:rPr>
                <w:cs/>
                <w:lang w:bidi="bn-IN"/>
              </w:rPr>
              <w:t>ঝরাবো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আর বিলাপ করবো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لِأَلِيمِ الْعَذَابِ وَ شِدَّتِهِ أَمْ لِطُولِ الْبَلاَءِ وَ مُدَّتِهِ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E93075" w:rsidRDefault="00E93075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শাস্তির যাতনা ও তার তীব্রতার জন্য নাকি শাস্তির মেয়াদের দীর্ঘতার জন্যে </w:t>
            </w:r>
            <w:r w:rsidRPr="00831D4F">
              <w:t xml:space="preserve">?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فَلَئِنْ صَيَّرْتَنِي لِلْعُقُوبَاتِ مَعَ أَعْدَائِكَ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6492B" w:rsidRDefault="0026492B" w:rsidP="00E21C31">
            <w:pPr>
              <w:pStyle w:val="libNormal"/>
            </w:pPr>
            <w:r w:rsidRPr="00831D4F">
              <w:rPr>
                <w:cs/>
                <w:lang w:bidi="bn-IN"/>
              </w:rPr>
              <w:t>অতএব যদি তুমি আমাকে তোমার শ</w:t>
            </w:r>
            <w:r>
              <w:rPr>
                <w:cs/>
                <w:lang w:bidi="bn-IN"/>
              </w:rPr>
              <w:t>ত্রু</w:t>
            </w:r>
            <w:r w:rsidRPr="00831D4F">
              <w:rPr>
                <w:cs/>
                <w:lang w:bidi="bn-IN"/>
              </w:rPr>
              <w:t xml:space="preserve">দের সাথে শাস্তি দিতে নিয়ে যাও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جَمَعْتَ بَيْنِي وَ بَيْنَ أَهْلِ بَلاَئِكَ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6492B" w:rsidRDefault="0026492B" w:rsidP="00E21C31">
            <w:pPr>
              <w:pStyle w:val="libNormal"/>
            </w:pPr>
            <w:r w:rsidRPr="00831D4F">
              <w:rPr>
                <w:cs/>
                <w:lang w:bidi="bn-IN"/>
              </w:rPr>
              <w:lastRenderedPageBreak/>
              <w:t xml:space="preserve">এবং তোমার আযাবভোগকারী লোকদের সাথে আমাকেও একত্র করো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فَرَّقْتَ بَيْنِي وَ بَيْنَ أَحِبَّائِكَ وَ أَوْلِيَائِكَ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6492B" w:rsidRDefault="0026492B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আর তোমার প্রেমিক ও অলী-আওলীয়াদের কাছ থেকে আমাকে পৃথক করে নাও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فَهَبْنِي يَا إِلَهِي وَ سَيِّدِي وَ مَوْلاَيَ وَ رَبِّي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6492B" w:rsidRDefault="0026492B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তাহলে হে আমার উপাস্য! হে আমার মালিক! হে আমার অভিভাবক! হে প্রতিপালক!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صَبَرْتُ عَلَى عَذَابِكَ فَكَيْفَ أَصْبِرُ عَلَى فِرَاقِكَ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6492B" w:rsidRDefault="0026492B" w:rsidP="00E21C31">
            <w:pPr>
              <w:pStyle w:val="libNormal"/>
            </w:pPr>
            <w:r w:rsidRPr="00831D4F">
              <w:rPr>
                <w:cs/>
                <w:lang w:bidi="bn-IN"/>
              </w:rPr>
              <w:t>আমি তোমার এ শাস্তি সয়ে নেবো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কিন্তু তোমার থেকে এ বিচ্ছিন্নতা আমি কীভাবে সহ্য করবো</w:t>
            </w:r>
            <w:r w:rsidRPr="00831D4F">
              <w:t xml:space="preserve">?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هَبْنِي (يَا إِلَهِي) صَبَرْتُ عَلَى حَرِّ نَارِكَ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6492B" w:rsidRDefault="0026492B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কিংবা ধরা যাক আমি তোমার আগুনের প্রজ্জ্বলন সইতে পারলাম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فَكَيْفَ أَصْبِرُ عَنِ النَّظَرِ إِلَى كَرَامَتِكَ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26492B" w:rsidRDefault="0026492B" w:rsidP="00E21C31">
            <w:pPr>
              <w:pStyle w:val="libNormal"/>
            </w:pPr>
            <w:r w:rsidRPr="00831D4F">
              <w:rPr>
                <w:cs/>
                <w:lang w:bidi="bn-IN"/>
              </w:rPr>
              <w:t>কিন্তু কেমন করে আমি তোমার ক্ষমা ও দয়ার বঞ্চনা স</w:t>
            </w:r>
            <w:r>
              <w:rPr>
                <w:cs/>
                <w:lang w:bidi="bn-IN"/>
              </w:rPr>
              <w:t>ইব</w:t>
            </w:r>
            <w:r w:rsidRPr="00831D4F">
              <w:rPr>
                <w:cs/>
                <w:lang w:bidi="bn-IN"/>
              </w:rPr>
              <w:t xml:space="preserve"> </w:t>
            </w:r>
            <w:r w:rsidRPr="00831D4F">
              <w:t xml:space="preserve">?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أَمْ كَيْفَ أَسْكُنُ فِي النَّارِ وَ رَجَائِي عَفْوُكَ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EC6310" w:rsidRDefault="00EC6310" w:rsidP="00E21C31">
            <w:pPr>
              <w:pStyle w:val="libNormal"/>
            </w:pPr>
            <w:r w:rsidRPr="00831D4F">
              <w:rPr>
                <w:cs/>
                <w:lang w:bidi="bn-IN"/>
              </w:rPr>
              <w:t>কেমন করে আমি আগুনের মাঝে বসবাস করবো যখন তোমার ক্ষমার উপর ভরসা করে আমি আশায় বুক বেঁধেছি</w:t>
            </w:r>
            <w:r w:rsidRPr="00831D4F">
              <w:t xml:space="preserve">?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فَبِعِزَّتِكَ يَا سَيِّدِي وَ مَوْلاَيَ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532D9A" w:rsidRDefault="00532D9A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আমার প্রভু! আমার অভিভাবক! তোমার মহামর্যাদার শপথ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أُقْسِمُ صَادِقاً لَئِنْ تَرَكْتَنِي نَاطِقاً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532D9A" w:rsidRDefault="00532D9A" w:rsidP="00E21C31">
            <w:pPr>
              <w:pStyle w:val="libNormal"/>
            </w:pPr>
            <w:r w:rsidRPr="00831D4F">
              <w:rPr>
                <w:cs/>
                <w:lang w:bidi="bn-IN"/>
              </w:rPr>
              <w:t>আমি বিশ্বস্ত অন্তরের শপথ করে বলছি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তুমি যদি দোজখের আগুনের মধ্যেও আমার বাক্শক্তি রক্ষা কর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3D3D21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لَأَضِجَّنَّ إِلَيْكَ بَيْنَ أَهْلِهَا ضَجِيجَ الْآمِلِينَ (الْآلِمِينَ</w:t>
            </w:r>
            <w:r w:rsidRPr="00D873E0">
              <w:rPr>
                <w:rFonts w:hint="cs"/>
                <w:rtl/>
              </w:rPr>
              <w:t>)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532D9A" w:rsidRDefault="00532D9A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তাহলেও আমি সেখান থেকে একজন দৃঢ় আশাবাদীর মতো আশা নিয়েই তোমার কাছে কাতর আকুতি জানাতে থাকবো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E652D2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lastRenderedPageBreak/>
              <w:t>وَ لَأَصْرُخَنَّ إِلَيْكَ صُرَاخَ الْمُسْتَصْرِخِينَ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532D9A" w:rsidRDefault="00532D9A" w:rsidP="00E21C31">
            <w:pPr>
              <w:pStyle w:val="libNormal"/>
            </w:pPr>
            <w:r w:rsidRPr="00831D4F">
              <w:rPr>
                <w:cs/>
                <w:lang w:bidi="bn-IN"/>
              </w:rPr>
              <w:t>আমি তোমার কাছে একজন সহায়হীনের মতোই সাহায্য প্রার্থনা করবো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E652D2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لَأَبْكِيَنَّ عَلَيْكَ بُكَاءَ الْفَاقِدِينَ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532D9A" w:rsidRDefault="00532D9A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একজন নিঃস্ব ব্যক্তির মতোই আমি তোমার কাছে আকুল হয়ে কাঁদবো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E652D2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لَأُنَادِيَنَّكَ أَيْنَ كُنْتَ يَا وَلِيَّ الْمُؤْمِنِينَ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532D9A" w:rsidRDefault="00532D9A" w:rsidP="00E21C31">
            <w:pPr>
              <w:pStyle w:val="libNormal"/>
            </w:pPr>
            <w:r w:rsidRPr="00831D4F">
              <w:rPr>
                <w:cs/>
                <w:lang w:bidi="bn-IN"/>
              </w:rPr>
              <w:t>আর তোমাকে ডাক ছেড়ে বলবো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হে মু</w:t>
            </w:r>
            <w:r w:rsidRPr="00A14D09">
              <w:rPr>
                <w:rStyle w:val="libEnChar"/>
              </w:rPr>
              <w:t>’</w:t>
            </w:r>
            <w:r w:rsidRPr="00831D4F">
              <w:rPr>
                <w:cs/>
                <w:lang w:bidi="bn-IN"/>
              </w:rPr>
              <w:t xml:space="preserve">মিনদের অভিভাবক তুমি কোথায়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E652D2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غَايَةَ آمَالِ الْعَارِفِينَ يَا غِيَاثَ الْمُسْتَغِيثِينَ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67BD3" w:rsidRDefault="00A67BD3" w:rsidP="00E21C31">
            <w:pPr>
              <w:pStyle w:val="libNormal"/>
            </w:pPr>
            <w:r w:rsidRPr="00831D4F">
              <w:rPr>
                <w:cs/>
                <w:lang w:bidi="bn-IN"/>
              </w:rPr>
              <w:t>হে সাধকদের সাধনার চুড়ান্ত লক্ষ্য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হে সাহায্য প্রার্থীদের সাহায্যকারী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E652D2" w:rsidP="00D873E0">
            <w:pPr>
              <w:pStyle w:val="libAr"/>
            </w:pPr>
            <w:r w:rsidRPr="00D873E0">
              <w:rPr>
                <w:rtl/>
              </w:rPr>
              <w:t>يَا حَبِيبَ قُلُوبِ الصَّادِقِينَ وَ يَا إِلَهَ الْعَالَمِينَ</w:t>
            </w:r>
            <w:r w:rsidR="00A67BD3">
              <w:t xml:space="preserve"> </w:t>
            </w:r>
            <w:r w:rsidR="00A67BD3">
              <w:rPr>
                <w:rFonts w:hint="cs"/>
                <w:rtl/>
              </w:rPr>
              <w:t xml:space="preserve"> </w:t>
            </w:r>
            <w:r w:rsidR="00A67BD3" w:rsidRPr="00D873E0">
              <w:rPr>
                <w:rtl/>
              </w:rPr>
              <w:t>أَ فَتُرَاكَ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67BD3" w:rsidRDefault="00A67BD3" w:rsidP="00E21C31">
            <w:pPr>
              <w:pStyle w:val="libNormal"/>
            </w:pPr>
            <w:r w:rsidRPr="00831D4F">
              <w:rPr>
                <w:cs/>
                <w:lang w:bidi="bn-IN"/>
              </w:rPr>
              <w:t>হে সত্যপথিকদের প্রাণপ্রিয় প্রেমিক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হে জগতসমূহের প্রভু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কোথায় তুমি </w:t>
            </w:r>
            <w:r w:rsidRPr="00831D4F">
              <w:t xml:space="preserve">? 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E652D2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سُبْحَانَكَ يَا إِلَهِي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A67BD3" w:rsidRDefault="00A67BD3" w:rsidP="00E21C31">
            <w:pPr>
              <w:pStyle w:val="libNormal"/>
            </w:pPr>
            <w:r w:rsidRPr="00831D4F">
              <w:rPr>
                <w:cs/>
                <w:lang w:bidi="bn-IN"/>
              </w:rPr>
              <w:t>হে খোদা! তুমি সমস্তকিছু থেকে অতিশয় পবিত্র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E652D2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بِحَمْدِكَ تَسْمَعُ فِيهَا صَوْتَ عَبْدٍ مُسْلِمٍ سُجِنَ (يُسْجَنُ) فِيهَا بِمُخَالَفَتِهِ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0D0D5B" w:rsidRDefault="000D0D5B" w:rsidP="00E21C31">
            <w:pPr>
              <w:pStyle w:val="libNormal"/>
            </w:pPr>
            <w:r w:rsidRPr="00831D4F">
              <w:rPr>
                <w:cs/>
                <w:lang w:bidi="bn-IN"/>
              </w:rPr>
              <w:t>আর সকল প্রশংসা একমাত্র তোমারই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তুমি কি একবারও ফিরে দেখবে না যে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একজন আত্মসমর্পণকারী দাস তার অবাধ্যতার কারণে দোযখের আগুনে বন্দী</w:t>
            </w:r>
          </w:p>
        </w:tc>
      </w:tr>
      <w:tr w:rsidR="00002508" w:rsidTr="00D40373">
        <w:trPr>
          <w:cnfStyle w:val="000000100000"/>
          <w:trHeight w:val="128"/>
        </w:trPr>
        <w:tc>
          <w:tcPr>
            <w:tcW w:w="9426" w:type="dxa"/>
          </w:tcPr>
          <w:p w:rsidR="00002508" w:rsidRPr="00D873E0" w:rsidRDefault="00E652D2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ذَاقَ طَعْمَ عَذَابِهَا بِمَعْصِيَتِهِ</w:t>
            </w:r>
            <w:r w:rsidRPr="00D873E0">
              <w:t xml:space="preserve"> </w:t>
            </w:r>
          </w:p>
        </w:tc>
      </w:tr>
      <w:tr w:rsidR="00002508" w:rsidTr="00D40373">
        <w:trPr>
          <w:trHeight w:val="128"/>
        </w:trPr>
        <w:tc>
          <w:tcPr>
            <w:tcW w:w="9426" w:type="dxa"/>
          </w:tcPr>
          <w:p w:rsidR="00002508" w:rsidRPr="000D0D5B" w:rsidRDefault="000D0D5B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অন্যায় আচরণের কারণে এর শাস্তি ভোগ করছে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حُبِسَ بَيْنَ أَطْبَاقِهَا بِجُرْمِهِ وَ جَرِيرَتِهِ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0D0D5B" w:rsidRDefault="000D0D5B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আর পাপ ও অপরাধের কারণে সে জাহান্নামের বিভিন্ন স্তরের মধ্যে বন্দী হয়ে আছে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هُوَ يَضِجُّ إِلَيْكَ ضَجِيجَ مُؤَمِّلٍ لِرَحْمَتِكَ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0D0D5B" w:rsidRDefault="000D0D5B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তোমার দয়ার উপর দৃঢ় আস্থা নিয়ে তোমার প্রতি সুতীব্র আবেদন জানাচ্ছে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يُنَادِيكَ بِلِسَانِ أَهْلِ تَوْحِيدِكَ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0158C7" w:rsidRDefault="000158C7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তোমার তাওহীদে দৃঢ় বিশ্বাসী ব্যক্তির মতো তোমাকে ডাকছে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يَتَوَسَّلُ إِلَيْكَ بِرُبُوبِيَّتِكَ يَا مَوْلاَيَ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0158C7" w:rsidRDefault="000158C7" w:rsidP="00E21C31">
            <w:pPr>
              <w:pStyle w:val="libNormal"/>
            </w:pPr>
            <w:r w:rsidRPr="00831D4F">
              <w:rPr>
                <w:cs/>
                <w:lang w:bidi="bn-IN"/>
              </w:rPr>
              <w:lastRenderedPageBreak/>
              <w:t>এবং তোমার প্রভুত্বের প্রতি ভরসা করে তোমার প্রতি চেয়ে আছে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হে আমার অধিকর্তা!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فَكَيْفَ يَبْقَى فِي الْعَذَابِ وَ هُوَ يَرْجُو مَا سَلَفَ مِنْ حِلْمِكَ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0158C7" w:rsidRDefault="000158C7" w:rsidP="00E21C31">
            <w:pPr>
              <w:pStyle w:val="libNormal"/>
            </w:pPr>
            <w:r w:rsidRPr="00831D4F">
              <w:rPr>
                <w:cs/>
                <w:lang w:bidi="bn-IN"/>
              </w:rPr>
              <w:t>তোমার অতীত ক্ষমা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অনুকম্পা ও রহমতের উপর পূর্ণ ভরসা রাখার পরও কেমন করে সেই বান্দা কঠিন আযাবের মাঝে নিমজ্জিত থাকবে </w:t>
            </w:r>
            <w:r w:rsidRPr="00831D4F">
              <w:t>?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أَمْ كَيْفَ تُؤْلِمُهُ النَّارُ وَ هُوَ يَامُلُ فَضْلَكَ وَ رَحْمَتَكَ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0158C7" w:rsidRDefault="000158C7" w:rsidP="00E21C31">
            <w:pPr>
              <w:pStyle w:val="libNormal"/>
            </w:pPr>
            <w:r w:rsidRPr="00831D4F">
              <w:rPr>
                <w:cs/>
                <w:lang w:bidi="bn-IN"/>
              </w:rPr>
              <w:t>কিংবা কেমন করে দোযখের আগুন তাকে কষ্ট দিবে যখন সে তোমার মহত্ব ও দয়ার প্রতি বুক বেঁধে আছে</w:t>
            </w:r>
            <w:r w:rsidRPr="00831D4F">
              <w:t>?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أَمْ كَيْفَ يُحْرِقُهُ لَهِيبُهَا وَ أَنْتَ تَسْمَعُ صَوْتَهُ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0158C7" w:rsidRDefault="000158C7" w:rsidP="00E21C31">
            <w:pPr>
              <w:pStyle w:val="libNormal"/>
            </w:pPr>
            <w:r w:rsidRPr="00831D4F">
              <w:rPr>
                <w:cs/>
                <w:lang w:bidi="bn-IN"/>
              </w:rPr>
              <w:t>কিংবা কেমন করে দোযখের আগুনের লেলিহান শিখায় সে প্রজ্বলিত হবে অথচ তুমি তার আর্তনাদ শুনতে পাবে</w:t>
            </w:r>
            <w:r w:rsidRPr="00831D4F">
              <w:t xml:space="preserve">?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تَرَى مَكَانَهُ أَمْ كَيْفَ يَشْتَمِلُ عَلَيْهِ زَفِيرُهَا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0158C7" w:rsidRDefault="000158C7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এবং আগুনের মধ্যে তাকে দেখতে পাবে তাহলে কিভাবে আগুনের শিখা তাকে গ্রাস করে নিবে</w:t>
            </w:r>
            <w:r w:rsidRPr="00831D4F">
              <w:t>?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أَنْتَ تَعْلَمُ ضَعْفَهُ أَمْ كَيْفَ يَتَقَلْقَلُ بَيْنَ أَطْبَاقِهَا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>অথচ তুমি তো জানো সে কি ভীষণ দুর্বল তাহলে কিভাবে সে দোযখের স্তরগুলোর চাপে নিষ্পিষ্ট হতে থাকবে</w:t>
            </w:r>
            <w:r w:rsidRPr="00831D4F">
              <w:t xml:space="preserve">?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أَنْتَ تَعْلَمُ صِدْقَهُ أَمْ كَيْفَ تَزْجُرُهُ زَبَانِيَتُهَا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>তুমি তো তার নিষ্ঠার কথা জানো তাহলে কেমন করে দোযখের প্রহরীরা তাকে কষ্ট দেবে</w:t>
            </w:r>
            <w:r>
              <w:rPr>
                <w:lang w:bidi="bn-IN"/>
              </w:rPr>
              <w:t xml:space="preserve"> ?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هُوَ يُنَادِيكَ يَا رَبَّهْ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অথচ সে কেবলই ডাকছে </w:t>
            </w:r>
            <w:r w:rsidRPr="000D264E">
              <w:rPr>
                <w:rStyle w:val="libEnChar"/>
              </w:rPr>
              <w:t>‘</w:t>
            </w:r>
            <w:r w:rsidRPr="00831D4F">
              <w:rPr>
                <w:cs/>
                <w:lang w:bidi="bn-IN"/>
              </w:rPr>
              <w:t>ইয়া রব্ব</w:t>
            </w:r>
            <w:r w:rsidRPr="00A14D09">
              <w:rPr>
                <w:rStyle w:val="libEnChar"/>
              </w:rPr>
              <w:t>’</w:t>
            </w:r>
            <w:r w:rsidRPr="00831D4F">
              <w:t xml:space="preserve">! </w:t>
            </w:r>
            <w:r w:rsidRPr="000D264E">
              <w:rPr>
                <w:rStyle w:val="libEnChar"/>
              </w:rPr>
              <w:t>‘</w:t>
            </w:r>
            <w:r w:rsidRPr="00831D4F">
              <w:rPr>
                <w:cs/>
                <w:lang w:bidi="bn-IN"/>
              </w:rPr>
              <w:t>ইয়া রব্ব</w:t>
            </w:r>
            <w:r w:rsidRPr="00A14D09">
              <w:rPr>
                <w:rStyle w:val="libEnChar"/>
              </w:rPr>
              <w:t>’</w:t>
            </w:r>
            <w:r w:rsidRPr="00831D4F">
              <w:t>!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أَمْ كَيْفَ يَرْجُو فَضْلَكَ فِي عِتْقِهِ مِنْهَا فَتَتْرُكُهُ (فَتَتْرُكَهُ) فِيهَا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>কেমন করে তুমি তাকে ফেলে রাখবে (দোযখের মাঝে) যখন তার দৃঢ় বিশ্বাস যে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তোমার অপার করুণা তাকে এখান থেকে মুক্ত করবে</w:t>
            </w:r>
            <w:r w:rsidRPr="00831D4F">
              <w:t xml:space="preserve">?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lastRenderedPageBreak/>
              <w:t>هَيْهَاتَ مَا ذَلِكَ الظَّنُّ بِكَ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হায়! এমনটা তোমার কাছে কখনো আশা করা যায় না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لاَ الْمَعْرُوفُ مِنْ فَضْلِكَ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তোমার করুণার রূপও এমনটা নয়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</w:pPr>
            <w:r w:rsidRPr="00D873E0">
              <w:rPr>
                <w:rtl/>
              </w:rPr>
              <w:t>وَ لاَ مُشْبِهٌ لِمَا عَامَلْتَ بِهِ الْمُوَحِّدِينَ مِنْ بِرِّكَ وَ إِحْسَانِكَ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>কিংবা তোমার একত্বে বিশ্বাসীদের প্রতি তুমি যে করুণা ও অনুগ্রহ প্রদর্শন করো তার সাথেও এর কোন মিল নেই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فَبِالْيَقِينِ أَقْطَعُ لَوْ لاَ مَا حَكَمْتَ بِهِ مِنْ تَعْذِيبِ جَاحِدِيكَ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>অতএব আমি নিশ্চিত হয়ে ঘোষণা করছি যে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যদি তু</w:t>
            </w:r>
            <w:r>
              <w:rPr>
                <w:cs/>
                <w:lang w:bidi="bn-IN"/>
              </w:rPr>
              <w:t>মি</w:t>
            </w:r>
            <w:r w:rsidRPr="00831D4F">
              <w:rPr>
                <w:cs/>
                <w:lang w:bidi="bn-IN"/>
              </w:rPr>
              <w:t xml:space="preserve"> অবিশ্বাসীদের জন্য শাস্তি নির্ধারণ না করতে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قَضَيْتَ بِهِ مِنْ إِخْلاَدِ مُعَانِدِيكَ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এবং তোমার শ</w:t>
            </w:r>
            <w:r>
              <w:rPr>
                <w:cs/>
                <w:lang w:bidi="bn-IN"/>
              </w:rPr>
              <w:t>ত্রু</w:t>
            </w:r>
            <w:r w:rsidRPr="00831D4F">
              <w:rPr>
                <w:cs/>
                <w:lang w:bidi="bn-IN"/>
              </w:rPr>
              <w:t>দের আবাস হিসাবে দোযখকে নির্ধারিত না করতে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لَجَعَلْتَ النَّارَ كُلَّهَا بَرْداً وَ سَلاَماً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>তাহলে তুমি দোযখকে শীতল ও প্রশান্তিময় করে তুলতে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مَا كَانَ (كَانَتْ) لِأَحَدٍ فِيهَا مَقَرّاً وَ لاَ مُقَاماً (مَقَاماً</w:t>
            </w:r>
            <w:r w:rsidRPr="00D873E0">
              <w:rPr>
                <w:rFonts w:hint="cs"/>
                <w:rtl/>
              </w:rPr>
              <w:t>)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কোন মানুষকেই দোযখে থাকতে ও বসবাস করতে হতো না </w:t>
            </w:r>
            <w:r w:rsidRPr="00831D4F">
              <w:t>;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لَكِنَّكَ تَقَدَّسَتْ أَسْمَاؤُكَ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অথচ পবিত্র তোমার নামসমূহ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أَقْسَمْتَ أَنْ تَمْلَأَهَا مِنَ الْكَافِرِينَ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তুমি শপথ করেছো যে অবিশ্বাসীদের দিয়ে দোযখ পূর্ণ করবে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مِنَ الْجِنَّةِ وَ النَّاسِ أَجْمَعِينَ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t>জ্বিন ও মানুষের মধ্যে যারা অবিশ্বাসী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أَنْ تُخَلِّدَ فِيهَا الْمُعَانِدِينَ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00DC0" w:rsidRDefault="00100DC0" w:rsidP="00E21C31">
            <w:pPr>
              <w:pStyle w:val="libNormal"/>
            </w:pPr>
            <w:r w:rsidRPr="00831D4F">
              <w:rPr>
                <w:cs/>
                <w:lang w:bidi="bn-IN"/>
              </w:rPr>
              <w:lastRenderedPageBreak/>
              <w:t>এবং একে তোমার বিরুদ্ধবাদীদের চিরস্থায়ী নিবাসে পরিণত করবে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</w:pPr>
            <w:r w:rsidRPr="00D873E0">
              <w:rPr>
                <w:rtl/>
              </w:rPr>
              <w:t>وَ أَنْتَ جَلَّ ثَنَاؤُكَ قُلْتَ مُبْتَدِئاً وَ تَطَوَّلْتَ بِالْإِنْعَامِ مُتَكَرِّماً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F83148" w:rsidRDefault="00F83148" w:rsidP="00E21C31">
            <w:pPr>
              <w:pStyle w:val="libNormal"/>
            </w:pPr>
            <w:r w:rsidRPr="00831D4F">
              <w:rPr>
                <w:cs/>
                <w:lang w:bidi="bn-IN"/>
              </w:rPr>
              <w:t>আর মহিমান্বিত তোমার গুণাবলী তুমি নিজেই সূচনালগ্নে তোমার অপার অনু</w:t>
            </w:r>
            <w:r>
              <w:rPr>
                <w:cs/>
                <w:lang w:bidi="bn-IN"/>
              </w:rPr>
              <w:t>গ্র</w:t>
            </w:r>
            <w:r w:rsidRPr="00831D4F">
              <w:rPr>
                <w:cs/>
                <w:lang w:bidi="bn-IN"/>
              </w:rPr>
              <w:t>হে তুমি ঘোষণা করেছো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সমগ্র সৃষ্টিকে তুমি নেয়ামত ও করুণা দিয়েছো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4D15FE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اَفَمَنْ كانَ مُؤْمِناً كَمَنْ كانَ فاسِقاً لا يَسْتَوُونَ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F83148" w:rsidRDefault="00F83148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একজন মুমিন আর একজন দুর্নীতিপরায়ণ মানুষ কি সমান</w:t>
            </w:r>
            <w:r w:rsidRPr="00831D4F">
              <w:t xml:space="preserve">? </w:t>
            </w:r>
            <w:r w:rsidRPr="00831D4F">
              <w:rPr>
                <w:cs/>
                <w:lang w:bidi="bn-IN"/>
              </w:rPr>
              <w:t>তারা সমান হতে পারে না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اِلهى وَ سَيِّدى فَاَسْئَلُكَ بِالْقُدْرَةِ الَّتى قَدَّرْتَها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A6371B" w:rsidRDefault="00A6371B" w:rsidP="00E21C31">
            <w:pPr>
              <w:pStyle w:val="libNormal"/>
            </w:pPr>
            <w:r w:rsidRPr="00831D4F">
              <w:rPr>
                <w:cs/>
                <w:lang w:bidi="bn-IN"/>
              </w:rPr>
              <w:t>হে আমার প্রভু ও অভিভাবক! তোমার কাছে আমি প্রার্থনা করছি তোমার ঐ শক্তির নামে যা সমগ্রবিশ্বের ভাগ্য নির্ধারণ করে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بِالْقَضِيَّةِ الَّتى حَتَمْتَها وَ حَكَمْتَها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A6371B" w:rsidRDefault="00A6371B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তোমার চুড়ান্ত ও কার্যকরী শক্তির নামে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غَلَبْتَ مَنْ عَلَيْهِ اَجْرَيْتَها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যা দ্বারা তুমি সবকিছুর উপর সেই সিদ্ধান্ত কার্যকর কর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</w:pPr>
            <w:r w:rsidRPr="00D873E0">
              <w:rPr>
                <w:rtl/>
              </w:rPr>
              <w:t>اَنْ تَهَبَ لى فى هذِهِ اللَّيْلَةِ وَ فى هذِهِ السّاعَةِ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দয়া করে আমাকে এই রাতের এই প্রহরে ক্ষমা করে দাও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كُلَّ جُرْمٍ اَجْرَمْتُهُ وَ كُلَّ ذَنْبٍ أَذْنَبْتُهُ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আমি যেসব অপরাধে অপরাধী এবং যেসব পাপে পাপী হয়েছি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كُلَّ قَبِيحٍ أَسْرَرْتُهُ وَ كُلَّ جَهْلٍ عَمِلْتُهُ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>সেই সমস্ত ঘৃণ্য কাজের জন্য যা আমি গোগন রেখেছি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সেই সমস্ত প্রকাশ্য ও অপ্রকাশ্য অপকর্মের জন্য যা আমি করেছি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كَتَمْتُهُ اَوْ أَعْلَنْتُهُ أَخْفَيْتُهُ اَوْ اَظْهَرْتُهُ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অন্ধকারে কিংবা দিবালোকে এবং যা স্বীকার কিংবা অস্বীকার করেছি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كُلَّ سَيِّئَةٍ أَمَرْتَ بِاِثْباتِهَا الْكِرامَ الْكاتِبينَ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lastRenderedPageBreak/>
              <w:t xml:space="preserve">এবং সেই সকল মন্দ কাজের জন্য যা লিপিবদ্ধ হয়েছে সম্মানিত লিপিকারদের দ্বারা যাদের তুমি আদেশ করেছো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الَّذينَ وَكَّلْتَهُمْ بِحِفْظِ ما يَكُونُ مِنّى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যাদের তুমি দায়িত্ব দিয়েছো আমার সমস্ত ক্রিয়া-কর্ম লিপিবদ্ধ করতে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جَعَلْتَهُمْ شُهُوداً عَلَىَّ مَعَ جَوارِحى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এবং তাদেরকে তুমি নিয়োগ করেছো আমার শরীরের বিভিন্ন অঙ্গ-প্রত্যঙ্গের মতো আমার কার্যকলাপের সাক্ষী হতে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كُنْتَ اَنْتَ الرَّقيبَ عَلَىَّ مِنْ وَراَّئِهِمْ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ঐসকল ফেরেশতাদের উর্ধ্বে তুমি নিজেই আমার কার্যকলাপের মহাপর্যবেক্ষক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وَالشّاهِدَ لِما خَفِىَ عَنْهُمْ وَ بِرَحْمَتِكَ اَخْفَيْتَهُ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এবং তোমার অশেষ করুণায় তুমি যেসব মন্দ কর্ম ওদের কাছে গোপন রাখো তার সবই তো তোমার কাছে পরিষ্কার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54CB6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بِفَضْلِكَ سَتَرْتَهُ وَ اَنْ تُوَفِّرَ حَظّى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তোমার মহত্বের দ্বারা পরিবৃত করেছো [আমার অপরাধগুলো] এবং আমাকে একটি বিরাট অংশ দান করো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B94879" w:rsidRDefault="00DB477C" w:rsidP="00D873E0">
            <w:pPr>
              <w:pStyle w:val="libAr"/>
              <w:rPr>
                <w:rFonts w:cstheme="minorBidi"/>
                <w:rtl/>
                <w:lang w:bidi="fa-IR"/>
              </w:rPr>
            </w:pPr>
            <w:r w:rsidRPr="00D873E0">
              <w:rPr>
                <w:rtl/>
              </w:rPr>
              <w:t>مِنْ كُلِّ خَيْرٍ اَنْزَلْتَهُ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তোমার দেওয়া প্রতিটি কল্যাণ হতে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اَوْ اِحْسانٍ فَضَّلْتَهُ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এবং প্রতিটি সুমহান অনুগ্রহ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اَوْ بِرٍّ نَشَرْتَهُ اَوْ رِزْقٍ بَسَطْتَهُ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এবং যেসব কল্যাণ তুমি প্রকাশ ঘটিয়েছো ও প্রতিটি জীবিকা যা তুমি বৃদ্ধি করেছো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اَوْ ذَنْبٍ تَغْفِرُهُ اَوْ خَطَاءٍ تَسْتُرُهُ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যেসব অপরাধ তুমি ক্ষমা করবে ও </w:t>
            </w:r>
            <w:r>
              <w:rPr>
                <w:cs/>
                <w:lang w:bidi="bn-IN"/>
              </w:rPr>
              <w:t>ত্রু</w:t>
            </w:r>
            <w:r w:rsidRPr="00831D4F">
              <w:rPr>
                <w:cs/>
                <w:lang w:bidi="bn-IN"/>
              </w:rPr>
              <w:t>টিসমূহ তুমি গোপন করে রাখবে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</w:pPr>
            <w:r w:rsidRPr="00D873E0">
              <w:rPr>
                <w:rtl/>
              </w:rPr>
              <w:lastRenderedPageBreak/>
              <w:t>يَا رَبِّ يَا رَبِّ يَا رَبِّ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94879" w:rsidRDefault="00B94879" w:rsidP="00E21C31">
            <w:pPr>
              <w:pStyle w:val="libNormal"/>
            </w:pPr>
            <w:r w:rsidRPr="00A14D09">
              <w:rPr>
                <w:rStyle w:val="libEnChar"/>
              </w:rPr>
              <w:t>“</w:t>
            </w:r>
            <w:r w:rsidRPr="00831D4F">
              <w:rPr>
                <w:cs/>
                <w:lang w:bidi="bn-IN"/>
              </w:rPr>
              <w:t>ইয়া রব্ব</w:t>
            </w:r>
            <w:r w:rsidRPr="00A14D09">
              <w:rPr>
                <w:rStyle w:val="libEnChar"/>
              </w:rPr>
              <w:t>”</w:t>
            </w:r>
            <w:r w:rsidRPr="00831D4F">
              <w:t xml:space="preserve">! </w:t>
            </w:r>
            <w:r w:rsidRPr="000D264E">
              <w:rPr>
                <w:rStyle w:val="libEnChar"/>
              </w:rPr>
              <w:t>“</w:t>
            </w:r>
            <w:r w:rsidRPr="00831D4F">
              <w:rPr>
                <w:cs/>
                <w:lang w:bidi="bn-IN"/>
              </w:rPr>
              <w:t>ইয়া রব্ব</w:t>
            </w:r>
            <w:r w:rsidRPr="00A14D09">
              <w:rPr>
                <w:rStyle w:val="libEnChar"/>
              </w:rPr>
              <w:t>”</w:t>
            </w:r>
            <w:r w:rsidRPr="00831D4F">
              <w:t xml:space="preserve">! </w:t>
            </w:r>
            <w:r w:rsidRPr="000D264E">
              <w:rPr>
                <w:rStyle w:val="libEnChar"/>
              </w:rPr>
              <w:t>“</w:t>
            </w:r>
            <w:r w:rsidRPr="00831D4F">
              <w:rPr>
                <w:cs/>
                <w:lang w:bidi="bn-IN"/>
              </w:rPr>
              <w:t>ইয়া রব্ব</w:t>
            </w:r>
            <w:r w:rsidRPr="00A14D09">
              <w:rPr>
                <w:rStyle w:val="libEnChar"/>
              </w:rPr>
              <w:t>”</w:t>
            </w:r>
            <w:r w:rsidRPr="00831D4F">
              <w:t>!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اِلهى وَ سَيِّدى وَ مَوْلاىَ وَ مالِكَ رِقّى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5850F3" w:rsidRDefault="005850F3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উপাস্য প্রভু! হে মনিব! হে মাওলা! হে আমার মুক্তির মালিক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مَنْ بِيَدِهِ ناصِيَتِى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5850F3" w:rsidRDefault="005850F3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যিনি আমার ভাগ্য নিয়ন্ত্রক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عَلِيماً بِضُرّى وَ مَسْكَنَتِى يَا خَبِيراً بِفَقْرِى وَ فَاقَتِى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5850F3" w:rsidRDefault="005850F3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যিনি আমার যাতনা ও </w:t>
            </w:r>
            <w:r>
              <w:rPr>
                <w:cs/>
                <w:lang w:bidi="bn-IN"/>
              </w:rPr>
              <w:t>নিঃ</w:t>
            </w:r>
            <w:r w:rsidRPr="00831D4F">
              <w:rPr>
                <w:cs/>
                <w:lang w:bidi="bn-IN"/>
              </w:rPr>
              <w:t>স্বতা সম্পর্কে পরিজ্ঞাত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>যিনি আমার দুঃ</w:t>
            </w:r>
            <w:r>
              <w:rPr>
                <w:cs/>
                <w:lang w:bidi="bn-IN"/>
              </w:rPr>
              <w:t>স্থ</w:t>
            </w:r>
            <w:r w:rsidRPr="00831D4F">
              <w:rPr>
                <w:cs/>
                <w:lang w:bidi="bn-IN"/>
              </w:rPr>
              <w:t>তা ও অনাহার সম্পর্কে পূর্ণ সচেতন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رَبِّ يَا رَبِّ يَا رَبِّ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5850F3" w:rsidRDefault="005850F3" w:rsidP="00E21C31">
            <w:pPr>
              <w:pStyle w:val="libNormal"/>
            </w:pPr>
            <w:r w:rsidRPr="00A14D09">
              <w:rPr>
                <w:rStyle w:val="libEnChar"/>
              </w:rPr>
              <w:t>“</w:t>
            </w:r>
            <w:r>
              <w:rPr>
                <w:cs/>
                <w:lang w:bidi="bn-IN"/>
              </w:rPr>
              <w:t>ইয়া রব্ব</w:t>
            </w:r>
            <w:r w:rsidRPr="00A14D09">
              <w:rPr>
                <w:rStyle w:val="libEnChar"/>
              </w:rPr>
              <w:t>”</w:t>
            </w:r>
            <w:r w:rsidRPr="00831D4F">
              <w:t xml:space="preserve">! </w:t>
            </w:r>
            <w:r>
              <w:rPr>
                <w:rStyle w:val="libEnChar"/>
              </w:rPr>
              <w:t>“</w:t>
            </w:r>
            <w:r>
              <w:rPr>
                <w:rStyle w:val="libEnChar"/>
                <w:cs/>
                <w:lang w:bidi="bn-IN"/>
              </w:rPr>
              <w:t>ইয়া রব্ব</w:t>
            </w:r>
            <w:r>
              <w:rPr>
                <w:rStyle w:val="libEnChar"/>
              </w:rPr>
              <w:t>”</w:t>
            </w:r>
            <w:r w:rsidRPr="00831D4F">
              <w:t xml:space="preserve">! </w:t>
            </w:r>
            <w:r>
              <w:rPr>
                <w:rStyle w:val="libEnChar"/>
              </w:rPr>
              <w:t>“</w:t>
            </w:r>
            <w:r>
              <w:rPr>
                <w:rStyle w:val="libEnChar"/>
                <w:cs/>
                <w:lang w:bidi="bn-IN"/>
              </w:rPr>
              <w:t>ইয়া রব্ব</w:t>
            </w:r>
            <w:r>
              <w:rPr>
                <w:rStyle w:val="libEnChar"/>
              </w:rPr>
              <w:t>”</w:t>
            </w:r>
            <w:r w:rsidRPr="00831D4F">
              <w:t>!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اَسْئَلُكَ بِحَقِّكَ وَ قُدْسِكَ وَ اَعْظَمِ صِفَاتِكَ وَ اَسْماَّئِكَ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F01C1D" w:rsidRDefault="00F01C1D" w:rsidP="00E21C31">
            <w:pPr>
              <w:pStyle w:val="libNormal"/>
            </w:pPr>
            <w:r w:rsidRPr="00831D4F">
              <w:rPr>
                <w:cs/>
                <w:lang w:bidi="bn-IN"/>
              </w:rPr>
              <w:t>তোমার মহামর্যাদা ও বিশুদ্ধ সত্তা এবং পরিপূর্ণ নিখুঁত গুণাবলী ও নাম সমূহের উসিলায় আমি তোমার কাছে মিনতি করছি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اَنْ تَجْعَلَ اَوْقَاتِى مِنَ اللَّيْلِ وَالنَّهارِ بِذِكْرِكَ مَعْمُورَةً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F01C1D" w:rsidRDefault="00F01C1D" w:rsidP="00E21C31">
            <w:pPr>
              <w:pStyle w:val="libNormal"/>
            </w:pPr>
            <w:r w:rsidRPr="00831D4F">
              <w:rPr>
                <w:cs/>
                <w:lang w:bidi="bn-IN"/>
              </w:rPr>
              <w:t>আমার সমস্ত প্রহর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দিবা ও রাত্রি যেন তোমাকে স্মরণের মধ্য দিয়ে অতিবাহিত হয়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بِخِدْمَتِكَ مَوْصُولَةً وَ اَعْمَالِى عِنْدَكَ مَقْبُولَةً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F01C1D" w:rsidRDefault="00F01C1D" w:rsidP="00E21C31">
            <w:pPr>
              <w:pStyle w:val="libNormal"/>
            </w:pPr>
            <w:r w:rsidRPr="00831D4F">
              <w:rPr>
                <w:cs/>
                <w:lang w:bidi="bn-IN"/>
              </w:rPr>
              <w:t>এবং একাধারে যেন তোমার উপাসনায় থাকতে পারি এবং আমার সকল কর্মকে তোমার গ্রহণযোগ্য করে তোলো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DB477C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حَتّى تَكُونَ اَعْمَالِى وَ اَوْرَادِى كُلُّهَا وِرْداً واحِداً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13024" w:rsidRDefault="00B13024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যেন আমার আচরণ ও কথোপকথন সবই একই লক্ষ্যে বিশুদ্ধভাবে তোমার জন্যই সম্পাদিত হয়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حَالِى فى خِدْمَتِكَ سَرْمَداً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13024" w:rsidRDefault="00B13024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আমার সমগ্রজীবন যেন ব্যয়িত হয় তোমার আনুগত্য চর্চায়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B13024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 xml:space="preserve">يَا سَيِّدى يَا مَنْ عَلَيْهِ مُعَوَّلِى يَا مَنْ اِلَيْهِ شَكَوْتُ اَحْوالِى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B13024" w:rsidRDefault="00B13024" w:rsidP="00E21C31">
            <w:pPr>
              <w:pStyle w:val="libNormal"/>
            </w:pPr>
            <w:r w:rsidRPr="00831D4F">
              <w:rPr>
                <w:cs/>
                <w:lang w:bidi="bn-IN"/>
              </w:rPr>
              <w:lastRenderedPageBreak/>
              <w:t>হে আমার মালিক! যার উপর আমার সমস্ত ভরসা</w:t>
            </w:r>
            <w:r w:rsidRPr="00831D4F">
              <w:t xml:space="preserve">, </w:t>
            </w:r>
            <w:r w:rsidRPr="00831D4F">
              <w:rPr>
                <w:cs/>
                <w:lang w:bidi="bn-IN"/>
              </w:rPr>
              <w:t xml:space="preserve">যার কাছে আমি আমার সমস্ত দুর্দশার কথা খুলে বলি </w:t>
            </w:r>
          </w:p>
        </w:tc>
      </w:tr>
      <w:tr w:rsidR="004D15FE" w:rsidTr="00D40373">
        <w:trPr>
          <w:cnfStyle w:val="000000100000"/>
          <w:trHeight w:val="255"/>
        </w:trPr>
        <w:tc>
          <w:tcPr>
            <w:tcW w:w="9426" w:type="dxa"/>
          </w:tcPr>
          <w:p w:rsidR="004D15FE" w:rsidRPr="00D873E0" w:rsidRDefault="00B13024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رَبِّ يَا رَبِّ يَا رَبِّ</w:t>
            </w:r>
          </w:p>
        </w:tc>
      </w:tr>
      <w:tr w:rsidR="00B13024" w:rsidTr="00D40373">
        <w:trPr>
          <w:trHeight w:val="210"/>
        </w:trPr>
        <w:tc>
          <w:tcPr>
            <w:tcW w:w="9426" w:type="dxa"/>
          </w:tcPr>
          <w:p w:rsidR="00B13024" w:rsidRPr="00B13024" w:rsidRDefault="00B13024" w:rsidP="00E21C31">
            <w:pPr>
              <w:pStyle w:val="libNormal"/>
              <w:rPr>
                <w:rtl/>
              </w:rPr>
            </w:pPr>
            <w:r w:rsidRPr="00A14D09">
              <w:rPr>
                <w:rStyle w:val="libEnChar"/>
              </w:rPr>
              <w:t>“</w:t>
            </w:r>
            <w:r w:rsidRPr="00B13024">
              <w:rPr>
                <w:cs/>
                <w:lang w:bidi="bn-IN"/>
              </w:rPr>
              <w:t>ইয়া রব্ব</w:t>
            </w:r>
            <w:r w:rsidRPr="00A14D09">
              <w:rPr>
                <w:rStyle w:val="libEnChar"/>
              </w:rPr>
              <w:t>”</w:t>
            </w:r>
            <w:r w:rsidRPr="00B13024">
              <w:t xml:space="preserve">! </w:t>
            </w:r>
            <w:r w:rsidRPr="00A14D09">
              <w:rPr>
                <w:rStyle w:val="libEnChar"/>
              </w:rPr>
              <w:t>“</w:t>
            </w:r>
            <w:r w:rsidRPr="00A14D09">
              <w:rPr>
                <w:cs/>
                <w:lang w:bidi="bn-IN"/>
              </w:rPr>
              <w:t>ইয়া রব্ব</w:t>
            </w:r>
            <w:r w:rsidRPr="00A14D09">
              <w:rPr>
                <w:rStyle w:val="libEnChar"/>
              </w:rPr>
              <w:t>”</w:t>
            </w:r>
            <w:r w:rsidRPr="00B13024">
              <w:t xml:space="preserve">! </w:t>
            </w:r>
            <w:r w:rsidRPr="00A14D09">
              <w:rPr>
                <w:rStyle w:val="libEnChar"/>
              </w:rPr>
              <w:t>“</w:t>
            </w:r>
            <w:r w:rsidRPr="00A14D09">
              <w:rPr>
                <w:cs/>
                <w:lang w:bidi="bn-IN"/>
              </w:rPr>
              <w:t>ইয়া রব্ব</w:t>
            </w:r>
            <w:r w:rsidRPr="00A14D09">
              <w:rPr>
                <w:rStyle w:val="libEnChar"/>
              </w:rPr>
              <w:t>”</w:t>
            </w:r>
            <w:r w:rsidRPr="00B13024">
              <w:t>!</w:t>
            </w:r>
          </w:p>
        </w:tc>
      </w:tr>
      <w:tr w:rsidR="00B13024" w:rsidTr="00D40373">
        <w:trPr>
          <w:cnfStyle w:val="000000100000"/>
          <w:trHeight w:val="540"/>
        </w:trPr>
        <w:tc>
          <w:tcPr>
            <w:tcW w:w="9426" w:type="dxa"/>
          </w:tcPr>
          <w:p w:rsidR="00B13024" w:rsidRDefault="00B13024" w:rsidP="00D873E0">
            <w:pPr>
              <w:pStyle w:val="libAr"/>
            </w:pPr>
            <w:r w:rsidRPr="00D873E0">
              <w:rPr>
                <w:rtl/>
              </w:rPr>
              <w:t>قَوِّ عَلَى خِدْمَتِكَ جَوارِحِى وَاشْدُدْ عَلَى الْعَزيمَةِ جَوانِحى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0707C" w:rsidRDefault="00D0707C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তোমার দাসত্বের জন্য আমার দেহকে শক্তিশালী করে তোলো এবং লক্ষ্যের প্রতি আমার মনোবলকে দৃঢ় রাখো </w:t>
            </w:r>
            <w:r w:rsidRPr="00831D4F">
              <w:t>;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هَبْ لِىَ الْجِدَّ فى خَشْيَتِكَ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0707C" w:rsidRDefault="00D0707C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আর আমার মধ্যে প্রদান কর খোদাভীতি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وَالدَّوامَ فِى الاِتِّصَالِ بِخِدْمَتِكَ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0707C" w:rsidRDefault="00D0707C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সর্বক্ষণ তোমার খেদমতের তীব্র আকাঙ্খা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</w:pPr>
            <w:r w:rsidRPr="00D873E0">
              <w:rPr>
                <w:rtl/>
              </w:rPr>
              <w:t>حَتّى اَسْرَحَ اِلَيْكَ فى مَيَادِينِ السَّابِقِينَ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0707C" w:rsidRDefault="00D0707C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যেন আমি তোমাকে আনুগত্যের ক্ষেত্রে পূর্ববর্তীদের চেয়ে অগ্রগামী হয়ে তোমার পানে অগ্রসর হতে পারি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أُسْرِعَ اِلَيْكَ فِى الْبَارِزِينَ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0707C" w:rsidRDefault="00D0707C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তোমার দিকে ধাবমান সকল দ্রুতগামীর চেয়ে দ্রুততর তোমার কাছে পৌঁছাতে পারি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أَشْتَاقَ اِلى قُرْبِكَ فِى الْمُشْتَاقِينَ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0707C" w:rsidRDefault="00D0707C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আর যারা একাগ্রনিষ্ঠায় তোমার নৈকট্য লাভ করেছে তাদের মতোই যেন আমি নিজেকে তোমার নৈকট্য লাভের সাধনায় নিয়োজিত করতে পারি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أَدْنُوَ مِنْكَ دُنُوَّ الْمُخْلِصِينَ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A61450" w:rsidRDefault="00A61450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বিশুদ্ধ ব্যক্তিদের মতোই যেন আমি তোমার নৈকট্যপ্রাপ্ত হতে পারি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اَخَافَكَ مَخَافَةَ الْمُوقِنينَ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40373" w:rsidRDefault="00A61450" w:rsidP="002217D9">
            <w:pPr>
              <w:pStyle w:val="libNormal"/>
              <w:tabs>
                <w:tab w:val="left" w:pos="4935"/>
              </w:tabs>
            </w:pPr>
            <w:r w:rsidRPr="00D40373">
              <w:rPr>
                <w:cs/>
                <w:lang w:bidi="bn-IN"/>
              </w:rPr>
              <w:t xml:space="preserve">এবং বিশ্বস্ত মনের অধিকারীগণ যেভাবে তোমাকে ভয় করে আমিও যেন সেভাবে ভয়ে চলতে </w:t>
            </w:r>
            <w:r w:rsidRPr="00D40373">
              <w:rPr>
                <w:cs/>
                <w:lang w:bidi="bn-IN"/>
              </w:rPr>
              <w:lastRenderedPageBreak/>
              <w:t>পারি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lastRenderedPageBreak/>
              <w:t>وَ اَجْتَمِعَ فى جِوارِكَ مَعَ الْمُؤْمِنينَ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A61450" w:rsidRDefault="00A61450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আমি যেন মুমিনদের সাথে তোমার অপার করুণার ছায়াতলে থাকতে পারি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اَللّهُمَّ وَ مَنْ اَرَادَنِى بِسُوَّءٍ فَاَرِدْهُ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A61450" w:rsidRDefault="00A61450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হে আল্লাহ ! যে আমার অনিষ্ট চায় তুমি তারই অনিষ্ট কর !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مَنْ كَادَنِى فَكِدْهُ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A61450" w:rsidRDefault="00A61450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আর যে আমার বিরুদ্ধে ষড়যন্ত্র করে তাকেই ষড়যন্ত্রের শিকারে পরিণত কর !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وَاجْعَلْنى مِنْ اَحْسَنِ عَبِيدِكَ نَصِيباً عِنْدَكَ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A61450" w:rsidRDefault="00A61450" w:rsidP="00E21C31">
            <w:pPr>
              <w:pStyle w:val="libNormal"/>
            </w:pPr>
            <w:r w:rsidRPr="00831D4F">
              <w:rPr>
                <w:cs/>
                <w:lang w:bidi="bn-IN"/>
              </w:rPr>
              <w:t xml:space="preserve">এবং আমাকে তোমার শ্রেষ্ঠ দাসদের সঙ্গে স্থান দান কর যা তোমার অনুগ্রহ ছাড়া অর্জন সম্ভব নয়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اَقْرَبِهِمْ مَنْزِلَةً مِنْكَ وَ اَخَصِّهِمْ زُلْفَةً لَدَيْكَ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09188E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এবং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আমাকে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দান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সর্বনিকটতম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দাসদের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ও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একান্ত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বিশেষ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বান্দাদের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অবস্থান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فَاِنَّهُ لا يُنَالُ ذلِكَ اِلاّ بِفَضْلِكَ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9C4214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নিশ্চয়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অনুগ্রহ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ও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করুণা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ব্যতীত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এস্থান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লাভ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কারো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পক্ষে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সম্ভব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নয়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جُدْلِى بِجُودِكَ وَاعْطِفْ عَلَىَّ بِمَجْدِكَ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9C4214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অনুগ্রহ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থেকে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আমাকে</w:t>
            </w:r>
            <w:r w:rsidRPr="00D51ABF">
              <w:rPr>
                <w:cs/>
                <w:lang w:bidi="bn-IN"/>
              </w:rPr>
              <w:t xml:space="preserve"> [</w:t>
            </w:r>
            <w:r w:rsidRPr="00D51ABF">
              <w:rPr>
                <w:rFonts w:hint="cs"/>
                <w:cs/>
                <w:lang w:bidi="bn-IN"/>
              </w:rPr>
              <w:t>ক্ষমা</w:t>
            </w:r>
            <w:r w:rsidRPr="00D51ABF">
              <w:rPr>
                <w:cs/>
                <w:lang w:bidi="bn-IN"/>
              </w:rPr>
              <w:t xml:space="preserve">] </w:t>
            </w:r>
            <w:r w:rsidRPr="00D51ABF">
              <w:rPr>
                <w:rFonts w:hint="cs"/>
                <w:cs/>
                <w:lang w:bidi="bn-IN"/>
              </w:rPr>
              <w:t>দান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এবং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নিঃশর্ত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করুণা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থেকে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আমাকে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বঞ্চিত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না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وَاحْفَظْنِى بِرَحْمَتِكَ وَاجْعَلْ لِسَانِى بِذِكْرِكَ لَهِجاً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B627B2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এবং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অপার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করুণায়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আমাকে</w:t>
            </w:r>
            <w:r w:rsidRPr="00D51ABF">
              <w:rPr>
                <w:cs/>
                <w:lang w:bidi="bn-IN"/>
              </w:rPr>
              <w:t xml:space="preserve"> [</w:t>
            </w:r>
            <w:r w:rsidRPr="00D51ABF">
              <w:rPr>
                <w:rFonts w:hint="cs"/>
                <w:cs/>
                <w:lang w:bidi="bn-IN"/>
              </w:rPr>
              <w:t>দুনিয়া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ও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আখেরাতে</w:t>
            </w:r>
            <w:r w:rsidRPr="00D51ABF">
              <w:rPr>
                <w:cs/>
                <w:lang w:bidi="bn-IN"/>
              </w:rPr>
              <w:t xml:space="preserve">] </w:t>
            </w:r>
            <w:r w:rsidRPr="00D51ABF">
              <w:rPr>
                <w:rFonts w:hint="cs"/>
                <w:cs/>
                <w:lang w:bidi="bn-IN"/>
              </w:rPr>
              <w:t>রক্ষা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এবং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জিহ্বাকে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সর্বক্ষণ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গুণকীর্তনে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পরিচালিত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করো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قَلْبى بِحُبِّكَ مُتَيَّماً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82F04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এবং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অন্তর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যেন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প্রেমে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কাতর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ও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অস্থির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হয়ে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ওঠে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مُنَّ عَلَىَّ بِحُسْنِ اِجَابَتِكَ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82F04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lastRenderedPageBreak/>
              <w:t>করুণা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প্রতি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একটি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দয়ার্দ্র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প্রত্যুত্তোর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দিয়ে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اَقِلْنى عَثْرَتِى وَاغْفِرْ زَلَّتِى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82F04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আমার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পদস্খলনগুলো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মুছে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দাও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এবং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আমার</w:t>
            </w:r>
            <w:r w:rsidRPr="00D51ABF">
              <w:rPr>
                <w:cs/>
                <w:lang w:bidi="bn-IN"/>
              </w:rPr>
              <w:t xml:space="preserve"> ত্রু</w:t>
            </w:r>
            <w:r w:rsidRPr="00D51ABF">
              <w:rPr>
                <w:rFonts w:hint="cs"/>
                <w:cs/>
                <w:lang w:bidi="bn-IN"/>
              </w:rPr>
              <w:t>টিগুলো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মার্জনা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দাও</w:t>
            </w:r>
            <w:r w:rsidRPr="00D51ABF">
              <w:rPr>
                <w:cs/>
                <w:lang w:bidi="bn-IN"/>
              </w:rPr>
              <w:t xml:space="preserve">!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فَاِنَّكَ قَضَيْتَ عَلَى عِبَادِكَ بِعِبَادَتِكَ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82F04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কেননা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তুমিই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বান্দাদের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জন্য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দয়া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নির্ধারণ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করেছো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উপাসনাকে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اَمَرْتَهُمْ بِدُعاَّئِكَ وَ ضَمِنْتَ لَهُمُ الإِجَابَةَ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82F04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আদেশ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করেছো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প্রার্থনা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জানাতে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এবং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নিশ্চয়তা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দিয়েছো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এসবের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জবাব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দানের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فَاِلَيْكَ يَا رَبِّ نَصَبْتُ وَجْهى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12728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তাই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পানেই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হে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প্রতিপালক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আমি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মুখ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ফিরিয়েছি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اِلَيْكَ يَا رَبِّ مَدَدْتُ يَدى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12728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এবং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দিকে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ভিক্ষার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হাত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উঠিয়েছি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হে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প্রতিপালক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فَبِعِزَّتِكَ اسْتَجِبْ لِى دُعاَّئِى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12728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অতএব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মহামর্যাদার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উসিলায়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দোয়া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কবুল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</w:pPr>
            <w:r w:rsidRPr="00D873E0">
              <w:rPr>
                <w:rtl/>
              </w:rPr>
              <w:t>وَ بَلِّغْنِى مُنَاىَ وَ لا تَقْطَعْ مِنْ فَضْلِكَ رَجاَّئِى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12728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এবং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আকাঙ্খা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পূর্ণ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কিছুতেই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আমাকে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হতাশ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না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وَاكْفِنِى شَرَّ الْجِنِّ وَالاِنْسِ مِنْ اَعْدَآئِى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12728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এবং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তুমি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আমায়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রক্ষা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জ্বীন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ও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মানুষের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মধ্যে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যারা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শ</w:t>
            </w:r>
            <w:r w:rsidRPr="00D51ABF">
              <w:rPr>
                <w:cs/>
                <w:lang w:bidi="bn-IN"/>
              </w:rPr>
              <w:t>ত্রু</w:t>
            </w:r>
            <w:r w:rsidRPr="00D51ABF"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তাদের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অনিষ্ট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হতে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سَرِيعَ الرِّضَا اِغْفِرْ لِمَنْ لا يَمْلِكُ اِلّا الدُّعاَّءَ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12728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হে</w:t>
            </w:r>
            <w:r w:rsidRPr="00D51ABF">
              <w:rPr>
                <w:cs/>
                <w:lang w:bidi="bn-IN"/>
              </w:rPr>
              <w:t xml:space="preserve"> [</w:t>
            </w:r>
            <w:r w:rsidRPr="00D51ABF">
              <w:rPr>
                <w:rFonts w:hint="cs"/>
                <w:cs/>
                <w:lang w:bidi="bn-IN"/>
              </w:rPr>
              <w:t>প্রভু</w:t>
            </w:r>
            <w:r w:rsidRPr="00D51ABF">
              <w:rPr>
                <w:cs/>
                <w:lang w:bidi="bn-IN"/>
              </w:rPr>
              <w:t xml:space="preserve"> ] </w:t>
            </w:r>
            <w:r w:rsidRPr="00D51ABF">
              <w:rPr>
                <w:rFonts w:hint="cs"/>
                <w:cs/>
                <w:lang w:bidi="bn-IN"/>
              </w:rPr>
              <w:t>যে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তুমি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দ্রুত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সন্তুষ্ট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হও</w:t>
            </w:r>
            <w:r w:rsidRPr="00D51ABF">
              <w:rPr>
                <w:cs/>
                <w:lang w:bidi="bn-IN"/>
              </w:rPr>
              <w:t xml:space="preserve">! </w:t>
            </w:r>
            <w:r w:rsidRPr="00D51ABF">
              <w:rPr>
                <w:rFonts w:hint="cs"/>
                <w:cs/>
                <w:lang w:bidi="bn-IN"/>
              </w:rPr>
              <w:t>তাকে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তুমি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ক্ষমা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দোয়া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ছাড়া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যার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অন্য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কোন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সম্বল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নেই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</w:pPr>
            <w:r w:rsidRPr="00D873E0">
              <w:rPr>
                <w:rtl/>
              </w:rPr>
              <w:t>فَاِنَّكَ فَعّالٌ لِمَا تَشاَّءُ يَا مَنِ اسْمُهُ دَوآءٌ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12728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কেননা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তোমার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যা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ইচ্ছা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তুমি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তাই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করতে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পার।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হে</w:t>
            </w:r>
            <w:r w:rsidRPr="00D51ABF">
              <w:rPr>
                <w:cs/>
                <w:lang w:bidi="bn-IN"/>
              </w:rPr>
              <w:t xml:space="preserve"> [</w:t>
            </w:r>
            <w:r w:rsidRPr="00D51ABF">
              <w:rPr>
                <w:rFonts w:hint="cs"/>
                <w:cs/>
                <w:lang w:bidi="bn-IN"/>
              </w:rPr>
              <w:t>প্রভু</w:t>
            </w:r>
            <w:r w:rsidRPr="00D51ABF">
              <w:rPr>
                <w:cs/>
                <w:lang w:bidi="bn-IN"/>
              </w:rPr>
              <w:t xml:space="preserve"> ] </w:t>
            </w:r>
            <w:r w:rsidRPr="00D51ABF">
              <w:rPr>
                <w:rFonts w:hint="cs"/>
                <w:cs/>
                <w:lang w:bidi="bn-IN"/>
              </w:rPr>
              <w:t>যার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নামে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দূর্গতির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মুক্তি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 ذِكْرُهُ شِفاَّءٌ وَ طَاعَتُهُ غِنىً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12728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যার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স্মরণেই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সমস্ত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কষ্টের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প্রতিকার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এবং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যার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আনুগত্যেই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সম্পদ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اِرْحَمْ مَنْ رَأسُ مَالِهِ الرَّجاَّءُ وَ سِلَاحُهُ الْبُكاَّءُ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131B32" w:rsidRDefault="00A12728" w:rsidP="00E21C31">
            <w:pPr>
              <w:pStyle w:val="libNormal"/>
            </w:pPr>
            <w:r w:rsidRPr="00131B32">
              <w:rPr>
                <w:rFonts w:hint="cs"/>
                <w:cs/>
                <w:lang w:bidi="bn-IN"/>
              </w:rPr>
              <w:lastRenderedPageBreak/>
              <w:t>রহম</w:t>
            </w:r>
            <w:r w:rsidRPr="00131B32">
              <w:rPr>
                <w:cs/>
                <w:lang w:bidi="bn-IN"/>
              </w:rPr>
              <w:t xml:space="preserve"> </w:t>
            </w:r>
            <w:r w:rsidRPr="00131B32">
              <w:rPr>
                <w:rFonts w:hint="cs"/>
                <w:cs/>
                <w:lang w:bidi="bn-IN"/>
              </w:rPr>
              <w:t>করো</w:t>
            </w:r>
            <w:r w:rsidRPr="00131B32">
              <w:rPr>
                <w:cs/>
                <w:lang w:bidi="bn-IN"/>
              </w:rPr>
              <w:t xml:space="preserve"> </w:t>
            </w:r>
            <w:r w:rsidRPr="00131B32">
              <w:rPr>
                <w:rFonts w:hint="cs"/>
                <w:cs/>
                <w:lang w:bidi="bn-IN"/>
              </w:rPr>
              <w:t>তার</w:t>
            </w:r>
            <w:r w:rsidRPr="00131B32">
              <w:rPr>
                <w:cs/>
                <w:lang w:bidi="bn-IN"/>
              </w:rPr>
              <w:t xml:space="preserve"> </w:t>
            </w:r>
            <w:r w:rsidRPr="00131B32">
              <w:rPr>
                <w:rFonts w:hint="cs"/>
                <w:cs/>
                <w:lang w:bidi="bn-IN"/>
              </w:rPr>
              <w:t>উপর</w:t>
            </w:r>
            <w:r w:rsidRPr="00131B32">
              <w:rPr>
                <w:cs/>
                <w:lang w:bidi="bn-IN"/>
              </w:rPr>
              <w:t xml:space="preserve"> </w:t>
            </w:r>
            <w:r w:rsidRPr="00131B32">
              <w:rPr>
                <w:rFonts w:hint="cs"/>
                <w:cs/>
                <w:lang w:bidi="bn-IN"/>
              </w:rPr>
              <w:t>যার</w:t>
            </w:r>
            <w:r w:rsidRPr="00131B32">
              <w:rPr>
                <w:cs/>
                <w:lang w:bidi="bn-IN"/>
              </w:rPr>
              <w:t xml:space="preserve"> </w:t>
            </w:r>
            <w:r w:rsidRPr="00131B32">
              <w:rPr>
                <w:rFonts w:hint="cs"/>
                <w:cs/>
                <w:lang w:bidi="bn-IN"/>
              </w:rPr>
              <w:t>মূলধন</w:t>
            </w:r>
            <w:r w:rsidRPr="00131B32">
              <w:rPr>
                <w:cs/>
                <w:lang w:bidi="bn-IN"/>
              </w:rPr>
              <w:t xml:space="preserve"> </w:t>
            </w:r>
            <w:r w:rsidRPr="00131B32">
              <w:rPr>
                <w:rFonts w:hint="cs"/>
                <w:cs/>
                <w:lang w:bidi="bn-IN"/>
              </w:rPr>
              <w:t>শুধু</w:t>
            </w:r>
            <w:r w:rsidRPr="00131B32">
              <w:rPr>
                <w:cs/>
                <w:lang w:bidi="bn-IN"/>
              </w:rPr>
              <w:t xml:space="preserve"> </w:t>
            </w:r>
            <w:r w:rsidRPr="00131B32">
              <w:rPr>
                <w:rFonts w:hint="cs"/>
                <w:cs/>
                <w:lang w:bidi="bn-IN"/>
              </w:rPr>
              <w:t>আশা</w:t>
            </w:r>
            <w:r w:rsidRPr="00131B32">
              <w:rPr>
                <w:cs/>
                <w:lang w:bidi="bn-IN"/>
              </w:rPr>
              <w:t xml:space="preserve"> </w:t>
            </w:r>
            <w:r w:rsidRPr="00131B32">
              <w:rPr>
                <w:rFonts w:hint="cs"/>
                <w:cs/>
                <w:lang w:bidi="bn-IN"/>
              </w:rPr>
              <w:t>আর</w:t>
            </w:r>
            <w:r w:rsidRPr="00131B32">
              <w:rPr>
                <w:cs/>
                <w:lang w:bidi="bn-IN"/>
              </w:rPr>
              <w:t xml:space="preserve"> </w:t>
            </w:r>
            <w:r w:rsidRPr="00131B32">
              <w:rPr>
                <w:rFonts w:hint="cs"/>
                <w:cs/>
                <w:lang w:bidi="bn-IN"/>
              </w:rPr>
              <w:t>অবলম্বন</w:t>
            </w:r>
            <w:r w:rsidRPr="00131B32">
              <w:rPr>
                <w:cs/>
                <w:lang w:bidi="bn-IN"/>
              </w:rPr>
              <w:t xml:space="preserve"> </w:t>
            </w:r>
            <w:r w:rsidRPr="00131B32">
              <w:rPr>
                <w:rFonts w:hint="cs"/>
                <w:cs/>
                <w:lang w:bidi="bn-IN"/>
              </w:rPr>
              <w:t>শুধুই</w:t>
            </w:r>
            <w:r w:rsidRPr="00131B32">
              <w:rPr>
                <w:cs/>
                <w:lang w:bidi="bn-IN"/>
              </w:rPr>
              <w:t xml:space="preserve"> </w:t>
            </w:r>
            <w:r w:rsidRPr="00131B32">
              <w:rPr>
                <w:rFonts w:hint="cs"/>
                <w:cs/>
                <w:lang w:bidi="bn-IN"/>
              </w:rPr>
              <w:t>কান্না</w:t>
            </w:r>
            <w:r w:rsidRPr="00131B32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سَابِغَ النِّعَمِ يَا دافِعَ النِّقَمِ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12728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হে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সমস্ত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নেয়ামতের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পূর্ণতাদানকারী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ও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সমস্ত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দুর্যোগের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ত্রাণকর্তা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نُورَ الْمُسْتَوْحِشينَ فِى الْظُّلَمِ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12728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হে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অন্ধকারে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পথভ্রান্ত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একাকীদের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দিশা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আলোক</w:t>
            </w:r>
            <w:r w:rsidRPr="00D51ABF">
              <w:rPr>
                <w:cs/>
                <w:lang w:bidi="bn-IN"/>
              </w:rPr>
              <w:t xml:space="preserve">!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يَا عالِماً لا يُعَلَّمُ صَلِّ عَلى مُحَمَّدٍ وَآلِ مُحَمَّدٍ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D51ABF" w:rsidRDefault="00A12728" w:rsidP="00E21C31">
            <w:pPr>
              <w:pStyle w:val="libNormal"/>
            </w:pPr>
            <w:r w:rsidRPr="00D51ABF">
              <w:rPr>
                <w:rFonts w:hint="cs"/>
                <w:cs/>
                <w:lang w:bidi="bn-IN"/>
              </w:rPr>
              <w:t>হে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সর্বজ্ঞ</w:t>
            </w:r>
            <w:r w:rsidRPr="00D51ABF">
              <w:rPr>
                <w:cs/>
                <w:lang w:bidi="bn-IN"/>
              </w:rPr>
              <w:t xml:space="preserve">! </w:t>
            </w:r>
            <w:r w:rsidRPr="00D51ABF">
              <w:rPr>
                <w:rFonts w:hint="cs"/>
                <w:cs/>
                <w:lang w:bidi="bn-IN"/>
              </w:rPr>
              <w:t>যাকে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কখনো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শিখানো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হয়নি</w:t>
            </w:r>
            <w:r w:rsidRPr="00D51ABF">
              <w:rPr>
                <w:cs/>
                <w:lang w:bidi="bn-IN"/>
              </w:rPr>
              <w:t xml:space="preserve">! </w:t>
            </w:r>
            <w:r w:rsidRPr="00D51ABF">
              <w:rPr>
                <w:rFonts w:hint="cs"/>
                <w:cs/>
                <w:lang w:bidi="bn-IN"/>
              </w:rPr>
              <w:t>মুহাম্মদ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ও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তাঁর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বংশধরদের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উপর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শান্তি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বর্ষণ</w:t>
            </w:r>
            <w:r w:rsidRPr="00D51ABF">
              <w:rPr>
                <w:cs/>
                <w:lang w:bidi="bn-IN"/>
              </w:rPr>
              <w:t xml:space="preserve"> </w:t>
            </w:r>
            <w:r w:rsidRPr="00D51ABF">
              <w:rPr>
                <w:rFonts w:hint="cs"/>
                <w:cs/>
                <w:lang w:bidi="bn-IN"/>
              </w:rPr>
              <w:t>করো</w:t>
            </w:r>
            <w:r w:rsidRPr="00D51ABF">
              <w:rPr>
                <w:cs/>
                <w:lang w:bidi="bn-IN"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  <w:rPr>
                <w:rtl/>
                <w:lang w:bidi="fa-IR"/>
              </w:rPr>
            </w:pPr>
            <w:r w:rsidRPr="00D873E0">
              <w:rPr>
                <w:rtl/>
              </w:rPr>
              <w:t>وَافْعَلْ بِى مَا اَنْتَ أَهْلُهُ</w:t>
            </w:r>
            <w:r w:rsidRPr="00D873E0">
              <w:t xml:space="preserve"> 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E21C31" w:rsidRDefault="00A12728" w:rsidP="00E21C31">
            <w:pPr>
              <w:pStyle w:val="libNormal"/>
            </w:pPr>
            <w:r w:rsidRPr="00E21C31">
              <w:rPr>
                <w:rFonts w:hint="cs"/>
                <w:cs/>
                <w:lang w:bidi="bn-IN"/>
              </w:rPr>
              <w:t>এবং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আমার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প্রতি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তা</w:t>
            </w:r>
            <w:r w:rsidRPr="00E21C31">
              <w:rPr>
                <w:rtl/>
                <w:cs/>
              </w:rPr>
              <w:t>-</w:t>
            </w:r>
            <w:r w:rsidRPr="00E21C31">
              <w:rPr>
                <w:rFonts w:hint="cs"/>
                <w:cs/>
                <w:lang w:bidi="bn-IN"/>
              </w:rPr>
              <w:t>ই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করো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যা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করা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তোমাকে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মানায়</w:t>
            </w:r>
            <w:r w:rsidRPr="00E21C31">
              <w:rPr>
                <w:rtl/>
                <w:cs/>
              </w:rPr>
              <w:t xml:space="preserve"> </w:t>
            </w:r>
          </w:p>
        </w:tc>
      </w:tr>
      <w:tr w:rsidR="004D15FE" w:rsidTr="00D40373">
        <w:trPr>
          <w:cnfStyle w:val="000000100000"/>
          <w:trHeight w:val="128"/>
        </w:trPr>
        <w:tc>
          <w:tcPr>
            <w:tcW w:w="9426" w:type="dxa"/>
          </w:tcPr>
          <w:p w:rsidR="004D15FE" w:rsidRPr="00D873E0" w:rsidRDefault="00A17257" w:rsidP="00D873E0">
            <w:pPr>
              <w:pStyle w:val="libAr"/>
            </w:pPr>
            <w:r w:rsidRPr="00D873E0">
              <w:rPr>
                <w:rtl/>
              </w:rPr>
              <w:t>وَ صَلَّى اللّهُ عَلى رَسُولِهِ وَالْأَئِمَّةِ الْمَيَامينَ مِنْ الِهِ وَ سَلَّمَ تَسْليماً كَثيراً</w:t>
            </w:r>
          </w:p>
        </w:tc>
      </w:tr>
      <w:tr w:rsidR="004D15FE" w:rsidTr="00D40373">
        <w:trPr>
          <w:trHeight w:val="128"/>
        </w:trPr>
        <w:tc>
          <w:tcPr>
            <w:tcW w:w="9426" w:type="dxa"/>
          </w:tcPr>
          <w:p w:rsidR="004D15FE" w:rsidRPr="00E21C31" w:rsidRDefault="008D1DB8" w:rsidP="00E21C31">
            <w:pPr>
              <w:pStyle w:val="libNormal"/>
            </w:pPr>
            <w:r w:rsidRPr="00E21C31">
              <w:rPr>
                <w:rFonts w:hint="cs"/>
                <w:cs/>
                <w:lang w:bidi="bn-IN"/>
              </w:rPr>
              <w:t>শান্তি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বর্ষিত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হোক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তাঁর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রাসূলের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উপর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এবং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তাঁর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বংশধরদের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মধ্য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হতে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পবিত্র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ইমামদের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উপর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এবং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তাঁদের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দান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করো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অপার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ও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অসীম</w:t>
            </w:r>
            <w:r w:rsidRPr="00E21C31">
              <w:rPr>
                <w:rtl/>
                <w:cs/>
              </w:rPr>
              <w:t xml:space="preserve"> </w:t>
            </w:r>
            <w:r w:rsidRPr="00E21C31">
              <w:rPr>
                <w:rFonts w:hint="cs"/>
                <w:cs/>
                <w:lang w:bidi="bn-IN"/>
              </w:rPr>
              <w:t>প্রশান্তি</w:t>
            </w:r>
          </w:p>
        </w:tc>
      </w:tr>
    </w:tbl>
    <w:p w:rsidR="008B38D8" w:rsidRDefault="008B38D8" w:rsidP="00D873E0">
      <w:pPr>
        <w:pStyle w:val="libNormal"/>
      </w:pPr>
    </w:p>
    <w:p w:rsidR="008B38D8" w:rsidRPr="008B38D8" w:rsidRDefault="008B38D8" w:rsidP="008B38D8">
      <w:r>
        <w:br w:type="page"/>
      </w:r>
    </w:p>
    <w:sdt>
      <w:sdtPr>
        <w:id w:val="3469924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8B38D8" w:rsidRDefault="008B38D8" w:rsidP="008B38D8">
          <w:pPr>
            <w:pStyle w:val="TOCHeading"/>
          </w:pPr>
          <w:r w:rsidRPr="008B38D8">
            <w:rPr>
              <w:rStyle w:val="Heading1Char"/>
              <w:rFonts w:eastAsiaTheme="majorEastAsia" w:hint="cs"/>
              <w:cs/>
              <w:lang w:bidi="bn-IN"/>
            </w:rPr>
            <w:t>সূচিপত্র</w:t>
          </w:r>
        </w:p>
        <w:p w:rsidR="008B38D8" w:rsidRPr="008B38D8" w:rsidRDefault="008B38D8" w:rsidP="008B38D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7103534" w:history="1">
            <w:r w:rsidRPr="008B38D8">
              <w:rPr>
                <w:rStyle w:val="Hyperlink"/>
                <w:noProof/>
                <w:cs/>
                <w:lang w:bidi="bn-IN"/>
              </w:rPr>
              <w:t>ভূমিকা</w:t>
            </w:r>
            <w:r w:rsidRPr="008B38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>৩</w:t>
            </w:r>
          </w:hyperlink>
        </w:p>
        <w:p w:rsidR="008B38D8" w:rsidRPr="008B38D8" w:rsidRDefault="008B38D8" w:rsidP="008B38D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87103535" w:history="1">
            <w:r w:rsidRPr="008B38D8">
              <w:rPr>
                <w:rStyle w:val="Hyperlink"/>
                <w:noProof/>
                <w:cs/>
                <w:lang w:bidi="bn-IN"/>
              </w:rPr>
              <w:t>দোয়া কুমাইল</w:t>
            </w:r>
            <w:r w:rsidRPr="008B38D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>৪</w:t>
            </w:r>
          </w:hyperlink>
        </w:p>
        <w:p w:rsidR="008B38D8" w:rsidRDefault="008B38D8">
          <w:r>
            <w:fldChar w:fldCharType="end"/>
          </w:r>
        </w:p>
      </w:sdtContent>
    </w:sdt>
    <w:p w:rsidR="00002508" w:rsidRPr="00D873E0" w:rsidRDefault="00002508" w:rsidP="00D873E0">
      <w:pPr>
        <w:pStyle w:val="libNormal"/>
        <w:rPr>
          <w:rtl/>
          <w:cs/>
        </w:rPr>
      </w:pPr>
    </w:p>
    <w:sectPr w:rsidR="00002508" w:rsidRPr="00D873E0" w:rsidSect="00EA18A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95C" w:rsidRDefault="00FC695C" w:rsidP="008B7801">
      <w:pPr>
        <w:spacing w:after="0" w:line="240" w:lineRule="auto"/>
      </w:pPr>
      <w:r>
        <w:separator/>
      </w:r>
    </w:p>
  </w:endnote>
  <w:endnote w:type="continuationSeparator" w:id="0">
    <w:p w:rsidR="00FC695C" w:rsidRDefault="00FC695C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utonnyMJ">
    <w:altName w:val="Times New Roman"/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FC695C" w:rsidRDefault="00DA7516" w:rsidP="000E3D11">
        <w:pPr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="00FC695C"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8B38D8">
          <w:rPr>
            <w:rFonts w:ascii="SutonnyMJ" w:hAnsi="SutonnyMJ" w:cs="SutonnyMJ"/>
            <w:noProof/>
          </w:rPr>
          <w:t>26</w:t>
        </w:r>
        <w:r w:rsidRPr="00AA7385">
          <w:rPr>
            <w:rFonts w:ascii="SutonnyMJ" w:hAnsi="SutonnyMJ" w:cs="SutonnyMJ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95C" w:rsidRDefault="00FC695C" w:rsidP="008B7801">
      <w:pPr>
        <w:spacing w:after="0" w:line="240" w:lineRule="auto"/>
      </w:pPr>
      <w:r>
        <w:separator/>
      </w:r>
    </w:p>
  </w:footnote>
  <w:footnote w:type="continuationSeparator" w:id="0">
    <w:p w:rsidR="00FC695C" w:rsidRDefault="00FC695C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187C34"/>
    <w:rsid w:val="00002508"/>
    <w:rsid w:val="00005ECF"/>
    <w:rsid w:val="000158C7"/>
    <w:rsid w:val="00017698"/>
    <w:rsid w:val="00026914"/>
    <w:rsid w:val="00036558"/>
    <w:rsid w:val="00036F5D"/>
    <w:rsid w:val="000416CF"/>
    <w:rsid w:val="00043AB8"/>
    <w:rsid w:val="000451DA"/>
    <w:rsid w:val="00046AE4"/>
    <w:rsid w:val="00064BD1"/>
    <w:rsid w:val="00064D4E"/>
    <w:rsid w:val="00067176"/>
    <w:rsid w:val="000709D5"/>
    <w:rsid w:val="000753B9"/>
    <w:rsid w:val="000858AF"/>
    <w:rsid w:val="0009188E"/>
    <w:rsid w:val="000A16E2"/>
    <w:rsid w:val="000A3C87"/>
    <w:rsid w:val="000A4CBF"/>
    <w:rsid w:val="000B6A4B"/>
    <w:rsid w:val="000C0563"/>
    <w:rsid w:val="000C0B2A"/>
    <w:rsid w:val="000C4F54"/>
    <w:rsid w:val="000D0D5B"/>
    <w:rsid w:val="000D0FC8"/>
    <w:rsid w:val="000D641E"/>
    <w:rsid w:val="000D7BE3"/>
    <w:rsid w:val="000E3D11"/>
    <w:rsid w:val="000F7C17"/>
    <w:rsid w:val="00100DC0"/>
    <w:rsid w:val="00103B9B"/>
    <w:rsid w:val="0010506E"/>
    <w:rsid w:val="00107C2D"/>
    <w:rsid w:val="0011039F"/>
    <w:rsid w:val="0011328D"/>
    <w:rsid w:val="00122447"/>
    <w:rsid w:val="00123EB4"/>
    <w:rsid w:val="0012511E"/>
    <w:rsid w:val="00131B32"/>
    <w:rsid w:val="00136137"/>
    <w:rsid w:val="00142294"/>
    <w:rsid w:val="001650CE"/>
    <w:rsid w:val="00167139"/>
    <w:rsid w:val="001749BA"/>
    <w:rsid w:val="00176F00"/>
    <w:rsid w:val="00184DB8"/>
    <w:rsid w:val="00187C34"/>
    <w:rsid w:val="001A3437"/>
    <w:rsid w:val="001A4AD2"/>
    <w:rsid w:val="001A68B3"/>
    <w:rsid w:val="001A71E8"/>
    <w:rsid w:val="001B2552"/>
    <w:rsid w:val="001B383C"/>
    <w:rsid w:val="001C43A6"/>
    <w:rsid w:val="001C7B58"/>
    <w:rsid w:val="001D1762"/>
    <w:rsid w:val="001D3A19"/>
    <w:rsid w:val="001E0D60"/>
    <w:rsid w:val="001E34D3"/>
    <w:rsid w:val="001E72E2"/>
    <w:rsid w:val="001F0750"/>
    <w:rsid w:val="002029B8"/>
    <w:rsid w:val="00214A0A"/>
    <w:rsid w:val="002217D9"/>
    <w:rsid w:val="0022370C"/>
    <w:rsid w:val="002306E4"/>
    <w:rsid w:val="00235071"/>
    <w:rsid w:val="00242CD3"/>
    <w:rsid w:val="00244159"/>
    <w:rsid w:val="00244C94"/>
    <w:rsid w:val="0024762D"/>
    <w:rsid w:val="002525EC"/>
    <w:rsid w:val="0025608C"/>
    <w:rsid w:val="00257166"/>
    <w:rsid w:val="0026134F"/>
    <w:rsid w:val="0026492B"/>
    <w:rsid w:val="00265709"/>
    <w:rsid w:val="00271B22"/>
    <w:rsid w:val="00275890"/>
    <w:rsid w:val="002811B7"/>
    <w:rsid w:val="0028663A"/>
    <w:rsid w:val="00286C01"/>
    <w:rsid w:val="00292BC3"/>
    <w:rsid w:val="00293038"/>
    <w:rsid w:val="00296130"/>
    <w:rsid w:val="002B709B"/>
    <w:rsid w:val="002D0682"/>
    <w:rsid w:val="002D13B7"/>
    <w:rsid w:val="002D15B8"/>
    <w:rsid w:val="002D16D2"/>
    <w:rsid w:val="002D259D"/>
    <w:rsid w:val="002D2865"/>
    <w:rsid w:val="002D5979"/>
    <w:rsid w:val="002E3FD3"/>
    <w:rsid w:val="002E4766"/>
    <w:rsid w:val="002E58A2"/>
    <w:rsid w:val="002E7FD0"/>
    <w:rsid w:val="002F11BE"/>
    <w:rsid w:val="002F3624"/>
    <w:rsid w:val="00304CCF"/>
    <w:rsid w:val="003137DA"/>
    <w:rsid w:val="00313BE8"/>
    <w:rsid w:val="00313FD6"/>
    <w:rsid w:val="00317A77"/>
    <w:rsid w:val="003211F2"/>
    <w:rsid w:val="003237FA"/>
    <w:rsid w:val="003357C3"/>
    <w:rsid w:val="003359CB"/>
    <w:rsid w:val="00336A70"/>
    <w:rsid w:val="003446AD"/>
    <w:rsid w:val="00353EDF"/>
    <w:rsid w:val="003637C9"/>
    <w:rsid w:val="003640EF"/>
    <w:rsid w:val="00376860"/>
    <w:rsid w:val="00382A05"/>
    <w:rsid w:val="0038315C"/>
    <w:rsid w:val="00393AC5"/>
    <w:rsid w:val="00394EB9"/>
    <w:rsid w:val="003A1605"/>
    <w:rsid w:val="003A380C"/>
    <w:rsid w:val="003B34CB"/>
    <w:rsid w:val="003C5A32"/>
    <w:rsid w:val="003D3D21"/>
    <w:rsid w:val="003D704A"/>
    <w:rsid w:val="003E0AB4"/>
    <w:rsid w:val="003E4BC2"/>
    <w:rsid w:val="003F3F47"/>
    <w:rsid w:val="003F77EC"/>
    <w:rsid w:val="004036E5"/>
    <w:rsid w:val="00406D51"/>
    <w:rsid w:val="004151F5"/>
    <w:rsid w:val="00416E01"/>
    <w:rsid w:val="004208E1"/>
    <w:rsid w:val="00421052"/>
    <w:rsid w:val="004219FE"/>
    <w:rsid w:val="004234A1"/>
    <w:rsid w:val="004438CE"/>
    <w:rsid w:val="00445982"/>
    <w:rsid w:val="004473CF"/>
    <w:rsid w:val="004517A4"/>
    <w:rsid w:val="004546B7"/>
    <w:rsid w:val="00454795"/>
    <w:rsid w:val="00457262"/>
    <w:rsid w:val="0046364A"/>
    <w:rsid w:val="00463EDB"/>
    <w:rsid w:val="00463F84"/>
    <w:rsid w:val="00464136"/>
    <w:rsid w:val="004662BF"/>
    <w:rsid w:val="004726A7"/>
    <w:rsid w:val="00482325"/>
    <w:rsid w:val="00483A81"/>
    <w:rsid w:val="004924CF"/>
    <w:rsid w:val="00492513"/>
    <w:rsid w:val="00494293"/>
    <w:rsid w:val="0049687C"/>
    <w:rsid w:val="00496B7F"/>
    <w:rsid w:val="004A56BA"/>
    <w:rsid w:val="004B2105"/>
    <w:rsid w:val="004B5D66"/>
    <w:rsid w:val="004B73D3"/>
    <w:rsid w:val="004B74AC"/>
    <w:rsid w:val="004C1471"/>
    <w:rsid w:val="004C57A4"/>
    <w:rsid w:val="004C63C5"/>
    <w:rsid w:val="004D15FE"/>
    <w:rsid w:val="004F68DD"/>
    <w:rsid w:val="005106C4"/>
    <w:rsid w:val="00517792"/>
    <w:rsid w:val="005262B2"/>
    <w:rsid w:val="00532D9A"/>
    <w:rsid w:val="00540CD3"/>
    <w:rsid w:val="00541032"/>
    <w:rsid w:val="005423C6"/>
    <w:rsid w:val="00544132"/>
    <w:rsid w:val="0054501D"/>
    <w:rsid w:val="0054568C"/>
    <w:rsid w:val="00550CA4"/>
    <w:rsid w:val="0055334B"/>
    <w:rsid w:val="00554FFC"/>
    <w:rsid w:val="00555871"/>
    <w:rsid w:val="00560460"/>
    <w:rsid w:val="0056237B"/>
    <w:rsid w:val="005626FD"/>
    <w:rsid w:val="005656A1"/>
    <w:rsid w:val="005668A9"/>
    <w:rsid w:val="005726E1"/>
    <w:rsid w:val="00584195"/>
    <w:rsid w:val="005850F3"/>
    <w:rsid w:val="00586283"/>
    <w:rsid w:val="005862E0"/>
    <w:rsid w:val="00592B83"/>
    <w:rsid w:val="00593844"/>
    <w:rsid w:val="0059796A"/>
    <w:rsid w:val="005A0E2B"/>
    <w:rsid w:val="005A21F0"/>
    <w:rsid w:val="005A364A"/>
    <w:rsid w:val="005A3798"/>
    <w:rsid w:val="005A4A96"/>
    <w:rsid w:val="005B04A4"/>
    <w:rsid w:val="005B1ECA"/>
    <w:rsid w:val="005C5C7E"/>
    <w:rsid w:val="005C64EB"/>
    <w:rsid w:val="005C7052"/>
    <w:rsid w:val="005D2D86"/>
    <w:rsid w:val="005D3333"/>
    <w:rsid w:val="005D6020"/>
    <w:rsid w:val="005E1B80"/>
    <w:rsid w:val="005E3682"/>
    <w:rsid w:val="005E4BD4"/>
    <w:rsid w:val="005F1B25"/>
    <w:rsid w:val="005F2D37"/>
    <w:rsid w:val="005F5ADE"/>
    <w:rsid w:val="00603FA1"/>
    <w:rsid w:val="00606FA3"/>
    <w:rsid w:val="0061174D"/>
    <w:rsid w:val="00612107"/>
    <w:rsid w:val="00613A48"/>
    <w:rsid w:val="00631FC0"/>
    <w:rsid w:val="00632C44"/>
    <w:rsid w:val="0063395D"/>
    <w:rsid w:val="00640AC4"/>
    <w:rsid w:val="00643B33"/>
    <w:rsid w:val="006533E6"/>
    <w:rsid w:val="006628C5"/>
    <w:rsid w:val="00665161"/>
    <w:rsid w:val="006662F8"/>
    <w:rsid w:val="0066667A"/>
    <w:rsid w:val="00666E34"/>
    <w:rsid w:val="006708D9"/>
    <w:rsid w:val="00671693"/>
    <w:rsid w:val="006746F0"/>
    <w:rsid w:val="00690232"/>
    <w:rsid w:val="006A02FE"/>
    <w:rsid w:val="006A335F"/>
    <w:rsid w:val="006C775E"/>
    <w:rsid w:val="006D03E9"/>
    <w:rsid w:val="006D197A"/>
    <w:rsid w:val="006D1B58"/>
    <w:rsid w:val="006D440E"/>
    <w:rsid w:val="006E09C7"/>
    <w:rsid w:val="006E3F16"/>
    <w:rsid w:val="006E7BCD"/>
    <w:rsid w:val="00702DFA"/>
    <w:rsid w:val="00703FD3"/>
    <w:rsid w:val="00707890"/>
    <w:rsid w:val="00713A8F"/>
    <w:rsid w:val="00714C8C"/>
    <w:rsid w:val="00717766"/>
    <w:rsid w:val="007269F6"/>
    <w:rsid w:val="00733E6E"/>
    <w:rsid w:val="00736945"/>
    <w:rsid w:val="00737D04"/>
    <w:rsid w:val="00741F32"/>
    <w:rsid w:val="0074697D"/>
    <w:rsid w:val="0075520E"/>
    <w:rsid w:val="00755E02"/>
    <w:rsid w:val="0076064C"/>
    <w:rsid w:val="007611D5"/>
    <w:rsid w:val="00765A26"/>
    <w:rsid w:val="007719FE"/>
    <w:rsid w:val="00776659"/>
    <w:rsid w:val="00780C38"/>
    <w:rsid w:val="00794D40"/>
    <w:rsid w:val="007959C0"/>
    <w:rsid w:val="007969B8"/>
    <w:rsid w:val="007A1366"/>
    <w:rsid w:val="007D0C93"/>
    <w:rsid w:val="007D3565"/>
    <w:rsid w:val="007F0343"/>
    <w:rsid w:val="007F38BE"/>
    <w:rsid w:val="007F622E"/>
    <w:rsid w:val="00800719"/>
    <w:rsid w:val="00807972"/>
    <w:rsid w:val="00810AD6"/>
    <w:rsid w:val="00812AE2"/>
    <w:rsid w:val="00813C73"/>
    <w:rsid w:val="008146D3"/>
    <w:rsid w:val="00817107"/>
    <w:rsid w:val="00817378"/>
    <w:rsid w:val="008227CD"/>
    <w:rsid w:val="008230AE"/>
    <w:rsid w:val="00825862"/>
    <w:rsid w:val="00826493"/>
    <w:rsid w:val="008275E9"/>
    <w:rsid w:val="00830199"/>
    <w:rsid w:val="008302AE"/>
    <w:rsid w:val="00835EBB"/>
    <w:rsid w:val="00837A7A"/>
    <w:rsid w:val="0084394B"/>
    <w:rsid w:val="00843C53"/>
    <w:rsid w:val="0085324D"/>
    <w:rsid w:val="00864E13"/>
    <w:rsid w:val="008703C6"/>
    <w:rsid w:val="008715EA"/>
    <w:rsid w:val="00872BD6"/>
    <w:rsid w:val="00873980"/>
    <w:rsid w:val="00881A1C"/>
    <w:rsid w:val="00883EA9"/>
    <w:rsid w:val="00884A8B"/>
    <w:rsid w:val="00890FD9"/>
    <w:rsid w:val="00895198"/>
    <w:rsid w:val="008A11A7"/>
    <w:rsid w:val="008A4E3F"/>
    <w:rsid w:val="008A5A1E"/>
    <w:rsid w:val="008A6E9A"/>
    <w:rsid w:val="008B258A"/>
    <w:rsid w:val="008B2D48"/>
    <w:rsid w:val="008B38D8"/>
    <w:rsid w:val="008B7801"/>
    <w:rsid w:val="008B7AD9"/>
    <w:rsid w:val="008C1A15"/>
    <w:rsid w:val="008C285B"/>
    <w:rsid w:val="008C3D64"/>
    <w:rsid w:val="008C5E0F"/>
    <w:rsid w:val="008D1772"/>
    <w:rsid w:val="008D1DB8"/>
    <w:rsid w:val="008D2BC5"/>
    <w:rsid w:val="008D3A01"/>
    <w:rsid w:val="008D4310"/>
    <w:rsid w:val="008D5302"/>
    <w:rsid w:val="008D6263"/>
    <w:rsid w:val="008D663A"/>
    <w:rsid w:val="008E1557"/>
    <w:rsid w:val="008E16D7"/>
    <w:rsid w:val="008E1B39"/>
    <w:rsid w:val="008E330F"/>
    <w:rsid w:val="008F0D7B"/>
    <w:rsid w:val="008F787A"/>
    <w:rsid w:val="00902D3C"/>
    <w:rsid w:val="00905FE7"/>
    <w:rsid w:val="009117EC"/>
    <w:rsid w:val="00915079"/>
    <w:rsid w:val="00916F9A"/>
    <w:rsid w:val="00921503"/>
    <w:rsid w:val="009221B9"/>
    <w:rsid w:val="00927BB9"/>
    <w:rsid w:val="009314BF"/>
    <w:rsid w:val="00934323"/>
    <w:rsid w:val="00937772"/>
    <w:rsid w:val="00937B74"/>
    <w:rsid w:val="00941AEF"/>
    <w:rsid w:val="00944C14"/>
    <w:rsid w:val="009465C1"/>
    <w:rsid w:val="0094696C"/>
    <w:rsid w:val="00950DBB"/>
    <w:rsid w:val="00957C1E"/>
    <w:rsid w:val="00957CDC"/>
    <w:rsid w:val="00967533"/>
    <w:rsid w:val="009736E4"/>
    <w:rsid w:val="00974B47"/>
    <w:rsid w:val="00976CDC"/>
    <w:rsid w:val="00985CF1"/>
    <w:rsid w:val="00990FF6"/>
    <w:rsid w:val="0099357E"/>
    <w:rsid w:val="009A053A"/>
    <w:rsid w:val="009A39DC"/>
    <w:rsid w:val="009B1612"/>
    <w:rsid w:val="009B48E5"/>
    <w:rsid w:val="009B52D9"/>
    <w:rsid w:val="009B6DD8"/>
    <w:rsid w:val="009C0768"/>
    <w:rsid w:val="009C0780"/>
    <w:rsid w:val="009C4214"/>
    <w:rsid w:val="009C51FE"/>
    <w:rsid w:val="009D142D"/>
    <w:rsid w:val="009D2CA9"/>
    <w:rsid w:val="009D3FD2"/>
    <w:rsid w:val="009D5BFF"/>
    <w:rsid w:val="009D759C"/>
    <w:rsid w:val="009D7A0F"/>
    <w:rsid w:val="009E0884"/>
    <w:rsid w:val="009F2D96"/>
    <w:rsid w:val="009F5560"/>
    <w:rsid w:val="00A00AE9"/>
    <w:rsid w:val="00A01D4C"/>
    <w:rsid w:val="00A02BD0"/>
    <w:rsid w:val="00A04A66"/>
    <w:rsid w:val="00A06151"/>
    <w:rsid w:val="00A072CA"/>
    <w:rsid w:val="00A07514"/>
    <w:rsid w:val="00A1022F"/>
    <w:rsid w:val="00A12728"/>
    <w:rsid w:val="00A14D09"/>
    <w:rsid w:val="00A1598F"/>
    <w:rsid w:val="00A17257"/>
    <w:rsid w:val="00A25828"/>
    <w:rsid w:val="00A2744B"/>
    <w:rsid w:val="00A32710"/>
    <w:rsid w:val="00A35C21"/>
    <w:rsid w:val="00A41120"/>
    <w:rsid w:val="00A44DBB"/>
    <w:rsid w:val="00A455D0"/>
    <w:rsid w:val="00A4649B"/>
    <w:rsid w:val="00A54CB6"/>
    <w:rsid w:val="00A560EA"/>
    <w:rsid w:val="00A565CE"/>
    <w:rsid w:val="00A578F7"/>
    <w:rsid w:val="00A61450"/>
    <w:rsid w:val="00A6371B"/>
    <w:rsid w:val="00A65C07"/>
    <w:rsid w:val="00A67363"/>
    <w:rsid w:val="00A67BD3"/>
    <w:rsid w:val="00A73896"/>
    <w:rsid w:val="00A74D8C"/>
    <w:rsid w:val="00A772D7"/>
    <w:rsid w:val="00A77675"/>
    <w:rsid w:val="00A8054A"/>
    <w:rsid w:val="00A826A7"/>
    <w:rsid w:val="00A82F04"/>
    <w:rsid w:val="00A831D9"/>
    <w:rsid w:val="00A86936"/>
    <w:rsid w:val="00A87D98"/>
    <w:rsid w:val="00AA08F1"/>
    <w:rsid w:val="00AA7385"/>
    <w:rsid w:val="00AB18E8"/>
    <w:rsid w:val="00AB1E22"/>
    <w:rsid w:val="00AB2DB8"/>
    <w:rsid w:val="00AB6543"/>
    <w:rsid w:val="00AC3E47"/>
    <w:rsid w:val="00AD052B"/>
    <w:rsid w:val="00AD44A5"/>
    <w:rsid w:val="00AD6384"/>
    <w:rsid w:val="00AE4471"/>
    <w:rsid w:val="00AE454D"/>
    <w:rsid w:val="00B122F8"/>
    <w:rsid w:val="00B13024"/>
    <w:rsid w:val="00B14836"/>
    <w:rsid w:val="00B161B4"/>
    <w:rsid w:val="00B26972"/>
    <w:rsid w:val="00B27FA0"/>
    <w:rsid w:val="00B33BE6"/>
    <w:rsid w:val="00B37215"/>
    <w:rsid w:val="00B476A4"/>
    <w:rsid w:val="00B50F2A"/>
    <w:rsid w:val="00B62251"/>
    <w:rsid w:val="00B62775"/>
    <w:rsid w:val="00B627B2"/>
    <w:rsid w:val="00B63941"/>
    <w:rsid w:val="00B6472E"/>
    <w:rsid w:val="00B657DA"/>
    <w:rsid w:val="00B73BA5"/>
    <w:rsid w:val="00B74DAE"/>
    <w:rsid w:val="00B75560"/>
    <w:rsid w:val="00B76F31"/>
    <w:rsid w:val="00B811CF"/>
    <w:rsid w:val="00B83985"/>
    <w:rsid w:val="00B841C2"/>
    <w:rsid w:val="00B84558"/>
    <w:rsid w:val="00B854B9"/>
    <w:rsid w:val="00B877D9"/>
    <w:rsid w:val="00B91799"/>
    <w:rsid w:val="00B94879"/>
    <w:rsid w:val="00B96407"/>
    <w:rsid w:val="00BA3C1C"/>
    <w:rsid w:val="00BB2AC1"/>
    <w:rsid w:val="00BC51E5"/>
    <w:rsid w:val="00BD15E9"/>
    <w:rsid w:val="00BD38C5"/>
    <w:rsid w:val="00BE1409"/>
    <w:rsid w:val="00BE6A25"/>
    <w:rsid w:val="00C161E3"/>
    <w:rsid w:val="00C208CA"/>
    <w:rsid w:val="00C2470C"/>
    <w:rsid w:val="00C25C7E"/>
    <w:rsid w:val="00C303C9"/>
    <w:rsid w:val="00C313B1"/>
    <w:rsid w:val="00C32703"/>
    <w:rsid w:val="00C34189"/>
    <w:rsid w:val="00C36628"/>
    <w:rsid w:val="00C36870"/>
    <w:rsid w:val="00C4215E"/>
    <w:rsid w:val="00C456D3"/>
    <w:rsid w:val="00C50AE6"/>
    <w:rsid w:val="00C53098"/>
    <w:rsid w:val="00C53229"/>
    <w:rsid w:val="00C539D3"/>
    <w:rsid w:val="00C5532B"/>
    <w:rsid w:val="00C56AD4"/>
    <w:rsid w:val="00C672D2"/>
    <w:rsid w:val="00C70B64"/>
    <w:rsid w:val="00C7440B"/>
    <w:rsid w:val="00C8675F"/>
    <w:rsid w:val="00C90407"/>
    <w:rsid w:val="00C924E6"/>
    <w:rsid w:val="00C94039"/>
    <w:rsid w:val="00CA6C17"/>
    <w:rsid w:val="00CB01CB"/>
    <w:rsid w:val="00CB1489"/>
    <w:rsid w:val="00CB552C"/>
    <w:rsid w:val="00CC48FE"/>
    <w:rsid w:val="00CC70FE"/>
    <w:rsid w:val="00CD6057"/>
    <w:rsid w:val="00CD6507"/>
    <w:rsid w:val="00CD6645"/>
    <w:rsid w:val="00CD7C95"/>
    <w:rsid w:val="00CE088A"/>
    <w:rsid w:val="00CE09E4"/>
    <w:rsid w:val="00CE1847"/>
    <w:rsid w:val="00CE4625"/>
    <w:rsid w:val="00CF0372"/>
    <w:rsid w:val="00D00839"/>
    <w:rsid w:val="00D02065"/>
    <w:rsid w:val="00D0707C"/>
    <w:rsid w:val="00D2360E"/>
    <w:rsid w:val="00D320D5"/>
    <w:rsid w:val="00D4000F"/>
    <w:rsid w:val="00D40373"/>
    <w:rsid w:val="00D40666"/>
    <w:rsid w:val="00D41F6C"/>
    <w:rsid w:val="00D430A5"/>
    <w:rsid w:val="00D443B1"/>
    <w:rsid w:val="00D44DB1"/>
    <w:rsid w:val="00D450D2"/>
    <w:rsid w:val="00D454B5"/>
    <w:rsid w:val="00D457C0"/>
    <w:rsid w:val="00D46570"/>
    <w:rsid w:val="00D46717"/>
    <w:rsid w:val="00D4723B"/>
    <w:rsid w:val="00D51ABF"/>
    <w:rsid w:val="00D56332"/>
    <w:rsid w:val="00D6090C"/>
    <w:rsid w:val="00D625CE"/>
    <w:rsid w:val="00D7533E"/>
    <w:rsid w:val="00D82D5F"/>
    <w:rsid w:val="00D8491B"/>
    <w:rsid w:val="00D86325"/>
    <w:rsid w:val="00D873E0"/>
    <w:rsid w:val="00D91596"/>
    <w:rsid w:val="00D91979"/>
    <w:rsid w:val="00D941C7"/>
    <w:rsid w:val="00D94CCA"/>
    <w:rsid w:val="00D95DB7"/>
    <w:rsid w:val="00DA7516"/>
    <w:rsid w:val="00DB313C"/>
    <w:rsid w:val="00DB477C"/>
    <w:rsid w:val="00DB5B31"/>
    <w:rsid w:val="00DB746C"/>
    <w:rsid w:val="00DC1C18"/>
    <w:rsid w:val="00DC2F89"/>
    <w:rsid w:val="00DC6B7C"/>
    <w:rsid w:val="00DC782C"/>
    <w:rsid w:val="00DD005F"/>
    <w:rsid w:val="00DD1EA5"/>
    <w:rsid w:val="00DD5C1E"/>
    <w:rsid w:val="00DE5A1C"/>
    <w:rsid w:val="00DE66DD"/>
    <w:rsid w:val="00DE75FC"/>
    <w:rsid w:val="00DE7BF6"/>
    <w:rsid w:val="00DF0DAD"/>
    <w:rsid w:val="00DF4130"/>
    <w:rsid w:val="00DF45E8"/>
    <w:rsid w:val="00DF5F3D"/>
    <w:rsid w:val="00E02BA8"/>
    <w:rsid w:val="00E03474"/>
    <w:rsid w:val="00E10D9B"/>
    <w:rsid w:val="00E12627"/>
    <w:rsid w:val="00E12AD3"/>
    <w:rsid w:val="00E13A49"/>
    <w:rsid w:val="00E13B42"/>
    <w:rsid w:val="00E152B2"/>
    <w:rsid w:val="00E1613B"/>
    <w:rsid w:val="00E179DB"/>
    <w:rsid w:val="00E21C31"/>
    <w:rsid w:val="00E2392C"/>
    <w:rsid w:val="00E27091"/>
    <w:rsid w:val="00E30987"/>
    <w:rsid w:val="00E32589"/>
    <w:rsid w:val="00E33BDB"/>
    <w:rsid w:val="00E352B5"/>
    <w:rsid w:val="00E400A5"/>
    <w:rsid w:val="00E52113"/>
    <w:rsid w:val="00E652D2"/>
    <w:rsid w:val="00E65558"/>
    <w:rsid w:val="00E655C8"/>
    <w:rsid w:val="00E742B8"/>
    <w:rsid w:val="00E74E31"/>
    <w:rsid w:val="00E751EB"/>
    <w:rsid w:val="00E7560C"/>
    <w:rsid w:val="00E83EE1"/>
    <w:rsid w:val="00E84EB1"/>
    <w:rsid w:val="00E850CD"/>
    <w:rsid w:val="00E8670F"/>
    <w:rsid w:val="00E93075"/>
    <w:rsid w:val="00E9343A"/>
    <w:rsid w:val="00EA18A1"/>
    <w:rsid w:val="00EB103F"/>
    <w:rsid w:val="00EB1BF3"/>
    <w:rsid w:val="00EB64E8"/>
    <w:rsid w:val="00EB74F5"/>
    <w:rsid w:val="00EC3351"/>
    <w:rsid w:val="00EC4B61"/>
    <w:rsid w:val="00EC6310"/>
    <w:rsid w:val="00ED319B"/>
    <w:rsid w:val="00EF7ADF"/>
    <w:rsid w:val="00EF7C64"/>
    <w:rsid w:val="00F01C1D"/>
    <w:rsid w:val="00F058D3"/>
    <w:rsid w:val="00F1024A"/>
    <w:rsid w:val="00F11A1C"/>
    <w:rsid w:val="00F160A7"/>
    <w:rsid w:val="00F16EE1"/>
    <w:rsid w:val="00F20557"/>
    <w:rsid w:val="00F42E53"/>
    <w:rsid w:val="00F43C5D"/>
    <w:rsid w:val="00F45DB8"/>
    <w:rsid w:val="00F45DDD"/>
    <w:rsid w:val="00F525D6"/>
    <w:rsid w:val="00F56439"/>
    <w:rsid w:val="00F60477"/>
    <w:rsid w:val="00F64920"/>
    <w:rsid w:val="00F66A17"/>
    <w:rsid w:val="00F75DA7"/>
    <w:rsid w:val="00F83148"/>
    <w:rsid w:val="00F84511"/>
    <w:rsid w:val="00F85ECA"/>
    <w:rsid w:val="00F86D8D"/>
    <w:rsid w:val="00F87E84"/>
    <w:rsid w:val="00F91E16"/>
    <w:rsid w:val="00F9327C"/>
    <w:rsid w:val="00F94EBD"/>
    <w:rsid w:val="00F96A5E"/>
    <w:rsid w:val="00F96D78"/>
    <w:rsid w:val="00FA7291"/>
    <w:rsid w:val="00FB2C9D"/>
    <w:rsid w:val="00FB5849"/>
    <w:rsid w:val="00FC45C2"/>
    <w:rsid w:val="00FC695C"/>
    <w:rsid w:val="00FD2508"/>
    <w:rsid w:val="00FD2E0A"/>
    <w:rsid w:val="00FD48E1"/>
    <w:rsid w:val="00FD6799"/>
    <w:rsid w:val="00FE115C"/>
    <w:rsid w:val="00FE168D"/>
    <w:rsid w:val="00FE246C"/>
    <w:rsid w:val="00FE7835"/>
    <w:rsid w:val="00FF0E50"/>
    <w:rsid w:val="00FF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5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qFormat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qFormat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qFormat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qFormat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rAie">
    <w:name w:val="libFootnoteArAie"/>
    <w:basedOn w:val="libAr"/>
    <w:link w:val="libFootnoteArAieChar"/>
    <w:rsid w:val="00643B33"/>
    <w:rPr>
      <w:color w:val="008000"/>
      <w:szCs w:val="26"/>
    </w:rPr>
  </w:style>
  <w:style w:type="character" w:customStyle="1" w:styleId="libFootnoteArAieChar">
    <w:name w:val="libFootnoteArAie Char"/>
    <w:basedOn w:val="libFootnoteChar"/>
    <w:link w:val="libFootnoteArAie"/>
    <w:rsid w:val="00643B33"/>
    <w:rPr>
      <w:rFonts w:ascii="Times New Roman" w:hAnsi="Times New Roman" w:cs="Traditional Arabic"/>
      <w:color w:val="008000"/>
      <w:sz w:val="28"/>
      <w:szCs w:val="26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Ar"/>
    <w:link w:val="libAlaemChar"/>
    <w:qFormat/>
    <w:rsid w:val="002D0682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2D0682"/>
    <w:rPr>
      <w:rFonts w:ascii="Rafed Alaem" w:eastAsia="Rafed Alaem" w:hAnsi="Rafed Alaem" w:cs="Rafed Alaem"/>
      <w:szCs w:val="32"/>
    </w:rPr>
  </w:style>
  <w:style w:type="character" w:customStyle="1" w:styleId="libEnChar">
    <w:name w:val="libEn Char"/>
    <w:basedOn w:val="libNormalChar"/>
    <w:link w:val="libEn"/>
    <w:rsid w:val="000E3D11"/>
    <w:rPr>
      <w:rFonts w:asciiTheme="minorBidi" w:hAnsiTheme="minorBidi"/>
      <w:sz w:val="24"/>
    </w:rPr>
  </w:style>
  <w:style w:type="paragraph" w:customStyle="1" w:styleId="libEn">
    <w:name w:val="libEn"/>
    <w:basedOn w:val="libNormal"/>
    <w:link w:val="libEnChar"/>
    <w:qFormat/>
    <w:rsid w:val="00336A70"/>
    <w:rPr>
      <w:rFonts w:asciiTheme="minorBidi" w:hAnsiTheme="minorBidi"/>
      <w:sz w:val="24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 w:line="276" w:lineRule="auto"/>
      <w:ind w:left="660"/>
    </w:pPr>
    <w:rPr>
      <w:rFonts w:ascii="SolaimanLipi" w:hAnsi="SolaimanLipi" w:cs="SolaimanLipi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 w:line="276" w:lineRule="auto"/>
      <w:ind w:left="880"/>
    </w:pPr>
    <w:rPr>
      <w:rFonts w:ascii="SolaimanLipi" w:hAnsi="SolaimanLipi" w:cs="SolaimanLipi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 w:line="276" w:lineRule="auto"/>
      <w:ind w:left="1100"/>
    </w:pPr>
    <w:rPr>
      <w:rFonts w:ascii="SolaimanLipi" w:hAnsi="SolaimanLipi" w:cs="SolaimanLipi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 w:line="276" w:lineRule="auto"/>
      <w:ind w:left="1320"/>
    </w:pPr>
    <w:rPr>
      <w:rFonts w:ascii="SolaimanLipi" w:hAnsi="SolaimanLipi" w:cs="SolaimanLipi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 w:line="276" w:lineRule="auto"/>
      <w:ind w:left="1540"/>
    </w:pPr>
    <w:rPr>
      <w:rFonts w:ascii="SolaimanLipi" w:hAnsi="SolaimanLipi" w:cs="SolaimanLipi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 w:line="276" w:lineRule="auto"/>
      <w:ind w:left="1760"/>
    </w:pPr>
    <w:rPr>
      <w:rFonts w:ascii="SolaimanLipi" w:hAnsi="SolaimanLipi" w:cs="SolaimanLipi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873980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73980"/>
    <w:rPr>
      <w:rFonts w:ascii="Tahoma" w:eastAsia="SolaimanLipi" w:hAnsi="Tahoma" w:cs="Tahoma"/>
      <w:sz w:val="16"/>
      <w:szCs w:val="16"/>
    </w:rPr>
  </w:style>
  <w:style w:type="paragraph" w:customStyle="1" w:styleId="libTitr2">
    <w:name w:val="libTitr2"/>
    <w:basedOn w:val="libTitr1"/>
    <w:qFormat/>
    <w:rsid w:val="000E3D11"/>
    <w:rPr>
      <w:sz w:val="48"/>
      <w:szCs w:val="48"/>
    </w:rPr>
  </w:style>
  <w:style w:type="paragraph" w:customStyle="1" w:styleId="libNotice">
    <w:name w:val="libNotice"/>
    <w:basedOn w:val="libNormal"/>
    <w:qFormat/>
    <w:rsid w:val="000E3D11"/>
    <w:rPr>
      <w:color w:val="FF0000"/>
    </w:rPr>
  </w:style>
  <w:style w:type="paragraph" w:customStyle="1" w:styleId="libFootnoteAr">
    <w:name w:val="libFootnoteAr"/>
    <w:basedOn w:val="libAr"/>
    <w:next w:val="libAr"/>
    <w:link w:val="libFootnoteArChar"/>
    <w:qFormat/>
    <w:rsid w:val="002D0682"/>
    <w:rPr>
      <w:sz w:val="26"/>
      <w:szCs w:val="26"/>
    </w:rPr>
  </w:style>
  <w:style w:type="character" w:customStyle="1" w:styleId="libFootnoteArChar">
    <w:name w:val="libFootnoteAr Char"/>
    <w:basedOn w:val="libArChar"/>
    <w:link w:val="libFootnoteAr"/>
    <w:rsid w:val="00313FD6"/>
    <w:rPr>
      <w:sz w:val="26"/>
      <w:szCs w:val="26"/>
    </w:rPr>
  </w:style>
  <w:style w:type="paragraph" w:customStyle="1" w:styleId="libArChar0">
    <w:name w:val="libArChar"/>
    <w:basedOn w:val="libAr"/>
    <w:link w:val="libArCharChar"/>
    <w:rsid w:val="002D259D"/>
    <w:pPr>
      <w:bidi w:val="0"/>
      <w:ind w:firstLine="288"/>
    </w:pPr>
    <w:rPr>
      <w:rFonts w:eastAsia="Times New Roman"/>
    </w:rPr>
  </w:style>
  <w:style w:type="character" w:customStyle="1" w:styleId="libArCharChar">
    <w:name w:val="libArChar Char"/>
    <w:basedOn w:val="libArChar"/>
    <w:link w:val="libArChar0"/>
    <w:rsid w:val="002D259D"/>
    <w:rPr>
      <w:rFonts w:eastAsia="Times New Roman"/>
    </w:rPr>
  </w:style>
  <w:style w:type="paragraph" w:customStyle="1" w:styleId="libLink">
    <w:name w:val="libLink"/>
    <w:basedOn w:val="libEn"/>
    <w:link w:val="libLinkChar"/>
    <w:rsid w:val="00CB01CB"/>
    <w:pPr>
      <w:jc w:val="center"/>
    </w:pPr>
    <w:rPr>
      <w:b/>
      <w:bCs/>
      <w:sz w:val="48"/>
    </w:rPr>
  </w:style>
  <w:style w:type="character" w:customStyle="1" w:styleId="libLinkChar">
    <w:name w:val="libLink Char"/>
    <w:basedOn w:val="libEnChar"/>
    <w:link w:val="libLink"/>
    <w:rsid w:val="00CB01CB"/>
    <w:rPr>
      <w:b/>
      <w:bCs/>
      <w:sz w:val="48"/>
    </w:rPr>
  </w:style>
  <w:style w:type="paragraph" w:customStyle="1" w:styleId="libFootnotenum0">
    <w:name w:val="libFootnote_num"/>
    <w:basedOn w:val="libFootnote"/>
    <w:next w:val="libFootnote"/>
    <w:link w:val="libFootnotenumChar0"/>
    <w:qFormat/>
    <w:rsid w:val="0063395D"/>
    <w:pPr>
      <w:bidi/>
      <w:spacing w:line="240" w:lineRule="auto"/>
      <w:ind w:firstLine="289"/>
      <w:jc w:val="lowKashida"/>
    </w:pPr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libFootnotenumChar0">
    <w:name w:val="libFootnote_num Char"/>
    <w:basedOn w:val="libFootnoteChar"/>
    <w:link w:val="libFootnotenum0"/>
    <w:rsid w:val="0063395D"/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95D"/>
    <w:rPr>
      <w:rFonts w:asciiTheme="minorHAnsi" w:eastAsiaTheme="minorEastAsia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95D"/>
    <w:pPr>
      <w:spacing w:after="0" w:line="240" w:lineRule="auto"/>
    </w:pPr>
    <w:rPr>
      <w:sz w:val="20"/>
      <w:szCs w:val="20"/>
    </w:rPr>
  </w:style>
  <w:style w:type="paragraph" w:customStyle="1" w:styleId="libArBold">
    <w:name w:val="libArBold"/>
    <w:basedOn w:val="libAr"/>
    <w:link w:val="libArBoldChar"/>
    <w:rsid w:val="0063395D"/>
    <w:rPr>
      <w:b/>
      <w:bCs/>
    </w:rPr>
  </w:style>
  <w:style w:type="character" w:customStyle="1" w:styleId="libArBoldChar">
    <w:name w:val="libArBold Char"/>
    <w:basedOn w:val="libArChar"/>
    <w:link w:val="libArBold"/>
    <w:rsid w:val="0063395D"/>
    <w:rPr>
      <w:b/>
      <w:bCs/>
    </w:rPr>
  </w:style>
  <w:style w:type="paragraph" w:customStyle="1" w:styleId="libNormal0">
    <w:name w:val="libNormal0"/>
    <w:basedOn w:val="libNormal"/>
    <w:next w:val="libNormal"/>
    <w:link w:val="libNormal0Char"/>
    <w:rsid w:val="0063395D"/>
    <w:pPr>
      <w:bidi/>
      <w:spacing w:line="240" w:lineRule="auto"/>
      <w:jc w:val="lowKashida"/>
    </w:pPr>
    <w:rPr>
      <w:rFonts w:ascii="Times New Roman" w:eastAsia="Times New Roman" w:hAnsi="Times New Roman" w:cs="Traditional Arabic"/>
      <w:sz w:val="24"/>
      <w:szCs w:val="32"/>
    </w:rPr>
  </w:style>
  <w:style w:type="character" w:customStyle="1" w:styleId="libNormal0Char">
    <w:name w:val="libNormal0 Char"/>
    <w:basedOn w:val="DefaultParagraphFont"/>
    <w:link w:val="libNormal0"/>
    <w:rsid w:val="0063395D"/>
    <w:rPr>
      <w:rFonts w:ascii="Times New Roman" w:eastAsia="Times New Roman" w:hAnsi="Times New Roman" w:cs="Traditional Arabic"/>
      <w:color w:val="000000"/>
      <w:sz w:val="24"/>
      <w:szCs w:val="32"/>
    </w:rPr>
  </w:style>
  <w:style w:type="paragraph" w:customStyle="1" w:styleId="libVar">
    <w:name w:val="libVar"/>
    <w:basedOn w:val="libNormal"/>
    <w:next w:val="libNormal"/>
    <w:link w:val="libVarChar"/>
    <w:rsid w:val="0063395D"/>
    <w:pPr>
      <w:bidi/>
      <w:spacing w:line="168" w:lineRule="auto"/>
      <w:ind w:firstLine="288"/>
      <w:jc w:val="lowKashida"/>
    </w:pPr>
    <w:rPr>
      <w:rFonts w:ascii="Times New Roman" w:eastAsia="Times New Roman" w:hAnsi="Times New Roman" w:cs="B Badr"/>
      <w:sz w:val="32"/>
    </w:rPr>
  </w:style>
  <w:style w:type="character" w:customStyle="1" w:styleId="libVarChar">
    <w:name w:val="libVar Char"/>
    <w:basedOn w:val="libNormalChar"/>
    <w:link w:val="libVar"/>
    <w:rsid w:val="0063395D"/>
    <w:rPr>
      <w:rFonts w:ascii="Times New Roman" w:eastAsia="Times New Roman" w:hAnsi="Times New Roman" w:cs="B Badr"/>
      <w:sz w:val="32"/>
    </w:rPr>
  </w:style>
  <w:style w:type="paragraph" w:customStyle="1" w:styleId="libPoemTiniChar0">
    <w:name w:val="libPoemTiniChar"/>
    <w:basedOn w:val="libPoemTini"/>
    <w:link w:val="libPoemTiniCharChar"/>
    <w:qFormat/>
    <w:rsid w:val="0063395D"/>
    <w:pPr>
      <w:spacing w:line="168" w:lineRule="auto"/>
    </w:pPr>
    <w:rPr>
      <w:rFonts w:cs="B Badr"/>
      <w:sz w:val="2"/>
    </w:rPr>
  </w:style>
  <w:style w:type="character" w:customStyle="1" w:styleId="libPoemTiniCharChar">
    <w:name w:val="libPoemTiniChar Char"/>
    <w:basedOn w:val="libPoemTiniChar"/>
    <w:link w:val="libPoemTiniChar0"/>
    <w:rsid w:val="0063395D"/>
    <w:rPr>
      <w:rFonts w:cs="B Badr"/>
      <w:sz w:val="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libPoemCenter">
    <w:name w:val="libPoemCenter"/>
    <w:basedOn w:val="libPoem"/>
    <w:next w:val="libPoem"/>
    <w:rsid w:val="0063395D"/>
    <w:pPr>
      <w:jc w:val="center"/>
    </w:pPr>
    <w:rPr>
      <w:szCs w:val="32"/>
    </w:rPr>
  </w:style>
  <w:style w:type="table" w:customStyle="1" w:styleId="MediumShading1-Accent11">
    <w:name w:val="Medium Shading 1 - Accent 11"/>
    <w:basedOn w:val="TableNormal"/>
    <w:uiPriority w:val="63"/>
    <w:rsid w:val="00002508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1">
    <w:name w:val="Light Shading1"/>
    <w:basedOn w:val="TableNormal"/>
    <w:uiPriority w:val="60"/>
    <w:rsid w:val="00D873E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D873E0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D873E0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873E0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873E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Grid-Accent11">
    <w:name w:val="Light Grid - Accent 11"/>
    <w:basedOn w:val="TableNormal"/>
    <w:uiPriority w:val="62"/>
    <w:rsid w:val="00D4037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D4037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himi\Desktop\new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1EA39-062A-45B6-913A-10E5FD1A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template</Template>
  <TotalTime>220</TotalTime>
  <Pages>26</Pages>
  <Words>4301</Words>
  <Characters>24517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58</cp:revision>
  <cp:lastPrinted>2017-06-20T08:11:00Z</cp:lastPrinted>
  <dcterms:created xsi:type="dcterms:W3CDTF">2017-07-05T06:26:00Z</dcterms:created>
  <dcterms:modified xsi:type="dcterms:W3CDTF">2017-07-06T06:54:00Z</dcterms:modified>
</cp:coreProperties>
</file>