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087" w:rsidRDefault="00017087" w:rsidP="00BF6CC0">
      <w:pPr>
        <w:pStyle w:val="libTitr1"/>
      </w:pPr>
    </w:p>
    <w:p w:rsidR="00017087" w:rsidRDefault="00017087" w:rsidP="00BF6CC0">
      <w:pPr>
        <w:pStyle w:val="libTitr1"/>
      </w:pPr>
    </w:p>
    <w:p w:rsidR="00017087" w:rsidRDefault="00017087" w:rsidP="00BF6CC0">
      <w:pPr>
        <w:pStyle w:val="libTitr1"/>
      </w:pPr>
    </w:p>
    <w:p w:rsidR="00811033" w:rsidRDefault="00811033" w:rsidP="00BF6CC0">
      <w:pPr>
        <w:pStyle w:val="libTitr1"/>
      </w:pPr>
    </w:p>
    <w:p w:rsidR="00BF6CC0" w:rsidRDefault="00BF6CC0" w:rsidP="00026AD7">
      <w:pPr>
        <w:pStyle w:val="libTitr1"/>
      </w:pPr>
      <w:r w:rsidRPr="00970E10">
        <w:rPr>
          <w:rFonts w:hint="cs"/>
          <w:cs/>
          <w:lang w:bidi="bn-IN"/>
        </w:rPr>
        <w:t>দোয়া</w:t>
      </w:r>
      <w:r w:rsidR="00026AD7">
        <w:rPr>
          <w:lang w:bidi="bn-IN"/>
        </w:rPr>
        <w:t xml:space="preserve"> </w:t>
      </w:r>
      <w:r w:rsidRPr="00970E10">
        <w:rPr>
          <w:rFonts w:hint="cs"/>
          <w:cs/>
          <w:lang w:bidi="bn-IN"/>
        </w:rPr>
        <w:t>জওশান</w:t>
      </w:r>
      <w:r w:rsidRPr="00970E10">
        <w:rPr>
          <w:rtl/>
          <w:cs/>
        </w:rPr>
        <w:t xml:space="preserve"> </w:t>
      </w:r>
      <w:r w:rsidRPr="00970E10">
        <w:rPr>
          <w:rFonts w:hint="cs"/>
          <w:cs/>
          <w:lang w:bidi="bn-IN"/>
        </w:rPr>
        <w:t>কাবির</w:t>
      </w:r>
    </w:p>
    <w:p w:rsidR="00BF6CC0" w:rsidRDefault="00BF6CC0" w:rsidP="00BF6CC0">
      <w:pPr>
        <w:pStyle w:val="libTitr2"/>
        <w:rPr>
          <w:rStyle w:val="libBold1Char"/>
          <w:b/>
          <w:bCs/>
          <w:sz w:val="48"/>
        </w:rPr>
      </w:pPr>
      <w:r w:rsidRPr="00BF6CC0">
        <w:rPr>
          <w:rStyle w:val="libBold1Char"/>
          <w:rFonts w:hint="cs"/>
          <w:b/>
          <w:bCs/>
          <w:szCs w:val="48"/>
          <w:cs/>
          <w:lang w:bidi="bn-IN"/>
        </w:rPr>
        <w:t>বাংলা</w:t>
      </w:r>
      <w:r w:rsidRPr="00BF6CC0">
        <w:rPr>
          <w:rStyle w:val="libBold1Char"/>
          <w:b/>
          <w:bCs/>
          <w:szCs w:val="48"/>
          <w:rtl/>
          <w:cs/>
        </w:rPr>
        <w:t xml:space="preserve"> </w:t>
      </w:r>
      <w:r w:rsidRPr="00BF6CC0">
        <w:rPr>
          <w:rStyle w:val="libBold1Char"/>
          <w:rFonts w:hint="cs"/>
          <w:b/>
          <w:bCs/>
          <w:szCs w:val="48"/>
          <w:cs/>
          <w:lang w:bidi="bn-IN"/>
        </w:rPr>
        <w:t>উচ্চারণ</w:t>
      </w:r>
      <w:r w:rsidRPr="00BF6CC0">
        <w:rPr>
          <w:rStyle w:val="libBold1Char"/>
          <w:b/>
          <w:bCs/>
          <w:sz w:val="48"/>
        </w:rPr>
        <w:t xml:space="preserve"> </w:t>
      </w:r>
      <w:r w:rsidRPr="00BF6CC0">
        <w:rPr>
          <w:rStyle w:val="libBold1Char"/>
          <w:b/>
          <w:bCs/>
          <w:sz w:val="48"/>
          <w:szCs w:val="48"/>
          <w:cs/>
          <w:lang w:bidi="bn-IN"/>
        </w:rPr>
        <w:t>ও</w:t>
      </w:r>
      <w:r w:rsidRPr="00BF6CC0">
        <w:rPr>
          <w:rStyle w:val="libBold1Char"/>
          <w:b/>
          <w:bCs/>
          <w:sz w:val="48"/>
        </w:rPr>
        <w:t xml:space="preserve"> </w:t>
      </w:r>
      <w:r w:rsidRPr="00BF6CC0">
        <w:rPr>
          <w:rStyle w:val="libBold1Char"/>
          <w:b/>
          <w:bCs/>
          <w:sz w:val="48"/>
          <w:szCs w:val="48"/>
          <w:cs/>
          <w:lang w:bidi="bn-IN"/>
        </w:rPr>
        <w:t>অর্থসহ</w:t>
      </w:r>
    </w:p>
    <w:p w:rsidR="00CB14C2" w:rsidRDefault="00CB14C2" w:rsidP="00CB14C2">
      <w:pPr>
        <w:pStyle w:val="libTitr2"/>
        <w:rPr>
          <w:lang w:bidi="bn-IN"/>
        </w:rPr>
      </w:pPr>
    </w:p>
    <w:p w:rsidR="00CB14C2" w:rsidRDefault="00CB14C2" w:rsidP="00CB14C2">
      <w:pPr>
        <w:pStyle w:val="libCenterBold1"/>
        <w:tabs>
          <w:tab w:val="left" w:pos="3368"/>
          <w:tab w:val="center" w:pos="4513"/>
        </w:tabs>
        <w:jc w:val="left"/>
      </w:pPr>
      <w:r>
        <w:tab/>
      </w:r>
    </w:p>
    <w:p w:rsidR="00CB14C2" w:rsidRDefault="00CB14C2" w:rsidP="00CB14C2">
      <w:pPr>
        <w:pStyle w:val="libCenterBold1"/>
        <w:tabs>
          <w:tab w:val="left" w:pos="3368"/>
          <w:tab w:val="center" w:pos="4513"/>
        </w:tabs>
        <w:jc w:val="left"/>
      </w:pPr>
    </w:p>
    <w:p w:rsidR="00CB14C2" w:rsidRPr="00CB14C2" w:rsidRDefault="00CB14C2" w:rsidP="00CB14C2">
      <w:pPr>
        <w:pStyle w:val="libCenterBold1"/>
        <w:tabs>
          <w:tab w:val="left" w:pos="3368"/>
          <w:tab w:val="center" w:pos="4513"/>
        </w:tabs>
        <w:jc w:val="left"/>
      </w:pPr>
      <w:r>
        <w:tab/>
      </w:r>
      <w:r w:rsidRPr="00CB14C2">
        <w:rPr>
          <w:rFonts w:hint="cs"/>
          <w:cs/>
          <w:lang w:bidi="bn-IN"/>
        </w:rPr>
        <w:t>সংকলন</w:t>
      </w:r>
      <w:r w:rsidRPr="00CB14C2">
        <w:rPr>
          <w:rtl/>
          <w:cs/>
        </w:rPr>
        <w:t xml:space="preserve"> </w:t>
      </w:r>
      <w:r w:rsidRPr="00CB14C2">
        <w:rPr>
          <w:rFonts w:hint="cs"/>
          <w:cs/>
          <w:lang w:bidi="bn-IN"/>
        </w:rPr>
        <w:t>ও</w:t>
      </w:r>
      <w:r w:rsidRPr="00CB14C2">
        <w:rPr>
          <w:rtl/>
          <w:cs/>
        </w:rPr>
        <w:t xml:space="preserve"> </w:t>
      </w:r>
      <w:r w:rsidRPr="00CB14C2">
        <w:rPr>
          <w:rFonts w:hint="cs"/>
          <w:cs/>
          <w:lang w:bidi="bn-IN"/>
        </w:rPr>
        <w:t>অনুবাদ</w:t>
      </w:r>
    </w:p>
    <w:p w:rsidR="00017087" w:rsidRPr="00BF6CC0" w:rsidRDefault="00CB14C2" w:rsidP="00CB14C2">
      <w:pPr>
        <w:pStyle w:val="libTitr2"/>
      </w:pPr>
      <w:r w:rsidRPr="00CB14C2">
        <w:rPr>
          <w:rFonts w:hint="cs"/>
          <w:cs/>
          <w:lang w:bidi="bn-IN"/>
        </w:rPr>
        <w:t>আহলে</w:t>
      </w:r>
      <w:r w:rsidRPr="00CB14C2">
        <w:rPr>
          <w:cs/>
          <w:lang w:bidi="bn-IN"/>
        </w:rPr>
        <w:t xml:space="preserve"> </w:t>
      </w:r>
      <w:r w:rsidRPr="00CB14C2">
        <w:rPr>
          <w:rFonts w:hint="cs"/>
          <w:cs/>
          <w:lang w:bidi="bn-IN"/>
        </w:rPr>
        <w:t>বাইতের</w:t>
      </w:r>
      <w:r w:rsidRPr="00CB14C2">
        <w:rPr>
          <w:cs/>
          <w:lang w:bidi="bn-IN"/>
        </w:rPr>
        <w:t xml:space="preserve"> </w:t>
      </w:r>
      <w:r w:rsidRPr="00CB14C2">
        <w:rPr>
          <w:rFonts w:hint="cs"/>
          <w:cs/>
          <w:lang w:bidi="bn-IN"/>
        </w:rPr>
        <w:t>প্রেমিকগণ</w:t>
      </w:r>
    </w:p>
    <w:p w:rsidR="00017087" w:rsidRDefault="00BF6CC0">
      <w:pPr>
        <w:bidi w:val="0"/>
        <w:rPr>
          <w:lang w:bidi="bn-IN"/>
        </w:rPr>
      </w:pPr>
      <w:r>
        <w:rPr>
          <w:cs/>
          <w:lang w:bidi="bn-IN"/>
        </w:rPr>
        <w:br w:type="page"/>
      </w:r>
    </w:p>
    <w:p w:rsidR="00017087" w:rsidRPr="00017087" w:rsidRDefault="00017087" w:rsidP="00017087">
      <w:pPr>
        <w:bidi w:val="0"/>
        <w:rPr>
          <w:rFonts w:cs="Vrinda"/>
          <w:rtl/>
          <w:cs/>
          <w:lang w:bidi="bn-IN"/>
        </w:rPr>
      </w:pPr>
    </w:p>
    <w:p w:rsidR="00571CD5" w:rsidRDefault="00571CD5" w:rsidP="00C97422">
      <w:pPr>
        <w:pStyle w:val="libTitr2"/>
        <w:rPr>
          <w:lang w:bidi="bn-BD"/>
        </w:rPr>
      </w:pPr>
      <w:r w:rsidRPr="00571CD5">
        <w:rPr>
          <w:cs/>
          <w:lang w:bidi="bn-BD"/>
        </w:rPr>
        <w:t>এই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বইটি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আল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হাসানাইন</w:t>
      </w:r>
      <w:r w:rsidR="00C97422">
        <w:rPr>
          <w:lang w:bidi="bn-BD"/>
        </w:rPr>
        <w:t xml:space="preserve"> </w:t>
      </w:r>
      <w:r w:rsidR="00C97422" w:rsidRPr="00C97422">
        <w:rPr>
          <w:lang w:bidi="bn-BD"/>
        </w:rPr>
        <w:t>(</w:t>
      </w:r>
      <w:r w:rsidR="00C97422" w:rsidRPr="00C97422">
        <w:rPr>
          <w:rFonts w:hint="cs"/>
          <w:cs/>
          <w:lang w:bidi="bn-BD"/>
        </w:rPr>
        <w:t>আ</w:t>
      </w:r>
      <w:r w:rsidR="00C97422" w:rsidRPr="00C97422">
        <w:rPr>
          <w:cs/>
          <w:lang w:bidi="bn-BD"/>
        </w:rPr>
        <w:t>.)</w:t>
      </w:r>
      <w:r w:rsidR="00C97422">
        <w:rPr>
          <w:lang w:bidi="bn-BD"/>
        </w:rPr>
        <w:t xml:space="preserve"> </w:t>
      </w:r>
      <w:r w:rsidRPr="00571CD5">
        <w:rPr>
          <w:cs/>
          <w:lang w:bidi="bn-BD"/>
        </w:rPr>
        <w:t>ওয়েব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সাইট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কর্তৃক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আপলোড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করা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bn-BD"/>
        </w:rPr>
        <w:t>হয়েছে</w:t>
      </w:r>
      <w:r w:rsidRPr="00571CD5">
        <w:rPr>
          <w:rtl/>
          <w:cs/>
          <w:lang w:bidi="bn-BD"/>
        </w:rPr>
        <w:t xml:space="preserve"> </w:t>
      </w:r>
      <w:r w:rsidRPr="00571CD5">
        <w:rPr>
          <w:cs/>
          <w:lang w:bidi="hi-IN"/>
        </w:rPr>
        <w:t>।</w:t>
      </w:r>
    </w:p>
    <w:p w:rsidR="00017087" w:rsidRDefault="00017087" w:rsidP="00017087">
      <w:pPr>
        <w:pStyle w:val="libLink"/>
        <w:rPr>
          <w:rtl/>
          <w:cs/>
        </w:rPr>
      </w:pPr>
      <w:r w:rsidRPr="00017087">
        <w:t>http://alhassanain.org/bengali</w:t>
      </w:r>
    </w:p>
    <w:p w:rsidR="00017087" w:rsidRDefault="00017087">
      <w:pPr>
        <w:bidi w:val="0"/>
        <w:rPr>
          <w:rFonts w:ascii="SolaimanLipi" w:eastAsia="Calibri" w:hAnsi="SolaimanLipi" w:cs="SolaimanLipi"/>
          <w:color w:val="000000"/>
          <w:sz w:val="28"/>
          <w:szCs w:val="28"/>
          <w:lang w:bidi="bn-IN"/>
        </w:rPr>
      </w:pPr>
      <w:r>
        <w:rPr>
          <w:rFonts w:ascii="SolaimanLipi" w:eastAsia="Calibri" w:hAnsi="SolaimanLipi" w:cs="SolaimanLipi"/>
          <w:color w:val="000000"/>
          <w:sz w:val="28"/>
          <w:szCs w:val="28"/>
          <w:lang w:bidi="bn-IN"/>
        </w:rPr>
        <w:br w:type="page"/>
      </w:r>
    </w:p>
    <w:p w:rsidR="00C743D5" w:rsidRPr="00C743D5" w:rsidRDefault="00C743D5" w:rsidP="003E0505">
      <w:pPr>
        <w:pStyle w:val="libArCenterBold"/>
      </w:pPr>
      <w:r w:rsidRPr="00C743D5">
        <w:rPr>
          <w:rtl/>
        </w:rPr>
        <w:lastRenderedPageBreak/>
        <w:t>بسم الله الرحمن الرح</w:t>
      </w:r>
      <w:r w:rsidR="003E0505">
        <w:rPr>
          <w:rFonts w:hint="cs"/>
          <w:rtl/>
        </w:rPr>
        <w:t>یم</w:t>
      </w:r>
    </w:p>
    <w:p w:rsidR="00C743D5" w:rsidRDefault="00811033" w:rsidP="00811033">
      <w:pPr>
        <w:pStyle w:val="Heading2Center"/>
      </w:pPr>
      <w:bookmarkStart w:id="0" w:name="_Toc485247125"/>
      <w:bookmarkStart w:id="1" w:name="_Toc485289468"/>
      <w:r>
        <w:rPr>
          <w:cs/>
          <w:lang w:bidi="bn-IN"/>
        </w:rPr>
        <w:t>মুখবন্ধ</w:t>
      </w:r>
      <w:bookmarkEnd w:id="0"/>
      <w:bookmarkEnd w:id="1"/>
    </w:p>
    <w:p w:rsidR="00690521" w:rsidRDefault="00781A14" w:rsidP="00BF6CC0">
      <w:pPr>
        <w:pStyle w:val="libNormal"/>
        <w:rPr>
          <w:lang w:bidi="bn-IN"/>
        </w:rPr>
      </w:pPr>
      <w:r w:rsidRPr="00781A14">
        <w:rPr>
          <w:rFonts w:hint="cs"/>
          <w:cs/>
          <w:lang w:bidi="bn-IN"/>
        </w:rPr>
        <w:t>বালাদুল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আমিন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এবং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মেসবাহে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কাফআমি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নামক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গ্রন্থে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বর্ণিত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হয়েছে</w:t>
      </w:r>
      <w:r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যে</w:t>
      </w:r>
      <w:r w:rsidRPr="00781A14">
        <w:t xml:space="preserve">, </w:t>
      </w:r>
      <w:r w:rsidR="00A9133B">
        <w:rPr>
          <w:rFonts w:ascii="Times New Roman" w:hAnsi="Times New Roman" w:cs="Times New Roman"/>
        </w:rPr>
        <w:t>“</w:t>
      </w:r>
      <w:r w:rsidRPr="00781A14">
        <w:rPr>
          <w:rFonts w:hint="cs"/>
          <w:cs/>
          <w:lang w:bidi="bn-IN"/>
        </w:rPr>
        <w:t>জওশান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কাবির</w:t>
      </w:r>
      <w:r w:rsidR="00A9133B">
        <w:rPr>
          <w:rFonts w:ascii="Times New Roman" w:hAnsi="Times New Roman" w:cs="Times New Roman"/>
          <w:lang w:bidi="bn-IN"/>
        </w:rPr>
        <w:t>”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নামক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দোয়াটি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ইমাম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আলী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ইবনে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হোসাইন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জয়নুল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আবেদিন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আ</w:t>
      </w:r>
      <w:r w:rsidRPr="00781A14">
        <w:rPr>
          <w:cs/>
          <w:lang w:bidi="bn-IN"/>
        </w:rPr>
        <w:t>.)</w:t>
      </w:r>
      <w:r w:rsidR="00BF6CC0">
        <w:rPr>
          <w:lang w:bidi="bn-IN"/>
        </w:rPr>
        <w:t xml:space="preserve"> </w:t>
      </w:r>
      <w:r w:rsidR="00A9133B">
        <w:rPr>
          <w:rFonts w:hint="cs"/>
          <w:cs/>
          <w:lang w:bidi="bn-IN"/>
        </w:rPr>
        <w:t>তা</w:t>
      </w:r>
      <w:r w:rsidRPr="00781A14">
        <w:rPr>
          <w:rFonts w:hint="cs"/>
          <w:cs/>
          <w:lang w:bidi="bn-IN"/>
        </w:rPr>
        <w:t>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পিতা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থেকে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এবং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তিনি</w:t>
      </w:r>
      <w:r w:rsidRPr="00781A14">
        <w:rPr>
          <w:cs/>
          <w:lang w:bidi="bn-IN"/>
        </w:rPr>
        <w:t xml:space="preserve"> </w:t>
      </w:r>
      <w:r w:rsidR="00A9133B">
        <w:rPr>
          <w:rFonts w:hint="cs"/>
          <w:cs/>
          <w:lang w:bidi="bn-IN"/>
        </w:rPr>
        <w:t>তা</w:t>
      </w:r>
      <w:r w:rsidRPr="00781A14">
        <w:rPr>
          <w:rFonts w:hint="cs"/>
          <w:cs/>
          <w:lang w:bidi="bn-IN"/>
        </w:rPr>
        <w:t>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পিতা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এবং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তিনি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রাসূল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সা</w:t>
      </w:r>
      <w:r w:rsidRPr="00781A14">
        <w:rPr>
          <w:cs/>
          <w:lang w:bidi="bn-IN"/>
        </w:rPr>
        <w:t xml:space="preserve">.) </w:t>
      </w:r>
      <w:r w:rsidRPr="00781A14">
        <w:rPr>
          <w:rFonts w:hint="cs"/>
          <w:cs/>
          <w:lang w:bidi="bn-IN"/>
        </w:rPr>
        <w:t>থেকে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বর্ণনা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করেছেন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যে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দোয়াটি</w:t>
      </w:r>
      <w:r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দোয়াটি</w:t>
      </w:r>
      <w:r w:rsidRPr="00781A14">
        <w:rPr>
          <w:cs/>
          <w:lang w:bidi="bn-IN"/>
        </w:rPr>
        <w:t xml:space="preserve"> </w:t>
      </w:r>
      <w:r w:rsidR="002A57D6">
        <w:rPr>
          <w:rFonts w:hint="cs"/>
          <w:cs/>
          <w:lang w:bidi="bn-IN"/>
        </w:rPr>
        <w:t>হযরত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জিবরাঈল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আ</w:t>
      </w:r>
      <w:r w:rsidRPr="00781A14">
        <w:rPr>
          <w:cs/>
          <w:lang w:bidi="bn-IN"/>
        </w:rPr>
        <w:t xml:space="preserve">.) </w:t>
      </w:r>
      <w:r w:rsidRPr="00781A14">
        <w:rPr>
          <w:rFonts w:hint="cs"/>
          <w:cs/>
          <w:lang w:bidi="bn-IN"/>
        </w:rPr>
        <w:t>কোন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এক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যুদ্ধে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রাসূল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সা</w:t>
      </w:r>
      <w:r w:rsidRPr="00781A14">
        <w:rPr>
          <w:cs/>
          <w:lang w:bidi="bn-IN"/>
        </w:rPr>
        <w:t xml:space="preserve">.) </w:t>
      </w:r>
      <w:r w:rsidRPr="00781A14">
        <w:rPr>
          <w:rFonts w:hint="cs"/>
          <w:cs/>
          <w:lang w:bidi="bn-IN"/>
        </w:rPr>
        <w:t>কে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শিখিয়েছিলেন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এমতাবস্থায়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যে</w:t>
      </w:r>
      <w:r w:rsidRPr="00781A14">
        <w:t xml:space="preserve">, </w:t>
      </w:r>
      <w:r w:rsidRPr="00781A14">
        <w:rPr>
          <w:rFonts w:hint="cs"/>
          <w:cs/>
          <w:lang w:bidi="bn-IN"/>
        </w:rPr>
        <w:t>তিনি</w:t>
      </w:r>
      <w:r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অত্যন্ত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ভারী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একটি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বর্ম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পরেছিলেন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যা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মহানবীর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পবিত্র</w:t>
      </w:r>
      <w:r w:rsidRPr="00781A14">
        <w:rPr>
          <w:cs/>
          <w:lang w:bidi="bn-IN"/>
        </w:rPr>
        <w:t xml:space="preserve"> </w:t>
      </w:r>
      <w:r w:rsidR="00A9133B">
        <w:rPr>
          <w:cs/>
          <w:lang w:bidi="bn-IN"/>
        </w:rPr>
        <w:t>শরীর</w:t>
      </w:r>
      <w:r w:rsidRPr="00781A14">
        <w:rPr>
          <w:rFonts w:hint="cs"/>
          <w:cs/>
          <w:lang w:bidi="bn-IN"/>
        </w:rPr>
        <w:t>কে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কষ্ট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দিচ্ছিল।</w:t>
      </w:r>
      <w:r>
        <w:rPr>
          <w:cs/>
          <w:lang w:bidi="bn-IN"/>
        </w:rPr>
        <w:t xml:space="preserve"> </w:t>
      </w:r>
      <w:r w:rsidR="002A57D6">
        <w:rPr>
          <w:rFonts w:hint="cs"/>
          <w:cs/>
          <w:lang w:bidi="bn-IN"/>
        </w:rPr>
        <w:t>হযরত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জিবরাঈল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আ</w:t>
      </w:r>
      <w:r w:rsidRPr="00781A14">
        <w:rPr>
          <w:cs/>
          <w:lang w:bidi="bn-IN"/>
        </w:rPr>
        <w:t xml:space="preserve">.) </w:t>
      </w:r>
      <w:r w:rsidRPr="00781A14">
        <w:rPr>
          <w:rFonts w:hint="cs"/>
          <w:cs/>
          <w:lang w:bidi="bn-IN"/>
        </w:rPr>
        <w:t>রাসূল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সা</w:t>
      </w:r>
      <w:r w:rsidRPr="00781A14">
        <w:rPr>
          <w:cs/>
          <w:lang w:bidi="bn-IN"/>
        </w:rPr>
        <w:t xml:space="preserve">.) </w:t>
      </w:r>
      <w:r w:rsidRPr="00781A14">
        <w:rPr>
          <w:rFonts w:hint="cs"/>
          <w:cs/>
          <w:lang w:bidi="bn-IN"/>
        </w:rPr>
        <w:t>এর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কাছে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এসে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বললেনঃ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হে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মুহাম্মদ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সা</w:t>
      </w:r>
      <w:r w:rsidRPr="00781A14">
        <w:rPr>
          <w:cs/>
          <w:lang w:bidi="bn-IN"/>
        </w:rPr>
        <w:t xml:space="preserve">.)! </w:t>
      </w:r>
      <w:r w:rsidRPr="00781A14">
        <w:rPr>
          <w:rFonts w:hint="cs"/>
          <w:cs/>
          <w:lang w:bidi="bn-IN"/>
        </w:rPr>
        <w:t>আল্লাহ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আপনাকে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সালাম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জানিয়েছেন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এবং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বলেছেন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বর্মটি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খুলে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ফেলতে</w:t>
      </w:r>
      <w:r w:rsidRPr="00781A14">
        <w:rPr>
          <w:cs/>
          <w:lang w:bidi="bn-IN"/>
        </w:rPr>
        <w:t xml:space="preserve"> </w:t>
      </w:r>
      <w:r w:rsidR="00A9133B">
        <w:rPr>
          <w:cs/>
          <w:lang w:bidi="bn-IN"/>
        </w:rPr>
        <w:t>ও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দোয়াটি</w:t>
      </w:r>
      <w:r w:rsidRPr="00781A14">
        <w:rPr>
          <w:cs/>
          <w:lang w:bidi="bn-IN"/>
        </w:rPr>
        <w:t xml:space="preserve"> (</w:t>
      </w:r>
      <w:r w:rsidRPr="00781A14">
        <w:rPr>
          <w:rFonts w:hint="cs"/>
          <w:cs/>
          <w:lang w:bidi="bn-IN"/>
        </w:rPr>
        <w:t>জওশান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কাবির</w:t>
      </w:r>
      <w:r w:rsidRPr="00781A14">
        <w:rPr>
          <w:cs/>
          <w:lang w:bidi="bn-IN"/>
        </w:rPr>
        <w:t>)</w:t>
      </w:r>
      <w:r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পাঠ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করতে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যা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আপনা</w:t>
      </w:r>
      <w:r w:rsidR="00A9133B">
        <w:rPr>
          <w:cs/>
          <w:lang w:bidi="bn-IN"/>
        </w:rPr>
        <w:t>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এবং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আপনার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উম্মতের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নিরাপত্তা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বিধান</w:t>
      </w:r>
      <w:r w:rsidRPr="00781A14">
        <w:rPr>
          <w:cs/>
          <w:lang w:bidi="bn-IN"/>
        </w:rPr>
        <w:t xml:space="preserve"> </w:t>
      </w:r>
      <w:r w:rsidRPr="00781A14">
        <w:rPr>
          <w:rFonts w:hint="cs"/>
          <w:cs/>
          <w:lang w:bidi="bn-IN"/>
        </w:rPr>
        <w:t>করবে।</w:t>
      </w:r>
      <w:r w:rsidR="00AB164A">
        <w:rPr>
          <w:lang w:bidi="bn-IN"/>
        </w:rPr>
        <w:t xml:space="preserve"> </w:t>
      </w:r>
    </w:p>
    <w:p w:rsidR="00DC36BF" w:rsidRDefault="00690521" w:rsidP="00704AEB">
      <w:pPr>
        <w:pStyle w:val="libNormal"/>
        <w:rPr>
          <w:lang w:bidi="bn-IN"/>
        </w:rPr>
      </w:pPr>
      <w:r w:rsidRPr="00690521">
        <w:rPr>
          <w:rFonts w:hint="cs"/>
          <w:cs/>
          <w:lang w:bidi="bn-IN"/>
        </w:rPr>
        <w:t>উক্ত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দোয়াটির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বিভিন্ন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ফযিলত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রয়েছে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তন্মধ্য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উল্লেখযোগ্য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হল</w:t>
      </w:r>
      <w:r w:rsidRPr="00690521">
        <w:rPr>
          <w:cs/>
          <w:lang w:bidi="bn-IN"/>
        </w:rPr>
        <w:t xml:space="preserve">- </w:t>
      </w:r>
      <w:r w:rsidRPr="00690521">
        <w:rPr>
          <w:rFonts w:hint="cs"/>
          <w:cs/>
          <w:lang w:bidi="bn-IN"/>
        </w:rPr>
        <w:t>যদি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কোন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মৃত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ব্যাক্তির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কাফনে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এ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দোয়াটি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লিখে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দেয়া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হয়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তবে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আল্লাহ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তাকে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জাহান্নামের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আগুনে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নিক্ষেপ</w:t>
      </w:r>
      <w:r w:rsidR="00A9133B">
        <w:rPr>
          <w:lang w:bidi="bn-IN"/>
        </w:rPr>
        <w:t xml:space="preserve"> </w:t>
      </w:r>
      <w:r w:rsidR="00A9133B">
        <w:rPr>
          <w:cs/>
          <w:lang w:bidi="bn-IN"/>
        </w:rPr>
        <w:t>করা</w:t>
      </w:r>
      <w:r w:rsidR="00A9133B">
        <w:rPr>
          <w:lang w:bidi="bn-IN"/>
        </w:rPr>
        <w:t xml:space="preserve"> </w:t>
      </w:r>
      <w:r w:rsidR="00A9133B">
        <w:rPr>
          <w:cs/>
          <w:lang w:bidi="bn-IN"/>
        </w:rPr>
        <w:t>থেকে</w:t>
      </w:r>
      <w:r w:rsidR="00A9133B">
        <w:rPr>
          <w:lang w:bidi="bn-IN"/>
        </w:rPr>
        <w:t xml:space="preserve"> </w:t>
      </w:r>
      <w:r w:rsidR="00A9133B">
        <w:rPr>
          <w:cs/>
          <w:lang w:bidi="bn-IN"/>
        </w:rPr>
        <w:t>বিরত</w:t>
      </w:r>
      <w:r w:rsidRPr="00690521">
        <w:rPr>
          <w:cs/>
          <w:lang w:bidi="bn-IN"/>
        </w:rPr>
        <w:t xml:space="preserve"> </w:t>
      </w:r>
      <w:r w:rsidR="00A9133B">
        <w:rPr>
          <w:cs/>
          <w:lang w:bidi="bn-IN"/>
        </w:rPr>
        <w:t>থা</w:t>
      </w:r>
      <w:r w:rsidRPr="00690521">
        <w:rPr>
          <w:rFonts w:hint="cs"/>
          <w:cs/>
          <w:lang w:bidi="bn-IN"/>
        </w:rPr>
        <w:t>কবেন।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যদি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কেউ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তা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রমজান</w:t>
      </w:r>
      <w:r w:rsidR="00A9133B">
        <w:rPr>
          <w:lang w:bidi="bn-IN"/>
        </w:rPr>
        <w:t xml:space="preserve"> </w:t>
      </w:r>
      <w:r w:rsidR="00A9133B">
        <w:rPr>
          <w:cs/>
          <w:lang w:bidi="bn-IN"/>
        </w:rPr>
        <w:t>মাসে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একনিষ্ঠচিত্তে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পাঠ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করে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তাহলে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সে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শবে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ক্বদরের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রাত্রিটি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পাবে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এবং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আল্লাহ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তার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জন্য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৭০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হাজার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ফেরেস্তাকে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সৃষ্টি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করবেন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যারা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আল্লাহর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যিকর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ও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তসবিহ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করবে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উক্ত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যিকরের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সওয়াব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সে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পাবে।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রমজান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মাসে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যে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ব্যাক্তি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এ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দোয়টি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তিনবার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পাঠ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করবে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আল্লাহ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তার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জন্য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জাহান্নামের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আগুনকে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হারাম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করে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দিবেন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এবং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বেহেশতকে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তার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জন্য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ওয়াজিব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করে</w:t>
      </w:r>
      <w:r w:rsidRPr="00690521">
        <w:rPr>
          <w:cs/>
          <w:lang w:bidi="bn-IN"/>
        </w:rPr>
        <w:t xml:space="preserve"> </w:t>
      </w:r>
      <w:r w:rsidRPr="00690521">
        <w:rPr>
          <w:rFonts w:hint="cs"/>
          <w:cs/>
          <w:lang w:bidi="bn-IN"/>
        </w:rPr>
        <w:t>দিবেন।</w:t>
      </w:r>
      <w:r w:rsidR="00704AEB">
        <w:rPr>
          <w:lang w:bidi="bn-IN"/>
        </w:rPr>
        <w:t xml:space="preserve"> </w:t>
      </w:r>
      <w:r w:rsidR="00704AEB">
        <w:rPr>
          <w:cs/>
          <w:lang w:bidi="bn-IN"/>
        </w:rPr>
        <w:t>আরো</w:t>
      </w:r>
      <w:r w:rsidR="00704AEB">
        <w:rPr>
          <w:lang w:bidi="bn-IN"/>
        </w:rPr>
        <w:t xml:space="preserve"> </w:t>
      </w:r>
      <w:r w:rsidR="00704AEB">
        <w:rPr>
          <w:cs/>
          <w:lang w:bidi="bn-IN"/>
        </w:rPr>
        <w:t>বলা</w:t>
      </w:r>
      <w:r w:rsidR="00704AEB">
        <w:rPr>
          <w:lang w:bidi="bn-IN"/>
        </w:rPr>
        <w:t xml:space="preserve"> </w:t>
      </w:r>
      <w:r w:rsidR="00704AEB">
        <w:rPr>
          <w:cs/>
          <w:lang w:bidi="bn-IN"/>
        </w:rPr>
        <w:t>হয়েছে</w:t>
      </w:r>
      <w:r w:rsidR="003D1D4C">
        <w:rPr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মহান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আল্লাহু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রাব্বুল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আলামিন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দুইজন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ফেরেশতাকে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তার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জন্য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নিয়োগ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করবেন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যারা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তাকে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বিভিন্ন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গুনাহ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থেকে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রক্ষা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করবেন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এবং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সে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সারা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জীবন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আল্লাহর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রহমতের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সুশীতল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ছায়াতলে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নিরাপদে</w:t>
      </w:r>
      <w:r w:rsidR="003D1D4C" w:rsidRPr="003D1D4C">
        <w:rPr>
          <w:cs/>
          <w:lang w:bidi="bn-IN"/>
        </w:rPr>
        <w:t xml:space="preserve"> </w:t>
      </w:r>
      <w:r w:rsidR="003D1D4C" w:rsidRPr="003D1D4C">
        <w:rPr>
          <w:rFonts w:hint="cs"/>
          <w:cs/>
          <w:lang w:bidi="bn-IN"/>
        </w:rPr>
        <w:t>থাকবে।</w:t>
      </w:r>
      <w:r w:rsidR="00970E10">
        <w:rPr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ইমাম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হুসাইন</w:t>
      </w:r>
      <w:r w:rsidR="00970E10" w:rsidRPr="00970E10">
        <w:rPr>
          <w:cs/>
          <w:lang w:bidi="bn-IN"/>
        </w:rPr>
        <w:t xml:space="preserve"> (</w:t>
      </w:r>
      <w:r w:rsidR="00970E10" w:rsidRPr="00970E10">
        <w:rPr>
          <w:rFonts w:hint="cs"/>
          <w:cs/>
          <w:lang w:bidi="bn-IN"/>
        </w:rPr>
        <w:t>আ</w:t>
      </w:r>
      <w:r w:rsidR="00970E10" w:rsidRPr="00970E10">
        <w:rPr>
          <w:cs/>
          <w:lang w:bidi="bn-IN"/>
        </w:rPr>
        <w:t xml:space="preserve">.) </w:t>
      </w:r>
      <w:r w:rsidR="00970E10" w:rsidRPr="00970E10">
        <w:rPr>
          <w:rFonts w:hint="cs"/>
          <w:cs/>
          <w:lang w:bidi="bn-IN"/>
        </w:rPr>
        <w:t>থেকে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বর্ণিত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হয়েছে</w:t>
      </w:r>
      <w:r w:rsidR="00970E10" w:rsidRPr="00970E10">
        <w:t>,</w:t>
      </w:r>
      <w:r w:rsidR="00970E10" w:rsidRPr="00970E10">
        <w:rPr>
          <w:rFonts w:hint="cs"/>
          <w:cs/>
          <w:lang w:bidi="bn-IN"/>
        </w:rPr>
        <w:t>তিনি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বলেছেনঃ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আমার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পিতা</w:t>
      </w:r>
      <w:r w:rsidR="00970E10" w:rsidRPr="00970E10">
        <w:rPr>
          <w:cs/>
          <w:lang w:bidi="bn-IN"/>
        </w:rPr>
        <w:t xml:space="preserve"> </w:t>
      </w:r>
      <w:r w:rsidR="002A57D6">
        <w:rPr>
          <w:rFonts w:hint="cs"/>
          <w:cs/>
          <w:lang w:bidi="bn-IN"/>
        </w:rPr>
        <w:t>হযরত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আ</w:t>
      </w:r>
      <w:r w:rsidR="002A57D6">
        <w:rPr>
          <w:cs/>
          <w:lang w:bidi="bn-IN"/>
        </w:rPr>
        <w:t>লী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ইবনে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আবি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তালিব</w:t>
      </w:r>
      <w:r w:rsidR="00970E10" w:rsidRPr="00970E10">
        <w:rPr>
          <w:cs/>
          <w:lang w:bidi="bn-IN"/>
        </w:rPr>
        <w:t xml:space="preserve"> (</w:t>
      </w:r>
      <w:r w:rsidR="00970E10" w:rsidRPr="00970E10">
        <w:rPr>
          <w:rFonts w:hint="cs"/>
          <w:cs/>
          <w:lang w:bidi="bn-IN"/>
        </w:rPr>
        <w:t>আ</w:t>
      </w:r>
      <w:r w:rsidR="00970E10" w:rsidRPr="00970E10">
        <w:rPr>
          <w:cs/>
          <w:lang w:bidi="bn-IN"/>
        </w:rPr>
        <w:t xml:space="preserve">.) </w:t>
      </w:r>
      <w:r w:rsidR="00970E10" w:rsidRPr="00970E10">
        <w:rPr>
          <w:rFonts w:hint="cs"/>
          <w:cs/>
          <w:lang w:bidi="bn-IN"/>
        </w:rPr>
        <w:t>ওসিয়ত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করেছেন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যে</w:t>
      </w:r>
      <w:r w:rsidR="00970E10" w:rsidRPr="00970E10">
        <w:t>,</w:t>
      </w:r>
      <w:r w:rsidR="00970E10" w:rsidRPr="00970E10">
        <w:rPr>
          <w:rFonts w:ascii="Times New Roman" w:hAnsi="Times New Roman" w:cs="Times New Roman"/>
        </w:rPr>
        <w:t>“</w:t>
      </w:r>
      <w:r w:rsidR="00970E10" w:rsidRPr="00970E10">
        <w:rPr>
          <w:rFonts w:hint="cs"/>
          <w:cs/>
          <w:lang w:bidi="bn-IN"/>
        </w:rPr>
        <w:t>দোয়া</w:t>
      </w:r>
      <w:r w:rsidR="00970E10" w:rsidRPr="00970E10">
        <w:rPr>
          <w:cs/>
          <w:lang w:bidi="bn-IN"/>
        </w:rPr>
        <w:t>-</w:t>
      </w:r>
      <w:r w:rsidR="00970E10" w:rsidRPr="00970E10">
        <w:rPr>
          <w:rFonts w:hint="cs"/>
          <w:cs/>
          <w:lang w:bidi="bn-IN"/>
        </w:rPr>
        <w:t>এ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জওশান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কাবির</w:t>
      </w:r>
      <w:r w:rsidR="00970E10" w:rsidRPr="00970E10">
        <w:rPr>
          <w:rFonts w:hint="eastAsia"/>
        </w:rPr>
        <w:t>”</w:t>
      </w:r>
      <w:r w:rsidR="00970E10" w:rsidRPr="00970E10">
        <w:rPr>
          <w:rFonts w:hint="cs"/>
          <w:cs/>
          <w:lang w:bidi="bn-IN"/>
        </w:rPr>
        <w:t>লিখা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কাফনে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যেন</w:t>
      </w:r>
      <w:r w:rsidR="00861EF4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তাকে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দাফন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করি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এবং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আমাদের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পরিবার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পরিজনকে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এ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দোয়াটি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শিক্ষা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দি</w:t>
      </w:r>
      <w:r w:rsidR="00704AEB">
        <w:rPr>
          <w:cs/>
          <w:lang w:bidi="bn-IN"/>
        </w:rPr>
        <w:t>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এবং</w:t>
      </w:r>
      <w:r w:rsidR="00970E10" w:rsidRPr="00970E10">
        <w:rPr>
          <w:cs/>
          <w:lang w:bidi="bn-IN"/>
        </w:rPr>
        <w:t xml:space="preserve"> </w:t>
      </w:r>
      <w:r w:rsidR="00704AEB">
        <w:rPr>
          <w:cs/>
          <w:lang w:bidi="bn-IN"/>
        </w:rPr>
        <w:t>তা</w:t>
      </w:r>
      <w:r w:rsidR="00704AEB">
        <w:rPr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পাঠ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করতে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উৎসাহ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প্রদান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করি।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এ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দোয়াটিতে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আল্লাহর</w:t>
      </w:r>
      <w:r w:rsidR="00955492">
        <w:rPr>
          <w:lang w:bidi="bn-IN"/>
        </w:rPr>
        <w:t xml:space="preserve"> </w:t>
      </w:r>
      <w:r w:rsidR="00955492">
        <w:rPr>
          <w:cs/>
          <w:lang w:bidi="bn-IN"/>
        </w:rPr>
        <w:t>তায়ালাকে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এক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হাজার</w:t>
      </w:r>
      <w:r w:rsidR="00970E10" w:rsidRPr="00970E10">
        <w:rPr>
          <w:cs/>
          <w:lang w:bidi="bn-IN"/>
        </w:rPr>
        <w:t xml:space="preserve"> </w:t>
      </w:r>
      <w:r w:rsidR="00704AEB">
        <w:rPr>
          <w:cs/>
          <w:lang w:bidi="bn-IN"/>
        </w:rPr>
        <w:t>গুণবাচক</w:t>
      </w:r>
      <w:r w:rsidR="00704AEB">
        <w:rPr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নাম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এবং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ইসমে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আযম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দ্বারা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সম্বোধন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করা</w:t>
      </w:r>
      <w:r w:rsidR="00970E10" w:rsidRPr="00970E10">
        <w:rPr>
          <w:cs/>
          <w:lang w:bidi="bn-IN"/>
        </w:rPr>
        <w:t xml:space="preserve"> </w:t>
      </w:r>
      <w:r w:rsidR="00970E10" w:rsidRPr="00970E10">
        <w:rPr>
          <w:rFonts w:hint="cs"/>
          <w:cs/>
          <w:lang w:bidi="bn-IN"/>
        </w:rPr>
        <w:t>হয়েছে।</w:t>
      </w:r>
      <w:r w:rsidR="00955492">
        <w:rPr>
          <w:lang w:bidi="bn-IN"/>
        </w:rPr>
        <w:t xml:space="preserve"> </w:t>
      </w:r>
      <w:r w:rsidR="00AB164A" w:rsidRPr="00AB164A">
        <w:rPr>
          <w:rFonts w:hint="cs"/>
          <w:cs/>
          <w:lang w:bidi="bn-IN"/>
        </w:rPr>
        <w:t>দোয়াটি</w:t>
      </w:r>
      <w:r w:rsidR="00AB164A" w:rsidRPr="00AB164A">
        <w:rPr>
          <w:cs/>
          <w:lang w:bidi="bn-IN"/>
        </w:rPr>
        <w:t xml:space="preserve"> </w:t>
      </w:r>
      <w:r w:rsidR="00AB164A" w:rsidRPr="00AB164A">
        <w:rPr>
          <w:rFonts w:hint="cs"/>
          <w:cs/>
          <w:lang w:bidi="bn-IN"/>
        </w:rPr>
        <w:t>হচ্ছে</w:t>
      </w:r>
      <w:r w:rsidR="00AB164A" w:rsidRPr="00AB164A">
        <w:rPr>
          <w:cs/>
          <w:lang w:bidi="bn-IN"/>
        </w:rPr>
        <w:t xml:space="preserve"> </w:t>
      </w:r>
      <w:r w:rsidR="00AB164A" w:rsidRPr="00AB164A">
        <w:rPr>
          <w:rFonts w:hint="cs"/>
          <w:cs/>
          <w:lang w:bidi="bn-IN"/>
        </w:rPr>
        <w:t>নিম্নরূপঃ</w:t>
      </w:r>
    </w:p>
    <w:p w:rsidR="004B01AB" w:rsidRDefault="004B01AB" w:rsidP="004B01AB">
      <w:pPr>
        <w:pStyle w:val="libNormal"/>
      </w:pPr>
    </w:p>
    <w:p w:rsidR="00811033" w:rsidRPr="00234356" w:rsidRDefault="00811033" w:rsidP="00811033">
      <w:pPr>
        <w:pStyle w:val="Heading2Center"/>
      </w:pPr>
      <w:bookmarkStart w:id="2" w:name="_Toc485247126"/>
      <w:bookmarkStart w:id="3" w:name="_Toc485289469"/>
      <w:r>
        <w:rPr>
          <w:cs/>
          <w:lang w:bidi="bn-IN"/>
        </w:rPr>
        <w:lastRenderedPageBreak/>
        <w:t>জওশান কাবির</w:t>
      </w:r>
      <w:bookmarkEnd w:id="2"/>
      <w:bookmarkEnd w:id="3"/>
    </w:p>
    <w:p w:rsidR="004B01AB" w:rsidRDefault="004B01AB" w:rsidP="004B01AB">
      <w:pPr>
        <w:pStyle w:val="libAr"/>
        <w:rPr>
          <w:rFonts w:cs="SolaimanLipi"/>
          <w:rtl/>
        </w:rPr>
      </w:pPr>
      <w:r>
        <w:rPr>
          <w:rFonts w:cs="SolaimanLipi" w:hint="cs"/>
          <w:rtl/>
        </w:rPr>
        <w:t xml:space="preserve"> </w:t>
      </w:r>
      <w:r w:rsidRPr="00234356">
        <w:rPr>
          <w:rFonts w:cs="SolaimanLipi"/>
        </w:rPr>
        <w:t>(1)</w:t>
      </w:r>
      <w:r>
        <w:rPr>
          <w:rFonts w:cs="SolaimanLipi" w:hint="cs"/>
          <w:rtl/>
        </w:rPr>
        <w:t xml:space="preserve"> </w:t>
      </w:r>
      <w:r w:rsidRPr="00234356">
        <w:rPr>
          <w:rtl/>
        </w:rPr>
        <w:t>ا</w:t>
      </w:r>
      <w:r w:rsidRPr="00457BE5">
        <w:rPr>
          <w:rFonts w:hint="cs"/>
          <w:rtl/>
        </w:rPr>
        <w:t xml:space="preserve"> </w:t>
      </w:r>
      <w:r>
        <w:rPr>
          <w:rFonts w:hint="cs"/>
          <w:rtl/>
        </w:rPr>
        <w:t>ا</w:t>
      </w:r>
      <w:r w:rsidRPr="00CF27ED">
        <w:rPr>
          <w:rFonts w:hint="cs"/>
          <w:rtl/>
        </w:rPr>
        <w:t>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اَللَّهُ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رَحْمنُ،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رَحيمُ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كَريمُ،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مُقيمُ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عَليمُ،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حَليمُ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حَكيمُ،</w:t>
      </w:r>
      <w:r>
        <w:rPr>
          <w:rtl/>
        </w:rPr>
        <w:t xml:space="preserve"> </w:t>
      </w:r>
      <w:r w:rsidRPr="00CF27ED">
        <w:rPr>
          <w:rFonts w:hint="cs"/>
          <w:rtl/>
        </w:rPr>
        <w:t>سُبْحانَكَ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اَنْتَ،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الْغَوْثَ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الْغَوْثَ،</w:t>
      </w:r>
      <w:r>
        <w:rPr>
          <w:rtl/>
        </w:rPr>
        <w:t xml:space="preserve"> </w:t>
      </w:r>
      <w:r w:rsidRPr="00CF27ED">
        <w:rPr>
          <w:rFonts w:hint="cs"/>
          <w:rtl/>
        </w:rPr>
        <w:t>خَلِّصْنا</w:t>
      </w:r>
      <w:r>
        <w:rPr>
          <w:rtl/>
        </w:rPr>
        <w:t xml:space="preserve"> </w:t>
      </w:r>
      <w:r w:rsidRPr="00CF27ED">
        <w:rPr>
          <w:rFonts w:hint="cs"/>
          <w:rtl/>
        </w:rPr>
        <w:t>مِنَ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النَّارِ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رَبِّ</w:t>
      </w:r>
      <w:r>
        <w:t>.</w:t>
      </w:r>
      <w:r w:rsidRPr="00234356">
        <w:rPr>
          <w:rFonts w:cs="SolaimanLipi"/>
          <w:rtl/>
        </w:rPr>
        <w:t xml:space="preserve"> </w:t>
      </w:r>
    </w:p>
    <w:p w:rsidR="004B01AB" w:rsidRPr="00234356" w:rsidRDefault="004B01AB" w:rsidP="004B01AB">
      <w:pPr>
        <w:pStyle w:val="libAr"/>
        <w:rPr>
          <w:rFonts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D25139">
        <w:rPr>
          <w:rStyle w:val="libBold1Char"/>
          <w:rFonts w:hint="cs"/>
          <w:cs/>
          <w:lang w:bidi="bn-IN"/>
        </w:rPr>
        <w:t>বাংলা</w:t>
      </w:r>
      <w:r w:rsidRPr="00D25139">
        <w:rPr>
          <w:rStyle w:val="libBold1Char"/>
          <w:cs/>
          <w:lang w:bidi="bn-IN"/>
        </w:rPr>
        <w:t xml:space="preserve"> </w:t>
      </w:r>
      <w:r w:rsidRPr="00D25139">
        <w:rPr>
          <w:rStyle w:val="libBold1Char"/>
          <w:rFonts w:hint="cs"/>
          <w:cs/>
          <w:lang w:bidi="bn-IN"/>
        </w:rPr>
        <w:t>উচ্চারণঃ</w:t>
      </w:r>
      <w:r w:rsidRPr="00D25139">
        <w:rPr>
          <w:rStyle w:val="libBold1Char"/>
          <w:cs/>
          <w:lang w:bidi="bn-IN"/>
        </w:rPr>
        <w:t>-</w:t>
      </w:r>
      <w:r w:rsidRPr="00D25139"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আল্লাহুম্মা ইন্নি আসআলুকা বি ইসমিকা ইয়া আল্লাহু</w:t>
      </w:r>
      <w:r>
        <w:t xml:space="preserve">, </w:t>
      </w:r>
      <w:r w:rsidRPr="00234356">
        <w:rPr>
          <w:cs/>
          <w:lang w:bidi="bn-IN"/>
        </w:rPr>
        <w:t>ইয়া রাহমানু</w:t>
      </w:r>
      <w:r>
        <w:t xml:space="preserve">, </w:t>
      </w:r>
      <w:r w:rsidRPr="00234356">
        <w:rPr>
          <w:cs/>
          <w:lang w:bidi="bn-IN"/>
        </w:rPr>
        <w:t>ইয়া রাহিমু</w:t>
      </w:r>
      <w:r>
        <w:t xml:space="preserve">, </w:t>
      </w:r>
      <w:r w:rsidRPr="00234356">
        <w:rPr>
          <w:cs/>
          <w:lang w:bidi="bn-IN"/>
        </w:rPr>
        <w:t>ইয়া কারিমু</w:t>
      </w:r>
      <w:r>
        <w:t xml:space="preserve">, </w:t>
      </w:r>
      <w:r w:rsidRPr="00234356">
        <w:rPr>
          <w:cs/>
          <w:lang w:bidi="bn-IN"/>
        </w:rPr>
        <w:t>ইয়া মুকিমু</w:t>
      </w:r>
      <w:r>
        <w:t xml:space="preserve">, </w:t>
      </w:r>
      <w:r w:rsidRPr="00234356">
        <w:rPr>
          <w:cs/>
          <w:lang w:bidi="bn-IN"/>
        </w:rPr>
        <w:t>ইয়া আযিমু</w:t>
      </w:r>
      <w:r>
        <w:t xml:space="preserve">, </w:t>
      </w:r>
      <w:r w:rsidRPr="00234356">
        <w:rPr>
          <w:cs/>
          <w:lang w:bidi="bn-IN"/>
        </w:rPr>
        <w:t>ইয়া কাদিমু</w:t>
      </w:r>
      <w:r>
        <w:t xml:space="preserve">, </w:t>
      </w:r>
      <w:r w:rsidRPr="00234356">
        <w:rPr>
          <w:cs/>
          <w:lang w:bidi="bn-IN"/>
        </w:rPr>
        <w:t>ইয়া আলিমু</w:t>
      </w:r>
      <w:r>
        <w:t xml:space="preserve">, </w:t>
      </w:r>
      <w:r w:rsidRPr="00234356">
        <w:rPr>
          <w:cs/>
          <w:lang w:bidi="bn-IN"/>
        </w:rPr>
        <w:t>ইয়া হালিমু</w:t>
      </w:r>
      <w:r>
        <w:t xml:space="preserve">, </w:t>
      </w:r>
      <w:r w:rsidRPr="00234356">
        <w:rPr>
          <w:cs/>
          <w:lang w:bidi="bn-IN"/>
        </w:rPr>
        <w:t>ইয়া হাকিম।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D25139">
        <w:rPr>
          <w:rStyle w:val="libBold1Char"/>
          <w:rFonts w:hint="cs"/>
          <w:cs/>
          <w:lang w:bidi="bn-IN"/>
        </w:rPr>
        <w:t>বাংলা</w:t>
      </w:r>
      <w:r w:rsidRPr="00D25139">
        <w:rPr>
          <w:rStyle w:val="libBold1Char"/>
          <w:cs/>
          <w:lang w:bidi="bn-IN"/>
        </w:rPr>
        <w:t xml:space="preserve"> </w:t>
      </w:r>
      <w:r w:rsidRPr="00D25139">
        <w:rPr>
          <w:rStyle w:val="libBold1Char"/>
          <w:rFonts w:hint="cs"/>
          <w:cs/>
          <w:lang w:bidi="bn-IN"/>
        </w:rPr>
        <w:t>অর্থঃ</w:t>
      </w:r>
      <w:r w:rsidRPr="00D25139">
        <w:rPr>
          <w:rStyle w:val="libBold1Char"/>
          <w:cs/>
          <w:lang w:bidi="bn-IN"/>
        </w:rPr>
        <w:t>-</w:t>
      </w:r>
      <w:r w:rsidRPr="00D25139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সর্বদয়ালু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সর্বমমতাময়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সর্বউদার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স্থায়ী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সর্বশক্তিমান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চিরবিরাজমান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সহনশীল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প্রজ্ঞাবান</w:t>
      </w:r>
      <w:r w:rsidRPr="005167FE">
        <w:t>;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মহাজ্ঞানী</w:t>
      </w:r>
      <w:r>
        <w:rPr>
          <w:cs/>
          <w:lang w:bidi="hi-IN"/>
        </w:rPr>
        <w:t>।</w:t>
      </w:r>
    </w:p>
    <w:p w:rsidR="004B01AB" w:rsidRPr="00890AB5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cstheme="minorBidi"/>
          <w:rtl/>
          <w:lang w:bidi="fa-IR"/>
        </w:rPr>
      </w:pPr>
      <w:r w:rsidRPr="00234356">
        <w:rPr>
          <w:rFonts w:cs="SolaimanLipi"/>
        </w:rPr>
        <w:t>(2)</w:t>
      </w:r>
      <w:r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سَيِّدَ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السَّاداتِ،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مُجيبَ‏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الدَّعَواتِ،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رافِعَ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الدَّرَجاتِ،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وَلِىَّ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الْحَسَناتِ،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غافِرَ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الْخَطيئآتِ،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مُعْطِىَ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الْمَسْئَلاتِ،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قابِلَ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التَّوْباتِ،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سامِعَ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الْأَصْواتِ،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عالِمَ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الْخَفِيَّاتِ،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دافِعَ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الْبَلِيَّاتِ</w:t>
      </w:r>
      <w:r>
        <w:t>.</w:t>
      </w:r>
      <w:r>
        <w:rPr>
          <w:rFonts w:cstheme="minorBidi" w:hint="cs"/>
          <w:rtl/>
          <w:lang w:bidi="fa-IR"/>
        </w:rPr>
        <w:t xml:space="preserve"> </w:t>
      </w:r>
    </w:p>
    <w:p w:rsidR="004B01AB" w:rsidRPr="004137F8" w:rsidRDefault="004B01AB" w:rsidP="004B01AB">
      <w:pPr>
        <w:pStyle w:val="libAr"/>
        <w:ind w:firstLine="0"/>
        <w:rPr>
          <w:rFonts w:cstheme="minorBidi"/>
          <w:rtl/>
          <w:lang w:bidi="fa-IR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D25139">
        <w:rPr>
          <w:rStyle w:val="libBold1Char"/>
          <w:rFonts w:hint="cs"/>
          <w:cs/>
          <w:lang w:bidi="bn-IN"/>
        </w:rPr>
        <w:t>বাংলা</w:t>
      </w:r>
      <w:r w:rsidRPr="00D25139">
        <w:rPr>
          <w:rStyle w:val="libBold1Char"/>
          <w:cs/>
          <w:lang w:bidi="bn-IN"/>
        </w:rPr>
        <w:t xml:space="preserve"> </w:t>
      </w:r>
      <w:r w:rsidRPr="00D25139">
        <w:rPr>
          <w:rStyle w:val="libBold1Char"/>
          <w:rFonts w:hint="cs"/>
          <w:cs/>
          <w:lang w:bidi="bn-IN"/>
        </w:rPr>
        <w:t>উচ্চারণঃ</w:t>
      </w:r>
      <w:r w:rsidRPr="00D25139">
        <w:rPr>
          <w:rStyle w:val="libBold1Char"/>
          <w:cs/>
          <w:lang w:bidi="bn-IN"/>
        </w:rPr>
        <w:t>-</w:t>
      </w:r>
      <w:r w:rsidRPr="00D25139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সাই</w:t>
      </w:r>
      <w:r>
        <w:rPr>
          <w:cs/>
          <w:lang w:bidi="bn-IN"/>
        </w:rPr>
        <w:t>য়্যিদা</w:t>
      </w:r>
      <w:r w:rsidRPr="00234356">
        <w:rPr>
          <w:cs/>
          <w:lang w:bidi="bn-IN"/>
        </w:rPr>
        <w:t>স সাদাত</w:t>
      </w:r>
      <w:r>
        <w:t xml:space="preserve">, </w:t>
      </w:r>
      <w:r w:rsidRPr="00234356">
        <w:rPr>
          <w:cs/>
          <w:lang w:bidi="bn-IN"/>
        </w:rPr>
        <w:t>ইয়া মুজিবাদ দাওয়াত</w:t>
      </w:r>
      <w:r>
        <w:t xml:space="preserve">, </w:t>
      </w:r>
      <w:r w:rsidRPr="00234356">
        <w:rPr>
          <w:cs/>
          <w:lang w:bidi="bn-IN"/>
        </w:rPr>
        <w:t>ইয়া রাফিআদ দারাজাত</w:t>
      </w:r>
      <w:r>
        <w:t xml:space="preserve">, </w:t>
      </w:r>
      <w:r w:rsidRPr="00234356">
        <w:rPr>
          <w:cs/>
          <w:lang w:bidi="bn-IN"/>
        </w:rPr>
        <w:t>ইয়া ওয়ালিয়াল হাসানাত</w:t>
      </w:r>
      <w:r>
        <w:t xml:space="preserve">, </w:t>
      </w:r>
      <w:r w:rsidRPr="00234356">
        <w:rPr>
          <w:cs/>
          <w:lang w:bidi="bn-IN"/>
        </w:rPr>
        <w:t>ইয়া গাফেরাল খাতি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ত</w:t>
      </w:r>
      <w:r>
        <w:t xml:space="preserve">, </w:t>
      </w:r>
      <w:r w:rsidRPr="00234356">
        <w:rPr>
          <w:cs/>
          <w:lang w:bidi="bn-IN"/>
        </w:rPr>
        <w:t>ইয়া মুউতিয়াল মাসআলাত</w:t>
      </w:r>
      <w:r>
        <w:t xml:space="preserve">, </w:t>
      </w:r>
      <w:r w:rsidRPr="00234356">
        <w:rPr>
          <w:cs/>
          <w:lang w:bidi="bn-IN"/>
        </w:rPr>
        <w:t>ইয়া কবেলাত তাওবাত</w:t>
      </w:r>
      <w:r>
        <w:t xml:space="preserve">, </w:t>
      </w:r>
      <w:r w:rsidRPr="00234356">
        <w:rPr>
          <w:cs/>
          <w:lang w:bidi="bn-IN"/>
        </w:rPr>
        <w:t>ইয়া সামেআল আসওয়াত</w:t>
      </w:r>
      <w:r>
        <w:t xml:space="preserve">, </w:t>
      </w:r>
      <w:r w:rsidRPr="00234356">
        <w:rPr>
          <w:cs/>
          <w:lang w:bidi="bn-IN"/>
        </w:rPr>
        <w:t>ইয়া আলেমাল খাফি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ত</w:t>
      </w:r>
      <w:r>
        <w:t xml:space="preserve">, </w:t>
      </w:r>
      <w:r w:rsidRPr="00234356">
        <w:rPr>
          <w:cs/>
          <w:lang w:bidi="bn-IN"/>
        </w:rPr>
        <w:t>ইয়া দাফেয়াল বালিইয়্যাত।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>খাল্লিসনা মিনান</w:t>
      </w:r>
      <w:r>
        <w:rPr>
          <w:lang w:bidi="bn-IN"/>
        </w:rPr>
        <w:t>-</w:t>
      </w:r>
      <w:r w:rsidRPr="00234356">
        <w:rPr>
          <w:cs/>
          <w:lang w:bidi="bn-IN"/>
        </w:rPr>
        <w:t>নার ইয়া রাব্ব।</w:t>
      </w:r>
    </w:p>
    <w:p w:rsidR="004B01AB" w:rsidRDefault="004B01AB" w:rsidP="004B01AB">
      <w:pPr>
        <w:pStyle w:val="libNormal"/>
      </w:pPr>
      <w:r w:rsidRPr="00D25139">
        <w:rPr>
          <w:rStyle w:val="libBold1Char"/>
          <w:rFonts w:hint="cs"/>
          <w:cs/>
          <w:lang w:bidi="bn-IN"/>
        </w:rPr>
        <w:t>বাংলা</w:t>
      </w:r>
      <w:r w:rsidRPr="00D25139">
        <w:rPr>
          <w:rStyle w:val="libBold1Char"/>
          <w:cs/>
          <w:lang w:bidi="bn-IN"/>
        </w:rPr>
        <w:t xml:space="preserve"> </w:t>
      </w:r>
      <w:r w:rsidRPr="00D25139">
        <w:rPr>
          <w:rStyle w:val="libBold1Char"/>
          <w:rFonts w:hint="cs"/>
          <w:cs/>
          <w:lang w:bidi="bn-IN"/>
        </w:rPr>
        <w:t>অর্থঃ</w:t>
      </w:r>
      <w:r w:rsidRPr="00D25139">
        <w:rPr>
          <w:rStyle w:val="libBold1Char"/>
          <w:cs/>
          <w:lang w:bidi="bn-IN"/>
        </w:rPr>
        <w:t>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আহবানে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শ্রেণী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মর্যাদা</w:t>
      </w:r>
      <w:r>
        <w:rPr>
          <w:lang w:bidi="bn-IN"/>
        </w:rPr>
        <w:t xml:space="preserve"> </w:t>
      </w:r>
      <w:r>
        <w:rPr>
          <w:cs/>
          <w:lang w:bidi="bn-IN"/>
        </w:rPr>
        <w:t>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কাজগুলোর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অভিভাবক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ভুল</w:t>
      </w:r>
      <w:r>
        <w:rPr>
          <w:lang w:bidi="bn-IN"/>
        </w:rPr>
        <w:t>-</w:t>
      </w:r>
      <w:r>
        <w:rPr>
          <w:cs/>
          <w:lang w:bidi="bn-IN"/>
        </w:rPr>
        <w:t>ভ্রান্তি</w:t>
      </w:r>
      <w:r w:rsidRPr="005167FE">
        <w:rPr>
          <w:rFonts w:hint="cs"/>
          <w:cs/>
          <w:lang w:bidi="bn-IN"/>
        </w:rPr>
        <w:t>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আবেদনগুলো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lastRenderedPageBreak/>
        <w:t>পূরণকারী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তওবা</w:t>
      </w:r>
      <w:r>
        <w:rPr>
          <w:lang w:bidi="bn-IN"/>
        </w:rPr>
        <w:t xml:space="preserve"> </w:t>
      </w:r>
      <w:r>
        <w:rPr>
          <w:cs/>
          <w:lang w:bidi="bn-IN"/>
        </w:rPr>
        <w:t>কুবুল</w:t>
      </w:r>
      <w:r w:rsidRPr="005167FE">
        <w:rPr>
          <w:rFonts w:hint="cs"/>
          <w:cs/>
          <w:lang w:bidi="bn-IN"/>
        </w:rPr>
        <w:t>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সুরধ্বনি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শ্রবণকারী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গোপন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বিষয়গুলোর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দুযোর্গগুলো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প্রতিহতকারী</w:t>
      </w:r>
      <w:r>
        <w:rPr>
          <w:cs/>
          <w:lang w:bidi="hi-IN"/>
        </w:rPr>
        <w:t>।</w:t>
      </w:r>
    </w:p>
    <w:p w:rsidR="004B01AB" w:rsidRPr="007F61D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</w:pPr>
      <w:r w:rsidRPr="00234356">
        <w:rPr>
          <w:rFonts w:cs="SolaimanLipi"/>
        </w:rPr>
        <w:t xml:space="preserve"> (3)</w:t>
      </w:r>
      <w:r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خَيْرَالْغافِرينَ،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الْفاتِحينَ،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النَّاصِرينَ،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الْحاكِمينَ،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الرَّازِقينَ،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الْوارِثينَ،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الْحامِدينَ،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الذَّاكِرينَ،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الْمُنْزِلينَ،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الْمُحْسِنينَ</w:t>
      </w:r>
      <w:r>
        <w:t>.</w:t>
      </w:r>
    </w:p>
    <w:p w:rsidR="004B01AB" w:rsidRPr="004137F8" w:rsidRDefault="004B01AB" w:rsidP="004B01AB">
      <w:pPr>
        <w:pStyle w:val="libAr"/>
        <w:ind w:firstLine="0"/>
        <w:rPr>
          <w:rFonts w:cstheme="minorBidi"/>
          <w:rtl/>
          <w:lang w:bidi="fa-IR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20E9D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BD"/>
        </w:rPr>
        <w:t>ইয়া</w:t>
      </w:r>
      <w:r w:rsidRPr="00234356">
        <w:rPr>
          <w:cs/>
          <w:lang w:bidi="bn-IN"/>
        </w:rPr>
        <w:t xml:space="preserve"> খায়রাল গাফিরিন</w:t>
      </w:r>
      <w:r>
        <w:t xml:space="preserve">, </w:t>
      </w:r>
      <w:r w:rsidRPr="00234356">
        <w:rPr>
          <w:cs/>
          <w:lang w:bidi="bn-IN"/>
        </w:rPr>
        <w:t>ইয়া খায়রাল ফাতিহিন</w:t>
      </w:r>
      <w:r>
        <w:t xml:space="preserve">, </w:t>
      </w:r>
      <w:r w:rsidRPr="00234356">
        <w:rPr>
          <w:cs/>
          <w:lang w:bidi="bn-IN"/>
        </w:rPr>
        <w:t>ইয়া খায়রান নাসিরিন</w:t>
      </w:r>
      <w:r>
        <w:t xml:space="preserve">, </w:t>
      </w:r>
      <w:r w:rsidRPr="00234356">
        <w:rPr>
          <w:cs/>
          <w:lang w:bidi="bn-IN"/>
        </w:rPr>
        <w:t>ইয়া খায়রাল হাকিমিন</w:t>
      </w:r>
      <w:r>
        <w:t xml:space="preserve">, </w:t>
      </w:r>
      <w:r w:rsidRPr="00234356">
        <w:rPr>
          <w:cs/>
          <w:lang w:bidi="bn-IN"/>
        </w:rPr>
        <w:t>ইয়া খায়রার রাযিকিন</w:t>
      </w:r>
      <w:r>
        <w:t xml:space="preserve">, </w:t>
      </w:r>
      <w:r w:rsidRPr="00234356">
        <w:rPr>
          <w:cs/>
          <w:lang w:bidi="bn-IN"/>
        </w:rPr>
        <w:t>ইয়া খায়রাল ওয়ারিসিন</w:t>
      </w:r>
      <w:r>
        <w:t xml:space="preserve">, </w:t>
      </w:r>
      <w:r w:rsidRPr="00234356">
        <w:rPr>
          <w:cs/>
          <w:lang w:bidi="bn-IN"/>
        </w:rPr>
        <w:t>ইয়া খায়রাল হামিদিন</w:t>
      </w:r>
      <w:r>
        <w:t xml:space="preserve">, </w:t>
      </w:r>
      <w:r w:rsidRPr="00234356">
        <w:rPr>
          <w:cs/>
          <w:lang w:bidi="bn-IN"/>
        </w:rPr>
        <w:t>ইয়া খাইরায যাকিরিন</w:t>
      </w:r>
      <w:r>
        <w:t xml:space="preserve">, </w:t>
      </w:r>
      <w:r w:rsidRPr="00234356">
        <w:rPr>
          <w:cs/>
          <w:lang w:bidi="bn-IN"/>
        </w:rPr>
        <w:t>ইয়া খাইরাল মুনযিলিন</w:t>
      </w:r>
      <w:r>
        <w:t xml:space="preserve">, </w:t>
      </w:r>
      <w:r w:rsidRPr="00234356">
        <w:rPr>
          <w:cs/>
          <w:lang w:bidi="bn-IN"/>
        </w:rPr>
        <w:t>ইয়া খাইরাল মুহসিনিন।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861EF4">
        <w:rPr>
          <w:lang w:bidi="bn-IN"/>
        </w:rPr>
        <w:t xml:space="preserve"> </w:t>
      </w:r>
      <w:r w:rsidRPr="00861EF4">
        <w:rPr>
          <w:rFonts w:hint="cs"/>
          <w:cs/>
          <w:lang w:bidi="bn-IN"/>
        </w:rPr>
        <w:t xml:space="preserve">হে </w:t>
      </w:r>
      <w:r w:rsidRPr="00F577BA">
        <w:rPr>
          <w:rFonts w:hint="cs"/>
          <w:cs/>
          <w:lang w:bidi="bn-IN"/>
        </w:rPr>
        <w:t>সর্বোত্তম</w:t>
      </w:r>
      <w:r w:rsidRPr="000C38A6">
        <w:rPr>
          <w:rtl/>
          <w:cs/>
        </w:rPr>
        <w:t xml:space="preserve"> </w:t>
      </w:r>
      <w:r w:rsidRPr="000C38A6">
        <w:rPr>
          <w:rFonts w:hint="cs"/>
          <w:cs/>
          <w:lang w:bidi="bn-IN"/>
        </w:rPr>
        <w:t>ক্ষমাকারী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>
        <w:rPr>
          <w:lang w:bidi="bn-IN"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 w:rsidRPr="000C38A6">
        <w:rPr>
          <w:rtl/>
          <w:cs/>
        </w:rPr>
        <w:t xml:space="preserve"> </w:t>
      </w:r>
      <w:r w:rsidRPr="000C38A6">
        <w:rPr>
          <w:rFonts w:hint="cs"/>
          <w:cs/>
          <w:lang w:bidi="bn-IN"/>
        </w:rPr>
        <w:t>মীমাংসাকারী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 w:rsidRPr="000C38A6">
        <w:rPr>
          <w:rtl/>
          <w:cs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>
        <w:rPr>
          <w:lang w:bidi="bn-IN"/>
        </w:rPr>
        <w:t xml:space="preserve"> </w:t>
      </w:r>
      <w:r w:rsidRPr="000C38A6">
        <w:rPr>
          <w:rFonts w:hint="cs"/>
          <w:cs/>
          <w:lang w:bidi="bn-IN"/>
        </w:rPr>
        <w:t>সাহায্যকারী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>
        <w:rPr>
          <w:lang w:bidi="bn-IN"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 w:rsidRPr="000C38A6">
        <w:rPr>
          <w:rtl/>
          <w:cs/>
        </w:rPr>
        <w:t xml:space="preserve"> </w:t>
      </w:r>
      <w:r w:rsidRPr="000C38A6">
        <w:rPr>
          <w:rFonts w:hint="cs"/>
          <w:cs/>
          <w:lang w:bidi="bn-IN"/>
        </w:rPr>
        <w:t>বিচারক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 w:rsidRPr="000C38A6">
        <w:rPr>
          <w:rtl/>
          <w:cs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>
        <w:t xml:space="preserve"> </w:t>
      </w:r>
      <w:r w:rsidRPr="000C38A6">
        <w:rPr>
          <w:rFonts w:hint="cs"/>
          <w:cs/>
          <w:lang w:bidi="bn-IN"/>
        </w:rPr>
        <w:t>জীবনোপকরণ</w:t>
      </w:r>
      <w:r w:rsidRPr="000C38A6">
        <w:rPr>
          <w:rtl/>
          <w:cs/>
        </w:rPr>
        <w:t xml:space="preserve"> </w:t>
      </w:r>
      <w:r w:rsidRPr="000C38A6">
        <w:rPr>
          <w:rFonts w:hint="cs"/>
          <w:cs/>
          <w:lang w:bidi="bn-IN"/>
        </w:rPr>
        <w:t>দানকারী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 w:rsidRPr="000C38A6">
        <w:rPr>
          <w:rtl/>
          <w:cs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>
        <w:rPr>
          <w:lang w:bidi="bn-IN"/>
        </w:rPr>
        <w:t xml:space="preserve"> </w:t>
      </w:r>
      <w:r w:rsidRPr="000C38A6">
        <w:rPr>
          <w:rFonts w:hint="cs"/>
          <w:cs/>
          <w:lang w:bidi="bn-IN"/>
        </w:rPr>
        <w:t>উত্তরাধিকারী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 w:rsidRPr="000C38A6">
        <w:rPr>
          <w:rtl/>
          <w:cs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>
        <w:t xml:space="preserve"> </w:t>
      </w:r>
      <w:r w:rsidRPr="000C38A6">
        <w:rPr>
          <w:rFonts w:hint="cs"/>
          <w:cs/>
          <w:lang w:bidi="bn-IN"/>
        </w:rPr>
        <w:t>প্রশংসাকারী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 w:rsidRPr="000C38A6">
        <w:rPr>
          <w:rtl/>
          <w:cs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>
        <w:t xml:space="preserve"> </w:t>
      </w:r>
      <w:r w:rsidRPr="000C38A6">
        <w:rPr>
          <w:rFonts w:hint="cs"/>
          <w:cs/>
          <w:lang w:bidi="bn-IN"/>
        </w:rPr>
        <w:t>স্মরণকারী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>
        <w:rPr>
          <w:lang w:bidi="bn-IN"/>
        </w:rP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 w:rsidRPr="000C38A6">
        <w:rPr>
          <w:rtl/>
          <w:cs/>
        </w:rPr>
        <w:t xml:space="preserve"> </w:t>
      </w:r>
      <w:r w:rsidRPr="000C38A6">
        <w:rPr>
          <w:rFonts w:hint="cs"/>
          <w:cs/>
          <w:lang w:bidi="bn-IN"/>
        </w:rPr>
        <w:t>নাজিলকারী</w:t>
      </w:r>
      <w:r>
        <w:t xml:space="preserve">, </w:t>
      </w:r>
      <w:r w:rsidRPr="000C38A6">
        <w:rPr>
          <w:rFonts w:hint="cs"/>
          <w:cs/>
          <w:lang w:bidi="bn-IN"/>
        </w:rPr>
        <w:t>হে</w:t>
      </w:r>
      <w:r>
        <w:t xml:space="preserve"> </w:t>
      </w:r>
      <w:r w:rsidRPr="00F577BA">
        <w:rPr>
          <w:rFonts w:hint="cs"/>
          <w:cs/>
          <w:lang w:bidi="bn-IN"/>
        </w:rPr>
        <w:t>সর্বোত্তম</w:t>
      </w:r>
      <w:r>
        <w:rPr>
          <w:lang w:bidi="bn-IN"/>
        </w:rPr>
        <w:t xml:space="preserve"> </w:t>
      </w:r>
      <w:r w:rsidRPr="000C38A6">
        <w:rPr>
          <w:rFonts w:hint="cs"/>
          <w:cs/>
          <w:lang w:bidi="bn-IN"/>
        </w:rPr>
        <w:t>কল্যাণকারী</w:t>
      </w:r>
      <w:r>
        <w:rPr>
          <w:cs/>
          <w:lang w:bidi="hi-IN"/>
        </w:rPr>
        <w:t>।</w:t>
      </w:r>
    </w:p>
    <w:p w:rsidR="004B01AB" w:rsidRPr="007F61D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Pr="00234356" w:rsidRDefault="004B01AB" w:rsidP="004B01AB">
      <w:pPr>
        <w:pStyle w:val="libAr"/>
        <w:rPr>
          <w:rFonts w:cs="SolaimanLipi"/>
        </w:rPr>
      </w:pPr>
      <w:r w:rsidRPr="00234356">
        <w:rPr>
          <w:rFonts w:cs="SolaimanLipi"/>
        </w:rPr>
        <w:t xml:space="preserve"> (4)</w:t>
      </w:r>
      <w:r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الْعِزَّةُ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وَالْجَمالُ،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الْقُدْرَةُ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وَالْكَمالُ،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الْمُلْكُ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وَالْجَلالُ،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الْكَبيرُ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الْمُتَعالِ‏ُ،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مُنْشِى‏ءَ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الْسَّحابِ</w:t>
      </w:r>
      <w:r>
        <w:rPr>
          <w:rtl/>
        </w:rPr>
        <w:t xml:space="preserve"> </w:t>
      </w:r>
      <w:r w:rsidRPr="00CF27ED">
        <w:rPr>
          <w:rFonts w:hint="cs"/>
          <w:rtl/>
        </w:rPr>
        <w:t>الثِّقالِ،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شَديدُ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الْمِحالِ،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سَريعُ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الْحِسابِ،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شَديدُ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الْعِقابِ،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عِنْدَهُ</w:t>
      </w:r>
      <w:r>
        <w:rPr>
          <w:rtl/>
        </w:rPr>
        <w:t xml:space="preserve"> </w:t>
      </w:r>
      <w:r w:rsidRPr="00CF27ED">
        <w:rPr>
          <w:rFonts w:hint="cs"/>
          <w:rtl/>
        </w:rPr>
        <w:t>حُسْنُ</w:t>
      </w:r>
      <w:r>
        <w:rPr>
          <w:rtl/>
        </w:rPr>
        <w:t xml:space="preserve"> </w:t>
      </w:r>
      <w:r w:rsidRPr="00CF27ED">
        <w:rPr>
          <w:rFonts w:hint="cs"/>
          <w:rtl/>
        </w:rPr>
        <w:t>الثَّوابِ،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اُمُّ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الْكِتابِ</w:t>
      </w:r>
      <w:r>
        <w:rPr>
          <w:rFonts w:hint="cs"/>
          <w:rtl/>
        </w:rPr>
        <w:t>.</w:t>
      </w:r>
    </w:p>
    <w:p w:rsidR="004B01AB" w:rsidRPr="004137F8" w:rsidRDefault="004B01AB" w:rsidP="004B01AB">
      <w:pPr>
        <w:pStyle w:val="libAr"/>
        <w:ind w:firstLine="0"/>
        <w:rPr>
          <w:rFonts w:cstheme="minorBidi"/>
          <w:rtl/>
          <w:lang w:bidi="fa-IR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উচ্চারণঃ</w:t>
      </w:r>
      <w:r w:rsidRPr="000C38A6">
        <w:rPr>
          <w:rStyle w:val="libEnChar"/>
          <w:cs/>
          <w:lang w:bidi="bn-BD"/>
        </w:rPr>
        <w:t>-</w:t>
      </w:r>
      <w:r w:rsidRPr="00234356">
        <w:rPr>
          <w:cs/>
          <w:lang w:bidi="bn-IN"/>
        </w:rPr>
        <w:t xml:space="preserve"> ইয়া মান লাহুল ইযযাতু ওয়াল জামাল</w:t>
      </w:r>
      <w:r>
        <w:t xml:space="preserve">, </w:t>
      </w:r>
      <w:r w:rsidRPr="00234356">
        <w:rPr>
          <w:cs/>
          <w:lang w:bidi="bn-IN"/>
        </w:rPr>
        <w:t>ইয়া মান লাহুল কুদরাতু ওয়াল কামাল</w:t>
      </w:r>
      <w:r>
        <w:t xml:space="preserve">, </w:t>
      </w:r>
      <w:r w:rsidRPr="00234356">
        <w:rPr>
          <w:cs/>
          <w:lang w:bidi="bn-IN"/>
        </w:rPr>
        <w:t>ইয়া মান লাহুল মুলকু ওয়াল জালাল</w:t>
      </w:r>
      <w:r>
        <w:t xml:space="preserve">, </w:t>
      </w:r>
      <w:r w:rsidRPr="00234356">
        <w:rPr>
          <w:cs/>
          <w:lang w:bidi="bn-IN"/>
        </w:rPr>
        <w:t>ইয়া মান হু</w:t>
      </w:r>
      <w:r>
        <w:rPr>
          <w:cs/>
          <w:lang w:bidi="bn-IN"/>
        </w:rPr>
        <w:t>য়া</w:t>
      </w:r>
      <w:r w:rsidRPr="00234356">
        <w:rPr>
          <w:cs/>
          <w:lang w:bidi="bn-IN"/>
        </w:rPr>
        <w:t>ল কাবিরুল মোতাআল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 w:rsidRPr="00234356">
        <w:rPr>
          <w:cs/>
          <w:lang w:bidi="bn-IN"/>
        </w:rPr>
        <w:lastRenderedPageBreak/>
        <w:t>মুনশিয়াস সাহাবিস সেকাল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শাদিদুল মিহাল</w:t>
      </w:r>
      <w:r>
        <w:t xml:space="preserve">, </w:t>
      </w:r>
      <w:r w:rsidRPr="00234356">
        <w:rPr>
          <w:cs/>
          <w:lang w:bidi="bn-IN"/>
        </w:rPr>
        <w:t>ইয়া মান হুয়া সারি</w:t>
      </w:r>
      <w:r>
        <w:rPr>
          <w:cs/>
          <w:lang w:bidi="bn-IN"/>
        </w:rPr>
        <w:t>উ</w:t>
      </w:r>
      <w:r w:rsidRPr="00234356">
        <w:rPr>
          <w:cs/>
          <w:lang w:bidi="bn-IN"/>
        </w:rPr>
        <w:t>ল হিসাব</w:t>
      </w:r>
      <w:r>
        <w:t xml:space="preserve">, </w:t>
      </w:r>
      <w:r w:rsidRPr="00234356">
        <w:rPr>
          <w:cs/>
          <w:lang w:bidi="bn-IN"/>
        </w:rPr>
        <w:t>ইয়া মান হুয়া শাদিদুল ইক্বাব</w:t>
      </w:r>
      <w:r>
        <w:t xml:space="preserve">, </w:t>
      </w:r>
      <w:r w:rsidRPr="00234356">
        <w:rPr>
          <w:cs/>
          <w:lang w:bidi="bn-IN"/>
        </w:rPr>
        <w:t>ইয়া মান ইন্দাহু হুসনুস সাওয়াব</w:t>
      </w:r>
      <w:r>
        <w:t xml:space="preserve">, </w:t>
      </w:r>
      <w:r w:rsidRPr="00234356">
        <w:rPr>
          <w:cs/>
          <w:lang w:bidi="bn-IN"/>
        </w:rPr>
        <w:t>ইয়া মান হুয়া ইন্দাহু উম্মুল কিতাব।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956565" w:rsidRDefault="004B01AB" w:rsidP="004B01AB">
      <w:pPr>
        <w:pStyle w:val="libNormal"/>
      </w:pPr>
      <w:r w:rsidRPr="00956565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সম্মান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সুন্দর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আচরণের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শক্তি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পূর্ণতার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</w:t>
      </w:r>
      <w:r>
        <w:rPr>
          <w:cs/>
          <w:lang w:bidi="bn-IN"/>
        </w:rPr>
        <w:t>জ্যসমূহ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মহত্ত্বের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বড়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ওপরে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মেঘগুলো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কঠোর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কৌশলকারী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>
        <w:rPr>
          <w:rFonts w:hint="cs"/>
          <w:cs/>
          <w:lang w:bidi="bn-IN"/>
        </w:rPr>
        <w:t>হিসাব</w:t>
      </w:r>
      <w:r>
        <w:rPr>
          <w:lang w:bidi="bn-IN"/>
        </w:rPr>
        <w:t xml:space="preserve"> </w:t>
      </w:r>
      <w:r>
        <w:rPr>
          <w:cs/>
          <w:lang w:bidi="bn-IN"/>
        </w:rPr>
        <w:t>গ্রহনে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দ্রুততম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শাস্তি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দেওয়ায়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কঠোর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সর্বোত্তম</w:t>
      </w:r>
      <w:r>
        <w:rPr>
          <w:lang w:bidi="bn-IN"/>
        </w:rPr>
        <w:t xml:space="preserve"> </w:t>
      </w:r>
      <w:r>
        <w:rPr>
          <w:cs/>
          <w:lang w:bidi="bn-IN"/>
        </w:rPr>
        <w:t>ও</w:t>
      </w:r>
      <w:r>
        <w:rPr>
          <w:lang w:bidi="bn-IN"/>
        </w:rPr>
        <w:t xml:space="preserve"> </w:t>
      </w:r>
      <w:r>
        <w:rPr>
          <w:cs/>
          <w:lang w:bidi="bn-IN"/>
        </w:rPr>
        <w:t>সর্বশ্রেষ্ঠ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পুরস্কার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মূল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কিতাব</w:t>
      </w:r>
      <w:r w:rsidRPr="005167FE">
        <w:t>;</w:t>
      </w:r>
    </w:p>
    <w:p w:rsidR="004B01AB" w:rsidRDefault="004B01AB" w:rsidP="004B01AB">
      <w:pPr>
        <w:pStyle w:val="libAr"/>
        <w:rPr>
          <w:rFonts w:cstheme="minorBidi"/>
          <w:rtl/>
          <w:lang w:bidi="fa-IR"/>
        </w:rPr>
      </w:pPr>
      <w:r w:rsidRPr="00234356">
        <w:rPr>
          <w:rFonts w:cs="SolaimanLipi"/>
        </w:rPr>
        <w:t>(5)</w:t>
      </w:r>
      <w:r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حَنَّانُ</w:t>
      </w:r>
      <w:r>
        <w:rPr>
          <w:rtl/>
        </w:rPr>
        <w:t xml:space="preserve"> </w:t>
      </w:r>
      <w:r w:rsidRPr="00CF27ED">
        <w:rPr>
          <w:rFonts w:hint="cs"/>
          <w:rtl/>
        </w:rPr>
        <w:t>يامَنَّانُ،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دَيَّانُ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بُرْهانُ،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سُلْطانُ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رِضْوانُ،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غُفْرانُ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سُبْحانُ،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مُسْتَعانُ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ذَاالْمَنِ‏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وَالْبَيانِ</w:t>
      </w:r>
      <w:r>
        <w:rPr>
          <w:rFonts w:hint="cs"/>
          <w:rtl/>
        </w:rPr>
        <w:t>.</w:t>
      </w:r>
    </w:p>
    <w:p w:rsidR="004B01AB" w:rsidRPr="00AF65C2" w:rsidRDefault="004B01AB" w:rsidP="004B01AB">
      <w:pPr>
        <w:pStyle w:val="libAr"/>
        <w:rPr>
          <w:rFonts w:cstheme="minorBidi"/>
          <w:rtl/>
          <w:lang w:bidi="fa-IR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551D7E">
        <w:rPr>
          <w:rStyle w:val="libBold1Char"/>
          <w:rFonts w:hint="cs"/>
          <w:cs/>
          <w:lang w:bidi="bn-IN"/>
        </w:rPr>
        <w:t>বাংলা</w:t>
      </w:r>
      <w:r w:rsidRPr="00551D7E">
        <w:rPr>
          <w:rStyle w:val="libBold1Char"/>
          <w:cs/>
          <w:lang w:bidi="bn-IN"/>
        </w:rPr>
        <w:t xml:space="preserve"> </w:t>
      </w:r>
      <w:r w:rsidRPr="00551D7E">
        <w:rPr>
          <w:rStyle w:val="libBold1Char"/>
          <w:rFonts w:hint="cs"/>
          <w:cs/>
          <w:lang w:bidi="bn-IN"/>
        </w:rPr>
        <w:t>উচ্চারণঃ</w:t>
      </w:r>
      <w:r w:rsidRPr="00551D7E">
        <w:rPr>
          <w:rStyle w:val="libBold1Char"/>
          <w:rtl/>
          <w:cs/>
        </w:rPr>
        <w:t>-</w:t>
      </w:r>
      <w:r w:rsidRPr="00234356">
        <w:rPr>
          <w:cs/>
          <w:lang w:bidi="bn-IN"/>
        </w:rPr>
        <w:t xml:space="preserve"> আল্লাহুম্মা ইন্নি আসআলুকা বি ইসমিকা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হান্নানু ইয়া মান্নানু</w:t>
      </w:r>
      <w:r>
        <w:t xml:space="preserve">, </w:t>
      </w:r>
      <w:r w:rsidRPr="00234356">
        <w:rPr>
          <w:cs/>
          <w:lang w:bidi="bn-IN"/>
        </w:rPr>
        <w:t>ইয়া বুরহানু</w:t>
      </w:r>
      <w:r>
        <w:t xml:space="preserve">, </w:t>
      </w:r>
      <w:r w:rsidRPr="00234356">
        <w:rPr>
          <w:cs/>
          <w:lang w:bidi="bn-IN"/>
        </w:rPr>
        <w:t>ইয়া সুলতানু</w:t>
      </w:r>
      <w:r>
        <w:t xml:space="preserve">, </w:t>
      </w:r>
      <w:r>
        <w:rPr>
          <w:cs/>
          <w:lang w:bidi="bn-IN"/>
        </w:rPr>
        <w:t>ইয়া রেয</w:t>
      </w:r>
      <w:r w:rsidRPr="00234356">
        <w:rPr>
          <w:cs/>
          <w:lang w:bidi="bn-IN"/>
        </w:rPr>
        <w:t>ওয়ানু</w:t>
      </w:r>
      <w:r>
        <w:t xml:space="preserve">, </w:t>
      </w:r>
      <w:r w:rsidRPr="00234356">
        <w:rPr>
          <w:cs/>
          <w:lang w:bidi="bn-IN"/>
        </w:rPr>
        <w:t>ইয়া গুফরানু</w:t>
      </w:r>
      <w:r>
        <w:t xml:space="preserve">, </w:t>
      </w:r>
      <w:r w:rsidRPr="00234356">
        <w:rPr>
          <w:cs/>
          <w:lang w:bidi="bn-IN"/>
        </w:rPr>
        <w:t>ইয়া সুবহানু</w:t>
      </w:r>
      <w:r>
        <w:t xml:space="preserve">, </w:t>
      </w:r>
      <w:r w:rsidRPr="00234356">
        <w:rPr>
          <w:cs/>
          <w:lang w:bidi="bn-IN"/>
        </w:rPr>
        <w:t>ইয়া মুসতাআনু</w:t>
      </w:r>
      <w:r>
        <w:t xml:space="preserve">, </w:t>
      </w:r>
      <w:r w:rsidRPr="00234356">
        <w:rPr>
          <w:cs/>
          <w:lang w:bidi="bn-IN"/>
        </w:rPr>
        <w:t>ইয়া যাল মান্নি ওয়াল বায়ান।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551D7E">
        <w:rPr>
          <w:rStyle w:val="libBold1Char"/>
          <w:rFonts w:hint="cs"/>
          <w:cs/>
          <w:lang w:bidi="bn-IN"/>
        </w:rPr>
        <w:t>বাংলা</w:t>
      </w:r>
      <w:r w:rsidRPr="00551D7E">
        <w:rPr>
          <w:rStyle w:val="libBold1Char"/>
          <w:cs/>
          <w:lang w:bidi="bn-IN"/>
        </w:rPr>
        <w:t xml:space="preserve"> </w:t>
      </w:r>
      <w:r w:rsidRPr="00551D7E">
        <w:rPr>
          <w:rStyle w:val="libBold1Char"/>
          <w:rFonts w:hint="cs"/>
          <w:cs/>
          <w:lang w:bidi="bn-IN"/>
        </w:rPr>
        <w:t>অর্থঃ</w:t>
      </w:r>
      <w:r w:rsidRPr="00551D7E">
        <w:rPr>
          <w:rStyle w:val="libBold1Char"/>
          <w:cs/>
          <w:lang w:bidi="bn-IN"/>
        </w:rPr>
        <w:t>-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 w:rsidRPr="005167FE">
        <w:rPr>
          <w:cs/>
          <w:lang w:bidi="bn-IN"/>
        </w:rPr>
        <w:t xml:space="preserve">: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পরম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দয়ালু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দানশীল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মহাবিচারক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সুস্পষ্ট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প্রমাণ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217034">
        <w:rPr>
          <w:rFonts w:hint="cs"/>
          <w:cs/>
          <w:lang w:bidi="bn-IN"/>
        </w:rPr>
        <w:t>বিশ্ব</w:t>
      </w:r>
      <w:r w:rsidRPr="00217034">
        <w:rPr>
          <w:cs/>
          <w:lang w:bidi="bn-IN"/>
        </w:rPr>
        <w:t xml:space="preserve"> </w:t>
      </w:r>
      <w:r w:rsidRPr="00217034">
        <w:rPr>
          <w:rFonts w:hint="cs"/>
          <w:cs/>
          <w:lang w:bidi="bn-IN"/>
        </w:rPr>
        <w:t>ব্রহ্মান্ডের</w:t>
      </w:r>
      <w:r>
        <w:rPr>
          <w:lang w:bidi="bn-IN"/>
        </w:rPr>
        <w:t xml:space="preserve"> </w:t>
      </w:r>
      <w:r>
        <w:rPr>
          <w:cs/>
          <w:lang w:bidi="bn-IN"/>
        </w:rPr>
        <w:t>অধিপতি</w:t>
      </w:r>
      <w:r>
        <w:t xml:space="preserve">, </w:t>
      </w:r>
      <w:r w:rsidRPr="00457BE5">
        <w:rPr>
          <w:rFonts w:hint="cs"/>
          <w:cs/>
          <w:lang w:bidi="bn-IN"/>
        </w:rPr>
        <w:t>হে</w:t>
      </w:r>
      <w:r w:rsidRPr="00457BE5">
        <w:rPr>
          <w:rtl/>
          <w:cs/>
        </w:rPr>
        <w:t xml:space="preserve"> </w:t>
      </w:r>
      <w:r w:rsidRPr="00457BE5">
        <w:rPr>
          <w:rFonts w:hint="cs"/>
          <w:cs/>
          <w:lang w:bidi="bn-IN"/>
        </w:rPr>
        <w:t>যিনি</w:t>
      </w:r>
      <w:r w:rsidRPr="00457BE5">
        <w:rPr>
          <w:rtl/>
          <w:cs/>
        </w:rPr>
        <w:t xml:space="preserve"> </w:t>
      </w:r>
      <w:r w:rsidRPr="00457BE5">
        <w:rPr>
          <w:rFonts w:hint="cs"/>
          <w:cs/>
          <w:lang w:bidi="bn-IN"/>
        </w:rPr>
        <w:t>সম্মতি</w:t>
      </w:r>
      <w:r w:rsidRPr="00457BE5">
        <w:rPr>
          <w:rtl/>
          <w:cs/>
        </w:rPr>
        <w:t xml:space="preserve"> </w:t>
      </w:r>
      <w:r w:rsidRPr="00457BE5">
        <w:rPr>
          <w:rFonts w:hint="cs"/>
          <w:cs/>
          <w:lang w:bidi="bn-IN"/>
        </w:rPr>
        <w:t>দেন</w:t>
      </w:r>
      <w:r w:rsidRPr="00457BE5"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যিনি</w:t>
      </w:r>
      <w:r>
        <w:rPr>
          <w:lang w:bidi="bn-IN"/>
        </w:rPr>
        <w:t xml:space="preserve"> </w:t>
      </w:r>
      <w:r>
        <w:rPr>
          <w:cs/>
          <w:lang w:bidi="bn-IN"/>
        </w:rPr>
        <w:t>সর্বপ্রকার</w:t>
      </w:r>
      <w:r>
        <w:rPr>
          <w:lang w:bidi="bn-IN"/>
        </w:rPr>
        <w:t xml:space="preserve"> </w:t>
      </w:r>
      <w:r>
        <w:rPr>
          <w:cs/>
          <w:lang w:bidi="bn-IN"/>
        </w:rPr>
        <w:t>দোষ</w:t>
      </w:r>
      <w:r>
        <w:rPr>
          <w:lang w:bidi="bn-IN"/>
        </w:rPr>
        <w:t>-</w:t>
      </w:r>
      <w:r>
        <w:rPr>
          <w:cs/>
          <w:lang w:bidi="bn-IN"/>
        </w:rPr>
        <w:t>ত্রুটি</w:t>
      </w:r>
      <w:r>
        <w:rPr>
          <w:lang w:bidi="bn-IN"/>
        </w:rPr>
        <w:t xml:space="preserve"> </w:t>
      </w:r>
      <w:r>
        <w:rPr>
          <w:cs/>
          <w:lang w:bidi="bn-IN"/>
        </w:rPr>
        <w:t>থেকে</w:t>
      </w:r>
      <w:r>
        <w:rPr>
          <w:lang w:bidi="bn-IN"/>
        </w:rPr>
        <w:t xml:space="preserve"> </w:t>
      </w:r>
      <w:r>
        <w:rPr>
          <w:cs/>
          <w:lang w:bidi="bn-IN"/>
        </w:rPr>
        <w:t>মুক্ত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বান্দাকে</w:t>
      </w:r>
      <w:r>
        <w:rPr>
          <w:lang w:bidi="bn-IN"/>
        </w:rPr>
        <w:t xml:space="preserve"> </w:t>
      </w:r>
      <w:r>
        <w:rPr>
          <w:cs/>
          <w:lang w:bidi="bn-IN"/>
        </w:rPr>
        <w:t>সাহায্য</w:t>
      </w:r>
      <w:r>
        <w:rPr>
          <w:lang w:bidi="bn-IN"/>
        </w:rPr>
        <w:t xml:space="preserve"> </w:t>
      </w:r>
      <w:r>
        <w:rPr>
          <w:cs/>
          <w:lang w:bidi="bn-IN"/>
        </w:rPr>
        <w:t>ও</w:t>
      </w:r>
      <w:r>
        <w:rPr>
          <w:lang w:bidi="bn-IN"/>
        </w:rPr>
        <w:t xml:space="preserve"> </w:t>
      </w:r>
      <w:r>
        <w:rPr>
          <w:cs/>
          <w:lang w:bidi="bn-IN"/>
        </w:rPr>
        <w:t>সহায়তাকারী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বাচনক্ষমতার</w:t>
      </w:r>
      <w:r>
        <w:rPr>
          <w:lang w:bidi="bn-IN"/>
        </w:rPr>
        <w:t xml:space="preserve"> </w:t>
      </w:r>
      <w:r>
        <w:rPr>
          <w:cs/>
          <w:lang w:bidi="bn-IN"/>
        </w:rPr>
        <w:t>নেয়ামত</w:t>
      </w:r>
      <w:r>
        <w:rPr>
          <w:lang w:bidi="bn-IN"/>
        </w:rPr>
        <w:t xml:space="preserve"> </w:t>
      </w:r>
      <w:r>
        <w:rPr>
          <w:cs/>
          <w:lang w:bidi="bn-IN"/>
        </w:rPr>
        <w:t>দানকারী</w:t>
      </w:r>
      <w:r>
        <w:rPr>
          <w:cs/>
          <w:lang w:bidi="hi-IN"/>
        </w:rPr>
        <w:t>।</w:t>
      </w:r>
    </w:p>
    <w:p w:rsidR="004B01AB" w:rsidRPr="003769E1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cstheme="minorBidi"/>
          <w:rtl/>
          <w:lang w:bidi="fa-IR"/>
        </w:rPr>
      </w:pPr>
      <w:r w:rsidRPr="00234356">
        <w:rPr>
          <w:rFonts w:cs="SolaimanLipi"/>
        </w:rPr>
        <w:t>(6)</w:t>
      </w:r>
      <w:r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تَواضَعَ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لِعَظَمَتِهِ،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اسْتَسْلَمَ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لِقُدْرَتِهِ،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ذَلَّ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لِعِزَّتِهِ،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خَضَعَ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لِهَيْبَتِهِ،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انْقادَ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خَشْيَتِهِ،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تَشَقَّقَتِ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الْجِبالُ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مَخافَتِهِ،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قامَتِ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السَّمواتُ‏</w:t>
      </w:r>
      <w:r>
        <w:rPr>
          <w:rtl/>
        </w:rPr>
        <w:t xml:space="preserve"> </w:t>
      </w:r>
      <w:r w:rsidRPr="00CF27ED">
        <w:rPr>
          <w:rFonts w:hint="cs"/>
          <w:rtl/>
        </w:rPr>
        <w:t>بِاَمْرِهِ،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اسْتَقَرَّتِ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الْأَرَضُونَ</w:t>
      </w:r>
      <w:r>
        <w:rPr>
          <w:rtl/>
        </w:rPr>
        <w:t xml:space="preserve"> </w:t>
      </w:r>
      <w:r w:rsidRPr="00CF27ED">
        <w:rPr>
          <w:rFonts w:hint="cs"/>
          <w:rtl/>
        </w:rPr>
        <w:t>بِاِذْنِهِ،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يُسَبِّحُ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الرَّعْدُ</w:t>
      </w:r>
      <w:r>
        <w:rPr>
          <w:rtl/>
        </w:rPr>
        <w:t xml:space="preserve"> </w:t>
      </w:r>
      <w:r w:rsidRPr="00CF27ED">
        <w:rPr>
          <w:rFonts w:hint="cs"/>
          <w:rtl/>
        </w:rPr>
        <w:t>بِحَمْدِهِ،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يَعْتَدى‏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عَلى‏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اَهْلِ</w:t>
      </w:r>
      <w:r>
        <w:rPr>
          <w:rtl/>
        </w:rPr>
        <w:t xml:space="preserve"> </w:t>
      </w:r>
      <w:r w:rsidRPr="00CF27ED">
        <w:rPr>
          <w:rFonts w:hint="cs"/>
          <w:rtl/>
        </w:rPr>
        <w:t>مَمْلَكَتِهِ</w:t>
      </w:r>
      <w:r>
        <w:rPr>
          <w:rFonts w:hint="cs"/>
          <w:rtl/>
        </w:rPr>
        <w:t>.</w:t>
      </w:r>
    </w:p>
    <w:p w:rsidR="004B01AB" w:rsidRPr="008B624D" w:rsidRDefault="004B01AB" w:rsidP="004B01AB">
      <w:pPr>
        <w:pStyle w:val="libAr"/>
        <w:rPr>
          <w:rFonts w:cstheme="minorBidi"/>
          <w:rtl/>
          <w:lang w:bidi="fa-IR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6D7946">
        <w:rPr>
          <w:rStyle w:val="libBold1Char"/>
          <w:rFonts w:hint="cs"/>
          <w:cs/>
          <w:lang w:bidi="bn-IN"/>
        </w:rPr>
        <w:t>বাংলা</w:t>
      </w:r>
      <w:r w:rsidRPr="006D7946">
        <w:rPr>
          <w:rStyle w:val="libBold1Char"/>
          <w:cs/>
          <w:lang w:bidi="bn-IN"/>
        </w:rPr>
        <w:t xml:space="preserve"> </w:t>
      </w:r>
      <w:r w:rsidRPr="006D7946">
        <w:rPr>
          <w:rStyle w:val="libBold1Char"/>
          <w:rFonts w:hint="cs"/>
          <w:cs/>
          <w:lang w:bidi="bn-IN"/>
        </w:rPr>
        <w:t>উচ্চারণঃ</w:t>
      </w:r>
      <w:r w:rsidRPr="006D7946">
        <w:rPr>
          <w:rStyle w:val="libBold1Char"/>
          <w:cs/>
          <w:lang w:bidi="bn-IN"/>
        </w:rPr>
        <w:t>-</w:t>
      </w:r>
      <w:r w:rsidRPr="00234356">
        <w:rPr>
          <w:cs/>
          <w:lang w:bidi="bn-IN"/>
        </w:rPr>
        <w:t>ইয়া মান তাওয়াযাআ কুল্লি শাইয়িন লি আযামা</w:t>
      </w:r>
      <w:r>
        <w:t xml:space="preserve">, </w:t>
      </w:r>
      <w:r w:rsidRPr="00234356">
        <w:rPr>
          <w:cs/>
          <w:lang w:bidi="bn-IN"/>
        </w:rPr>
        <w:t>ইয়া মানিস তাসলামা</w:t>
      </w:r>
      <w:r>
        <w:rPr>
          <w:cs/>
          <w:lang w:bidi="bn-IN"/>
        </w:rPr>
        <w:t xml:space="preserve"> কুল্লু শাইয়িন লি</w:t>
      </w:r>
      <w:r>
        <w:rPr>
          <w:lang w:bidi="bn-IN"/>
        </w:rPr>
        <w:t>-</w:t>
      </w:r>
      <w:r w:rsidRPr="00234356">
        <w:rPr>
          <w:cs/>
          <w:lang w:bidi="bn-IN"/>
        </w:rPr>
        <w:t>কুদরাতি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যাল্লা কুল্লু শাইয়িন লি ইযযাতি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খাযাআ কুল্লু শাইয়িন লি</w:t>
      </w:r>
      <w:r>
        <w:rPr>
          <w:lang w:bidi="bn-IN"/>
        </w:rPr>
        <w:t>-</w:t>
      </w:r>
      <w:r w:rsidRPr="00234356">
        <w:rPr>
          <w:cs/>
          <w:lang w:bidi="bn-IN"/>
        </w:rPr>
        <w:t>হায়বাতি</w:t>
      </w:r>
      <w:r>
        <w:t xml:space="preserve">, </w:t>
      </w:r>
      <w:r>
        <w:rPr>
          <w:cs/>
          <w:lang w:bidi="bn-IN"/>
        </w:rPr>
        <w:t>ইয়া মানিন</w:t>
      </w:r>
      <w:r>
        <w:rPr>
          <w:lang w:bidi="bn-IN"/>
        </w:rPr>
        <w:t>-</w:t>
      </w:r>
      <w:r>
        <w:rPr>
          <w:cs/>
          <w:lang w:bidi="bn-IN"/>
        </w:rPr>
        <w:t>তি</w:t>
      </w:r>
      <w:r w:rsidRPr="00234356">
        <w:rPr>
          <w:cs/>
          <w:lang w:bidi="bn-IN"/>
        </w:rPr>
        <w:t>ক্বদা কুল্লু শাইয়িন মিন খাশিয়াতি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তাশাক্বাক্বাতিল জিবালু মিম মাখাফাতি</w:t>
      </w:r>
      <w:r>
        <w:t xml:space="preserve">, </w:t>
      </w:r>
      <w:r w:rsidRPr="00234356">
        <w:rPr>
          <w:cs/>
          <w:lang w:bidi="bn-IN"/>
        </w:rPr>
        <w:t>ইয়া মান ক্বমাতিস সামাওয়া</w:t>
      </w:r>
      <w:r>
        <w:rPr>
          <w:cs/>
          <w:lang w:bidi="bn-IN"/>
        </w:rPr>
        <w:t>তু</w:t>
      </w:r>
      <w:r w:rsidRPr="00234356">
        <w:rPr>
          <w:cs/>
          <w:lang w:bidi="bn-IN"/>
        </w:rPr>
        <w:t xml:space="preserve"> বি আমরি</w:t>
      </w:r>
      <w:r>
        <w:t xml:space="preserve">, </w:t>
      </w:r>
      <w:r w:rsidRPr="00234356">
        <w:rPr>
          <w:cs/>
          <w:lang w:bidi="bn-IN"/>
        </w:rPr>
        <w:t>ইয়া মানিস</w:t>
      </w:r>
      <w:r>
        <w:rPr>
          <w:lang w:bidi="bn-IN"/>
        </w:rPr>
        <w:t>-</w:t>
      </w:r>
      <w:r w:rsidRPr="00234356">
        <w:rPr>
          <w:cs/>
          <w:lang w:bidi="bn-IN"/>
        </w:rPr>
        <w:t xml:space="preserve">তাক্বাররাতিল আরাযুনা </w:t>
      </w:r>
      <w:r>
        <w:rPr>
          <w:cs/>
          <w:lang w:bidi="bn-IN"/>
        </w:rPr>
        <w:t>বি</w:t>
      </w:r>
      <w:r w:rsidRPr="00234356">
        <w:rPr>
          <w:cs/>
          <w:lang w:bidi="bn-IN"/>
        </w:rPr>
        <w:t xml:space="preserve"> ইযনি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ইয়ুসাব্বিহুর রাআদু বিহামদি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লা ইয়াতাদি আলা আহলি মাম</w:t>
      </w:r>
      <w:r>
        <w:rPr>
          <w:cs/>
          <w:lang w:bidi="bn-IN"/>
        </w:rPr>
        <w:t>লা</w:t>
      </w:r>
      <w:r w:rsidRPr="00234356">
        <w:rPr>
          <w:cs/>
          <w:lang w:bidi="bn-IN"/>
        </w:rPr>
        <w:t>কাতি</w:t>
      </w:r>
      <w:r>
        <w:rPr>
          <w:cs/>
          <w:lang w:bidi="bn-IN"/>
        </w:rPr>
        <w:t>হি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 w:rsidRPr="00234356">
        <w:rPr>
          <w:cs/>
          <w:lang w:bidi="bn-IN"/>
        </w:rPr>
        <w:t>আল</w:t>
      </w:r>
      <w:r>
        <w:rPr>
          <w:lang w:bidi="bn-IN"/>
        </w:rPr>
        <w:t>-</w:t>
      </w:r>
      <w:r w:rsidRPr="00234356">
        <w:rPr>
          <w:cs/>
          <w:lang w:bidi="bn-IN"/>
        </w:rPr>
        <w:t>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6D7946">
        <w:rPr>
          <w:rStyle w:val="libBold1Char"/>
          <w:cs/>
          <w:lang w:bidi="bn-IN"/>
        </w:rPr>
        <w:t>বাংলা অর্থঃ</w:t>
      </w:r>
      <w:r w:rsidRPr="006D7946">
        <w:rPr>
          <w:cs/>
          <w:lang w:bidi="bn-IN"/>
        </w:rPr>
        <w:t>-</w:t>
      </w:r>
      <w:r w:rsidRPr="005167FE">
        <w:rPr>
          <w:cs/>
          <w:lang w:bidi="bn-IN"/>
        </w:rPr>
        <w:t xml:space="preserve">হে যার </w:t>
      </w:r>
      <w:r>
        <w:rPr>
          <w:cs/>
          <w:lang w:bidi="bn-IN"/>
        </w:rPr>
        <w:t>মহ</w:t>
      </w:r>
      <w:r w:rsidRPr="005167FE">
        <w:rPr>
          <w:cs/>
          <w:lang w:bidi="bn-IN"/>
        </w:rPr>
        <w:t>ত্বের সামনে সবকিছু বিনয় প্রদর্শন করে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>হে যার শক্তির সামনে সবকিছু আত্মসমর্পণ করে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 xml:space="preserve">হে যার </w:t>
      </w:r>
      <w:r>
        <w:rPr>
          <w:cs/>
          <w:lang w:bidi="bn-IN"/>
        </w:rPr>
        <w:t>প্রভাব</w:t>
      </w:r>
      <w:r>
        <w:rPr>
          <w:lang w:bidi="bn-IN"/>
        </w:rPr>
        <w:t>-</w:t>
      </w:r>
      <w:r>
        <w:rPr>
          <w:cs/>
          <w:lang w:bidi="bn-IN"/>
        </w:rPr>
        <w:t>প্রতিপত্তির</w:t>
      </w:r>
      <w:r>
        <w:rPr>
          <w:lang w:bidi="bn-IN"/>
        </w:rPr>
        <w:t xml:space="preserve"> </w:t>
      </w:r>
      <w:r>
        <w:rPr>
          <w:cs/>
          <w:lang w:bidi="bn-IN"/>
        </w:rPr>
        <w:t>কাছে</w:t>
      </w:r>
      <w:r w:rsidRPr="005167FE">
        <w:rPr>
          <w:cs/>
          <w:lang w:bidi="bn-IN"/>
        </w:rPr>
        <w:t xml:space="preserve"> স</w:t>
      </w:r>
      <w:r>
        <w:rPr>
          <w:cs/>
          <w:lang w:bidi="bn-IN"/>
        </w:rPr>
        <w:t>বাই</w:t>
      </w:r>
      <w:r>
        <w:rPr>
          <w:lang w:bidi="bn-IN"/>
        </w:rPr>
        <w:t xml:space="preserve"> </w:t>
      </w:r>
      <w:r>
        <w:rPr>
          <w:cs/>
          <w:lang w:bidi="bn-IN"/>
        </w:rPr>
        <w:t>অসহায়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>হে যার প্রতি ভক্তিতে সবকিছু বিনয়ী হয়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>হে যার ভয়ে সবকিছু বশ্যতা স্বীকার করে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>হে যার ভয়ে পাহাড়গুলো টুকরা টুকরা হয়ে যায়</w:t>
      </w:r>
      <w:r>
        <w:rPr>
          <w:lang w:bidi="bn-IN"/>
        </w:rPr>
        <w:t xml:space="preserve">, </w:t>
      </w:r>
      <w:r>
        <w:rPr>
          <w:cs/>
          <w:lang w:bidi="bn-IN"/>
        </w:rPr>
        <w:t>হে যার আদেশে আকাশগুলো</w:t>
      </w:r>
      <w:r w:rsidRPr="005167FE">
        <w:rPr>
          <w:cs/>
          <w:lang w:bidi="bn-IN"/>
        </w:rPr>
        <w:t xml:space="preserve"> প্রতিষ্ঠিত হয়েছে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 xml:space="preserve">হে যার অনুমতিতে জমিনগুলো </w:t>
      </w:r>
      <w:r>
        <w:rPr>
          <w:cs/>
          <w:lang w:bidi="bn-IN"/>
        </w:rPr>
        <w:t>স্থির</w:t>
      </w:r>
      <w:r w:rsidRPr="005167FE">
        <w:rPr>
          <w:cs/>
          <w:lang w:bidi="bn-IN"/>
        </w:rPr>
        <w:t xml:space="preserve"> হয়েছে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 xml:space="preserve">হে যার প্রশংসার তাসবীহ </w:t>
      </w:r>
      <w:r>
        <w:rPr>
          <w:cs/>
          <w:lang w:bidi="bn-IN"/>
        </w:rPr>
        <w:t>করে</w:t>
      </w:r>
      <w:r w:rsidRPr="005167FE">
        <w:rPr>
          <w:cs/>
          <w:lang w:bidi="bn-IN"/>
        </w:rPr>
        <w:t xml:space="preserve"> বজ্রপাত</w:t>
      </w:r>
      <w:r>
        <w:rPr>
          <w:lang w:bidi="bn-IN"/>
        </w:rPr>
        <w:t xml:space="preserve">, </w:t>
      </w:r>
      <w:r w:rsidRPr="005167FE">
        <w:rPr>
          <w:cs/>
          <w:lang w:bidi="bn-IN"/>
        </w:rPr>
        <w:t>হে যিনি তার প্রজাদের ওপর কখনো নিষ্ঠুর নন</w:t>
      </w:r>
      <w:r>
        <w:rPr>
          <w:cs/>
          <w:lang w:bidi="hi-IN"/>
        </w:rPr>
        <w:t>।</w:t>
      </w:r>
    </w:p>
    <w:p w:rsidR="004B01AB" w:rsidRPr="00926B9D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cs="SolaimanLipi"/>
        </w:rPr>
        <w:lastRenderedPageBreak/>
        <w:t>(7)</w:t>
      </w:r>
      <w:r w:rsidR="00861EF4"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غافِرَ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الْخَطايا،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الْبَلايا،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مُنْتَهَى‏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الرَّجايا،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مُجْزِلَ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الْعَطايا،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واهِبَ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الْهَدايا،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رازِقَ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الْبَرايا،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قاضِىَ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الْمَنايا،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سامِعَ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الشَّكايا،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باعِثَ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الْبَرايا،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مُطْلِقَ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الْأُسارى‏</w:t>
      </w:r>
      <w:r>
        <w:t>.</w:t>
      </w:r>
    </w:p>
    <w:p w:rsidR="004B01AB" w:rsidRPr="00234356" w:rsidRDefault="004B01AB" w:rsidP="004B01AB">
      <w:pPr>
        <w:pStyle w:val="libAr"/>
        <w:rPr>
          <w:rFonts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cs="SolaimanLipi"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F61D0">
        <w:rPr>
          <w:cs/>
          <w:lang w:bidi="bn-BD"/>
        </w:rPr>
        <w:t>বাংলা উচ্চারণঃ</w:t>
      </w:r>
      <w:r w:rsidRPr="00234356">
        <w:rPr>
          <w:cs/>
          <w:lang w:bidi="bn-BD"/>
        </w:rPr>
        <w:t>-</w:t>
      </w:r>
      <w:r>
        <w:t xml:space="preserve">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গ</w:t>
      </w:r>
      <w:r>
        <w:rPr>
          <w:cs/>
          <w:lang w:bidi="bn-IN"/>
        </w:rPr>
        <w:t>ফি</w:t>
      </w:r>
      <w:r w:rsidRPr="00234356">
        <w:rPr>
          <w:cs/>
          <w:lang w:bidi="bn-IN"/>
        </w:rPr>
        <w:t>রাল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খাতায়া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কাশেফাল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বালায়া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মুনতাহির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রাজায়া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মুজযিলাল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আতায়া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ওয়াহিবাল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হাদায়া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রাযেকাল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বারায়া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ক্বযিয়াল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মানায়া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সামিআশ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শাকায়া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বায়েসাল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বারায়া</w:t>
      </w:r>
      <w:r>
        <w:t xml:space="preserve">, </w:t>
      </w:r>
      <w:r w:rsidRPr="00234356">
        <w:rPr>
          <w:cs/>
          <w:lang w:bidi="bn-IN"/>
        </w:rPr>
        <w:t>ইয়া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মুতলিকাল</w:t>
      </w:r>
      <w:r w:rsidRPr="00234356">
        <w:rPr>
          <w:rFonts w:ascii="Arial" w:hAnsi="Arial" w:cs="Arial"/>
          <w:rtl/>
          <w:cs/>
        </w:rPr>
        <w:t xml:space="preserve"> </w:t>
      </w:r>
      <w:r w:rsidRPr="00234356">
        <w:rPr>
          <w:cs/>
          <w:lang w:bidi="bn-IN"/>
        </w:rPr>
        <w:t>উসারা।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6D7946">
        <w:rPr>
          <w:rStyle w:val="libBold1Char"/>
          <w:cs/>
          <w:lang w:bidi="bn-IN"/>
        </w:rPr>
        <w:t>বাংলা অর্থঃ</w:t>
      </w:r>
      <w:r w:rsidRPr="00CD2DF7">
        <w:rPr>
          <w:cs/>
          <w:lang w:bidi="bn-IN"/>
        </w:rPr>
        <w:t>-</w:t>
      </w:r>
      <w:r w:rsidRPr="005167FE">
        <w:rPr>
          <w:cs/>
          <w:lang w:bidi="bn-IN"/>
        </w:rPr>
        <w:t xml:space="preserve">হে </w:t>
      </w:r>
      <w:r w:rsidRPr="005167FE">
        <w:rPr>
          <w:rFonts w:hint="cs"/>
          <w:cs/>
          <w:lang w:bidi="bn-IN"/>
        </w:rPr>
        <w:t>গুনাহগুলোর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দুঃখ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দূরকারী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আশাকারীদের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শেষ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লক্ষ্য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প্রচুর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উপহার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প্রদানকারী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উপহার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দেওয়ায়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প্রাণিকুলের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রিজিকদাতা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ভাগ্যসমূহের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বিচারক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অভিযোগসমূহ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শ্রবণকারী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প্রাণিকুলের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মৃত্যুর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পুনরুত্থানকারী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বন্দিদের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মুক্তকারী</w:t>
      </w:r>
      <w:r>
        <w:rPr>
          <w:cs/>
          <w:lang w:bidi="hi-IN"/>
        </w:rPr>
        <w:t>।</w:t>
      </w:r>
    </w:p>
    <w:p w:rsidR="004B01AB" w:rsidRPr="00EE2E1E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cs="SolaimanLipi"/>
          <w:rtl/>
        </w:rPr>
      </w:pPr>
      <w:r w:rsidRPr="00234356">
        <w:rPr>
          <w:rFonts w:cs="SolaimanLipi"/>
        </w:rPr>
        <w:t>(8)</w:t>
      </w:r>
      <w:r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ياذَاالْحَمْدِ</w:t>
      </w:r>
      <w:r>
        <w:rPr>
          <w:rtl/>
        </w:rPr>
        <w:t xml:space="preserve"> </w:t>
      </w:r>
      <w:r w:rsidRPr="00CF27ED">
        <w:rPr>
          <w:rFonts w:hint="cs"/>
          <w:rtl/>
        </w:rPr>
        <w:t>وَ</w:t>
      </w:r>
      <w:r>
        <w:rPr>
          <w:rtl/>
        </w:rPr>
        <w:t xml:space="preserve"> </w:t>
      </w:r>
      <w:r w:rsidRPr="00CF27ED">
        <w:rPr>
          <w:rFonts w:hint="cs"/>
          <w:rtl/>
        </w:rPr>
        <w:t>الثَّنآءِ،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ذَاالْفَخْرِ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وَاْلبَهآءِ،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ذَاالْمَجْدِ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وَالسَّنآءِ،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ذَاالْعَهْدِ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وَالْوَفآءِ،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ذَاالْعَفْوِ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وَالرِّضآءِ،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ذَاالْمَنِّ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وَالْعَطآءِ،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</w:t>
      </w:r>
      <w:r>
        <w:rPr>
          <w:rtl/>
        </w:rPr>
        <w:t xml:space="preserve"> </w:t>
      </w:r>
      <w:r w:rsidRPr="00CF27ED">
        <w:rPr>
          <w:rFonts w:hint="cs"/>
          <w:rtl/>
        </w:rPr>
        <w:t>الْفَصْلِ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وَالْقَضآءِ،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ذَاالْعِزِّ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وَالْبَقآءِ،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ذَاالْجُودِ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وَالسَّخآءِ،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ذَاالْألاءِ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وَالنَّعْمآءِ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6D7946">
        <w:rPr>
          <w:rStyle w:val="libBold1Char"/>
          <w:rFonts w:hint="cs"/>
          <w:cs/>
          <w:lang w:bidi="bn-IN"/>
        </w:rPr>
        <w:t>বাংলা</w:t>
      </w:r>
      <w:r w:rsidRPr="006D7946">
        <w:rPr>
          <w:rStyle w:val="libBold1Char"/>
          <w:cs/>
          <w:lang w:bidi="bn-IN"/>
        </w:rPr>
        <w:t xml:space="preserve"> </w:t>
      </w:r>
      <w:r w:rsidRPr="006D7946">
        <w:rPr>
          <w:rStyle w:val="libBold1Char"/>
          <w:rFonts w:hint="cs"/>
          <w:cs/>
          <w:lang w:bidi="bn-IN"/>
        </w:rPr>
        <w:t>উচ্চারণঃ</w:t>
      </w:r>
      <w:r w:rsidRPr="006D7946">
        <w:rPr>
          <w:rStyle w:val="libBold1Char"/>
          <w:rtl/>
          <w:cs/>
        </w:rPr>
        <w:t>-</w:t>
      </w:r>
      <w:r w:rsidRPr="00234356">
        <w:rPr>
          <w:cs/>
          <w:lang w:bidi="bn-IN"/>
        </w:rPr>
        <w:t xml:space="preserve"> ইয়া যাল হামদি ওয়াস সানা</w:t>
      </w:r>
      <w:r>
        <w:t xml:space="preserve">, </w:t>
      </w:r>
      <w:r w:rsidRPr="00234356">
        <w:rPr>
          <w:cs/>
          <w:lang w:bidi="bn-IN"/>
        </w:rPr>
        <w:t>ইয়া যাল ফাখরি ওয়াল বাহা</w:t>
      </w:r>
      <w:r>
        <w:t xml:space="preserve">, </w:t>
      </w:r>
      <w:r w:rsidRPr="00234356">
        <w:rPr>
          <w:cs/>
          <w:lang w:bidi="bn-IN"/>
        </w:rPr>
        <w:t>ইয়া যাল মাজদি ওয়াস সানা</w:t>
      </w:r>
      <w:r>
        <w:t xml:space="preserve">, </w:t>
      </w:r>
      <w:r w:rsidRPr="00234356">
        <w:rPr>
          <w:cs/>
          <w:lang w:bidi="bn-IN"/>
        </w:rPr>
        <w:t>ইয়া যাল আহদি ওয়াল ওয়াফা</w:t>
      </w:r>
      <w:r>
        <w:t xml:space="preserve">, </w:t>
      </w:r>
      <w:r w:rsidRPr="00234356">
        <w:rPr>
          <w:cs/>
          <w:lang w:bidi="bn-IN"/>
        </w:rPr>
        <w:t xml:space="preserve">ইয়া যাল আফওয়ি ওয়ার </w:t>
      </w:r>
      <w:r>
        <w:rPr>
          <w:cs/>
          <w:lang w:bidi="bn-IN"/>
        </w:rPr>
        <w:t>রি</w:t>
      </w:r>
      <w:r w:rsidRPr="00234356">
        <w:rPr>
          <w:cs/>
          <w:lang w:bidi="bn-IN"/>
        </w:rPr>
        <w:t>যা</w:t>
      </w:r>
      <w:r>
        <w:t xml:space="preserve">, </w:t>
      </w:r>
      <w:r w:rsidRPr="00234356">
        <w:rPr>
          <w:cs/>
          <w:lang w:bidi="bn-IN"/>
        </w:rPr>
        <w:t>ইয়া যাল মান্নি ওয়াল আতা</w:t>
      </w:r>
      <w:r>
        <w:t xml:space="preserve">, </w:t>
      </w:r>
      <w:r w:rsidRPr="00234356">
        <w:rPr>
          <w:cs/>
          <w:lang w:bidi="bn-IN"/>
        </w:rPr>
        <w:t>ইয়া যাল ফাযলি ওয়াল কাযা</w:t>
      </w:r>
      <w:r>
        <w:t xml:space="preserve">, </w:t>
      </w:r>
      <w:r w:rsidRPr="00234356">
        <w:rPr>
          <w:cs/>
          <w:lang w:bidi="bn-IN"/>
        </w:rPr>
        <w:t>ইয়া যাল ইযযি ওয়াল বাক্বা</w:t>
      </w:r>
      <w:r>
        <w:t xml:space="preserve">, </w:t>
      </w:r>
      <w:r w:rsidRPr="00234356">
        <w:rPr>
          <w:cs/>
          <w:lang w:bidi="bn-IN"/>
        </w:rPr>
        <w:t>ইয়া যাল জুদি ওয়াস সাখা</w:t>
      </w:r>
      <w:r>
        <w:t xml:space="preserve">, </w:t>
      </w:r>
      <w:r>
        <w:rPr>
          <w:cs/>
          <w:lang w:bidi="bn-IN"/>
        </w:rPr>
        <w:t>ইয়া যাল আলায়ি ওয়ান</w:t>
      </w:r>
      <w:r>
        <w:rPr>
          <w:lang w:bidi="bn-IN"/>
        </w:rPr>
        <w:t>-</w:t>
      </w:r>
      <w:r>
        <w:rPr>
          <w:cs/>
          <w:lang w:bidi="bn-IN"/>
        </w:rPr>
        <w:t>নাআ</w:t>
      </w:r>
      <w:r w:rsidRPr="00234356">
        <w:rPr>
          <w:cs/>
          <w:lang w:bidi="bn-IN"/>
        </w:rPr>
        <w:t>মা।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6D7946">
        <w:rPr>
          <w:rStyle w:val="libBold1Char"/>
          <w:cs/>
          <w:lang w:bidi="bn-IN"/>
        </w:rPr>
        <w:t>বাংলা অর্থঃ</w:t>
      </w:r>
      <w:r w:rsidRPr="00CD2DF7">
        <w:rPr>
          <w:cs/>
          <w:lang w:bidi="bn-IN"/>
        </w:rPr>
        <w:t>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প্রশংসা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স্তুতির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প্রকৃত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গর্ব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মর্যাদার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সম্মান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গৌরবের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প্রতিশ্রুতি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সেগুলোর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পূরণকারী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lastRenderedPageBreak/>
        <w:t>মার্জনাকারী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সন্তুষ্টি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প্রকাশকারী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প্রাচুর্যের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বণ্টনকারী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বিচার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দেওয়ার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ইজ্জতের</w:t>
      </w:r>
      <w:r>
        <w:rPr>
          <w:lang w:bidi="bn-IN"/>
        </w:rPr>
        <w:t xml:space="preserve"> </w:t>
      </w:r>
      <w:r>
        <w:rPr>
          <w:cs/>
          <w:lang w:bidi="bn-IN"/>
        </w:rPr>
        <w:t>মালিক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চিরস্থায়ী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দানশীল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কল্যাণ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 w:rsidRPr="005167FE">
        <w:t>;</w:t>
      </w:r>
    </w:p>
    <w:p w:rsidR="004B01AB" w:rsidRPr="00A91C13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cs="SolaimanLipi"/>
        </w:rPr>
      </w:pPr>
      <w:r w:rsidRPr="00234356">
        <w:rPr>
          <w:rFonts w:cs="SolaimanLipi"/>
        </w:rPr>
        <w:t>(9)</w:t>
      </w:r>
      <w:r w:rsidR="00861EF4"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اَسْئَلُكَ‏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مانِعُ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دافِعُ،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رافِعُ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صانِعُ،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نافِعُ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سامِعُ،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جامِعُ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شافِعُ،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واسِعُ</w:t>
      </w:r>
      <w:r>
        <w:rPr>
          <w:rtl/>
        </w:rPr>
        <w:t xml:space="preserve"> </w:t>
      </w:r>
      <w:r w:rsidRPr="00CF27ED">
        <w:rPr>
          <w:rFonts w:hint="cs"/>
          <w:rtl/>
        </w:rPr>
        <w:t>يامُوسِعُ</w:t>
      </w:r>
      <w:r w:rsidRPr="00234356">
        <w:rPr>
          <w:rFonts w:cs="SolaimanLipi"/>
        </w:rPr>
        <w:t>.</w:t>
      </w:r>
    </w:p>
    <w:p w:rsidR="004B01AB" w:rsidRPr="00234356" w:rsidRDefault="004B01AB" w:rsidP="004B01AB">
      <w:pPr>
        <w:pStyle w:val="libAr"/>
        <w:rPr>
          <w:rFonts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6D7946">
        <w:rPr>
          <w:rStyle w:val="libBold1Char"/>
          <w:rFonts w:hint="cs"/>
          <w:cs/>
          <w:lang w:bidi="bn-IN"/>
        </w:rPr>
        <w:t>বাংলা</w:t>
      </w:r>
      <w:r w:rsidRPr="006D7946">
        <w:rPr>
          <w:rStyle w:val="libBold1Char"/>
          <w:cs/>
          <w:lang w:bidi="bn-IN"/>
        </w:rPr>
        <w:t xml:space="preserve"> </w:t>
      </w:r>
      <w:r w:rsidRPr="006D7946">
        <w:rPr>
          <w:rStyle w:val="libBold1Char"/>
          <w:rFonts w:hint="cs"/>
          <w:cs/>
          <w:lang w:bidi="bn-IN"/>
        </w:rPr>
        <w:t>উচ্চারণঃ</w:t>
      </w:r>
      <w:r w:rsidRPr="006D7946">
        <w:rPr>
          <w:rStyle w:val="libBold1Char"/>
          <w:cs/>
          <w:lang w:bidi="bn-IN"/>
        </w:rPr>
        <w:t>-</w:t>
      </w:r>
      <w:r w:rsidRPr="006D7946"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আল্লাহুম্মা ইন</w:t>
      </w:r>
      <w:r>
        <w:rPr>
          <w:cs/>
          <w:lang w:bidi="bn-IN"/>
        </w:rPr>
        <w:t>্নি আসআলুকা বিসমিকা ইয়া মানিয়ু</w:t>
      </w:r>
      <w:r>
        <w:t xml:space="preserve">, </w:t>
      </w:r>
      <w:r w:rsidRPr="00234356">
        <w:rPr>
          <w:cs/>
          <w:lang w:bidi="bn-IN"/>
        </w:rPr>
        <w:t>ইয়া দাফি</w:t>
      </w:r>
      <w:r>
        <w:rPr>
          <w:cs/>
          <w:lang w:bidi="bn-IN"/>
        </w:rPr>
        <w:t>য়ু</w:t>
      </w:r>
      <w:r>
        <w:t xml:space="preserve">, </w:t>
      </w:r>
      <w:r w:rsidRPr="00234356">
        <w:rPr>
          <w:cs/>
          <w:lang w:bidi="bn-IN"/>
        </w:rPr>
        <w:t>ইয়া নাফি</w:t>
      </w:r>
      <w:r>
        <w:rPr>
          <w:cs/>
          <w:lang w:bidi="bn-IN"/>
        </w:rPr>
        <w:t>য়ু</w:t>
      </w:r>
      <w:r>
        <w:t xml:space="preserve">, </w:t>
      </w:r>
      <w:r w:rsidRPr="00234356">
        <w:rPr>
          <w:cs/>
          <w:lang w:bidi="bn-IN"/>
        </w:rPr>
        <w:t>ইয়া সামি</w:t>
      </w:r>
      <w:r>
        <w:rPr>
          <w:cs/>
          <w:lang w:bidi="bn-IN"/>
        </w:rPr>
        <w:t>য়ু</w:t>
      </w:r>
      <w:r>
        <w:t xml:space="preserve">, </w:t>
      </w:r>
      <w:r w:rsidRPr="00234356">
        <w:rPr>
          <w:cs/>
          <w:lang w:bidi="bn-IN"/>
        </w:rPr>
        <w:t>ইয়া জামি</w:t>
      </w:r>
      <w:r>
        <w:rPr>
          <w:cs/>
          <w:lang w:bidi="bn-IN"/>
        </w:rPr>
        <w:t>য়ু</w:t>
      </w:r>
      <w:r>
        <w:t xml:space="preserve">, </w:t>
      </w:r>
      <w:r w:rsidRPr="00234356">
        <w:rPr>
          <w:cs/>
          <w:lang w:bidi="bn-IN"/>
        </w:rPr>
        <w:t>ইয়া শাফি</w:t>
      </w:r>
      <w:r>
        <w:rPr>
          <w:cs/>
          <w:lang w:bidi="bn-IN"/>
        </w:rPr>
        <w:t>য়ু</w:t>
      </w:r>
      <w:r>
        <w:t xml:space="preserve">, </w:t>
      </w:r>
      <w:r w:rsidRPr="00234356">
        <w:rPr>
          <w:cs/>
          <w:lang w:bidi="bn-IN"/>
        </w:rPr>
        <w:t>ইয়া ওয়াসি</w:t>
      </w:r>
      <w:r>
        <w:rPr>
          <w:cs/>
          <w:lang w:bidi="bn-IN"/>
        </w:rPr>
        <w:t>য়ু</w:t>
      </w:r>
      <w:r>
        <w:t xml:space="preserve">, </w:t>
      </w:r>
      <w:r w:rsidRPr="00234356">
        <w:rPr>
          <w:cs/>
          <w:lang w:bidi="bn-IN"/>
        </w:rPr>
        <w:t>ইয়া মুসিয়।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6D794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দুর্ভাগ্যকে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বাধা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দুর্যোগসমূহ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প্রতিরোধকারী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মর্যাদাকে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উপরে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উত্তোলনকারী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নির্মাণকারী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কল্যাণকারী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শ্রবণকারী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একত্রকারী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সুপারিশকারী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উদারতায়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বিস্তৃত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প্রাচুর্যদানকারী</w:t>
      </w:r>
      <w:r>
        <w:rPr>
          <w:cs/>
          <w:lang w:bidi="hi-IN"/>
        </w:rPr>
        <w:t>।</w:t>
      </w:r>
    </w:p>
    <w:p w:rsidR="004B01AB" w:rsidRPr="00835AA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cs="SolaimanLipi"/>
        </w:rPr>
        <w:t>(10)</w:t>
      </w:r>
      <w:r w:rsidR="00861EF4"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صانِعَ‏كُلِّ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مَصْنُوعٍ،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مَخْلُوقٍ،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رازِقَ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مَرْزُوقٍ،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مالِكَ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مَمْلُوكٍ،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مَكْرُوبٍ،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فارِجَ‏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مَهْمُومٍ،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مَرْحُومٍ،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ناصِرَ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مَخْذُولٍ،</w:t>
      </w:r>
      <w:r>
        <w:rPr>
          <w:rtl/>
        </w:rPr>
        <w:t xml:space="preserve"> </w:t>
      </w:r>
      <w:r w:rsidRPr="00CF27ED">
        <w:rPr>
          <w:rFonts w:hint="cs"/>
          <w:rtl/>
        </w:rPr>
        <w:t>ياساتِرَ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كُلِ‏</w:t>
      </w:r>
      <w:r>
        <w:rPr>
          <w:rtl/>
        </w:rPr>
        <w:t xml:space="preserve"> </w:t>
      </w:r>
      <w:r w:rsidRPr="00CF27ED">
        <w:rPr>
          <w:rFonts w:hint="cs"/>
          <w:rtl/>
        </w:rPr>
        <w:t>مَعْيُوبٍ،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يامَلْجَأَ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مَطْرُودٍ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6D7946">
        <w:rPr>
          <w:rStyle w:val="libBold1Char"/>
          <w:rFonts w:hint="cs"/>
          <w:cs/>
          <w:lang w:bidi="bn-IN"/>
        </w:rPr>
        <w:t>বাংলা</w:t>
      </w:r>
      <w:r w:rsidRPr="006D7946">
        <w:rPr>
          <w:rStyle w:val="libBold1Char"/>
          <w:cs/>
          <w:lang w:bidi="bn-IN"/>
        </w:rPr>
        <w:t xml:space="preserve"> </w:t>
      </w:r>
      <w:r w:rsidRPr="006D7946">
        <w:rPr>
          <w:rStyle w:val="libBold1Char"/>
          <w:rFonts w:hint="cs"/>
          <w:cs/>
          <w:lang w:bidi="bn-IN"/>
        </w:rPr>
        <w:t>উচ্চারণঃ</w:t>
      </w:r>
      <w:r w:rsidRPr="006D7946">
        <w:rPr>
          <w:rStyle w:val="libBold1Char"/>
          <w:rtl/>
          <w:cs/>
        </w:rPr>
        <w:t>-</w:t>
      </w:r>
      <w:r w:rsidRPr="00234356">
        <w:rPr>
          <w:cs/>
          <w:lang w:bidi="bn-IN"/>
        </w:rPr>
        <w:t xml:space="preserve"> ইয়া সানেআ কুল্লি মাসনু</w:t>
      </w:r>
      <w:r>
        <w:t xml:space="preserve">, </w:t>
      </w:r>
      <w:r w:rsidRPr="00234356">
        <w:rPr>
          <w:cs/>
          <w:lang w:bidi="bn-IN"/>
        </w:rPr>
        <w:t>ইয়া খালেক্বা কুল্লি মাখলুক্ব</w:t>
      </w:r>
      <w:r>
        <w:t xml:space="preserve">, </w:t>
      </w:r>
      <w:r w:rsidRPr="00234356">
        <w:rPr>
          <w:cs/>
          <w:lang w:bidi="bn-IN"/>
        </w:rPr>
        <w:t>ইয়া রাযেক্বা কুল্লি মারযুক্ব</w:t>
      </w:r>
      <w:r>
        <w:t xml:space="preserve">, </w:t>
      </w:r>
      <w:r w:rsidRPr="00234356">
        <w:rPr>
          <w:cs/>
          <w:lang w:bidi="bn-IN"/>
        </w:rPr>
        <w:t>ইয়া মালেকা কুল্লি মামলুক</w:t>
      </w:r>
      <w:r>
        <w:t xml:space="preserve">, </w:t>
      </w:r>
      <w:r w:rsidRPr="00234356">
        <w:rPr>
          <w:cs/>
          <w:lang w:bidi="bn-IN"/>
        </w:rPr>
        <w:t>ইয়া কাশেফা কুল্লি মাকরুব</w:t>
      </w:r>
      <w:r>
        <w:t xml:space="preserve">, </w:t>
      </w:r>
      <w:r w:rsidRPr="00234356">
        <w:rPr>
          <w:cs/>
          <w:lang w:bidi="bn-IN"/>
        </w:rPr>
        <w:t xml:space="preserve">ইয়া ফারেজা কুল্লি </w:t>
      </w:r>
      <w:r w:rsidRPr="00234356">
        <w:rPr>
          <w:cs/>
          <w:lang w:bidi="bn-IN"/>
        </w:rPr>
        <w:lastRenderedPageBreak/>
        <w:t>মাহমুম</w:t>
      </w:r>
      <w:r>
        <w:t xml:space="preserve">, </w:t>
      </w:r>
      <w:r w:rsidRPr="00234356">
        <w:rPr>
          <w:cs/>
          <w:lang w:bidi="bn-IN"/>
        </w:rPr>
        <w:t>ইয়া রাহিমা কুল্লি মারহুম</w:t>
      </w:r>
      <w:r>
        <w:t xml:space="preserve">, </w:t>
      </w:r>
      <w:r w:rsidRPr="00234356">
        <w:rPr>
          <w:cs/>
          <w:lang w:bidi="bn-IN"/>
        </w:rPr>
        <w:t>ইয়া নাসেরা কুল্লি মাখযুল</w:t>
      </w:r>
      <w:r>
        <w:t xml:space="preserve">, </w:t>
      </w:r>
      <w:r w:rsidRPr="00234356">
        <w:rPr>
          <w:cs/>
          <w:lang w:bidi="bn-IN"/>
        </w:rPr>
        <w:t>ইয়া সাতিরা কুল্লি মা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য়ুব</w:t>
      </w:r>
      <w:r>
        <w:t xml:space="preserve">, </w:t>
      </w:r>
      <w:r w:rsidRPr="00234356">
        <w:rPr>
          <w:cs/>
          <w:lang w:bidi="bn-IN"/>
        </w:rPr>
        <w:t>ইয়া মালজাআ কুল্লি মাতরুদ।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6D7946">
        <w:rPr>
          <w:rStyle w:val="libBold1Char"/>
          <w:cs/>
          <w:lang w:bidi="bn-BD"/>
        </w:rPr>
        <w:t>বাংলা অর্থঃ-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</w:t>
      </w:r>
      <w:r>
        <w:rPr>
          <w:cs/>
          <w:lang w:bidi="bn-IN"/>
        </w:rPr>
        <w:t>মস্ত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সৃষ্টির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রিজিক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লাভকারীর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রিজিকদাতা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রাজাধিরাজ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বিপদগ্র</w:t>
      </w:r>
      <w:r>
        <w:rPr>
          <w:cs/>
          <w:lang w:bidi="bn-IN"/>
        </w:rPr>
        <w:t>স্থে</w:t>
      </w:r>
      <w:r w:rsidRPr="005167FE">
        <w:rPr>
          <w:rFonts w:hint="cs"/>
          <w:cs/>
          <w:lang w:bidi="bn-IN"/>
        </w:rPr>
        <w:t>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বিপদ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দূরকারী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শোকার্তকে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স্বস্তিদানকারী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মৃতকে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অনুগ্রহকারী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পরিত্যক্ত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ব্যক্তির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সাহায্যকারী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ত্রুটিযুক্ত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ব্যক্তির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ত্রুটি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গোপনকারী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বহিষ্কৃতের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আশ্রয়স্থল</w:t>
      </w:r>
      <w:r>
        <w:rPr>
          <w:cs/>
          <w:lang w:bidi="hi-IN"/>
        </w:rPr>
        <w:t>।</w:t>
      </w:r>
    </w:p>
    <w:p w:rsidR="004B01AB" w:rsidRPr="00835AA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cs="SolaimanLipi"/>
        </w:rPr>
      </w:pPr>
      <w:r w:rsidRPr="00234356">
        <w:rPr>
          <w:rFonts w:cs="SolaimanLipi"/>
        </w:rPr>
        <w:t xml:space="preserve"> (11)</w:t>
      </w:r>
      <w:r w:rsidR="00861EF4">
        <w:rPr>
          <w:rFonts w:cs="Times New Roman"/>
          <w:rtl/>
        </w:rPr>
        <w:t xml:space="preserve"> </w:t>
      </w:r>
      <w:r w:rsidRPr="00CF27ED">
        <w:rPr>
          <w:rFonts w:hint="cs"/>
          <w:rtl/>
        </w:rPr>
        <w:t>ياعُدَّتى‏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شِدَّتى‏،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يارَجآئى‏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مُصيبَتى‏،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مُونِسى‏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وَحْشَتى‏،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ياصاحِبى‏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غُرْبَتى‏،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وَلِيّى‏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ياغِياثى‏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كُرْبَتى‏،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يادَليلى‏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حَيْرَتى‏،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ياغَنآئى‏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افْتِقارى‏،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يامَلْجَأى‏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اضْطِرارى‏،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يامُعينى‏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عِنْدَ</w:t>
      </w:r>
      <w:r>
        <w:rPr>
          <w:rtl/>
        </w:rPr>
        <w:t xml:space="preserve"> </w:t>
      </w:r>
      <w:r w:rsidRPr="00CF27ED">
        <w:rPr>
          <w:rFonts w:hint="cs"/>
          <w:rtl/>
        </w:rPr>
        <w:t>مَفْزَعى‏</w:t>
      </w:r>
      <w:r w:rsidRPr="00234356">
        <w:rPr>
          <w:rFonts w:cs="SolaimanLipi"/>
        </w:rPr>
        <w:t>.</w:t>
      </w:r>
    </w:p>
    <w:p w:rsidR="004B01AB" w:rsidRPr="00234356" w:rsidRDefault="004B01AB" w:rsidP="004B01AB">
      <w:pPr>
        <w:pStyle w:val="libAr"/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8B684D">
        <w:rPr>
          <w:rStyle w:val="libBold1Char"/>
          <w:rFonts w:hint="cs"/>
          <w:cs/>
          <w:lang w:bidi="bn-IN"/>
        </w:rPr>
        <w:t>বাংলা</w:t>
      </w:r>
      <w:r w:rsidRPr="008B684D">
        <w:rPr>
          <w:rStyle w:val="libBold1Char"/>
          <w:cs/>
          <w:lang w:bidi="bn-IN"/>
        </w:rPr>
        <w:t xml:space="preserve"> </w:t>
      </w:r>
      <w:r w:rsidRPr="008B684D">
        <w:rPr>
          <w:rStyle w:val="libBold1Char"/>
          <w:rFonts w:hint="cs"/>
          <w:cs/>
          <w:lang w:bidi="bn-IN"/>
        </w:rPr>
        <w:t>উচ্চারণঃ</w:t>
      </w:r>
      <w:r w:rsidRPr="008B684D">
        <w:rPr>
          <w:rStyle w:val="libBold1Char"/>
          <w:cs/>
          <w:lang w:bidi="bn-IN"/>
        </w:rPr>
        <w:t>-</w:t>
      </w:r>
      <w:r w:rsidRPr="008B684D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উদ্দাতি ইন্দা শিদ্দাতি</w:t>
      </w:r>
      <w:r>
        <w:t xml:space="preserve">, </w:t>
      </w:r>
      <w:r w:rsidRPr="00234356">
        <w:rPr>
          <w:cs/>
          <w:lang w:bidi="bn-IN"/>
        </w:rPr>
        <w:t>ইয়া রাজায়ি ইন্দা ‍মুসিবাতি</w:t>
      </w:r>
      <w:r>
        <w:t xml:space="preserve">, </w:t>
      </w:r>
      <w:r w:rsidRPr="00234356">
        <w:rPr>
          <w:cs/>
          <w:lang w:bidi="bn-IN"/>
        </w:rPr>
        <w:t>ইয়া মুনিসি ইন্দা ওয়াহশাতি</w:t>
      </w:r>
      <w:r>
        <w:t xml:space="preserve">, </w:t>
      </w:r>
      <w:r w:rsidRPr="00234356">
        <w:rPr>
          <w:cs/>
          <w:lang w:bidi="bn-IN"/>
        </w:rPr>
        <w:t>ইয়া সাহিবি ইন্দা গুরবাতি</w:t>
      </w:r>
      <w:r>
        <w:t xml:space="preserve">, </w:t>
      </w:r>
      <w:r w:rsidRPr="00234356">
        <w:rPr>
          <w:cs/>
          <w:lang w:bidi="bn-IN"/>
        </w:rPr>
        <w:t>ইয়া ওয়ালিয়ি ইন্দা নেয়মাতি</w:t>
      </w:r>
      <w:r>
        <w:t xml:space="preserve">, </w:t>
      </w:r>
      <w:r w:rsidRPr="00234356">
        <w:rPr>
          <w:cs/>
          <w:lang w:bidi="bn-IN"/>
        </w:rPr>
        <w:t>ইয়া গিয়াসি ইন্দা কুরবাতি</w:t>
      </w:r>
      <w:r>
        <w:t xml:space="preserve">, </w:t>
      </w:r>
      <w:r w:rsidRPr="00234356">
        <w:rPr>
          <w:cs/>
          <w:lang w:bidi="bn-IN"/>
        </w:rPr>
        <w:t>ইয়া দালিলি ইন্দা হায়রাতি</w:t>
      </w:r>
      <w:r>
        <w:t xml:space="preserve">, </w:t>
      </w:r>
      <w:r>
        <w:rPr>
          <w:cs/>
          <w:lang w:bidi="bn-IN"/>
        </w:rPr>
        <w:t>ইয়া গানায়ি ইন্দাফ</w:t>
      </w:r>
      <w:r>
        <w:rPr>
          <w:lang w:bidi="bn-IN"/>
        </w:rPr>
        <w:t>-</w:t>
      </w:r>
      <w:r w:rsidRPr="00234356">
        <w:rPr>
          <w:cs/>
          <w:lang w:bidi="bn-IN"/>
        </w:rPr>
        <w:t>তিক্বারি</w:t>
      </w:r>
      <w:r>
        <w:t xml:space="preserve">, </w:t>
      </w:r>
      <w:r>
        <w:rPr>
          <w:cs/>
          <w:lang w:bidi="bn-IN"/>
        </w:rPr>
        <w:t>ইয়া মালজায়ি ইন্দায</w:t>
      </w:r>
      <w:r>
        <w:rPr>
          <w:lang w:bidi="bn-IN"/>
        </w:rPr>
        <w:t>-</w:t>
      </w:r>
      <w:r w:rsidRPr="00234356">
        <w:rPr>
          <w:cs/>
          <w:lang w:bidi="bn-IN"/>
        </w:rPr>
        <w:t>তেরারি</w:t>
      </w:r>
      <w:r>
        <w:t xml:space="preserve">, </w:t>
      </w:r>
      <w:r w:rsidRPr="00234356">
        <w:rPr>
          <w:cs/>
          <w:lang w:bidi="bn-IN"/>
        </w:rPr>
        <w:t>ইয়া মুনিয়ি ইন্দা মাফযায়ি।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8B684D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কঠিন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রসদদানকারী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মুসিবতে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একমাত্র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নিঃসঙ্গ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সময়ের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সাথী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নির্বাসিত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জীবনে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ভ্রমণসাথী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কল্যাণকর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সময়ের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দুঃখ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কষ্টে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উদ্ধারকারী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দিশেহারা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অবস্থায়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lastRenderedPageBreak/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পনির্দেশক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অভাবের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দিনগুলোতে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সম্পদ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জরুরী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অবস্থায়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আশ্রয়কেন্দ্র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ভয়ের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সময়গুলোতে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সাহায্যকারী</w:t>
      </w:r>
      <w:r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Fonts w:ascii="SolaimanLipi" w:hAnsi="SolaimanLipi" w:cs="SolaimanLipi"/>
        </w:rPr>
        <w:t>(12)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عَلاَّمَ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الْغُيُوبِ،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غَفَّارَ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الذُّنُوبِ،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سَتَّارَ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الْعُيُوبِ،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الْكُرُوبِ،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مُقَلِّبَ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الْقُلُوبِ،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ياطَبيبَ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الْقُلُوبِ،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مُنَوِّرَ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الْقُلُوبِ،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الْقُلُوبِ،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مُفَرِّجَ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الْهُمُومِ،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مُنَفِّسَ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الْغُمُومِ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861EF4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আল্লামাল গুয়ুব</w:t>
      </w:r>
      <w:r>
        <w:t xml:space="preserve">, </w:t>
      </w:r>
      <w:r w:rsidRPr="00234356">
        <w:rPr>
          <w:cs/>
          <w:lang w:bidi="bn-IN"/>
        </w:rPr>
        <w:t>ইয়া গাফফারায যুনুব</w:t>
      </w:r>
      <w:r>
        <w:t xml:space="preserve">, </w:t>
      </w:r>
      <w:r w:rsidRPr="00234356">
        <w:rPr>
          <w:cs/>
          <w:lang w:bidi="bn-IN"/>
        </w:rPr>
        <w:t>ইয়া সাত্তারাল উয়ুব</w:t>
      </w:r>
      <w:r>
        <w:t xml:space="preserve">, </w:t>
      </w:r>
      <w:r w:rsidRPr="00234356">
        <w:rPr>
          <w:cs/>
          <w:lang w:bidi="bn-IN"/>
        </w:rPr>
        <w:t>ইয়া কাশেফাল কুরুব</w:t>
      </w:r>
      <w:r>
        <w:t xml:space="preserve">, </w:t>
      </w:r>
      <w:r w:rsidRPr="00234356">
        <w:rPr>
          <w:cs/>
          <w:lang w:bidi="bn-IN"/>
        </w:rPr>
        <w:t>ইয়া মুকাল্লিবাল কুলুব</w:t>
      </w:r>
      <w:r>
        <w:t xml:space="preserve">, </w:t>
      </w:r>
      <w:r w:rsidRPr="00234356">
        <w:rPr>
          <w:cs/>
          <w:lang w:bidi="bn-IN"/>
        </w:rPr>
        <w:t>ইয়া তাবিবাল কুলুব</w:t>
      </w:r>
      <w:r>
        <w:t xml:space="preserve">, </w:t>
      </w:r>
      <w:r w:rsidRPr="00234356">
        <w:rPr>
          <w:cs/>
          <w:lang w:bidi="bn-IN"/>
        </w:rPr>
        <w:t>ইয়া মুনাওয়িরাল কুলুব</w:t>
      </w:r>
      <w:r>
        <w:t xml:space="preserve">, </w:t>
      </w:r>
      <w:r w:rsidRPr="00234356">
        <w:rPr>
          <w:cs/>
          <w:lang w:bidi="bn-IN"/>
        </w:rPr>
        <w:t>ইয়া আনিসাল কুলুব</w:t>
      </w:r>
      <w:r>
        <w:t xml:space="preserve">, </w:t>
      </w:r>
      <w:r w:rsidRPr="00234356">
        <w:rPr>
          <w:cs/>
          <w:lang w:bidi="bn-IN"/>
        </w:rPr>
        <w:t>ইয়া মুফাররেজাল হুমুম</w:t>
      </w:r>
      <w:r>
        <w:t xml:space="preserve">, </w:t>
      </w:r>
      <w:r w:rsidRPr="00234356">
        <w:rPr>
          <w:cs/>
          <w:lang w:bidi="bn-IN"/>
        </w:rPr>
        <w:t>ইয়া মুনাফফিসাল গুমুম।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অদৃশ্য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ত্রুটিগুলোর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গোপনকারী</w:t>
      </w:r>
      <w:r w:rsidR="004B01AB">
        <w:rPr>
          <w:lang w:bidi="bn-IN"/>
        </w:rPr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দুঃখ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দুর্দশা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অন্তরসমূহের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পরিবর্তনকারী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অন্তরসমূহের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চিকিৎসক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অন্তরসমূহ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আলোকিতকারী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অন্তরসমূহের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অন্তরঙ্গ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দুশ্চিন্তা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স্বস্তি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শোক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মুক্তকারী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Pr="0069440F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 xml:space="preserve"> (</w:t>
      </w:r>
      <w:r w:rsidRPr="0069440F">
        <w:rPr>
          <w:rFonts w:ascii="SolaimanLipi" w:hAnsi="SolaimanLipi" w:cs="SolaimanLipi"/>
        </w:rPr>
        <w:t xml:space="preserve">13)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بِاْسمِكَ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جَليلُ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جَميلُ،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ياوَكيلُ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كَفيلُ،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دَليلُ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قَبيلُ،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مُديلُ‏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يامُنيلُ،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مُقيلُ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مُحيلُ</w:t>
      </w:r>
      <w:r>
        <w:rPr>
          <w:rFonts w:hint="cs"/>
          <w:rtl/>
        </w:rPr>
        <w:t>.</w:t>
      </w:r>
    </w:p>
    <w:p w:rsidR="004B01AB" w:rsidRPr="006E32FE" w:rsidRDefault="004B01AB" w:rsidP="004B01AB">
      <w:pPr>
        <w:pStyle w:val="libAr"/>
        <w:rPr>
          <w:rtl/>
          <w:lang w:bidi="fa-IR"/>
        </w:rPr>
      </w:pPr>
      <w:r w:rsidRPr="0069440F">
        <w:rPr>
          <w:rtl/>
        </w:rPr>
        <w:t>سُبْحانَكَ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يا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لا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اِلهَ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اِلاّ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اَنْتَ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الْغَوْثَ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الْغَوْثَ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خَلِّصْنا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مِنَ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النّارِ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يا</w:t>
      </w:r>
      <w:r w:rsidRPr="0069440F">
        <w:rPr>
          <w:rFonts w:cs="SolaimanLipi"/>
          <w:rtl/>
        </w:rPr>
        <w:t xml:space="preserve"> </w:t>
      </w:r>
      <w:r w:rsidRPr="0069440F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861EF4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 জালিলু</w:t>
      </w:r>
      <w:r>
        <w:t xml:space="preserve">, </w:t>
      </w:r>
      <w:r w:rsidRPr="00234356">
        <w:rPr>
          <w:cs/>
          <w:lang w:bidi="bn-IN"/>
        </w:rPr>
        <w:t>ইয়া জামিলু</w:t>
      </w:r>
      <w:r>
        <w:t xml:space="preserve">, </w:t>
      </w:r>
      <w:r w:rsidRPr="00234356">
        <w:rPr>
          <w:cs/>
          <w:lang w:bidi="bn-IN"/>
        </w:rPr>
        <w:t>ইয়া ওয়াকিলু</w:t>
      </w:r>
      <w:r>
        <w:t xml:space="preserve">, </w:t>
      </w:r>
      <w:r w:rsidRPr="00234356">
        <w:rPr>
          <w:cs/>
          <w:lang w:bidi="bn-IN"/>
        </w:rPr>
        <w:t>ইয়া কাফিলু</w:t>
      </w:r>
      <w:r>
        <w:t xml:space="preserve">, </w:t>
      </w:r>
      <w:r w:rsidRPr="00234356">
        <w:rPr>
          <w:cs/>
          <w:lang w:bidi="bn-IN"/>
        </w:rPr>
        <w:t>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দালিলু</w:t>
      </w:r>
      <w:r>
        <w:t xml:space="preserve">, </w:t>
      </w:r>
      <w:r w:rsidRPr="00234356">
        <w:rPr>
          <w:cs/>
          <w:lang w:bidi="bn-IN"/>
        </w:rPr>
        <w:t>ইয়া কাবিলু</w:t>
      </w:r>
      <w:r>
        <w:t xml:space="preserve">, </w:t>
      </w:r>
      <w:r w:rsidRPr="00234356">
        <w:rPr>
          <w:cs/>
          <w:lang w:bidi="bn-IN"/>
        </w:rPr>
        <w:t>ইয়া মুদিলু</w:t>
      </w:r>
      <w:r>
        <w:t xml:space="preserve">, </w:t>
      </w:r>
      <w:r w:rsidRPr="00234356">
        <w:rPr>
          <w:cs/>
          <w:lang w:bidi="bn-IN"/>
        </w:rPr>
        <w:t>ইয়া মুনিলু</w:t>
      </w:r>
      <w:r>
        <w:t xml:space="preserve">, </w:t>
      </w:r>
      <w:r w:rsidRPr="00234356">
        <w:rPr>
          <w:cs/>
          <w:lang w:bidi="bn-IN"/>
        </w:rPr>
        <w:t>ইয়া মুকিলু</w:t>
      </w:r>
      <w:r>
        <w:t xml:space="preserve">, </w:t>
      </w:r>
      <w:r w:rsidRPr="00234356">
        <w:rPr>
          <w:cs/>
          <w:lang w:bidi="bn-IN"/>
        </w:rPr>
        <w:t>ইয়া মুহিল।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lastRenderedPageBreak/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: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গৌরবময়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সুন্দর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প্রতিনিধিত্বকারী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জামিনদার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জিম্মাদার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অনুগ্রহ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তওবা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কবুলকারী</w:t>
      </w:r>
      <w:r w:rsidR="004B01AB" w:rsidRPr="005167FE">
        <w:t>;</w:t>
      </w:r>
    </w:p>
    <w:p w:rsidR="004B01AB" w:rsidRPr="007F61D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(14) </w:t>
      </w:r>
      <w:r w:rsidRPr="00CF27ED">
        <w:rPr>
          <w:rFonts w:hint="cs"/>
          <w:rtl/>
        </w:rPr>
        <w:t>يادَليلَ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الْمُتَحَيِّرينَ،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ياغِياثَ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الْمُسْتَغيثينَ،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صَريخَ‏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الْمُسْتَصْرِخينَ،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جارَ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الْمُسْتَجيرينَ،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اَمانَ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الْخآئِفينَ،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عَوْنَ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الْمُؤْمِنينَ،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الْمَساكينَ،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مَلْجَأَ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الْعاصينَ،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غافِرَ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الْمُذْنِبينَ،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مُجيبَ</w:t>
      </w:r>
      <w:r>
        <w:rPr>
          <w:rtl/>
        </w:rPr>
        <w:t xml:space="preserve"> </w:t>
      </w:r>
      <w:r w:rsidRPr="00CF27ED">
        <w:rPr>
          <w:rFonts w:hint="cs"/>
          <w:rtl/>
        </w:rPr>
        <w:t>دَعْوَةِ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الْمُضْطَرّينَ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lang w:bidi="fa-IR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861EF4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দালিলুল মুতাহাইয়িরিন</w:t>
      </w:r>
      <w:r>
        <w:t xml:space="preserve">, </w:t>
      </w:r>
      <w:r w:rsidRPr="00234356">
        <w:rPr>
          <w:cs/>
          <w:lang w:bidi="bn-IN"/>
        </w:rPr>
        <w:t>ইয়া গিয়াসাল মুস্তাগিসিন</w:t>
      </w:r>
      <w:r>
        <w:t xml:space="preserve">, </w:t>
      </w:r>
      <w:r w:rsidRPr="00234356">
        <w:rPr>
          <w:cs/>
          <w:lang w:bidi="bn-IN"/>
        </w:rPr>
        <w:t>ইয়া সারিখাল মুসতাসরিখিন</w:t>
      </w:r>
      <w:r>
        <w:t xml:space="preserve">, </w:t>
      </w:r>
      <w:r w:rsidRPr="00234356">
        <w:rPr>
          <w:cs/>
          <w:lang w:bidi="bn-IN"/>
        </w:rPr>
        <w:t>ইয়া জারাল মুস্তাজিরিন</w:t>
      </w:r>
      <w:r>
        <w:t xml:space="preserve">, </w:t>
      </w:r>
      <w:r w:rsidRPr="00234356">
        <w:rPr>
          <w:cs/>
          <w:lang w:bidi="bn-IN"/>
        </w:rPr>
        <w:t>ইয়া আমানাল খয়েফিন</w:t>
      </w:r>
      <w:r>
        <w:t xml:space="preserve">, </w:t>
      </w:r>
      <w:r w:rsidRPr="00234356">
        <w:rPr>
          <w:cs/>
          <w:lang w:bidi="bn-IN"/>
        </w:rPr>
        <w:t>ইয়া আওনাল মুমিনিন</w:t>
      </w:r>
      <w:r>
        <w:t xml:space="preserve">, </w:t>
      </w:r>
      <w:r w:rsidRPr="00234356">
        <w:rPr>
          <w:cs/>
          <w:lang w:bidi="bn-IN"/>
        </w:rPr>
        <w:t>ইয়া রাহিমাল মাসাকিন</w:t>
      </w:r>
      <w:r>
        <w:t xml:space="preserve">, </w:t>
      </w:r>
      <w:r w:rsidRPr="00234356">
        <w:rPr>
          <w:cs/>
          <w:lang w:bidi="bn-IN"/>
        </w:rPr>
        <w:t>ইয়া মাল জাআল</w:t>
      </w:r>
      <w:r>
        <w:rPr>
          <w:lang w:bidi="bn-IN"/>
        </w:rPr>
        <w:t>-</w:t>
      </w:r>
      <w:r w:rsidRPr="00234356">
        <w:rPr>
          <w:cs/>
          <w:lang w:bidi="bn-IN"/>
        </w:rPr>
        <w:t>আসিন</w:t>
      </w:r>
      <w:r>
        <w:t xml:space="preserve">, </w:t>
      </w:r>
      <w:r w:rsidRPr="00234356">
        <w:rPr>
          <w:cs/>
          <w:lang w:bidi="bn-IN"/>
        </w:rPr>
        <w:t>ইয়া গাফেরাল মুযনাবিন</w:t>
      </w:r>
      <w:r>
        <w:t xml:space="preserve">, </w:t>
      </w:r>
      <w:r w:rsidRPr="00234356">
        <w:rPr>
          <w:cs/>
          <w:lang w:bidi="bn-IN"/>
        </w:rPr>
        <w:t>ইয়া মুজিবাদ দাওয়াতিল মুযতাররিন।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দিশেহারাদের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আর্তনাদকারী</w:t>
      </w:r>
      <w:r w:rsidR="004B01AB">
        <w:rPr>
          <w:cs/>
          <w:lang w:bidi="bn-IN"/>
        </w:rPr>
        <w:t>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আশ্রয়প্রার্থীদের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>
        <w:rPr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সন্ত্রস্তদের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</w:t>
      </w:r>
      <w:r w:rsidR="004B01AB">
        <w:rPr>
          <w:cs/>
          <w:lang w:bidi="bn-IN"/>
        </w:rPr>
        <w:t>দ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আশ্রয়স্থল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বিশ্বাসীদের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নিঃস্বদের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অবাধ্যদের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আশ্রয়কেন্দ্র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গুনাহগারদের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দুর্দশাগ্র</w:t>
      </w:r>
      <w:r w:rsidR="004B01AB">
        <w:rPr>
          <w:cs/>
          <w:lang w:bidi="bn-IN"/>
        </w:rPr>
        <w:t>স্থ</w:t>
      </w:r>
      <w:r w:rsidR="004B01AB" w:rsidRPr="005167FE">
        <w:rPr>
          <w:rFonts w:hint="cs"/>
          <w:cs/>
          <w:lang w:bidi="bn-IN"/>
        </w:rPr>
        <w:t>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ডাকে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সাড়াদানকারী</w:t>
      </w:r>
      <w:r w:rsidR="004B01AB" w:rsidRPr="005167FE">
        <w:t>;</w:t>
      </w:r>
    </w:p>
    <w:p w:rsidR="004B01AB" w:rsidRPr="007F61D0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 xml:space="preserve"> (15)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ذَاالْجُودِ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وَالْإِحْسانِ،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ذَاالْفَضْلِ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وَالْإِمْتِنانِ،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ذَاالْأَمْنِ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وَالْأَمانِ،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ذَاالْقُدْسِ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وَالسُّبْحانِ،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ذَاالْحِكْمَةِ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وَالْبَيانِ،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الرَّحْمَةِ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وَالرِّضْوانِ،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ذَاالْحُجَّةِ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وَالْبُرْهانِ،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ذَاالْعَظَمَةِ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وَالسُّلْطانِ،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ذَاالرَّأْفَةِ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وَالْمُسْتَعانِ،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ذَاالعَفْوِ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وَالْغُفْرانِ</w:t>
      </w:r>
      <w:r>
        <w:rPr>
          <w:rFonts w:ascii="SolaimanLipi" w:hAnsi="SolaimanLipi" w:cs="SolaimanLipi"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ascii="SolaimanLipi" w:hAnsi="SolaimanLipi" w:cs="SolaimanLipi"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861EF4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যাল জুদি ওয়াল ইহসান</w:t>
      </w:r>
      <w:r>
        <w:t xml:space="preserve">, </w:t>
      </w:r>
      <w:r w:rsidRPr="00234356">
        <w:rPr>
          <w:cs/>
          <w:lang w:bidi="bn-IN"/>
        </w:rPr>
        <w:t>ইয়া যাল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ফাযলি ওয়াল ইমতিনান</w:t>
      </w:r>
      <w:r>
        <w:t xml:space="preserve">, </w:t>
      </w:r>
      <w:r w:rsidRPr="00234356">
        <w:rPr>
          <w:cs/>
          <w:lang w:bidi="bn-IN"/>
        </w:rPr>
        <w:t>ইয়া যাল আমনি ওয়াল আমান</w:t>
      </w:r>
      <w:r>
        <w:t xml:space="preserve">, </w:t>
      </w:r>
      <w:r w:rsidRPr="00234356">
        <w:rPr>
          <w:cs/>
          <w:lang w:bidi="bn-IN"/>
        </w:rPr>
        <w:t>ইয়া যাল কুদসি ওয়াস সুবহান</w:t>
      </w:r>
      <w:r>
        <w:t xml:space="preserve">, </w:t>
      </w:r>
      <w:r w:rsidRPr="00234356">
        <w:rPr>
          <w:cs/>
          <w:lang w:bidi="bn-IN"/>
        </w:rPr>
        <w:t>ইয়া যাল হিকমাতি ওয়াল বায়ান</w:t>
      </w:r>
      <w:r>
        <w:t xml:space="preserve">, </w:t>
      </w:r>
      <w:r w:rsidRPr="00234356">
        <w:rPr>
          <w:cs/>
          <w:lang w:bidi="bn-IN"/>
        </w:rPr>
        <w:t>ইয়া যার রাহমাতি ওয়ার রিযওয়ান</w:t>
      </w:r>
      <w:r>
        <w:t xml:space="preserve">, </w:t>
      </w:r>
      <w:r w:rsidRPr="00234356">
        <w:rPr>
          <w:cs/>
          <w:lang w:bidi="bn-IN"/>
        </w:rPr>
        <w:t>ইয়া যাল হুজ্জাতি ওয়াল বুরহান</w:t>
      </w:r>
      <w:r>
        <w:t xml:space="preserve">, </w:t>
      </w:r>
      <w:r w:rsidRPr="00234356">
        <w:rPr>
          <w:cs/>
          <w:lang w:bidi="bn-IN"/>
        </w:rPr>
        <w:t>ইয়া যাল আযামাতি ওয়াস সুলতান</w:t>
      </w:r>
      <w:r>
        <w:t xml:space="preserve">, </w:t>
      </w:r>
      <w:r w:rsidRPr="00234356">
        <w:rPr>
          <w:cs/>
          <w:lang w:bidi="bn-IN"/>
        </w:rPr>
        <w:t>ইয়া যার রাফাতি ওয়াল মুস্তাআন</w:t>
      </w:r>
      <w:r>
        <w:t xml:space="preserve">, </w:t>
      </w:r>
      <w:r w:rsidRPr="00234356">
        <w:rPr>
          <w:cs/>
          <w:lang w:bidi="bn-IN"/>
        </w:rPr>
        <w:t>ইয়া যাল আফওয়ি ওয়াল গুফরান।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কল্যাণকামিতার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অনুগ্রহ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দানশীলতার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শান্তি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মহাপবিত্র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ত্রুটির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উর্ধ্বে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প্রজ্ঞা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সন্তুষ্টির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যুক্তি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প্রমাণের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মহামর্যাদা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শাসনের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মার্জনা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cs/>
          <w:lang w:bidi="hi-IN"/>
        </w:rPr>
        <w:t>।</w:t>
      </w:r>
    </w:p>
    <w:p w:rsidR="004B01AB" w:rsidRPr="008D59B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(16)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اِلهُ‏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صانِعُ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قَبْلَ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بَعْدَ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فَوْقَ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عالِمٌ‏</w:t>
      </w:r>
      <w:r>
        <w:rPr>
          <w:rtl/>
        </w:rPr>
        <w:t xml:space="preserve"> </w:t>
      </w:r>
      <w:r w:rsidRPr="00CF27ED">
        <w:rPr>
          <w:rFonts w:hint="cs"/>
          <w:rtl/>
        </w:rPr>
        <w:t>بِكُلِّ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قادِرٌ</w:t>
      </w:r>
      <w:r>
        <w:rPr>
          <w:rtl/>
        </w:rPr>
        <w:t xml:space="preserve"> </w:t>
      </w:r>
      <w:r w:rsidRPr="00CF27ED">
        <w:rPr>
          <w:rFonts w:hint="cs"/>
          <w:rtl/>
        </w:rPr>
        <w:t>عَلى‏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يَبْقى‏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وَيَفْنى‏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كُلُّشَىْ‏ءٍ</w:t>
      </w:r>
      <w:r>
        <w:rPr>
          <w:rFonts w:hint="cs"/>
          <w:rtl/>
        </w:rPr>
        <w:t>.</w:t>
      </w:r>
    </w:p>
    <w:p w:rsidR="004B01AB" w:rsidRPr="009141E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861EF4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ইয়া মান হুয়া রাব্বু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ইলাহু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খালিকু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সানি</w:t>
      </w:r>
      <w:r>
        <w:rPr>
          <w:cs/>
          <w:lang w:bidi="bn-IN"/>
        </w:rPr>
        <w:t>য়ু</w:t>
      </w:r>
      <w:r w:rsidRPr="00234356">
        <w:rPr>
          <w:cs/>
          <w:lang w:bidi="bn-IN"/>
        </w:rPr>
        <w:t xml:space="preserve">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ক্বাবলা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বাআদা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ফাওক্বা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আলিমুন বি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ক্বদিরুন আলা কুল্লি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ইয়াবক্বা ওয়া ইয়াফনা কুল্লি শাই।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প্রতিপালক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</w:t>
      </w:r>
      <w:r w:rsidR="004B01AB">
        <w:rPr>
          <w:cs/>
          <w:lang w:bidi="bn-IN"/>
        </w:rPr>
        <w:t>কৃতি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আগে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ছিলেন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থাকবেন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সবকিছুকে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টিকিয়ে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বিলীন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cs/>
          <w:lang w:bidi="hi-IN"/>
        </w:rPr>
        <w:t>।</w:t>
      </w:r>
    </w:p>
    <w:p w:rsidR="004B01AB" w:rsidRPr="007F61D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</w:t>
      </w:r>
      <w:r>
        <w:rPr>
          <w:rFonts w:hint="cs"/>
          <w:cs/>
          <w:lang w:bidi="hi-IN"/>
        </w:rPr>
        <w:t xml:space="preserve">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(17)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مُؤْمِنُ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مُهَيْمِنُ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مُكَوِّنُ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مُلَقِّنُ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مُبَيِّنُ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مُهَوِّنُ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مُمَكِّنُ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مُزَيِّنُ،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مُعْلِنُ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مُقَسِّمُ</w:t>
      </w:r>
      <w:r>
        <w:rPr>
          <w:rFonts w:hint="cs"/>
          <w:rtl/>
        </w:rPr>
        <w:t>.</w:t>
      </w:r>
    </w:p>
    <w:p w:rsidR="004B01AB" w:rsidRPr="009141E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মুমিনু</w:t>
      </w:r>
      <w:r>
        <w:t xml:space="preserve">, </w:t>
      </w:r>
      <w:r w:rsidRPr="00234356">
        <w:rPr>
          <w:cs/>
          <w:lang w:bidi="bn-IN"/>
        </w:rPr>
        <w:t>ইয়া মুহাইমিনু</w:t>
      </w:r>
      <w:r>
        <w:t xml:space="preserve">, </w:t>
      </w:r>
      <w:r w:rsidRPr="00234356">
        <w:rPr>
          <w:cs/>
          <w:lang w:bidi="bn-IN"/>
        </w:rPr>
        <w:t>ইয়া মুকাও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নু</w:t>
      </w:r>
      <w:r>
        <w:t xml:space="preserve">, </w:t>
      </w:r>
      <w:r w:rsidRPr="00234356">
        <w:rPr>
          <w:cs/>
          <w:lang w:bidi="bn-IN"/>
        </w:rPr>
        <w:t>ইয়া মুলাক্ক্বিনু</w:t>
      </w:r>
      <w:r>
        <w:t xml:space="preserve">, </w:t>
      </w:r>
      <w:r w:rsidRPr="00234356">
        <w:rPr>
          <w:cs/>
          <w:lang w:bidi="bn-IN"/>
        </w:rPr>
        <w:t>ইয়া মুবাই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নু</w:t>
      </w:r>
      <w:r>
        <w:t xml:space="preserve">, </w:t>
      </w:r>
      <w:r w:rsidRPr="00234356">
        <w:rPr>
          <w:cs/>
          <w:lang w:bidi="bn-IN"/>
        </w:rPr>
        <w:t>ইয়া মুহাওও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নু</w:t>
      </w:r>
      <w:r>
        <w:t xml:space="preserve">, </w:t>
      </w:r>
      <w:r w:rsidRPr="00234356">
        <w:rPr>
          <w:cs/>
          <w:lang w:bidi="bn-IN"/>
        </w:rPr>
        <w:t>ইয়া মুমাক্কিনু</w:t>
      </w:r>
      <w:r>
        <w:t xml:space="preserve">, </w:t>
      </w:r>
      <w:r w:rsidRPr="00234356">
        <w:rPr>
          <w:cs/>
          <w:lang w:bidi="bn-IN"/>
        </w:rPr>
        <w:t>ইয়া মুযায়্যিনু</w:t>
      </w:r>
      <w:r>
        <w:t xml:space="preserve">, </w:t>
      </w:r>
      <w:r w:rsidRPr="00234356">
        <w:rPr>
          <w:cs/>
          <w:lang w:bidi="bn-IN"/>
        </w:rPr>
        <w:t>ইয়া মুঅলিনু</w:t>
      </w:r>
      <w:r>
        <w:t xml:space="preserve">, </w:t>
      </w:r>
      <w:r w:rsidRPr="00234356">
        <w:rPr>
          <w:cs/>
          <w:lang w:bidi="bn-IN"/>
        </w:rPr>
        <w:t>ইয়া মুকাসসিম।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: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রক্ষণাবেক্ষণকারী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অস্তিত্ব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প্রদানকারী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স্পষ্টকারী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সহজকারী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স্থান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সুশোভিতকারী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ঘোষণাকারী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বণ্টনকারী</w:t>
      </w:r>
      <w:r w:rsidR="004B01AB" w:rsidRPr="005167FE">
        <w:t>;</w:t>
      </w:r>
    </w:p>
    <w:p w:rsidR="004B01AB" w:rsidRPr="007E3F1B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(18)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مُلْكِهِ</w:t>
      </w:r>
      <w:r>
        <w:rPr>
          <w:rtl/>
        </w:rPr>
        <w:t xml:space="preserve"> </w:t>
      </w:r>
      <w:r w:rsidRPr="00CF27ED">
        <w:rPr>
          <w:rFonts w:hint="cs"/>
          <w:rtl/>
        </w:rPr>
        <w:t>مُقيمٌ،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سُلْطانِهِ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جَلالِهِ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عَلى‏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عِبادِهِ</w:t>
      </w:r>
      <w:r>
        <w:rPr>
          <w:rtl/>
        </w:rPr>
        <w:t xml:space="preserve"> </w:t>
      </w:r>
      <w:r w:rsidRPr="00CF27ED">
        <w:rPr>
          <w:rFonts w:hint="cs"/>
          <w:rtl/>
        </w:rPr>
        <w:t>رَحيمٌ،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عَليمٌ،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عَصاهُ</w:t>
      </w:r>
      <w:r>
        <w:rPr>
          <w:rtl/>
        </w:rPr>
        <w:t xml:space="preserve"> </w:t>
      </w:r>
      <w:r w:rsidRPr="00CF27ED">
        <w:rPr>
          <w:rFonts w:hint="cs"/>
          <w:rtl/>
        </w:rPr>
        <w:t>حَليمٌ،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رَجاهُ</w:t>
      </w:r>
      <w:r>
        <w:rPr>
          <w:rtl/>
        </w:rPr>
        <w:t xml:space="preserve"> </w:t>
      </w:r>
      <w:r w:rsidRPr="00CF27ED">
        <w:rPr>
          <w:rFonts w:hint="cs"/>
          <w:rtl/>
        </w:rPr>
        <w:t>كَريمٌ،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صُنْعِهِ</w:t>
      </w:r>
      <w:r>
        <w:rPr>
          <w:rtl/>
        </w:rPr>
        <w:t xml:space="preserve"> </w:t>
      </w:r>
      <w:r w:rsidRPr="00CF27ED">
        <w:rPr>
          <w:rFonts w:hint="cs"/>
          <w:rtl/>
        </w:rPr>
        <w:t>حَكيمٌ،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حِكْمَتِهِ</w:t>
      </w:r>
      <w:r>
        <w:rPr>
          <w:rtl/>
        </w:rPr>
        <w:t xml:space="preserve"> </w:t>
      </w:r>
      <w:r w:rsidRPr="00CF27ED">
        <w:rPr>
          <w:rFonts w:hint="cs"/>
          <w:rtl/>
        </w:rPr>
        <w:t>لَطيفٌ،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لُطْفِهِ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قَديمٌ</w:t>
      </w:r>
      <w:r>
        <w:rPr>
          <w:rFonts w:hint="cs"/>
          <w:rtl/>
        </w:rPr>
        <w:t>.</w:t>
      </w:r>
    </w:p>
    <w:p w:rsidR="004B01AB" w:rsidRPr="007E3F1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মুলকিহি মুকিম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সুলতানিহি ক্বাদিম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জালালিহি আযিম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আলা ইবাদিহি রাহিম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 কুল্লি শাইয়িন আলিম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বিমান আসাহুল হালিম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বিমান রাজাহু কারিম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সুনয়িহি হাকিম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হিকমাতিহি লাতিফ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লুতফিহি ক্বাদিম।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অর্থঃ-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রাজ্যে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চিরস্থায়ী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শাসন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ক্ষমতায়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বিরাজমান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মহত্ত্বে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মহামহিম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দাসদের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ওপর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পরম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দয়ালু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বিষয়ে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অবাধ্যদের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সহনশীল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আশাপোষণকারীদের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গঠনগুলোর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বিষয়ে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প্রজ্ঞাপূর্ণঃ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প্রজ্ঞাতে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সূক্ষ্মদর্শী</w:t>
      </w:r>
      <w:r w:rsidRPr="005167FE">
        <w:t xml:space="preserve">;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অনন্তকাল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সূক্ষ্মদর্শী</w:t>
      </w:r>
      <w:r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lastRenderedPageBreak/>
        <w:t>(19)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لايُرْجى‏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فَضْلُهُ،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يُسْئَلُ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عَفْوُهُ،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يُنْظَرُ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بِرُّهُ،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يُخافُ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عَدْلُهُ،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يَدُومُ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سُلْطانَ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سُلْطانُهُ،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وَسِعَتْ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كُلَّ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رَحْمَتُهُ،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سَبَقَتْ</w:t>
      </w:r>
      <w:r>
        <w:rPr>
          <w:rtl/>
        </w:rPr>
        <w:t xml:space="preserve"> </w:t>
      </w:r>
      <w:r w:rsidRPr="00CF27ED">
        <w:rPr>
          <w:rFonts w:hint="cs"/>
          <w:rtl/>
        </w:rPr>
        <w:t>رَحْمَتُهُ</w:t>
      </w:r>
      <w:r>
        <w:rPr>
          <w:rtl/>
        </w:rPr>
        <w:t xml:space="preserve"> </w:t>
      </w:r>
      <w:r w:rsidRPr="00CF27ED">
        <w:rPr>
          <w:rFonts w:hint="cs"/>
          <w:rtl/>
        </w:rPr>
        <w:t>غَضَبَهُ،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اَحاطَ</w:t>
      </w:r>
      <w:r>
        <w:rPr>
          <w:rtl/>
        </w:rPr>
        <w:t xml:space="preserve"> </w:t>
      </w:r>
      <w:r w:rsidRPr="00CF27ED">
        <w:rPr>
          <w:rFonts w:hint="cs"/>
          <w:rtl/>
        </w:rPr>
        <w:t>بِكُلِّ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عِلْمُهُ،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لَيْسَ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اَحَدٌ</w:t>
      </w:r>
      <w:r>
        <w:rPr>
          <w:rtl/>
        </w:rPr>
        <w:t xml:space="preserve"> </w:t>
      </w:r>
      <w:r w:rsidRPr="00CF27ED">
        <w:rPr>
          <w:rFonts w:hint="cs"/>
          <w:rtl/>
        </w:rPr>
        <w:t>مِثْلَهُ</w:t>
      </w:r>
      <w:r>
        <w:rPr>
          <w:rFonts w:hint="cs"/>
          <w:rtl/>
        </w:rPr>
        <w:t>.</w:t>
      </w:r>
    </w:p>
    <w:p w:rsidR="004B01AB" w:rsidRPr="00DA296A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লা ইয়ুরজা ইল্লা ফাযলুহু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ইউসআলু ইল্লা আফয়ুহ</w:t>
      </w:r>
      <w:r>
        <w:t xml:space="preserve">, </w:t>
      </w:r>
      <w:r w:rsidRPr="00234356">
        <w:rPr>
          <w:cs/>
          <w:lang w:bidi="bn-IN"/>
        </w:rPr>
        <w:t>ইয়া মান লা ইয়ুনযারু ইল্লা বিররুহ</w:t>
      </w:r>
      <w:r>
        <w:t xml:space="preserve">, </w:t>
      </w:r>
      <w:r w:rsidRPr="00234356">
        <w:rPr>
          <w:cs/>
          <w:lang w:bidi="bn-IN"/>
        </w:rPr>
        <w:t>ইয়া মান লা ইউখাফু ইল্লা আদলু</w:t>
      </w:r>
      <w:r>
        <w:t xml:space="preserve">, </w:t>
      </w:r>
      <w:r w:rsidRPr="00234356">
        <w:rPr>
          <w:cs/>
          <w:lang w:bidi="bn-IN"/>
        </w:rPr>
        <w:t>ইয়া মান লা ইযাদুমু ইল্লা মুলকুহ</w:t>
      </w:r>
      <w:r>
        <w:t xml:space="preserve">, </w:t>
      </w:r>
      <w:r w:rsidRPr="00234356">
        <w:rPr>
          <w:cs/>
          <w:lang w:bidi="bn-IN"/>
        </w:rPr>
        <w:t>ইয়া মান লা সুলতানা ইল্লা সুলতানুহ</w:t>
      </w:r>
      <w:r>
        <w:t xml:space="preserve">, </w:t>
      </w:r>
      <w:r w:rsidRPr="00234356">
        <w:rPr>
          <w:cs/>
          <w:lang w:bidi="bn-IN"/>
        </w:rPr>
        <w:t>ইয়া মান লা ওয়াসিয়াত কুল্লা শাইয়িন রাহমাতু</w:t>
      </w:r>
      <w:r>
        <w:t xml:space="preserve">, </w:t>
      </w:r>
      <w:r w:rsidRPr="00234356">
        <w:rPr>
          <w:cs/>
          <w:lang w:bidi="bn-IN"/>
        </w:rPr>
        <w:t>ইয়া মান সাবাক্বাত রাহমাতু গাযাবাহ</w:t>
      </w:r>
      <w:r>
        <w:t xml:space="preserve">, </w:t>
      </w:r>
      <w:r w:rsidRPr="00234356">
        <w:rPr>
          <w:cs/>
          <w:lang w:bidi="bn-IN"/>
        </w:rPr>
        <w:t>ইয়া মান আহাতা বি কুল্লি শাইয়িন ইলমুহ</w:t>
      </w:r>
      <w:r>
        <w:t xml:space="preserve">, </w:t>
      </w:r>
      <w:r w:rsidRPr="00234356">
        <w:rPr>
          <w:cs/>
          <w:lang w:bidi="bn-IN"/>
        </w:rPr>
        <w:t>ইয়া মান লাইসা আহাদুম মিসলু।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অর্থঃ-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অনুগ্রহ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যা</w:t>
      </w:r>
      <w:r w:rsidRPr="005167FE">
        <w:rPr>
          <w:rFonts w:hint="cs"/>
          <w:cs/>
          <w:lang w:bidi="bn-IN"/>
        </w:rPr>
        <w:t>য়</w:t>
      </w:r>
      <w:r>
        <w:rPr>
          <w:lang w:bidi="bn-IN"/>
        </w:rPr>
        <w:t xml:space="preserve"> </w:t>
      </w:r>
      <w:r>
        <w:rPr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ভিক্ষা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চাওয়া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সদাচরণ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দেখা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একমাত্র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ন্যায়বিচার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সাম্রাজ্যই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কেবল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অনন্তকালব্যাপী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শাসন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কোন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শাসন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নেই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বিস্তৃত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রাগকে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অতিক্রম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সবকিছুকে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পরিবেষ্টন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মতো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নেই</w:t>
      </w:r>
      <w:r>
        <w:rPr>
          <w:cs/>
          <w:lang w:bidi="hi-IN"/>
        </w:rPr>
        <w:t>।</w:t>
      </w:r>
    </w:p>
    <w:p w:rsidR="004B01AB" w:rsidRPr="00DA296A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فارِجَ‏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الْهَمِّ،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الْغَمِّ،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غافِرَ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الذَّنْبِ،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قابِلَ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التَّوْبِ،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الْخَلْقِ،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صادِقَ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الْوَعْدِ،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مُوفِىَ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الْعَهْدِ،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عالِمَ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السِّرِّ،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فالِقَ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الْحَبِّ،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رازِقَ‏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الْأَنامِ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ফারেজাল হাম্ম</w:t>
      </w:r>
      <w:r>
        <w:t xml:space="preserve">, </w:t>
      </w:r>
      <w:r w:rsidRPr="00234356">
        <w:rPr>
          <w:cs/>
          <w:lang w:bidi="bn-IN"/>
        </w:rPr>
        <w:t>ইয়া কাশেফাল গাম্ম</w:t>
      </w:r>
      <w:r>
        <w:t xml:space="preserve">, </w:t>
      </w:r>
      <w:r w:rsidRPr="00234356">
        <w:rPr>
          <w:cs/>
          <w:lang w:bidi="bn-IN"/>
        </w:rPr>
        <w:t>ইয়া গাফেরায যান্ব</w:t>
      </w:r>
      <w:r>
        <w:t xml:space="preserve">, </w:t>
      </w:r>
      <w:r w:rsidRPr="00234356">
        <w:rPr>
          <w:cs/>
          <w:lang w:bidi="bn-IN"/>
        </w:rPr>
        <w:t>ইয়া কাবিলাত তাওবি</w:t>
      </w:r>
      <w:r>
        <w:t xml:space="preserve">, </w:t>
      </w:r>
      <w:r w:rsidRPr="00234356">
        <w:rPr>
          <w:cs/>
          <w:lang w:bidi="bn-IN"/>
        </w:rPr>
        <w:t>ইয়া খালিকাল খালকি</w:t>
      </w:r>
      <w:r>
        <w:t xml:space="preserve">, </w:t>
      </w:r>
      <w:r w:rsidRPr="00234356">
        <w:rPr>
          <w:cs/>
          <w:lang w:bidi="bn-IN"/>
        </w:rPr>
        <w:t>ইয়া সাদিকাল ওয়াদি</w:t>
      </w:r>
      <w:r>
        <w:t xml:space="preserve">, </w:t>
      </w:r>
      <w:r w:rsidRPr="00234356">
        <w:rPr>
          <w:cs/>
          <w:lang w:bidi="bn-IN"/>
        </w:rPr>
        <w:t>ইয়া মুঅফিয়াল আহদি</w:t>
      </w:r>
      <w:r>
        <w:t xml:space="preserve">, </w:t>
      </w:r>
      <w:r w:rsidRPr="00234356">
        <w:rPr>
          <w:cs/>
          <w:lang w:bidi="bn-IN"/>
        </w:rPr>
        <w:t>ইয়া আলিমাস সিররি</w:t>
      </w:r>
      <w:r>
        <w:t xml:space="preserve">, </w:t>
      </w:r>
      <w:r w:rsidRPr="00234356">
        <w:rPr>
          <w:cs/>
          <w:lang w:bidi="bn-IN"/>
        </w:rPr>
        <w:t>ইয়া ফালিকাল হাব্বি</w:t>
      </w:r>
      <w:r>
        <w:t xml:space="preserve">, </w:t>
      </w:r>
      <w:r w:rsidRPr="00234356">
        <w:rPr>
          <w:cs/>
          <w:lang w:bidi="bn-IN"/>
        </w:rPr>
        <w:t>ইয়া রাযিক্বাল আনাম।</w:t>
      </w:r>
      <w:r w:rsidR="00861EF4">
        <w:rPr>
          <w:cs/>
          <w:lang w:bidi="bn-IN"/>
        </w:rPr>
        <w:t xml:space="preserve"> 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lastRenderedPageBreak/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দুশ্চিন্তা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দূরকারী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দুঃখ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দূরকারী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গুনাহ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তওবা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কবুলকারী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সৃষ্টিকুলের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শপথে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সত্যবাদী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অঙ্গীকার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পূরণকারী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রহস্যগুলো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সম্পর্কে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বীজ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অঙ্কুরোদগমকারী</w:t>
      </w:r>
      <w:r>
        <w:t xml:space="preserve">, </w:t>
      </w:r>
      <w:r w:rsidRPr="005167FE">
        <w:t>.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প্রাণিকুলের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রিজিক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 w:rsidRPr="005167FE">
        <w:t>;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عَلِىُّ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وَفِىُّ،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غَنِىُّ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مَلِىُّ،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حَفِىُ‏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رَضِىُّ،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زَكِىُّ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بَدِىُّ،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قَوِىُّ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وَلِىُّ</w:t>
      </w:r>
      <w:r>
        <w:rPr>
          <w:rFonts w:hint="cs"/>
          <w:rtl/>
        </w:rPr>
        <w:t>.</w:t>
      </w:r>
    </w:p>
    <w:p w:rsidR="004B01AB" w:rsidRPr="00CB439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আল্যিয়ু</w:t>
      </w:r>
      <w:r>
        <w:t xml:space="preserve">, </w:t>
      </w:r>
      <w:r w:rsidRPr="00234356">
        <w:rPr>
          <w:cs/>
          <w:lang w:bidi="bn-IN"/>
        </w:rPr>
        <w:t>ইয়া ওয়াফিয়্যু</w:t>
      </w:r>
      <w:r>
        <w:t xml:space="preserve">, </w:t>
      </w:r>
      <w:r w:rsidRPr="00234356">
        <w:rPr>
          <w:cs/>
          <w:lang w:bidi="bn-IN"/>
        </w:rPr>
        <w:t>ইয়া গানিয়্যু</w:t>
      </w:r>
      <w:r>
        <w:t xml:space="preserve">, </w:t>
      </w:r>
      <w:r w:rsidRPr="00234356">
        <w:rPr>
          <w:cs/>
          <w:lang w:bidi="bn-IN"/>
        </w:rPr>
        <w:t>ইয়া মালিয়্যু</w:t>
      </w:r>
      <w:r>
        <w:t xml:space="preserve">, </w:t>
      </w:r>
      <w:r w:rsidRPr="00234356">
        <w:rPr>
          <w:cs/>
          <w:lang w:bidi="bn-IN"/>
        </w:rPr>
        <w:t>ইয়া হাফিয়্যু</w:t>
      </w:r>
      <w:r>
        <w:t xml:space="preserve">, </w:t>
      </w:r>
      <w:r w:rsidRPr="00234356">
        <w:rPr>
          <w:cs/>
          <w:lang w:bidi="bn-IN"/>
        </w:rPr>
        <w:t>ইয়া রাযিয়্যু</w:t>
      </w:r>
      <w:r>
        <w:t xml:space="preserve">, </w:t>
      </w:r>
      <w:r w:rsidRPr="00234356">
        <w:rPr>
          <w:cs/>
          <w:lang w:bidi="bn-IN"/>
        </w:rPr>
        <w:t>ইয়া যাকিয়্যু</w:t>
      </w:r>
      <w:r>
        <w:t xml:space="preserve">, </w:t>
      </w:r>
      <w:r w:rsidRPr="00234356">
        <w:rPr>
          <w:cs/>
          <w:lang w:bidi="bn-IN"/>
        </w:rPr>
        <w:t>ইয়া বাদিয়্যু</w:t>
      </w:r>
      <w:r>
        <w:t xml:space="preserve">, </w:t>
      </w:r>
      <w:r w:rsidRPr="00234356">
        <w:rPr>
          <w:cs/>
          <w:lang w:bidi="bn-IN"/>
        </w:rPr>
        <w:t>ইয়া কাওয়িয়্যু</w:t>
      </w:r>
      <w:r>
        <w:t xml:space="preserve">, </w:t>
      </w:r>
      <w:r w:rsidRPr="00234356">
        <w:rPr>
          <w:cs/>
          <w:lang w:bidi="bn-IN"/>
        </w:rPr>
        <w:t>ইয়া ওয়ালি।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: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পূর্ণ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স্বনির্ভর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সর্বধনী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করুণাময়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সন্তুষ্টকারী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পরিশোধনকারী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চিরস্থায়ী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মহাশক্তিধর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cs/>
          <w:lang w:bidi="bn-BD"/>
        </w:rPr>
        <w:t>আপনি আপনার পবিত্রতা ঘোষণা করছি</w:t>
      </w:r>
      <w:r>
        <w:rPr>
          <w:lang w:bidi="bn-BD"/>
        </w:rPr>
        <w:t xml:space="preserve">, </w:t>
      </w:r>
      <w:r>
        <w:rPr>
          <w:cs/>
          <w:lang w:bidi="bn-BD"/>
        </w:rPr>
        <w:t>হে ঐ সত্ত্বা যিনি ছাড়া কোন উপাস্য নেই</w:t>
      </w:r>
      <w:r>
        <w:rPr>
          <w:lang w:bidi="bn-BD"/>
        </w:rPr>
        <w:t xml:space="preserve">, </w:t>
      </w:r>
      <w:r>
        <w:rPr>
          <w:cs/>
          <w:lang w:bidi="bn-BD"/>
        </w:rPr>
        <w:t>আমি আপনার সাহায্য প্রার্থনা করছি</w:t>
      </w:r>
      <w:r>
        <w:rPr>
          <w:lang w:bidi="bn-BD"/>
        </w:rPr>
        <w:t xml:space="preserve">, </w:t>
      </w:r>
      <w:r>
        <w:rPr>
          <w:cs/>
          <w:lang w:bidi="bn-BD"/>
        </w:rPr>
        <w:t>আমি আপনার সাহায্য প্রার্থনা করছি</w:t>
      </w:r>
      <w:r>
        <w:rPr>
          <w:lang w:bidi="bn-BD"/>
        </w:rPr>
        <w:t xml:space="preserve">, </w:t>
      </w:r>
      <w:r>
        <w:rPr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اَظْهَرَ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الْجَميلَ،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سَتَرَ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الْقَبيحَ،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يُؤاخِذْ</w:t>
      </w:r>
      <w:r>
        <w:rPr>
          <w:rtl/>
        </w:rPr>
        <w:t xml:space="preserve"> </w:t>
      </w:r>
      <w:r w:rsidRPr="00CF27ED">
        <w:rPr>
          <w:rFonts w:hint="cs"/>
          <w:rtl/>
        </w:rPr>
        <w:t>بِالْجَريرَةِ،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يَهْتِكِ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السِّتْرَ،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الْعَفْوِ،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حَسَنَ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التَّجاوُزِ،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واسِعَ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الْمَغْفِرَةِ،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باسِطَ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الْيَدَيْنِ</w:t>
      </w:r>
      <w:r>
        <w:rPr>
          <w:rtl/>
        </w:rPr>
        <w:t xml:space="preserve"> </w:t>
      </w:r>
      <w:r w:rsidRPr="00CF27ED">
        <w:rPr>
          <w:rFonts w:hint="cs"/>
          <w:rtl/>
        </w:rPr>
        <w:t>بِالرَّحْمَةِ،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صاحِبَ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نَجْوى،‏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مُنْتَهى‏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شَكْوى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ইয়া মান আযহারাল জামিল</w:t>
      </w:r>
      <w:r>
        <w:t xml:space="preserve">, </w:t>
      </w:r>
      <w:r w:rsidRPr="00234356">
        <w:rPr>
          <w:cs/>
          <w:lang w:bidi="bn-IN"/>
        </w:rPr>
        <w:t>ইয়া মান সাতারাল কাবিহ</w:t>
      </w:r>
      <w:r>
        <w:t xml:space="preserve">, </w:t>
      </w:r>
      <w:r w:rsidRPr="00234356">
        <w:rPr>
          <w:cs/>
          <w:lang w:bidi="bn-IN"/>
        </w:rPr>
        <w:t>ইয়া মান লাম ইউআখিযু বিল জারির</w:t>
      </w:r>
      <w:r>
        <w:t xml:space="preserve">, </w:t>
      </w:r>
      <w:r w:rsidRPr="00234356">
        <w:rPr>
          <w:cs/>
          <w:lang w:bidi="bn-IN"/>
        </w:rPr>
        <w:t>ইয়া মান লাম ইয়াহতিকিস সিতর</w:t>
      </w:r>
      <w:r>
        <w:t xml:space="preserve">, </w:t>
      </w:r>
      <w:r w:rsidRPr="00234356">
        <w:rPr>
          <w:cs/>
          <w:lang w:bidi="bn-IN"/>
        </w:rPr>
        <w:t>ইয়া আযিমাল আফওয়ি</w:t>
      </w:r>
      <w:r>
        <w:t xml:space="preserve">, </w:t>
      </w:r>
      <w:r w:rsidRPr="00234356">
        <w:rPr>
          <w:cs/>
          <w:lang w:bidi="bn-IN"/>
        </w:rPr>
        <w:t>ইয়া হাসানাত তাজাউয</w:t>
      </w:r>
      <w:r>
        <w:t xml:space="preserve">, </w:t>
      </w:r>
      <w:r w:rsidRPr="00234356">
        <w:rPr>
          <w:cs/>
          <w:lang w:bidi="bn-IN"/>
        </w:rPr>
        <w:t>ইয়া ওয়াসিআল মাগফিরা</w:t>
      </w:r>
      <w:r>
        <w:t xml:space="preserve">, </w:t>
      </w:r>
      <w:r w:rsidRPr="00234356">
        <w:rPr>
          <w:cs/>
          <w:lang w:bidi="bn-IN"/>
        </w:rPr>
        <w:t>ইয়া সাহিবা কুল্লি নাজওয়া</w:t>
      </w:r>
      <w:r>
        <w:t xml:space="preserve">, </w:t>
      </w:r>
      <w:r w:rsidRPr="00234356">
        <w:rPr>
          <w:cs/>
          <w:lang w:bidi="bn-IN"/>
        </w:rPr>
        <w:t>ইয়া মুনতাহা কুল্লি শাকওয়া।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সুন্দর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আচরণকে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খারাপ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কাজ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কঠোরভাবে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বান্দাদের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ভুলক্রটি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উপেক্ষা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সুবিস্তৃত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হাত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দুটো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প্রসারিত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প্রত্যেক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কথার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অভিযোগ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t>;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ذَاالنِّعْمَةِ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السَّابِغَةِ،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ذَاالرَّحْمَةِ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الْواسِعَةِ،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ذَاالْمِنَّةِ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السَّابِقَةِ،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ياذَاالْحِكْمَةِ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الْبالِغَةِ،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ذَاالْقُدْرَةِ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الْكامِلَةِ،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ذَاالْحُجَّةِ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الْقاطِعَةِ،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ذَاالْكَرامَةِ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الظَّاهِرَةِ،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ذَاالْعِزَّةِ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الدَّآئِمَةِ،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ذَاالْقُوَّةِ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الْمَتينَةِ،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الْعَظَمَةِ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الْمَنيعَةِ</w:t>
      </w:r>
      <w:r>
        <w:rPr>
          <w:rFonts w:hint="cs"/>
          <w:rtl/>
        </w:rPr>
        <w:t>.</w:t>
      </w:r>
    </w:p>
    <w:p w:rsidR="004B01AB" w:rsidRPr="002528C5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যান নেয়ামাতিস সাবেগা</w:t>
      </w:r>
      <w:r>
        <w:t xml:space="preserve">, </w:t>
      </w:r>
      <w:r w:rsidRPr="00234356">
        <w:rPr>
          <w:cs/>
          <w:lang w:bidi="bn-IN"/>
        </w:rPr>
        <w:t>ইয়া যার রাহমাতিল ওয়াসি</w:t>
      </w:r>
      <w:r>
        <w:rPr>
          <w:cs/>
          <w:lang w:bidi="bn-IN"/>
        </w:rPr>
        <w:t>য়া</w:t>
      </w:r>
      <w:r>
        <w:t xml:space="preserve">, </w:t>
      </w:r>
      <w:r w:rsidRPr="00234356">
        <w:rPr>
          <w:cs/>
          <w:lang w:bidi="bn-IN"/>
        </w:rPr>
        <w:t>ইয়া যাল মিন্নাতিস সাবেক্বা</w:t>
      </w:r>
      <w:r>
        <w:t xml:space="preserve">, </w:t>
      </w:r>
      <w:r w:rsidRPr="00234356">
        <w:rPr>
          <w:cs/>
          <w:lang w:bidi="bn-IN"/>
        </w:rPr>
        <w:t>ইয়া যাল হিমাতিল বালেগা</w:t>
      </w:r>
      <w:r>
        <w:t xml:space="preserve">, </w:t>
      </w:r>
      <w:r w:rsidRPr="00234356">
        <w:rPr>
          <w:cs/>
          <w:lang w:bidi="bn-IN"/>
        </w:rPr>
        <w:t>ইয়া যাল কুদরাতিল কামেলা</w:t>
      </w:r>
      <w:r>
        <w:t xml:space="preserve">, </w:t>
      </w:r>
      <w:r w:rsidRPr="00234356">
        <w:rPr>
          <w:cs/>
          <w:lang w:bidi="bn-IN"/>
        </w:rPr>
        <w:t>ইয়া যাল হুজ্জাতিল ক্বাতেআ</w:t>
      </w:r>
      <w:r>
        <w:t xml:space="preserve">, </w:t>
      </w:r>
      <w:r w:rsidRPr="00234356">
        <w:rPr>
          <w:cs/>
          <w:lang w:bidi="bn-IN"/>
        </w:rPr>
        <w:t>ইয়া যাল কারামাতিয যাহিরা</w:t>
      </w:r>
      <w:r>
        <w:t xml:space="preserve">, </w:t>
      </w:r>
      <w:r w:rsidRPr="00234356">
        <w:rPr>
          <w:cs/>
          <w:lang w:bidi="bn-IN"/>
        </w:rPr>
        <w:t>ইয়া যাল ইযযাতিদ দায়েমা</w:t>
      </w:r>
      <w:r>
        <w:t xml:space="preserve">, </w:t>
      </w:r>
      <w:r w:rsidRPr="00234356">
        <w:rPr>
          <w:cs/>
          <w:lang w:bidi="bn-IN"/>
        </w:rPr>
        <w:t>ইয়া যাল কুওয়াতিল মাতিনা</w:t>
      </w:r>
      <w:r>
        <w:t xml:space="preserve">, </w:t>
      </w:r>
      <w:r w:rsidRPr="00234356">
        <w:rPr>
          <w:cs/>
          <w:lang w:bidi="bn-IN"/>
        </w:rPr>
        <w:t>ইয়া যাল আযমাতিল মানি</w:t>
      </w:r>
      <w:r>
        <w:rPr>
          <w:cs/>
          <w:lang w:bidi="bn-IN"/>
        </w:rPr>
        <w:t>য়া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অসংখ্য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নেয়ামতের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অপার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করুণা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অগ্রগামী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প্রজ্ঞার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নিষ্পত্তিকারী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যুক্তির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lastRenderedPageBreak/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সুস্পষ্ট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অলৌকিকতার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চিরস্থায়ী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কঠিন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সুরক্ষিত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গৌরবের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 w:rsidRPr="005167FE">
        <w:t>;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(24)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بَديعَ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السَّمواتِ،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جاعِلَ</w:t>
      </w:r>
      <w:r>
        <w:rPr>
          <w:rtl/>
        </w:rPr>
        <w:t xml:space="preserve"> </w:t>
      </w:r>
      <w:r w:rsidRPr="00CF27ED">
        <w:rPr>
          <w:rFonts w:hint="cs"/>
          <w:rtl/>
        </w:rPr>
        <w:t>الظُّلُماتِ،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الْعَبَراتِ،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مُقيلَ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الْعَثَراتِ،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ساتِرَ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الْعَوْراتِ،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مُحْيِىَ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الْأَمْواتِ،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مُنْزِلَ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الْاياتِ،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مُضَعِّفَ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الْحَسَناتِ،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ماحِىَ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السَّيِّئاتِ،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شَديدَ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النَّقِماتِ</w:t>
      </w:r>
      <w:r>
        <w:rPr>
          <w:rFonts w:ascii="SolaimanLipi" w:hAnsi="SolaimanLipi" w:cs="SolaimanLipi" w:hint="cs"/>
          <w:rtl/>
        </w:rPr>
        <w:t>.</w:t>
      </w:r>
    </w:p>
    <w:p w:rsidR="004B01AB" w:rsidRPr="002E1F34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</w:t>
      </w:r>
      <w:r w:rsidRPr="00234356">
        <w:rPr>
          <w:cs/>
          <w:lang w:bidi="bn-IN"/>
        </w:rPr>
        <w:t>- ইয়া বাদিআস সামাওয়াত</w:t>
      </w:r>
      <w:r>
        <w:t xml:space="preserve">, </w:t>
      </w:r>
      <w:r w:rsidRPr="00234356">
        <w:rPr>
          <w:cs/>
          <w:lang w:bidi="bn-IN"/>
        </w:rPr>
        <w:t>ইয়া জায়েলায যুলুমাত</w:t>
      </w:r>
      <w:r>
        <w:t xml:space="preserve">, </w:t>
      </w:r>
      <w:r w:rsidRPr="00234356">
        <w:rPr>
          <w:cs/>
          <w:lang w:bidi="bn-IN"/>
        </w:rPr>
        <w:t>ইয়া রাহিমাল আবারাত</w:t>
      </w:r>
      <w:r>
        <w:t xml:space="preserve">, </w:t>
      </w:r>
      <w:r w:rsidRPr="00234356">
        <w:rPr>
          <w:cs/>
          <w:lang w:bidi="bn-IN"/>
        </w:rPr>
        <w:t>ইয়া মুকিলাল আসারাত</w:t>
      </w:r>
      <w:r>
        <w:t xml:space="preserve">, </w:t>
      </w:r>
      <w:r w:rsidRPr="00234356">
        <w:rPr>
          <w:cs/>
          <w:lang w:bidi="bn-IN"/>
        </w:rPr>
        <w:t>ইয়া সাতিরাল আওরাত</w:t>
      </w:r>
      <w:r>
        <w:t xml:space="preserve">, </w:t>
      </w:r>
      <w:r w:rsidRPr="00234356">
        <w:rPr>
          <w:cs/>
          <w:lang w:bidi="bn-IN"/>
        </w:rPr>
        <w:t>ইয়া মুহইল আমওয়াত</w:t>
      </w:r>
      <w:r>
        <w:t xml:space="preserve">, </w:t>
      </w:r>
      <w:r w:rsidRPr="00234356">
        <w:rPr>
          <w:cs/>
          <w:lang w:bidi="bn-IN"/>
        </w:rPr>
        <w:t>ইয়া মুনযিলাল আয়াত</w:t>
      </w:r>
      <w:r>
        <w:t xml:space="preserve">, </w:t>
      </w:r>
      <w:r w:rsidRPr="00234356">
        <w:rPr>
          <w:cs/>
          <w:lang w:bidi="bn-IN"/>
        </w:rPr>
        <w:t>ইয়া মুযাইয়িফাল হাসানাত</w:t>
      </w:r>
      <w:r>
        <w:t xml:space="preserve">, </w:t>
      </w:r>
      <w:r w:rsidRPr="00234356">
        <w:rPr>
          <w:cs/>
          <w:lang w:bidi="bn-IN"/>
        </w:rPr>
        <w:t>ইয়া মাহিয়াস সাইয়িআত</w:t>
      </w:r>
      <w:r>
        <w:t xml:space="preserve">, </w:t>
      </w:r>
      <w:r w:rsidRPr="00234356">
        <w:rPr>
          <w:cs/>
          <w:lang w:bidi="bn-IN"/>
        </w:rPr>
        <w:t>ইয়া সাদিদান নাক্বিমাত।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উদ্ভাবক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অন্ধকারের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কান্নারতদের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ভুলগুলোর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তদারককারী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লজ্জাজনক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নিদর্শনসমূহ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অবতরণকারী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আচরণকে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বহুগুণ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বৃদ্ধিকারী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মোচনকারী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কঠোর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প্রতিশোধ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গ্রহণকারী</w:t>
      </w:r>
      <w:r w:rsidR="004B01AB">
        <w:t xml:space="preserve">, 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مُصَوِّرُ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مُقَدِّرُ،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مُدَبِّرُ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مُطَهِّرُ،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مُنَوِّرُ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مُيَسِّرُ،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مُبَشِّرُ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مُنْذِرُ،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مُقَدِّمُ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مُؤَخِّرُ</w:t>
      </w:r>
      <w:r>
        <w:rPr>
          <w:rFonts w:hint="cs"/>
          <w:rtl/>
        </w:rPr>
        <w:t>.</w:t>
      </w:r>
    </w:p>
    <w:p w:rsidR="004B01AB" w:rsidRPr="001D788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lastRenderedPageBreak/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মুসাওউয়িরু</w:t>
      </w:r>
      <w:r>
        <w:t xml:space="preserve">, </w:t>
      </w:r>
      <w:r w:rsidRPr="00234356">
        <w:rPr>
          <w:cs/>
          <w:lang w:bidi="bn-IN"/>
        </w:rPr>
        <w:t>ইয়া মুক্বাদ্দিরু</w:t>
      </w:r>
      <w:r>
        <w:t xml:space="preserve">, </w:t>
      </w:r>
      <w:r w:rsidRPr="00234356">
        <w:rPr>
          <w:cs/>
          <w:lang w:bidi="bn-IN"/>
        </w:rPr>
        <w:t>ইয়া মুদাব্বিরু</w:t>
      </w:r>
      <w:r>
        <w:t xml:space="preserve">, </w:t>
      </w:r>
      <w:r w:rsidRPr="00234356">
        <w:rPr>
          <w:cs/>
          <w:lang w:bidi="bn-IN"/>
        </w:rPr>
        <w:t>ইয়া মুতাহহিরু</w:t>
      </w:r>
      <w:r>
        <w:t xml:space="preserve">, </w:t>
      </w:r>
      <w:r w:rsidRPr="00234356">
        <w:rPr>
          <w:cs/>
          <w:lang w:bidi="bn-IN"/>
        </w:rPr>
        <w:t>ইয়া মুনাওউয়িরু</w:t>
      </w:r>
      <w:r>
        <w:t xml:space="preserve">, </w:t>
      </w:r>
      <w:r w:rsidRPr="00234356">
        <w:rPr>
          <w:cs/>
          <w:lang w:bidi="bn-IN"/>
        </w:rPr>
        <w:t>ইয়া মুসাইয়িরু</w:t>
      </w:r>
      <w:r>
        <w:t xml:space="preserve">, </w:t>
      </w:r>
      <w:r w:rsidRPr="00234356">
        <w:rPr>
          <w:cs/>
          <w:lang w:bidi="bn-IN"/>
        </w:rPr>
        <w:t>ইয়া মুবাশশিরু</w:t>
      </w:r>
      <w:r>
        <w:t xml:space="preserve">, </w:t>
      </w:r>
      <w:r w:rsidRPr="00234356">
        <w:rPr>
          <w:cs/>
          <w:lang w:bidi="bn-IN"/>
        </w:rPr>
        <w:t>ইয়া মুনযিরু</w:t>
      </w:r>
      <w:r>
        <w:t xml:space="preserve">, </w:t>
      </w:r>
      <w:r w:rsidRPr="00234356">
        <w:rPr>
          <w:cs/>
          <w:lang w:bidi="bn-IN"/>
        </w:rPr>
        <w:t>ইয়া মুক্বাদ্দিমু</w:t>
      </w:r>
      <w:r>
        <w:t xml:space="preserve">, </w:t>
      </w:r>
      <w:r w:rsidRPr="00234356">
        <w:rPr>
          <w:cs/>
          <w:lang w:bidi="bn-IN"/>
        </w:rPr>
        <w:t>ইয়া মুয়াখখির।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আকৃতি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ভাগ্য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নির্ধারণকারী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পরিকল্পনাকারী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পরিশুদ্ধকারী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আলোকিতকারী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সহজকারী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সুসংবাদ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সতর্ককারী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অগ্রাধিকার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স্থগিতকারী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الْبَيْتِ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الْحَرامِ،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الشَّهْرِ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الْحَرامِ،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الْبَلَدِ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الْحَرامِ،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الرُّكْنِ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وَالْمَقامِ،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الْمَشْعَرِ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الْحَرامِ،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الْمَسْجِدِ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الْحَرامِ،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الْحِلِّ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وَالْحَرامِ،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النُّورِ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وَالظَّلامِ،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التَّحِيَّةِ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وَالسَّلامِ،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الْقُدْرَةِ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الْأَنامِ</w:t>
      </w:r>
      <w:r>
        <w:rPr>
          <w:rFonts w:hint="cs"/>
          <w:rtl/>
        </w:rPr>
        <w:t>.</w:t>
      </w:r>
    </w:p>
    <w:p w:rsidR="004B01AB" w:rsidRPr="001D788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রাব্বাল বাইতিল হারাম</w:t>
      </w:r>
      <w:r>
        <w:t xml:space="preserve">, </w:t>
      </w:r>
      <w:r w:rsidRPr="00234356">
        <w:rPr>
          <w:cs/>
          <w:lang w:bidi="bn-IN"/>
        </w:rPr>
        <w:t>ইয়া রাব্বাশ শাহরিল হারাম</w:t>
      </w:r>
      <w:r>
        <w:t xml:space="preserve">, </w:t>
      </w:r>
      <w:r w:rsidRPr="00234356">
        <w:rPr>
          <w:cs/>
          <w:lang w:bidi="bn-IN"/>
        </w:rPr>
        <w:t>ইয়া রাব্বাল বালাদিল হারাম</w:t>
      </w:r>
      <w:r>
        <w:t xml:space="preserve">, </w:t>
      </w:r>
      <w:r w:rsidRPr="00234356">
        <w:rPr>
          <w:cs/>
          <w:lang w:bidi="bn-IN"/>
        </w:rPr>
        <w:t>ইয়া রাব্বার রুকনি ওয়াল মাকাম</w:t>
      </w:r>
      <w:r>
        <w:t xml:space="preserve">, </w:t>
      </w:r>
      <w:r w:rsidRPr="00234356">
        <w:rPr>
          <w:cs/>
          <w:lang w:bidi="bn-IN"/>
        </w:rPr>
        <w:t>ইয়া রাব্বিল মাশআরিল হারাম</w:t>
      </w:r>
      <w:r>
        <w:t xml:space="preserve">, </w:t>
      </w:r>
      <w:r w:rsidRPr="00234356">
        <w:rPr>
          <w:cs/>
          <w:lang w:bidi="bn-IN"/>
        </w:rPr>
        <w:t>ইয়া রাব্বাল মাসজিদিল হারাম</w:t>
      </w:r>
      <w:r>
        <w:t xml:space="preserve">, </w:t>
      </w:r>
      <w:r w:rsidRPr="00234356">
        <w:rPr>
          <w:cs/>
          <w:lang w:bidi="bn-IN"/>
        </w:rPr>
        <w:t>ইয়া রাব্বাল হিল্লি ওয়াল হারাম</w:t>
      </w:r>
      <w:r>
        <w:t xml:space="preserve">, </w:t>
      </w:r>
      <w:r w:rsidRPr="00234356">
        <w:rPr>
          <w:cs/>
          <w:lang w:bidi="bn-IN"/>
        </w:rPr>
        <w:t>ইয়া রাব্বান নুরি ওয়ায যালাম</w:t>
      </w:r>
      <w:r>
        <w:t xml:space="preserve">, </w:t>
      </w:r>
      <w:r w:rsidRPr="00234356">
        <w:rPr>
          <w:cs/>
          <w:lang w:bidi="bn-IN"/>
        </w:rPr>
        <w:t>ইয়া রাব্বাত তাহিয়্যাতি ওয়াস সালাম</w:t>
      </w:r>
      <w:r>
        <w:t xml:space="preserve">, </w:t>
      </w:r>
      <w:r w:rsidRPr="00234356">
        <w:rPr>
          <w:cs/>
          <w:lang w:bidi="bn-IN"/>
        </w:rPr>
        <w:t>ইয়া রাব্বাল কুদরাতি ফিল আনাম।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কাবা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শহরের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ascii="Times New Roman" w:hAnsi="Times New Roman" w:cs="Times New Roman"/>
        </w:rPr>
        <w:t>‘</w:t>
      </w:r>
      <w:r w:rsidR="004B01AB" w:rsidRPr="005167FE">
        <w:rPr>
          <w:rFonts w:hint="cs"/>
          <w:cs/>
          <w:lang w:bidi="bn-IN"/>
        </w:rPr>
        <w:t>রুকন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মাক্কাম</w:t>
      </w:r>
      <w:r w:rsidR="004B01AB" w:rsidRPr="005167FE">
        <w:rPr>
          <w:rFonts w:hint="eastAsia"/>
        </w:rPr>
        <w:t>’</w:t>
      </w:r>
      <w:r w:rsidR="004B01AB" w:rsidRPr="005167FE">
        <w:t xml:space="preserve"> </w:t>
      </w:r>
      <w:r w:rsidR="004B01AB" w:rsidRPr="005167FE">
        <w:rPr>
          <w:rFonts w:hint="cs"/>
          <w:cs/>
          <w:lang w:bidi="bn-IN"/>
        </w:rPr>
        <w:t>এর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নিদর্শনাবলীর</w:t>
      </w:r>
      <w:r w:rsidR="004B01AB" w:rsidRPr="005167FE"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মসজিদের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হালাল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হারামের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t>.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অন্ধকারের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সুসম্ভাষণ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শান্তির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প্রাণিকুলের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ভেতরে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(27)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اَحْكَمَ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الْحاكِمينَ،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اَعْدَلَ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الْعادِلينَ،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اَصْدَقَ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الصَّادِقينَ،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اَطْهَرَ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الطَّاهِرينَ،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اَحْسَنَ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الْخالِقينَ،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اَسْرَعَ‏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الْحاسِبينَ،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اَسْمَعَ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السَّامِعينَ،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اَبْصَرَالنَّاظِرينَ،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اَشْفَعَ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الشَّافِعينَ،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اَكْرَمَ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الْأَكْرَمينَ</w:t>
      </w:r>
      <w:r>
        <w:rPr>
          <w:rFonts w:hint="cs"/>
          <w:rtl/>
        </w:rPr>
        <w:t>.</w:t>
      </w:r>
    </w:p>
    <w:p w:rsidR="004B01AB" w:rsidRPr="00F7026F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আহকামাল হাকিমিন</w:t>
      </w:r>
      <w:r>
        <w:t xml:space="preserve">, </w:t>
      </w:r>
      <w:r w:rsidRPr="00234356">
        <w:rPr>
          <w:cs/>
          <w:lang w:bidi="bn-IN"/>
        </w:rPr>
        <w:t>ইয়া আয়দালাল আদিলিন</w:t>
      </w:r>
      <w:r>
        <w:t xml:space="preserve">, </w:t>
      </w:r>
      <w:r w:rsidRPr="00234356">
        <w:rPr>
          <w:cs/>
          <w:lang w:bidi="bn-IN"/>
        </w:rPr>
        <w:t>ইয়া আসদাক্বাস সাদিক্বিন</w:t>
      </w:r>
      <w:r>
        <w:t xml:space="preserve">, </w:t>
      </w:r>
      <w:r w:rsidRPr="00234356">
        <w:rPr>
          <w:cs/>
          <w:lang w:bidi="bn-IN"/>
        </w:rPr>
        <w:t>ইয়া আতহারাত তাহিরিন</w:t>
      </w:r>
      <w:r>
        <w:t xml:space="preserve">, </w:t>
      </w:r>
      <w:r w:rsidRPr="00234356">
        <w:rPr>
          <w:cs/>
          <w:lang w:bidi="bn-IN"/>
        </w:rPr>
        <w:t>ইয়া আহসানাল খালিক্বিন</w:t>
      </w:r>
      <w:r>
        <w:t xml:space="preserve">, </w:t>
      </w:r>
      <w:r w:rsidRPr="00234356">
        <w:rPr>
          <w:cs/>
          <w:lang w:bidi="bn-IN"/>
        </w:rPr>
        <w:t>ইয়া আসরায়াল হাসিবিন</w:t>
      </w:r>
      <w:r>
        <w:t xml:space="preserve">, </w:t>
      </w:r>
      <w:r w:rsidRPr="00234356">
        <w:rPr>
          <w:cs/>
          <w:lang w:bidi="bn-IN"/>
        </w:rPr>
        <w:t>ইয়া আসমাআস সামি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ন</w:t>
      </w:r>
      <w:r>
        <w:t xml:space="preserve">, </w:t>
      </w:r>
      <w:r w:rsidRPr="00234356">
        <w:rPr>
          <w:cs/>
          <w:lang w:bidi="bn-IN"/>
        </w:rPr>
        <w:t>ইয়া আবসারান নাযিরিন</w:t>
      </w:r>
      <w:r>
        <w:t xml:space="preserve">, </w:t>
      </w:r>
      <w:r w:rsidRPr="00234356">
        <w:rPr>
          <w:cs/>
          <w:lang w:bidi="bn-IN"/>
        </w:rPr>
        <w:t>ইয়া আশফায়াশ শাফি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ন</w:t>
      </w:r>
      <w:r>
        <w:t xml:space="preserve">, </w:t>
      </w:r>
      <w:r w:rsidRPr="00234356">
        <w:rPr>
          <w:cs/>
          <w:lang w:bidi="bn-IN"/>
        </w:rPr>
        <w:t>ইয়া আকরামাল আকরামিন।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</w:t>
      </w:r>
      <w:r w:rsidR="004B01AB">
        <w:rPr>
          <w:cs/>
          <w:lang w:bidi="bn-IN"/>
        </w:rPr>
        <w:t>র্ব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ন্যায়পরায়ণদের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ন্যায়পরায়ণ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সত্যবাদীদের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সত্যবাদী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দ্রুত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শ্রবণকারীদের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শ্রবণকারী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পাহারাদারদের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পাহারাদার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সুপারিশকারীদের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সুপারিশকারী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(28)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عِمادَ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عِمادَ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سَنَدَ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سَنَدَ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ذُخْرَ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ذُخْرَ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حِرْزَ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حِرْزَ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غِياثَ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غِياثَ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فَخْرَ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فَخْرَ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عِزَّ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عِزَّ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مُعينَ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مُعينَ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اَنيسَ‏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اَمانَ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اَمانَ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Fonts w:hint="cs"/>
          <w:rtl/>
        </w:rPr>
        <w:t>.</w:t>
      </w:r>
    </w:p>
    <w:p w:rsidR="004B01AB" w:rsidRPr="00026CC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lastRenderedPageBreak/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ই</w:t>
      </w:r>
      <w:r w:rsidRPr="00234356">
        <w:rPr>
          <w:cs/>
          <w:lang w:bidi="bn-IN"/>
        </w:rPr>
        <w:t xml:space="preserve">মাদা মান লা </w:t>
      </w:r>
      <w:r>
        <w:rPr>
          <w:cs/>
          <w:lang w:bidi="bn-IN"/>
        </w:rPr>
        <w:t>ই</w:t>
      </w:r>
      <w:r w:rsidRPr="00234356">
        <w:rPr>
          <w:cs/>
          <w:lang w:bidi="bn-IN"/>
        </w:rPr>
        <w:t>মাদা লা</w:t>
      </w:r>
      <w:r>
        <w:t xml:space="preserve">, </w:t>
      </w:r>
      <w:r w:rsidRPr="00234356">
        <w:rPr>
          <w:cs/>
          <w:lang w:bidi="bn-IN"/>
        </w:rPr>
        <w:t>ইয়া সানাদা মান লা সানাদা লা</w:t>
      </w:r>
      <w:r>
        <w:t xml:space="preserve">, </w:t>
      </w:r>
      <w:r w:rsidRPr="00234356">
        <w:rPr>
          <w:cs/>
          <w:lang w:bidi="bn-IN"/>
        </w:rPr>
        <w:t>ইয়া যুখরা মান লা যুখরা লা</w:t>
      </w:r>
      <w:r>
        <w:t xml:space="preserve">, </w:t>
      </w:r>
      <w:r w:rsidRPr="00234356">
        <w:rPr>
          <w:cs/>
          <w:lang w:bidi="bn-IN"/>
        </w:rPr>
        <w:t>ইয়া হেরযা মান লা হেরযা লা</w:t>
      </w:r>
      <w:r>
        <w:t xml:space="preserve">, </w:t>
      </w:r>
      <w:r w:rsidRPr="00234356">
        <w:rPr>
          <w:cs/>
          <w:lang w:bidi="bn-IN"/>
        </w:rPr>
        <w:t>ইয়া গিয়াসা মান লা গিয়াসা লা</w:t>
      </w:r>
      <w:r>
        <w:t xml:space="preserve">, </w:t>
      </w:r>
      <w:r w:rsidRPr="00234356">
        <w:rPr>
          <w:cs/>
          <w:lang w:bidi="bn-IN"/>
        </w:rPr>
        <w:t>ইয়া ফাখরা মান লা ফাখারা লা</w:t>
      </w:r>
      <w:r>
        <w:t xml:space="preserve">, </w:t>
      </w:r>
      <w:r w:rsidRPr="00234356">
        <w:rPr>
          <w:cs/>
          <w:lang w:bidi="bn-IN"/>
        </w:rPr>
        <w:t>ইয়া ইযযা মান লা ইযযা লা</w:t>
      </w:r>
      <w:r>
        <w:t xml:space="preserve">, </w:t>
      </w:r>
      <w:r w:rsidRPr="00234356">
        <w:rPr>
          <w:cs/>
          <w:lang w:bidi="bn-IN"/>
        </w:rPr>
        <w:t>ইয়া মুইনা মান লা মুইনা লা</w:t>
      </w:r>
      <w:r>
        <w:t xml:space="preserve">, </w:t>
      </w:r>
      <w:r w:rsidRPr="00234356">
        <w:rPr>
          <w:cs/>
          <w:lang w:bidi="bn-IN"/>
        </w:rPr>
        <w:t>ইয়া আনিসা মান লা আনিসা লা</w:t>
      </w:r>
      <w:r>
        <w:t xml:space="preserve">, </w:t>
      </w:r>
      <w:r w:rsidRPr="00234356">
        <w:rPr>
          <w:cs/>
          <w:lang w:bidi="bn-IN"/>
        </w:rPr>
        <w:t>ইয়া আমানা মান লা আমানা লা।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অবলম্বন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অবলম্বন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সমর্থনকারী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সমর্থন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দেওয়ার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সঞ্চিত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ঢাল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ঢালের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প্রয়োজন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ফরিয়াদ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শ্রবণকারী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ফরিয়াদ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শোনার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গর্ব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গর্ব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7147CD">
        <w:rPr>
          <w:rStyle w:val="libEnChar"/>
        </w:rPr>
        <w:t>(29)</w:t>
      </w:r>
      <w:r w:rsidR="00861EF4">
        <w:rPr>
          <w:rStyle w:val="libEnChar"/>
          <w:rFonts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عاصِمُ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قائِمُ،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دآئِمُ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سالِمُ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حاكِمُ،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عالِمُ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قاسِمُ،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قابِضُ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باسِطُ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আসিমু</w:t>
      </w:r>
      <w:r>
        <w:t xml:space="preserve">, </w:t>
      </w:r>
      <w:r w:rsidRPr="00234356">
        <w:rPr>
          <w:cs/>
          <w:lang w:bidi="bn-IN"/>
        </w:rPr>
        <w:t>ইয়া কায়িমু</w:t>
      </w:r>
      <w:r>
        <w:t xml:space="preserve">, </w:t>
      </w:r>
      <w:r w:rsidRPr="00234356">
        <w:rPr>
          <w:cs/>
          <w:lang w:bidi="bn-IN"/>
        </w:rPr>
        <w:t>ইয়া দায়িমু</w:t>
      </w:r>
      <w:r>
        <w:t xml:space="preserve">, </w:t>
      </w:r>
      <w:r w:rsidRPr="00234356">
        <w:rPr>
          <w:cs/>
          <w:lang w:bidi="bn-IN"/>
        </w:rPr>
        <w:t>ইয়া রাহিমু</w:t>
      </w:r>
      <w:r>
        <w:t xml:space="preserve">, </w:t>
      </w:r>
      <w:r w:rsidRPr="00234356">
        <w:rPr>
          <w:cs/>
          <w:lang w:bidi="bn-IN"/>
        </w:rPr>
        <w:t>ইয়া সালিমু</w:t>
      </w:r>
      <w:r>
        <w:t xml:space="preserve">, </w:t>
      </w:r>
      <w:r w:rsidRPr="00234356">
        <w:rPr>
          <w:cs/>
          <w:lang w:bidi="bn-IN"/>
        </w:rPr>
        <w:t>ইয়া হাকিমু</w:t>
      </w:r>
      <w:r>
        <w:t xml:space="preserve">, </w:t>
      </w:r>
      <w:r w:rsidRPr="00234356">
        <w:rPr>
          <w:cs/>
          <w:lang w:bidi="bn-IN"/>
        </w:rPr>
        <w:t>ইয়া আলিমু</w:t>
      </w:r>
      <w:r>
        <w:t xml:space="preserve">, </w:t>
      </w:r>
      <w:r w:rsidRPr="00234356">
        <w:rPr>
          <w:cs/>
          <w:lang w:bidi="bn-IN"/>
        </w:rPr>
        <w:t>ইয়া কাসিমু</w:t>
      </w:r>
      <w:r>
        <w:t xml:space="preserve">, </w:t>
      </w:r>
      <w:r w:rsidRPr="00234356">
        <w:rPr>
          <w:cs/>
          <w:lang w:bidi="bn-IN"/>
        </w:rPr>
        <w:t>ইয়া ক্বাবিযু</w:t>
      </w:r>
      <w:r>
        <w:t xml:space="preserve">, </w:t>
      </w:r>
      <w:r w:rsidRPr="00234356">
        <w:rPr>
          <w:cs/>
          <w:lang w:bidi="bn-IN"/>
        </w:rPr>
        <w:t>ইয়া বাসিত।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বিদ্যমান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চিরস্থায়ী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সর্বদয়ালু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শান্তিদাতা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প্রজ্ঞাবান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সর্বজ্ঞানী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বণ্টনকারী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নিয়ন্ত্রণকারী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বিস্তৃতকারী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>
        <w:rPr>
          <w:rFonts w:hint="cs"/>
          <w:rtl/>
        </w:rPr>
        <w:t xml:space="preserve"> </w:t>
      </w:r>
      <w:r w:rsidRPr="007147CD">
        <w:rPr>
          <w:rStyle w:val="libEnChar"/>
        </w:rPr>
        <w:t>(30)</w:t>
      </w:r>
      <w:r w:rsidR="00861EF4">
        <w:rPr>
          <w:rtl/>
        </w:rPr>
        <w:t xml:space="preserve"> </w:t>
      </w:r>
      <w:r w:rsidRPr="00234356">
        <w:rPr>
          <w:rFonts w:hint="cs"/>
          <w:rtl/>
        </w:rPr>
        <w:t>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عَاصِمَ مَنِ اسْتَعْصَمَهُ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رَاحِمَ مَنِ اسْتَرْحَمَهُ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غَافِرَ مَنِ اسْتَغْفَرَهُ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نَاصِرَ مَنِ اسْتَنْصَرَهُ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حَافِظَ مَنِ اسْتَحْفَظَهُ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مُکْرِمَ مَنِ اسْتَکْرَمَهُ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مُرْشِدَ مَنِ اسْتَرْشَدَهُ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صَرِیخَ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مَنِ اسْتَصْرَخَهُ یَا مُعِینَ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مَنِ اسْتَعَانَهُ یَا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مُغِیثَ</w:t>
      </w:r>
      <w:r w:rsidRPr="00234356">
        <w:rPr>
          <w:rtl/>
        </w:rPr>
        <w:t xml:space="preserve"> </w:t>
      </w:r>
      <w:r w:rsidRPr="00234356">
        <w:rPr>
          <w:rFonts w:hint="cs"/>
          <w:rtl/>
        </w:rPr>
        <w:t>مَنِ اسْتَغَاثَهُ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আসিমা মানিস তা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সামা</w:t>
      </w:r>
      <w:r>
        <w:t xml:space="preserve">, </w:t>
      </w:r>
      <w:r w:rsidRPr="00234356">
        <w:rPr>
          <w:cs/>
          <w:lang w:bidi="bn-IN"/>
        </w:rPr>
        <w:t>ইয়া রাহিমা মানিস তারহামা</w:t>
      </w:r>
      <w:r>
        <w:t xml:space="preserve">, </w:t>
      </w:r>
      <w:r w:rsidRPr="00234356">
        <w:rPr>
          <w:cs/>
          <w:lang w:bidi="bn-IN"/>
        </w:rPr>
        <w:t>ইয়া গাফিরা মানিস তাগফারা</w:t>
      </w:r>
      <w:r>
        <w:t xml:space="preserve">, </w:t>
      </w:r>
      <w:r w:rsidRPr="00234356">
        <w:rPr>
          <w:cs/>
          <w:lang w:bidi="bn-IN"/>
        </w:rPr>
        <w:t>ইয়া নাসিরা মানিস তানসারা</w:t>
      </w:r>
      <w:r>
        <w:t xml:space="preserve">, </w:t>
      </w:r>
      <w:r w:rsidRPr="00234356">
        <w:rPr>
          <w:cs/>
          <w:lang w:bidi="bn-IN"/>
        </w:rPr>
        <w:t>ইয়া হাফিযা মানিস তাহফাযা</w:t>
      </w:r>
      <w:r>
        <w:t xml:space="preserve">, </w:t>
      </w:r>
      <w:r w:rsidRPr="00234356">
        <w:rPr>
          <w:cs/>
          <w:lang w:bidi="bn-IN"/>
        </w:rPr>
        <w:t>ইয়া মুকরিমা মানিস তাকরামা</w:t>
      </w:r>
      <w:r>
        <w:t xml:space="preserve">, </w:t>
      </w:r>
      <w:r w:rsidRPr="00234356">
        <w:rPr>
          <w:cs/>
          <w:lang w:bidi="bn-IN"/>
        </w:rPr>
        <w:t>ইয়া মুর্শিদা মানিস তারশাদা</w:t>
      </w:r>
      <w:r>
        <w:t xml:space="preserve">, </w:t>
      </w:r>
      <w:r w:rsidRPr="00234356">
        <w:rPr>
          <w:cs/>
          <w:lang w:bidi="bn-IN"/>
        </w:rPr>
        <w:t>ইয়া সারি</w:t>
      </w:r>
      <w:r>
        <w:rPr>
          <w:cs/>
          <w:lang w:bidi="bn-IN"/>
        </w:rPr>
        <w:t>খা</w:t>
      </w:r>
      <w:r w:rsidRPr="00234356">
        <w:rPr>
          <w:cs/>
          <w:lang w:bidi="bn-IN"/>
        </w:rPr>
        <w:t xml:space="preserve"> মানিস তাসরাখা</w:t>
      </w:r>
      <w:r>
        <w:t xml:space="preserve">, </w:t>
      </w:r>
      <w:r>
        <w:rPr>
          <w:cs/>
          <w:lang w:bidi="bn-IN"/>
        </w:rPr>
        <w:t>ইয়া মু</w:t>
      </w:r>
      <w:r w:rsidRPr="00234356">
        <w:rPr>
          <w:cs/>
          <w:lang w:bidi="bn-IN"/>
        </w:rPr>
        <w:t>য়িনা মানিস তায়ানা</w:t>
      </w:r>
      <w:r>
        <w:t xml:space="preserve">, </w:t>
      </w:r>
      <w:r w:rsidRPr="00234356">
        <w:rPr>
          <w:cs/>
          <w:lang w:bidi="bn-IN"/>
        </w:rPr>
        <w:t>ইয়া মুগিসা মানিস তাগাসা।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রক্ষাকারী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রহমতকারী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রহমত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ও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প্রত্যাশা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পপ্রদর্শক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</w:t>
      </w:r>
      <w:r w:rsidR="004B01AB">
        <w:rPr>
          <w:cs/>
          <w:lang w:bidi="bn-IN"/>
        </w:rPr>
        <w:t>থ</w:t>
      </w:r>
      <w:r w:rsidR="004B01AB" w:rsidRPr="005167FE">
        <w:rPr>
          <w:rFonts w:hint="cs"/>
          <w:cs/>
          <w:lang w:bidi="bn-IN"/>
        </w:rPr>
        <w:t>নির্দেশ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ফরিয়াদ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শ্রবণকারী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ফরিয়াদ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ত্রাণকর্তা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পরিত্রাণ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lastRenderedPageBreak/>
        <w:t>(31)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عَزيزاً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يُضامُ،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لَطيفاً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يُرامُ،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قَيُّوماً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يَنامُ،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دائِماً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يَفُوتُ،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حَيّاً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يَمُوتُ،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مَلِكاً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يَزُولُ،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باقِياً</w:t>
      </w:r>
      <w:r>
        <w:rPr>
          <w:rtl/>
        </w:rPr>
        <w:t xml:space="preserve"> </w:t>
      </w:r>
      <w:r w:rsidRPr="00CF27ED">
        <w:rPr>
          <w:rFonts w:hint="cs"/>
          <w:rtl/>
        </w:rPr>
        <w:t>لايَفْنى‏،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عالِماً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يَجْهَلُ،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صَمَداً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يُطْعَمُ،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قَوِيّاً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يَضْعُفُ</w:t>
      </w:r>
      <w:r>
        <w:rPr>
          <w:rFonts w:hint="cs"/>
          <w:rtl/>
        </w:rPr>
        <w:t>.</w:t>
      </w:r>
    </w:p>
    <w:p w:rsidR="004B01AB" w:rsidRPr="00FB2A3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আযিযান লা ইউযাম</w:t>
      </w:r>
      <w:r>
        <w:t xml:space="preserve">, </w:t>
      </w:r>
      <w:r w:rsidRPr="00234356">
        <w:rPr>
          <w:cs/>
          <w:lang w:bidi="bn-IN"/>
        </w:rPr>
        <w:t>ইয়া লাতিফান লা ইউরাম</w:t>
      </w:r>
      <w:r>
        <w:t xml:space="preserve">, </w:t>
      </w:r>
      <w:r w:rsidRPr="00234356">
        <w:rPr>
          <w:cs/>
          <w:lang w:bidi="bn-IN"/>
        </w:rPr>
        <w:t>ইয়া কাইয়ুমান লা ইয়ানাম</w:t>
      </w:r>
      <w:r>
        <w:t xml:space="preserve">, </w:t>
      </w:r>
      <w:r w:rsidRPr="00234356">
        <w:rPr>
          <w:cs/>
          <w:lang w:bidi="bn-IN"/>
        </w:rPr>
        <w:t>ইয়া দায়িমান লা ইয়াফুত</w:t>
      </w:r>
      <w:r>
        <w:t xml:space="preserve">, </w:t>
      </w:r>
      <w:r w:rsidRPr="00234356">
        <w:rPr>
          <w:cs/>
          <w:lang w:bidi="bn-IN"/>
        </w:rPr>
        <w:t>ইয়া হাইয়ান লা ইয়ামুত</w:t>
      </w:r>
      <w:r>
        <w:t xml:space="preserve">, </w:t>
      </w:r>
      <w:r w:rsidRPr="00234356">
        <w:rPr>
          <w:cs/>
          <w:lang w:bidi="bn-IN"/>
        </w:rPr>
        <w:t>ইয়া মালিকান লা ইয়াযুল</w:t>
      </w:r>
      <w:r>
        <w:t xml:space="preserve">, </w:t>
      </w:r>
      <w:r w:rsidRPr="00234356">
        <w:rPr>
          <w:cs/>
          <w:lang w:bidi="bn-IN"/>
        </w:rPr>
        <w:t>ইয়া বাকিয়ান লা ইয়াফনা</w:t>
      </w:r>
      <w:r>
        <w:t xml:space="preserve">, </w:t>
      </w:r>
      <w:r w:rsidRPr="00234356">
        <w:rPr>
          <w:cs/>
          <w:lang w:bidi="bn-IN"/>
        </w:rPr>
        <w:t>ইয়া আলিমান লা ইয়াজহাল</w:t>
      </w:r>
      <w:r>
        <w:t xml:space="preserve">, </w:t>
      </w:r>
      <w:r w:rsidRPr="00234356">
        <w:rPr>
          <w:cs/>
          <w:lang w:bidi="bn-IN"/>
        </w:rPr>
        <w:t>ইয়া সামাদান লা ইউতআম</w:t>
      </w:r>
      <w:r>
        <w:t xml:space="preserve">, </w:t>
      </w:r>
      <w:r w:rsidRPr="00234356">
        <w:rPr>
          <w:cs/>
          <w:lang w:bidi="bn-IN"/>
        </w:rPr>
        <w:t>ইয়া কাওয়্যিয়ান লা ইয়াযউফ।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ক্ষমতাবান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কখনো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পরাভূতহন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পরোপকারী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চিরস্বনির্ভর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কখনো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ঘুমান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চিরবিরাজমান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নিঃশেষ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মৃত্যু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বাদশাহ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শাসনকাল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শেষ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অনন্তকাল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থাকবেন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ধ্বংস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সর্বজ্ঞানী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কখনো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ভুলেন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স্বনির্ভর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শক্তিধর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কখনো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দুর্বল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(32)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اَسْئَلُكَ‏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واحِدُ،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شاهِدُ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ماجِدُ،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حامِدُ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راشِدُ،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باعِثُ‏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وارِثُ،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ضآرُّ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نافِعُ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আহাদু</w:t>
      </w:r>
      <w:r>
        <w:t xml:space="preserve">, </w:t>
      </w:r>
      <w:r w:rsidRPr="00234356">
        <w:rPr>
          <w:cs/>
          <w:lang w:bidi="bn-IN"/>
        </w:rPr>
        <w:t>ইয়া ওয়াহিদু</w:t>
      </w:r>
      <w:r>
        <w:t xml:space="preserve">, </w:t>
      </w:r>
      <w:r w:rsidRPr="00234356">
        <w:rPr>
          <w:cs/>
          <w:lang w:bidi="bn-IN"/>
        </w:rPr>
        <w:t>ইয়া শাহিদু</w:t>
      </w:r>
      <w:r>
        <w:t xml:space="preserve">, </w:t>
      </w:r>
      <w:r w:rsidRPr="00234356">
        <w:rPr>
          <w:cs/>
          <w:lang w:bidi="bn-IN"/>
        </w:rPr>
        <w:t>ইয়া মাজিদু</w:t>
      </w:r>
      <w:r>
        <w:t xml:space="preserve">, </w:t>
      </w:r>
      <w:r w:rsidRPr="00234356">
        <w:rPr>
          <w:cs/>
          <w:lang w:bidi="bn-IN"/>
        </w:rPr>
        <w:t>ইয়া হামিদু</w:t>
      </w:r>
      <w:r>
        <w:t xml:space="preserve">, </w:t>
      </w:r>
      <w:r w:rsidRPr="00234356">
        <w:rPr>
          <w:cs/>
          <w:lang w:bidi="bn-IN"/>
        </w:rPr>
        <w:t>ইয়া রাশিদু</w:t>
      </w:r>
      <w:r>
        <w:t xml:space="preserve">, </w:t>
      </w:r>
      <w:r w:rsidRPr="00234356">
        <w:rPr>
          <w:cs/>
          <w:lang w:bidi="bn-IN"/>
        </w:rPr>
        <w:t>ইয়া বায়িসু</w:t>
      </w:r>
      <w:r>
        <w:t xml:space="preserve">, </w:t>
      </w:r>
      <w:r w:rsidRPr="00234356">
        <w:rPr>
          <w:cs/>
          <w:lang w:bidi="bn-IN"/>
        </w:rPr>
        <w:t>ইয়া ওয়ারিসু</w:t>
      </w:r>
      <w:r>
        <w:t xml:space="preserve">, </w:t>
      </w:r>
      <w:r w:rsidRPr="00234356">
        <w:rPr>
          <w:cs/>
          <w:lang w:bidi="bn-IN"/>
        </w:rPr>
        <w:t>ইয়া যাররু</w:t>
      </w:r>
      <w:r>
        <w:t xml:space="preserve">, </w:t>
      </w:r>
      <w:r w:rsidRPr="00234356">
        <w:rPr>
          <w:cs/>
          <w:lang w:bidi="bn-IN"/>
        </w:rPr>
        <w:t>ইয়া নাফিয়্যু।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>: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অদ্বিতীয়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এক</w:t>
      </w:r>
      <w:r w:rsidR="004B01AB">
        <w:rPr>
          <w:cs/>
          <w:lang w:bidi="bn-IN"/>
        </w:rPr>
        <w:t xml:space="preserve">ক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উপস্থিত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মর্যাদাবান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প্রথদর্শক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পুনরুত্থানকারী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উত্তরাধিকারী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জুলুমকারীদের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ক্ষতিকারী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ন্যায়পরায়নদের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কল্যাণকারী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(33)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اَعْظَمَ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اَكْرَمَ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كَريمٍ،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اَرْحَمَ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رَحيمٍ،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اَعْلَمَ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عَليمٍ،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اَحْكَمَ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حَكيمٍ،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اَقْدَمَ‏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اَكْبَرَ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كَبيرٍ،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اَلْطَفَ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لَطيفٍ،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اَجَلَّ</w:t>
      </w:r>
      <w:r>
        <w:rPr>
          <w:rtl/>
        </w:rPr>
        <w:t xml:space="preserve"> </w:t>
      </w:r>
      <w:r w:rsidRPr="00CF27ED">
        <w:rPr>
          <w:rFonts w:hint="cs"/>
          <w:rtl/>
        </w:rPr>
        <w:t>مِن</w:t>
      </w:r>
      <w:r>
        <w:rPr>
          <w:rtl/>
        </w:rPr>
        <w:t xml:space="preserve"> </w:t>
      </w:r>
      <w:r w:rsidRPr="00CF27ED">
        <w:rPr>
          <w:rFonts w:hint="cs"/>
          <w:rtl/>
        </w:rPr>
        <w:t>كُلِ‏</w:t>
      </w:r>
      <w:r>
        <w:rPr>
          <w:rtl/>
        </w:rPr>
        <w:t xml:space="preserve"> </w:t>
      </w:r>
      <w:r w:rsidRPr="00CF27ED">
        <w:rPr>
          <w:rFonts w:hint="cs"/>
          <w:rtl/>
        </w:rPr>
        <w:t>جَليلٍ،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اَعَزَّ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عَزيزٍ</w:t>
      </w:r>
      <w:r>
        <w:rPr>
          <w:rFonts w:hint="cs"/>
          <w:rtl/>
        </w:rPr>
        <w:t>.</w:t>
      </w:r>
    </w:p>
    <w:p w:rsidR="004B01AB" w:rsidRPr="00851C2F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যামা মিন কুল্লি আযিম</w:t>
      </w:r>
      <w:r>
        <w:t xml:space="preserve">, </w:t>
      </w:r>
      <w:r w:rsidRPr="00234356">
        <w:rPr>
          <w:cs/>
          <w:lang w:bidi="bn-IN"/>
        </w:rPr>
        <w:t>ইয়া আকরামা মিন কুল্লি কারিম</w:t>
      </w:r>
      <w:r>
        <w:t xml:space="preserve">, </w:t>
      </w:r>
      <w:r w:rsidRPr="00234356">
        <w:rPr>
          <w:cs/>
          <w:lang w:bidi="bn-IN"/>
        </w:rPr>
        <w:t>ইয়া আরহামা মিন কুল্লি রাহিম</w:t>
      </w:r>
      <w:r>
        <w:t xml:space="preserve">, </w:t>
      </w:r>
      <w:r w:rsidRPr="00234356">
        <w:rPr>
          <w:cs/>
          <w:lang w:bidi="bn-IN"/>
        </w:rPr>
        <w:t>ইয়া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লামা মিন কুল্লি আলিম</w:t>
      </w:r>
      <w:r>
        <w:t xml:space="preserve">, </w:t>
      </w:r>
      <w:r w:rsidRPr="00234356">
        <w:rPr>
          <w:cs/>
          <w:lang w:bidi="bn-IN"/>
        </w:rPr>
        <w:t>ইয়া আহকামা মিন কুল্লি হাকিম</w:t>
      </w:r>
      <w:r>
        <w:t xml:space="preserve">, </w:t>
      </w:r>
      <w:r w:rsidRPr="00234356">
        <w:rPr>
          <w:cs/>
          <w:lang w:bidi="bn-IN"/>
        </w:rPr>
        <w:t>ইয়া আক্বদামা মিন কুল্লি ক্বাদিম</w:t>
      </w:r>
      <w:r>
        <w:t xml:space="preserve">, </w:t>
      </w:r>
      <w:r w:rsidRPr="00234356">
        <w:rPr>
          <w:cs/>
          <w:lang w:bidi="bn-IN"/>
        </w:rPr>
        <w:t>ইয়া আকবারা মিন কুল্লি কাবির</w:t>
      </w:r>
      <w:r>
        <w:t xml:space="preserve">, </w:t>
      </w:r>
      <w:r w:rsidRPr="00234356">
        <w:rPr>
          <w:cs/>
          <w:lang w:bidi="bn-IN"/>
        </w:rPr>
        <w:t>ইয়া আলতাফা মিন কুল্লি লাতিফ</w:t>
      </w:r>
      <w:r>
        <w:t xml:space="preserve">, </w:t>
      </w:r>
      <w:r w:rsidRPr="00234356">
        <w:rPr>
          <w:cs/>
          <w:lang w:bidi="bn-IN"/>
        </w:rPr>
        <w:t>ইয়া আজাল্লা মিন কুল্লি জালিল</w:t>
      </w:r>
      <w:r>
        <w:t xml:space="preserve">, </w:t>
      </w:r>
      <w:r w:rsidRPr="00234356">
        <w:rPr>
          <w:cs/>
          <w:lang w:bidi="bn-IN"/>
        </w:rPr>
        <w:t>ইয়া আয়াযযা মিন কুল্লি আযিয।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বড়দের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বড়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জ্ঞানীর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জ্ঞানী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প্রজ্ঞাবানের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প্রজ্ঞাবান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প্রাচীনদের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প্রাচীন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শ্রেষ্ঠ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</w:t>
      </w:r>
      <w:r w:rsidR="004B01AB">
        <w:rPr>
          <w:cs/>
          <w:lang w:bidi="bn-IN"/>
        </w:rPr>
        <w:t>র্ব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নিম্নদের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নিম্ন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</w:t>
      </w:r>
      <w:r w:rsidR="004B01AB">
        <w:rPr>
          <w:cs/>
          <w:lang w:bidi="bn-IN"/>
        </w:rPr>
        <w:t>র্ব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ক্ষমতাবানের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ক্ষমতাবান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lastRenderedPageBreak/>
        <w:t>(34)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كَريمَ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الصَّفْحِ،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الْمَنِّ،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كَثيرَ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الْخَيْرِ،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الْفَضْلِ،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دآئِمَ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اللُّطْفِ،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لَطيفَ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الصُّنْعِ،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مُنَفِّسَ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الْكَرْبِ،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كاشِفَ</w:t>
      </w:r>
      <w:r>
        <w:rPr>
          <w:rtl/>
        </w:rPr>
        <w:t xml:space="preserve"> </w:t>
      </w:r>
      <w:r w:rsidRPr="00CF27ED">
        <w:rPr>
          <w:rFonts w:hint="cs"/>
          <w:rtl/>
        </w:rPr>
        <w:t>الضُّرِّ،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مالِكَ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الْمُلْكِ،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قاضِىَ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الْحَقِّ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কারিমাস সাফহ</w:t>
      </w:r>
      <w:r>
        <w:t xml:space="preserve">, </w:t>
      </w:r>
      <w:r w:rsidRPr="00234356">
        <w:rPr>
          <w:cs/>
          <w:lang w:bidi="bn-IN"/>
        </w:rPr>
        <w:t>ইয়া আযিমাল মান্নি</w:t>
      </w:r>
      <w:r>
        <w:t xml:space="preserve">, </w:t>
      </w:r>
      <w:r w:rsidRPr="00234356">
        <w:rPr>
          <w:cs/>
          <w:lang w:bidi="bn-IN"/>
        </w:rPr>
        <w:t>ইয়া কাসিরাল খাইর</w:t>
      </w:r>
      <w:r>
        <w:t xml:space="preserve">, </w:t>
      </w:r>
      <w:r w:rsidRPr="00234356">
        <w:rPr>
          <w:cs/>
          <w:lang w:bidi="bn-IN"/>
        </w:rPr>
        <w:t>ইয়া কাদিমাল ফাযল</w:t>
      </w:r>
      <w:r>
        <w:t xml:space="preserve">, </w:t>
      </w:r>
      <w:r w:rsidRPr="00234356">
        <w:rPr>
          <w:cs/>
          <w:lang w:bidi="bn-IN"/>
        </w:rPr>
        <w:t>ইয়া দায়িমাল লুতফ</w:t>
      </w:r>
      <w:r>
        <w:t xml:space="preserve">, </w:t>
      </w:r>
      <w:r w:rsidRPr="00234356">
        <w:rPr>
          <w:cs/>
          <w:lang w:bidi="bn-IN"/>
        </w:rPr>
        <w:t>ইয়া লাতিফাল সুনয়্য</w:t>
      </w:r>
      <w:r>
        <w:t xml:space="preserve">, </w:t>
      </w:r>
      <w:r w:rsidRPr="00234356">
        <w:rPr>
          <w:cs/>
          <w:lang w:bidi="bn-IN"/>
        </w:rPr>
        <w:t>ইয়া মুনাফফিসাল কারব</w:t>
      </w:r>
      <w:r>
        <w:t xml:space="preserve">, </w:t>
      </w:r>
      <w:r w:rsidRPr="00234356">
        <w:rPr>
          <w:cs/>
          <w:lang w:bidi="bn-IN"/>
        </w:rPr>
        <w:t>ইয়া কাশিফায যু</w:t>
      </w:r>
      <w:r>
        <w:rPr>
          <w:cs/>
          <w:lang w:bidi="bn-IN"/>
        </w:rPr>
        <w:t>র্র</w:t>
      </w:r>
      <w:r>
        <w:t xml:space="preserve">, </w:t>
      </w:r>
      <w:r w:rsidRPr="00234356">
        <w:rPr>
          <w:cs/>
          <w:lang w:bidi="bn-IN"/>
        </w:rPr>
        <w:t>ইয়া মালিকাল মুলক</w:t>
      </w:r>
      <w:r>
        <w:t xml:space="preserve">, </w:t>
      </w:r>
      <w:r w:rsidRPr="00234356">
        <w:rPr>
          <w:cs/>
          <w:lang w:bidi="bn-IN"/>
        </w:rPr>
        <w:t>ইয়া কাযিয়াল হাক্ব।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মার্জনা</w:t>
      </w:r>
      <w:r w:rsidR="004B01AB">
        <w:rPr>
          <w:cs/>
          <w:lang w:bidi="bn-IN"/>
        </w:rPr>
        <w:t>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উপকারী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কল্যাণকর্মে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অন্তহীন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অতীত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অনুগ্রহশীল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চিরকালব্যাপী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দুঃখ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বেদনা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দুর্দশা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সারিয়ে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তোলেন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সাম্রাজ্যের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প্রকৃত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বিচারক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(35)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عَهْدِهِ</w:t>
      </w:r>
      <w:r>
        <w:rPr>
          <w:rtl/>
        </w:rPr>
        <w:t xml:space="preserve"> </w:t>
      </w:r>
      <w:r w:rsidRPr="00CF27ED">
        <w:rPr>
          <w:rFonts w:hint="cs"/>
          <w:rtl/>
        </w:rPr>
        <w:t>وَفِىٌّ،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وَفآئِهِ</w:t>
      </w:r>
      <w:r>
        <w:rPr>
          <w:rtl/>
        </w:rPr>
        <w:t xml:space="preserve"> </w:t>
      </w:r>
      <w:r w:rsidRPr="00CF27ED">
        <w:rPr>
          <w:rFonts w:hint="cs"/>
          <w:rtl/>
        </w:rPr>
        <w:t>قَوِىٌّ،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قُوَّتِهِ</w:t>
      </w:r>
      <w:r>
        <w:rPr>
          <w:rtl/>
        </w:rPr>
        <w:t xml:space="preserve"> </w:t>
      </w:r>
      <w:r w:rsidRPr="00CF27ED">
        <w:rPr>
          <w:rFonts w:hint="cs"/>
          <w:rtl/>
        </w:rPr>
        <w:t>عَلِىٌّ،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عُلُوِّهِ</w:t>
      </w:r>
      <w:r>
        <w:rPr>
          <w:rtl/>
        </w:rPr>
        <w:t xml:space="preserve"> </w:t>
      </w:r>
      <w:r w:rsidRPr="00CF27ED">
        <w:rPr>
          <w:rFonts w:hint="cs"/>
          <w:rtl/>
        </w:rPr>
        <w:t>قَريبٌ،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قُرْبِهِ</w:t>
      </w:r>
      <w:r>
        <w:rPr>
          <w:rtl/>
        </w:rPr>
        <w:t xml:space="preserve"> </w:t>
      </w:r>
      <w:r w:rsidRPr="00CF27ED">
        <w:rPr>
          <w:rFonts w:hint="cs"/>
          <w:rtl/>
        </w:rPr>
        <w:t>لَطيفٌ،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لُطْفِهِ</w:t>
      </w:r>
      <w:r>
        <w:rPr>
          <w:rtl/>
        </w:rPr>
        <w:t xml:space="preserve"> </w:t>
      </w:r>
      <w:r w:rsidRPr="00CF27ED">
        <w:rPr>
          <w:rFonts w:hint="cs"/>
          <w:rtl/>
        </w:rPr>
        <w:t>شَريفٌ،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شَرَفِهِ</w:t>
      </w:r>
      <w:r>
        <w:rPr>
          <w:rtl/>
        </w:rPr>
        <w:t xml:space="preserve"> </w:t>
      </w:r>
      <w:r w:rsidRPr="00CF27ED">
        <w:rPr>
          <w:rFonts w:hint="cs"/>
          <w:rtl/>
        </w:rPr>
        <w:t>عَزيزٌ،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عِزِّهِ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عَظَمَتِهِ</w:t>
      </w:r>
      <w:r>
        <w:rPr>
          <w:rtl/>
        </w:rPr>
        <w:t xml:space="preserve"> </w:t>
      </w:r>
      <w:r w:rsidRPr="00CF27ED">
        <w:rPr>
          <w:rFonts w:hint="cs"/>
          <w:rtl/>
        </w:rPr>
        <w:t>مَجيدٌ،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مَجْدِهِ</w:t>
      </w:r>
      <w:r>
        <w:rPr>
          <w:rtl/>
        </w:rPr>
        <w:t xml:space="preserve"> </w:t>
      </w:r>
      <w:r w:rsidRPr="00CF27ED">
        <w:rPr>
          <w:rFonts w:hint="cs"/>
          <w:rtl/>
        </w:rPr>
        <w:t>حَميدٌ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আহদিহি ওয়াফিয়্যু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ওয়াফা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হি ক্বাওয়্যিয়্যু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কুওওয়াতিহি আলিয়্যু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উলুওয়্যিহি ক্বারিব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ক্বুরবিহি লাতিফ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লুতফিহি শারিফ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 শারাফিহি আযিয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ইযযিহি আযিম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আযামাতিহি মাজিদ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মাজদিহি হামিদ।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প্রতিশ্রুতি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পূরণ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প্রতিশ্রুতি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পুরণে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শক্তিধর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শক্তিতে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সুউচ্চ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সত্ত্বেও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নিকটবর্তী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নৈকট্যে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উচ্চমনা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মানসিকতায়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সর্বক্ষমতাবান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প্রবল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প্রতাপশালী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প্রতাপে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মহত্ত্বের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কারণে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প্রশংসিত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(36)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كافى‏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شافى‏،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وافى‏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مُعافى‏،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هادى‏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داعى‏،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قاضى‏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راضى‏،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عالى‏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باقى‏</w:t>
      </w:r>
      <w:r>
        <w:rPr>
          <w:rFonts w:hint="cs"/>
          <w:rtl/>
        </w:rPr>
        <w:t>.</w:t>
      </w:r>
    </w:p>
    <w:p w:rsidR="004B01AB" w:rsidRPr="00D12D3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কাফি</w:t>
      </w:r>
      <w:r>
        <w:t xml:space="preserve">, </w:t>
      </w:r>
      <w:r w:rsidRPr="00234356">
        <w:rPr>
          <w:cs/>
          <w:lang w:bidi="bn-IN"/>
        </w:rPr>
        <w:t>ইয়া শাফি</w:t>
      </w:r>
      <w:r>
        <w:t xml:space="preserve">, </w:t>
      </w:r>
      <w:r w:rsidRPr="00234356">
        <w:rPr>
          <w:cs/>
          <w:lang w:bidi="bn-IN"/>
        </w:rPr>
        <w:t>ইয়া ওয়াফি</w:t>
      </w:r>
      <w:r>
        <w:t xml:space="preserve">, </w:t>
      </w:r>
      <w:r w:rsidRPr="00234356">
        <w:rPr>
          <w:cs/>
          <w:lang w:bidi="bn-IN"/>
        </w:rPr>
        <w:t>ইয়া মুআফি</w:t>
      </w:r>
      <w:r>
        <w:t xml:space="preserve">, </w:t>
      </w:r>
      <w:r w:rsidRPr="00234356">
        <w:rPr>
          <w:cs/>
          <w:lang w:bidi="bn-IN"/>
        </w:rPr>
        <w:t>ইয়া হাদি</w:t>
      </w:r>
      <w:r>
        <w:t xml:space="preserve">, </w:t>
      </w:r>
      <w:r w:rsidRPr="00234356">
        <w:rPr>
          <w:cs/>
          <w:lang w:bidi="bn-IN"/>
        </w:rPr>
        <w:t>ইয়া দায়ি</w:t>
      </w:r>
      <w:r>
        <w:t xml:space="preserve">, </w:t>
      </w:r>
      <w:r w:rsidRPr="00234356">
        <w:rPr>
          <w:cs/>
          <w:lang w:bidi="bn-IN"/>
        </w:rPr>
        <w:t>ইয়া কাযি</w:t>
      </w:r>
      <w:r>
        <w:t xml:space="preserve">, </w:t>
      </w:r>
      <w:r w:rsidRPr="00234356">
        <w:rPr>
          <w:cs/>
          <w:lang w:bidi="bn-IN"/>
        </w:rPr>
        <w:t>ইয়া রাযি</w:t>
      </w:r>
      <w:r>
        <w:t xml:space="preserve">, </w:t>
      </w:r>
      <w:r w:rsidRPr="00234356">
        <w:rPr>
          <w:cs/>
          <w:lang w:bidi="bn-IN"/>
        </w:rPr>
        <w:t>ইয়া আলি</w:t>
      </w:r>
      <w:r>
        <w:t xml:space="preserve">, </w:t>
      </w:r>
      <w:r w:rsidRPr="00234356">
        <w:rPr>
          <w:cs/>
          <w:lang w:bidi="bn-IN"/>
        </w:rPr>
        <w:t>ইয়া বাকি।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যথেষ্ট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সুস্থতা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ফিরিয়ে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rPr>
          <w:lang w:bidi="bn-IN"/>
        </w:rPr>
        <w:t>,</w:t>
      </w:r>
      <w:r w:rsidR="004B01AB" w:rsidRPr="005167FE"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বিশ্বস্ত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ক্ষমাকারী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পপ্রদর্শক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আহবানকারী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অন্তহীন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চিরস্থায়ী</w:t>
      </w:r>
      <w:r w:rsidR="004B01AB">
        <w:rPr>
          <w:cs/>
          <w:lang w:bidi="hi-IN"/>
        </w:rPr>
        <w:t>।</w:t>
      </w:r>
      <w:r w:rsidR="004B01AB" w:rsidRPr="005167FE">
        <w:rPr>
          <w:cs/>
          <w:lang w:bidi="bn-IN"/>
        </w:rPr>
        <w:t xml:space="preserve"> 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(37)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خاضِعٌ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خاشِعٌ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كآئِنٌ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مَوْجُودٌ</w:t>
      </w:r>
      <w:r>
        <w:rPr>
          <w:rtl/>
        </w:rPr>
        <w:t xml:space="preserve"> </w:t>
      </w:r>
      <w:r w:rsidRPr="00CF27ED">
        <w:rPr>
          <w:rFonts w:hint="cs"/>
          <w:rtl/>
        </w:rPr>
        <w:t>بِهِ،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مُنيبٌ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خآئِفٌ</w:t>
      </w:r>
      <w:r>
        <w:rPr>
          <w:rtl/>
        </w:rPr>
        <w:t xml:space="preserve"> </w:t>
      </w:r>
      <w:r w:rsidRPr="00CF27ED">
        <w:rPr>
          <w:rFonts w:hint="cs"/>
          <w:rtl/>
        </w:rPr>
        <w:t>مِنْهُ،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قآئِمٌ</w:t>
      </w:r>
      <w:r>
        <w:rPr>
          <w:rtl/>
        </w:rPr>
        <w:t xml:space="preserve"> </w:t>
      </w:r>
      <w:r w:rsidRPr="00CF27ED">
        <w:rPr>
          <w:rFonts w:hint="cs"/>
          <w:rtl/>
        </w:rPr>
        <w:t>بِهِ،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صآئِرٌ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يُسَبِّحُ‏</w:t>
      </w:r>
      <w:r>
        <w:rPr>
          <w:rtl/>
        </w:rPr>
        <w:t xml:space="preserve"> </w:t>
      </w:r>
      <w:r w:rsidRPr="00CF27ED">
        <w:rPr>
          <w:rFonts w:hint="cs"/>
          <w:rtl/>
        </w:rPr>
        <w:t>بِحَمْدِهِ،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هالِكٌ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وَجْهَهُ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lastRenderedPageBreak/>
        <w:t>বাংলা উচ্চারণঃ-</w:t>
      </w:r>
      <w:r w:rsidR="00861EF4"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 মান কুল্লু শাইয়্যিন খাযিউন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খাশিউন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কায়েনুন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মাউজুদুন বিহ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মুনিবুন ইলাই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খায়িফুন মিনহু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কায়িমুন বিহ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সায়িরুন ইলাই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ইউসাব্বিহু বি হামদি</w:t>
      </w:r>
      <w:r>
        <w:t xml:space="preserve">, </w:t>
      </w:r>
      <w:r w:rsidRPr="00234356">
        <w:rPr>
          <w:cs/>
          <w:lang w:bidi="bn-IN"/>
        </w:rPr>
        <w:t>ইয়া মান কুল্লু শাইয়্যিন হালিকুন ইল্লা ওয়াজহা।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</w:t>
      </w:r>
      <w:r w:rsidRPr="00234356">
        <w:rPr>
          <w:cs/>
          <w:lang w:bidi="hi-IN"/>
        </w:rPr>
        <w:t>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সামনে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আনত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সামনে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অস্তিত্বে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>
        <w:rPr>
          <w:lang w:bidi="bn-IN"/>
        </w:rPr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অস্তিত্ববান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টিকে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আছে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ফিরে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সবাই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স্থিরতা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ভ্রমন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করছে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গৌরব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সত্ত্বা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বাকী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ধ্বংস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যাবে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(38</w:t>
      </w:r>
      <w:r w:rsidRPr="00D035BC">
        <w:rPr>
          <w:rFonts w:ascii="SolaimanLipi" w:hAnsi="SolaimanLipi" w:cs="SolaimanLipi"/>
        </w:rPr>
        <w:t>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مَفَرَّ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مَفْزَعَ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مَقْصَدَ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مَنْجا</w:t>
      </w:r>
      <w:r>
        <w:rPr>
          <w:rtl/>
        </w:rPr>
        <w:t xml:space="preserve"> </w:t>
      </w:r>
      <w:r w:rsidRPr="00CF27ED">
        <w:rPr>
          <w:rFonts w:hint="cs"/>
          <w:rtl/>
        </w:rPr>
        <w:t>مِنْهُ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يُرْغَبُ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حَوْلَ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قُوَّةَ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بِهِ،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يُسْتَعانُ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بِهِ،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يُتَوَكَّلُ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يُرْجى‏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يُعْبَدُ</w:t>
      </w:r>
      <w:r>
        <w:rPr>
          <w:rtl/>
        </w:rPr>
        <w:t xml:space="preserve"> </w:t>
      </w:r>
      <w:r w:rsidRPr="00CF27ED">
        <w:rPr>
          <w:rFonts w:hint="cs"/>
          <w:rtl/>
        </w:rPr>
        <w:t>اِلّا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 w:rsidRPr="00D035BC"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>
        <w:rPr>
          <w:cs/>
          <w:lang w:bidi="bn-IN"/>
        </w:rPr>
        <w:t xml:space="preserve"> 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মাফাররা ইল্লা ইলাই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মাকসাদা ইল্লা ইলাই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মানজা মিনহু ইল্লা ইলাই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ইউরগাবু ইল্লা ইলাই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হাওলা ওয়ালা কুও</w:t>
      </w:r>
      <w:r>
        <w:rPr>
          <w:cs/>
          <w:lang w:bidi="bn-IN"/>
        </w:rPr>
        <w:t>ও</w:t>
      </w:r>
      <w:r w:rsidRPr="00234356">
        <w:rPr>
          <w:cs/>
          <w:lang w:bidi="bn-IN"/>
        </w:rPr>
        <w:t>য়াতা ইল্লা বিহ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ইউ</w:t>
      </w:r>
      <w:r>
        <w:rPr>
          <w:cs/>
          <w:lang w:bidi="bn-IN"/>
        </w:rPr>
        <w:t>স</w:t>
      </w:r>
      <w:r w:rsidRPr="00234356">
        <w:rPr>
          <w:cs/>
          <w:lang w:bidi="bn-IN"/>
        </w:rPr>
        <w:t>তায়ানু ইল্লা বিহ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 w:rsidRPr="00234356">
        <w:rPr>
          <w:cs/>
          <w:lang w:bidi="bn-IN"/>
        </w:rPr>
        <w:t>ইউতাওয়াক্কালু ইল্লা ইলাই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lang w:bidi="bn-IN"/>
        </w:rPr>
        <w:t>-</w:t>
      </w:r>
      <w:r>
        <w:rPr>
          <w:cs/>
          <w:lang w:bidi="bn-IN"/>
        </w:rPr>
        <w:t>ইউরজা ইল্লা</w:t>
      </w:r>
      <w:r w:rsidRPr="00234356">
        <w:rPr>
          <w:cs/>
          <w:lang w:bidi="bn-IN"/>
        </w:rPr>
        <w:t>হু</w:t>
      </w:r>
      <w:r>
        <w:t xml:space="preserve">, </w:t>
      </w:r>
      <w:r w:rsidRPr="00234356">
        <w:rPr>
          <w:cs/>
          <w:lang w:bidi="bn-IN"/>
        </w:rPr>
        <w:t>ইয়া মান লা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ই</w:t>
      </w:r>
      <w:r>
        <w:rPr>
          <w:cs/>
          <w:lang w:bidi="bn-IN"/>
        </w:rPr>
        <w:t>উ</w:t>
      </w:r>
      <w:r w:rsidRPr="00234356">
        <w:rPr>
          <w:cs/>
          <w:lang w:bidi="bn-IN"/>
        </w:rPr>
        <w:t>বাদু ইল্লা হু।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lastRenderedPageBreak/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পেছনে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পালানোর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সুযোগ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স্থান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সঠিক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</w:t>
      </w:r>
      <w:r w:rsidR="004B01AB">
        <w:rPr>
          <w:cs/>
          <w:lang w:bidi="bn-IN"/>
        </w:rPr>
        <w:t>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থাকার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ঝোঁকার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চাওয়া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নির্ভর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কাউকে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কারও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ইবাদত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(39)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الْمَرْهُوبينَ،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الْمَرْغُوبينَ،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الْمَطْلُوبينَ،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الْمَسْئُولينَ،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الْمَقْصُودينَ،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الْمَذْكُورينَ،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الْمَشْكُورينَ،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الْمَحْبُوبينَ،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الْمَدْعُوّينَ،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الْمُسْتَأْنِسينَ</w:t>
      </w:r>
      <w:r>
        <w:rPr>
          <w:rFonts w:hint="cs"/>
          <w:rtl/>
        </w:rPr>
        <w:t>.</w:t>
      </w:r>
    </w:p>
    <w:p w:rsidR="004B01AB" w:rsidRPr="00097708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খায়রাল মারহুবিন</w:t>
      </w:r>
      <w:r>
        <w:t xml:space="preserve">, </w:t>
      </w:r>
      <w:r w:rsidRPr="00234356">
        <w:rPr>
          <w:cs/>
          <w:lang w:bidi="bn-IN"/>
        </w:rPr>
        <w:t>ইয়া খায়রাল মারগুবিন</w:t>
      </w:r>
      <w:r>
        <w:t xml:space="preserve">, </w:t>
      </w:r>
      <w:r w:rsidRPr="00234356">
        <w:rPr>
          <w:cs/>
          <w:lang w:bidi="bn-IN"/>
        </w:rPr>
        <w:t>ইয়া খায়রাল মাতলুবিন</w:t>
      </w:r>
      <w:r>
        <w:t xml:space="preserve">, </w:t>
      </w:r>
      <w:r w:rsidRPr="00234356">
        <w:rPr>
          <w:cs/>
          <w:lang w:bidi="bn-IN"/>
        </w:rPr>
        <w:t>ইয়া খায়রাল মাসউলিন</w:t>
      </w:r>
      <w:r>
        <w:t xml:space="preserve">, </w:t>
      </w:r>
      <w:r w:rsidRPr="00234356">
        <w:rPr>
          <w:cs/>
          <w:lang w:bidi="bn-IN"/>
        </w:rPr>
        <w:t>ইয়া খায়রাল মাক্বসুদিন</w:t>
      </w:r>
      <w:r>
        <w:t xml:space="preserve">, </w:t>
      </w:r>
      <w:r w:rsidRPr="00234356">
        <w:rPr>
          <w:cs/>
          <w:lang w:bidi="bn-IN"/>
        </w:rPr>
        <w:t>ইয়া খায়রাল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মাযকুরিন</w:t>
      </w:r>
      <w:r>
        <w:t xml:space="preserve">, </w:t>
      </w:r>
      <w:r w:rsidRPr="00234356">
        <w:rPr>
          <w:cs/>
          <w:lang w:bidi="bn-IN"/>
        </w:rPr>
        <w:t>ইয়া খায়রাল মাশকুরিন</w:t>
      </w:r>
      <w:r>
        <w:t xml:space="preserve">, </w:t>
      </w:r>
      <w:r w:rsidRPr="00234356">
        <w:rPr>
          <w:cs/>
          <w:lang w:bidi="bn-IN"/>
        </w:rPr>
        <w:t>ইয়া খায়রাল মাহবুবিন</w:t>
      </w:r>
      <w:r>
        <w:t xml:space="preserve">, </w:t>
      </w:r>
      <w:r w:rsidRPr="00234356">
        <w:rPr>
          <w:cs/>
          <w:lang w:bidi="bn-IN"/>
        </w:rPr>
        <w:t>ইয়া খায়রাল মাদয়্যু উইন</w:t>
      </w:r>
      <w:r>
        <w:t xml:space="preserve">, </w:t>
      </w:r>
      <w:r w:rsidRPr="00234356">
        <w:rPr>
          <w:cs/>
          <w:lang w:bidi="bn-IN"/>
        </w:rPr>
        <w:t>ইয়া খায়রাল মুসতানিসিন।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পছন্দ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চাওয়া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চাওয়া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পাওয়ার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আকাঙ্খা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স্মরণ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ধন্যবাদ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দেওয়া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ভালোবাসা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ডাকা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ভালোবাসা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غافِرُ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ساتِرُ،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قادِرُ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قاهِرُ،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فاطِرُ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كاسِرُ،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جابِرُ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ذاكِرُ،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ناظِرُ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ناصِرُ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গাফিরু</w:t>
      </w:r>
      <w:r>
        <w:t xml:space="preserve">, </w:t>
      </w:r>
      <w:r w:rsidRPr="00234356">
        <w:rPr>
          <w:cs/>
          <w:lang w:bidi="bn-IN"/>
        </w:rPr>
        <w:t>ইয়া সাতিরু</w:t>
      </w:r>
      <w:r>
        <w:t xml:space="preserve">, </w:t>
      </w:r>
      <w:r w:rsidRPr="00234356">
        <w:rPr>
          <w:cs/>
          <w:lang w:bidi="bn-IN"/>
        </w:rPr>
        <w:t>ইয়া ক্বাদিরু</w:t>
      </w:r>
      <w:r>
        <w:t xml:space="preserve">, </w:t>
      </w:r>
      <w:r w:rsidRPr="00234356">
        <w:rPr>
          <w:cs/>
          <w:lang w:bidi="bn-IN"/>
        </w:rPr>
        <w:t>ইয়া ক্বাহিরু</w:t>
      </w:r>
      <w:r>
        <w:t xml:space="preserve">, </w:t>
      </w:r>
      <w:r w:rsidRPr="00234356">
        <w:rPr>
          <w:cs/>
          <w:lang w:bidi="bn-IN"/>
        </w:rPr>
        <w:t>ইয়া ক্বাতিরু</w:t>
      </w:r>
      <w:r>
        <w:t xml:space="preserve">, </w:t>
      </w:r>
      <w:r>
        <w:rPr>
          <w:cs/>
          <w:lang w:bidi="bn-IN"/>
        </w:rPr>
        <w:t>ইয়া</w:t>
      </w:r>
      <w:r>
        <w:t xml:space="preserve"> </w:t>
      </w:r>
      <w:r>
        <w:rPr>
          <w:cs/>
          <w:lang w:bidi="bn-IN"/>
        </w:rPr>
        <w:t>ফাতিরু</w:t>
      </w:r>
      <w:r>
        <w:t xml:space="preserve">, </w:t>
      </w:r>
      <w:r w:rsidRPr="00234356">
        <w:rPr>
          <w:cs/>
          <w:lang w:bidi="bn-IN"/>
        </w:rPr>
        <w:t>ইয়া কাসিরু</w:t>
      </w:r>
      <w:r>
        <w:t xml:space="preserve">, </w:t>
      </w:r>
      <w:r w:rsidRPr="00234356">
        <w:rPr>
          <w:cs/>
          <w:lang w:bidi="bn-IN"/>
        </w:rPr>
        <w:t>ইয়া জাবিরু</w:t>
      </w:r>
      <w:r>
        <w:t xml:space="preserve">, </w:t>
      </w:r>
      <w:r w:rsidRPr="00234356">
        <w:rPr>
          <w:cs/>
          <w:lang w:bidi="bn-IN"/>
        </w:rPr>
        <w:t>ইয়া যাকিরু</w:t>
      </w:r>
      <w:r>
        <w:t xml:space="preserve">, </w:t>
      </w:r>
      <w:r w:rsidRPr="00234356">
        <w:rPr>
          <w:cs/>
          <w:lang w:bidi="bn-IN"/>
        </w:rPr>
        <w:t>ইয়া নাযিরু</w:t>
      </w:r>
      <w:r>
        <w:t xml:space="preserve">, </w:t>
      </w:r>
      <w:r w:rsidRPr="00234356">
        <w:rPr>
          <w:cs/>
          <w:lang w:bidi="bn-IN"/>
        </w:rPr>
        <w:t>ইয়া নাসির।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নামের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ওসিলায়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ক্ষমাশীল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ত্রুটি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সর্বক্ষমতাবান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সর্বপ্রধান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সৃষ্টিকর্তার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চুর্ণকারী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সংযুক্তকারী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স্মরণকারী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দেখছেন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এরপর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সুষম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করেছেন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</w:t>
      </w:r>
      <w:r>
        <w:rPr>
          <w:rtl/>
        </w:rPr>
        <w:t xml:space="preserve"> </w:t>
      </w:r>
      <w:r w:rsidRPr="00CF27ED">
        <w:rPr>
          <w:rFonts w:hint="cs"/>
          <w:rtl/>
        </w:rPr>
        <w:t>فَسَوّى‏،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قَدَّرَ</w:t>
      </w:r>
      <w:r>
        <w:rPr>
          <w:rtl/>
        </w:rPr>
        <w:t xml:space="preserve"> </w:t>
      </w:r>
      <w:r w:rsidRPr="00CF27ED">
        <w:rPr>
          <w:rFonts w:hint="cs"/>
          <w:rtl/>
        </w:rPr>
        <w:t>فَهَدى‏،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يَكْشِفُ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الْبَلْوى‏،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يَسْمَعُ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النَّجْوى‏،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يُنْقِذُ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الْغَرْقى‏،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يُنْجِى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الْهَلْكى‏،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يَشْفِى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الْمَرْضى‏،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اَضْحَكَ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وَاَبْكى‏،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اَماتَ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وَاَحْيى‏،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الزَّوْجَيْنِ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الذَّكَرَ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وَالْاُنْثى</w:t>
      </w:r>
      <w:r>
        <w:rPr>
          <w:rFonts w:hint="cs"/>
          <w:rtl/>
        </w:rPr>
        <w:t>.</w:t>
      </w:r>
    </w:p>
    <w:p w:rsidR="004B01AB" w:rsidRPr="00294FC3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  <w:r w:rsidRPr="00234356">
        <w:t xml:space="preserve"> 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ইয়া মান খালাক্বা ফাসাও ওয়া</w:t>
      </w:r>
      <w:r>
        <w:t xml:space="preserve">, </w:t>
      </w:r>
      <w:r w:rsidRPr="00234356">
        <w:rPr>
          <w:cs/>
          <w:lang w:bidi="bn-IN"/>
        </w:rPr>
        <w:t>ইয়া মান ক্বদ্দারা ফাহাদা</w:t>
      </w:r>
      <w:r>
        <w:t xml:space="preserve">, </w:t>
      </w:r>
      <w:r w:rsidRPr="00234356">
        <w:rPr>
          <w:cs/>
          <w:lang w:bidi="bn-IN"/>
        </w:rPr>
        <w:t>ইয়া মাই ইয়াকশিফুল বালওয়া</w:t>
      </w:r>
      <w:r>
        <w:t xml:space="preserve">, </w:t>
      </w:r>
      <w:r w:rsidRPr="00234356">
        <w:rPr>
          <w:cs/>
          <w:lang w:bidi="bn-IN"/>
        </w:rPr>
        <w:t>ইয়া মাই ইয়াসমায়ুন নাজওয়া</w:t>
      </w:r>
      <w:r>
        <w:t xml:space="preserve">, </w:t>
      </w:r>
      <w:r w:rsidRPr="00234356">
        <w:rPr>
          <w:cs/>
          <w:lang w:bidi="bn-IN"/>
        </w:rPr>
        <w:t>ইয়া মাই ইউনকিযুল গারক্বা</w:t>
      </w:r>
      <w:r>
        <w:t xml:space="preserve">, </w:t>
      </w:r>
      <w:r w:rsidRPr="00234356">
        <w:rPr>
          <w:cs/>
          <w:lang w:bidi="bn-IN"/>
        </w:rPr>
        <w:t>ইয়া মাই ইউনজিল হালকা</w:t>
      </w:r>
      <w:r>
        <w:t xml:space="preserve">, </w:t>
      </w:r>
      <w:r w:rsidRPr="00234356">
        <w:rPr>
          <w:cs/>
          <w:lang w:bidi="bn-IN"/>
        </w:rPr>
        <w:t>ইয়া মাই ইয়াশফিল মারযা</w:t>
      </w:r>
      <w:r>
        <w:t xml:space="preserve">, </w:t>
      </w:r>
      <w:r w:rsidRPr="00234356">
        <w:rPr>
          <w:cs/>
          <w:lang w:bidi="bn-IN"/>
        </w:rPr>
        <w:t>ইয়া মান আযহাকা ওয়া আবকা</w:t>
      </w:r>
      <w:r>
        <w:t xml:space="preserve">, </w:t>
      </w:r>
      <w:r w:rsidRPr="00234356">
        <w:rPr>
          <w:cs/>
          <w:lang w:bidi="bn-IN"/>
        </w:rPr>
        <w:t>ইয়া মান আমাতা ওয়া আহইয়া</w:t>
      </w:r>
      <w:r>
        <w:t xml:space="preserve">, </w:t>
      </w:r>
      <w:r w:rsidRPr="00234356">
        <w:rPr>
          <w:cs/>
          <w:lang w:bidi="bn-IN"/>
        </w:rPr>
        <w:t>ইয়া মান খালাক্বায যাওজাইনিয যাকারা ওয়াল উনসা।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>
        <w:rPr>
          <w:cs/>
          <w:lang w:bidi="bn-IN"/>
        </w:rPr>
        <w:t>হে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যিনি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সৃষ্টি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করেছেন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এরপর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সুষম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করেছেন</w:t>
      </w:r>
      <w:r w:rsidR="004B01AB">
        <w:rPr>
          <w:lang w:bidi="bn-IN"/>
        </w:rPr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মাত্রা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নির্দিষ্ট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অতঃপর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দেখিয়েছেন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দুর্যোগগুলো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কথাগুলো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শোনেন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ডুবন্তকে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উদ্ধার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বিপর্যস্তকে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অসুস্থকে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সুস্থতা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দাসদেরকে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হাসান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>
        <w:rPr>
          <w:lang w:bidi="bn-IN"/>
        </w:rPr>
        <w:t xml:space="preserve"> </w:t>
      </w:r>
      <w:r w:rsidR="004B01AB">
        <w:rPr>
          <w:rFonts w:hint="cs"/>
          <w:cs/>
          <w:lang w:bidi="bn-IN"/>
        </w:rPr>
        <w:t>কা</w:t>
      </w:r>
      <w:r w:rsidR="004B01AB" w:rsidRPr="005167FE">
        <w:rPr>
          <w:rFonts w:hint="cs"/>
          <w:cs/>
          <w:lang w:bidi="bn-IN"/>
        </w:rPr>
        <w:t>দান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মৃত্যু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t>,</w:t>
      </w:r>
      <w:r w:rsidR="004B01AB" w:rsidRPr="005167FE"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যুগল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পুরুষ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</w:t>
      </w:r>
      <w:r w:rsidR="004B01AB">
        <w:rPr>
          <w:lang w:bidi="bn-IN"/>
        </w:rPr>
        <w:t xml:space="preserve"> 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فىِ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الْبَرِّ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وَالْبَحْرِ</w:t>
      </w:r>
      <w:r>
        <w:rPr>
          <w:rtl/>
        </w:rPr>
        <w:t xml:space="preserve"> </w:t>
      </w:r>
      <w:r w:rsidRPr="00CF27ED">
        <w:rPr>
          <w:rFonts w:hint="cs"/>
          <w:rtl/>
        </w:rPr>
        <w:t>سَبيلُهُ،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الْافاقِ‏</w:t>
      </w:r>
      <w:r>
        <w:rPr>
          <w:rtl/>
        </w:rPr>
        <w:t xml:space="preserve"> </w:t>
      </w:r>
      <w:r w:rsidRPr="00CF27ED">
        <w:rPr>
          <w:rFonts w:hint="cs"/>
          <w:rtl/>
        </w:rPr>
        <w:t>اياتُهُ،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الْاياتِ</w:t>
      </w:r>
      <w:r>
        <w:rPr>
          <w:rtl/>
        </w:rPr>
        <w:t xml:space="preserve"> </w:t>
      </w:r>
      <w:r w:rsidRPr="00CF27ED">
        <w:rPr>
          <w:rFonts w:hint="cs"/>
          <w:rtl/>
        </w:rPr>
        <w:t>بُرْهانُهُ،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الْمَماتِ</w:t>
      </w:r>
      <w:r>
        <w:rPr>
          <w:rtl/>
        </w:rPr>
        <w:t xml:space="preserve"> </w:t>
      </w:r>
      <w:r w:rsidRPr="00CF27ED">
        <w:rPr>
          <w:rFonts w:hint="cs"/>
          <w:rtl/>
        </w:rPr>
        <w:t>قُدْرَتُهُ،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الْقُبُورِ</w:t>
      </w:r>
      <w:r>
        <w:rPr>
          <w:rtl/>
        </w:rPr>
        <w:t xml:space="preserve"> </w:t>
      </w:r>
      <w:r w:rsidRPr="00CF27ED">
        <w:rPr>
          <w:rFonts w:hint="cs"/>
          <w:rtl/>
        </w:rPr>
        <w:t>عِبْرَتُهُ،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الْقِيمَةِ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الْحِسابِ</w:t>
      </w:r>
      <w:r>
        <w:rPr>
          <w:rtl/>
        </w:rPr>
        <w:t xml:space="preserve"> </w:t>
      </w:r>
      <w:r w:rsidRPr="00CF27ED">
        <w:rPr>
          <w:rFonts w:hint="cs"/>
          <w:rtl/>
        </w:rPr>
        <w:t>هَيْبَتُهُ،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الْميزانِ‏</w:t>
      </w:r>
      <w:r>
        <w:rPr>
          <w:rtl/>
        </w:rPr>
        <w:t xml:space="preserve"> </w:t>
      </w:r>
      <w:r w:rsidRPr="00CF27ED">
        <w:rPr>
          <w:rFonts w:hint="cs"/>
          <w:rtl/>
        </w:rPr>
        <w:t>قَضآئُهُ،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الْجَنَّةِ</w:t>
      </w:r>
      <w:r>
        <w:rPr>
          <w:rtl/>
        </w:rPr>
        <w:t xml:space="preserve"> </w:t>
      </w:r>
      <w:r w:rsidRPr="00CF27ED">
        <w:rPr>
          <w:rFonts w:hint="cs"/>
          <w:rtl/>
        </w:rPr>
        <w:t>ثَوابُهُ،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النَّارِ</w:t>
      </w:r>
      <w:r>
        <w:rPr>
          <w:rtl/>
        </w:rPr>
        <w:t xml:space="preserve"> </w:t>
      </w:r>
      <w:r w:rsidRPr="00CF27ED">
        <w:rPr>
          <w:rFonts w:hint="cs"/>
          <w:rtl/>
        </w:rPr>
        <w:t>عِقابُهُ</w:t>
      </w:r>
      <w:r>
        <w:rPr>
          <w:rFonts w:hint="cs"/>
          <w:rtl/>
        </w:rPr>
        <w:t>.</w:t>
      </w:r>
    </w:p>
    <w:p w:rsidR="004B01AB" w:rsidRPr="001948A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ফিল বাররি ওয়াল বাহরি সাবিলুহ</w:t>
      </w:r>
      <w:r>
        <w:t xml:space="preserve">, </w:t>
      </w:r>
      <w:r w:rsidRPr="00234356">
        <w:rPr>
          <w:cs/>
          <w:lang w:bidi="bn-IN"/>
        </w:rPr>
        <w:t>ইয়া মান ফিল আফাকিল আয়াতুহ</w:t>
      </w:r>
      <w:r>
        <w:t xml:space="preserve">, </w:t>
      </w:r>
      <w:r w:rsidRPr="00234356">
        <w:rPr>
          <w:cs/>
          <w:lang w:bidi="bn-IN"/>
        </w:rPr>
        <w:t>ইয়া মান ফিল আয়াতিল বুরহানু</w:t>
      </w:r>
      <w:r>
        <w:t xml:space="preserve">, </w:t>
      </w:r>
      <w:r w:rsidRPr="00234356">
        <w:rPr>
          <w:cs/>
          <w:lang w:bidi="bn-IN"/>
        </w:rPr>
        <w:t>ইয়া মান ফিল মামাতি কুদরাতুহ</w:t>
      </w:r>
      <w:r>
        <w:t xml:space="preserve">, </w:t>
      </w:r>
      <w:r w:rsidRPr="00234356">
        <w:rPr>
          <w:cs/>
          <w:lang w:bidi="bn-IN"/>
        </w:rPr>
        <w:t>ইয়া মান ফিল কুবুরি ইতরাতুহ</w:t>
      </w:r>
      <w:r>
        <w:t xml:space="preserve">, </w:t>
      </w:r>
      <w:r w:rsidRPr="00234356">
        <w:rPr>
          <w:cs/>
          <w:lang w:bidi="bn-IN"/>
        </w:rPr>
        <w:t>ইয়া মান ফিল কিয়ামাতিল মুলকুহ</w:t>
      </w:r>
      <w:r>
        <w:t xml:space="preserve">, </w:t>
      </w:r>
      <w:r w:rsidRPr="00234356">
        <w:rPr>
          <w:cs/>
          <w:lang w:bidi="bn-IN"/>
        </w:rPr>
        <w:t>ইয়া মান ফিল হিসাবি হায়াতুহ</w:t>
      </w:r>
      <w:r>
        <w:t xml:space="preserve">, </w:t>
      </w:r>
      <w:r w:rsidRPr="00234356">
        <w:rPr>
          <w:cs/>
          <w:lang w:bidi="bn-IN"/>
        </w:rPr>
        <w:t>ইয়া মান ফিল মিযানি কাযাউহ</w:t>
      </w:r>
      <w:r>
        <w:t xml:space="preserve">, </w:t>
      </w:r>
      <w:r w:rsidRPr="00234356">
        <w:rPr>
          <w:cs/>
          <w:lang w:bidi="bn-IN"/>
        </w:rPr>
        <w:t>ইয়া মান ফিল জান্নাতি সাওয়াবুহ</w:t>
      </w:r>
      <w:r>
        <w:t xml:space="preserve">, </w:t>
      </w:r>
      <w:r w:rsidRPr="00234356">
        <w:rPr>
          <w:cs/>
          <w:lang w:bidi="bn-IN"/>
        </w:rPr>
        <w:t>ইয়া মান ফিন নারি ইকাবুহ।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234356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</w:t>
      </w:r>
      <w:r w:rsidR="004B01AB">
        <w:rPr>
          <w:cs/>
          <w:lang w:bidi="bn-IN"/>
        </w:rPr>
        <w:t>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মাটিতে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পানিতে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নিদর্শনগুলো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দিগন্তসমূহে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নিদর্শনগুলোতে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অনস্বীকার্য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প্রমাণগুলো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মৃত্যু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ঘটানোতে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শিক্ষা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কবরগুলোতে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সম্রাজ্য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পুনরুত্থান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দিবসে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দিতে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দাড়িপাল্লায়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জান্নাতে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পুরস্কারগুলো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শাস্তি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আগুনে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يَهْرَبُ‏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الْخآئِفُونَ،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يَفْزَعُ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الْمُذْنِبُونَ،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يَقْصِدُ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الْمُنيبُونَ،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اِلَيْهِ‏</w:t>
      </w:r>
      <w:r>
        <w:rPr>
          <w:rtl/>
        </w:rPr>
        <w:t xml:space="preserve"> </w:t>
      </w:r>
      <w:r w:rsidRPr="00CF27ED">
        <w:rPr>
          <w:rFonts w:hint="cs"/>
          <w:rtl/>
        </w:rPr>
        <w:t>يَرْغَبُ</w:t>
      </w:r>
      <w:r>
        <w:rPr>
          <w:rtl/>
        </w:rPr>
        <w:t xml:space="preserve"> </w:t>
      </w:r>
      <w:r w:rsidRPr="00CF27ED">
        <w:rPr>
          <w:rFonts w:hint="cs"/>
          <w:rtl/>
        </w:rPr>
        <w:t>الزَّاهِدُونَ،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يَلْجَأُ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الْمُتَحَيِّرُونَ،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بِهِ</w:t>
      </w:r>
      <w:r>
        <w:rPr>
          <w:rtl/>
        </w:rPr>
        <w:t xml:space="preserve"> </w:t>
      </w:r>
      <w:r w:rsidRPr="00CF27ED">
        <w:rPr>
          <w:rFonts w:hint="cs"/>
          <w:rtl/>
        </w:rPr>
        <w:t>يَسْتَأْنِسُ‏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الْمُريدُونَ،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بِه‏</w:t>
      </w:r>
      <w:r>
        <w:rPr>
          <w:rtl/>
        </w:rPr>
        <w:t xml:space="preserve"> </w:t>
      </w:r>
      <w:r w:rsidRPr="00CF27ED">
        <w:rPr>
          <w:rFonts w:hint="cs"/>
          <w:rtl/>
        </w:rPr>
        <w:t>يَفْتَخِرُ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الْمُحِبُّونَ،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عَفْوِهِ</w:t>
      </w:r>
      <w:r>
        <w:rPr>
          <w:rtl/>
        </w:rPr>
        <w:t xml:space="preserve"> </w:t>
      </w:r>
      <w:r w:rsidRPr="00CF27ED">
        <w:rPr>
          <w:rFonts w:hint="cs"/>
          <w:rtl/>
        </w:rPr>
        <w:t>يَطْمَعُ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الْخآطِئُونَ،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يَسْكُنُ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الْمُوقِنُونَ،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يَتَوَكَّلُ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الْمُتَوَكِّلُونَ</w:t>
      </w:r>
      <w:r>
        <w:rPr>
          <w:rFonts w:hint="cs"/>
          <w:rtl/>
        </w:rPr>
        <w:t>.</w:t>
      </w:r>
    </w:p>
    <w:p w:rsidR="004B01AB" w:rsidRPr="005166F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ইলাইহি ইয়াহরাবুল খায়িফুন</w:t>
      </w:r>
      <w:r>
        <w:t xml:space="preserve">, </w:t>
      </w:r>
      <w:r w:rsidRPr="00234356">
        <w:rPr>
          <w:cs/>
          <w:lang w:bidi="bn-IN"/>
        </w:rPr>
        <w:t>ইয়া মান ইলাইহি ইয়াফযাউল মুযনিবুন</w:t>
      </w:r>
      <w:r>
        <w:t xml:space="preserve">, </w:t>
      </w:r>
      <w:r w:rsidRPr="00234356">
        <w:rPr>
          <w:cs/>
          <w:lang w:bidi="bn-IN"/>
        </w:rPr>
        <w:t>ইয়া মান ইলাইহি ইযক্বসিদুল মুনিবুন</w:t>
      </w:r>
      <w:r>
        <w:t xml:space="preserve">, </w:t>
      </w:r>
      <w:r w:rsidRPr="00234356">
        <w:rPr>
          <w:cs/>
          <w:lang w:bidi="bn-IN"/>
        </w:rPr>
        <w:t>ইয়া মান ইলাইহি ইয়ারগাবুয যাহিদুন</w:t>
      </w:r>
      <w:r>
        <w:t xml:space="preserve">, </w:t>
      </w:r>
      <w:r w:rsidRPr="00234356">
        <w:rPr>
          <w:cs/>
          <w:lang w:bidi="bn-IN"/>
        </w:rPr>
        <w:t>ইয়া মান ইলাইহি ইয়ালজাউল মুতাহাইয়িরুন</w:t>
      </w:r>
      <w:r>
        <w:t xml:space="preserve">, </w:t>
      </w:r>
      <w:r w:rsidRPr="00234356">
        <w:rPr>
          <w:cs/>
          <w:lang w:bidi="bn-IN"/>
        </w:rPr>
        <w:t>ইয়া মান বি ইয়াসতানিসুল মুরিদুন</w:t>
      </w:r>
      <w:r>
        <w:t xml:space="preserve">, </w:t>
      </w:r>
      <w:r w:rsidRPr="00234356">
        <w:rPr>
          <w:cs/>
          <w:lang w:bidi="bn-IN"/>
        </w:rPr>
        <w:t>ইয়া মান বি ইয়াফতাখিরুল মুহিব্বুন</w:t>
      </w:r>
      <w:r>
        <w:t xml:space="preserve">, </w:t>
      </w:r>
      <w:r w:rsidRPr="00234356">
        <w:rPr>
          <w:cs/>
          <w:lang w:bidi="bn-IN"/>
        </w:rPr>
        <w:t>ইয়া মান ফি আফওয়িহি ইয়াতমাউল খাতিউন</w:t>
      </w:r>
      <w:r>
        <w:t xml:space="preserve">, </w:t>
      </w:r>
      <w:r w:rsidRPr="00234356">
        <w:rPr>
          <w:cs/>
          <w:lang w:bidi="bn-IN"/>
        </w:rPr>
        <w:t>ইয়া মান ইলাইহি ইয়াসকুনুল মুকিনুন</w:t>
      </w:r>
      <w:r>
        <w:t xml:space="preserve">, </w:t>
      </w:r>
      <w:r w:rsidRPr="00234356">
        <w:rPr>
          <w:cs/>
          <w:lang w:bidi="bn-IN"/>
        </w:rPr>
        <w:t>ইয়া মান ইলাইহি ইয়াতাওয়াক্কালুল মোতাওয়াক্কিলুন।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আতঙ্কিত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ব্যক্তি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ছুটে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পালায়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গুনাহগাররা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অনুতপ্তরা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ফিরে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আসে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দুনিয়া</w:t>
      </w:r>
      <w:r w:rsidR="004B01AB">
        <w:rPr>
          <w:cs/>
          <w:lang w:bidi="bn-IN"/>
        </w:rPr>
        <w:t>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প্রতি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নিরাসক্তরা</w:t>
      </w:r>
      <w:r w:rsidR="004B01AB">
        <w:rPr>
          <w:lang w:bidi="bn-IN"/>
        </w:rPr>
        <w:t xml:space="preserve"> </w:t>
      </w:r>
      <w:r w:rsidR="004B01AB">
        <w:rPr>
          <w:rFonts w:hint="cs"/>
          <w:cs/>
          <w:lang w:bidi="bn-IN"/>
        </w:rPr>
        <w:t>ঝু</w:t>
      </w:r>
      <w:r w:rsidR="004B01AB" w:rsidRPr="005167FE">
        <w:rPr>
          <w:rFonts w:hint="cs"/>
          <w:cs/>
          <w:lang w:bidi="bn-IN"/>
        </w:rPr>
        <w:t>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থাকে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দিশাহারারা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পাওয়ার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আকাঙ্খাকারীরা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দুঃখ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মেনে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প্রেমিকরা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গবির্ত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লাভের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সীমালংঘনকারী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রাজী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হয়েছে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সান্তনা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ঈমানে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নির্ভরকারীরা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নির্ভর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طَبيبُ،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ياقَريبُ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رَقيبُ،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حَسيبُ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مَهيبُ،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مُثيبُ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خَبيرُ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بَصيرُ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হাবিবু</w:t>
      </w:r>
      <w:r>
        <w:t xml:space="preserve">, </w:t>
      </w:r>
      <w:r w:rsidRPr="00234356">
        <w:rPr>
          <w:cs/>
          <w:lang w:bidi="bn-IN"/>
        </w:rPr>
        <w:t>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তাবিবু</w:t>
      </w:r>
      <w:r>
        <w:t xml:space="preserve">, </w:t>
      </w:r>
      <w:r w:rsidRPr="00234356">
        <w:rPr>
          <w:cs/>
          <w:lang w:bidi="bn-IN"/>
        </w:rPr>
        <w:t>ইয়া কারিবু</w:t>
      </w:r>
      <w:r>
        <w:t xml:space="preserve">, </w:t>
      </w:r>
      <w:r w:rsidRPr="00234356">
        <w:rPr>
          <w:cs/>
          <w:lang w:bidi="bn-IN"/>
        </w:rPr>
        <w:t>ইয়া রাকিবু</w:t>
      </w:r>
      <w:r>
        <w:t xml:space="preserve">, </w:t>
      </w:r>
      <w:r w:rsidRPr="00234356">
        <w:rPr>
          <w:cs/>
          <w:lang w:bidi="bn-IN"/>
        </w:rPr>
        <w:t>ইয়া হাসিবু</w:t>
      </w:r>
      <w:r>
        <w:t xml:space="preserve">, </w:t>
      </w:r>
      <w:r w:rsidRPr="00234356">
        <w:rPr>
          <w:cs/>
          <w:lang w:bidi="bn-IN"/>
        </w:rPr>
        <w:t>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মাহিবু</w:t>
      </w:r>
      <w:r>
        <w:t xml:space="preserve">, </w:t>
      </w:r>
      <w:r w:rsidRPr="00234356">
        <w:rPr>
          <w:cs/>
          <w:lang w:bidi="bn-IN"/>
        </w:rPr>
        <w:t>ইয়া মুসিবু</w:t>
      </w:r>
      <w:r>
        <w:t xml:space="preserve">, </w:t>
      </w:r>
      <w:r w:rsidRPr="00234356">
        <w:rPr>
          <w:cs/>
          <w:lang w:bidi="bn-IN"/>
        </w:rPr>
        <w:t>ইয়া মুজিবু</w:t>
      </w:r>
      <w:r>
        <w:t xml:space="preserve">, </w:t>
      </w:r>
      <w:r w:rsidRPr="00234356">
        <w:rPr>
          <w:cs/>
          <w:lang w:bidi="bn-IN"/>
        </w:rPr>
        <w:t>ইয়া খাবিরু</w:t>
      </w:r>
      <w:r>
        <w:t xml:space="preserve">, </w:t>
      </w:r>
      <w:r w:rsidRPr="00234356">
        <w:rPr>
          <w:cs/>
          <w:lang w:bidi="bn-IN"/>
        </w:rPr>
        <w:t>ইয়া বাসির।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প্রিয়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চিকিৎসক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নিকটবর্তী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তত্ত্বাবধায়কহ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গ্রহণকারী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ভীতিজনক</w:t>
      </w:r>
      <w:r w:rsidR="004B01AB" w:rsidRPr="005167FE">
        <w:rPr>
          <w:cs/>
          <w:lang w:bidi="bn-IN"/>
        </w:rPr>
        <w:t xml:space="preserve"> </w:t>
      </w:r>
      <w:r w:rsidR="004B01AB" w:rsidRPr="005167FE">
        <w:t xml:space="preserve">;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পুরষ্কার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কবুলকারী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খবর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সর্বদ্রষ্টা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اَقَرَبَ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قَريبٍ،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اَحَبَّ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كُلِ‏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اَبْصَرَ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بَصيرٍ،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اَخْبَرَ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خَبيرٍ،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اَشْرَفَ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شَريفٍ،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اَرْفَعَ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رَفيعٍ،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اَقْوى‏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قَوِىٍّ،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اَغْنى‏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غَنِىٍ‏ّ،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اَجْوَدَ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جَوادٍ،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اَرْاَفَ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رَؤُفٍ</w:t>
      </w:r>
      <w:r>
        <w:rPr>
          <w:rFonts w:hint="cs"/>
          <w:rtl/>
        </w:rPr>
        <w:t>.</w:t>
      </w:r>
    </w:p>
    <w:p w:rsidR="004B01AB" w:rsidRPr="00FD518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আক্বরাবা মিন কুল্লি কারিব</w:t>
      </w:r>
      <w:r>
        <w:t xml:space="preserve">, </w:t>
      </w:r>
      <w:r w:rsidRPr="00234356">
        <w:rPr>
          <w:cs/>
          <w:lang w:bidi="bn-IN"/>
        </w:rPr>
        <w:t>ইয়া আহাব্বা মিন কুল্লি হাবিব</w:t>
      </w:r>
      <w:r>
        <w:t xml:space="preserve">, </w:t>
      </w:r>
      <w:r w:rsidRPr="00234356">
        <w:rPr>
          <w:cs/>
          <w:lang w:bidi="bn-IN"/>
        </w:rPr>
        <w:t>ইয়া আবসারা মিন কুল্লি বাসির</w:t>
      </w:r>
      <w:r>
        <w:t xml:space="preserve">, </w:t>
      </w:r>
      <w:r w:rsidRPr="00234356">
        <w:rPr>
          <w:cs/>
          <w:lang w:bidi="bn-IN"/>
        </w:rPr>
        <w:t>ইয়া আখবারা মিন কুল্লি খাবির</w:t>
      </w:r>
      <w:r>
        <w:t xml:space="preserve">, </w:t>
      </w:r>
      <w:r w:rsidRPr="00234356">
        <w:rPr>
          <w:cs/>
          <w:lang w:bidi="bn-IN"/>
        </w:rPr>
        <w:t xml:space="preserve">ইয়া আশরাফা মিন কুল্লি </w:t>
      </w:r>
      <w:r w:rsidRPr="00234356">
        <w:rPr>
          <w:cs/>
          <w:lang w:bidi="bn-IN"/>
        </w:rPr>
        <w:lastRenderedPageBreak/>
        <w:t>শারিফ</w:t>
      </w:r>
      <w:r>
        <w:t xml:space="preserve">, </w:t>
      </w:r>
      <w:r w:rsidRPr="00234356">
        <w:rPr>
          <w:cs/>
          <w:lang w:bidi="bn-IN"/>
        </w:rPr>
        <w:t>ইয়া আরফায়া মিন কুল্লি রাফিয়্য</w:t>
      </w:r>
      <w:r>
        <w:t xml:space="preserve">, </w:t>
      </w:r>
      <w:r w:rsidRPr="00234356">
        <w:rPr>
          <w:cs/>
          <w:lang w:bidi="bn-IN"/>
        </w:rPr>
        <w:t>ইয়া আক্বওয়া মিন কুল্লি কাওয়ি</w:t>
      </w:r>
      <w:r>
        <w:t xml:space="preserve">, </w:t>
      </w:r>
      <w:r w:rsidRPr="00234356">
        <w:rPr>
          <w:cs/>
          <w:lang w:bidi="bn-IN"/>
        </w:rPr>
        <w:t>ইয়া আগনা মিন কুল্লি গানি</w:t>
      </w:r>
      <w:r>
        <w:t xml:space="preserve">, </w:t>
      </w:r>
      <w:r w:rsidRPr="00234356">
        <w:rPr>
          <w:cs/>
          <w:lang w:bidi="bn-IN"/>
        </w:rPr>
        <w:t>ইয়া আজওয়াদা মিন কুল্লি জাওয়াদ</w:t>
      </w:r>
      <w:r>
        <w:t xml:space="preserve">, </w:t>
      </w:r>
      <w:r w:rsidRPr="00234356">
        <w:rPr>
          <w:cs/>
          <w:lang w:bidi="bn-IN"/>
        </w:rPr>
        <w:t>ইয়া আরআফা মিন কুল্লি রাউফ।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নিকটবর্তীর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নিকটবর্তী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প্রিয়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প্রিয়তর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অর্ন্তদৃষ্টি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সম্পন্নের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অর্ন্তদৃষ্টি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সম্পন্ন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সচেতনদের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সচেতন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সম্পন্নের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মর্যাদাবান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শক্তিধরের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শক্তিধর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স্বনির্ভরের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স্বনির্ভর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দানশীলের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দানশীল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করুনাময়ের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বেশী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করুনাময়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غالِباً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مَغْلُوبٍ،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صانِعاً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مَصْنُوعٍ،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مَخْلُوقٍ،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مالِكاً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مَمْلُوكٍ،</w:t>
      </w:r>
      <w:r>
        <w:rPr>
          <w:rtl/>
        </w:rPr>
        <w:t xml:space="preserve"> </w:t>
      </w:r>
      <w:r w:rsidRPr="00CF27ED">
        <w:rPr>
          <w:rFonts w:hint="cs"/>
          <w:rtl/>
        </w:rPr>
        <w:t>ياقاهِراً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مَقْهُورٍ،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رافِعاً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مَرْفُوعٍ،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حافِظاً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مَحْفُوظٍ،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ناصِراً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مَنْصُورٍ،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شاهِداً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غآئِبٍ،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قَريباً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بَعيدٍ</w:t>
      </w:r>
      <w:r>
        <w:rPr>
          <w:rFonts w:hint="cs"/>
          <w:rtl/>
        </w:rPr>
        <w:t>.</w:t>
      </w:r>
    </w:p>
    <w:p w:rsidR="004B01AB" w:rsidRPr="00FD518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গালিবান গায়রা মাগলুব</w:t>
      </w:r>
      <w:r>
        <w:t xml:space="preserve">, </w:t>
      </w:r>
      <w:r w:rsidRPr="00234356">
        <w:rPr>
          <w:cs/>
          <w:lang w:bidi="bn-IN"/>
        </w:rPr>
        <w:t>ইয়া সানিআন গায়রা মাসনুয়্য</w:t>
      </w:r>
      <w:r>
        <w:t xml:space="preserve">, </w:t>
      </w:r>
      <w:r w:rsidRPr="00234356">
        <w:rPr>
          <w:cs/>
          <w:lang w:bidi="bn-IN"/>
        </w:rPr>
        <w:t>ইয়া খালিক্বান গাইরা মাখলুক্ব</w:t>
      </w:r>
      <w:r>
        <w:t xml:space="preserve">, </w:t>
      </w:r>
      <w:r w:rsidRPr="00234356">
        <w:rPr>
          <w:cs/>
          <w:lang w:bidi="bn-IN"/>
        </w:rPr>
        <w:t>ইয়া মালিকান গায়রা মামলুক</w:t>
      </w:r>
      <w:r>
        <w:t xml:space="preserve">, </w:t>
      </w:r>
      <w:r w:rsidRPr="00234356">
        <w:rPr>
          <w:cs/>
          <w:lang w:bidi="bn-IN"/>
        </w:rPr>
        <w:t>ইয়া ক্বাহিরান গাইরা মাক্বহুর</w:t>
      </w:r>
      <w:r>
        <w:t xml:space="preserve">, </w:t>
      </w:r>
      <w:r w:rsidRPr="00234356">
        <w:rPr>
          <w:cs/>
          <w:lang w:bidi="bn-IN"/>
        </w:rPr>
        <w:t>ইয়া রফিয়ান গাইরা মারফুয়্য</w:t>
      </w:r>
      <w:r>
        <w:t xml:space="preserve">, </w:t>
      </w:r>
      <w:r w:rsidRPr="00234356">
        <w:rPr>
          <w:cs/>
          <w:lang w:bidi="bn-IN"/>
        </w:rPr>
        <w:t>ইয়া হাফিযান গাইরা মাহফুয</w:t>
      </w:r>
      <w:r>
        <w:t xml:space="preserve">, </w:t>
      </w:r>
      <w:r w:rsidRPr="00234356">
        <w:rPr>
          <w:cs/>
          <w:lang w:bidi="bn-IN"/>
        </w:rPr>
        <w:t>ইয়া নাসিরান গাইরা মানসুর</w:t>
      </w:r>
      <w:r>
        <w:t xml:space="preserve">, </w:t>
      </w:r>
      <w:r w:rsidRPr="00234356">
        <w:rPr>
          <w:cs/>
          <w:lang w:bidi="bn-IN"/>
        </w:rPr>
        <w:t>ইয়া শাহিদান গাইরা গায়িব</w:t>
      </w:r>
      <w:r>
        <w:t xml:space="preserve">, </w:t>
      </w:r>
      <w:r w:rsidRPr="00234356">
        <w:rPr>
          <w:cs/>
          <w:lang w:bidi="bn-IN"/>
        </w:rPr>
        <w:t>ইয়া ক্বারিবান গাইরা বাঈদ।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সর্বপ্রভাবশালী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পরাভূত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হননা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গঠনদানকারী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গঠন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বাদশাহ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সর্বপ্রভাবশালী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প্রভাবশালী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ওঠান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উঠানোর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প্রয়োজন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রক্ষাকারী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প্রয়োজন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প্রয়োজন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স্বাক্ষী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অনুপস্থিত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নিকটবর্তী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(47)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النُّورِ،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مُنَوِّرَ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النُّورِ،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النُّورِ،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مُدَبِّرَ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النُّورِ،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مُقَدِّرَ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النُّورِ،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كُلِ‏ّ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نُوراً</w:t>
      </w:r>
      <w:r>
        <w:rPr>
          <w:rtl/>
        </w:rPr>
        <w:t xml:space="preserve"> </w:t>
      </w:r>
      <w:r w:rsidRPr="00CF27ED">
        <w:rPr>
          <w:rFonts w:hint="cs"/>
          <w:rtl/>
        </w:rPr>
        <w:t>قَبْلَ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كُلِ‏ّ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نُوراً</w:t>
      </w:r>
      <w:r>
        <w:rPr>
          <w:rtl/>
        </w:rPr>
        <w:t xml:space="preserve"> </w:t>
      </w:r>
      <w:r w:rsidRPr="00CF27ED">
        <w:rPr>
          <w:rFonts w:hint="cs"/>
          <w:rtl/>
        </w:rPr>
        <w:t>بَعْدَ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نُوراً</w:t>
      </w:r>
      <w:r>
        <w:rPr>
          <w:rtl/>
        </w:rPr>
        <w:t xml:space="preserve"> </w:t>
      </w:r>
      <w:r w:rsidRPr="00CF27ED">
        <w:rPr>
          <w:rFonts w:hint="cs"/>
          <w:rtl/>
        </w:rPr>
        <w:t>فَوْقَ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كُلِ‏ّ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نُوراً</w:t>
      </w:r>
      <w:r>
        <w:rPr>
          <w:rtl/>
        </w:rPr>
        <w:t xml:space="preserve"> </w:t>
      </w:r>
      <w:r w:rsidRPr="00CF27ED">
        <w:rPr>
          <w:rFonts w:hint="cs"/>
          <w:rtl/>
        </w:rPr>
        <w:t>لَيْسَ</w:t>
      </w:r>
      <w:r>
        <w:rPr>
          <w:rtl/>
        </w:rPr>
        <w:t xml:space="preserve"> </w:t>
      </w:r>
      <w:r w:rsidRPr="00CF27ED">
        <w:rPr>
          <w:rFonts w:hint="cs"/>
          <w:rtl/>
        </w:rPr>
        <w:t>كَمِثْلِهِ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نُورٌ</w:t>
      </w:r>
      <w:r>
        <w:rPr>
          <w:rFonts w:hint="cs"/>
          <w:rtl/>
        </w:rPr>
        <w:t>.</w:t>
      </w:r>
    </w:p>
    <w:p w:rsidR="004B01AB" w:rsidRPr="001B0F6F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নুরান নূর</w:t>
      </w:r>
      <w:r>
        <w:t xml:space="preserve">, </w:t>
      </w:r>
      <w:r w:rsidRPr="00234356">
        <w:rPr>
          <w:cs/>
          <w:lang w:bidi="bn-IN"/>
        </w:rPr>
        <w:t>ইয়া মুনাওয়ারান নূর</w:t>
      </w:r>
      <w:r>
        <w:t xml:space="preserve">, </w:t>
      </w:r>
      <w:r w:rsidRPr="00234356">
        <w:rPr>
          <w:cs/>
          <w:lang w:bidi="bn-IN"/>
        </w:rPr>
        <w:t>ইয়া খালিকান নূর</w:t>
      </w:r>
      <w:r>
        <w:t xml:space="preserve">, </w:t>
      </w:r>
      <w:r w:rsidRPr="00234356">
        <w:rPr>
          <w:cs/>
          <w:lang w:bidi="bn-IN"/>
        </w:rPr>
        <w:t>ইয়া মুদাববিরান নূর</w:t>
      </w:r>
      <w:r>
        <w:t xml:space="preserve">, </w:t>
      </w:r>
      <w:r w:rsidRPr="00234356">
        <w:rPr>
          <w:cs/>
          <w:lang w:bidi="bn-IN"/>
        </w:rPr>
        <w:t>ইয়া মুকাববিরান নূর</w:t>
      </w:r>
      <w:r>
        <w:t xml:space="preserve">, </w:t>
      </w:r>
      <w:r w:rsidRPr="00234356">
        <w:rPr>
          <w:cs/>
          <w:lang w:bidi="bn-IN"/>
        </w:rPr>
        <w:t>ইয়া নূরা কুল্লি নূর</w:t>
      </w:r>
      <w:r>
        <w:t xml:space="preserve">, </w:t>
      </w:r>
      <w:r w:rsidRPr="00234356">
        <w:rPr>
          <w:cs/>
          <w:lang w:bidi="bn-IN"/>
        </w:rPr>
        <w:t>ইয়া নূরান কাবলা কুল্লি নূর</w:t>
      </w:r>
      <w:r>
        <w:t xml:space="preserve">, </w:t>
      </w:r>
      <w:r w:rsidRPr="00234356">
        <w:rPr>
          <w:cs/>
          <w:lang w:bidi="bn-IN"/>
        </w:rPr>
        <w:t>ইয়া নূরান বা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আদা কুল্লি নূর</w:t>
      </w:r>
      <w:r>
        <w:t xml:space="preserve">, </w:t>
      </w:r>
      <w:r w:rsidRPr="00234356">
        <w:rPr>
          <w:cs/>
          <w:lang w:bidi="bn-IN"/>
        </w:rPr>
        <w:t>ইয়া নূরান ফাওক্বা কুল্লি নূর</w:t>
      </w:r>
      <w:r>
        <w:t xml:space="preserve">, </w:t>
      </w:r>
      <w:r w:rsidRPr="00234356">
        <w:rPr>
          <w:cs/>
          <w:lang w:bidi="bn-IN"/>
        </w:rPr>
        <w:t>ইয়া নূরান লাইসা কা</w:t>
      </w:r>
      <w:r>
        <w:rPr>
          <w:lang w:bidi="bn-IN"/>
        </w:rPr>
        <w:t>-</w:t>
      </w:r>
      <w:r w:rsidRPr="00234356">
        <w:rPr>
          <w:cs/>
          <w:lang w:bidi="bn-IN"/>
        </w:rPr>
        <w:t>মিসলিহি নূর।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>
        <w:rPr>
          <w:cs/>
          <w:lang w:bidi="bn-IN"/>
        </w:rPr>
        <w:t>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>
        <w:rPr>
          <w:cs/>
          <w:lang w:bidi="bn-IN"/>
        </w:rPr>
        <w:t>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প্রজ্জ্বলনকারী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পরিকল্পনাকারী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মাত্রা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নির্ধারণকারী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আগে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অস্তিত্ববান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টিকে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থাকবেন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প্রত্যেক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عَطآئُهُ</w:t>
      </w:r>
      <w:r>
        <w:rPr>
          <w:rtl/>
        </w:rPr>
        <w:t xml:space="preserve"> </w:t>
      </w:r>
      <w:r w:rsidRPr="00CF27ED">
        <w:rPr>
          <w:rFonts w:hint="cs"/>
          <w:rtl/>
        </w:rPr>
        <w:t>شَريفٌ،</w:t>
      </w:r>
      <w:r>
        <w:rPr>
          <w:rtl/>
        </w:rPr>
        <w:t xml:space="preserve"> </w:t>
      </w:r>
      <w:r w:rsidRPr="00CF27ED">
        <w:rPr>
          <w:rFonts w:hint="cs"/>
          <w:rtl/>
        </w:rPr>
        <w:t>يامَنْ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فِعْلُهُ</w:t>
      </w:r>
      <w:r>
        <w:rPr>
          <w:rtl/>
        </w:rPr>
        <w:t xml:space="preserve"> </w:t>
      </w:r>
      <w:r w:rsidRPr="00CF27ED">
        <w:rPr>
          <w:rFonts w:hint="cs"/>
          <w:rtl/>
        </w:rPr>
        <w:t>لَطيفٌ،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لُطْفُهُ</w:t>
      </w:r>
      <w:r>
        <w:rPr>
          <w:rtl/>
        </w:rPr>
        <w:t xml:space="preserve"> </w:t>
      </w:r>
      <w:r w:rsidRPr="00CF27ED">
        <w:rPr>
          <w:rFonts w:hint="cs"/>
          <w:rtl/>
        </w:rPr>
        <w:t>مُقيمٌ،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اِحْسانُهُ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قَوْلُهُ</w:t>
      </w:r>
      <w:r>
        <w:rPr>
          <w:rtl/>
        </w:rPr>
        <w:t xml:space="preserve"> </w:t>
      </w:r>
      <w:r w:rsidRPr="00CF27ED">
        <w:rPr>
          <w:rFonts w:hint="cs"/>
          <w:rtl/>
        </w:rPr>
        <w:t>حَقٌّ،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وَعْدُهُ</w:t>
      </w:r>
      <w:r>
        <w:rPr>
          <w:rtl/>
        </w:rPr>
        <w:t xml:space="preserve"> </w:t>
      </w:r>
      <w:r w:rsidRPr="00CF27ED">
        <w:rPr>
          <w:rFonts w:hint="cs"/>
          <w:rtl/>
        </w:rPr>
        <w:t>صِدْقٌ،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عَفْوُهُ</w:t>
      </w:r>
      <w:r>
        <w:rPr>
          <w:rtl/>
        </w:rPr>
        <w:t xml:space="preserve"> </w:t>
      </w:r>
      <w:r w:rsidRPr="00CF27ED">
        <w:rPr>
          <w:rFonts w:hint="cs"/>
          <w:rtl/>
        </w:rPr>
        <w:t>فَضْلٌ،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عَذابُهُ</w:t>
      </w:r>
      <w:r>
        <w:rPr>
          <w:rtl/>
        </w:rPr>
        <w:t xml:space="preserve"> </w:t>
      </w:r>
      <w:r w:rsidRPr="00CF27ED">
        <w:rPr>
          <w:rFonts w:hint="cs"/>
          <w:rtl/>
        </w:rPr>
        <w:t>عَدْلٌ،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ذِكْرُهُ</w:t>
      </w:r>
      <w:r>
        <w:rPr>
          <w:rtl/>
        </w:rPr>
        <w:t xml:space="preserve"> </w:t>
      </w:r>
      <w:r w:rsidRPr="00CF27ED">
        <w:rPr>
          <w:rFonts w:hint="cs"/>
          <w:rtl/>
        </w:rPr>
        <w:t>حُلْوٌ،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فَضْلُهُ</w:t>
      </w:r>
      <w:r>
        <w:rPr>
          <w:rtl/>
        </w:rPr>
        <w:t xml:space="preserve"> </w:t>
      </w:r>
      <w:r w:rsidRPr="00CF27ED">
        <w:rPr>
          <w:rFonts w:hint="cs"/>
          <w:rtl/>
        </w:rPr>
        <w:t>عَميمٌ</w:t>
      </w:r>
      <w:r>
        <w:rPr>
          <w:rFonts w:hint="cs"/>
          <w:rtl/>
        </w:rPr>
        <w:t>.</w:t>
      </w:r>
    </w:p>
    <w:p w:rsidR="004B01AB" w:rsidRPr="001B0F6F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lastRenderedPageBreak/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আতাউহু শারিফ</w:t>
      </w:r>
      <w:r>
        <w:t xml:space="preserve">, </w:t>
      </w:r>
      <w:r w:rsidRPr="00234356">
        <w:rPr>
          <w:cs/>
          <w:lang w:bidi="bn-IN"/>
        </w:rPr>
        <w:t>ইয়া মান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ফেয়্যলুহু শারিফ</w:t>
      </w:r>
      <w:r>
        <w:t xml:space="preserve">, </w:t>
      </w:r>
      <w:r w:rsidRPr="00234356">
        <w:rPr>
          <w:cs/>
          <w:lang w:bidi="bn-IN"/>
        </w:rPr>
        <w:t>ইয়া মান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ফেয়্যলুহু লাতিফ</w:t>
      </w:r>
      <w:r>
        <w:t xml:space="preserve">, </w:t>
      </w:r>
      <w:r w:rsidRPr="00234356">
        <w:rPr>
          <w:cs/>
          <w:lang w:bidi="bn-IN"/>
        </w:rPr>
        <w:t>ইয়া মান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লুতফুহু মুকিম</w:t>
      </w:r>
      <w:r>
        <w:t xml:space="preserve">, </w:t>
      </w:r>
      <w:r w:rsidRPr="00234356">
        <w:rPr>
          <w:cs/>
          <w:lang w:bidi="bn-IN"/>
        </w:rPr>
        <w:t>ইয়া মান ইহসানুহু ক্বাদিম</w:t>
      </w:r>
      <w:r>
        <w:t xml:space="preserve">, </w:t>
      </w:r>
      <w:r w:rsidRPr="00234356">
        <w:rPr>
          <w:cs/>
          <w:lang w:bidi="bn-IN"/>
        </w:rPr>
        <w:t>ইয়া মান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ক্বাউলুহু হাক্ব</w:t>
      </w:r>
      <w:r>
        <w:t xml:space="preserve">, </w:t>
      </w:r>
      <w:r w:rsidRPr="00234356">
        <w:rPr>
          <w:cs/>
          <w:lang w:bidi="bn-IN"/>
        </w:rPr>
        <w:t>ইয়া মান ওয়্যাদুহু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সিদক্ব</w:t>
      </w:r>
      <w:r>
        <w:t xml:space="preserve">, </w:t>
      </w:r>
      <w:r w:rsidRPr="00234356">
        <w:rPr>
          <w:cs/>
          <w:lang w:bidi="bn-IN"/>
        </w:rPr>
        <w:t>ইয়া মান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আফয়ুহু ফাযল</w:t>
      </w:r>
      <w:r>
        <w:t xml:space="preserve">, </w:t>
      </w:r>
      <w:r w:rsidRPr="00234356">
        <w:rPr>
          <w:cs/>
          <w:lang w:bidi="bn-IN"/>
        </w:rPr>
        <w:t>ইয়া মান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আযাবুহু আদল</w:t>
      </w:r>
      <w:r>
        <w:t xml:space="preserve">, </w:t>
      </w:r>
      <w:r w:rsidRPr="00234356">
        <w:rPr>
          <w:cs/>
          <w:lang w:bidi="bn-IN"/>
        </w:rPr>
        <w:t>ইয়া মান যিকরুহু হুলউন</w:t>
      </w:r>
      <w:r>
        <w:t xml:space="preserve">, </w:t>
      </w:r>
      <w:r w:rsidRPr="00234356">
        <w:rPr>
          <w:cs/>
          <w:lang w:bidi="bn-IN"/>
        </w:rPr>
        <w:t>ইয়া মান ফাযলুহু আমিম।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উপহার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সম্মানপূর্ণ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কার্যক্রম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হচ্ছে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দয়াপূর্ণ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স্থায়ী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পরোপকার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অনন্ত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অতীত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কথা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সত্য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প্রতিশ্রুতি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সত্য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শাস্তি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যিকর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মিষ্টিস্বাদপূর্ণ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বিশ্বব্যাপী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(49)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مُسَهِّلُ‏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مُفَصِّلُ،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مُبَدِّلُ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مُذَلِّلُ،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مُنَزِّلُ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مُنَوِّلُ،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مُفْضِلُ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مُجْزِلُ،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مُمْهِلُ‏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مُجْمِلُ</w:t>
      </w:r>
      <w:r>
        <w:rPr>
          <w:rFonts w:hint="cs"/>
          <w:rtl/>
        </w:rPr>
        <w:t>.</w:t>
      </w:r>
    </w:p>
    <w:p w:rsidR="004B01AB" w:rsidRPr="00B500CA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মুসাহহিলু</w:t>
      </w:r>
      <w:r>
        <w:t xml:space="preserve">, </w:t>
      </w:r>
      <w:r w:rsidRPr="00234356">
        <w:rPr>
          <w:cs/>
          <w:lang w:bidi="bn-IN"/>
        </w:rPr>
        <w:t>ইয়া মুফাসসি</w:t>
      </w:r>
      <w:r>
        <w:rPr>
          <w:cs/>
          <w:lang w:bidi="bn-IN"/>
        </w:rPr>
        <w:t>লু</w:t>
      </w:r>
      <w:r>
        <w:t xml:space="preserve">, </w:t>
      </w:r>
      <w:r w:rsidRPr="00234356">
        <w:rPr>
          <w:cs/>
          <w:lang w:bidi="bn-IN"/>
        </w:rPr>
        <w:t>ইয়া মুবাদদিলু</w:t>
      </w:r>
      <w:r>
        <w:t xml:space="preserve">, </w:t>
      </w:r>
      <w:r w:rsidRPr="00234356">
        <w:rPr>
          <w:cs/>
          <w:lang w:bidi="bn-IN"/>
        </w:rPr>
        <w:t>ইয়া মুযাললি</w:t>
      </w:r>
      <w:r>
        <w:rPr>
          <w:cs/>
          <w:lang w:bidi="bn-IN"/>
        </w:rPr>
        <w:t>লু</w:t>
      </w:r>
      <w:r>
        <w:t xml:space="preserve">, </w:t>
      </w:r>
      <w:r w:rsidRPr="00234356">
        <w:rPr>
          <w:cs/>
          <w:lang w:bidi="bn-IN"/>
        </w:rPr>
        <w:t>ইয়া মুনাযযিলু</w:t>
      </w:r>
      <w:r>
        <w:t xml:space="preserve">, </w:t>
      </w:r>
      <w:r w:rsidRPr="00234356">
        <w:rPr>
          <w:cs/>
          <w:lang w:bidi="bn-IN"/>
        </w:rPr>
        <w:t>ইয়া মুনাও ওয়িল</w:t>
      </w:r>
      <w:r>
        <w:t xml:space="preserve">, </w:t>
      </w:r>
      <w:r w:rsidRPr="00234356">
        <w:rPr>
          <w:cs/>
          <w:lang w:bidi="bn-IN"/>
        </w:rPr>
        <w:t>ইয়া মুফাযযিলু</w:t>
      </w:r>
      <w:r>
        <w:t xml:space="preserve">, </w:t>
      </w:r>
      <w:r w:rsidRPr="00234356">
        <w:rPr>
          <w:cs/>
          <w:lang w:bidi="bn-IN"/>
        </w:rPr>
        <w:t>ইয়া মুজযি</w:t>
      </w:r>
      <w:r>
        <w:rPr>
          <w:cs/>
          <w:lang w:bidi="bn-IN"/>
        </w:rPr>
        <w:t>লু</w:t>
      </w:r>
      <w:r>
        <w:t xml:space="preserve">, </w:t>
      </w:r>
      <w:r w:rsidRPr="00234356">
        <w:rPr>
          <w:cs/>
          <w:lang w:bidi="bn-IN"/>
        </w:rPr>
        <w:t>ইয়া মুমহিলু</w:t>
      </w:r>
      <w:r>
        <w:t xml:space="preserve">, </w:t>
      </w:r>
      <w:r w:rsidRPr="00234356">
        <w:rPr>
          <w:cs/>
          <w:lang w:bidi="bn-IN"/>
        </w:rPr>
        <w:t>ইয়া মুজমিল।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সহজ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আলাদা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পরিবর্তনকারী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অহংকারীদের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অপমানিত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নিচে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দানশীল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স্থগিতকারী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নিবৃত্তি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সর্বসুন্দর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يَرى‏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يُرى‏،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يَخْلُقُ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يُخْلَقُ،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يَهْدى‏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يُهْدى‏،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يُحْيى‏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يُحْيى‏،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يَسْئَلُ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يُسْئَلُ،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يُطْعِمُ‏</w:t>
      </w:r>
      <w:r>
        <w:rPr>
          <w:rtl/>
        </w:rPr>
        <w:t xml:space="preserve"> </w:t>
      </w:r>
      <w:r w:rsidRPr="00CF27ED">
        <w:rPr>
          <w:rFonts w:hint="cs"/>
          <w:rtl/>
        </w:rPr>
        <w:t>وَ</w:t>
      </w:r>
      <w:r>
        <w:rPr>
          <w:rtl/>
        </w:rPr>
        <w:t xml:space="preserve"> </w:t>
      </w:r>
      <w:r w:rsidRPr="00CF27ED">
        <w:rPr>
          <w:rFonts w:hint="cs"/>
          <w:rtl/>
        </w:rPr>
        <w:t>لايُطْعَمُ،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يُجيرُ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يُجارُ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يَقْضى‏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يُقْضى‏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يَحْكُمُ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يُحْكَمُ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يَلِدْ</w:t>
      </w:r>
      <w:r>
        <w:rPr>
          <w:rtl/>
        </w:rPr>
        <w:t xml:space="preserve"> </w:t>
      </w:r>
      <w:r w:rsidRPr="00CF27ED">
        <w:rPr>
          <w:rFonts w:hint="cs"/>
          <w:rtl/>
        </w:rPr>
        <w:t>وَلَمْ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يُولَدْ</w:t>
      </w:r>
      <w:r>
        <w:rPr>
          <w:rtl/>
        </w:rPr>
        <w:t xml:space="preserve"> </w:t>
      </w:r>
      <w:r w:rsidRPr="00CF27ED">
        <w:rPr>
          <w:rFonts w:hint="cs"/>
          <w:rtl/>
        </w:rPr>
        <w:t>وَلَمْ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يَكُنْ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كُفُواً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اَحَدٌ</w:t>
      </w:r>
      <w:r>
        <w:rPr>
          <w:rFonts w:hint="cs"/>
          <w:rtl/>
        </w:rPr>
        <w:t>.</w:t>
      </w:r>
    </w:p>
    <w:p w:rsidR="004B01AB" w:rsidRPr="00CF335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মাই ইয়ারা ওয়ালা ইউরা</w:t>
      </w:r>
      <w:r>
        <w:t xml:space="preserve">, </w:t>
      </w:r>
      <w:r w:rsidRPr="00234356">
        <w:rPr>
          <w:cs/>
          <w:lang w:bidi="bn-IN"/>
        </w:rPr>
        <w:t>ইয়া মাই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ইয়াখলুক্বু ওয়ালা ইউখলাক্ব</w:t>
      </w:r>
      <w:r>
        <w:t xml:space="preserve">, </w:t>
      </w:r>
      <w:r w:rsidRPr="00234356">
        <w:rPr>
          <w:cs/>
          <w:lang w:bidi="bn-IN"/>
        </w:rPr>
        <w:t>ইয়া মাই ইয়াহদি ওয়ালা ইউহদা</w:t>
      </w:r>
      <w:r>
        <w:t xml:space="preserve">, </w:t>
      </w:r>
      <w:r w:rsidRPr="00234356">
        <w:rPr>
          <w:cs/>
          <w:lang w:bidi="bn-IN"/>
        </w:rPr>
        <w:t>ইয়া মাই ইউহয়ি ওয়ালা ইউহইয়া</w:t>
      </w:r>
      <w:r>
        <w:t xml:space="preserve">, </w:t>
      </w:r>
      <w:r w:rsidRPr="00234356">
        <w:rPr>
          <w:cs/>
          <w:lang w:bidi="bn-IN"/>
        </w:rPr>
        <w:t>ইয়া মাই ইয়াসআলু ওয়ালা ইউসআল</w:t>
      </w:r>
      <w:r>
        <w:t xml:space="preserve">, </w:t>
      </w:r>
      <w:r w:rsidRPr="00234356">
        <w:rPr>
          <w:cs/>
          <w:lang w:bidi="bn-IN"/>
        </w:rPr>
        <w:t>ইয়া মাই ইউতইমু ওয়ালা ইউতআম</w:t>
      </w:r>
      <w:r>
        <w:t xml:space="preserve">, </w:t>
      </w:r>
      <w:r w:rsidRPr="00234356">
        <w:rPr>
          <w:cs/>
          <w:lang w:bidi="bn-IN"/>
        </w:rPr>
        <w:t>ইয়া মাই ইউজিরু ওয়ালা ইউজারু আলাই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ইয়াক্বযি ওয়ালা ইউক্বযা আলাই</w:t>
      </w:r>
      <w:r>
        <w:t xml:space="preserve">, </w:t>
      </w:r>
      <w:r w:rsidRPr="00234356">
        <w:rPr>
          <w:cs/>
          <w:lang w:bidi="bn-IN"/>
        </w:rPr>
        <w:t>ইয়া মাই ইয়াহকুমু ওয়ালা ইউহকামু আলাই</w:t>
      </w:r>
      <w:r>
        <w:t xml:space="preserve">, </w:t>
      </w:r>
      <w:r w:rsidRPr="00234356">
        <w:rPr>
          <w:cs/>
          <w:lang w:bidi="bn-IN"/>
        </w:rPr>
        <w:t>ইয়া মান লাম ইয়ালিদ ওয়ালাম ইউলাদ ওয়ালাম ইয়া কুনল্লাহু কুফুওয়ান আহাদ।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দেখা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দেওয়ার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প্রয়োজন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প্রশ্ন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প্রশ্ন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খাওয়ান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নিজে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প্রয়োজন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বিরুদ্ধে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হুকুম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কিন্তু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হুকুম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জম্ম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জম্ম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الْحَسيبُ،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الطَّبيبُ،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الرَّقيبُ،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الْقَريبُ،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الْمُجيبُ،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الْحَبيبُ،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الْكَفيلُ،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الَوْكيلُ،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الْمَوْلى‏،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يانِعْمَ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النَّصيرُ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>মাল</w:t>
      </w:r>
      <w:r w:rsidRPr="00234356">
        <w:rPr>
          <w:cs/>
          <w:lang w:bidi="bn-IN"/>
        </w:rPr>
        <w:t xml:space="preserve"> হাসিব</w:t>
      </w:r>
      <w:r>
        <w:t xml:space="preserve">, </w:t>
      </w:r>
      <w:r w:rsidRPr="00234356">
        <w:rPr>
          <w:cs/>
          <w:lang w:bidi="bn-IN"/>
        </w:rPr>
        <w:t>ইয়া নে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মাত তাবিব</w:t>
      </w:r>
      <w:r>
        <w:t xml:space="preserve">, </w:t>
      </w:r>
      <w:r w:rsidRPr="00234356">
        <w:rPr>
          <w:cs/>
          <w:lang w:bidi="bn-IN"/>
        </w:rPr>
        <w:t>ইয়া নে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মার রাকিব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>মাল</w:t>
      </w:r>
      <w:r w:rsidRPr="00234356">
        <w:rPr>
          <w:cs/>
          <w:lang w:bidi="bn-IN"/>
        </w:rPr>
        <w:t xml:space="preserve"> কারিব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>মাল</w:t>
      </w:r>
      <w:r w:rsidRPr="00234356">
        <w:rPr>
          <w:cs/>
          <w:lang w:bidi="bn-IN"/>
        </w:rPr>
        <w:t xml:space="preserve"> মুজিব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>মাল</w:t>
      </w:r>
      <w:r w:rsidRPr="00234356">
        <w:rPr>
          <w:cs/>
          <w:lang w:bidi="bn-IN"/>
        </w:rPr>
        <w:t xml:space="preserve"> হাবিব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>মাল</w:t>
      </w:r>
      <w:r w:rsidRPr="00234356">
        <w:rPr>
          <w:cs/>
          <w:lang w:bidi="bn-IN"/>
        </w:rPr>
        <w:t xml:space="preserve"> কাফিল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>মাল</w:t>
      </w:r>
      <w:r w:rsidRPr="00234356">
        <w:rPr>
          <w:cs/>
          <w:lang w:bidi="bn-IN"/>
        </w:rPr>
        <w:t xml:space="preserve"> ওয়াকিল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>
        <w:rPr>
          <w:cs/>
          <w:lang w:bidi="bn-IN"/>
        </w:rPr>
        <w:t>নে</w:t>
      </w:r>
      <w:r>
        <w:rPr>
          <w:rFonts w:ascii="Times New Roman" w:hAnsi="Times New Roman" w:cs="Times New Roman"/>
          <w:lang w:bidi="bn-IN"/>
        </w:rPr>
        <w:t>’</w:t>
      </w:r>
      <w:r>
        <w:rPr>
          <w:cs/>
          <w:lang w:bidi="bn-IN"/>
        </w:rPr>
        <w:t xml:space="preserve">মাল </w:t>
      </w:r>
      <w:r w:rsidRPr="00234356">
        <w:rPr>
          <w:cs/>
          <w:lang w:bidi="bn-IN"/>
        </w:rPr>
        <w:t>মাওলা</w:t>
      </w:r>
      <w:r>
        <w:t xml:space="preserve">, </w:t>
      </w:r>
      <w:r w:rsidRPr="00234356">
        <w:rPr>
          <w:cs/>
          <w:lang w:bidi="bn-IN"/>
        </w:rPr>
        <w:t>ইয়া নেয়ামান নাসির।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চিকিৎসক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অভিভাবক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নিকটজন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সাড়াদানকারী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নিশ্চয়তা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নিরাপত্তাদানকারী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(52)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ياسُرُورَ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الْعارِفينَ،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يامُنَى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الْمُحِبّينَ،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الْمُريدينَ،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التَّوَّابينَ،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رازِقَ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الْمُقِلّينَ،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رَجآءَ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الْمُذْنِبينَ،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قُرَّةَ</w:t>
      </w:r>
      <w:r>
        <w:rPr>
          <w:rtl/>
        </w:rPr>
        <w:t xml:space="preserve"> </w:t>
      </w:r>
      <w:r w:rsidRPr="00CF27ED">
        <w:rPr>
          <w:rFonts w:hint="cs"/>
          <w:rtl/>
        </w:rPr>
        <w:t>عَيْنِ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الْعابِدينَ،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مُنَفِّسَ</w:t>
      </w:r>
      <w:r>
        <w:rPr>
          <w:rtl/>
        </w:rPr>
        <w:t xml:space="preserve"> </w:t>
      </w:r>
      <w:r w:rsidRPr="00CF27ED">
        <w:rPr>
          <w:rFonts w:hint="cs"/>
          <w:rtl/>
        </w:rPr>
        <w:t>عَنِ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الْمَكْرُوبينَ،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مُفَرِّجَ</w:t>
      </w:r>
      <w:r>
        <w:rPr>
          <w:rtl/>
        </w:rPr>
        <w:t xml:space="preserve"> </w:t>
      </w:r>
      <w:r w:rsidRPr="00CF27ED">
        <w:rPr>
          <w:rFonts w:hint="cs"/>
          <w:rtl/>
        </w:rPr>
        <w:t>عَنِ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الْمَغْمُومينَ،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الْأَوَّلينَ‏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وَالْأخِرينَ</w:t>
      </w:r>
      <w:r>
        <w:rPr>
          <w:rFonts w:hint="cs"/>
          <w:rtl/>
        </w:rPr>
        <w:t>.</w:t>
      </w:r>
    </w:p>
    <w:p w:rsidR="004B01AB" w:rsidRPr="00915D8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7E3F1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সুরুরাল আরিফিন</w:t>
      </w:r>
      <w:r>
        <w:t xml:space="preserve">, </w:t>
      </w:r>
      <w:r w:rsidRPr="00234356">
        <w:rPr>
          <w:cs/>
          <w:lang w:bidi="bn-IN"/>
        </w:rPr>
        <w:t>ইয়া মুনাল মুহিব্বিন</w:t>
      </w:r>
      <w:r>
        <w:t xml:space="preserve">, </w:t>
      </w:r>
      <w:r w:rsidRPr="00234356">
        <w:rPr>
          <w:cs/>
          <w:lang w:bidi="bn-IN"/>
        </w:rPr>
        <w:t>ইয়া আনিসাল মুরিদিন</w:t>
      </w:r>
      <w:r>
        <w:t xml:space="preserve">, </w:t>
      </w:r>
      <w:r w:rsidRPr="00234356">
        <w:rPr>
          <w:cs/>
          <w:lang w:bidi="bn-IN"/>
        </w:rPr>
        <w:t>ইয়া হাবিবাত তাওয়াবিন</w:t>
      </w:r>
      <w:r>
        <w:t xml:space="preserve">, </w:t>
      </w:r>
      <w:r w:rsidRPr="00234356">
        <w:rPr>
          <w:cs/>
          <w:lang w:bidi="bn-IN"/>
        </w:rPr>
        <w:t>ইয়া রাযিকাল মুকিল্লিন</w:t>
      </w:r>
      <w:r>
        <w:t xml:space="preserve">, </w:t>
      </w:r>
      <w:r w:rsidRPr="00234356">
        <w:rPr>
          <w:cs/>
          <w:lang w:bidi="bn-IN"/>
        </w:rPr>
        <w:t>ইয়া রাজাআল মুযনিবিন</w:t>
      </w:r>
      <w:r>
        <w:t xml:space="preserve">, </w:t>
      </w:r>
      <w:r w:rsidRPr="00234356">
        <w:rPr>
          <w:cs/>
          <w:lang w:bidi="bn-IN"/>
        </w:rPr>
        <w:t>ইয়া কুররাতা আয়নিল আবিদিন</w:t>
      </w:r>
      <w:r>
        <w:t xml:space="preserve">, </w:t>
      </w:r>
      <w:r w:rsidRPr="00234356">
        <w:rPr>
          <w:cs/>
          <w:lang w:bidi="bn-IN"/>
        </w:rPr>
        <w:t>ইয়া মুনাফফিসা আনিল মাকরুবিন</w:t>
      </w:r>
      <w:r>
        <w:t xml:space="preserve">, </w:t>
      </w:r>
      <w:r w:rsidRPr="00234356">
        <w:rPr>
          <w:cs/>
          <w:lang w:bidi="bn-IN"/>
        </w:rPr>
        <w:t>ইয়া মুফাররিজা আনিল মাগমুমিন</w:t>
      </w:r>
      <w:r>
        <w:t xml:space="preserve">, </w:t>
      </w:r>
      <w:r w:rsidRPr="00234356">
        <w:rPr>
          <w:cs/>
          <w:lang w:bidi="bn-IN"/>
        </w:rPr>
        <w:t>ইয়া ইলাহাল আওয়ালিন ওয়াল আখিরিন।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আধ্যাত্মিক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ব্যক্তিদের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আনন্দ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আকাঙ্খা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অনুতপ্ত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প্রত্যাবর্তনকারীদের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প্রিয়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দরিদ্রদের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জীবনপোকরণ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গুনাহগারদের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ইবাদতকারীদের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হৃদয়ের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প্রশান্তি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দুঃখ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কষ্টে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জর্জরিতদের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ব্যথাদুরকারী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শোকার্তদের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শোক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প্রথম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শেষ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প্রজন্মগুলোর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খোদা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رَبَّنا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اِلهَنا،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سَيِّدَنا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مَوْلينا،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ناصِرَنا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حافِظَنا،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دَليلَنا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مُعينَنا،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حَبيبَنا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طَبيبَنا</w:t>
      </w:r>
      <w:r>
        <w:rPr>
          <w:rFonts w:hint="cs"/>
          <w:rtl/>
        </w:rPr>
        <w:t>.</w:t>
      </w:r>
    </w:p>
    <w:p w:rsidR="004B01AB" w:rsidRPr="00084317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রব্বানা</w:t>
      </w:r>
      <w:r>
        <w:t xml:space="preserve">, </w:t>
      </w:r>
      <w:r w:rsidRPr="00234356">
        <w:rPr>
          <w:cs/>
          <w:lang w:bidi="bn-IN"/>
        </w:rPr>
        <w:t>ইয়া ইলাহানা</w:t>
      </w:r>
      <w:r>
        <w:t xml:space="preserve">, </w:t>
      </w:r>
      <w:r w:rsidRPr="00234356">
        <w:rPr>
          <w:cs/>
          <w:lang w:bidi="bn-IN"/>
        </w:rPr>
        <w:t>ইয়া সাইয়্যেদিনা</w:t>
      </w:r>
      <w:r>
        <w:t xml:space="preserve">, </w:t>
      </w:r>
      <w:r w:rsidRPr="00234356">
        <w:rPr>
          <w:cs/>
          <w:lang w:bidi="bn-IN"/>
        </w:rPr>
        <w:t>ইয়া মাও</w:t>
      </w:r>
      <w:r>
        <w:rPr>
          <w:cs/>
          <w:lang w:bidi="bn-IN"/>
        </w:rPr>
        <w:t>লা</w:t>
      </w:r>
      <w:r w:rsidRPr="00234356">
        <w:rPr>
          <w:cs/>
          <w:lang w:bidi="bn-IN"/>
        </w:rPr>
        <w:t>না</w:t>
      </w:r>
      <w:r>
        <w:t xml:space="preserve">, </w:t>
      </w:r>
      <w:r w:rsidRPr="00234356">
        <w:rPr>
          <w:cs/>
          <w:lang w:bidi="bn-IN"/>
        </w:rPr>
        <w:t>ইয়া নাসি</w:t>
      </w:r>
      <w:r>
        <w:rPr>
          <w:cs/>
          <w:lang w:bidi="bn-IN"/>
        </w:rPr>
        <w:t>রা</w:t>
      </w:r>
      <w:r w:rsidRPr="00234356">
        <w:rPr>
          <w:cs/>
          <w:lang w:bidi="bn-IN"/>
        </w:rPr>
        <w:t>না</w:t>
      </w:r>
      <w:r>
        <w:t xml:space="preserve">, </w:t>
      </w:r>
      <w:r w:rsidRPr="00234356">
        <w:rPr>
          <w:cs/>
          <w:lang w:bidi="bn-IN"/>
        </w:rPr>
        <w:t>ইয়া হাফিযানা</w:t>
      </w:r>
      <w:r>
        <w:t xml:space="preserve">, </w:t>
      </w:r>
      <w:r w:rsidRPr="00234356">
        <w:rPr>
          <w:cs/>
          <w:lang w:bidi="bn-IN"/>
        </w:rPr>
        <w:t>ইয়া দালিলানা</w:t>
      </w:r>
      <w:r>
        <w:t xml:space="preserve">, </w:t>
      </w:r>
      <w:r w:rsidRPr="00234356">
        <w:rPr>
          <w:cs/>
          <w:lang w:bidi="bn-IN"/>
        </w:rPr>
        <w:t>ইয়া মু্য়্যিনানা</w:t>
      </w:r>
      <w:r>
        <w:t xml:space="preserve">, </w:t>
      </w:r>
      <w:r w:rsidRPr="00234356">
        <w:rPr>
          <w:cs/>
          <w:lang w:bidi="bn-IN"/>
        </w:rPr>
        <w:t>ইয়া হাবিবানা</w:t>
      </w:r>
      <w:r>
        <w:t xml:space="preserve">, </w:t>
      </w:r>
      <w:r w:rsidRPr="00234356">
        <w:rPr>
          <w:cs/>
          <w:lang w:bidi="bn-IN"/>
        </w:rPr>
        <w:t>ইয়া তাবিবানা।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234356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সৃস্টিকর্তা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প্রতিপালক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খোদা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প্রধান</w:t>
      </w:r>
      <w:r w:rsidR="004B01AB">
        <w:rPr>
          <w:lang w:bidi="bn-IN"/>
        </w:rPr>
        <w:t>,</w:t>
      </w:r>
      <w:r w:rsidR="004B01AB"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অভিভাবক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হেফাযতকারী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প্রদর্শক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প্রিয়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চিকিৎসক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lastRenderedPageBreak/>
        <w:t>(54)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النَّبيّينَ‏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وَالْأَبْرارِ،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الصِّدّيقينَ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وَالْأَخْيارِ،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الْجَنَّةِ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وَالنَّارِ،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الصِّغارِ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وَالْكِبارِ،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الْحُبُوبِ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وَالثِّمارِ،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الْأَنْهارِ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وَالْأَشْجارِ،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الصَّحارى‏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وَالْقِفارِ،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الْبَرارى‏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وَالْبِحارِ،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اللَّيْلِ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وَالنَّهارِ،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الْأَعْلانِ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وَالْأَسْرارِ</w:t>
      </w:r>
      <w:r>
        <w:rPr>
          <w:rFonts w:hint="cs"/>
          <w:rtl/>
        </w:rPr>
        <w:t>.</w:t>
      </w:r>
    </w:p>
    <w:p w:rsidR="004B01AB" w:rsidRPr="00084317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রাব্বান নাবিইয়্যিনা ওয়াল আবরার</w:t>
      </w:r>
      <w:r>
        <w:t xml:space="preserve">, </w:t>
      </w:r>
      <w:r w:rsidRPr="00234356">
        <w:rPr>
          <w:cs/>
          <w:lang w:bidi="bn-IN"/>
        </w:rPr>
        <w:t>ইয়া রাব্বাস সিদ্দিকিনা ওয়াল আখইয়ার</w:t>
      </w:r>
      <w:r>
        <w:t xml:space="preserve">, </w:t>
      </w:r>
      <w:r w:rsidRPr="00234356">
        <w:rPr>
          <w:cs/>
          <w:lang w:bidi="bn-IN"/>
        </w:rPr>
        <w:t>ইয়া রাব্বাল জান্নাতা ওয়ান নার</w:t>
      </w:r>
      <w:r>
        <w:t xml:space="preserve">, </w:t>
      </w:r>
      <w:r w:rsidRPr="00234356">
        <w:rPr>
          <w:cs/>
          <w:lang w:bidi="bn-IN"/>
        </w:rPr>
        <w:t>ইয়া রাব্বাস সিগারি ওয়াল কিবার</w:t>
      </w:r>
      <w:r>
        <w:t xml:space="preserve">, </w:t>
      </w:r>
      <w:r w:rsidRPr="00234356">
        <w:rPr>
          <w:cs/>
          <w:lang w:bidi="bn-IN"/>
        </w:rPr>
        <w:t>ইয়া রাব্বাল হুবুবি ওয়াস সামার</w:t>
      </w:r>
      <w:r>
        <w:t xml:space="preserve">, </w:t>
      </w:r>
      <w:r w:rsidRPr="00234356">
        <w:rPr>
          <w:cs/>
          <w:lang w:bidi="bn-IN"/>
        </w:rPr>
        <w:t>ইয়া রাব্বাল আনহারি ওয়াল আশজার</w:t>
      </w:r>
      <w:r>
        <w:t xml:space="preserve">, </w:t>
      </w:r>
      <w:r w:rsidRPr="00234356">
        <w:rPr>
          <w:cs/>
          <w:lang w:bidi="bn-IN"/>
        </w:rPr>
        <w:t>ইয়া রাব্বাস সাহারি ওয়াল কেফার</w:t>
      </w:r>
      <w:r>
        <w:t xml:space="preserve">, </w:t>
      </w:r>
      <w:r w:rsidRPr="00234356">
        <w:rPr>
          <w:cs/>
          <w:lang w:bidi="bn-IN"/>
        </w:rPr>
        <w:t>ইয়া রাব্বাল বারারি ওয়াল বিহার</w:t>
      </w:r>
      <w:r>
        <w:t xml:space="preserve">, </w:t>
      </w:r>
      <w:r w:rsidRPr="00234356">
        <w:rPr>
          <w:cs/>
          <w:lang w:bidi="bn-IN"/>
        </w:rPr>
        <w:t>ইয়া রাব্বাল লাইলি ওয়ান নাহার</w:t>
      </w:r>
      <w:r>
        <w:t xml:space="preserve">, </w:t>
      </w:r>
      <w:r w:rsidRPr="00234356">
        <w:rPr>
          <w:cs/>
          <w:lang w:bidi="bn-IN"/>
        </w:rPr>
        <w:t>ইয়া রাব্বাল আয়লানি ওয়াল আসরার।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নবীদের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ধার্মিক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ব্যক্তিদের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সত্যবাদীদের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বাছাইকৃতদের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জান্নাত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আগুনের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ছোট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বড়র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শস্যদানা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ফলসমূহের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নদী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নালা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গাছপালার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জঙ্গল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মরুভুমির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ভূমিগুলো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সাগরগুলোর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نَفَذَ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اَمْرُهُ،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لَحِقَ</w:t>
      </w:r>
      <w:r>
        <w:rPr>
          <w:rtl/>
        </w:rPr>
        <w:t xml:space="preserve"> </w:t>
      </w:r>
      <w:r w:rsidRPr="00CF27ED">
        <w:rPr>
          <w:rFonts w:hint="cs"/>
          <w:rtl/>
        </w:rPr>
        <w:t>بِكُلِّ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عِلْمُهُ،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بَلَغَتْ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قُدْرَتُهُ،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تُحْصِى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الْعِبادُ</w:t>
      </w:r>
      <w:r>
        <w:rPr>
          <w:rtl/>
        </w:rPr>
        <w:t xml:space="preserve"> </w:t>
      </w:r>
      <w:r w:rsidRPr="00CF27ED">
        <w:rPr>
          <w:rFonts w:hint="cs"/>
          <w:rtl/>
        </w:rPr>
        <w:t>نِعَمَهُ،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تَبْلُغُ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الْخَلائِقُ</w:t>
      </w:r>
      <w:r>
        <w:rPr>
          <w:rtl/>
        </w:rPr>
        <w:t xml:space="preserve"> </w:t>
      </w:r>
      <w:r w:rsidRPr="00CF27ED">
        <w:rPr>
          <w:rFonts w:hint="cs"/>
          <w:rtl/>
        </w:rPr>
        <w:t>شُكْرَهُ،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تُدْرِكُ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الْأَفْهامُ</w:t>
      </w:r>
      <w:r>
        <w:rPr>
          <w:rtl/>
        </w:rPr>
        <w:t xml:space="preserve"> </w:t>
      </w:r>
      <w:r w:rsidRPr="00CF27ED">
        <w:rPr>
          <w:rFonts w:hint="cs"/>
          <w:rtl/>
        </w:rPr>
        <w:t>جَلالَهُ،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تَنالُ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الْأَوْهامُ‏</w:t>
      </w:r>
      <w:r>
        <w:rPr>
          <w:rtl/>
        </w:rPr>
        <w:t xml:space="preserve"> </w:t>
      </w:r>
      <w:r w:rsidRPr="00CF27ED">
        <w:rPr>
          <w:rFonts w:hint="cs"/>
          <w:rtl/>
        </w:rPr>
        <w:t>كُنْهَهُ،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الْعَظَمَةُ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وَالْكِبْرِيآءُ</w:t>
      </w:r>
      <w:r>
        <w:rPr>
          <w:rtl/>
        </w:rPr>
        <w:t xml:space="preserve"> </w:t>
      </w:r>
      <w:r w:rsidRPr="00CF27ED">
        <w:rPr>
          <w:rFonts w:hint="cs"/>
          <w:rtl/>
        </w:rPr>
        <w:t>رِدآئُهُ،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تَرُدُّ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الْعِبادُ</w:t>
      </w:r>
      <w:r>
        <w:rPr>
          <w:rtl/>
        </w:rPr>
        <w:t xml:space="preserve"> </w:t>
      </w:r>
      <w:r w:rsidRPr="00CF27ED">
        <w:rPr>
          <w:rFonts w:hint="cs"/>
          <w:rtl/>
        </w:rPr>
        <w:t>قَضآئَهُ،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لاعَطآءَ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عَطآئُهُ</w:t>
      </w:r>
      <w:r>
        <w:rPr>
          <w:rFonts w:hint="cs"/>
          <w:rtl/>
        </w:rPr>
        <w:t>.</w:t>
      </w:r>
    </w:p>
    <w:p w:rsidR="004B01AB" w:rsidRPr="007D7EA7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নাফাযা ফি কুল্লি শাইয়্যিন আমরুহ</w:t>
      </w:r>
      <w:r>
        <w:t xml:space="preserve">, </w:t>
      </w:r>
      <w:r w:rsidRPr="00234356">
        <w:rPr>
          <w:cs/>
          <w:lang w:bidi="bn-IN"/>
        </w:rPr>
        <w:t>ইয়া মান লাহিক্বা বি কুল্লি শাইয়্যিন ইলমুহ</w:t>
      </w:r>
      <w:r>
        <w:t xml:space="preserve">, </w:t>
      </w:r>
      <w:r w:rsidRPr="00234356">
        <w:rPr>
          <w:cs/>
          <w:lang w:bidi="bn-IN"/>
        </w:rPr>
        <w:t>ইয়া মান বালাগাত ইলা কুল্লি শাইয়্যিন কুদরাতুহ</w:t>
      </w:r>
      <w:r>
        <w:t xml:space="preserve">, </w:t>
      </w:r>
      <w:r w:rsidRPr="00234356">
        <w:rPr>
          <w:cs/>
          <w:lang w:bidi="bn-IN"/>
        </w:rPr>
        <w:t xml:space="preserve">ইয়া মান লা </w:t>
      </w:r>
      <w:r>
        <w:rPr>
          <w:cs/>
          <w:lang w:bidi="bn-IN"/>
        </w:rPr>
        <w:t>তু</w:t>
      </w:r>
      <w:r w:rsidRPr="00234356">
        <w:rPr>
          <w:cs/>
          <w:lang w:bidi="bn-IN"/>
        </w:rPr>
        <w:t>হসি লা তাবলুগুল খালায়িক্বু শুকরাহ</w:t>
      </w:r>
      <w:r>
        <w:t xml:space="preserve">, </w:t>
      </w:r>
      <w:r w:rsidRPr="00234356">
        <w:rPr>
          <w:cs/>
          <w:lang w:bidi="bn-IN"/>
        </w:rPr>
        <w:t>ইয়া মান লা তুদরিকুল আফহামু জালালাহ</w:t>
      </w:r>
      <w:r>
        <w:t xml:space="preserve">, </w:t>
      </w:r>
      <w:r w:rsidRPr="00234356">
        <w:rPr>
          <w:cs/>
          <w:lang w:bidi="bn-IN"/>
        </w:rPr>
        <w:t xml:space="preserve">ইয়া মান লা </w:t>
      </w:r>
      <w:r w:rsidRPr="00234356">
        <w:rPr>
          <w:cs/>
          <w:lang w:bidi="bn-IN"/>
        </w:rPr>
        <w:lastRenderedPageBreak/>
        <w:t>তানালুল আউহামু কুনহা</w:t>
      </w:r>
      <w:r>
        <w:t xml:space="preserve">, </w:t>
      </w:r>
      <w:r w:rsidRPr="00234356">
        <w:rPr>
          <w:cs/>
          <w:lang w:bidi="bn-IN"/>
        </w:rPr>
        <w:t>ইয়া মানিল ইবাদু নিয়ামা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মানিল আযামাতু ওয়াল কিবরিয়াহু রিদাউহ</w:t>
      </w:r>
      <w:r>
        <w:t xml:space="preserve">, </w:t>
      </w:r>
      <w:r w:rsidRPr="00234356">
        <w:rPr>
          <w:cs/>
          <w:lang w:bidi="bn-IN"/>
        </w:rPr>
        <w:t>ইয়া মান লা তারুদ্দুল ইবাদু ক্বাযাআহু</w:t>
      </w:r>
      <w:r>
        <w:t xml:space="preserve">, </w:t>
      </w:r>
      <w:r w:rsidRPr="00234356">
        <w:rPr>
          <w:cs/>
          <w:lang w:bidi="bn-IN"/>
        </w:rPr>
        <w:t>ইয়া মান লা মুলকা ইল্লা মুলকুহ</w:t>
      </w:r>
      <w:r>
        <w:t xml:space="preserve">, </w:t>
      </w:r>
      <w:r w:rsidRPr="00234356">
        <w:rPr>
          <w:cs/>
          <w:lang w:bidi="bn-IN"/>
        </w:rPr>
        <w:t>ইয়া মান লা আতাআ ইল্লা আতাউহ।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</w:t>
      </w:r>
      <w:r w:rsidR="004B01AB">
        <w:rPr>
          <w:cs/>
          <w:lang w:bidi="bn-IN"/>
        </w:rPr>
        <w:t>র্ব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যার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নির্দেশের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প্রভাব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রয়েছে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ঘেরাও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নিয়ন্ত্রণ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প্রত্যেক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পর্যন্ত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বিস্তৃত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উপহারগুলো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দাসেরা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গুণে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শেষ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>.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সৃষ্টিকূল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কৃতজ্ঞতা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শেষ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মহত্ত্বকে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বুদ্ধি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আয়ত্বে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আনতে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বাস্তবতাকে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চিন্তা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আয়ত্ত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চাদর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রাজকীয়তা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মহত্ত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রায়কে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দাসেরা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উল্টে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রাজ</w:t>
      </w:r>
      <w:r w:rsidR="004B01AB">
        <w:rPr>
          <w:cs/>
          <w:lang w:bidi="bn-IN"/>
        </w:rPr>
        <w:t>ত্ব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ছাড়া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</w:t>
      </w:r>
      <w:r w:rsidR="004B01AB">
        <w:rPr>
          <w:cs/>
          <w:lang w:bidi="bn-IN"/>
        </w:rPr>
        <w:t>জত্ব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একমাত্র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দাতা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ছাড়া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আর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কোন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দাতা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নেই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الْمَثَلُ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الْأَعْلى‏،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الصِّفاتُ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الْعُلْيا،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الْاخِرَةُ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وَالْاُولى‏،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الْجَنَّةُ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الْمَاْوى‏،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الْاياتُ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الْكُبْرى‏،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الْأَسْمآءُ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الْحُسْنى‏،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الْحُكْمُ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وَالْقَضآءُ،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الْهَوآءُ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وَالْفَضآءُ،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الْعَرْشُ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وَالثَّرى‏،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السَّمواتُ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الْعُلى‏</w:t>
      </w:r>
      <w:r>
        <w:rPr>
          <w:rFonts w:hint="cs"/>
          <w:rtl/>
        </w:rPr>
        <w:t>.</w:t>
      </w:r>
    </w:p>
    <w:p w:rsidR="004B01AB" w:rsidRPr="00AE3AA1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t xml:space="preserve"> 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লাহুল মাসালুল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</w:t>
      </w:r>
      <w:r>
        <w:t xml:space="preserve">, </w:t>
      </w:r>
      <w:r w:rsidRPr="00234356">
        <w:rPr>
          <w:cs/>
          <w:lang w:bidi="bn-IN"/>
        </w:rPr>
        <w:t>ইয়া মান লাহুস সিফাতুল উলইয়া</w:t>
      </w:r>
      <w:r>
        <w:t xml:space="preserve">, </w:t>
      </w:r>
      <w:r w:rsidRPr="00234356">
        <w:rPr>
          <w:cs/>
          <w:lang w:bidi="bn-IN"/>
        </w:rPr>
        <w:t>ইয়া মান লাহুল আখিরাতু ওয়াল উলা</w:t>
      </w:r>
      <w:r>
        <w:t xml:space="preserve">, </w:t>
      </w:r>
      <w:r w:rsidRPr="00234356">
        <w:rPr>
          <w:cs/>
          <w:lang w:bidi="bn-IN"/>
        </w:rPr>
        <w:t>ইয়া মান লাহুল জান্নাতুল মা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ওয়া</w:t>
      </w:r>
      <w:r>
        <w:t xml:space="preserve">, </w:t>
      </w:r>
      <w:r w:rsidRPr="00234356">
        <w:rPr>
          <w:cs/>
          <w:lang w:bidi="bn-IN"/>
        </w:rPr>
        <w:t>ইয়া মান লাহুল আয়াতুল কুবরা</w:t>
      </w:r>
      <w:r>
        <w:t xml:space="preserve">, </w:t>
      </w:r>
      <w:r w:rsidRPr="00234356">
        <w:rPr>
          <w:cs/>
          <w:lang w:bidi="bn-IN"/>
        </w:rPr>
        <w:t>ইয়া মান লাহুল আসমাউল হুসনা</w:t>
      </w:r>
      <w:r>
        <w:t xml:space="preserve">, </w:t>
      </w:r>
      <w:r w:rsidRPr="00234356">
        <w:rPr>
          <w:cs/>
          <w:lang w:bidi="bn-IN"/>
        </w:rPr>
        <w:t>ইয়া মান লাহুল হুকমু ওয়াল কাযা</w:t>
      </w:r>
      <w:r>
        <w:t xml:space="preserve">, </w:t>
      </w:r>
      <w:r w:rsidRPr="00234356">
        <w:rPr>
          <w:cs/>
          <w:lang w:bidi="bn-IN"/>
        </w:rPr>
        <w:t>ইয়া মান লাহুল হাওয়া উ ওয়াল কাযা</w:t>
      </w:r>
      <w:r>
        <w:t xml:space="preserve">, </w:t>
      </w:r>
      <w:r w:rsidRPr="00234356">
        <w:rPr>
          <w:cs/>
          <w:lang w:bidi="bn-IN"/>
        </w:rPr>
        <w:t>ইয়া মান লাহুল আরশু ওয়াস সারা</w:t>
      </w:r>
      <w:r>
        <w:t xml:space="preserve">, </w:t>
      </w:r>
      <w:r w:rsidRPr="00234356">
        <w:rPr>
          <w:cs/>
          <w:lang w:bidi="bn-IN"/>
        </w:rPr>
        <w:t>ইয়া মান লাহুস সামাওয়াতুল উলা।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lastRenderedPageBreak/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প্রযোজ্য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উচ্চতম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দৃষ্টান্তগুলো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স্বভাবের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বৈশিষ্ট্যগুলো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মহত্ত্বম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শুরু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শেষের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জান্নাতের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আবাসস্থলের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বড়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নিদর্শনগুলোর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সুন্দর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সুন্দর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রয়েছে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আদেশ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</w:t>
      </w:r>
      <w:r w:rsidR="004B01AB">
        <w:rPr>
          <w:cs/>
          <w:lang w:bidi="bn-IN"/>
        </w:rPr>
        <w:t>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মহাশুন্য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প্রশস্ততার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সর্বোচ্চ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পৃথিবীর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মালিক।</w:t>
      </w:r>
    </w:p>
    <w:p w:rsidR="00C628D4" w:rsidRDefault="004B01AB" w:rsidP="004B01AB">
      <w:pPr>
        <w:pStyle w:val="libNormal"/>
        <w:rPr>
          <w:cs/>
          <w:lang w:bidi="bn-BD"/>
        </w:rPr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C628D4" w:rsidRDefault="00C628D4">
      <w:pPr>
        <w:bidi w:val="0"/>
        <w:rPr>
          <w:rFonts w:ascii="SolaimanLipi" w:eastAsia="Calibri" w:hAnsi="SolaimanLipi" w:cs="SolaimanLipi"/>
          <w:color w:val="000000"/>
          <w:sz w:val="28"/>
          <w:szCs w:val="28"/>
          <w:cs/>
          <w:lang w:bidi="bn-BD"/>
        </w:rPr>
      </w:pPr>
      <w:r>
        <w:rPr>
          <w:cs/>
          <w:lang w:bidi="bn-BD"/>
        </w:rPr>
        <w:br w:type="page"/>
      </w:r>
    </w:p>
    <w:p w:rsidR="004B01AB" w:rsidRDefault="00C628D4" w:rsidP="004B01AB">
      <w:pPr>
        <w:pStyle w:val="libAr"/>
        <w:rPr>
          <w:rtl/>
        </w:rPr>
      </w:pPr>
      <w:r>
        <w:rPr>
          <w:rFonts w:ascii="SolaimanLipi" w:hAnsi="SolaimanLipi" w:cs="SolaimanLipi"/>
        </w:rPr>
        <w:lastRenderedPageBreak/>
        <w:t xml:space="preserve"> </w:t>
      </w:r>
      <w:r w:rsidR="004B01AB" w:rsidRPr="00234356">
        <w:rPr>
          <w:rFonts w:ascii="SolaimanLipi" w:hAnsi="SolaimanLipi" w:cs="SolaimanLipi"/>
        </w:rPr>
        <w:t xml:space="preserve">(57) </w:t>
      </w:r>
      <w:r w:rsidR="004B01AB" w:rsidRPr="00CF27ED">
        <w:rPr>
          <w:rFonts w:hint="cs"/>
          <w:rtl/>
        </w:rPr>
        <w:t>اَللّهُمَّ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اِنّى‏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اَسْئَلُكَ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بِاسْمِكَ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عَفُوُّ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غَفُورُ،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صَبُورُ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شَكُورُ،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رَؤُفُ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عَطُوفُ،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مَسْئُولُ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وَدُودُ،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سُبُّوحُ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يا</w:t>
      </w:r>
      <w:r w:rsidR="004B01AB">
        <w:rPr>
          <w:rtl/>
        </w:rPr>
        <w:t xml:space="preserve"> </w:t>
      </w:r>
      <w:r w:rsidR="004B01AB" w:rsidRPr="00CF27ED">
        <w:rPr>
          <w:rFonts w:hint="cs"/>
          <w:rtl/>
        </w:rPr>
        <w:t>قُدُّوسُ</w:t>
      </w:r>
      <w:r w:rsidR="004B01AB">
        <w:rPr>
          <w:rFonts w:hint="cs"/>
          <w:rtl/>
        </w:rPr>
        <w:t>.</w:t>
      </w:r>
    </w:p>
    <w:p w:rsidR="004B01AB" w:rsidRPr="00CF5E0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আফুও</w:t>
      </w:r>
      <w:r>
        <w:t xml:space="preserve">, </w:t>
      </w:r>
      <w:r w:rsidRPr="00234356">
        <w:rPr>
          <w:cs/>
          <w:lang w:bidi="bn-IN"/>
        </w:rPr>
        <w:t>ইয়া গাফুরু</w:t>
      </w:r>
      <w:r>
        <w:t xml:space="preserve">, </w:t>
      </w:r>
      <w:r w:rsidRPr="00234356">
        <w:rPr>
          <w:cs/>
          <w:lang w:bidi="bn-IN"/>
        </w:rPr>
        <w:t>ইয়া সাবুরু</w:t>
      </w:r>
      <w:r>
        <w:t xml:space="preserve">, </w:t>
      </w:r>
      <w:r w:rsidRPr="00234356">
        <w:rPr>
          <w:cs/>
          <w:lang w:bidi="bn-IN"/>
        </w:rPr>
        <w:t>ইয়া শাকুরু</w:t>
      </w:r>
      <w:r>
        <w:t xml:space="preserve">, </w:t>
      </w:r>
      <w:r w:rsidRPr="00234356">
        <w:rPr>
          <w:cs/>
          <w:lang w:bidi="bn-IN"/>
        </w:rPr>
        <w:t>ইয়া রাউফু</w:t>
      </w:r>
      <w:r>
        <w:t xml:space="preserve">, </w:t>
      </w:r>
      <w:r w:rsidRPr="00234356">
        <w:rPr>
          <w:cs/>
          <w:lang w:bidi="bn-IN"/>
        </w:rPr>
        <w:t>ইয়া আতুফু</w:t>
      </w:r>
      <w:r>
        <w:t xml:space="preserve">, </w:t>
      </w:r>
      <w:r w:rsidRPr="00234356">
        <w:rPr>
          <w:cs/>
          <w:lang w:bidi="bn-IN"/>
        </w:rPr>
        <w:t>ইয়া মাসউলু</w:t>
      </w:r>
      <w:r>
        <w:t xml:space="preserve">, </w:t>
      </w:r>
      <w:r w:rsidRPr="00234356">
        <w:rPr>
          <w:cs/>
          <w:lang w:bidi="bn-IN"/>
        </w:rPr>
        <w:t>ইয়া ওয়াদুদু</w:t>
      </w:r>
      <w:r>
        <w:t xml:space="preserve">, </w:t>
      </w:r>
      <w:r w:rsidRPr="00234356">
        <w:rPr>
          <w:cs/>
          <w:lang w:bidi="bn-IN"/>
        </w:rPr>
        <w:t>ইয়া সুব্বুহু</w:t>
      </w:r>
      <w:r>
        <w:t xml:space="preserve">, </w:t>
      </w:r>
      <w:r w:rsidRPr="00234356">
        <w:rPr>
          <w:cs/>
          <w:lang w:bidi="bn-IN"/>
        </w:rPr>
        <w:t>ইয়া ক্বুদ্দুস।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মার্জনাকারী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ধৈর্যশীল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(</w:t>
      </w:r>
      <w:r w:rsidR="004B01AB" w:rsidRPr="005167FE">
        <w:rPr>
          <w:rFonts w:hint="cs"/>
          <w:cs/>
          <w:lang w:bidi="bn-IN"/>
        </w:rPr>
        <w:t>ভালোর</w:t>
      </w:r>
      <w:r w:rsidR="004B01AB" w:rsidRPr="005167FE">
        <w:rPr>
          <w:cs/>
          <w:lang w:bidi="bn-IN"/>
        </w:rPr>
        <w:t xml:space="preserve">) </w:t>
      </w:r>
      <w:r w:rsidR="004B01AB" w:rsidRPr="005167FE">
        <w:rPr>
          <w:rFonts w:hint="cs"/>
          <w:cs/>
          <w:lang w:bidi="bn-IN"/>
        </w:rPr>
        <w:t>মূল্যায়নকারী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করুনাময়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সহানুভূতিপূর্ণ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চাওয়া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হৃদয়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প্রশংসিত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السَّمآءِ</w:t>
      </w:r>
      <w:r>
        <w:rPr>
          <w:rtl/>
        </w:rPr>
        <w:t xml:space="preserve"> </w:t>
      </w:r>
      <w:r w:rsidRPr="00CF27ED">
        <w:rPr>
          <w:rFonts w:hint="cs"/>
          <w:rtl/>
        </w:rPr>
        <w:t>عَظَمَتُهُ،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الْأَرْضِ</w:t>
      </w:r>
      <w:r>
        <w:rPr>
          <w:rtl/>
        </w:rPr>
        <w:t xml:space="preserve"> </w:t>
      </w:r>
      <w:r w:rsidRPr="00CF27ED">
        <w:rPr>
          <w:rFonts w:hint="cs"/>
          <w:rtl/>
        </w:rPr>
        <w:t>اياتُهُ،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دَلائِلُهُ،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الْبِحارِ</w:t>
      </w:r>
      <w:r>
        <w:rPr>
          <w:rtl/>
        </w:rPr>
        <w:t xml:space="preserve"> </w:t>
      </w:r>
      <w:r w:rsidRPr="00CF27ED">
        <w:rPr>
          <w:rFonts w:hint="cs"/>
          <w:rtl/>
        </w:rPr>
        <w:t>عَجائِبُهُ،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الْجِبالِ</w:t>
      </w:r>
      <w:r>
        <w:rPr>
          <w:rtl/>
        </w:rPr>
        <w:t xml:space="preserve"> </w:t>
      </w:r>
      <w:r w:rsidRPr="00CF27ED">
        <w:rPr>
          <w:rFonts w:hint="cs"/>
          <w:rtl/>
        </w:rPr>
        <w:t>خَزآئِنُهُ،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يَبْدَءُ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الْخَلْقَ</w:t>
      </w:r>
      <w:r>
        <w:rPr>
          <w:rtl/>
        </w:rPr>
        <w:t xml:space="preserve"> </w:t>
      </w:r>
      <w:r w:rsidRPr="00CF27ED">
        <w:rPr>
          <w:rFonts w:hint="cs"/>
          <w:rtl/>
        </w:rPr>
        <w:t>ثُمَّ</w:t>
      </w:r>
      <w:r>
        <w:rPr>
          <w:rtl/>
        </w:rPr>
        <w:t xml:space="preserve"> </w:t>
      </w:r>
      <w:r w:rsidRPr="00CF27ED">
        <w:rPr>
          <w:rFonts w:hint="cs"/>
          <w:rtl/>
        </w:rPr>
        <w:t>يُعيدُهُ،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اِلَيْهِ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يَرْجِعُ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الْأَمْرُ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اَظْهَرَ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لُطْفَهُ،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اَحْسَنَ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كُلَّشَىْ‏ءٍ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خَلْقَهُ،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تَصَرَّفَ</w:t>
      </w:r>
      <w:r>
        <w:rPr>
          <w:rtl/>
        </w:rPr>
        <w:t xml:space="preserve"> </w:t>
      </w:r>
      <w:r w:rsidRPr="00CF27ED">
        <w:rPr>
          <w:rFonts w:hint="cs"/>
          <w:rtl/>
        </w:rPr>
        <w:t>فِى‏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الْخَلائِقِ</w:t>
      </w:r>
      <w:r>
        <w:rPr>
          <w:rtl/>
        </w:rPr>
        <w:t xml:space="preserve"> </w:t>
      </w:r>
      <w:r w:rsidRPr="00CF27ED">
        <w:rPr>
          <w:rFonts w:hint="cs"/>
          <w:rtl/>
        </w:rPr>
        <w:t>قُدْرَتُهُ</w:t>
      </w:r>
      <w:r>
        <w:rPr>
          <w:rFonts w:hint="cs"/>
          <w:rtl/>
        </w:rPr>
        <w:t>.</w:t>
      </w:r>
    </w:p>
    <w:p w:rsidR="004B01AB" w:rsidRPr="00CF5E0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ফিস সামায়ি আ</w:t>
      </w:r>
      <w:r>
        <w:rPr>
          <w:cs/>
          <w:lang w:bidi="bn-IN"/>
        </w:rPr>
        <w:t>যা</w:t>
      </w:r>
      <w:r w:rsidRPr="00234356">
        <w:rPr>
          <w:cs/>
          <w:lang w:bidi="bn-IN"/>
        </w:rPr>
        <w:t>মাতু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ফিল আরযি আয়াতু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ফি কুল্লি শাইয়্যিন দালায়িলু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ফিল বাহরি আজায়িবু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ফিল জিবালি খা</w:t>
      </w:r>
      <w:r>
        <w:rPr>
          <w:cs/>
          <w:lang w:bidi="bn-IN"/>
        </w:rPr>
        <w:t>যা</w:t>
      </w:r>
      <w:r w:rsidRPr="00234356">
        <w:rPr>
          <w:cs/>
          <w:lang w:bidi="bn-IN"/>
        </w:rPr>
        <w:t>য়িনু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ইয়াদাউল খালক্বা সুম্মা ইউয়িদুহ</w:t>
      </w:r>
      <w:r>
        <w:t xml:space="preserve">, </w:t>
      </w:r>
      <w:r w:rsidRPr="00234356">
        <w:rPr>
          <w:cs/>
          <w:lang w:bidi="bn-IN"/>
        </w:rPr>
        <w:t>ইয়া মান ইলাইহি ইয়ারজিউল আমরু কুল্লু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আযহারা ফি কুল্লি শাইয়্যিন লুতফাহ</w:t>
      </w:r>
      <w:r>
        <w:t xml:space="preserve">, </w:t>
      </w:r>
      <w:r w:rsidRPr="00234356">
        <w:rPr>
          <w:cs/>
          <w:lang w:bidi="bn-IN"/>
        </w:rPr>
        <w:t>ইয়া মান আহসানা কুল্লা শাইয়্যিন খালক্বা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তাসাররাফা ফিল খালায়িক্বি ক্বুদরাতু</w:t>
      </w:r>
      <w:r>
        <w:rPr>
          <w:cs/>
          <w:lang w:bidi="bn-IN"/>
        </w:rPr>
        <w:t>হ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শ্রেষ্ঠত্ব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দৃশ্যমান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নিদর্শনগুলো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জমিনে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বিব্যমান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প্রমানগুলো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সবজিনিসে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প্রকাশিত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বিস্ময়কর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সাগরগুলোতে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ভান্ডারগুলো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পাহাড়গুলোতে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সূচনা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করেছিলেন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এরপর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সেগুলো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ফেরত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ফেরত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প্রত্যেক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জিনিসে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স্পষ্টভাবে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প্রকাশিত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সবকিছুকে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সুন্দর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সৃষ্টিকুলের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প্রতি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কর্তৃ</w:t>
      </w:r>
      <w:r w:rsidR="004B01AB">
        <w:rPr>
          <w:cs/>
          <w:lang w:bidi="bn-IN"/>
        </w:rPr>
        <w:t>ত্ব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রয়ে</w:t>
      </w:r>
      <w:r w:rsidR="004B01AB" w:rsidRPr="005167FE">
        <w:rPr>
          <w:rFonts w:hint="cs"/>
          <w:cs/>
          <w:lang w:bidi="bn-IN"/>
        </w:rPr>
        <w:t>ছে।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(59)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طَبيبَ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طَبيبَ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شَفيقَ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شَفيقَ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رَفيقَ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رَفيقَ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مُغيثَ</w:t>
      </w:r>
      <w:r>
        <w:rPr>
          <w:rtl/>
        </w:rPr>
        <w:t xml:space="preserve"> </w:t>
      </w:r>
      <w:r w:rsidRPr="00CF27ED">
        <w:rPr>
          <w:rFonts w:hint="cs"/>
          <w:rtl/>
        </w:rPr>
        <w:t>مَن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مُغيثَ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دَليلَ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دَليلَ‏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t>.</w:t>
      </w:r>
    </w:p>
    <w:p w:rsidR="004B01AB" w:rsidRPr="00245357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হাবিবা মান লা হাবিবা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তাবিবা মান লা তাবিবা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মুজিবা মান লা মুজিবা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শাফিক্বা মান লা শাফিক্বা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রাফিক্বা মান লা রাফিক্বা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মুগিসা মান লা মুগিসা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দালিলা মান লা দালিলা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আনিসা মান লা আনিসা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রাহিমা মান লা রাহিমা লা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সাহিবা মান লা সাহিবা লা</w:t>
      </w:r>
      <w:r>
        <w:rPr>
          <w:cs/>
          <w:lang w:bidi="bn-IN"/>
        </w:rPr>
        <w:t>হ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চিকিৎসক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চিকিৎসক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ডাকে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সাড়াদানকারী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ডাকে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দেওয়ার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সহানুভূতিপূর্ণ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কারও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সহানুভূতি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পপ্রদর্শক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পপ্রদর্শক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দয়ালু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কারও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>
        <w:rPr>
          <w:cs/>
          <w:lang w:bidi="bn-IN"/>
        </w:rPr>
        <w:t>মায়া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চলার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সাথী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كافِىَ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اسْتَكْفاهُ،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هادِىَ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اسْتَهْداهُ،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كالِئَ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اسْتَكْلاهُ،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راعِىَ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اسْتَرْعاهُ،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شافِىَ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اسْتَشْفاهُ،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قاضِىَ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اسْتَقْضاهُ،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مُغْنِىَ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اسْتَغْناهُ،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مُوفِىَ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اسْتَوْفاهُ،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مُقَوِّىَ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اسْتَقْواهُ،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وَلِىَّ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اسْتَوْلاهُ</w:t>
      </w:r>
      <w:r>
        <w:t>.</w:t>
      </w:r>
    </w:p>
    <w:p w:rsidR="004B01AB" w:rsidRPr="003D57B2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কাফিয়া মানিস তাকফা</w:t>
      </w:r>
      <w:r>
        <w:t xml:space="preserve">, </w:t>
      </w:r>
      <w:r w:rsidRPr="00234356">
        <w:rPr>
          <w:cs/>
          <w:lang w:bidi="bn-IN"/>
        </w:rPr>
        <w:t>ইয়া হাদিয়া মানিস তাহদা</w:t>
      </w:r>
      <w:r>
        <w:t xml:space="preserve">, </w:t>
      </w:r>
      <w:r w:rsidRPr="00234356">
        <w:rPr>
          <w:cs/>
          <w:lang w:bidi="bn-IN"/>
        </w:rPr>
        <w:t>ইয়া কালিয়া মানিস তাকলা</w:t>
      </w:r>
      <w:r>
        <w:t xml:space="preserve">, </w:t>
      </w:r>
      <w:r w:rsidRPr="00234356">
        <w:rPr>
          <w:cs/>
          <w:lang w:bidi="bn-IN"/>
        </w:rPr>
        <w:t>ইয়া রায়্যিআ মানিস তারআ</w:t>
      </w:r>
      <w:r>
        <w:t xml:space="preserve">, </w:t>
      </w:r>
      <w:r w:rsidRPr="00234356">
        <w:rPr>
          <w:cs/>
          <w:lang w:bidi="bn-IN"/>
        </w:rPr>
        <w:t>ইয়া শাফিয়া মানিস তাশফা</w:t>
      </w:r>
      <w:r>
        <w:t xml:space="preserve">, </w:t>
      </w:r>
      <w:r w:rsidRPr="00234356">
        <w:rPr>
          <w:cs/>
          <w:lang w:bidi="bn-IN"/>
        </w:rPr>
        <w:t>ইয়া কাযিয়া মানিস তাক্বযা</w:t>
      </w:r>
      <w:r>
        <w:t xml:space="preserve">, </w:t>
      </w:r>
      <w:r w:rsidRPr="00234356">
        <w:rPr>
          <w:cs/>
          <w:lang w:bidi="bn-IN"/>
        </w:rPr>
        <w:t>ইয়া মুগনিয়া মানিস তাগনা</w:t>
      </w:r>
      <w:r>
        <w:t xml:space="preserve">, </w:t>
      </w:r>
      <w:r w:rsidRPr="00234356">
        <w:rPr>
          <w:cs/>
          <w:lang w:bidi="bn-IN"/>
        </w:rPr>
        <w:t>ইয়া মুফিয়া মানিস তাওফা</w:t>
      </w:r>
      <w:r>
        <w:t xml:space="preserve">, </w:t>
      </w:r>
      <w:r w:rsidRPr="00234356">
        <w:rPr>
          <w:cs/>
          <w:lang w:bidi="bn-IN"/>
        </w:rPr>
        <w:t>ইয়া মুকাওয়িআ মানিস তাক্বওয়া</w:t>
      </w:r>
      <w:r>
        <w:t xml:space="preserve">, </w:t>
      </w:r>
      <w:r w:rsidRPr="00234356">
        <w:rPr>
          <w:cs/>
          <w:lang w:bidi="bn-IN"/>
        </w:rPr>
        <w:t>ইয়া ওয়ালিয়্যা মানিস তাওলা।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যথেষ্ট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যথেষ্টকে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নির্দেশনা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খোজে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খোজে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সুবিধা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মূল্যহ্রাস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আরোগ্যকারী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আরোগ্য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খোজে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ন্যায়বিচারক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খোজে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প্রতিশ্রুতি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পূরণকারী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সিদ্ধি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খোজে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খোজে।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lastRenderedPageBreak/>
        <w:t>(61)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اَسْئَلُكَ‏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رازِقُ،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ناطِقُ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صادِقُ،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فالِقُ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فارِقُ،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فاتِقُ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راتِقُ،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سابِقُ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سامِقُ</w:t>
      </w:r>
      <w:r>
        <w:rPr>
          <w:rFonts w:hint="cs"/>
          <w:rtl/>
        </w:rPr>
        <w:t>.</w:t>
      </w:r>
    </w:p>
    <w:p w:rsidR="004B01AB" w:rsidRPr="00DB08A4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খালিক্বু</w:t>
      </w:r>
      <w:r>
        <w:t xml:space="preserve">, </w:t>
      </w:r>
      <w:r w:rsidRPr="00234356">
        <w:rPr>
          <w:cs/>
          <w:lang w:bidi="bn-IN"/>
        </w:rPr>
        <w:t>ইয়া রাযিক্বু</w:t>
      </w:r>
      <w:r>
        <w:t xml:space="preserve">, </w:t>
      </w:r>
      <w:r w:rsidRPr="00234356">
        <w:rPr>
          <w:cs/>
          <w:lang w:bidi="bn-IN"/>
        </w:rPr>
        <w:t>ইয়া নাতিক্বু</w:t>
      </w:r>
      <w:r>
        <w:t xml:space="preserve">, </w:t>
      </w:r>
      <w:r w:rsidRPr="00234356">
        <w:rPr>
          <w:cs/>
          <w:lang w:bidi="bn-IN"/>
        </w:rPr>
        <w:t>ইয়া সাদিক্বু</w:t>
      </w:r>
      <w:r>
        <w:t xml:space="preserve">, </w:t>
      </w:r>
      <w:r w:rsidRPr="00234356">
        <w:rPr>
          <w:cs/>
          <w:lang w:bidi="bn-IN"/>
        </w:rPr>
        <w:t>ইয়া ফালিক্বু</w:t>
      </w:r>
      <w:r>
        <w:t xml:space="preserve">, </w:t>
      </w:r>
      <w:r w:rsidRPr="00234356">
        <w:rPr>
          <w:cs/>
          <w:lang w:bidi="bn-IN"/>
        </w:rPr>
        <w:t>ইয়া রাতিক্বু</w:t>
      </w:r>
      <w:r>
        <w:t xml:space="preserve">, </w:t>
      </w:r>
      <w:r w:rsidRPr="00234356">
        <w:rPr>
          <w:cs/>
          <w:lang w:bidi="bn-IN"/>
        </w:rPr>
        <w:t>ইয়া সাবিক্বু</w:t>
      </w:r>
      <w:r>
        <w:t xml:space="preserve">, </w:t>
      </w:r>
      <w:r w:rsidRPr="00234356">
        <w:rPr>
          <w:cs/>
          <w:lang w:bidi="bn-IN"/>
        </w:rPr>
        <w:t>ইয়া সামিক্ব।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C43CC5">
        <w:rPr>
          <w:rStyle w:val="libBold1Char"/>
          <w:cs/>
          <w:lang w:bidi="bn-BD"/>
        </w:rPr>
        <w:t>বাংলা অর্থঃ</w:t>
      </w:r>
      <w:r>
        <w:rPr>
          <w:rStyle w:val="libBold1Char"/>
          <w:lang w:bidi="bn-BD"/>
        </w:rPr>
        <w:t>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রিযিকদাতা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কথার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সত্যবাদী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লম্বালম্বিভাবে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বিদীর্নকারী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আলাদাকারী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ভাঙ্গেন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একত্রকারী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সর্বাগ্রবর্তী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সর্বোচ্চ</w:t>
      </w:r>
      <w:r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يُقَلِّبُ</w:t>
      </w:r>
      <w:r>
        <w:rPr>
          <w:rtl/>
        </w:rPr>
        <w:t xml:space="preserve"> </w:t>
      </w:r>
      <w:r w:rsidRPr="00CF27ED">
        <w:rPr>
          <w:rFonts w:hint="cs"/>
          <w:rtl/>
        </w:rPr>
        <w:t>اللَّيْلَ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وَالنَّهارَ،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الظُّلُماتِ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وَالْأَنْوارَ،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</w:t>
      </w:r>
      <w:r>
        <w:rPr>
          <w:rtl/>
        </w:rPr>
        <w:t xml:space="preserve"> </w:t>
      </w:r>
      <w:r w:rsidRPr="00CF27ED">
        <w:rPr>
          <w:rFonts w:hint="cs"/>
          <w:rtl/>
        </w:rPr>
        <w:t>الظِّلَّ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وَالْحَرُورَ،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سَخَّرَ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الشَّمْسَ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وَالْقَمَرَ،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قَدَّرَ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وَالشَّرَّ،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الْمَوْتَ‏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وَالْحَيوةَ،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الْخَلْقُ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وَالْأَمْرُ،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يَتَّخِذْ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صاحِبَةً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وَلَداً،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لَيْسَ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شَريكٌ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الْمُلْكِ،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يَكُنْ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وَلِىٌّ</w:t>
      </w:r>
      <w:r>
        <w:rPr>
          <w:rtl/>
        </w:rPr>
        <w:t xml:space="preserve"> </w:t>
      </w:r>
      <w:r w:rsidRPr="00CF27ED">
        <w:rPr>
          <w:rFonts w:hint="cs"/>
          <w:rtl/>
        </w:rPr>
        <w:t>مِنَ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الذُّلِ‏</w:t>
      </w:r>
      <w:r>
        <w:t>.</w:t>
      </w:r>
    </w:p>
    <w:p w:rsidR="004B01AB" w:rsidRPr="00C43CC5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t xml:space="preserve"> 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মাই ইউকাল্লিবুল লাইলা ওয়ান নাহার</w:t>
      </w:r>
      <w:r>
        <w:t xml:space="preserve">, </w:t>
      </w:r>
      <w:r w:rsidRPr="00234356">
        <w:rPr>
          <w:cs/>
          <w:lang w:bidi="bn-IN"/>
        </w:rPr>
        <w:t>ইয়া মান জাআলায যুলুমাতি ওয়াল আনওয়ার</w:t>
      </w:r>
      <w:r>
        <w:t xml:space="preserve">, </w:t>
      </w:r>
      <w:r w:rsidRPr="00234356">
        <w:rPr>
          <w:cs/>
          <w:lang w:bidi="bn-IN"/>
        </w:rPr>
        <w:t>ইয়া মান খালাক্বায যিল্লা ওয়াল হারুর</w:t>
      </w:r>
      <w:r>
        <w:t xml:space="preserve">, </w:t>
      </w:r>
      <w:r w:rsidRPr="00234356">
        <w:rPr>
          <w:cs/>
          <w:lang w:bidi="bn-IN"/>
        </w:rPr>
        <w:t>ইয়া মান সাখখারাশ শামসা ওয়াল ক্বামার</w:t>
      </w:r>
      <w:r>
        <w:t xml:space="preserve">, </w:t>
      </w:r>
      <w:r w:rsidRPr="00234356">
        <w:rPr>
          <w:cs/>
          <w:lang w:bidi="bn-IN"/>
        </w:rPr>
        <w:t>ইয়া মান ক্বাদ্দারাল খায়রা ওয়াশ শার</w:t>
      </w:r>
      <w:r>
        <w:t xml:space="preserve">, </w:t>
      </w:r>
      <w:r w:rsidRPr="00234356">
        <w:rPr>
          <w:cs/>
          <w:lang w:bidi="bn-IN"/>
        </w:rPr>
        <w:t>ইয়া মান খালক্বাল মাওতা ওয়াল হায়াত</w:t>
      </w:r>
      <w:r>
        <w:t xml:space="preserve">, </w:t>
      </w:r>
      <w:r w:rsidRPr="00234356">
        <w:rPr>
          <w:cs/>
          <w:lang w:bidi="bn-IN"/>
        </w:rPr>
        <w:t>ইয়া মান লাহুল খালক্বু ওয়াল আমর</w:t>
      </w:r>
      <w:r>
        <w:t xml:space="preserve">, </w:t>
      </w:r>
      <w:r w:rsidRPr="00234356">
        <w:rPr>
          <w:cs/>
          <w:lang w:bidi="bn-IN"/>
        </w:rPr>
        <w:t>ইয়া মান লাম ইয়াত্তাখিয সাহিবাতাও ওয়া লা ওয়ালাদা</w:t>
      </w:r>
      <w:r>
        <w:t xml:space="preserve">, </w:t>
      </w:r>
      <w:r w:rsidRPr="00234356">
        <w:rPr>
          <w:cs/>
          <w:lang w:bidi="bn-IN"/>
        </w:rPr>
        <w:t>ইয়া মান লাইসা লাহু শারিকুন ফিল মুলক</w:t>
      </w:r>
      <w:r>
        <w:t xml:space="preserve">, </w:t>
      </w:r>
      <w:r w:rsidRPr="00234356">
        <w:rPr>
          <w:cs/>
          <w:lang w:bidi="bn-IN"/>
        </w:rPr>
        <w:t>ইয়া মান লাম ইয়াকুন লাহু ওয়ালিউম মিনায যুল।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দিনকে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পরিবর্তন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অন্ধকার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উত্তাপকে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সূর্য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চাঁদকে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বশীভূত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সুন্দর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আচরণ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খারাপ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আচরণ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নির্ধারণ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মৃত্যু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আত্মাকে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নিজে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স্ত্রী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করেননি</w:t>
      </w:r>
      <w:r w:rsidR="004B01AB"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সন্তান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সাম্রাজ্যে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অংশীদার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অসম্মানিতদের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মধ্য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يَعْلَمُ</w:t>
      </w:r>
      <w:r>
        <w:rPr>
          <w:rtl/>
        </w:rPr>
        <w:t xml:space="preserve"> </w:t>
      </w:r>
      <w:r w:rsidRPr="00CF27ED">
        <w:rPr>
          <w:rFonts w:hint="cs"/>
          <w:rtl/>
        </w:rPr>
        <w:t>مُرادَ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الْمُريدينَ،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يَعْلَمُ</w:t>
      </w:r>
      <w:r>
        <w:rPr>
          <w:rtl/>
        </w:rPr>
        <w:t xml:space="preserve"> </w:t>
      </w:r>
      <w:r w:rsidRPr="00CF27ED">
        <w:rPr>
          <w:rFonts w:hint="cs"/>
          <w:rtl/>
        </w:rPr>
        <w:t>ضَميرَ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الصَّامِتينَ،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يَسْمَعُ</w:t>
      </w:r>
      <w:r>
        <w:rPr>
          <w:rtl/>
        </w:rPr>
        <w:t xml:space="preserve"> </w:t>
      </w:r>
      <w:r w:rsidRPr="00CF27ED">
        <w:rPr>
          <w:rFonts w:hint="cs"/>
          <w:rtl/>
        </w:rPr>
        <w:t>اَنينَ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الْواهِنينَ،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يَرى‏</w:t>
      </w:r>
      <w:r>
        <w:rPr>
          <w:rtl/>
        </w:rPr>
        <w:t xml:space="preserve"> </w:t>
      </w:r>
      <w:r w:rsidRPr="00CF27ED">
        <w:rPr>
          <w:rFonts w:hint="cs"/>
          <w:rtl/>
        </w:rPr>
        <w:t>بُكآءَ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الْخآئِفينَ،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يَمْلِكُ‏</w:t>
      </w:r>
      <w:r>
        <w:rPr>
          <w:rtl/>
        </w:rPr>
        <w:t xml:space="preserve"> </w:t>
      </w:r>
      <w:r w:rsidRPr="00CF27ED">
        <w:rPr>
          <w:rFonts w:hint="cs"/>
          <w:rtl/>
        </w:rPr>
        <w:t>حَوائِجَ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السَّآئِلينَ،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يَقْبَلُ</w:t>
      </w:r>
      <w:r>
        <w:rPr>
          <w:rtl/>
        </w:rPr>
        <w:t xml:space="preserve"> </w:t>
      </w:r>
      <w:r w:rsidRPr="00CF27ED">
        <w:rPr>
          <w:rFonts w:hint="cs"/>
          <w:rtl/>
        </w:rPr>
        <w:t>عُذْرَ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التَّآئِبينَ،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يُصْلِحُ</w:t>
      </w:r>
      <w:r>
        <w:rPr>
          <w:rtl/>
        </w:rPr>
        <w:t xml:space="preserve"> </w:t>
      </w:r>
      <w:r w:rsidRPr="00CF27ED">
        <w:rPr>
          <w:rFonts w:hint="cs"/>
          <w:rtl/>
        </w:rPr>
        <w:t>عَمَلَ‏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الْمُفْسِدينَ،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يُضيعُ</w:t>
      </w:r>
      <w:r>
        <w:rPr>
          <w:rtl/>
        </w:rPr>
        <w:t xml:space="preserve"> </w:t>
      </w:r>
      <w:r w:rsidRPr="00CF27ED">
        <w:rPr>
          <w:rFonts w:hint="cs"/>
          <w:rtl/>
        </w:rPr>
        <w:t>اَجْرَ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الْمُحْسِنينَ،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يَبْعَدُ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قُلُوبِ‏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الْعارِفينَ،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اَجْوَدَ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الْأَجْودينَ</w:t>
      </w:r>
      <w:r>
        <w:rPr>
          <w:rFonts w:hint="cs"/>
          <w:rtl/>
        </w:rPr>
        <w:t>.</w:t>
      </w:r>
    </w:p>
    <w:p w:rsidR="004B01AB" w:rsidRPr="00FA3B31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মাই ইয়া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লামু মুরাদাল মুরিদিন</w:t>
      </w:r>
      <w:r>
        <w:t xml:space="preserve">, </w:t>
      </w:r>
      <w:r w:rsidRPr="00234356">
        <w:rPr>
          <w:cs/>
          <w:lang w:bidi="bn-IN"/>
        </w:rPr>
        <w:t>ইয়া মাই ইয়া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লামু যামিরাল সামিতিন</w:t>
      </w:r>
      <w:r>
        <w:t xml:space="preserve">, </w:t>
      </w:r>
      <w:r w:rsidRPr="00234356">
        <w:rPr>
          <w:cs/>
          <w:lang w:bidi="bn-IN"/>
        </w:rPr>
        <w:t>ইয়া মাই ইয়াসমা উ আনিনাল ওয়াহিনিন</w:t>
      </w:r>
      <w:r>
        <w:t xml:space="preserve">, </w:t>
      </w:r>
      <w:r w:rsidRPr="00234356">
        <w:rPr>
          <w:cs/>
          <w:lang w:bidi="bn-IN"/>
        </w:rPr>
        <w:t>ইয়া মাই ইয়ারা বুকাআল খায়িফিন</w:t>
      </w:r>
      <w:r>
        <w:t xml:space="preserve">, </w:t>
      </w:r>
      <w:r w:rsidRPr="00234356">
        <w:rPr>
          <w:cs/>
          <w:lang w:bidi="bn-IN"/>
        </w:rPr>
        <w:t>ইয়া মাই ইয়ামলিকু হাওয়ায়েজাস সায়িলিন</w:t>
      </w:r>
      <w:r>
        <w:t xml:space="preserve">, </w:t>
      </w:r>
      <w:r w:rsidRPr="00234356">
        <w:rPr>
          <w:cs/>
          <w:lang w:bidi="bn-IN"/>
        </w:rPr>
        <w:t>ইয়া মাই ইয়াক্ববালু উযরাত তাঈবিন</w:t>
      </w:r>
      <w:r>
        <w:t xml:space="preserve">, </w:t>
      </w:r>
      <w:r w:rsidRPr="00234356">
        <w:rPr>
          <w:cs/>
          <w:lang w:bidi="bn-IN"/>
        </w:rPr>
        <w:t>ইয়া মান লা ইউসলাহু আমালাল মুফসিদিন</w:t>
      </w:r>
      <w:r>
        <w:t xml:space="preserve">, </w:t>
      </w:r>
      <w:r>
        <w:rPr>
          <w:cs/>
          <w:lang w:bidi="bn-IN"/>
        </w:rPr>
        <w:t>ইয়া মান লাই ইউযিয়ু</w:t>
      </w:r>
      <w:r w:rsidRPr="00234356">
        <w:rPr>
          <w:cs/>
          <w:lang w:bidi="bn-IN"/>
        </w:rPr>
        <w:t xml:space="preserve"> আজরাল মুহসিনিন</w:t>
      </w:r>
      <w:r>
        <w:t xml:space="preserve">, </w:t>
      </w:r>
      <w:r w:rsidRPr="00234356">
        <w:rPr>
          <w:cs/>
          <w:lang w:bidi="bn-IN"/>
        </w:rPr>
        <w:t>ইয়া মান লাই ইয়াবআদু আন কুলুবিল আরিফিন</w:t>
      </w:r>
      <w:r>
        <w:t xml:space="preserve">, </w:t>
      </w:r>
      <w:r w:rsidRPr="00234356">
        <w:rPr>
          <w:cs/>
          <w:lang w:bidi="bn-IN"/>
        </w:rPr>
        <w:t>ইয়া আজওয়াদাল আজওয়াদিন।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আকাঙ্খাকারীদের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আকাঙ্খা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সম্পর্কে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নিশ্চুপ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ব্যক্তির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বিবেক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সম্পর্কে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দূর্বলের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কান্না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মেশানো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চিৎকার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শুনতে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ভীতদের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কান্না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আবেদনকারীর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অভাব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অনুতপ্ত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প্রত্যাবর্তনকারীদের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ওযর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দুবৃত্তদের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কাজকে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সংশোধন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নৈতিকগুণ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সম্পন্নদের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পুরষ্কার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>.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lastRenderedPageBreak/>
        <w:t>প্রতি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আসক্ত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ব্যক্তিদের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অনুপস্থিত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দানশীলদের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মধ্যে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(64)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دآئِمَ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الْبَقآءِ،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سامِعَ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الدُّعآءِ،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واسِعَ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الْعَطآءِ،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غافِرَ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الْخَطآءِ،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بَديعَ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حَسَنَ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الْبَلاءِ،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جَميلَ</w:t>
      </w:r>
      <w:r>
        <w:rPr>
          <w:rtl/>
        </w:rPr>
        <w:t xml:space="preserve"> </w:t>
      </w:r>
      <w:r w:rsidRPr="00CF27ED">
        <w:rPr>
          <w:rFonts w:hint="cs"/>
          <w:rtl/>
        </w:rPr>
        <w:t>الثَّنآءِ،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السَّنآءِ،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كَثيرَ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الْوَفآءِ،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شَريفَ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الْجَزآءِ</w:t>
      </w:r>
      <w:r>
        <w:rPr>
          <w:rFonts w:hint="cs"/>
          <w:rtl/>
        </w:rPr>
        <w:t>.</w:t>
      </w:r>
    </w:p>
    <w:p w:rsidR="004B01AB" w:rsidRPr="005947A9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দায়িমাল বাক্বা</w:t>
      </w:r>
      <w:r>
        <w:t xml:space="preserve">, </w:t>
      </w:r>
      <w:r w:rsidRPr="00234356">
        <w:rPr>
          <w:cs/>
          <w:lang w:bidi="bn-IN"/>
        </w:rPr>
        <w:t>ইয়া সামিআদ দুয়া</w:t>
      </w:r>
      <w:r>
        <w:t xml:space="preserve">, </w:t>
      </w:r>
      <w:r w:rsidRPr="00234356">
        <w:rPr>
          <w:cs/>
          <w:lang w:bidi="bn-IN"/>
        </w:rPr>
        <w:t>ইয়া ওয়াসিয়াল আতা</w:t>
      </w:r>
      <w:r>
        <w:t xml:space="preserve">, </w:t>
      </w:r>
      <w:r w:rsidRPr="00234356">
        <w:rPr>
          <w:cs/>
          <w:lang w:bidi="bn-IN"/>
        </w:rPr>
        <w:t>ইয়া গাফিরাল খাতা</w:t>
      </w:r>
      <w:r>
        <w:t xml:space="preserve">, </w:t>
      </w:r>
      <w:r w:rsidRPr="00234356">
        <w:rPr>
          <w:cs/>
          <w:lang w:bidi="bn-IN"/>
        </w:rPr>
        <w:t>ইয়া বাদিআস সামা</w:t>
      </w:r>
      <w:r>
        <w:t xml:space="preserve">, </w:t>
      </w:r>
      <w:r w:rsidRPr="00234356">
        <w:rPr>
          <w:cs/>
          <w:lang w:bidi="bn-IN"/>
        </w:rPr>
        <w:t>ইয়া হাসানাল বালা</w:t>
      </w:r>
      <w:r>
        <w:t xml:space="preserve">, </w:t>
      </w:r>
      <w:r w:rsidRPr="00234356">
        <w:rPr>
          <w:cs/>
          <w:lang w:bidi="bn-IN"/>
        </w:rPr>
        <w:t>ইয়া জামিলাস সানা</w:t>
      </w:r>
      <w:r>
        <w:t xml:space="preserve">, </w:t>
      </w:r>
      <w:r w:rsidRPr="00234356">
        <w:rPr>
          <w:cs/>
          <w:lang w:bidi="bn-IN"/>
        </w:rPr>
        <w:t>ইয়া কাদিমাস সানা</w:t>
      </w:r>
      <w:r>
        <w:t xml:space="preserve">, </w:t>
      </w:r>
      <w:r w:rsidRPr="00234356">
        <w:rPr>
          <w:cs/>
          <w:lang w:bidi="bn-IN"/>
        </w:rPr>
        <w:t>ইয়া কাসিরাল ওয়াফা</w:t>
      </w:r>
      <w:r>
        <w:t xml:space="preserve">, </w:t>
      </w:r>
      <w:r w:rsidRPr="00234356">
        <w:rPr>
          <w:cs/>
          <w:lang w:bidi="bn-IN"/>
        </w:rPr>
        <w:t>ইয়া শারিফাল জাযা।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নিরবিচ্ছিন্নভাবে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অনন্তকালব্যাপী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সাড়াদানকারী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কষ্ট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বিপদ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পরীক্ষা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সুন্দর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যোগ্য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অনন্ত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প্রতিশ্রুতি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পুরণে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শ্রেষ্ঠতম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প্রতিদানে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শ্রেষ্ঠ।</w:t>
      </w:r>
    </w:p>
    <w:p w:rsidR="004B01AB" w:rsidRPr="00234356" w:rsidRDefault="004B01AB" w:rsidP="004B01AB">
      <w:pPr>
        <w:pStyle w:val="libNormal"/>
        <w:rPr>
          <w:lang w:bidi="bn-BD"/>
        </w:rPr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سَتَّارُ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غَفَّارُ،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قَهَّارُ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جَبَّارُ،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صَبَّارُ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بآرُّ،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مُخْتارُ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فَتَّاحُ،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نَفَّاحُ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مُرْتاحُ</w:t>
      </w:r>
      <w:r>
        <w:rPr>
          <w:rFonts w:hint="cs"/>
          <w:rtl/>
        </w:rP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সাত্তারু</w:t>
      </w:r>
      <w:r>
        <w:t xml:space="preserve">, </w:t>
      </w:r>
      <w:r w:rsidRPr="00234356">
        <w:rPr>
          <w:cs/>
          <w:lang w:bidi="bn-IN"/>
        </w:rPr>
        <w:t>ইয়া গাফফারু</w:t>
      </w:r>
      <w:r>
        <w:t xml:space="preserve">, </w:t>
      </w:r>
      <w:r w:rsidRPr="00234356">
        <w:rPr>
          <w:cs/>
          <w:lang w:bidi="bn-IN"/>
        </w:rPr>
        <w:t>ইয়া কাহহারু</w:t>
      </w:r>
      <w:r>
        <w:t xml:space="preserve">, </w:t>
      </w:r>
      <w:r w:rsidRPr="00234356">
        <w:rPr>
          <w:cs/>
          <w:lang w:bidi="bn-IN"/>
        </w:rPr>
        <w:t>ইয়া জাব্বারু</w:t>
      </w:r>
      <w:r>
        <w:t xml:space="preserve">, </w:t>
      </w:r>
      <w:r w:rsidRPr="00234356">
        <w:rPr>
          <w:cs/>
          <w:lang w:bidi="bn-IN"/>
        </w:rPr>
        <w:t>ইয়া সাব্বারু</w:t>
      </w:r>
      <w:r>
        <w:t xml:space="preserve">, </w:t>
      </w:r>
      <w:r w:rsidRPr="00234356">
        <w:rPr>
          <w:cs/>
          <w:lang w:bidi="bn-IN"/>
        </w:rPr>
        <w:t>ই</w:t>
      </w:r>
      <w:r>
        <w:rPr>
          <w:cs/>
          <w:lang w:bidi="bn-IN"/>
        </w:rPr>
        <w:t>য়া</w:t>
      </w:r>
      <w:r w:rsidRPr="00234356">
        <w:rPr>
          <w:cs/>
          <w:lang w:bidi="bn-IN"/>
        </w:rPr>
        <w:t xml:space="preserve"> বাররু</w:t>
      </w:r>
      <w:r>
        <w:t xml:space="preserve">, </w:t>
      </w:r>
      <w:r w:rsidRPr="00234356">
        <w:rPr>
          <w:cs/>
          <w:lang w:bidi="bn-IN"/>
        </w:rPr>
        <w:t>ইয়া মুখতারু</w:t>
      </w:r>
      <w:r>
        <w:t xml:space="preserve">, </w:t>
      </w:r>
      <w:r w:rsidRPr="00234356">
        <w:rPr>
          <w:cs/>
          <w:lang w:bidi="bn-IN"/>
        </w:rPr>
        <w:t>ইয়া ফাততাহু</w:t>
      </w:r>
      <w:r>
        <w:t xml:space="preserve">, </w:t>
      </w:r>
      <w:r w:rsidRPr="00234356">
        <w:rPr>
          <w:cs/>
          <w:lang w:bidi="bn-IN"/>
        </w:rPr>
        <w:t>ই</w:t>
      </w:r>
      <w:r>
        <w:rPr>
          <w:cs/>
          <w:lang w:bidi="bn-IN"/>
        </w:rPr>
        <w:t>য়া</w:t>
      </w:r>
      <w:r w:rsidRPr="00234356">
        <w:rPr>
          <w:cs/>
          <w:lang w:bidi="bn-IN"/>
        </w:rPr>
        <w:t xml:space="preserve"> নাফফাহু</w:t>
      </w:r>
      <w:r>
        <w:t xml:space="preserve">, </w:t>
      </w:r>
      <w:r w:rsidRPr="00234356">
        <w:rPr>
          <w:cs/>
          <w:lang w:bidi="bn-IN"/>
        </w:rPr>
        <w:t>ইয়া মুরতাহ।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lastRenderedPageBreak/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ত্রুটি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ঢেকে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ক্ষমাকারী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সর্বপ্রভাবশালী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পরাভূতকারী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ধৈর্যশীল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সদাশয়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চমৎকার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দরজা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উম্মুক্তকারী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বায়ু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প্রবাহকারী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প্রফুল্লতাদানকারী।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وَسَوَّانى‏،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رَزَقَنى‏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وَرَبَّانى‏،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اَطْعَمَنى‏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وَسَقانى‏،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قَرَّبَنى‏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</w:t>
      </w:r>
      <w:r>
        <w:rPr>
          <w:rtl/>
        </w:rPr>
        <w:t xml:space="preserve"> </w:t>
      </w:r>
      <w:r w:rsidRPr="00CF27ED">
        <w:rPr>
          <w:rFonts w:hint="cs"/>
          <w:rtl/>
        </w:rPr>
        <w:t>اَدْنانى‏،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عَصَمَنى‏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وَكَفانى‏،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حَفَظَنى‏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وَكَلانى‏،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اَعَزَّنى‏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وَاَغْنانى‏،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وَفَّقَنى‏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وَهَدانى‏،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انَسَنى‏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وَآوانى‏،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اَماتَنى‏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وَاَحْيانى</w:t>
      </w:r>
      <w:r>
        <w:rPr>
          <w:rFonts w:hint="cs"/>
          <w:rtl/>
        </w:rPr>
        <w:t>.</w:t>
      </w:r>
    </w:p>
    <w:p w:rsidR="004B01AB" w:rsidRPr="00CD3371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খালাক্বানি ওয়া সাও ওয়ানি</w:t>
      </w:r>
      <w:r>
        <w:t xml:space="preserve">, </w:t>
      </w:r>
      <w:r w:rsidRPr="00234356">
        <w:rPr>
          <w:cs/>
          <w:lang w:bidi="bn-IN"/>
        </w:rPr>
        <w:t>ইয়া মান রাযাক্বানি ওয়া রাব্বানি</w:t>
      </w:r>
      <w:r>
        <w:t xml:space="preserve">, </w:t>
      </w:r>
      <w:r w:rsidRPr="00234356">
        <w:rPr>
          <w:cs/>
          <w:lang w:bidi="bn-IN"/>
        </w:rPr>
        <w:t>ইয়া মান আতআমানি ওয়া সাক্বানি</w:t>
      </w:r>
      <w:r>
        <w:t xml:space="preserve">, </w:t>
      </w:r>
      <w:r w:rsidRPr="00234356">
        <w:rPr>
          <w:cs/>
          <w:lang w:bidi="bn-IN"/>
        </w:rPr>
        <w:t>ইয়া মান কাররাবানি ওয়া আদনানি</w:t>
      </w:r>
      <w:r>
        <w:t xml:space="preserve">, </w:t>
      </w:r>
      <w:r w:rsidRPr="00234356">
        <w:rPr>
          <w:cs/>
          <w:lang w:bidi="bn-IN"/>
        </w:rPr>
        <w:t>ইয়া মান আসামানি ওয়া কাফানি</w:t>
      </w:r>
      <w:r>
        <w:t xml:space="preserve">, </w:t>
      </w:r>
      <w:r w:rsidRPr="00234356">
        <w:rPr>
          <w:cs/>
          <w:lang w:bidi="bn-IN"/>
        </w:rPr>
        <w:t>ইয়া মান হাফাযানি ওয়া কালানি</w:t>
      </w:r>
      <w:r>
        <w:t xml:space="preserve">, </w:t>
      </w:r>
      <w:r w:rsidRPr="00234356">
        <w:rPr>
          <w:cs/>
          <w:lang w:bidi="bn-IN"/>
        </w:rPr>
        <w:t>ইয়া মান আ</w:t>
      </w:r>
      <w:r>
        <w:rPr>
          <w:lang w:bidi="bn-IN"/>
        </w:rPr>
        <w:t>-</w:t>
      </w:r>
      <w:r w:rsidRPr="00234356">
        <w:rPr>
          <w:cs/>
          <w:lang w:bidi="bn-IN"/>
        </w:rPr>
        <w:t>আযযানি ওয়া আগনানি</w:t>
      </w:r>
      <w:r>
        <w:t xml:space="preserve">, </w:t>
      </w:r>
      <w:r w:rsidRPr="00234356">
        <w:rPr>
          <w:cs/>
          <w:lang w:bidi="bn-IN"/>
        </w:rPr>
        <w:t>ইয়া মান ওয়াফ ফাক্বানি ওয়া হাদানি</w:t>
      </w:r>
      <w:r>
        <w:t xml:space="preserve">, </w:t>
      </w:r>
      <w:r w:rsidRPr="00234356">
        <w:rPr>
          <w:cs/>
          <w:lang w:bidi="bn-IN"/>
        </w:rPr>
        <w:t>ইয়া মান নাসানি ওয়া আওয়ানি</w:t>
      </w:r>
      <w:r>
        <w:t xml:space="preserve">, </w:t>
      </w:r>
      <w:r w:rsidRPr="00234356">
        <w:rPr>
          <w:cs/>
          <w:lang w:bidi="bn-IN"/>
        </w:rPr>
        <w:t>ইয়া মান আমাতানি ওয়া আহইয়ানি।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এরপর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সুষম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রিযিক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প্রতিপালন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খাবার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সরবরাহ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পিপাসা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মিটিয়েছেন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টেনেছেন</w:t>
      </w:r>
      <w:r w:rsidR="004B01AB">
        <w:t xml:space="preserve"> </w:t>
      </w:r>
      <w:r w:rsidR="004B01AB" w:rsidRPr="005167FE">
        <w:rPr>
          <w:rFonts w:hint="cs"/>
          <w:cs/>
          <w:lang w:bidi="bn-IN"/>
        </w:rPr>
        <w:t>এরপর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নিকটবর্তী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পাহারা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ধনী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দেখিয়েছেন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দিয়েছেন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মৃত্যু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পুনর্জীবিত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(67)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يُحِقُّ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الْحَقَّ</w:t>
      </w:r>
      <w:r>
        <w:rPr>
          <w:rtl/>
        </w:rPr>
        <w:t xml:space="preserve"> </w:t>
      </w:r>
      <w:r w:rsidRPr="00CF27ED">
        <w:rPr>
          <w:rFonts w:hint="cs"/>
          <w:rtl/>
        </w:rPr>
        <w:t>بِكَلِماتِهِ،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يَقْبَلُ‏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التَّوْبَةَ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عِبادِهِ،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يَحُولُ</w:t>
      </w:r>
      <w:r>
        <w:rPr>
          <w:rtl/>
        </w:rPr>
        <w:t xml:space="preserve"> </w:t>
      </w:r>
      <w:r w:rsidRPr="00CF27ED">
        <w:rPr>
          <w:rFonts w:hint="cs"/>
          <w:rtl/>
        </w:rPr>
        <w:t>بَيْنَ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الْمَرْءِ</w:t>
      </w:r>
      <w:r>
        <w:rPr>
          <w:rtl/>
        </w:rPr>
        <w:t xml:space="preserve"> </w:t>
      </w:r>
      <w:r w:rsidRPr="00CF27ED">
        <w:rPr>
          <w:rFonts w:hint="cs"/>
          <w:rtl/>
        </w:rPr>
        <w:t>وَقَلْبِهِ،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تَنْفَعُ‏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الشَّفاعَةُ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بِاِذْنِهِ،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اَعْلَمُ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ضَلَّ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سَبيلِهِ،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مُعَقِّبَ</w:t>
      </w:r>
      <w:r>
        <w:rPr>
          <w:rtl/>
        </w:rPr>
        <w:t xml:space="preserve"> </w:t>
      </w:r>
      <w:r w:rsidRPr="00CF27ED">
        <w:rPr>
          <w:rFonts w:hint="cs"/>
          <w:rtl/>
        </w:rPr>
        <w:t>لِحُكْمِهِ،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رآدَّ</w:t>
      </w:r>
      <w:r>
        <w:rPr>
          <w:rtl/>
        </w:rPr>
        <w:t xml:space="preserve"> </w:t>
      </w:r>
      <w:r w:rsidRPr="00CF27ED">
        <w:rPr>
          <w:rFonts w:hint="cs"/>
          <w:rtl/>
        </w:rPr>
        <w:t>لِقَضآئِهِ،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انْقادَ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لِأَمْرِهِ،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السَّمواتُ</w:t>
      </w:r>
      <w:r>
        <w:rPr>
          <w:rtl/>
        </w:rPr>
        <w:t xml:space="preserve"> </w:t>
      </w:r>
      <w:r w:rsidRPr="00CF27ED">
        <w:rPr>
          <w:rFonts w:hint="cs"/>
          <w:rtl/>
        </w:rPr>
        <w:t>مَطْوِيَّاتٌ</w:t>
      </w:r>
      <w:r>
        <w:rPr>
          <w:rtl/>
        </w:rPr>
        <w:t xml:space="preserve"> </w:t>
      </w:r>
      <w:r w:rsidRPr="00CF27ED">
        <w:rPr>
          <w:rFonts w:hint="cs"/>
          <w:rtl/>
        </w:rPr>
        <w:t>بِيَمينِهِ،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يُرْسِلُ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الرِّياحَ</w:t>
      </w:r>
      <w:r>
        <w:rPr>
          <w:rtl/>
        </w:rPr>
        <w:t xml:space="preserve"> </w:t>
      </w:r>
      <w:r w:rsidRPr="00CF27ED">
        <w:rPr>
          <w:rFonts w:hint="cs"/>
          <w:rtl/>
        </w:rPr>
        <w:t>بُشْراً</w:t>
      </w:r>
      <w:r>
        <w:rPr>
          <w:rtl/>
        </w:rPr>
        <w:t xml:space="preserve"> </w:t>
      </w:r>
      <w:r w:rsidRPr="00CF27ED">
        <w:rPr>
          <w:rFonts w:hint="cs"/>
          <w:rtl/>
        </w:rPr>
        <w:t>بَيْنَ</w:t>
      </w:r>
      <w:r>
        <w:rPr>
          <w:rtl/>
        </w:rPr>
        <w:t xml:space="preserve"> </w:t>
      </w:r>
      <w:r w:rsidRPr="00CF27ED">
        <w:rPr>
          <w:rFonts w:hint="cs"/>
          <w:rtl/>
        </w:rPr>
        <w:t>يَدَىْ‏</w:t>
      </w:r>
      <w:r>
        <w:rPr>
          <w:rtl/>
        </w:rPr>
        <w:t xml:space="preserve"> </w:t>
      </w:r>
      <w:r w:rsidRPr="00CF27ED">
        <w:rPr>
          <w:rFonts w:hint="cs"/>
          <w:rtl/>
        </w:rPr>
        <w:t>رَحْمَتِهِ</w:t>
      </w:r>
      <w:r>
        <w:rPr>
          <w:rFonts w:hint="cs"/>
          <w:rtl/>
        </w:rPr>
        <w:t>.</w:t>
      </w:r>
    </w:p>
    <w:p w:rsidR="004B01AB" w:rsidRPr="006F654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মাই ইউহিক্কুল হাক্কা বি কালিমাতি</w:t>
      </w:r>
      <w:r>
        <w:rPr>
          <w:cs/>
          <w:lang w:bidi="bn-IN"/>
        </w:rPr>
        <w:t>হি</w:t>
      </w:r>
      <w:r>
        <w:t xml:space="preserve">, </w:t>
      </w:r>
      <w:r w:rsidRPr="00234356">
        <w:rPr>
          <w:cs/>
          <w:lang w:bidi="bn-IN"/>
        </w:rPr>
        <w:t>ইয়া মান ইয়াকবালুত তাওবাতা আন ইবাদিহি</w:t>
      </w:r>
      <w:r>
        <w:t xml:space="preserve">, </w:t>
      </w:r>
      <w:r w:rsidRPr="00234356">
        <w:rPr>
          <w:cs/>
          <w:lang w:bidi="bn-IN"/>
        </w:rPr>
        <w:t>ইয়া মাই ইয়াহুলু বাইনাল মারয়ি ওয়া ক্বালবিহি</w:t>
      </w:r>
      <w:r>
        <w:t xml:space="preserve">, </w:t>
      </w:r>
      <w:r>
        <w:rPr>
          <w:cs/>
          <w:lang w:bidi="bn-IN"/>
        </w:rPr>
        <w:t>ইয়া মান লা তানফায়ু</w:t>
      </w:r>
      <w:r w:rsidRPr="00234356">
        <w:rPr>
          <w:cs/>
          <w:lang w:bidi="bn-IN"/>
        </w:rPr>
        <w:t>শ শাফাআতু ইল্লা বি ইযনি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লামু বিমান যাল্লা আন সাবিলিহি</w:t>
      </w:r>
      <w:r>
        <w:t xml:space="preserve">, </w:t>
      </w:r>
      <w:r w:rsidRPr="00234356">
        <w:rPr>
          <w:cs/>
          <w:lang w:bidi="bn-IN"/>
        </w:rPr>
        <w:t>ইয়া মান লা মুআককিবা লি হুকমিহি</w:t>
      </w:r>
      <w:r>
        <w:t xml:space="preserve">, </w:t>
      </w:r>
      <w:r w:rsidRPr="00234356">
        <w:rPr>
          <w:cs/>
          <w:lang w:bidi="bn-IN"/>
        </w:rPr>
        <w:t>ইয়া মান লা রাদ্দা লি কাযাইহি</w:t>
      </w:r>
      <w:r>
        <w:t xml:space="preserve">, </w:t>
      </w:r>
      <w:r w:rsidRPr="00234356">
        <w:rPr>
          <w:cs/>
          <w:lang w:bidi="bn-IN"/>
        </w:rPr>
        <w:t>ইয়া মানিন ক্বাদা কুল্লু শাইয়্যিন লি আমরিহি</w:t>
      </w:r>
      <w:r>
        <w:t xml:space="preserve">, </w:t>
      </w:r>
      <w:r w:rsidRPr="00234356">
        <w:rPr>
          <w:cs/>
          <w:lang w:bidi="bn-IN"/>
        </w:rPr>
        <w:t>ইয়া মানিস সামাওয়াতি মুতও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আতুন বি ইয়ামিনিহ</w:t>
      </w:r>
      <w:r>
        <w:t xml:space="preserve">, </w:t>
      </w:r>
      <w:r w:rsidRPr="00234356">
        <w:rPr>
          <w:cs/>
          <w:lang w:bidi="bn-IN"/>
        </w:rPr>
        <w:t>ইয়া মান ইউরসিলুর রিয়াহা বুশরান বাইনা ইয়াদাই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রাহমাতি</w:t>
      </w:r>
      <w:r>
        <w:rPr>
          <w:cs/>
          <w:lang w:bidi="bn-IN"/>
        </w:rPr>
        <w:t>হ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সত্যকে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বজায়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দাসদের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অনুতপ্ত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প্রত্যাবর্তনকে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মানুষ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অন্তরের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মাঝে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হস্তক্ষেপ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অনুমতি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সুপারিশ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গ্রহণযোগ্য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ভালোভাবেই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আদেশকে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উল্টাতে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রায়কে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বাতিল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আদেশ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মেনে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চলে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ডান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হাতে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আকাশগুলোকে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গুটিয়ে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হবে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বাতাস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প্রেরণ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সুসংবাদ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রহমতের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আগে।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الْأَرْضَ</w:t>
      </w:r>
      <w:r>
        <w:rPr>
          <w:rtl/>
        </w:rPr>
        <w:t xml:space="preserve"> </w:t>
      </w:r>
      <w:r w:rsidRPr="00CF27ED">
        <w:rPr>
          <w:rFonts w:hint="cs"/>
          <w:rtl/>
        </w:rPr>
        <w:t>مِهاداً،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الْجِبالَ</w:t>
      </w:r>
      <w:r>
        <w:rPr>
          <w:rtl/>
        </w:rPr>
        <w:t xml:space="preserve"> </w:t>
      </w:r>
      <w:r w:rsidRPr="00CF27ED">
        <w:rPr>
          <w:rFonts w:hint="cs"/>
          <w:rtl/>
        </w:rPr>
        <w:t>اَوْتاداً،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الشَّمْسَ</w:t>
      </w:r>
      <w:r>
        <w:rPr>
          <w:rtl/>
        </w:rPr>
        <w:t xml:space="preserve"> </w:t>
      </w:r>
      <w:r w:rsidRPr="00CF27ED">
        <w:rPr>
          <w:rFonts w:hint="cs"/>
          <w:rtl/>
        </w:rPr>
        <w:t>سِراجاً،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الْقَمَرَ</w:t>
      </w:r>
      <w:r>
        <w:rPr>
          <w:rtl/>
        </w:rPr>
        <w:t xml:space="preserve"> </w:t>
      </w:r>
      <w:r w:rsidRPr="00CF27ED">
        <w:rPr>
          <w:rFonts w:hint="cs"/>
          <w:rtl/>
        </w:rPr>
        <w:t>نُوراً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اللَّيْلَ‏</w:t>
      </w:r>
      <w:r>
        <w:rPr>
          <w:rtl/>
        </w:rPr>
        <w:t xml:space="preserve"> </w:t>
      </w:r>
      <w:r w:rsidRPr="00CF27ED">
        <w:rPr>
          <w:rFonts w:hint="cs"/>
          <w:rtl/>
        </w:rPr>
        <w:t>لِباساً،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النَّهارَ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مَعاشاً،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النَّوْمَ</w:t>
      </w:r>
      <w:r>
        <w:rPr>
          <w:rtl/>
        </w:rPr>
        <w:t xml:space="preserve"> </w:t>
      </w:r>
      <w:r w:rsidRPr="00CF27ED">
        <w:rPr>
          <w:rFonts w:hint="cs"/>
          <w:rtl/>
        </w:rPr>
        <w:t>سُباتاً،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السَّمآءَ</w:t>
      </w:r>
      <w:r>
        <w:rPr>
          <w:rtl/>
        </w:rPr>
        <w:t xml:space="preserve"> </w:t>
      </w:r>
      <w:r w:rsidRPr="00CF27ED">
        <w:rPr>
          <w:rFonts w:hint="cs"/>
          <w:rtl/>
        </w:rPr>
        <w:t>بِنآءً،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الْأَشْيآءَ</w:t>
      </w:r>
      <w:r>
        <w:rPr>
          <w:rtl/>
        </w:rPr>
        <w:t xml:space="preserve"> </w:t>
      </w:r>
      <w:r w:rsidRPr="00CF27ED">
        <w:rPr>
          <w:rFonts w:hint="cs"/>
          <w:rtl/>
        </w:rPr>
        <w:t>اَزْواجاً،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النَّارَ</w:t>
      </w:r>
      <w:r>
        <w:rPr>
          <w:rtl/>
        </w:rPr>
        <w:t xml:space="preserve"> </w:t>
      </w:r>
      <w:r w:rsidRPr="00CF27ED">
        <w:rPr>
          <w:rFonts w:hint="cs"/>
          <w:rtl/>
        </w:rPr>
        <w:t>مِرْصاداً</w:t>
      </w:r>
      <w:r>
        <w:t>.</w:t>
      </w:r>
    </w:p>
    <w:p w:rsidR="004B01AB" w:rsidRPr="009F0F3C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জাআলাল আরযা মিহাদা</w:t>
      </w:r>
      <w:r>
        <w:t xml:space="preserve">, </w:t>
      </w:r>
      <w:r w:rsidRPr="00234356">
        <w:rPr>
          <w:cs/>
          <w:lang w:bidi="bn-IN"/>
        </w:rPr>
        <w:t>ইয়া মান জাআলাল জিবালা আউতাদা</w:t>
      </w:r>
      <w:r>
        <w:t xml:space="preserve">, </w:t>
      </w:r>
      <w:r w:rsidRPr="00234356">
        <w:rPr>
          <w:cs/>
          <w:lang w:bidi="bn-IN"/>
        </w:rPr>
        <w:t>ইয়া মান জাআলাশ শামসা সিরাজা</w:t>
      </w:r>
      <w:r>
        <w:t xml:space="preserve">, </w:t>
      </w:r>
      <w:r w:rsidRPr="00234356">
        <w:rPr>
          <w:cs/>
          <w:lang w:bidi="bn-IN"/>
        </w:rPr>
        <w:t>ইয়া মান জাআলাল ক্বামারা নুরা</w:t>
      </w:r>
      <w:r>
        <w:t xml:space="preserve">, </w:t>
      </w:r>
      <w:r w:rsidRPr="00234356">
        <w:rPr>
          <w:cs/>
          <w:lang w:bidi="bn-IN"/>
        </w:rPr>
        <w:t>ইয়া মান জাআলাল লাইলা লিবাসা</w:t>
      </w:r>
      <w:r>
        <w:t xml:space="preserve">, </w:t>
      </w:r>
      <w:r w:rsidRPr="00234356">
        <w:rPr>
          <w:cs/>
          <w:lang w:bidi="bn-IN"/>
        </w:rPr>
        <w:t>ইয়া মান জাআলান নাহারা মাআশা</w:t>
      </w:r>
      <w:r>
        <w:t xml:space="preserve">, </w:t>
      </w:r>
      <w:r w:rsidRPr="00234356">
        <w:rPr>
          <w:cs/>
          <w:lang w:bidi="bn-IN"/>
        </w:rPr>
        <w:t>ইয়া মান জাআলান নাউমা সুবাতা</w:t>
      </w:r>
      <w:r>
        <w:t xml:space="preserve">, </w:t>
      </w:r>
      <w:r w:rsidRPr="00234356">
        <w:rPr>
          <w:cs/>
          <w:lang w:bidi="bn-IN"/>
        </w:rPr>
        <w:t>ইয়া মান জাআলাস সামাআ বানাআ</w:t>
      </w:r>
      <w:r>
        <w:t xml:space="preserve">, </w:t>
      </w:r>
      <w:r w:rsidRPr="00234356">
        <w:rPr>
          <w:cs/>
          <w:lang w:bidi="bn-IN"/>
        </w:rPr>
        <w:t>ইয়া মান জাআলাল আশিয়াআ আযওয়াজা</w:t>
      </w:r>
      <w:r>
        <w:t xml:space="preserve">, </w:t>
      </w:r>
      <w:r w:rsidRPr="00234356">
        <w:rPr>
          <w:cs/>
          <w:lang w:bidi="bn-IN"/>
        </w:rPr>
        <w:t>ইয়া মান জাআলান নারা মিরসাদা।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পৃথিবীকে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শিশুর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দোলনার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পাহাড়গুলোকে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পেরেকের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সূর্যকে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বাতি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চাঁদকে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নুর</w:t>
      </w:r>
      <w:r w:rsidR="004B01AB" w:rsidRPr="005167FE">
        <w:rPr>
          <w:cs/>
          <w:lang w:bidi="bn-IN"/>
        </w:rPr>
        <w:t xml:space="preserve"> (</w:t>
      </w:r>
      <w:r w:rsidR="004B01AB" w:rsidRPr="005167FE">
        <w:rPr>
          <w:rFonts w:hint="cs"/>
          <w:cs/>
          <w:lang w:bidi="bn-IN"/>
        </w:rPr>
        <w:t>আগুনবিহীন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 w:rsidRPr="005167FE">
        <w:rPr>
          <w:cs/>
          <w:lang w:bidi="bn-IN"/>
        </w:rPr>
        <w:t>)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রাতকে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পোশাক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দিনকে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ঘুমকে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বিশ্রাম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আকাশকে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শামিয়ানা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জোড়ায়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জাহান্নামকে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বানিয়েছেন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যা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প্রতিক্ষায়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রয়েছে</w:t>
      </w:r>
      <w:r w:rsidR="004B01AB">
        <w:rPr>
          <w:cs/>
          <w:lang w:bidi="hi-IN"/>
        </w:rPr>
        <w:t>।</w:t>
      </w:r>
      <w:r w:rsidR="004B01AB">
        <w:t xml:space="preserve"> 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(69)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سَميعُ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شَفيعُ،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رَفيعُ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مَنيعُ،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سَريعُ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بَديعُ،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كَبيرُ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قَديرُ،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خَبيرُ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مُجيرُ</w:t>
      </w:r>
      <w:r>
        <w:rPr>
          <w:rFonts w:hint="cs"/>
          <w:rtl/>
        </w:rPr>
        <w:t>.</w:t>
      </w:r>
    </w:p>
    <w:p w:rsidR="004B01AB" w:rsidRPr="00AC34DE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সামিউ</w:t>
      </w:r>
      <w:r>
        <w:t xml:space="preserve">, </w:t>
      </w:r>
      <w:r w:rsidRPr="00234356">
        <w:rPr>
          <w:cs/>
          <w:lang w:bidi="bn-IN"/>
        </w:rPr>
        <w:t>ইয়া শাফিউ</w:t>
      </w:r>
      <w:r>
        <w:t xml:space="preserve">, </w:t>
      </w:r>
      <w:r w:rsidRPr="00234356">
        <w:rPr>
          <w:cs/>
          <w:lang w:bidi="bn-IN"/>
        </w:rPr>
        <w:t>ইয়া রাফিউ</w:t>
      </w:r>
      <w:r>
        <w:t xml:space="preserve">, </w:t>
      </w:r>
      <w:r w:rsidRPr="00234356">
        <w:rPr>
          <w:cs/>
          <w:lang w:bidi="bn-IN"/>
        </w:rPr>
        <w:t>ইয়া মানিউ</w:t>
      </w:r>
      <w:r>
        <w:t xml:space="preserve">, </w:t>
      </w:r>
      <w:r w:rsidRPr="00234356">
        <w:rPr>
          <w:cs/>
          <w:lang w:bidi="bn-IN"/>
        </w:rPr>
        <w:t>ইয়া সারিউ</w:t>
      </w:r>
      <w:r>
        <w:t xml:space="preserve">, </w:t>
      </w:r>
      <w:r w:rsidRPr="00234356">
        <w:rPr>
          <w:cs/>
          <w:lang w:bidi="bn-IN"/>
        </w:rPr>
        <w:t>ইয়া বাদিউ</w:t>
      </w:r>
      <w:r>
        <w:t xml:space="preserve">, </w:t>
      </w:r>
      <w:r w:rsidRPr="00234356">
        <w:rPr>
          <w:cs/>
          <w:lang w:bidi="bn-IN"/>
        </w:rPr>
        <w:t>ইয়া কাবিরু</w:t>
      </w:r>
      <w:r>
        <w:t xml:space="preserve">, </w:t>
      </w:r>
      <w:r w:rsidRPr="00234356">
        <w:rPr>
          <w:cs/>
          <w:lang w:bidi="bn-IN"/>
        </w:rPr>
        <w:t>ইয়া ক্বা</w:t>
      </w:r>
      <w:r>
        <w:rPr>
          <w:cs/>
          <w:lang w:bidi="bn-IN"/>
        </w:rPr>
        <w:t>দিরু</w:t>
      </w:r>
      <w:r>
        <w:t xml:space="preserve">, </w:t>
      </w:r>
      <w:r w:rsidRPr="00234356">
        <w:rPr>
          <w:cs/>
          <w:lang w:bidi="bn-IN"/>
        </w:rPr>
        <w:t>ইয়া খাবিরু</w:t>
      </w:r>
      <w:r>
        <w:t xml:space="preserve">, </w:t>
      </w:r>
      <w:r w:rsidRPr="00234356">
        <w:rPr>
          <w:cs/>
          <w:lang w:bidi="bn-IN"/>
        </w:rPr>
        <w:t>ইয়া মুজি</w:t>
      </w:r>
      <w:r>
        <w:rPr>
          <w:cs/>
          <w:lang w:bidi="bn-IN"/>
        </w:rPr>
        <w:t>র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hi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সর্বশ্রবণকারী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সুপারিশকারী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মহিমময়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অপরাজেয়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দ্রুত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 xml:space="preserve">সৃষ্টিকর্তা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মহান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সর্বক্ষমতাবান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অবগত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সমর্থনদাতা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(70)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حَيّاً</w:t>
      </w:r>
      <w:r>
        <w:rPr>
          <w:rtl/>
        </w:rPr>
        <w:t xml:space="preserve"> </w:t>
      </w:r>
      <w:r w:rsidRPr="00CF27ED">
        <w:rPr>
          <w:rFonts w:hint="cs"/>
          <w:rtl/>
        </w:rPr>
        <w:t>قَبْلَ‏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حَيّاً</w:t>
      </w:r>
      <w:r>
        <w:rPr>
          <w:rtl/>
        </w:rPr>
        <w:t xml:space="preserve"> </w:t>
      </w:r>
      <w:r w:rsidRPr="00CF27ED">
        <w:rPr>
          <w:rFonts w:hint="cs"/>
          <w:rtl/>
        </w:rPr>
        <w:t>بَعْدَ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الَّذى‏</w:t>
      </w:r>
      <w:r>
        <w:rPr>
          <w:rtl/>
        </w:rPr>
        <w:t xml:space="preserve"> </w:t>
      </w:r>
      <w:r w:rsidRPr="00CF27ED">
        <w:rPr>
          <w:rFonts w:hint="cs"/>
          <w:rtl/>
        </w:rPr>
        <w:t>لَيْسَ</w:t>
      </w:r>
      <w:r>
        <w:rPr>
          <w:rtl/>
        </w:rPr>
        <w:t xml:space="preserve"> </w:t>
      </w:r>
      <w:r w:rsidRPr="00CF27ED">
        <w:rPr>
          <w:rFonts w:hint="cs"/>
          <w:rtl/>
        </w:rPr>
        <w:t>كَمِثْلِهِ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الَّذى‏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يُشارِكُهُ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الَّذى‏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يَحْتاجُ</w:t>
      </w:r>
      <w:r>
        <w:rPr>
          <w:rtl/>
        </w:rPr>
        <w:t xml:space="preserve"> </w:t>
      </w:r>
      <w:r w:rsidRPr="00CF27ED">
        <w:rPr>
          <w:rFonts w:hint="cs"/>
          <w:rtl/>
        </w:rPr>
        <w:t>اِلى‏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الَّذى‏</w:t>
      </w:r>
      <w:r>
        <w:rPr>
          <w:rtl/>
        </w:rPr>
        <w:t xml:space="preserve"> </w:t>
      </w:r>
      <w:r w:rsidRPr="00CF27ED">
        <w:rPr>
          <w:rFonts w:hint="cs"/>
          <w:rtl/>
        </w:rPr>
        <w:t>يُميتُ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كُلَّ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الَّذى‏</w:t>
      </w:r>
      <w:r>
        <w:rPr>
          <w:rtl/>
        </w:rPr>
        <w:t xml:space="preserve"> </w:t>
      </w:r>
      <w:r w:rsidRPr="00CF27ED">
        <w:rPr>
          <w:rFonts w:hint="cs"/>
          <w:rtl/>
        </w:rPr>
        <w:t>يَرْزُقُ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كُلَّ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حَيّاً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يَرِثِ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الْحَيوةَ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الَّذى‏</w:t>
      </w:r>
      <w:r>
        <w:rPr>
          <w:rtl/>
        </w:rPr>
        <w:t xml:space="preserve"> </w:t>
      </w:r>
      <w:r w:rsidRPr="00CF27ED">
        <w:rPr>
          <w:rFonts w:hint="cs"/>
          <w:rtl/>
        </w:rPr>
        <w:t>يُحْيِى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الْمَوْتى‏،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حَىُّ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قَيُّومُ،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تَاْخُذُهُ</w:t>
      </w:r>
      <w:r>
        <w:rPr>
          <w:rtl/>
        </w:rPr>
        <w:t xml:space="preserve"> </w:t>
      </w:r>
      <w:r w:rsidRPr="00CF27ED">
        <w:rPr>
          <w:rFonts w:hint="cs"/>
          <w:rtl/>
        </w:rPr>
        <w:t>سِنَةٌ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نَوْمٌ</w:t>
      </w:r>
      <w:r>
        <w:rPr>
          <w:rFonts w:hint="cs"/>
          <w:rtl/>
        </w:rPr>
        <w:t>.</w:t>
      </w:r>
    </w:p>
    <w:p w:rsidR="004B01AB" w:rsidRPr="00045DA9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rPr>
          <w:rFonts w:ascii="SolaimanLipi" w:hAnsi="SolaimanLipi" w:cs="SolaimanLipi"/>
        </w:rPr>
        <w:t>.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হাই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 xml:space="preserve"> কাবলা কুল্লি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ন বা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আদা কুল্লি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হাইউ</w:t>
      </w:r>
      <w:r>
        <w:rPr>
          <w:cs/>
          <w:lang w:bidi="bn-IN"/>
        </w:rPr>
        <w:t>ল্লা</w:t>
      </w:r>
      <w:r w:rsidRPr="00234356">
        <w:rPr>
          <w:cs/>
          <w:lang w:bidi="bn-IN"/>
        </w:rPr>
        <w:t>যি লাইসা কামিসলিহি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হাইউ</w:t>
      </w:r>
      <w:r>
        <w:rPr>
          <w:cs/>
          <w:lang w:bidi="bn-IN"/>
        </w:rPr>
        <w:t>ল্লা</w:t>
      </w:r>
      <w:r w:rsidRPr="00234356">
        <w:rPr>
          <w:cs/>
          <w:lang w:bidi="bn-IN"/>
        </w:rPr>
        <w:t>যি লা ইউশারিকুহু হাই</w:t>
      </w:r>
      <w:r>
        <w:t xml:space="preserve">, </w:t>
      </w:r>
      <w:r w:rsidRPr="00234356">
        <w:rPr>
          <w:cs/>
          <w:lang w:bidi="bn-IN"/>
        </w:rPr>
        <w:t>ইয়া হাইউ</w:t>
      </w:r>
      <w:r>
        <w:rPr>
          <w:cs/>
          <w:lang w:bidi="bn-IN"/>
        </w:rPr>
        <w:t>ল্লা</w:t>
      </w:r>
      <w:r w:rsidRPr="00234356">
        <w:rPr>
          <w:cs/>
          <w:lang w:bidi="bn-IN"/>
        </w:rPr>
        <w:t>যি লা ইয়াহতাজু ইলা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হাইউ</w:t>
      </w:r>
      <w:r>
        <w:rPr>
          <w:cs/>
          <w:lang w:bidi="bn-IN"/>
        </w:rPr>
        <w:t>ল্লা</w:t>
      </w:r>
      <w:r w:rsidRPr="00234356">
        <w:rPr>
          <w:cs/>
          <w:lang w:bidi="bn-IN"/>
        </w:rPr>
        <w:t>যি ইউমিতু কুল্লা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হাইউ</w:t>
      </w:r>
      <w:r>
        <w:rPr>
          <w:cs/>
          <w:lang w:bidi="bn-IN"/>
        </w:rPr>
        <w:t>ল্লা</w:t>
      </w:r>
      <w:r w:rsidRPr="00234356">
        <w:rPr>
          <w:cs/>
          <w:lang w:bidi="bn-IN"/>
        </w:rPr>
        <w:t>যি ইয়ারযুক্বু কুল্লা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ন লাম ইয়ারিসিল হায়াতা মিন হা</w:t>
      </w:r>
      <w:r>
        <w:rPr>
          <w:cs/>
          <w:lang w:bidi="bn-IN"/>
        </w:rPr>
        <w:t>য়্যি</w:t>
      </w:r>
      <w:r>
        <w:t xml:space="preserve">, </w:t>
      </w:r>
      <w:r w:rsidRPr="00234356">
        <w:rPr>
          <w:cs/>
          <w:lang w:bidi="bn-IN"/>
        </w:rPr>
        <w:t>ইয়া হাইউ</w:t>
      </w:r>
      <w:r>
        <w:rPr>
          <w:cs/>
          <w:lang w:bidi="bn-IN"/>
        </w:rPr>
        <w:t>ল্লা</w:t>
      </w:r>
      <w:r w:rsidRPr="00234356">
        <w:rPr>
          <w:cs/>
          <w:lang w:bidi="bn-IN"/>
        </w:rPr>
        <w:t>যি ইউহয়িল মাউ</w:t>
      </w:r>
      <w:r>
        <w:rPr>
          <w:cs/>
          <w:lang w:bidi="bn-IN"/>
        </w:rPr>
        <w:t>তা</w:t>
      </w:r>
      <w:r>
        <w:t xml:space="preserve">, </w:t>
      </w:r>
      <w:r w:rsidRPr="00234356">
        <w:rPr>
          <w:cs/>
          <w:lang w:bidi="bn-IN"/>
        </w:rPr>
        <w:t>ইয়া হাইয়্যু ইয়া কাই</w:t>
      </w:r>
      <w:r>
        <w:rPr>
          <w:cs/>
          <w:lang w:bidi="bn-IN"/>
        </w:rPr>
        <w:t>য়্যু</w:t>
      </w:r>
      <w:r w:rsidRPr="00234356">
        <w:rPr>
          <w:cs/>
          <w:lang w:bidi="bn-IN"/>
        </w:rPr>
        <w:t>ম</w:t>
      </w:r>
      <w:r>
        <w:t xml:space="preserve">, </w:t>
      </w:r>
      <w:r w:rsidRPr="00234356">
        <w:rPr>
          <w:cs/>
          <w:lang w:bidi="bn-IN"/>
        </w:rPr>
        <w:t>লা তাখুযুহু সিনাতুন ওয়ালা নাউম।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আগে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পরেও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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জীবিতসত্তা</w:t>
      </w:r>
      <w:r w:rsidR="004B01AB" w:rsidRPr="005167FE">
        <w:rPr>
          <w:cs/>
          <w:lang w:bidi="bn-IN"/>
        </w:rPr>
        <w:t xml:space="preserve"> </w:t>
      </w:r>
      <w:r w:rsidR="004B01AB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অংশীদার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নির্ভরশীল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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প্রত্যেক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মৃত্যু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lastRenderedPageBreak/>
        <w:t>দেন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জীবনোপকরণ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সত্ত্বার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উত্তরাধিকার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হিসাবে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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মৃতকে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চিরঞ্জীব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স্বনির্ভর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ক্লান্তি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ঘুম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যাকে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স্পর্শ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করতে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পারে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(71)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ذِكْرٌ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يُنْسى‏،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نُورٌ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يُطْفى‏،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لَهُ‏</w:t>
      </w:r>
      <w:r>
        <w:rPr>
          <w:rtl/>
        </w:rPr>
        <w:t xml:space="preserve"> </w:t>
      </w:r>
      <w:r w:rsidRPr="00CF27ED">
        <w:rPr>
          <w:rFonts w:hint="cs"/>
          <w:rtl/>
        </w:rPr>
        <w:t>نِعَمٌ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تُعَدُّ،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يَزُولُ،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ثَنآءٌ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يُحْصى‏،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لَهُ‏</w:t>
      </w:r>
      <w:r>
        <w:rPr>
          <w:rtl/>
        </w:rPr>
        <w:t xml:space="preserve"> </w:t>
      </w:r>
      <w:r w:rsidRPr="00CF27ED">
        <w:rPr>
          <w:rFonts w:hint="cs"/>
          <w:rtl/>
        </w:rPr>
        <w:t>جَلالٌ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يُكَيَّفُ،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كَمالٌ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يُدْرَكُ،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قَضآءٌ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يُرَدُّ،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صِفاتٌ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تُبَدَّلُ،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نُعُوتٌ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تُغَيَّرُ</w:t>
      </w:r>
      <w:r>
        <w:rPr>
          <w:rFonts w:hint="cs"/>
          <w:rtl/>
        </w:rPr>
        <w:t>.</w:t>
      </w:r>
    </w:p>
    <w:p w:rsidR="004B01AB" w:rsidRPr="00F558B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মাল লাহু যিকরুল লা ইউনসা</w:t>
      </w:r>
      <w:r>
        <w:t xml:space="preserve">, </w:t>
      </w:r>
      <w:r w:rsidRPr="00234356">
        <w:rPr>
          <w:cs/>
          <w:lang w:bidi="bn-IN"/>
        </w:rPr>
        <w:t>ইয়া মাল লাহু নুরুল লা ইউতফা</w:t>
      </w:r>
      <w:r>
        <w:t xml:space="preserve">, </w:t>
      </w:r>
      <w:r w:rsidRPr="00234356">
        <w:rPr>
          <w:cs/>
          <w:lang w:bidi="bn-IN"/>
        </w:rPr>
        <w:t>ইয়া মাল লাহু নিয়ামুল লা তুআদ্দ</w:t>
      </w:r>
      <w:r>
        <w:t xml:space="preserve">, </w:t>
      </w:r>
      <w:r w:rsidRPr="00234356">
        <w:rPr>
          <w:cs/>
          <w:lang w:bidi="bn-IN"/>
        </w:rPr>
        <w:t>ইয়া মাল লাহু মুলকুল লা ইয়াযুল</w:t>
      </w:r>
      <w:r>
        <w:t xml:space="preserve">, </w:t>
      </w:r>
      <w:r w:rsidRPr="00234356">
        <w:rPr>
          <w:cs/>
          <w:lang w:bidi="bn-IN"/>
        </w:rPr>
        <w:t>ইয়া মাল লাহু সানাউল লা ইউহসা</w:t>
      </w:r>
      <w:r>
        <w:t xml:space="preserve">, </w:t>
      </w:r>
      <w:r w:rsidRPr="00234356">
        <w:rPr>
          <w:cs/>
          <w:lang w:bidi="bn-IN"/>
        </w:rPr>
        <w:t>ইয়া মাল লাহু জালালুল লা ইউকাই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ফ</w:t>
      </w:r>
      <w:r>
        <w:t xml:space="preserve">, </w:t>
      </w:r>
      <w:r w:rsidRPr="00234356">
        <w:rPr>
          <w:cs/>
          <w:lang w:bidi="bn-IN"/>
        </w:rPr>
        <w:t>ইয়া মাল লাহু কামালুল লা ইউদরাক</w:t>
      </w:r>
      <w:r>
        <w:t xml:space="preserve">, </w:t>
      </w:r>
      <w:r w:rsidRPr="00234356">
        <w:rPr>
          <w:cs/>
          <w:lang w:bidi="bn-IN"/>
        </w:rPr>
        <w:t>ইয়া মাল লাহু কাযাউল লা ইউরাদ্দ</w:t>
      </w:r>
      <w:r>
        <w:t xml:space="preserve">, </w:t>
      </w:r>
      <w:r w:rsidRPr="00234356">
        <w:rPr>
          <w:cs/>
          <w:lang w:bidi="bn-IN"/>
        </w:rPr>
        <w:t>ইয়া মাল লাহু সিফাতুল লা তুবাদ্দাল</w:t>
      </w:r>
      <w:r>
        <w:t xml:space="preserve">, </w:t>
      </w:r>
      <w:r w:rsidRPr="00234356">
        <w:rPr>
          <w:cs/>
          <w:lang w:bidi="bn-IN"/>
        </w:rPr>
        <w:t>ইয়া মাল লাহু নুউতুল লা তুগাই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hi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স্মরণ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ভুলে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যাওয়া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নিভানো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উপহারগুলোর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সংখ্যা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সাম্রাজ্যের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অপরিবর্তনীয়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মহত্ত্ব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বানানো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নিখুঁত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অবস্থা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উপলদ্ধি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প্রত্যাখ্যান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স্বভাবের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পরিবর্তন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বৈশিষ্ট্যগুলোর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পরিবর্তন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ঘটে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lastRenderedPageBreak/>
        <w:t>(72)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الْعالَمينَ،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مالِكَ</w:t>
      </w:r>
      <w:r>
        <w:rPr>
          <w:rtl/>
        </w:rPr>
        <w:t xml:space="preserve"> </w:t>
      </w:r>
      <w:r w:rsidRPr="00CF27ED">
        <w:rPr>
          <w:rFonts w:hint="cs"/>
          <w:rtl/>
        </w:rPr>
        <w:t>يَوْمِ</w:t>
      </w:r>
      <w:r>
        <w:rPr>
          <w:rtl/>
        </w:rPr>
        <w:t xml:space="preserve"> </w:t>
      </w:r>
      <w:r w:rsidRPr="00CF27ED">
        <w:rPr>
          <w:rFonts w:hint="cs"/>
          <w:rtl/>
        </w:rPr>
        <w:t>الدّينِ،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غايَةَ</w:t>
      </w:r>
      <w:r>
        <w:rPr>
          <w:rtl/>
        </w:rPr>
        <w:t xml:space="preserve"> </w:t>
      </w:r>
      <w:r w:rsidRPr="00CF27ED">
        <w:rPr>
          <w:rFonts w:hint="cs"/>
          <w:rtl/>
        </w:rPr>
        <w:t>الطَّالِبينَ،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ظَهْرَ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اللاَّجينَ،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مُدْرِكَ‏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الْهارِبينَ،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يُحِبُّ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الصَّابِرينَ،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يُحِبُّ</w:t>
      </w:r>
      <w:r>
        <w:rPr>
          <w:rtl/>
        </w:rPr>
        <w:t xml:space="preserve"> </w:t>
      </w:r>
      <w:r w:rsidRPr="00CF27ED">
        <w:rPr>
          <w:rFonts w:hint="cs"/>
          <w:rtl/>
        </w:rPr>
        <w:t>التَّوَّابينَ،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يُحِبُ‏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الْمُتَطَهِّرينَ،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يُحِبُّ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الْمُحْسِنينَ،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اَعْلَمُ</w:t>
      </w:r>
      <w:r>
        <w:rPr>
          <w:rtl/>
        </w:rPr>
        <w:t xml:space="preserve"> </w:t>
      </w:r>
      <w:r w:rsidRPr="00CF27ED">
        <w:rPr>
          <w:rFonts w:hint="cs"/>
          <w:rtl/>
        </w:rPr>
        <w:t>بِالْمُهْتَدينَ‏</w:t>
      </w:r>
      <w:r>
        <w:t>.</w:t>
      </w:r>
    </w:p>
    <w:p w:rsidR="004B01AB" w:rsidRPr="00F558B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রাব্বাল আলামিন</w:t>
      </w:r>
      <w:r>
        <w:t xml:space="preserve">, </w:t>
      </w:r>
      <w:r w:rsidRPr="00234356">
        <w:rPr>
          <w:cs/>
          <w:lang w:bidi="bn-IN"/>
        </w:rPr>
        <w:t xml:space="preserve">ইয়া মালিকি ইয়াউমিদ্দিন </w:t>
      </w:r>
      <w:r>
        <w:t xml:space="preserve">, </w:t>
      </w:r>
      <w:r w:rsidRPr="00234356">
        <w:rPr>
          <w:cs/>
          <w:lang w:bidi="bn-IN"/>
        </w:rPr>
        <w:t>ইয়া গায়াতাত তালিবিন</w:t>
      </w:r>
      <w:r>
        <w:t xml:space="preserve">, </w:t>
      </w:r>
      <w:r w:rsidRPr="00234356">
        <w:rPr>
          <w:cs/>
          <w:lang w:bidi="bn-IN"/>
        </w:rPr>
        <w:t>ই</w:t>
      </w:r>
      <w:r>
        <w:rPr>
          <w:cs/>
          <w:lang w:bidi="bn-IN"/>
        </w:rPr>
        <w:t>য়া</w:t>
      </w:r>
      <w:r w:rsidRPr="00234356">
        <w:rPr>
          <w:cs/>
          <w:lang w:bidi="bn-IN"/>
        </w:rPr>
        <w:t xml:space="preserve"> যাহরাল লাজিন</w:t>
      </w:r>
      <w:r>
        <w:t xml:space="preserve">, </w:t>
      </w:r>
      <w:r w:rsidRPr="00234356">
        <w:rPr>
          <w:cs/>
          <w:lang w:bidi="bn-IN"/>
        </w:rPr>
        <w:t>ইয়া মুদরিকাল হারিবিন</w:t>
      </w:r>
      <w:r>
        <w:t xml:space="preserve">, </w:t>
      </w:r>
      <w:r w:rsidRPr="00234356">
        <w:rPr>
          <w:cs/>
          <w:lang w:bidi="bn-IN"/>
        </w:rPr>
        <w:t>ইয়া মাই ইউহিব্বুস সাবিরিন</w:t>
      </w:r>
      <w:r>
        <w:t xml:space="preserve">, </w:t>
      </w:r>
      <w:r w:rsidRPr="00234356">
        <w:rPr>
          <w:cs/>
          <w:lang w:bidi="bn-IN"/>
        </w:rPr>
        <w:t>ইয়া মাই ইউহিব্বুত তাও</w:t>
      </w:r>
      <w:r>
        <w:rPr>
          <w:cs/>
          <w:lang w:bidi="bn-IN"/>
        </w:rPr>
        <w:t>য়্যা</w:t>
      </w:r>
      <w:r w:rsidRPr="00234356">
        <w:rPr>
          <w:cs/>
          <w:lang w:bidi="bn-IN"/>
        </w:rPr>
        <w:t>বিন</w:t>
      </w:r>
      <w:r>
        <w:t xml:space="preserve">, </w:t>
      </w:r>
      <w:r w:rsidRPr="00234356">
        <w:rPr>
          <w:cs/>
          <w:lang w:bidi="bn-IN"/>
        </w:rPr>
        <w:t>ইয়া মাই ইউহিব্বুল মুতা তাহ</w:t>
      </w:r>
      <w:r>
        <w:rPr>
          <w:cs/>
          <w:lang w:bidi="bn-IN"/>
        </w:rPr>
        <w:t>হ্যি</w:t>
      </w:r>
      <w:r w:rsidRPr="00234356">
        <w:rPr>
          <w:cs/>
          <w:lang w:bidi="bn-IN"/>
        </w:rPr>
        <w:t>রিন</w:t>
      </w:r>
      <w:r>
        <w:t xml:space="preserve">, </w:t>
      </w:r>
      <w:r w:rsidRPr="00234356">
        <w:rPr>
          <w:cs/>
          <w:lang w:bidi="bn-IN"/>
        </w:rPr>
        <w:t>ইয়া মাই ইউহিব্বুল মুহসিনিন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লামু বিল মুহতাদিন।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জগতসমূহের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বাদশাহ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চুড়ান্ত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লক্ষ্য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শরণার্থীদের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পলাতকদের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ফেলেন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ধৈর্যশীলদের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ভালোবাসেন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>.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অনুতপ্ত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প্রত্যাবর্তনকারীদের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ভালোবাসেন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ভালোবাসেন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নৈতিক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গুণসম্পন্নদের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ভালোবাসেন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সবচেয়ে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ভালোভাবে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অবগত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পথপ্রাপ্ত।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</w:t>
      </w:r>
      <w:r>
        <w:rPr>
          <w:rFonts w:hint="cs"/>
          <w:cs/>
          <w:lang w:bidi="hi-IN"/>
        </w:rPr>
        <w:t xml:space="preserve">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(73)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شَفيقُ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رَفيقُ،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حَفيظُ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مُحيطُ،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مُقيتُ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مُغيثُ،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مُعِزُّ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مُذِلُّ،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مُبْدِئُ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مُعيدُ</w:t>
      </w:r>
      <w:r>
        <w:rPr>
          <w:rFonts w:hint="cs"/>
          <w:rtl/>
        </w:rPr>
        <w:t>.</w:t>
      </w:r>
    </w:p>
    <w:p w:rsidR="004B01AB" w:rsidRPr="00F558B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শাফিক্বু</w:t>
      </w:r>
      <w:r>
        <w:t xml:space="preserve">, </w:t>
      </w:r>
      <w:r w:rsidRPr="00234356">
        <w:rPr>
          <w:cs/>
          <w:lang w:bidi="bn-IN"/>
        </w:rPr>
        <w:t>ইয়া রাফিক্বু</w:t>
      </w:r>
      <w:r>
        <w:t xml:space="preserve">, </w:t>
      </w:r>
      <w:r w:rsidRPr="00234356">
        <w:rPr>
          <w:cs/>
          <w:lang w:bidi="bn-IN"/>
        </w:rPr>
        <w:t>ইয়া হাফিযু</w:t>
      </w:r>
      <w:r>
        <w:t xml:space="preserve">, </w:t>
      </w:r>
      <w:r w:rsidRPr="00234356">
        <w:rPr>
          <w:cs/>
          <w:lang w:bidi="bn-IN"/>
        </w:rPr>
        <w:t>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মুহিতু</w:t>
      </w:r>
      <w:r>
        <w:t xml:space="preserve">, </w:t>
      </w:r>
      <w:r w:rsidRPr="00234356">
        <w:rPr>
          <w:cs/>
          <w:lang w:bidi="bn-IN"/>
        </w:rPr>
        <w:t>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মুক্বিতু</w:t>
      </w:r>
      <w:r>
        <w:t xml:space="preserve">, </w:t>
      </w:r>
      <w:r w:rsidRPr="00234356">
        <w:rPr>
          <w:cs/>
          <w:lang w:bidi="bn-IN"/>
        </w:rPr>
        <w:t>ইয়া মুগিসু</w:t>
      </w:r>
      <w:r>
        <w:t xml:space="preserve">, </w:t>
      </w:r>
      <w:r w:rsidRPr="00234356">
        <w:rPr>
          <w:cs/>
          <w:lang w:bidi="bn-IN"/>
        </w:rPr>
        <w:t>ইয়া মুইযযু</w:t>
      </w:r>
      <w:r>
        <w:t xml:space="preserve">, </w:t>
      </w:r>
      <w:r w:rsidRPr="00234356">
        <w:rPr>
          <w:cs/>
          <w:lang w:bidi="bn-IN"/>
        </w:rPr>
        <w:t>ইয়া মুযিললু</w:t>
      </w:r>
      <w:r>
        <w:t xml:space="preserve">, </w:t>
      </w:r>
      <w:r w:rsidRPr="00234356">
        <w:rPr>
          <w:cs/>
          <w:lang w:bidi="bn-IN"/>
        </w:rPr>
        <w:t>ইয়া মুবদিউ</w:t>
      </w:r>
      <w:r>
        <w:t xml:space="preserve">, </w:t>
      </w:r>
      <w:r w:rsidRPr="00234356">
        <w:rPr>
          <w:cs/>
          <w:lang w:bidi="bn-IN"/>
        </w:rPr>
        <w:t>ইয়া মুয়্যিদ।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সহানুভূতিপূর্ণ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বন্ধু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রক্ষাকারী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পরিবেষ্টনকারী</w:t>
      </w:r>
      <w:r w:rsidR="004B01AB" w:rsidRPr="005167FE">
        <w:rPr>
          <w:cs/>
          <w:lang w:bidi="bn-IN"/>
        </w:rPr>
        <w:t>.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রিযিক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সাহায্যপ্রার্থীদের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অপমান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সূচনাকারী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ফিরিয়ে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নেন।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(74)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اَحَدٌ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ضِدٍّ،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فَرْدٌ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نِدٍّ،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صَمَدٌ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عَيْبٍ،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وِتْرٌ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كَيْفٍ،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قاضٍ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حَيْفٍ،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وَزيرٍ،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عَزيزٌ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ذُلٍّ،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غَنِىٌّ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فَقْرٍ،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مَلِكٌ‏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عَزْلٍ،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مَوْصُوفٌ</w:t>
      </w:r>
      <w:r>
        <w:rPr>
          <w:rtl/>
        </w:rPr>
        <w:t xml:space="preserve"> </w:t>
      </w:r>
      <w:r w:rsidRPr="00CF27ED">
        <w:rPr>
          <w:rFonts w:hint="cs"/>
          <w:rtl/>
        </w:rPr>
        <w:t>بِلا</w:t>
      </w:r>
      <w:r>
        <w:rPr>
          <w:rtl/>
        </w:rPr>
        <w:t xml:space="preserve"> </w:t>
      </w:r>
      <w:r w:rsidRPr="00CF27ED">
        <w:rPr>
          <w:rFonts w:hint="cs"/>
          <w:rtl/>
        </w:rPr>
        <w:t>شَبيهٍ</w:t>
      </w:r>
      <w:r>
        <w:t>.</w:t>
      </w:r>
    </w:p>
    <w:p w:rsidR="004B01AB" w:rsidRPr="00F558BB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t xml:space="preserve"> 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আহাদুন বিলা যিদ্দ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ফারদুন বিলা নিদ্দ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সামাদুন বিলা </w:t>
      </w:r>
      <w:r>
        <w:rPr>
          <w:cs/>
          <w:lang w:bidi="bn-IN"/>
        </w:rPr>
        <w:t>আ</w:t>
      </w:r>
      <w:r w:rsidRPr="00234356">
        <w:rPr>
          <w:cs/>
          <w:lang w:bidi="bn-IN"/>
        </w:rPr>
        <w:t>ইব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ওয়িতরুন বিলা কাইফ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কাযিন বিলা হাইফ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রাব্বুন বিলা ওয়াযির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আযিযুন বিলা যুল্ল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গানি</w:t>
      </w:r>
      <w:r>
        <w:rPr>
          <w:cs/>
          <w:lang w:bidi="bn-IN"/>
        </w:rPr>
        <w:t>য়্যু</w:t>
      </w:r>
      <w:r w:rsidRPr="00234356">
        <w:rPr>
          <w:cs/>
          <w:lang w:bidi="bn-IN"/>
        </w:rPr>
        <w:t>ন বিলা ফাক্বর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মালিকুন বিলা আযল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মাউসুফুন বিলা শাবিহ।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bn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অদ্বিতীয়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বিপরীতে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সমকক্ষ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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স্বাধীন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স্বনির্ভর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ত্রুটি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অবস্থার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পরিবর্তন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অবিচার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বিহীন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মন্ত্রী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সম্মানিত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অসম্মান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সর্বধনী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অভাব</w:t>
      </w:r>
      <w:r w:rsidR="004B01AB" w:rsidRPr="005167FE">
        <w:rPr>
          <w:cs/>
          <w:lang w:bidi="bn-IN"/>
        </w:rPr>
        <w:t xml:space="preserve"> </w:t>
      </w:r>
      <w:r w:rsidR="004B01AB">
        <w:rPr>
          <w:cs/>
          <w:lang w:bidi="bn-IN"/>
        </w:rPr>
        <w:t>না</w:t>
      </w:r>
      <w:r w:rsidR="004B01AB" w:rsidRPr="005167FE">
        <w:rPr>
          <w:rFonts w:hint="cs"/>
          <w:cs/>
          <w:lang w:bidi="bn-IN"/>
        </w:rPr>
        <w:t>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বাদশাহ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সমালোচনা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বৈশিষ্টগুলোর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তুলনা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(75)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ذِكْرُهُ</w:t>
      </w:r>
      <w:r>
        <w:rPr>
          <w:rtl/>
        </w:rPr>
        <w:t xml:space="preserve"> </w:t>
      </w:r>
      <w:r w:rsidRPr="00CF27ED">
        <w:rPr>
          <w:rFonts w:hint="cs"/>
          <w:rtl/>
        </w:rPr>
        <w:t>شَرَفٌ‏</w:t>
      </w:r>
      <w:r>
        <w:rPr>
          <w:rtl/>
        </w:rPr>
        <w:t xml:space="preserve"> </w:t>
      </w:r>
      <w:r w:rsidRPr="00CF27ED">
        <w:rPr>
          <w:rFonts w:hint="cs"/>
          <w:rtl/>
        </w:rPr>
        <w:t>لِلذَّاكِرينَ،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شُكْرُهُ</w:t>
      </w:r>
      <w:r>
        <w:rPr>
          <w:rtl/>
        </w:rPr>
        <w:t xml:space="preserve"> </w:t>
      </w:r>
      <w:r w:rsidRPr="00CF27ED">
        <w:rPr>
          <w:rFonts w:hint="cs"/>
          <w:rtl/>
        </w:rPr>
        <w:t>فَوْزٌ</w:t>
      </w:r>
      <w:r>
        <w:rPr>
          <w:rtl/>
        </w:rPr>
        <w:t xml:space="preserve"> </w:t>
      </w:r>
      <w:r w:rsidRPr="00CF27ED">
        <w:rPr>
          <w:rFonts w:hint="cs"/>
          <w:rtl/>
        </w:rPr>
        <w:t>لِلشَّاكِرينَ،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حَمْدُهُ</w:t>
      </w:r>
      <w:r>
        <w:rPr>
          <w:rtl/>
        </w:rPr>
        <w:t xml:space="preserve"> </w:t>
      </w:r>
      <w:r w:rsidRPr="00CF27ED">
        <w:rPr>
          <w:rFonts w:hint="cs"/>
          <w:rtl/>
        </w:rPr>
        <w:t>عِزٌّ</w:t>
      </w:r>
      <w:r>
        <w:rPr>
          <w:rtl/>
        </w:rPr>
        <w:t xml:space="preserve"> </w:t>
      </w:r>
      <w:r w:rsidRPr="00CF27ED">
        <w:rPr>
          <w:rFonts w:hint="cs"/>
          <w:rtl/>
        </w:rPr>
        <w:t>لِلْحامِدينَ،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طاعَتُهُ</w:t>
      </w:r>
      <w:r>
        <w:rPr>
          <w:rtl/>
        </w:rPr>
        <w:t xml:space="preserve"> </w:t>
      </w:r>
      <w:r w:rsidRPr="00CF27ED">
        <w:rPr>
          <w:rFonts w:hint="cs"/>
          <w:rtl/>
        </w:rPr>
        <w:t>نَجاةٌ</w:t>
      </w:r>
      <w:r>
        <w:rPr>
          <w:rtl/>
        </w:rPr>
        <w:t xml:space="preserve"> </w:t>
      </w:r>
      <w:r w:rsidRPr="00CF27ED">
        <w:rPr>
          <w:rFonts w:hint="cs"/>
          <w:rtl/>
        </w:rPr>
        <w:t>لِلْمُطيعينَ،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بابُهُ</w:t>
      </w:r>
      <w:r>
        <w:rPr>
          <w:rtl/>
        </w:rPr>
        <w:t xml:space="preserve"> </w:t>
      </w:r>
      <w:r w:rsidRPr="00CF27ED">
        <w:rPr>
          <w:rFonts w:hint="cs"/>
          <w:rtl/>
        </w:rPr>
        <w:t>مَفْتُوحٌ</w:t>
      </w:r>
      <w:r>
        <w:rPr>
          <w:rtl/>
        </w:rPr>
        <w:t xml:space="preserve"> </w:t>
      </w:r>
      <w:r w:rsidRPr="00CF27ED">
        <w:rPr>
          <w:rFonts w:hint="cs"/>
          <w:rtl/>
        </w:rPr>
        <w:t>لِلطَّالِبينَ،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سَبيلُهُ</w:t>
      </w:r>
      <w:r>
        <w:rPr>
          <w:rtl/>
        </w:rPr>
        <w:t xml:space="preserve"> </w:t>
      </w:r>
      <w:r w:rsidRPr="00CF27ED">
        <w:rPr>
          <w:rFonts w:hint="cs"/>
          <w:rtl/>
        </w:rPr>
        <w:t>واضِحٌ</w:t>
      </w:r>
      <w:r>
        <w:rPr>
          <w:rtl/>
        </w:rPr>
        <w:t xml:space="preserve"> </w:t>
      </w:r>
      <w:r w:rsidRPr="00CF27ED">
        <w:rPr>
          <w:rFonts w:hint="cs"/>
          <w:rtl/>
        </w:rPr>
        <w:t>لِلْمُنيبينَ،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اياتُهُ</w:t>
      </w:r>
      <w:r>
        <w:rPr>
          <w:rtl/>
        </w:rPr>
        <w:t xml:space="preserve"> </w:t>
      </w:r>
      <w:r w:rsidRPr="00CF27ED">
        <w:rPr>
          <w:rFonts w:hint="cs"/>
          <w:rtl/>
        </w:rPr>
        <w:t>بُرْهانٌ</w:t>
      </w:r>
      <w:r>
        <w:rPr>
          <w:rtl/>
        </w:rPr>
        <w:t xml:space="preserve"> </w:t>
      </w:r>
      <w:r w:rsidRPr="00CF27ED">
        <w:rPr>
          <w:rFonts w:hint="cs"/>
          <w:rtl/>
        </w:rPr>
        <w:t>لِلنَّاظِرينَ،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كِتابُهُ‏</w:t>
      </w:r>
      <w:r>
        <w:rPr>
          <w:rtl/>
        </w:rPr>
        <w:t xml:space="preserve"> </w:t>
      </w:r>
      <w:r w:rsidRPr="00CF27ED">
        <w:rPr>
          <w:rFonts w:hint="cs"/>
          <w:rtl/>
        </w:rPr>
        <w:t>تَذْكِرَةٌ</w:t>
      </w:r>
      <w:r>
        <w:rPr>
          <w:rtl/>
        </w:rPr>
        <w:t xml:space="preserve"> </w:t>
      </w:r>
      <w:r w:rsidRPr="00CF27ED">
        <w:rPr>
          <w:rFonts w:hint="cs"/>
          <w:rtl/>
        </w:rPr>
        <w:t>لِلْمُتَّقينَ،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رِزْقُهُ</w:t>
      </w:r>
      <w:r>
        <w:rPr>
          <w:rtl/>
        </w:rPr>
        <w:t xml:space="preserve"> </w:t>
      </w:r>
      <w:r w:rsidRPr="00CF27ED">
        <w:rPr>
          <w:rFonts w:hint="cs"/>
          <w:rtl/>
        </w:rPr>
        <w:t>عُمُومٌ</w:t>
      </w:r>
      <w:r>
        <w:rPr>
          <w:rtl/>
        </w:rPr>
        <w:t xml:space="preserve"> </w:t>
      </w:r>
      <w:r w:rsidRPr="00CF27ED">
        <w:rPr>
          <w:rFonts w:hint="cs"/>
          <w:rtl/>
        </w:rPr>
        <w:t>لِلطَّآئِعينَ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وَالْعاصينَ،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رَحْمَتُهُ</w:t>
      </w:r>
      <w:r>
        <w:rPr>
          <w:rtl/>
        </w:rPr>
        <w:t xml:space="preserve"> </w:t>
      </w:r>
      <w:r w:rsidRPr="00CF27ED">
        <w:rPr>
          <w:rFonts w:hint="cs"/>
          <w:rtl/>
        </w:rPr>
        <w:t>قَريبٌ</w:t>
      </w:r>
      <w:r>
        <w:rPr>
          <w:rtl/>
        </w:rPr>
        <w:t xml:space="preserve"> </w:t>
      </w:r>
      <w:r w:rsidRPr="00CF27ED">
        <w:rPr>
          <w:rFonts w:hint="cs"/>
          <w:rtl/>
        </w:rPr>
        <w:t>مِنَ‏الْمُحْسِنينَ</w:t>
      </w:r>
      <w:r>
        <w:t>.</w:t>
      </w:r>
    </w:p>
    <w:p w:rsidR="004B01AB" w:rsidRPr="0092635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যিকরুহু শারাফুল লিয যাকিরিন</w:t>
      </w:r>
      <w:r>
        <w:t xml:space="preserve">, </w:t>
      </w:r>
      <w:r w:rsidRPr="00234356">
        <w:rPr>
          <w:cs/>
          <w:lang w:bidi="bn-IN"/>
        </w:rPr>
        <w:t>ইয়া মান শুকরুহু ফাওযুল লিশ শাকিরিন</w:t>
      </w:r>
      <w:r>
        <w:t xml:space="preserve">, </w:t>
      </w:r>
      <w:r w:rsidRPr="00234356">
        <w:rPr>
          <w:cs/>
          <w:lang w:bidi="bn-IN"/>
        </w:rPr>
        <w:t>ইয়া মান হামদুহু ইযযুল লিল হামিদিন</w:t>
      </w:r>
      <w:r>
        <w:t xml:space="preserve">, </w:t>
      </w:r>
      <w:r w:rsidRPr="00234356">
        <w:rPr>
          <w:cs/>
          <w:lang w:bidi="bn-IN"/>
        </w:rPr>
        <w:t>ইয়া মান তায়াতুহু</w:t>
      </w:r>
      <w:r>
        <w:t xml:space="preserve"> </w:t>
      </w:r>
      <w:r w:rsidRPr="00234356">
        <w:rPr>
          <w:cs/>
          <w:lang w:bidi="bn-IN"/>
        </w:rPr>
        <w:t>নাজাতুল লিল মুতিয়্যিন</w:t>
      </w:r>
      <w:r>
        <w:t xml:space="preserve">, </w:t>
      </w:r>
      <w:r w:rsidRPr="00234356">
        <w:rPr>
          <w:cs/>
          <w:lang w:bidi="bn-IN"/>
        </w:rPr>
        <w:t>ইযা মান বাবুহু মাফতুহুল লিত তালিবিন</w:t>
      </w:r>
      <w:r>
        <w:t xml:space="preserve">, </w:t>
      </w:r>
      <w:r w:rsidRPr="00234356">
        <w:rPr>
          <w:cs/>
          <w:lang w:bidi="bn-IN"/>
        </w:rPr>
        <w:t>ইয়া মান সাবিলুহু ওয়াযিহুল লিল মুনিবিন</w:t>
      </w:r>
      <w:r>
        <w:t xml:space="preserve">, </w:t>
      </w:r>
      <w:r w:rsidRPr="00234356">
        <w:rPr>
          <w:cs/>
          <w:lang w:bidi="bn-IN"/>
        </w:rPr>
        <w:t>ইয়া মান আয়াতুহু বুরহানুল লিন নাযিরিন</w:t>
      </w:r>
      <w:r>
        <w:t xml:space="preserve">, </w:t>
      </w:r>
      <w:r w:rsidRPr="00234356">
        <w:rPr>
          <w:cs/>
          <w:lang w:bidi="bn-IN"/>
        </w:rPr>
        <w:t>ইয়া মান কিতাবুহু তাযকিরাতুল লিল মুত্তাক্বিন</w:t>
      </w:r>
      <w:r>
        <w:t xml:space="preserve">, </w:t>
      </w:r>
      <w:r w:rsidRPr="00234356">
        <w:rPr>
          <w:cs/>
          <w:lang w:bidi="bn-IN"/>
        </w:rPr>
        <w:t>ইয়া মান রিযকুহু উমুমুল লিত তায়ি</w:t>
      </w:r>
      <w:r>
        <w:rPr>
          <w:cs/>
          <w:lang w:bidi="bn-IN"/>
        </w:rPr>
        <w:t>য়িন</w:t>
      </w:r>
      <w:r w:rsidRPr="00234356">
        <w:rPr>
          <w:cs/>
          <w:lang w:bidi="bn-IN"/>
        </w:rPr>
        <w:t xml:space="preserve"> ওয়াল আসিন</w:t>
      </w:r>
      <w:r>
        <w:t xml:space="preserve">, </w:t>
      </w:r>
      <w:r w:rsidRPr="00234356">
        <w:rPr>
          <w:cs/>
          <w:lang w:bidi="bn-IN"/>
        </w:rPr>
        <w:t>ইয়া মান রাহমাতুহু ক্বারিবুম মিনাল মুহসিনিন।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861EF4" w:rsidP="004B01AB">
      <w:pPr>
        <w:pStyle w:val="libNormal"/>
        <w:rPr>
          <w:lang w:bidi="hi-IN"/>
        </w:rPr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স্মরণ</w:t>
      </w:r>
      <w:r w:rsidR="004B01AB" w:rsidRPr="005167FE">
        <w:rPr>
          <w:cs/>
          <w:lang w:bidi="bn-IN"/>
        </w:rPr>
        <w:t xml:space="preserve">- </w:t>
      </w:r>
      <w:r w:rsidR="004B01AB" w:rsidRPr="005167FE">
        <w:rPr>
          <w:rFonts w:hint="cs"/>
          <w:cs/>
          <w:lang w:bidi="bn-IN"/>
        </w:rPr>
        <w:t>স্মরণকারীদের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কৃতজ্ঞতা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জ্ঞাপন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কৃতজ্ঞদের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সফলতা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আনুগত্য</w:t>
      </w:r>
      <w:r w:rsidR="004B01AB" w:rsidRPr="005167FE">
        <w:rPr>
          <w:cs/>
          <w:lang w:bidi="bn-IN"/>
        </w:rPr>
        <w:t>-</w:t>
      </w:r>
      <w:r w:rsidR="004B01AB" w:rsidRPr="005167FE">
        <w:rPr>
          <w:rFonts w:hint="cs"/>
          <w:cs/>
          <w:lang w:bidi="bn-IN"/>
        </w:rPr>
        <w:t>আনুগত্যকারীদের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নাজাত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দরজা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সন্ধানকারীদের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খোলা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যাওয়ার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পরিষ্কার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অনুতপ্তদের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নিদর্শনগুলো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পর্যবেক্ষকদের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নিশ্চিত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প্রমাণ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কিতাব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সম্পর্কে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সতর্কদের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উপদেশ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রিয্ক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অনুগত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অবাধ্য</w:t>
      </w:r>
      <w:r w:rsidR="004B01AB"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একই</w:t>
      </w:r>
      <w:r w:rsidR="004B01AB">
        <w:rPr>
          <w:lang w:bidi="bn-IN"/>
        </w:rPr>
        <w:t xml:space="preserve"> </w:t>
      </w:r>
      <w:r w:rsidR="004B01AB">
        <w:rPr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পার্থক্য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নৈতিক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গুণসম্পন্নদের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lastRenderedPageBreak/>
        <w:t>(76)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تَبارَكَ</w:t>
      </w:r>
      <w:r>
        <w:rPr>
          <w:rtl/>
        </w:rPr>
        <w:t xml:space="preserve"> </w:t>
      </w:r>
      <w:r w:rsidRPr="00CF27ED">
        <w:rPr>
          <w:rFonts w:hint="cs"/>
          <w:rtl/>
        </w:rPr>
        <w:t>اسْمُهُ،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تَعالى‏</w:t>
      </w:r>
      <w:r>
        <w:rPr>
          <w:rtl/>
        </w:rPr>
        <w:t xml:space="preserve"> </w:t>
      </w:r>
      <w:r w:rsidRPr="00CF27ED">
        <w:rPr>
          <w:rFonts w:hint="cs"/>
          <w:rtl/>
        </w:rPr>
        <w:t>جَدُّهُ،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جَلَّ</w:t>
      </w:r>
      <w:r>
        <w:rPr>
          <w:rtl/>
        </w:rPr>
        <w:t xml:space="preserve"> </w:t>
      </w:r>
      <w:r w:rsidRPr="00CF27ED">
        <w:rPr>
          <w:rFonts w:hint="cs"/>
          <w:rtl/>
        </w:rPr>
        <w:t>ثَنآئُهُ،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تَقَدَّسَت</w:t>
      </w:r>
      <w:r>
        <w:rPr>
          <w:rtl/>
        </w:rPr>
        <w:t xml:space="preserve"> </w:t>
      </w:r>
      <w:r w:rsidRPr="00CF27ED">
        <w:rPr>
          <w:rFonts w:hint="cs"/>
          <w:rtl/>
        </w:rPr>
        <w:t>اَسْمآئُهُ،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يَدُومُ</w:t>
      </w:r>
      <w:r>
        <w:rPr>
          <w:rtl/>
        </w:rPr>
        <w:t xml:space="preserve"> </w:t>
      </w:r>
      <w:r w:rsidRPr="00CF27ED">
        <w:rPr>
          <w:rFonts w:hint="cs"/>
          <w:rtl/>
        </w:rPr>
        <w:t>بَقآئُهُ،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الْعَظَمَةُ</w:t>
      </w:r>
      <w:r>
        <w:rPr>
          <w:rtl/>
        </w:rPr>
        <w:t xml:space="preserve"> </w:t>
      </w:r>
      <w:r w:rsidRPr="00CF27ED">
        <w:rPr>
          <w:rFonts w:hint="cs"/>
          <w:rtl/>
        </w:rPr>
        <w:t>بَهآئُهُ،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الْكِبْرِيآءُ</w:t>
      </w:r>
      <w:r>
        <w:rPr>
          <w:rtl/>
        </w:rPr>
        <w:t xml:space="preserve"> </w:t>
      </w:r>
      <w:r w:rsidRPr="00CF27ED">
        <w:rPr>
          <w:rFonts w:hint="cs"/>
          <w:rtl/>
        </w:rPr>
        <w:t>رِدآئُهُ،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تُحْصى‏</w:t>
      </w:r>
      <w:r>
        <w:rPr>
          <w:rtl/>
        </w:rPr>
        <w:t xml:space="preserve"> </w:t>
      </w:r>
      <w:r w:rsidRPr="00CF27ED">
        <w:rPr>
          <w:rFonts w:hint="cs"/>
          <w:rtl/>
        </w:rPr>
        <w:t>الائُهُ،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تُعَدُّ</w:t>
      </w:r>
      <w:r>
        <w:rPr>
          <w:rtl/>
        </w:rPr>
        <w:t xml:space="preserve"> </w:t>
      </w:r>
      <w:r w:rsidRPr="00CF27ED">
        <w:rPr>
          <w:rFonts w:hint="cs"/>
          <w:rtl/>
        </w:rPr>
        <w:t>نَعْمآئُهُ</w:t>
      </w:r>
      <w:r>
        <w:rPr>
          <w:rFonts w:hint="cs"/>
          <w:rtl/>
        </w:rPr>
        <w:t>.</w:t>
      </w:r>
    </w:p>
    <w:p w:rsidR="004B01AB" w:rsidRPr="0092635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তাবারাকাসমুহু</w:t>
      </w:r>
      <w:r>
        <w:t xml:space="preserve">, </w:t>
      </w:r>
      <w:r w:rsidRPr="00234356">
        <w:rPr>
          <w:cs/>
          <w:lang w:bidi="bn-IN"/>
        </w:rPr>
        <w:t>ইয়া মান তায়ালা জাদ্দুহ</w:t>
      </w:r>
      <w:r>
        <w:t xml:space="preserve">, </w:t>
      </w:r>
      <w:r w:rsidRPr="00234356">
        <w:rPr>
          <w:cs/>
          <w:lang w:bidi="bn-IN"/>
        </w:rPr>
        <w:t>ইয়া মাল লা ইলাহা গায়রুহ</w:t>
      </w:r>
      <w:r>
        <w:t xml:space="preserve">, </w:t>
      </w:r>
      <w:r w:rsidRPr="00234356">
        <w:rPr>
          <w:cs/>
          <w:lang w:bidi="bn-IN"/>
        </w:rPr>
        <w:t>ইয়া মান জাল্লা সানাউহ</w:t>
      </w:r>
      <w:r>
        <w:t xml:space="preserve">, </w:t>
      </w:r>
      <w:r w:rsidRPr="00234356">
        <w:rPr>
          <w:cs/>
          <w:lang w:bidi="bn-IN"/>
        </w:rPr>
        <w:t>ইয়া মান তাদ্দাসাত আসমাউহ</w:t>
      </w:r>
      <w:r>
        <w:t xml:space="preserve">, </w:t>
      </w:r>
      <w:r w:rsidRPr="00234356">
        <w:rPr>
          <w:cs/>
          <w:lang w:bidi="bn-IN"/>
        </w:rPr>
        <w:t>ইয়া মাই ইয়াদুমু বাক্বাউহ</w:t>
      </w:r>
      <w:r>
        <w:t xml:space="preserve">, </w:t>
      </w:r>
      <w:r w:rsidRPr="00234356">
        <w:rPr>
          <w:cs/>
          <w:lang w:bidi="bn-IN"/>
        </w:rPr>
        <w:t>ইয়া মানিল আযামাতু বাহাউহ</w:t>
      </w:r>
      <w:r>
        <w:t xml:space="preserve">, </w:t>
      </w:r>
      <w:r w:rsidRPr="00234356">
        <w:rPr>
          <w:cs/>
          <w:lang w:bidi="bn-IN"/>
        </w:rPr>
        <w:t>ইয়া মানিল কিবরিয়াউ রিদাউহ</w:t>
      </w:r>
      <w:r>
        <w:t xml:space="preserve">, </w:t>
      </w:r>
      <w:r w:rsidRPr="00234356">
        <w:rPr>
          <w:cs/>
          <w:lang w:bidi="bn-IN"/>
        </w:rPr>
        <w:t>ইয়া মান লা তুহসা লাউহ</w:t>
      </w:r>
      <w:r>
        <w:t xml:space="preserve">, </w:t>
      </w:r>
      <w:r w:rsidRPr="00234356">
        <w:rPr>
          <w:cs/>
          <w:lang w:bidi="bn-IN"/>
        </w:rPr>
        <w:t>ইয়া মান লা তুআদ্দু নাআমাউহ।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সমদ্ধিপূর্ণ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ছাড়া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খোদা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প্রশংসাই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অস্তিত্ব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অনন্তকাল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ব্যাপী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গৌরব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অলংকার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বড়ত্ব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চাদর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অসংখ্য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গুনে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শেষ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(77)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مُعينُ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اَمينُ،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مُبينُ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مَتينُ،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مَكينُ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رَشيدُ،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حَميدُ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مَجيدُ،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شَديدُ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شَهيدُ</w:t>
      </w:r>
      <w:r>
        <w:rPr>
          <w:rFonts w:hint="cs"/>
          <w:rtl/>
        </w:rPr>
        <w:t>.</w:t>
      </w:r>
    </w:p>
    <w:p w:rsidR="004B01AB" w:rsidRPr="0092635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নু</w:t>
      </w:r>
      <w:r>
        <w:t xml:space="preserve">, </w:t>
      </w:r>
      <w:r w:rsidRPr="00234356">
        <w:rPr>
          <w:cs/>
          <w:lang w:bidi="bn-IN"/>
        </w:rPr>
        <w:t>ইয়া আমিনু</w:t>
      </w:r>
      <w:r>
        <w:t xml:space="preserve">, </w:t>
      </w:r>
      <w:r w:rsidRPr="00234356">
        <w:rPr>
          <w:cs/>
          <w:lang w:bidi="bn-IN"/>
        </w:rPr>
        <w:t>ইয়া মুবিনু</w:t>
      </w:r>
      <w:r>
        <w:t xml:space="preserve">, </w:t>
      </w:r>
      <w:r w:rsidRPr="00234356">
        <w:rPr>
          <w:cs/>
          <w:lang w:bidi="bn-IN"/>
        </w:rPr>
        <w:t>ইয়া মাতিনু</w:t>
      </w:r>
      <w:r>
        <w:t xml:space="preserve">, </w:t>
      </w:r>
      <w:r w:rsidRPr="00234356">
        <w:rPr>
          <w:cs/>
          <w:lang w:bidi="bn-IN"/>
        </w:rPr>
        <w:t>ইয়া মাকিনু</w:t>
      </w:r>
      <w:r>
        <w:t xml:space="preserve">, </w:t>
      </w:r>
      <w:r w:rsidRPr="00234356">
        <w:rPr>
          <w:cs/>
          <w:lang w:bidi="bn-IN"/>
        </w:rPr>
        <w:t>ইয়া রাশিদু</w:t>
      </w:r>
      <w:r>
        <w:t xml:space="preserve">, </w:t>
      </w:r>
      <w:r w:rsidRPr="00234356">
        <w:rPr>
          <w:cs/>
          <w:lang w:bidi="bn-IN"/>
        </w:rPr>
        <w:t>ইয়া হামিদু</w:t>
      </w:r>
      <w:r>
        <w:t xml:space="preserve">, </w:t>
      </w:r>
      <w:r w:rsidRPr="00234356">
        <w:rPr>
          <w:cs/>
          <w:lang w:bidi="bn-IN"/>
        </w:rPr>
        <w:t>ইয়া মাজিদু</w:t>
      </w:r>
      <w:r>
        <w:t xml:space="preserve">, </w:t>
      </w:r>
      <w:r w:rsidRPr="00234356">
        <w:rPr>
          <w:cs/>
          <w:lang w:bidi="bn-IN"/>
        </w:rPr>
        <w:t>ইয়া শাদিদু</w:t>
      </w:r>
      <w:r>
        <w:t xml:space="preserve">, </w:t>
      </w:r>
      <w:r w:rsidRPr="00234356">
        <w:rPr>
          <w:cs/>
          <w:lang w:bidi="bn-IN"/>
        </w:rPr>
        <w:t>ইয়া শাহিদ।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234356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lastRenderedPageBreak/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সাহায্যকারী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বিশ্বস্ত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স্পষ্ট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শক্তিমান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দৃঢ়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সঠিক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প্রদর্শক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প্রশংসিত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মর্যাদাবান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শক্তিশালী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প্রত্যক্ষদশী।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(78)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ذَاالْعَرْشِ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الْمَجيدِ،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الْقَوْلِ‏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السَّديدِ،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ذَاالْفِعْلِ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الرَّشيدِ،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ذَاالْبَطْشِ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الشَّديدِ،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ذَاالْوَعْدِ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وَالْوَعيدِ،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الْوَلِىُّ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الْحَميدُ،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فَعَّالٌ</w:t>
      </w:r>
      <w:r>
        <w:rPr>
          <w:rtl/>
        </w:rPr>
        <w:t xml:space="preserve"> </w:t>
      </w:r>
      <w:r w:rsidRPr="00CF27ED">
        <w:rPr>
          <w:rFonts w:hint="cs"/>
          <w:rtl/>
        </w:rPr>
        <w:t>لِما</w:t>
      </w:r>
      <w:r>
        <w:rPr>
          <w:rtl/>
        </w:rPr>
        <w:t xml:space="preserve"> </w:t>
      </w:r>
      <w:r w:rsidRPr="00CF27ED">
        <w:rPr>
          <w:rFonts w:hint="cs"/>
          <w:rtl/>
        </w:rPr>
        <w:t>يُريدُ،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قَريبٌ</w:t>
      </w:r>
      <w:r>
        <w:rPr>
          <w:rtl/>
        </w:rPr>
        <w:t xml:space="preserve"> </w:t>
      </w:r>
      <w:r w:rsidRPr="00CF27ED">
        <w:rPr>
          <w:rFonts w:hint="cs"/>
          <w:rtl/>
        </w:rPr>
        <w:t>غَيْرُ</w:t>
      </w:r>
      <w:r>
        <w:rPr>
          <w:rtl/>
        </w:rPr>
        <w:t xml:space="preserve"> </w:t>
      </w:r>
      <w:r w:rsidRPr="00CF27ED">
        <w:rPr>
          <w:rFonts w:hint="cs"/>
          <w:rtl/>
        </w:rPr>
        <w:t>بَعيدٍ،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عَلى‏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شَهيدٌ،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لَيْسَ</w:t>
      </w:r>
      <w:r>
        <w:rPr>
          <w:rtl/>
        </w:rPr>
        <w:t xml:space="preserve"> </w:t>
      </w:r>
      <w:r w:rsidRPr="00CF27ED">
        <w:rPr>
          <w:rFonts w:hint="cs"/>
          <w:rtl/>
        </w:rPr>
        <w:t>بِظَلاَّمٍ‏</w:t>
      </w:r>
      <w:r>
        <w:rPr>
          <w:rtl/>
        </w:rPr>
        <w:t xml:space="preserve"> </w:t>
      </w:r>
      <w:r w:rsidRPr="00CF27ED">
        <w:rPr>
          <w:rFonts w:hint="cs"/>
          <w:rtl/>
        </w:rPr>
        <w:t>لِلْعَبيدِ</w:t>
      </w:r>
      <w:r>
        <w:rPr>
          <w:rFonts w:hint="cs"/>
          <w:rtl/>
        </w:rPr>
        <w:t>.</w:t>
      </w:r>
    </w:p>
    <w:p w:rsidR="004B01AB" w:rsidRPr="00C3404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যাল আরশিল মাজিদ</w:t>
      </w:r>
      <w:r>
        <w:t xml:space="preserve">, </w:t>
      </w:r>
      <w:r w:rsidRPr="00234356">
        <w:rPr>
          <w:cs/>
          <w:lang w:bidi="bn-IN"/>
        </w:rPr>
        <w:t>ইযা যাল কাওলিস সাদিদ</w:t>
      </w:r>
      <w:r>
        <w:t xml:space="preserve">, </w:t>
      </w:r>
      <w:r w:rsidRPr="00234356">
        <w:rPr>
          <w:cs/>
          <w:lang w:bidi="bn-IN"/>
        </w:rPr>
        <w:t>ইয়া যাল ফি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লির রাশিদ</w:t>
      </w:r>
      <w:r>
        <w:t xml:space="preserve">, </w:t>
      </w:r>
      <w:r w:rsidRPr="00234356">
        <w:rPr>
          <w:cs/>
          <w:lang w:bidi="bn-IN"/>
        </w:rPr>
        <w:t>ইয়া যাল বাতশিশ শাদিদ</w:t>
      </w:r>
      <w:r>
        <w:t xml:space="preserve">, </w:t>
      </w:r>
      <w:r w:rsidRPr="00234356">
        <w:rPr>
          <w:cs/>
          <w:lang w:bidi="bn-IN"/>
        </w:rPr>
        <w:t>ইয়া যাল ওয়াদি ওয়াল ওয়া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>ল ওয়া</w:t>
      </w:r>
      <w:r>
        <w:rPr>
          <w:cs/>
          <w:lang w:bidi="bn-IN"/>
        </w:rPr>
        <w:t>লিয়্যু</w:t>
      </w:r>
      <w:r w:rsidRPr="00234356">
        <w:rPr>
          <w:cs/>
          <w:lang w:bidi="bn-IN"/>
        </w:rPr>
        <w:t>ল হামিদ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ফায়্যালুল লিমা ইউরিদ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ক্বারিবুন গায়রু বা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আলা কুল্লি শাইয়্যিন শাহিদ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লাইসা বি যাল্লামিল লিল আবিদ</w:t>
      </w:r>
      <w:r w:rsidRPr="00234356">
        <w:rPr>
          <w:cs/>
          <w:lang w:bidi="hi-IN"/>
        </w:rPr>
        <w:t>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মহত্তম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আসনের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কথাগুলো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সঠিক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কাজের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শাস্তি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কঠিন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শপথ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হুমকির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হলেন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প্রশংসিত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অভিভাবক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ইচ্ছা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নয়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স্বাক্ষী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দাসদের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সামান্যতম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নিষ্ঠুরও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lastRenderedPageBreak/>
        <w:t>(79)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شَريكَ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وَزيرَ،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شَبيهَ</w:t>
      </w:r>
      <w:r>
        <w:rPr>
          <w:rtl/>
        </w:rPr>
        <w:t xml:space="preserve"> </w:t>
      </w:r>
      <w:r w:rsidRPr="00CF27ED">
        <w:rPr>
          <w:rFonts w:hint="cs"/>
          <w:rtl/>
        </w:rPr>
        <w:t>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نَظيرَ،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الشَّمْسِ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وَالْقَمَرِ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الْمُنيرِ،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مُغْنِىَ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الْبآئِسِ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الْفَقيرِ،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رازِقَ‏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الْطِّفْلِ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الصَّغيرِ،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راحِمَ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الشَّيْخِ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الْكَبيرِ،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جابِرَ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الْعَظْمِ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الْكَسيرِ،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عِصْمَةَ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الْخآئِفِ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الْمُسْتَجيرِ،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بِعِبادِهِ</w:t>
      </w:r>
      <w:r>
        <w:rPr>
          <w:rtl/>
        </w:rPr>
        <w:t xml:space="preserve"> </w:t>
      </w:r>
      <w:r w:rsidRPr="00CF27ED">
        <w:rPr>
          <w:rFonts w:hint="cs"/>
          <w:rtl/>
        </w:rPr>
        <w:t>خَبيرٌ</w:t>
      </w:r>
      <w:r>
        <w:rPr>
          <w:rtl/>
        </w:rPr>
        <w:t xml:space="preserve"> </w:t>
      </w:r>
      <w:r w:rsidRPr="00CF27ED">
        <w:rPr>
          <w:rFonts w:hint="cs"/>
          <w:rtl/>
        </w:rPr>
        <w:t>بَصيرٌ،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عَلى‏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قَديرٌ</w:t>
      </w:r>
      <w: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rPr>
          <w:rFonts w:ascii="SolaimanLipi" w:hAnsi="SolaimanLipi" w:cs="SolaimanLipi"/>
        </w:rPr>
        <w:t xml:space="preserve"> 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শারিকা লাহু ওয়ালা ওয়াযির</w:t>
      </w:r>
      <w:r>
        <w:t xml:space="preserve">, </w:t>
      </w:r>
      <w:r w:rsidRPr="00234356">
        <w:rPr>
          <w:cs/>
          <w:lang w:bidi="bn-IN"/>
        </w:rPr>
        <w:t>ইয়া মান লা শাবিহা লাহু ওয়ালা নাযির</w:t>
      </w:r>
      <w:r>
        <w:t xml:space="preserve">, </w:t>
      </w:r>
      <w:r w:rsidRPr="00234356">
        <w:rPr>
          <w:cs/>
          <w:lang w:bidi="bn-IN"/>
        </w:rPr>
        <w:t>ইয়া খালিক্বাশ শামসি ওয়াল ক্বামারিল মুনির</w:t>
      </w:r>
      <w:r>
        <w:t xml:space="preserve">, </w:t>
      </w:r>
      <w:r w:rsidRPr="00234356">
        <w:rPr>
          <w:cs/>
          <w:lang w:bidi="bn-IN"/>
        </w:rPr>
        <w:t>ইয়া মুগনিয়াল বায়িসিল ফাক্বির</w:t>
      </w:r>
      <w:r>
        <w:t xml:space="preserve">, </w:t>
      </w:r>
      <w:r w:rsidRPr="00234356">
        <w:rPr>
          <w:cs/>
          <w:lang w:bidi="bn-IN"/>
        </w:rPr>
        <w:t>ইয়া রাযিক্বাল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তিফলিস সাগির</w:t>
      </w:r>
      <w:r>
        <w:t xml:space="preserve">, </w:t>
      </w:r>
      <w:r w:rsidRPr="00234356">
        <w:rPr>
          <w:cs/>
          <w:lang w:bidi="bn-IN"/>
        </w:rPr>
        <w:t>ইয়া রাহিমাশ শাইখিল কাবির</w:t>
      </w:r>
      <w:r>
        <w:t xml:space="preserve">, </w:t>
      </w:r>
      <w:r w:rsidRPr="00234356">
        <w:rPr>
          <w:cs/>
          <w:lang w:bidi="bn-IN"/>
        </w:rPr>
        <w:t>ইয়া জাবিরাল আযমিল কাসির</w:t>
      </w:r>
      <w:r>
        <w:t xml:space="preserve">, </w:t>
      </w:r>
      <w:r w:rsidRPr="00234356">
        <w:rPr>
          <w:cs/>
          <w:lang w:bidi="bn-IN"/>
        </w:rPr>
        <w:t>ইয়া ইসমাতাল খায়িফিল মুস্তাজির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 ইবাদিহি খাবিরুম বাসির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আলা কুল্লি শাইয়্যিন ক্বাদির।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অংশীদার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উপদেষ্টা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কেউ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নেই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এবং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কোন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সম্পর্ক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সূর্য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উজ্জ্বল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চাদের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নিঃস্বকে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ধনী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ছোট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শিশুদের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জীবনোপকরণ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সরবরাহ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বৃদ্ধদের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ভাঙ্গা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হাড়গুলোকে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জোড়া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লাগান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আশ্রয়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সন্ত্রস্ত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ব্যক্তিদের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নিরাপত্তা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দাসদের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খবর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দেখেন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ওপর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শক্তি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রাখেন।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Pr="00AA000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(80)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ذَاالْجُودِ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وَالنِّعَمِ،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ذَاالْفَضْلِ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وَالْكَرَمِ،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اللَّوْحِ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وَالْقَلَمِ،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بارِئَ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الذَّرِّ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وَالنَّسَمِ،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ذَاالْبَأْسِ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وَالنِّقَمِ،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مُلْهِمَ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الْعَرَبِ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وَالْعَجَمِ،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كاشِفَ</w:t>
      </w:r>
      <w:r>
        <w:rPr>
          <w:rtl/>
        </w:rPr>
        <w:t xml:space="preserve"> </w:t>
      </w:r>
      <w:r w:rsidRPr="00CF27ED">
        <w:rPr>
          <w:rFonts w:hint="cs"/>
          <w:rtl/>
        </w:rPr>
        <w:t>الضُّرِّ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وَالْأَلَمِ،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عالِمَ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السِّرِّ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وَالْهِمَمِ،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الْبَيْتِ</w:t>
      </w:r>
      <w:r>
        <w:rPr>
          <w:rtl/>
        </w:rPr>
        <w:t xml:space="preserve"> </w:t>
      </w:r>
      <w:r w:rsidRPr="00CF27ED">
        <w:rPr>
          <w:rFonts w:hint="cs"/>
          <w:rtl/>
        </w:rPr>
        <w:t>وَالْحَرَمِ،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الْأَشيآءَ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الْعَدَم</w:t>
      </w:r>
      <w:proofErr w:type="gramStart"/>
      <w:r w:rsidRPr="00CF27ED">
        <w:rPr>
          <w:rFonts w:hint="cs"/>
          <w:rtl/>
        </w:rPr>
        <w:t>ِ</w:t>
      </w:r>
      <w:r>
        <w:t xml:space="preserve"> </w:t>
      </w:r>
      <w:r>
        <w:rPr>
          <w:rFonts w:hint="cs"/>
          <w:rtl/>
        </w:rPr>
        <w:t>.</w:t>
      </w:r>
      <w:proofErr w:type="gramEnd"/>
    </w:p>
    <w:p w:rsidR="004B01AB" w:rsidRPr="00C3404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যাল জুদি ওয়ান নিয়াম</w:t>
      </w:r>
      <w:r>
        <w:t xml:space="preserve">, </w:t>
      </w:r>
      <w:r w:rsidRPr="00234356">
        <w:rPr>
          <w:cs/>
          <w:lang w:bidi="bn-IN"/>
        </w:rPr>
        <w:t>ইয়া যাল ফাযলি ওয়াল কারাম</w:t>
      </w:r>
      <w:r>
        <w:t xml:space="preserve">, </w:t>
      </w:r>
      <w:r w:rsidRPr="00234356">
        <w:rPr>
          <w:cs/>
          <w:lang w:bidi="bn-IN"/>
        </w:rPr>
        <w:t>ইয়া খালিক্বাল লাউহি ওয়াল ক্বালাম</w:t>
      </w:r>
      <w:r>
        <w:t xml:space="preserve">, </w:t>
      </w:r>
      <w:r w:rsidRPr="00234356">
        <w:rPr>
          <w:cs/>
          <w:lang w:bidi="bn-IN"/>
        </w:rPr>
        <w:t>ইয়া বারিআয যাররি ওয়ান নাসাম</w:t>
      </w:r>
      <w:r>
        <w:t xml:space="preserve">, </w:t>
      </w:r>
      <w:r w:rsidRPr="00234356">
        <w:rPr>
          <w:cs/>
          <w:lang w:bidi="bn-IN"/>
        </w:rPr>
        <w:t xml:space="preserve">ইয়া যাল বাআসি </w:t>
      </w:r>
      <w:r w:rsidRPr="00234356">
        <w:rPr>
          <w:cs/>
          <w:lang w:bidi="bn-IN"/>
        </w:rPr>
        <w:lastRenderedPageBreak/>
        <w:t>ওয়ান নেক্বাম</w:t>
      </w:r>
      <w:r>
        <w:t xml:space="preserve">, </w:t>
      </w:r>
      <w:r w:rsidRPr="00234356">
        <w:rPr>
          <w:cs/>
          <w:lang w:bidi="bn-IN"/>
        </w:rPr>
        <w:t>ইয়া মুহলিমাল আরাবি ওয়াল আজাম</w:t>
      </w:r>
      <w:r>
        <w:t xml:space="preserve">, </w:t>
      </w:r>
      <w:r w:rsidRPr="00234356">
        <w:rPr>
          <w:cs/>
          <w:lang w:bidi="bn-IN"/>
        </w:rPr>
        <w:t>ইয়া কাশিফায যুররি ওয়াল আলাম</w:t>
      </w:r>
      <w:r>
        <w:t xml:space="preserve">, </w:t>
      </w:r>
      <w:r w:rsidRPr="00234356">
        <w:rPr>
          <w:cs/>
          <w:lang w:bidi="bn-IN"/>
        </w:rPr>
        <w:t>ইয়া আলিমাস সিররি ওয়াল হেমাম</w:t>
      </w:r>
      <w:r>
        <w:t xml:space="preserve">, </w:t>
      </w:r>
      <w:r w:rsidRPr="00234356">
        <w:rPr>
          <w:cs/>
          <w:lang w:bidi="bn-IN"/>
        </w:rPr>
        <w:t>ইয়া রাব্বাল বাইতি ওয়াল হারাম</w:t>
      </w:r>
      <w:r>
        <w:t xml:space="preserve">, </w:t>
      </w:r>
      <w:r w:rsidRPr="00234356">
        <w:rPr>
          <w:cs/>
          <w:lang w:bidi="bn-IN"/>
        </w:rPr>
        <w:t>ইয়া মান খালাক্বা আশিয়্যা মিনাল আদাম।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দানশীলতা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উপহারের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অনুগ্রহ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ঐশী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ফলক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ঐশী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কলমের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পিপড়া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মানুষের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শাস্তি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প্রতিশোধের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মালিক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আরব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অনারবদের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ঐশী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প্রেরণাদাতা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ব্যাথা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শোক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দূর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গোপন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রহস্য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পূর্ণ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বিষয়গুলো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জানেন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কাবা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পবিত্র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গৃহের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প্রভু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সব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কিছু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করেছেন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শুন্য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(81)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فاعِلُ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جاعِلُ،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قابِلُ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كامِلُ،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فاصِلُ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واصِلُ،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عادِلُ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غالِبُ،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طالِبُ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واهِبُ</w:t>
      </w:r>
      <w:r>
        <w:rPr>
          <w:rFonts w:hint="cs"/>
          <w:rtl/>
        </w:rPr>
        <w:t>.</w:t>
      </w:r>
    </w:p>
    <w:p w:rsidR="004B01AB" w:rsidRPr="00FE23C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ফা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লু ইয়া জা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ল</w:t>
      </w:r>
      <w:r>
        <w:t xml:space="preserve">, </w:t>
      </w:r>
      <w:r w:rsidRPr="00234356">
        <w:rPr>
          <w:cs/>
          <w:lang w:bidi="bn-IN"/>
        </w:rPr>
        <w:t>ইয়া ক্বাবিলু ইয়া কামিল</w:t>
      </w:r>
      <w:r>
        <w:t xml:space="preserve">, </w:t>
      </w:r>
      <w:r w:rsidRPr="00234356">
        <w:rPr>
          <w:cs/>
          <w:lang w:bidi="bn-IN"/>
        </w:rPr>
        <w:t>ইয়া ফাসিলু ইয়া ওয়াসিল</w:t>
      </w:r>
      <w:r>
        <w:t xml:space="preserve">, </w:t>
      </w:r>
      <w:r w:rsidRPr="00234356">
        <w:rPr>
          <w:cs/>
          <w:lang w:bidi="bn-IN"/>
        </w:rPr>
        <w:t>ইয়া আদিলু ইয়া গালিব</w:t>
      </w:r>
      <w:r>
        <w:t xml:space="preserve">, </w:t>
      </w:r>
      <w:r w:rsidRPr="00234356">
        <w:rPr>
          <w:cs/>
          <w:lang w:bidi="bn-IN"/>
        </w:rPr>
        <w:t>ইয়া তালিবু ইয়া ওয়াহিব।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861EF4" w:rsidP="004B01AB">
      <w:pPr>
        <w:pStyle w:val="libNormal"/>
      </w:pPr>
      <w:r w:rsidRPr="000C38A6">
        <w:rPr>
          <w:rStyle w:val="libBold1Char"/>
          <w:cs/>
          <w:lang w:bidi="bn-BD"/>
        </w:rPr>
        <w:t>বাংলা অর্থঃ</w:t>
      </w:r>
      <w:r w:rsidRPr="00CD2DF7">
        <w:rPr>
          <w:cs/>
          <w:lang w:bidi="bn-IN"/>
        </w:rPr>
        <w:t>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আল্লাহ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নিশ্চয়ই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কাছে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বিনীত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প্রার্থনা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নামের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কাজ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সৃষ্টিকর্তা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করুনাকারী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নিখুঁত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পরিপূর্ণ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যুক্তকারী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পৃথককারী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ন্যায়পরায়ণ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আধিপত্যকারী</w:t>
      </w:r>
      <w:r w:rsidR="004B01AB" w:rsidRPr="005167FE">
        <w:t xml:space="preserve">;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সন্ধানকারী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দাতা</w:t>
      </w:r>
      <w:r w:rsidR="004B01AB"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(82)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اَنْعَمَ</w:t>
      </w:r>
      <w:r>
        <w:rPr>
          <w:rtl/>
        </w:rPr>
        <w:t xml:space="preserve"> </w:t>
      </w:r>
      <w:r w:rsidRPr="00CF27ED">
        <w:rPr>
          <w:rFonts w:hint="cs"/>
          <w:rtl/>
        </w:rPr>
        <w:t>بِطَوْلِهِ،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اَكْرَمَ</w:t>
      </w:r>
      <w:r>
        <w:rPr>
          <w:rtl/>
        </w:rPr>
        <w:t xml:space="preserve"> </w:t>
      </w:r>
      <w:r w:rsidRPr="00CF27ED">
        <w:rPr>
          <w:rFonts w:hint="cs"/>
          <w:rtl/>
        </w:rPr>
        <w:t>بِجُودِهِ،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جادَ</w:t>
      </w:r>
      <w:r>
        <w:rPr>
          <w:rtl/>
        </w:rPr>
        <w:t xml:space="preserve"> </w:t>
      </w:r>
      <w:r w:rsidRPr="00CF27ED">
        <w:rPr>
          <w:rFonts w:hint="cs"/>
          <w:rtl/>
        </w:rPr>
        <w:t>بِلُطْفِهِ،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تَعَزَّزَ</w:t>
      </w:r>
      <w:r>
        <w:rPr>
          <w:rtl/>
        </w:rPr>
        <w:t xml:space="preserve"> </w:t>
      </w:r>
      <w:r w:rsidRPr="00CF27ED">
        <w:rPr>
          <w:rFonts w:hint="cs"/>
          <w:rtl/>
        </w:rPr>
        <w:t>بِقُدْرَتِهِ،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قَدَّرَ</w:t>
      </w:r>
      <w:r>
        <w:rPr>
          <w:rtl/>
        </w:rPr>
        <w:t xml:space="preserve"> </w:t>
      </w:r>
      <w:r w:rsidRPr="00CF27ED">
        <w:rPr>
          <w:rFonts w:hint="cs"/>
          <w:rtl/>
        </w:rPr>
        <w:t>بِحِكْمَتِهِ،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حَكَمَ</w:t>
      </w:r>
      <w:r>
        <w:rPr>
          <w:rtl/>
        </w:rPr>
        <w:t xml:space="preserve"> </w:t>
      </w:r>
      <w:r w:rsidRPr="00CF27ED">
        <w:rPr>
          <w:rFonts w:hint="cs"/>
          <w:rtl/>
        </w:rPr>
        <w:t>بِتَدْبيرِهِ،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دَبَّرَ</w:t>
      </w:r>
      <w:r>
        <w:rPr>
          <w:rtl/>
        </w:rPr>
        <w:t xml:space="preserve"> </w:t>
      </w:r>
      <w:r w:rsidRPr="00CF27ED">
        <w:rPr>
          <w:rFonts w:hint="cs"/>
          <w:rtl/>
        </w:rPr>
        <w:t>بِعِلْمِهِ،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تَجاوَزَ</w:t>
      </w:r>
      <w:r>
        <w:rPr>
          <w:rtl/>
        </w:rPr>
        <w:t xml:space="preserve"> </w:t>
      </w:r>
      <w:r w:rsidRPr="00CF27ED">
        <w:rPr>
          <w:rFonts w:hint="cs"/>
          <w:rtl/>
        </w:rPr>
        <w:t>بِحِلْمِهِ،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دَنى‏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عُلُّوِهِ،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عَلا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دُنُوِّهِ</w:t>
      </w:r>
      <w:r>
        <w:t>.</w:t>
      </w:r>
    </w:p>
    <w:p w:rsidR="004B01AB" w:rsidRPr="00FE23C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আনআমা বি তাউলিহ</w:t>
      </w:r>
      <w:r>
        <w:t xml:space="preserve">, </w:t>
      </w:r>
      <w:r w:rsidRPr="00234356">
        <w:rPr>
          <w:cs/>
          <w:lang w:bidi="bn-IN"/>
        </w:rPr>
        <w:t>ইয়া মান আকরামা বি জুদিহ</w:t>
      </w:r>
      <w:r>
        <w:t xml:space="preserve">, </w:t>
      </w:r>
      <w:r w:rsidRPr="00234356">
        <w:rPr>
          <w:cs/>
          <w:lang w:bidi="bn-IN"/>
        </w:rPr>
        <w:t>ইয়া মান জাদা বিল লুতফি</w:t>
      </w:r>
      <w:r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 w:rsidRPr="00DC4BAD">
        <w:rPr>
          <w:rFonts w:hint="cs"/>
          <w:cs/>
          <w:lang w:bidi="bn-IN"/>
        </w:rPr>
        <w:t>তাআয্যাযা</w:t>
      </w:r>
      <w:r w:rsidRPr="00234356">
        <w:rPr>
          <w:cs/>
          <w:lang w:bidi="bn-IN"/>
        </w:rPr>
        <w:t xml:space="preserve"> বি ক্বুদরাতিহ</w:t>
      </w:r>
      <w:r>
        <w:t xml:space="preserve">, </w:t>
      </w:r>
      <w:r w:rsidRPr="00234356">
        <w:rPr>
          <w:cs/>
          <w:lang w:bidi="bn-IN"/>
        </w:rPr>
        <w:t>ইয়া মান ক্বাদ্দারা বি হিকমাতিহ</w:t>
      </w:r>
      <w:r>
        <w:t xml:space="preserve">, </w:t>
      </w:r>
      <w:r w:rsidRPr="00234356">
        <w:rPr>
          <w:cs/>
          <w:lang w:bidi="bn-IN"/>
        </w:rPr>
        <w:t>ইয়া মান হাকামা বি তাদবিরিহ</w:t>
      </w:r>
      <w:r>
        <w:t xml:space="preserve">, </w:t>
      </w:r>
      <w:r w:rsidRPr="00234356">
        <w:rPr>
          <w:cs/>
          <w:lang w:bidi="bn-IN"/>
        </w:rPr>
        <w:t>ইয়া মান দাব্বারা বি ইলমিহ</w:t>
      </w:r>
      <w:r>
        <w:t xml:space="preserve">, </w:t>
      </w:r>
      <w:r w:rsidRPr="00234356">
        <w:rPr>
          <w:cs/>
          <w:lang w:bidi="bn-IN"/>
        </w:rPr>
        <w:t>ইয়া মান তাজাওয়াযা বি হিলমিহ</w:t>
      </w:r>
      <w:r>
        <w:t xml:space="preserve">, </w:t>
      </w:r>
      <w:r w:rsidRPr="00234356">
        <w:rPr>
          <w:cs/>
          <w:lang w:bidi="bn-IN"/>
        </w:rPr>
        <w:t>ইয়া মান দানা ফি উ</w:t>
      </w:r>
      <w:r>
        <w:rPr>
          <w:cs/>
          <w:lang w:bidi="bn-IN"/>
        </w:rPr>
        <w:t>লু</w:t>
      </w:r>
      <w:r w:rsidRPr="00234356">
        <w:rPr>
          <w:cs/>
          <w:lang w:bidi="bn-IN"/>
        </w:rPr>
        <w:t>ও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হ</w:t>
      </w:r>
      <w:r>
        <w:t xml:space="preserve">, </w:t>
      </w:r>
      <w:r w:rsidRPr="00234356">
        <w:rPr>
          <w:cs/>
          <w:lang w:bidi="bn-IN"/>
        </w:rPr>
        <w:t>ইয়া মান আলা ফি দুনু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হ।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1E34AC" w:rsidP="004B01AB">
      <w:pPr>
        <w:pStyle w:val="libNormal"/>
        <w:rPr>
          <w:lang w:bidi="bn-IN"/>
        </w:rPr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উদারভাবে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থেকে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দান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দয়ার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পুরস্কার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ক্ষমতা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দিয়ে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সম্মানিত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গন্তব্য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নির্ধারন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প্রজ্ঞার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t xml:space="preserve">,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বিচার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পরিকল্পনার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আদেশ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জারি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জ্ঞানের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মার্জনা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করেন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সহনশীলতার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মাধ্যমে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তার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মর্যাদা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সত্ত্বেও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আমাদের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নিকটেই</w:t>
      </w:r>
      <w:r w:rsidR="004B01AB">
        <w:rPr>
          <w:lang w:bidi="bn-IN"/>
        </w:rPr>
        <w:t>,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যিনি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নিকটে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হওয়া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সত্ত্বেও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উচ্চমর্যাদার</w:t>
      </w:r>
      <w:r w:rsidR="004B01AB" w:rsidRPr="005167FE">
        <w:rPr>
          <w:cs/>
          <w:lang w:bidi="bn-IN"/>
        </w:rPr>
        <w:t xml:space="preserve"> </w:t>
      </w:r>
      <w:r w:rsidR="004B01AB" w:rsidRPr="005167FE">
        <w:rPr>
          <w:rFonts w:hint="cs"/>
          <w:cs/>
          <w:lang w:bidi="bn-IN"/>
        </w:rPr>
        <w:t>অধিকারী।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يَخْلُقُ</w:t>
      </w:r>
      <w:r>
        <w:rPr>
          <w:rtl/>
        </w:rPr>
        <w:t xml:space="preserve"> </w:t>
      </w:r>
      <w:r w:rsidRPr="00CF27ED">
        <w:rPr>
          <w:rFonts w:hint="cs"/>
          <w:rtl/>
        </w:rPr>
        <w:t>ما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يَفْعَلُ</w:t>
      </w:r>
      <w:r>
        <w:rPr>
          <w:rtl/>
        </w:rPr>
        <w:t xml:space="preserve"> </w:t>
      </w:r>
      <w:r w:rsidRPr="00CF27ED">
        <w:rPr>
          <w:rFonts w:hint="cs"/>
          <w:rtl/>
        </w:rPr>
        <w:t>ما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يَهْدى‏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يُضِلُّ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يُعَذِّبُ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يَغْفِرُ</w:t>
      </w:r>
      <w:r>
        <w:rPr>
          <w:rtl/>
        </w:rPr>
        <w:t xml:space="preserve"> </w:t>
      </w:r>
      <w:r w:rsidRPr="00CF27ED">
        <w:rPr>
          <w:rFonts w:hint="cs"/>
          <w:rtl/>
        </w:rPr>
        <w:t>لِمَنْ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يُعِزُّ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يُذِلُّ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يُصَوِّرُ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الْأَرْحامِ</w:t>
      </w:r>
      <w:r>
        <w:rPr>
          <w:rtl/>
        </w:rPr>
        <w:t xml:space="preserve"> </w:t>
      </w:r>
      <w:r w:rsidRPr="00CF27ED">
        <w:rPr>
          <w:rFonts w:hint="cs"/>
          <w:rtl/>
        </w:rPr>
        <w:t>ما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يَخْتَصُّ</w:t>
      </w:r>
      <w:r>
        <w:rPr>
          <w:rtl/>
        </w:rPr>
        <w:t xml:space="preserve"> </w:t>
      </w:r>
      <w:r w:rsidRPr="00CF27ED">
        <w:rPr>
          <w:rFonts w:hint="cs"/>
          <w:rtl/>
        </w:rPr>
        <w:t>بِرَحْمَتِهِ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يَشآءُ</w:t>
      </w:r>
      <w:r>
        <w:rPr>
          <w:rFonts w:hint="cs"/>
          <w:rtl/>
        </w:rPr>
        <w:t>.</w:t>
      </w:r>
    </w:p>
    <w:p w:rsidR="004B01AB" w:rsidRPr="00C25A3C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ইয়া মাই ইয়াখলুক্বু মাই ইয়্যাশা ইয়া মাই ইয়াফ</w:t>
      </w:r>
      <w:r>
        <w:rPr>
          <w:cs/>
          <w:lang w:bidi="bn-IN"/>
        </w:rPr>
        <w:t>আ</w:t>
      </w:r>
      <w:r w:rsidRPr="00234356">
        <w:rPr>
          <w:cs/>
          <w:lang w:bidi="bn-IN"/>
        </w:rPr>
        <w:t>লু মাই ইয়্যাশা ইয়া মাই ইয়্যাহদি মাই ইয়্যাশা</w:t>
      </w:r>
      <w:r>
        <w:t xml:space="preserve">, </w:t>
      </w:r>
      <w:r w:rsidRPr="00234356">
        <w:rPr>
          <w:cs/>
          <w:lang w:bidi="bn-IN"/>
        </w:rPr>
        <w:t>ইয়া মাই ইউযিললু মাই ইয়্যাশা</w:t>
      </w:r>
      <w:r>
        <w:t xml:space="preserve">, </w:t>
      </w:r>
      <w:r w:rsidRPr="00234356">
        <w:rPr>
          <w:cs/>
          <w:lang w:bidi="bn-IN"/>
        </w:rPr>
        <w:t>ইয়া মাই ইউয়্যাযযিবু মাই ইয়্যাশা</w:t>
      </w:r>
      <w:r>
        <w:t xml:space="preserve">, </w:t>
      </w:r>
      <w:r w:rsidRPr="00234356">
        <w:rPr>
          <w:cs/>
          <w:lang w:bidi="bn-IN"/>
        </w:rPr>
        <w:t>ইয়া মাই ইয়াগফিরু লিমাই ইয়্যাশা</w:t>
      </w:r>
      <w:r>
        <w:t xml:space="preserve">, </w:t>
      </w:r>
      <w:r w:rsidRPr="00234356">
        <w:rPr>
          <w:cs/>
          <w:lang w:bidi="bn-IN"/>
        </w:rPr>
        <w:t>ইয়া মাই ইউইযযু মাই ইয়্যাশা</w:t>
      </w:r>
      <w:r>
        <w:t xml:space="preserve">, </w:t>
      </w:r>
      <w:r w:rsidRPr="00234356">
        <w:rPr>
          <w:cs/>
          <w:lang w:bidi="bn-IN"/>
        </w:rPr>
        <w:t>ইয়া মাই ইউযিললু মাই ইয়্যাশা</w:t>
      </w:r>
      <w:r>
        <w:t xml:space="preserve">, </w:t>
      </w:r>
      <w:r w:rsidRPr="00234356">
        <w:rPr>
          <w:cs/>
          <w:lang w:bidi="bn-IN"/>
        </w:rPr>
        <w:t>ইয়া মাই ইউসাও ওয়িরু ফিল আরহামি মাই ইয়্যাশা</w:t>
      </w:r>
      <w:r>
        <w:t xml:space="preserve">, </w:t>
      </w:r>
      <w:r w:rsidRPr="00234356">
        <w:rPr>
          <w:cs/>
          <w:lang w:bidi="bn-IN"/>
        </w:rPr>
        <w:t>ইয়া মাই ইয়াখতাসসু বি রাহমাতিহি মাই ইয়্যাশা।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পথ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দেখান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ভুল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পথে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ফেলে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রাখেন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শাস্তি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সম্মানিত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অপমানিত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(</w:t>
      </w:r>
      <w:r w:rsidRPr="005167FE">
        <w:rPr>
          <w:rFonts w:hint="cs"/>
          <w:cs/>
          <w:lang w:bidi="bn-IN"/>
        </w:rPr>
        <w:t>জালেমদের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)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মায়ের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পেটে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চেহারা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রকম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রহমতের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জন্য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বেছে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ইচ্ছা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لَمْ</w:t>
      </w:r>
      <w:r>
        <w:rPr>
          <w:rtl/>
        </w:rPr>
        <w:t xml:space="preserve"> </w:t>
      </w:r>
      <w:r w:rsidRPr="00CF27ED">
        <w:rPr>
          <w:rFonts w:hint="cs"/>
          <w:rtl/>
        </w:rPr>
        <w:t>يَتَّخِذْ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صاحِبَةً</w:t>
      </w:r>
      <w:r>
        <w:rPr>
          <w:rtl/>
        </w:rPr>
        <w:t xml:space="preserve"> </w:t>
      </w:r>
      <w:r w:rsidRPr="00CF27ED">
        <w:rPr>
          <w:rFonts w:hint="cs"/>
          <w:rtl/>
        </w:rPr>
        <w:t>وَلا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وَلَداً،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لِكُلِّ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قَدْراً،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يُشْرِكُ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حُكْمِهِ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اَحَداً،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الْمَلائِكَةَ</w:t>
      </w:r>
      <w:r>
        <w:rPr>
          <w:rtl/>
        </w:rPr>
        <w:t xml:space="preserve"> </w:t>
      </w:r>
      <w:r w:rsidRPr="00CF27ED">
        <w:rPr>
          <w:rFonts w:hint="cs"/>
          <w:rtl/>
        </w:rPr>
        <w:t>رُسُلاً،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السَّمآءِ</w:t>
      </w:r>
      <w:r>
        <w:rPr>
          <w:rtl/>
        </w:rPr>
        <w:t xml:space="preserve"> </w:t>
      </w:r>
      <w:r w:rsidRPr="00CF27ED">
        <w:rPr>
          <w:rFonts w:hint="cs"/>
          <w:rtl/>
        </w:rPr>
        <w:t>بُرُوجاً،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الْأَرْضَ</w:t>
      </w:r>
      <w:r>
        <w:rPr>
          <w:rtl/>
        </w:rPr>
        <w:t xml:space="preserve"> </w:t>
      </w:r>
      <w:r w:rsidRPr="00CF27ED">
        <w:rPr>
          <w:rFonts w:hint="cs"/>
          <w:rtl/>
        </w:rPr>
        <w:t>قَراراً،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خَلَقَ</w:t>
      </w:r>
      <w:r>
        <w:rPr>
          <w:rtl/>
        </w:rPr>
        <w:t xml:space="preserve"> </w:t>
      </w:r>
      <w:r w:rsidRPr="00CF27ED">
        <w:rPr>
          <w:rFonts w:hint="cs"/>
          <w:rtl/>
        </w:rPr>
        <w:t>مِنَ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الْمآءِ</w:t>
      </w:r>
      <w:r>
        <w:rPr>
          <w:rtl/>
        </w:rPr>
        <w:t xml:space="preserve"> </w:t>
      </w:r>
      <w:r w:rsidRPr="00CF27ED">
        <w:rPr>
          <w:rFonts w:hint="cs"/>
          <w:rtl/>
        </w:rPr>
        <w:t>بَشَراً،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جَعَلَ</w:t>
      </w:r>
      <w:r>
        <w:rPr>
          <w:rtl/>
        </w:rPr>
        <w:t xml:space="preserve"> </w:t>
      </w:r>
      <w:r w:rsidRPr="00CF27ED">
        <w:rPr>
          <w:rFonts w:hint="cs"/>
          <w:rtl/>
        </w:rPr>
        <w:t>لِكُلِّ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اَمَداً،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اَحاطَ</w:t>
      </w:r>
      <w:r>
        <w:rPr>
          <w:rtl/>
        </w:rPr>
        <w:t xml:space="preserve"> </w:t>
      </w:r>
      <w:r w:rsidRPr="00CF27ED">
        <w:rPr>
          <w:rFonts w:hint="cs"/>
          <w:rtl/>
        </w:rPr>
        <w:t>بِكُلِّ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عِلْماً،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اَحْصى‏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كُلَّ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عَدَداً</w:t>
      </w:r>
      <w:r>
        <w:rPr>
          <w:rFonts w:hint="cs"/>
          <w:rtl/>
        </w:rPr>
        <w:t>.</w:t>
      </w:r>
    </w:p>
    <w:p w:rsidR="004B01AB" w:rsidRPr="00C25A3C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মাল লাম ইয়াত্তাখিয সাহিবাতাও ওয়ালা ওয়ালাদা</w:t>
      </w:r>
      <w:r>
        <w:t xml:space="preserve">, </w:t>
      </w:r>
      <w:r w:rsidRPr="00234356">
        <w:rPr>
          <w:cs/>
          <w:lang w:bidi="bn-IN"/>
        </w:rPr>
        <w:t>ইয়া মান জাআলা লি কুল্লি শাইয়্যিন ক্বাদরা</w:t>
      </w:r>
      <w:r>
        <w:t xml:space="preserve">, </w:t>
      </w:r>
      <w:r w:rsidRPr="00234356">
        <w:rPr>
          <w:cs/>
          <w:lang w:bidi="bn-IN"/>
        </w:rPr>
        <w:t>ইয়া মাল লাই ইউশরিকু ফি হুকমিহি আহাদা</w:t>
      </w:r>
      <w:r>
        <w:t xml:space="preserve">, </w:t>
      </w:r>
      <w:r w:rsidRPr="00234356">
        <w:rPr>
          <w:cs/>
          <w:lang w:bidi="bn-IN"/>
        </w:rPr>
        <w:t>ইয়া মান জাআলাল মালায়িকাতি রুসুলা</w:t>
      </w:r>
      <w:r>
        <w:t xml:space="preserve">, </w:t>
      </w:r>
      <w:r w:rsidRPr="00234356">
        <w:rPr>
          <w:cs/>
          <w:lang w:bidi="bn-IN"/>
        </w:rPr>
        <w:t>ইয়া মান জাআলা ফিস সামায়ি বুরুজা</w:t>
      </w:r>
      <w:r>
        <w:t xml:space="preserve">, </w:t>
      </w:r>
      <w:r w:rsidRPr="00234356">
        <w:rPr>
          <w:cs/>
          <w:lang w:bidi="bn-IN"/>
        </w:rPr>
        <w:t>ইয়া মান জাআলাল আরযা ক্বারারা</w:t>
      </w:r>
      <w:r>
        <w:t xml:space="preserve">, </w:t>
      </w:r>
      <w:r w:rsidRPr="00234356">
        <w:rPr>
          <w:cs/>
          <w:lang w:bidi="bn-IN"/>
        </w:rPr>
        <w:t>ইয়া মান খালাক্বা মিনাল মায়ি বাশারা</w:t>
      </w:r>
      <w:r>
        <w:t xml:space="preserve">, </w:t>
      </w:r>
      <w:r w:rsidRPr="00234356">
        <w:rPr>
          <w:cs/>
          <w:lang w:bidi="bn-IN"/>
        </w:rPr>
        <w:t xml:space="preserve">ইয়া মান জাআলা লি </w:t>
      </w:r>
      <w:r w:rsidRPr="00234356">
        <w:rPr>
          <w:cs/>
          <w:lang w:bidi="bn-IN"/>
        </w:rPr>
        <w:lastRenderedPageBreak/>
        <w:t>কুল্লি শাইয়্যিন আমাদা</w:t>
      </w:r>
      <w:r>
        <w:t xml:space="preserve">, </w:t>
      </w:r>
      <w:r w:rsidRPr="00234356">
        <w:rPr>
          <w:cs/>
          <w:lang w:bidi="bn-IN"/>
        </w:rPr>
        <w:t>ইয়া মান আহাতা বি কুল্লি শাইয়্যিন ইলমা</w:t>
      </w:r>
      <w:r>
        <w:t xml:space="preserve">, </w:t>
      </w:r>
      <w:r w:rsidRPr="00234356">
        <w:rPr>
          <w:cs/>
          <w:lang w:bidi="bn-IN"/>
        </w:rPr>
        <w:t>ইয়া মান আহসা কুল্লা শাইয়্যিন আদাদা।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>
        <w:t xml:space="preserve">,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স্ত্রী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সন্তান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নির্দিষ্ট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মাত্রা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দিয়েছেন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শাসনে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কোন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অংশীদার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ফেরেশতাদের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বানিয়েছেন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দূত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আকাশে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নক্ষত্রপুঞ্জগুলোকে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বানিয়েছেন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পৃথিবীকে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বানিয়েছেন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বাসস্থান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পানি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বানিয়েছেন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মানুষকে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জন্য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মেয়াদ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নির্দিষ্ট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দিয়েছেন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পরিবেষ্টন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আছে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সংখ্যা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জানেন।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اَوَّلُ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اخِرُ،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ظاهِرُ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باطِنُ،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بَرُّ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حَقُّ،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فَرْدُ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وِتْرُ،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صَمَدُ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سَرْمَدُ</w:t>
      </w:r>
      <w:r>
        <w:rPr>
          <w:rFonts w:hint="cs"/>
          <w:rtl/>
        </w:rPr>
        <w:t>.</w:t>
      </w:r>
    </w:p>
    <w:p w:rsidR="004B01AB" w:rsidRPr="00C25A3C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আওয়ালু</w:t>
      </w:r>
      <w:r>
        <w:t xml:space="preserve">, </w:t>
      </w:r>
      <w:r w:rsidRPr="00234356">
        <w:rPr>
          <w:cs/>
          <w:lang w:bidi="bn-IN"/>
        </w:rPr>
        <w:t>ইয়া আখিরু</w:t>
      </w:r>
      <w:r>
        <w:t xml:space="preserve">, </w:t>
      </w:r>
      <w:r w:rsidRPr="00234356">
        <w:rPr>
          <w:cs/>
          <w:lang w:bidi="bn-IN"/>
        </w:rPr>
        <w:t>ইয়া যাহিরু</w:t>
      </w:r>
      <w:r>
        <w:t xml:space="preserve">, </w:t>
      </w:r>
      <w:r w:rsidRPr="00234356">
        <w:rPr>
          <w:cs/>
          <w:lang w:bidi="bn-IN"/>
        </w:rPr>
        <w:t>ইয়া বাতিনু</w:t>
      </w:r>
      <w:r>
        <w:t xml:space="preserve">, </w:t>
      </w:r>
      <w:r w:rsidRPr="00234356">
        <w:rPr>
          <w:cs/>
          <w:lang w:bidi="bn-IN"/>
        </w:rPr>
        <w:t>ইয়া বাররু</w:t>
      </w:r>
      <w:r>
        <w:t xml:space="preserve">, </w:t>
      </w:r>
      <w:r w:rsidRPr="00234356">
        <w:rPr>
          <w:cs/>
          <w:lang w:bidi="bn-IN"/>
        </w:rPr>
        <w:t>ইয়া হাক্কু</w:t>
      </w:r>
      <w:r>
        <w:t xml:space="preserve">, </w:t>
      </w:r>
      <w:r w:rsidRPr="00234356">
        <w:rPr>
          <w:cs/>
          <w:lang w:bidi="bn-IN"/>
        </w:rPr>
        <w:t>ইয়া ফারদু</w:t>
      </w:r>
      <w:r>
        <w:t xml:space="preserve">, </w:t>
      </w:r>
      <w:r>
        <w:rPr>
          <w:cs/>
          <w:lang w:bidi="bn-IN"/>
        </w:rPr>
        <w:t>ইয়া</w:t>
      </w:r>
      <w:r>
        <w:t xml:space="preserve"> </w:t>
      </w:r>
      <w:r w:rsidRPr="00234356">
        <w:rPr>
          <w:cs/>
          <w:lang w:bidi="bn-IN"/>
        </w:rPr>
        <w:t>উয়িতরু</w:t>
      </w:r>
      <w:r>
        <w:t xml:space="preserve">, </w:t>
      </w:r>
      <w:r w:rsidRPr="00234356">
        <w:rPr>
          <w:cs/>
          <w:lang w:bidi="bn-IN"/>
        </w:rPr>
        <w:t>ইয়া সামাদু</w:t>
      </w:r>
      <w:r>
        <w:t xml:space="preserve">, </w:t>
      </w:r>
      <w:r w:rsidRPr="00234356">
        <w:rPr>
          <w:cs/>
          <w:lang w:bidi="bn-IN"/>
        </w:rPr>
        <w:t>ইয়া সারমাদ।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সর্বপ্রথম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শেষ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সুস্পষ্ট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গোপন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সদাশয়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একা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অদ্বিতীয়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স্বনির্ভর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স্বাধীন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নিরবিচ্ছিন্নভাবে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</w:t>
      </w:r>
      <w:r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(86)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مَعْرُوفٍ‏</w:t>
      </w:r>
      <w:r>
        <w:rPr>
          <w:rtl/>
        </w:rPr>
        <w:t xml:space="preserve"> </w:t>
      </w:r>
      <w:r w:rsidRPr="00CF27ED">
        <w:rPr>
          <w:rFonts w:hint="cs"/>
          <w:rtl/>
        </w:rPr>
        <w:t>عُرِفَ،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اَفْضَلَ</w:t>
      </w:r>
      <w:r>
        <w:rPr>
          <w:rtl/>
        </w:rPr>
        <w:t xml:space="preserve"> </w:t>
      </w:r>
      <w:r w:rsidRPr="00CF27ED">
        <w:rPr>
          <w:rFonts w:hint="cs"/>
          <w:rtl/>
        </w:rPr>
        <w:t>مَعْبُودٍ</w:t>
      </w:r>
      <w:r>
        <w:rPr>
          <w:rtl/>
        </w:rPr>
        <w:t xml:space="preserve"> </w:t>
      </w:r>
      <w:r w:rsidRPr="00CF27ED">
        <w:rPr>
          <w:rFonts w:hint="cs"/>
          <w:rtl/>
        </w:rPr>
        <w:t>عُبِدَ،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اَجَلَّ</w:t>
      </w:r>
      <w:r>
        <w:rPr>
          <w:rtl/>
        </w:rPr>
        <w:t xml:space="preserve"> </w:t>
      </w:r>
      <w:r w:rsidRPr="00CF27ED">
        <w:rPr>
          <w:rFonts w:hint="cs"/>
          <w:rtl/>
        </w:rPr>
        <w:t>مَشْكُورٍ</w:t>
      </w:r>
      <w:r>
        <w:rPr>
          <w:rtl/>
        </w:rPr>
        <w:t xml:space="preserve"> </w:t>
      </w:r>
      <w:r w:rsidRPr="00CF27ED">
        <w:rPr>
          <w:rFonts w:hint="cs"/>
          <w:rtl/>
        </w:rPr>
        <w:t>شُكِرَ،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اَعَزَّ</w:t>
      </w:r>
      <w:r>
        <w:rPr>
          <w:rtl/>
        </w:rPr>
        <w:t xml:space="preserve"> </w:t>
      </w:r>
      <w:r w:rsidRPr="00CF27ED">
        <w:rPr>
          <w:rFonts w:hint="cs"/>
          <w:rtl/>
        </w:rPr>
        <w:t>مَذْكُورٍ</w:t>
      </w:r>
      <w:r>
        <w:rPr>
          <w:rtl/>
        </w:rPr>
        <w:t xml:space="preserve"> </w:t>
      </w:r>
      <w:r w:rsidRPr="00CF27ED">
        <w:rPr>
          <w:rFonts w:hint="cs"/>
          <w:rtl/>
        </w:rPr>
        <w:t>ذُكِرَ،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اَعْلى‏</w:t>
      </w:r>
      <w:r>
        <w:rPr>
          <w:rtl/>
        </w:rPr>
        <w:t xml:space="preserve"> </w:t>
      </w:r>
      <w:r w:rsidRPr="00CF27ED">
        <w:rPr>
          <w:rFonts w:hint="cs"/>
          <w:rtl/>
        </w:rPr>
        <w:t>مَحْمُودٍ</w:t>
      </w:r>
      <w:r>
        <w:rPr>
          <w:rtl/>
        </w:rPr>
        <w:t xml:space="preserve"> </w:t>
      </w:r>
      <w:r w:rsidRPr="00CF27ED">
        <w:rPr>
          <w:rFonts w:hint="cs"/>
          <w:rtl/>
        </w:rPr>
        <w:t>حُمِدَ،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اَقْدَمَ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مَوْجُودٍ</w:t>
      </w:r>
      <w:r>
        <w:rPr>
          <w:rtl/>
        </w:rPr>
        <w:t xml:space="preserve"> </w:t>
      </w:r>
      <w:r w:rsidRPr="00CF27ED">
        <w:rPr>
          <w:rFonts w:hint="cs"/>
          <w:rtl/>
        </w:rPr>
        <w:t>طُلِبَ،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اَرْفَعَ</w:t>
      </w:r>
      <w:r>
        <w:rPr>
          <w:rtl/>
        </w:rPr>
        <w:t xml:space="preserve"> </w:t>
      </w:r>
      <w:r w:rsidRPr="00CF27ED">
        <w:rPr>
          <w:rFonts w:hint="cs"/>
          <w:rtl/>
        </w:rPr>
        <w:t>مَوْصُوفٍ‏</w:t>
      </w:r>
      <w:r>
        <w:rPr>
          <w:rtl/>
        </w:rPr>
        <w:t xml:space="preserve"> </w:t>
      </w:r>
      <w:r w:rsidRPr="00CF27ED">
        <w:rPr>
          <w:rFonts w:hint="cs"/>
          <w:rtl/>
        </w:rPr>
        <w:t>وُصِفَ،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اَكْبَرَ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مَقْصُودٍ</w:t>
      </w:r>
      <w:r>
        <w:rPr>
          <w:rtl/>
        </w:rPr>
        <w:t xml:space="preserve"> </w:t>
      </w:r>
      <w:r w:rsidRPr="00CF27ED">
        <w:rPr>
          <w:rFonts w:hint="cs"/>
          <w:rtl/>
        </w:rPr>
        <w:t>قُصِدَ،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اَكْرَمَ</w:t>
      </w:r>
      <w:r>
        <w:rPr>
          <w:rtl/>
        </w:rPr>
        <w:t xml:space="preserve"> </w:t>
      </w:r>
      <w:r w:rsidRPr="00CF27ED">
        <w:rPr>
          <w:rFonts w:hint="cs"/>
          <w:rtl/>
        </w:rPr>
        <w:t>مَسْئُولٍ</w:t>
      </w:r>
      <w:r>
        <w:rPr>
          <w:rtl/>
        </w:rPr>
        <w:t xml:space="preserve"> </w:t>
      </w:r>
      <w:r w:rsidRPr="00CF27ED">
        <w:rPr>
          <w:rFonts w:hint="cs"/>
          <w:rtl/>
        </w:rPr>
        <w:t>سُئِلَ،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اَشْرَفَ‏</w:t>
      </w:r>
      <w:r>
        <w:rPr>
          <w:rtl/>
        </w:rPr>
        <w:t xml:space="preserve"> </w:t>
      </w:r>
      <w:r w:rsidRPr="00CF27ED">
        <w:rPr>
          <w:rFonts w:hint="cs"/>
          <w:rtl/>
        </w:rPr>
        <w:t>مَحْبُوبٍ</w:t>
      </w:r>
      <w:r>
        <w:rPr>
          <w:rtl/>
        </w:rPr>
        <w:t xml:space="preserve"> </w:t>
      </w:r>
      <w:r w:rsidRPr="00CF27ED">
        <w:rPr>
          <w:rFonts w:hint="cs"/>
          <w:rtl/>
        </w:rPr>
        <w:t>عُلِمَ</w:t>
      </w:r>
      <w:r>
        <w:rPr>
          <w:rFonts w:hint="cs"/>
          <w:rtl/>
        </w:rPr>
        <w:t>.</w:t>
      </w:r>
    </w:p>
    <w:p w:rsidR="004B01AB" w:rsidRPr="00C25A3C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খায়রা মা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রুফিন উরিফ</w:t>
      </w:r>
      <w:r>
        <w:t xml:space="preserve">, </w:t>
      </w:r>
      <w:r w:rsidRPr="00234356">
        <w:rPr>
          <w:cs/>
          <w:lang w:bidi="bn-IN"/>
        </w:rPr>
        <w:t>ইয়া আফযালা মাআবুদিন উবিদ</w:t>
      </w:r>
      <w:r>
        <w:t xml:space="preserve">, </w:t>
      </w:r>
      <w:r w:rsidRPr="00234356">
        <w:rPr>
          <w:cs/>
          <w:lang w:bidi="bn-IN"/>
        </w:rPr>
        <w:t>ইয়া আজাল্লা মাশকুরিন শুকির</w:t>
      </w:r>
      <w:r>
        <w:t xml:space="preserve">, </w:t>
      </w:r>
      <w:r w:rsidRPr="00234356">
        <w:rPr>
          <w:cs/>
          <w:lang w:bidi="bn-IN"/>
        </w:rPr>
        <w:t>ইয়া আ আযযা মাযকুরিন যুকির</w:t>
      </w:r>
      <w:r>
        <w:t xml:space="preserve">, </w:t>
      </w:r>
      <w:r>
        <w:rPr>
          <w:cs/>
          <w:lang w:bidi="bn-IN"/>
        </w:rPr>
        <w:t>ইয়া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লা মাহমুদিন হুমিদ</w:t>
      </w:r>
      <w:r>
        <w:t xml:space="preserve">, </w:t>
      </w:r>
      <w:r w:rsidRPr="00234356">
        <w:rPr>
          <w:cs/>
          <w:lang w:bidi="bn-IN"/>
        </w:rPr>
        <w:t>ইয়া আক্বদামা মাউজুদিন তুলিব</w:t>
      </w:r>
      <w:r>
        <w:t xml:space="preserve">, </w:t>
      </w:r>
      <w:r w:rsidRPr="00234356">
        <w:rPr>
          <w:cs/>
          <w:lang w:bidi="bn-IN"/>
        </w:rPr>
        <w:t>ইয়া আরফাআ মাউসুফিন উসিফ</w:t>
      </w:r>
      <w:r>
        <w:t xml:space="preserve">, </w:t>
      </w:r>
      <w:r w:rsidRPr="00234356">
        <w:rPr>
          <w:cs/>
          <w:lang w:bidi="bn-IN"/>
        </w:rPr>
        <w:t>ইয়া আকবারা মাক্বসুদিন ক্বুসিদ</w:t>
      </w:r>
      <w:r>
        <w:t xml:space="preserve">, </w:t>
      </w:r>
      <w:r w:rsidRPr="00234356">
        <w:rPr>
          <w:cs/>
          <w:lang w:bidi="bn-IN"/>
        </w:rPr>
        <w:t>ইয়া আকরামা মাসউলিন সুইল</w:t>
      </w:r>
      <w:r>
        <w:t xml:space="preserve">, </w:t>
      </w:r>
      <w:r w:rsidRPr="00234356">
        <w:rPr>
          <w:cs/>
          <w:lang w:bidi="bn-IN"/>
        </w:rPr>
        <w:t>ইয়া আশরাফা মাহবুবিন উলিম।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পরিচিতদের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পরিচিত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ইবাদত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হবে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কৃতজ্ঞতা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জ্ঞাপন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স্মরণ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প্রশংসিতদের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বেশী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প্রশংসনীয়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বিরাজমান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সন্ধান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t>,</w:t>
      </w:r>
      <w:r w:rsidRPr="005167FE"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সর্বোচ্চ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গুণাবলী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বর্ণনা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শ্রেষ্ঠতম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উদ্দেশ্য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পেতে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সংগ্রাম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অনুরোধ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জ্ঞাতদের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সম্মানিত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hi-IN"/>
        </w:rPr>
        <w:t>।</w:t>
      </w:r>
      <w:r w:rsidRPr="005167FE">
        <w:rPr>
          <w:cs/>
          <w:lang w:bidi="bn-IN"/>
        </w:rPr>
        <w:t xml:space="preserve"> 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(87)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الْباكينَ،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سَيِّدَ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الْمُتَوَكِّلينَ،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هادِىَ‏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الْمُضِلّينَ،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وَلِىَّ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الْمُؤْمِنينَ،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الذَّاكِرينَ،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مَفْزَعَ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الْمَلْهُوفينَ،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مُنْجِىَ</w:t>
      </w:r>
      <w:r>
        <w:rPr>
          <w:rtl/>
        </w:rPr>
        <w:t xml:space="preserve"> </w:t>
      </w:r>
      <w:r w:rsidRPr="00CF27ED">
        <w:rPr>
          <w:rFonts w:hint="cs"/>
          <w:rtl/>
        </w:rPr>
        <w:t>الصَّادِقينَ،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اَقْدَرَ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الْقادِرينَ،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اَعْلَمَ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الْعالِمينَ،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الْخَلْقِ</w:t>
      </w:r>
      <w:r>
        <w:rPr>
          <w:rtl/>
        </w:rPr>
        <w:t xml:space="preserve"> </w:t>
      </w:r>
      <w:r w:rsidRPr="00CF27ED">
        <w:rPr>
          <w:rFonts w:hint="cs"/>
          <w:rtl/>
        </w:rPr>
        <w:t>اَجْمَعينَ</w:t>
      </w:r>
      <w:r>
        <w:t>.</w:t>
      </w:r>
    </w:p>
    <w:p w:rsidR="004B01AB" w:rsidRPr="009C372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t xml:space="preserve"> 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ইয়া বাহিবাল বাকিন</w:t>
      </w:r>
      <w:r>
        <w:t xml:space="preserve">, </w:t>
      </w:r>
      <w:r w:rsidRPr="00234356">
        <w:rPr>
          <w:cs/>
          <w:lang w:bidi="bn-IN"/>
        </w:rPr>
        <w:t>ইয়া সাইয়্যেদাল মুতাওয়াক্কিলিন</w:t>
      </w:r>
      <w:r>
        <w:t xml:space="preserve">, </w:t>
      </w:r>
      <w:r w:rsidRPr="00234356">
        <w:rPr>
          <w:cs/>
          <w:lang w:bidi="bn-IN"/>
        </w:rPr>
        <w:t>ইয়া হাদিয়াল মুযিললিন ইয়া ওয়ালিয়াল মুমিনিন</w:t>
      </w:r>
      <w:r>
        <w:t xml:space="preserve">, </w:t>
      </w:r>
      <w:r w:rsidRPr="00234356">
        <w:rPr>
          <w:cs/>
          <w:lang w:bidi="bn-IN"/>
        </w:rPr>
        <w:t>ইয়া আনিসায যাকিরিন</w:t>
      </w:r>
      <w:r>
        <w:t xml:space="preserve">, </w:t>
      </w:r>
      <w:r w:rsidRPr="00234356">
        <w:rPr>
          <w:cs/>
          <w:lang w:bidi="bn-IN"/>
        </w:rPr>
        <w:t>ইয়া মাফযাআল মালহুফিন</w:t>
      </w:r>
      <w:r>
        <w:t xml:space="preserve">, </w:t>
      </w:r>
      <w:r w:rsidRPr="00234356">
        <w:rPr>
          <w:cs/>
          <w:lang w:bidi="bn-IN"/>
        </w:rPr>
        <w:t>ইয়া মুন্জিয়াস সাদিক্বিন</w:t>
      </w:r>
      <w:r>
        <w:t xml:space="preserve">, </w:t>
      </w:r>
      <w:r w:rsidRPr="00234356">
        <w:rPr>
          <w:cs/>
          <w:lang w:bidi="bn-IN"/>
        </w:rPr>
        <w:t>ইয়া আক্বদারাল ক্বাদিরিন</w:t>
      </w:r>
      <w:r>
        <w:t xml:space="preserve">, </w:t>
      </w:r>
      <w:r w:rsidRPr="00234356">
        <w:rPr>
          <w:cs/>
          <w:lang w:bidi="bn-IN"/>
        </w:rPr>
        <w:t>ইয়া আলামাল আলামিন</w:t>
      </w:r>
      <w:r>
        <w:t xml:space="preserve">, </w:t>
      </w:r>
      <w:r w:rsidRPr="00234356">
        <w:rPr>
          <w:cs/>
          <w:lang w:bidi="bn-IN"/>
        </w:rPr>
        <w:t>ইয়া ইলাহাল খালক্বি আজমাইন।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ক্রন্দনকারীদের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প্রিয়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 w:rsidRPr="005167FE">
        <w:t xml:space="preserve">;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নির্ভরকারীদের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আশ্রয়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পা</w:t>
      </w:r>
      <w:r w:rsidRPr="005167FE">
        <w:rPr>
          <w:rFonts w:hint="cs"/>
          <w:cs/>
          <w:lang w:bidi="bn-IN"/>
        </w:rPr>
        <w:t>হারাদের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পথ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প্রদর্শক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বিশ্বাসীদের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অভিভাবক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ইবাদতকারীদের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শোকার্তদের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নিরাপদ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আশ্রয়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সত্যবাদীদের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উদ্ধারকারী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শক্তিধরদের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শক্তিধর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বেশী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সমস্ত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খোদা</w:t>
      </w:r>
      <w:r w:rsidRPr="005167FE">
        <w:rPr>
          <w:cs/>
          <w:lang w:bidi="bn-IN"/>
        </w:rPr>
        <w:t xml:space="preserve"> (</w:t>
      </w:r>
      <w:r w:rsidRPr="005167FE">
        <w:rPr>
          <w:rFonts w:hint="cs"/>
          <w:cs/>
          <w:lang w:bidi="bn-IN"/>
        </w:rPr>
        <w:t>প্রভু</w:t>
      </w:r>
      <w:r w:rsidRPr="005167FE">
        <w:rPr>
          <w:cs/>
          <w:lang w:bidi="bn-IN"/>
        </w:rPr>
        <w:t>)</w:t>
      </w:r>
      <w:r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(88)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عَلا</w:t>
      </w:r>
      <w:r>
        <w:rPr>
          <w:rtl/>
        </w:rPr>
        <w:t xml:space="preserve"> </w:t>
      </w:r>
      <w:r w:rsidRPr="00CF27ED">
        <w:rPr>
          <w:rFonts w:hint="cs"/>
          <w:rtl/>
        </w:rPr>
        <w:t>فَقَهَرَ،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مَلَكَ</w:t>
      </w:r>
      <w:r>
        <w:rPr>
          <w:rtl/>
        </w:rPr>
        <w:t xml:space="preserve"> </w:t>
      </w:r>
      <w:r w:rsidRPr="00CF27ED">
        <w:rPr>
          <w:rFonts w:hint="cs"/>
          <w:rtl/>
        </w:rPr>
        <w:t>فَقَدَرَ،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بَطَنَ‏</w:t>
      </w:r>
      <w:r>
        <w:rPr>
          <w:rtl/>
        </w:rPr>
        <w:t xml:space="preserve"> </w:t>
      </w:r>
      <w:r w:rsidRPr="00CF27ED">
        <w:rPr>
          <w:rFonts w:hint="cs"/>
          <w:rtl/>
        </w:rPr>
        <w:t>فَخَبَرَ،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عُبِدَ</w:t>
      </w:r>
      <w:r>
        <w:rPr>
          <w:rtl/>
        </w:rPr>
        <w:t xml:space="preserve"> </w:t>
      </w:r>
      <w:r w:rsidRPr="00CF27ED">
        <w:rPr>
          <w:rFonts w:hint="cs"/>
          <w:rtl/>
        </w:rPr>
        <w:t>فَشَكَرَ،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عُصِىَ</w:t>
      </w:r>
      <w:r>
        <w:rPr>
          <w:rtl/>
        </w:rPr>
        <w:t xml:space="preserve"> </w:t>
      </w:r>
      <w:r w:rsidRPr="00CF27ED">
        <w:rPr>
          <w:rFonts w:hint="cs"/>
          <w:rtl/>
        </w:rPr>
        <w:t>فَغَفَرَ،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تَحْويهِ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الْفِكَرُ،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يُدْرِكُهُ</w:t>
      </w:r>
      <w:r>
        <w:rPr>
          <w:rtl/>
        </w:rPr>
        <w:t xml:space="preserve"> </w:t>
      </w:r>
      <w:r w:rsidRPr="00CF27ED">
        <w:rPr>
          <w:rFonts w:hint="cs"/>
          <w:rtl/>
        </w:rPr>
        <w:t>بَصَرٌ،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يَخْفى‏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اَثَرٌ،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رازِقَ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الْبَشَرِ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مُقَدِّرَ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قَدَرٍ</w:t>
      </w:r>
      <w:r>
        <w:t>.</w:t>
      </w:r>
    </w:p>
    <w:p w:rsidR="004B01AB" w:rsidRPr="009C372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আলা ফাক্বাহার</w:t>
      </w:r>
      <w:r>
        <w:t xml:space="preserve">, </w:t>
      </w:r>
      <w:r w:rsidRPr="00234356">
        <w:rPr>
          <w:cs/>
          <w:lang w:bidi="bn-IN"/>
        </w:rPr>
        <w:t>ইয়া মান মালাকা ফাক্বাদার</w:t>
      </w:r>
      <w:r>
        <w:t xml:space="preserve">, </w:t>
      </w:r>
      <w:r w:rsidRPr="00234356">
        <w:rPr>
          <w:cs/>
          <w:lang w:bidi="bn-IN"/>
        </w:rPr>
        <w:t>ইয়া মান বাতানা ফাখাবার</w:t>
      </w:r>
      <w:r>
        <w:t xml:space="preserve">, </w:t>
      </w:r>
      <w:r w:rsidRPr="00234356">
        <w:rPr>
          <w:cs/>
          <w:lang w:bidi="bn-IN"/>
        </w:rPr>
        <w:t>ইয়া মান উবিদা ফাশাকার</w:t>
      </w:r>
      <w:r>
        <w:t xml:space="preserve">, </w:t>
      </w:r>
      <w:r w:rsidRPr="00234356">
        <w:rPr>
          <w:cs/>
          <w:lang w:bidi="bn-IN"/>
        </w:rPr>
        <w:t>ইয়া মা উসিয়া ফাগ্বাফার</w:t>
      </w:r>
      <w:r>
        <w:t xml:space="preserve">, </w:t>
      </w:r>
      <w:r w:rsidRPr="00234356">
        <w:rPr>
          <w:cs/>
          <w:lang w:bidi="bn-IN"/>
        </w:rPr>
        <w:t>ইয়া মান লা তাহওয়িহিল ফিকার</w:t>
      </w:r>
      <w:r>
        <w:t xml:space="preserve">, </w:t>
      </w:r>
      <w:r w:rsidRPr="00234356">
        <w:rPr>
          <w:cs/>
          <w:lang w:bidi="bn-IN"/>
        </w:rPr>
        <w:t>ইয়া মান লা ইউরিকুহু বাসার</w:t>
      </w:r>
      <w:r>
        <w:t xml:space="preserve">, </w:t>
      </w:r>
      <w:r w:rsidRPr="00234356">
        <w:rPr>
          <w:cs/>
          <w:lang w:bidi="bn-IN"/>
        </w:rPr>
        <w:t>ইয়া মান লা ইখফা আলাইহি আসার</w:t>
      </w:r>
      <w:r>
        <w:t xml:space="preserve">, </w:t>
      </w:r>
      <w:r w:rsidRPr="00234356">
        <w:rPr>
          <w:cs/>
          <w:lang w:bidi="bn-IN"/>
        </w:rPr>
        <w:t>ইয়া রাযিক্বাল বাশার ইয়া মুক্বাদ্দিরা কুল্লি ক্বাদির।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234356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উচ্চ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প্রতাপশালী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মালিক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শক্তিশালী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গোপন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সচেতন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ইবাদত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মূল্যায়ন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অবাধ্যতা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তবুও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চিন্তা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পরিবেষ্টন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পারে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lastRenderedPageBreak/>
        <w:t>চোখ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দেখতে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লুকানো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মানবজাতির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রিযিক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দাতা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গন্তব্য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নির্দিষ্ট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করেছেন।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(89)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حافِظُ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بارِئُ،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ذارِئُ‏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باذِخُ،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فارِجُ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فاتِحُ،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كاشِفُ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ضامِنُ،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امِرُ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ناهى‏</w:t>
      </w:r>
      <w:r>
        <w:rPr>
          <w:rFonts w:hint="cs"/>
          <w:rtl/>
        </w:rPr>
        <w:t>.</w:t>
      </w:r>
    </w:p>
    <w:p w:rsidR="004B01AB" w:rsidRPr="009C372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হাফিযু</w:t>
      </w:r>
      <w:r>
        <w:t xml:space="preserve">, </w:t>
      </w:r>
      <w:r w:rsidRPr="00234356">
        <w:rPr>
          <w:cs/>
          <w:lang w:bidi="bn-IN"/>
        </w:rPr>
        <w:t>ইয়া বারিউ</w:t>
      </w:r>
      <w:r>
        <w:t xml:space="preserve">, </w:t>
      </w:r>
      <w:r w:rsidRPr="00234356">
        <w:rPr>
          <w:cs/>
          <w:lang w:bidi="bn-IN"/>
        </w:rPr>
        <w:t>ইয়া যারিউ</w:t>
      </w:r>
      <w:r>
        <w:t xml:space="preserve">, </w:t>
      </w:r>
      <w:r w:rsidRPr="00234356">
        <w:rPr>
          <w:cs/>
          <w:lang w:bidi="bn-IN"/>
        </w:rPr>
        <w:t>ইয়া বাযিখু</w:t>
      </w:r>
      <w:r>
        <w:t xml:space="preserve">, </w:t>
      </w:r>
      <w:r w:rsidRPr="00234356">
        <w:rPr>
          <w:cs/>
          <w:lang w:bidi="bn-IN"/>
        </w:rPr>
        <w:t>ইয়া ফারিজু</w:t>
      </w:r>
      <w:r>
        <w:t xml:space="preserve">, </w:t>
      </w:r>
      <w:r w:rsidRPr="00234356">
        <w:rPr>
          <w:cs/>
          <w:lang w:bidi="bn-IN"/>
        </w:rPr>
        <w:t>ইয়া ফাতিহু</w:t>
      </w:r>
      <w:r>
        <w:t xml:space="preserve">, </w:t>
      </w:r>
      <w:r w:rsidRPr="00234356">
        <w:rPr>
          <w:cs/>
          <w:lang w:bidi="bn-IN"/>
        </w:rPr>
        <w:t>ইয়া কাশিফু</w:t>
      </w:r>
      <w:r>
        <w:t xml:space="preserve">, </w:t>
      </w:r>
      <w:r w:rsidRPr="00234356">
        <w:rPr>
          <w:cs/>
          <w:lang w:bidi="bn-IN"/>
        </w:rPr>
        <w:t>ইয়া যামিনু</w:t>
      </w:r>
      <w:r>
        <w:t xml:space="preserve">, </w:t>
      </w:r>
      <w:r w:rsidRPr="00234356">
        <w:rPr>
          <w:cs/>
          <w:lang w:bidi="bn-IN"/>
        </w:rPr>
        <w:t>ইয়া আমিরু</w:t>
      </w:r>
      <w:r>
        <w:t xml:space="preserve">, </w:t>
      </w:r>
      <w:r w:rsidRPr="00234356">
        <w:rPr>
          <w:cs/>
          <w:lang w:bidi="bn-IN"/>
        </w:rPr>
        <w:t>ইয়া নাহি।</w:t>
      </w:r>
    </w:p>
    <w:p w:rsidR="004B01AB" w:rsidRDefault="004B01AB" w:rsidP="004B01AB">
      <w:pPr>
        <w:pStyle w:val="libNormal"/>
        <w:rPr>
          <w:lang w:bidi="bn-IN"/>
        </w:rPr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234356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হেফাযতকারী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বানান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সর্ব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স্বতিদাতা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বিজয়ী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প্রকাশকারী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জিম্মাদার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অধিনায়ক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নিষেধকারী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(90)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يَعْلَمُ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الْغَيْبَ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يَصْرِفُ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السُّوءَ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لايَخْلُقُ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الْخَلْقَ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لايَغْفِرُ</w:t>
      </w:r>
      <w:r>
        <w:rPr>
          <w:rtl/>
        </w:rPr>
        <w:t xml:space="preserve"> </w:t>
      </w:r>
      <w:r w:rsidRPr="00CF27ED">
        <w:rPr>
          <w:rFonts w:hint="cs"/>
          <w:rtl/>
        </w:rPr>
        <w:t>الذَّنْبَ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يُتِمُّ</w:t>
      </w:r>
      <w:r>
        <w:rPr>
          <w:rtl/>
        </w:rPr>
        <w:t xml:space="preserve"> </w:t>
      </w:r>
      <w:r w:rsidRPr="00CF27ED">
        <w:rPr>
          <w:rFonts w:hint="cs"/>
          <w:rtl/>
        </w:rPr>
        <w:t>النِّعْمَةَ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يُقَلِّبُ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الْقُلُوبَ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يُدَبِّرُ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الْأَمْرَ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يُنَزِّلُ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الْغَيْثَ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يَبْسُطُ</w:t>
      </w:r>
      <w:r>
        <w:rPr>
          <w:rtl/>
        </w:rPr>
        <w:t xml:space="preserve"> </w:t>
      </w:r>
      <w:r w:rsidRPr="00CF27ED">
        <w:rPr>
          <w:rFonts w:hint="cs"/>
          <w:rtl/>
        </w:rPr>
        <w:t>الرِّزْقَ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لايُحْيِى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الْمَوْتى‏</w:t>
      </w:r>
      <w:r>
        <w:rPr>
          <w:rtl/>
        </w:rPr>
        <w:t xml:space="preserve"> </w:t>
      </w:r>
      <w:r w:rsidRPr="00CF27ED">
        <w:rPr>
          <w:rFonts w:hint="cs"/>
          <w:rtl/>
        </w:rPr>
        <w:t>اِلاَّ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t>.</w:t>
      </w:r>
    </w:p>
    <w:p w:rsidR="004B01AB" w:rsidRPr="009C372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মাল লা ইয়ালামুল গায়বা ইল্লা হু</w:t>
      </w:r>
      <w:r>
        <w:t xml:space="preserve">, </w:t>
      </w:r>
      <w:r w:rsidRPr="00234356">
        <w:rPr>
          <w:cs/>
          <w:lang w:bidi="bn-IN"/>
        </w:rPr>
        <w:t>ইয়া মাল লাই ইয়াসরিফুস সুআ ইল্লা হু</w:t>
      </w:r>
      <w:r>
        <w:t xml:space="preserve">, </w:t>
      </w:r>
      <w:r w:rsidRPr="00234356">
        <w:rPr>
          <w:cs/>
          <w:lang w:bidi="bn-IN"/>
        </w:rPr>
        <w:t>ইয়া মাল লাই ইখলাক্বুল খালক্বা ইল্লা হু</w:t>
      </w:r>
      <w:r>
        <w:t xml:space="preserve">, </w:t>
      </w:r>
      <w:r w:rsidRPr="00234356">
        <w:rPr>
          <w:cs/>
          <w:lang w:bidi="bn-IN"/>
        </w:rPr>
        <w:t>ইয়া মাল লাই ইয়াগফিরুয যাম্বা ইল্লা হু</w:t>
      </w:r>
      <w:r>
        <w:t xml:space="preserve">, </w:t>
      </w:r>
      <w:r>
        <w:rPr>
          <w:cs/>
          <w:lang w:bidi="bn-IN"/>
        </w:rPr>
        <w:t>ইয়া মাল লা ইউতিম্মুন নি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মাতি ইল্লা হু</w:t>
      </w:r>
      <w:r>
        <w:t xml:space="preserve">, </w:t>
      </w:r>
      <w:r w:rsidRPr="00234356">
        <w:rPr>
          <w:cs/>
          <w:lang w:bidi="bn-IN"/>
        </w:rPr>
        <w:t>ইয়া মাল লাই ইউক্বাল্লিবুল ক্বুলুবা ইল্লা হু</w:t>
      </w:r>
      <w:r>
        <w:t xml:space="preserve">, </w:t>
      </w:r>
      <w:r w:rsidRPr="00234356">
        <w:rPr>
          <w:cs/>
          <w:lang w:bidi="bn-IN"/>
        </w:rPr>
        <w:t xml:space="preserve">ইয়া </w:t>
      </w:r>
      <w:r w:rsidRPr="00234356">
        <w:rPr>
          <w:cs/>
          <w:lang w:bidi="bn-IN"/>
        </w:rPr>
        <w:lastRenderedPageBreak/>
        <w:t>মাল লাই ইউদাব্বিরুল আমরা ইল্লা হু</w:t>
      </w:r>
      <w:r>
        <w:t xml:space="preserve">, </w:t>
      </w:r>
      <w:r w:rsidRPr="00234356">
        <w:rPr>
          <w:cs/>
          <w:lang w:bidi="bn-IN"/>
        </w:rPr>
        <w:t>ইয়া মাল লাই ইউনাযযিলুল গাইসা ইল্লা হু</w:t>
      </w:r>
      <w:r>
        <w:t xml:space="preserve">, </w:t>
      </w:r>
      <w:r w:rsidRPr="00234356">
        <w:rPr>
          <w:cs/>
          <w:lang w:bidi="bn-IN"/>
        </w:rPr>
        <w:t>ইয়া মাল লাই ইয়াবসুতুর রিযক্বা ইল্লা হু</w:t>
      </w:r>
      <w:r>
        <w:t xml:space="preserve">, </w:t>
      </w:r>
      <w:r w:rsidRPr="00234356">
        <w:rPr>
          <w:cs/>
          <w:lang w:bidi="bn-IN"/>
        </w:rPr>
        <w:t>ইয়া মাল লাই ইউহয়িল মাউতা ইল্লা হু।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গোপন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বিষয়গুলো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জানে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দুর্যোগদূর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গুনাহ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নেয়ামত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কেউপূর্ণ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অন্তর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উল্টে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বিষয়গুলোর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ব্যবস্থাপনায়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বৃষ্টিবর্ষণ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রিযিকবৃদ্ধি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মৃতকে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জীবিত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(91)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مُعينَ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الْضُعَفآءِ،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الْغُرَبآءِ،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 w:rsidR="00861EF4">
        <w:rPr>
          <w:rtl/>
        </w:rPr>
        <w:t xml:space="preserve"> </w:t>
      </w:r>
      <w:r w:rsidRPr="00CF27ED">
        <w:rPr>
          <w:rFonts w:hint="cs"/>
          <w:rtl/>
        </w:rPr>
        <w:t>ناصِرَ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الْأَوْلِيآءِ،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قاهِرَ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الْأَعْدآءِ،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رافِعَ</w:t>
      </w:r>
      <w:r>
        <w:rPr>
          <w:rtl/>
        </w:rPr>
        <w:t xml:space="preserve"> </w:t>
      </w:r>
      <w:r w:rsidRPr="00CF27ED">
        <w:rPr>
          <w:rFonts w:hint="cs"/>
          <w:rtl/>
        </w:rPr>
        <w:t>السَّمآءِ،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اَنيسَ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الْأَصْفِيآءِ،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الْأَتْقِيآءِ،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كَنْزَ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الْفُقَرآءِ،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</w:t>
      </w:r>
      <w:r>
        <w:rPr>
          <w:rtl/>
        </w:rPr>
        <w:t xml:space="preserve"> </w:t>
      </w:r>
      <w:r w:rsidRPr="00CF27ED">
        <w:rPr>
          <w:rFonts w:hint="cs"/>
          <w:rtl/>
        </w:rPr>
        <w:t>الْأَغْنِيآءِ،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اَكْرَمَ</w:t>
      </w:r>
      <w:r>
        <w:rPr>
          <w:rtl/>
        </w:rPr>
        <w:t xml:space="preserve"> </w:t>
      </w:r>
      <w:r w:rsidRPr="00CF27ED">
        <w:rPr>
          <w:rFonts w:hint="cs"/>
          <w:rtl/>
        </w:rPr>
        <w:t>الْكُرَمآءِ</w:t>
      </w:r>
      <w:r>
        <w:t>.</w:t>
      </w:r>
    </w:p>
    <w:p w:rsidR="004B01AB" w:rsidRPr="009C372D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মু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নায যুআফা</w:t>
      </w:r>
      <w:r>
        <w:t xml:space="preserve">, </w:t>
      </w:r>
      <w:r w:rsidRPr="00234356">
        <w:rPr>
          <w:cs/>
          <w:lang w:bidi="bn-IN"/>
        </w:rPr>
        <w:t>ইয়া সাহিবাল গুরাবা</w:t>
      </w:r>
      <w:r>
        <w:t xml:space="preserve">, </w:t>
      </w:r>
      <w:r w:rsidRPr="00234356">
        <w:rPr>
          <w:cs/>
          <w:lang w:bidi="bn-IN"/>
        </w:rPr>
        <w:t>ইয়া নাসিরাল আওলিয়া</w:t>
      </w:r>
      <w:r>
        <w:t xml:space="preserve">, </w:t>
      </w:r>
      <w:r>
        <w:rPr>
          <w:cs/>
          <w:lang w:bidi="bn-IN"/>
        </w:rPr>
        <w:t>ইয়া ক্বাহিরাল আ</w:t>
      </w:r>
      <w:r>
        <w:rPr>
          <w:rFonts w:ascii="Times New Roman" w:hAnsi="Times New Roman" w:cs="Times New Roman"/>
          <w:lang w:bidi="bn-IN"/>
        </w:rPr>
        <w:t>’</w:t>
      </w:r>
      <w:r w:rsidRPr="00234356">
        <w:rPr>
          <w:cs/>
          <w:lang w:bidi="bn-IN"/>
        </w:rPr>
        <w:t>আদা</w:t>
      </w:r>
      <w:r>
        <w:t xml:space="preserve">, </w:t>
      </w:r>
      <w:r w:rsidRPr="00234356">
        <w:rPr>
          <w:cs/>
          <w:lang w:bidi="bn-IN"/>
        </w:rPr>
        <w:t>ইয়া রাফিয়াস সামা</w:t>
      </w:r>
      <w:r>
        <w:t xml:space="preserve">, </w:t>
      </w:r>
      <w:r w:rsidRPr="00234356">
        <w:rPr>
          <w:cs/>
          <w:lang w:bidi="bn-IN"/>
        </w:rPr>
        <w:t>ইয়া আনিসাল আসফিয়া</w:t>
      </w:r>
      <w:r>
        <w:t xml:space="preserve">, </w:t>
      </w:r>
      <w:r w:rsidRPr="00234356">
        <w:rPr>
          <w:cs/>
          <w:lang w:bidi="bn-IN"/>
        </w:rPr>
        <w:t>ইয়া হাবিবাল আতক্বিয়া</w:t>
      </w:r>
      <w:r>
        <w:t xml:space="preserve">, </w:t>
      </w:r>
      <w:r w:rsidRPr="00234356">
        <w:rPr>
          <w:cs/>
          <w:lang w:bidi="bn-IN"/>
        </w:rPr>
        <w:t>ইয়া কানযাল ফুক্বারা</w:t>
      </w:r>
      <w:r>
        <w:t xml:space="preserve">, </w:t>
      </w:r>
      <w:r w:rsidRPr="00234356">
        <w:rPr>
          <w:cs/>
          <w:lang w:bidi="bn-IN"/>
        </w:rPr>
        <w:t>ইয়া ইলাহাল আগ্বনিয়া</w:t>
      </w:r>
      <w:r>
        <w:t xml:space="preserve">, </w:t>
      </w:r>
      <w:r w:rsidRPr="00234356">
        <w:rPr>
          <w:cs/>
          <w:lang w:bidi="bn-IN"/>
        </w:rPr>
        <w:t>ইয়া আকরামাল কুরামা।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দূর্বলদের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সাহায্যকারী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অপরিচিত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স্থানে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পহারাদের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সাথী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সাহায্যকারী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শত্রুদের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পরাভূতকারী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আকাশকে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উচুঁতে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উঠান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নির্বাচিতদের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সাথে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মিশুকু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সম্পর্কে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সতর্ক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ব্যক্তিদের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দরিদ্রদের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ধনভান্ডা</w:t>
      </w:r>
      <w:r>
        <w:rPr>
          <w:cs/>
          <w:lang w:bidi="bn-IN"/>
        </w:rPr>
        <w:t>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ধনীদের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খোদা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সদয়দের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মধ্যে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সবচেয়ে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সদয়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(92)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كافِياً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قآئِماً</w:t>
      </w:r>
      <w:r>
        <w:rPr>
          <w:rtl/>
        </w:rPr>
        <w:t xml:space="preserve"> </w:t>
      </w:r>
      <w:r w:rsidRPr="00CF27ED">
        <w:rPr>
          <w:rFonts w:hint="cs"/>
          <w:rtl/>
        </w:rPr>
        <w:t>عَلى‏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يُشْبِهُهُ‏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يَزيدُ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مُلْكِهِ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يَخْفى‏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يَنْقُصُ</w:t>
      </w:r>
      <w:r>
        <w:rPr>
          <w:rtl/>
        </w:rPr>
        <w:t xml:space="preserve"> </w:t>
      </w:r>
      <w:r w:rsidRPr="00CF27ED">
        <w:rPr>
          <w:rFonts w:hint="cs"/>
          <w:rtl/>
        </w:rPr>
        <w:t>مِنْ</w:t>
      </w:r>
      <w:r>
        <w:rPr>
          <w:rtl/>
        </w:rPr>
        <w:t xml:space="preserve"> </w:t>
      </w:r>
      <w:r w:rsidRPr="00CF27ED">
        <w:rPr>
          <w:rFonts w:hint="cs"/>
          <w:rtl/>
        </w:rPr>
        <w:t>خَزآئِنِهِ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لَيْسَ</w:t>
      </w:r>
      <w:r>
        <w:rPr>
          <w:rtl/>
        </w:rPr>
        <w:t xml:space="preserve"> </w:t>
      </w:r>
      <w:r w:rsidRPr="00CF27ED">
        <w:rPr>
          <w:rFonts w:hint="cs"/>
          <w:rtl/>
        </w:rPr>
        <w:t>كَمِثْلِهِ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يَعْزُبُ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عِلْمِهِ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خَبيرٌ</w:t>
      </w:r>
      <w:r>
        <w:rPr>
          <w:rtl/>
        </w:rPr>
        <w:t xml:space="preserve"> </w:t>
      </w:r>
      <w:r w:rsidRPr="00CF27ED">
        <w:rPr>
          <w:rFonts w:hint="cs"/>
          <w:rtl/>
        </w:rPr>
        <w:t>بِكُلِّ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وَسِعَتْ‏</w:t>
      </w:r>
      <w:r>
        <w:rPr>
          <w:rtl/>
        </w:rPr>
        <w:t xml:space="preserve"> </w:t>
      </w:r>
      <w:r w:rsidRPr="00CF27ED">
        <w:rPr>
          <w:rFonts w:hint="cs"/>
          <w:rtl/>
        </w:rPr>
        <w:t>رَحْمَتُهُ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كُلَّ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t>.</w:t>
      </w:r>
    </w:p>
    <w:p w:rsidR="004B01AB" w:rsidRPr="00A7514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কাফিয়াম মিন কুল্লি শাই</w:t>
      </w:r>
      <w:r>
        <w:t xml:space="preserve">, </w:t>
      </w:r>
      <w:r w:rsidRPr="00234356">
        <w:rPr>
          <w:cs/>
          <w:lang w:bidi="bn-IN"/>
        </w:rPr>
        <w:t>ইয়া ক্বায়িমান আলা কুল্লি শাই</w:t>
      </w:r>
      <w:r>
        <w:t xml:space="preserve">, </w:t>
      </w:r>
      <w:r w:rsidRPr="00234356">
        <w:rPr>
          <w:cs/>
          <w:lang w:bidi="bn-IN"/>
        </w:rPr>
        <w:t>ইয়া মাল লা ইউশবিহুহু শাই</w:t>
      </w:r>
      <w:r>
        <w:t xml:space="preserve">, </w:t>
      </w:r>
      <w:r w:rsidRPr="00234356">
        <w:rPr>
          <w:cs/>
          <w:lang w:bidi="bn-IN"/>
        </w:rPr>
        <w:t>ইয়া মাল লা ইয়াযিদু ফি মুলকিহি শাই</w:t>
      </w:r>
      <w:r>
        <w:t xml:space="preserve">, </w:t>
      </w:r>
      <w:r w:rsidRPr="00234356">
        <w:rPr>
          <w:cs/>
          <w:lang w:bidi="bn-IN"/>
        </w:rPr>
        <w:t>ইয়া মাল লা ইয়াখফা আলাইহি শাই</w:t>
      </w:r>
      <w:r>
        <w:t xml:space="preserve">, </w:t>
      </w:r>
      <w:r w:rsidRPr="00234356">
        <w:rPr>
          <w:cs/>
          <w:lang w:bidi="bn-IN"/>
        </w:rPr>
        <w:t>ইয়া মাল লা ইয়ান ক্বুসু মিন খাযায়িনিহি শাই</w:t>
      </w:r>
      <w:r>
        <w:t xml:space="preserve">, </w:t>
      </w:r>
      <w:r w:rsidRPr="00234356">
        <w:rPr>
          <w:cs/>
          <w:lang w:bidi="bn-IN"/>
        </w:rPr>
        <w:t>ইয়া মাল লাইসা কামসিলিহি শাই</w:t>
      </w:r>
      <w:r>
        <w:t xml:space="preserve">, </w:t>
      </w:r>
      <w:r w:rsidRPr="00234356">
        <w:rPr>
          <w:cs/>
          <w:lang w:bidi="bn-IN"/>
        </w:rPr>
        <w:t>ইয়া মাল লা ইয়াযুবু আন ইলমিহি শাই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খাবিরুম বি কুল্লি শাই</w:t>
      </w:r>
      <w:r>
        <w:t xml:space="preserve">, </w:t>
      </w:r>
      <w:r w:rsidRPr="00234356">
        <w:rPr>
          <w:cs/>
          <w:lang w:bidi="bn-IN"/>
        </w:rPr>
        <w:t>ইয়া মান ওয়াসিয়াত রাহমাতুহু কুল্লা শাই।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সবকিছু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প্রয়োজনমুক্ত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স্বনির্ভর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ওপরে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প্রতিষ্ঠিত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কোন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রাজ্যকে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বৃদ্ধি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কোন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গোপন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ধনভান্ডারগুলোকে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কোন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কমিয়ে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কেউ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ঘেরাও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থাকে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সবকিছু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সম্পর্কে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জানেন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বিস্তৃত।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(93)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مُكْرِمُ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مُطْعِمُ،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مُنْعِمُ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مُعْطى‏،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مُغْنى‏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مُقْنى‏،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مُفْنى‏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مُحْيى‏،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مُرْضى‏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مُنْجى</w:t>
      </w:r>
      <w:r>
        <w:rPr>
          <w:rtl/>
        </w:rPr>
        <w:t>.</w:t>
      </w:r>
    </w:p>
    <w:p w:rsidR="004B01AB" w:rsidRPr="00A7514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t xml:space="preserve"> 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মুকরিমু</w:t>
      </w:r>
      <w:r>
        <w:t xml:space="preserve">, </w:t>
      </w:r>
      <w:r w:rsidRPr="00234356">
        <w:rPr>
          <w:cs/>
          <w:lang w:bidi="bn-IN"/>
        </w:rPr>
        <w:t>ইয়া মুত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মু</w:t>
      </w:r>
      <w:r>
        <w:t xml:space="preserve">, </w:t>
      </w:r>
      <w:r w:rsidRPr="00234356">
        <w:rPr>
          <w:cs/>
          <w:lang w:bidi="bn-IN"/>
        </w:rPr>
        <w:t>ইয়া মুনয়িমু</w:t>
      </w:r>
      <w:r>
        <w:t xml:space="preserve">, </w:t>
      </w:r>
      <w:r w:rsidRPr="00234356">
        <w:rPr>
          <w:cs/>
          <w:lang w:bidi="bn-IN"/>
        </w:rPr>
        <w:t>ইয়া মুগ্বনি</w:t>
      </w:r>
      <w:r>
        <w:t xml:space="preserve">, </w:t>
      </w:r>
      <w:r w:rsidRPr="00234356">
        <w:rPr>
          <w:cs/>
          <w:lang w:bidi="bn-IN"/>
        </w:rPr>
        <w:t>ইয়া মুক্বনি</w:t>
      </w:r>
      <w:r>
        <w:t xml:space="preserve">, </w:t>
      </w:r>
      <w:r w:rsidRPr="00234356">
        <w:rPr>
          <w:cs/>
          <w:lang w:bidi="bn-IN"/>
        </w:rPr>
        <w:t>ইয়া মুফনি</w:t>
      </w:r>
      <w:r>
        <w:t xml:space="preserve">, </w:t>
      </w:r>
      <w:r w:rsidRPr="00234356">
        <w:rPr>
          <w:cs/>
          <w:lang w:bidi="bn-IN"/>
        </w:rPr>
        <w:t>ইয়া মুহ</w:t>
      </w:r>
      <w:r>
        <w:rPr>
          <w:cs/>
          <w:lang w:bidi="bn-IN"/>
        </w:rPr>
        <w:t>য়ি</w:t>
      </w:r>
      <w:r>
        <w:t xml:space="preserve">, </w:t>
      </w:r>
      <w:r w:rsidRPr="00234356">
        <w:rPr>
          <w:cs/>
          <w:lang w:bidi="bn-IN"/>
        </w:rPr>
        <w:t>ইয়া মুর</w:t>
      </w:r>
      <w:r>
        <w:rPr>
          <w:cs/>
          <w:lang w:bidi="bn-IN"/>
        </w:rPr>
        <w:t>যি</w:t>
      </w:r>
      <w:r>
        <w:t xml:space="preserve">, </w:t>
      </w:r>
      <w:r w:rsidRPr="00234356">
        <w:rPr>
          <w:cs/>
          <w:lang w:bidi="bn-IN"/>
        </w:rPr>
        <w:t>ইয়া মুন্জি।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উদার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ভরণ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পোষন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দাতা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নেয়ামত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উপহার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ধনী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আশ্রয়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ধ্বংস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ত্বরান্বিতকারী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সন্তুষ্ট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নাজাত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(94)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اَوَّلَ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وَآخِرَهُ،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اِلهَ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وَمَليكَهُ،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رَبَ‏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وَصانِعَهُ،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بارِئَ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وَخالِقَهُ،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قابِضَ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وَباسِطَهُ،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مُبْدِئَ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وَمُعيدَهُ،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مُنْشِئَ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وَمُقَدِّرَهُ،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مُكَوِّنَ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وَمُحَوِّلَهُ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مُحْيِىَ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وَمُميتَهُ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خالِقَ‏</w:t>
      </w:r>
      <w:r>
        <w:rPr>
          <w:rtl/>
        </w:rPr>
        <w:t xml:space="preserve"> </w:t>
      </w:r>
      <w:r w:rsidRPr="00CF27ED">
        <w:rPr>
          <w:rFonts w:hint="cs"/>
          <w:rtl/>
        </w:rPr>
        <w:t>كُلِّشَىْ‏ءٍ</w:t>
      </w:r>
      <w:r>
        <w:rPr>
          <w:rtl/>
        </w:rPr>
        <w:t xml:space="preserve"> </w:t>
      </w:r>
      <w:r w:rsidRPr="00CF27ED">
        <w:rPr>
          <w:rFonts w:hint="cs"/>
          <w:rtl/>
        </w:rPr>
        <w:t>وَوارِثَهُ</w:t>
      </w:r>
      <w:r>
        <w:t>.</w:t>
      </w:r>
    </w:p>
    <w:p w:rsidR="004B01AB" w:rsidRPr="00A7514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 w:rsidRPr="00234356">
        <w:rPr>
          <w:rFonts w:ascii="SolaimanLipi" w:hAnsi="SolaimanLipi" w:cs="SolaimanLipi"/>
        </w:rPr>
        <w:t>.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আওয়ালা কুল্লি শাইয়্যিউ ওয়া আখির</w:t>
      </w:r>
      <w:r>
        <w:t xml:space="preserve">, </w:t>
      </w:r>
      <w:r w:rsidRPr="00234356">
        <w:rPr>
          <w:cs/>
          <w:lang w:bidi="bn-IN"/>
        </w:rPr>
        <w:t>ইয়া ইলাহা কুল্লি শাইয়্যি</w:t>
      </w:r>
      <w:r>
        <w:rPr>
          <w:cs/>
          <w:lang w:bidi="bn-IN"/>
        </w:rPr>
        <w:t>উ</w:t>
      </w:r>
      <w:r w:rsidRPr="00234356">
        <w:rPr>
          <w:cs/>
          <w:lang w:bidi="bn-IN"/>
        </w:rPr>
        <w:t xml:space="preserve"> ওয়া মালিকা</w:t>
      </w:r>
      <w:r>
        <w:t xml:space="preserve">, </w:t>
      </w:r>
      <w:r w:rsidRPr="00234356">
        <w:rPr>
          <w:cs/>
          <w:lang w:bidi="bn-IN"/>
        </w:rPr>
        <w:t>ইয়া রাব্বা কুল্লি শাইয়্যিউ ওয়া সানিয়া</w:t>
      </w:r>
      <w:r>
        <w:t xml:space="preserve">, </w:t>
      </w:r>
      <w:r w:rsidRPr="00234356">
        <w:rPr>
          <w:cs/>
          <w:lang w:bidi="bn-IN"/>
        </w:rPr>
        <w:t>ইয়া বারিয়া কুল্লি শাইয়্যিউ ও</w:t>
      </w:r>
      <w:r>
        <w:rPr>
          <w:cs/>
          <w:lang w:bidi="bn-IN"/>
        </w:rPr>
        <w:t>য়া</w:t>
      </w:r>
      <w:r w:rsidRPr="00234356">
        <w:rPr>
          <w:cs/>
          <w:lang w:bidi="bn-IN"/>
        </w:rPr>
        <w:t xml:space="preserve"> খালিক্বা</w:t>
      </w:r>
      <w:r>
        <w:t xml:space="preserve">, </w:t>
      </w:r>
      <w:r w:rsidRPr="00234356">
        <w:rPr>
          <w:cs/>
          <w:lang w:bidi="bn-IN"/>
        </w:rPr>
        <w:t>ইয়া ক্বাবিযা কুল্লি শাইয়্যিউ ওয়া বাসিতা</w:t>
      </w:r>
      <w:r>
        <w:t xml:space="preserve">, </w:t>
      </w:r>
      <w:r w:rsidRPr="00234356">
        <w:rPr>
          <w:cs/>
          <w:lang w:bidi="bn-IN"/>
        </w:rPr>
        <w:t>ইয়া মুবদিয়া কুল্লি শাইয়্যিউ ওয়া মুইয়্যিদা</w:t>
      </w:r>
      <w:r>
        <w:t xml:space="preserve">, </w:t>
      </w:r>
      <w:r w:rsidRPr="00234356">
        <w:rPr>
          <w:cs/>
          <w:lang w:bidi="bn-IN"/>
        </w:rPr>
        <w:t>ইয়া মুনশিয়া কুল্লি শাইয়্যিউ ওয়া মুক্বাদ্দিরা</w:t>
      </w:r>
      <w:r>
        <w:t xml:space="preserve">, </w:t>
      </w:r>
      <w:r w:rsidRPr="00234356">
        <w:rPr>
          <w:cs/>
          <w:lang w:bidi="bn-IN"/>
        </w:rPr>
        <w:t>ইয়া মুকাওউয়িনা কুল্লি শাইয়্যিউ ওয়া মুহাওউয়িলা</w:t>
      </w:r>
      <w:r>
        <w:t xml:space="preserve">, </w:t>
      </w:r>
      <w:r w:rsidRPr="00234356">
        <w:rPr>
          <w:cs/>
          <w:lang w:bidi="bn-IN"/>
        </w:rPr>
        <w:t>ইয়া মান মুহিয়া কুল্লি শাইয়্যিউ ওয়া মুমিতা</w:t>
      </w:r>
      <w:r>
        <w:t xml:space="preserve">, </w:t>
      </w:r>
      <w:r w:rsidRPr="00234356">
        <w:rPr>
          <w:cs/>
          <w:lang w:bidi="bn-IN"/>
        </w:rPr>
        <w:t>ইয়া খালিক্বা কুল্লি শাইয়্যিউ ওয়া ওয়ারিসা</w:t>
      </w:r>
      <w:r w:rsidRPr="00234356"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আগে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খোদা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প্রভু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প্রতিপালক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গঠনদানকারী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lastRenderedPageBreak/>
        <w:t>বানান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সেগুলোর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নিয়ন্ত্রণ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বিস্তৃতি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ঘটান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কিছুর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উদ্ভাবক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সেগুলো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ফেরত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সবকিছুর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উৎপাদনকারী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মূল্য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মাত্রা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নির্ধারণকারী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প্রত্যেক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ধ্বংসকারী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জীবন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মৃত্যু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জিনিসের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সৃষ্টিকর্তা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উত্তরাধিকারী।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>(95)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ذاكِرٍ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وَمَذْكُورٍ،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شاكِرٍ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وَمَشْكُورٍ،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حامِدٍ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وَمَحْمُودٍ،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شاهِدٍ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وَمَشْهُودٍ،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داعٍ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وَمَدْعُوٍّ،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وَمُجابٍ،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مُونِسٍ</w:t>
      </w:r>
      <w:r>
        <w:rPr>
          <w:rtl/>
        </w:rPr>
        <w:t xml:space="preserve"> </w:t>
      </w:r>
      <w:r w:rsidRPr="00CF27ED">
        <w:rPr>
          <w:rFonts w:hint="cs"/>
          <w:rtl/>
        </w:rPr>
        <w:t>وَاَنيسٍ،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صاحِبٍ‏</w:t>
      </w:r>
      <w:r>
        <w:rPr>
          <w:rtl/>
        </w:rPr>
        <w:t xml:space="preserve"> </w:t>
      </w:r>
      <w:r w:rsidRPr="00CF27ED">
        <w:rPr>
          <w:rFonts w:hint="cs"/>
          <w:rtl/>
        </w:rPr>
        <w:t>وَجَليسٍ،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مَقْصُودٍ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وَمَطْلُوبٍ،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خَيْرَ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حَبيبٍ</w:t>
      </w:r>
      <w:r>
        <w:rPr>
          <w:rtl/>
        </w:rPr>
        <w:t xml:space="preserve"> </w:t>
      </w:r>
      <w:r w:rsidRPr="00CF27ED">
        <w:rPr>
          <w:rFonts w:hint="cs"/>
          <w:rtl/>
        </w:rPr>
        <w:t>وَمَحْبُوبٍ</w:t>
      </w:r>
      <w: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খায়রা যাকিরিউ ওয়া মাযকুর</w:t>
      </w:r>
      <w:r>
        <w:t xml:space="preserve">, </w:t>
      </w:r>
      <w:r w:rsidRPr="00234356">
        <w:rPr>
          <w:cs/>
          <w:lang w:bidi="bn-IN"/>
        </w:rPr>
        <w:t>ইয়া খায়রা শাকিরিউ ওয়া মাশকুর</w:t>
      </w:r>
      <w:r>
        <w:t xml:space="preserve">, </w:t>
      </w:r>
      <w:r w:rsidRPr="00234356">
        <w:rPr>
          <w:cs/>
          <w:lang w:bidi="bn-IN"/>
        </w:rPr>
        <w:t>ইয়া খায়রা হামিদিও ওয়া মাহমুদ</w:t>
      </w:r>
      <w:r>
        <w:t xml:space="preserve">, </w:t>
      </w:r>
      <w:r>
        <w:rPr>
          <w:cs/>
          <w:lang w:bidi="bn-IN"/>
        </w:rPr>
        <w:t>ইয়া খায়রা শাহিদি</w:t>
      </w:r>
      <w:r w:rsidRPr="00234356">
        <w:rPr>
          <w:cs/>
          <w:lang w:bidi="bn-IN"/>
        </w:rPr>
        <w:t>উ ওয়া মাশহুদ</w:t>
      </w:r>
      <w:r>
        <w:t xml:space="preserve">, </w:t>
      </w:r>
      <w:r w:rsidRPr="00234356">
        <w:rPr>
          <w:cs/>
          <w:lang w:bidi="bn-IN"/>
        </w:rPr>
        <w:t>ইয়া খায়রা দা</w:t>
      </w:r>
      <w:r>
        <w:rPr>
          <w:cs/>
          <w:lang w:bidi="bn-IN"/>
        </w:rPr>
        <w:t>য়ি</w:t>
      </w:r>
      <w:r w:rsidRPr="00234356">
        <w:rPr>
          <w:cs/>
          <w:lang w:bidi="bn-IN"/>
        </w:rPr>
        <w:t>উ ওয়া মাদউয়্যু</w:t>
      </w:r>
      <w:r>
        <w:t xml:space="preserve">, </w:t>
      </w:r>
      <w:r w:rsidRPr="00234356">
        <w:rPr>
          <w:cs/>
          <w:lang w:bidi="bn-IN"/>
        </w:rPr>
        <w:t>ইয়া খায়রা মুজিবিউ ওয়া মুজাব</w:t>
      </w:r>
      <w:r>
        <w:t xml:space="preserve">, </w:t>
      </w:r>
      <w:r w:rsidRPr="00234356">
        <w:rPr>
          <w:cs/>
          <w:lang w:bidi="bn-IN"/>
        </w:rPr>
        <w:t>ইয়া খায়রা মুনিসিউ ওয়া আনিস</w:t>
      </w:r>
      <w:r>
        <w:t xml:space="preserve">, </w:t>
      </w:r>
      <w:r w:rsidRPr="00234356">
        <w:rPr>
          <w:cs/>
          <w:lang w:bidi="bn-IN"/>
        </w:rPr>
        <w:t>ইয়া খায়রা সাহিবিউ ওয়া জালিস</w:t>
      </w:r>
      <w:r>
        <w:t xml:space="preserve">, </w:t>
      </w:r>
      <w:r w:rsidRPr="00234356">
        <w:rPr>
          <w:cs/>
          <w:lang w:bidi="bn-IN"/>
        </w:rPr>
        <w:t>ইয়া খায়রা মাক্বসুদিউ ওয়া মাতলুব</w:t>
      </w:r>
      <w:r>
        <w:t xml:space="preserve">, </w:t>
      </w:r>
      <w:r w:rsidRPr="00234356">
        <w:rPr>
          <w:cs/>
          <w:lang w:bidi="bn-IN"/>
        </w:rPr>
        <w:t>ইয়া খায়রা হাবিবিউ ওয়া মাহবুব।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স্মরণকারী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স্ম</w:t>
      </w:r>
      <w:r w:rsidRPr="005167FE">
        <w:rPr>
          <w:rFonts w:hint="cs"/>
          <w:cs/>
          <w:lang w:bidi="bn-IN"/>
        </w:rPr>
        <w:t>রণ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মূল্যায়নকারী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কৃতজ্ঞতা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জানানো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প্রশংসাকারী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প্রশংসিতদের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সাক্ষী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বিষয়ে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সাক্ষী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দেওয়া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আমন্ত্রণকারী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আমন্ত্রিত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সাড়াদানকারী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সাড়াপ্রাপ্ত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সান্তনাদানকারী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উপদেশ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দাতা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সাথী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আকাংখিত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প্রার্থিত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ভালোবাসে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ভালোবাসা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তাদের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মাঝে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শ্রেষ্ঠ।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Fonts w:ascii="SolaimanLipi" w:hAnsi="SolaimanLipi" w:cs="SolaimanLipi"/>
          <w:rtl/>
        </w:rPr>
      </w:pPr>
      <w:r w:rsidRPr="00234356">
        <w:rPr>
          <w:rFonts w:ascii="SolaimanLipi" w:hAnsi="SolaimanLipi" w:cs="SolaimanLipi"/>
        </w:rPr>
        <w:t xml:space="preserve"> (96) </w:t>
      </w:r>
      <w:r w:rsidRPr="00234356">
        <w:rPr>
          <w:rFonts w:hint="cs"/>
          <w:rtl/>
        </w:rPr>
        <w:t>ی</w:t>
      </w:r>
      <w: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لِمَنْ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دَعاهُ</w:t>
      </w:r>
      <w:r>
        <w:rPr>
          <w:rtl/>
        </w:rPr>
        <w:t xml:space="preserve"> </w:t>
      </w:r>
      <w:r w:rsidRPr="00CF27ED">
        <w:rPr>
          <w:rFonts w:hint="cs"/>
          <w:rtl/>
        </w:rPr>
        <w:t>مُجيبٌ،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لِمَنْ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اَطاعَهُ</w:t>
      </w:r>
      <w:r>
        <w:rPr>
          <w:rtl/>
        </w:rPr>
        <w:t xml:space="preserve"> </w:t>
      </w:r>
      <w:r w:rsidRPr="00CF27ED">
        <w:rPr>
          <w:rFonts w:hint="cs"/>
          <w:rtl/>
        </w:rPr>
        <w:t>حَبيبٌ،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اِلى‏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اَحَبَّهُ</w:t>
      </w:r>
      <w:r>
        <w:rPr>
          <w:rtl/>
        </w:rPr>
        <w:t xml:space="preserve"> </w:t>
      </w:r>
      <w:r w:rsidRPr="00CF27ED">
        <w:rPr>
          <w:rFonts w:hint="cs"/>
          <w:rtl/>
        </w:rPr>
        <w:t>قَريبٌ،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بِمَنِ</w:t>
      </w:r>
      <w:r>
        <w:rPr>
          <w:rtl/>
        </w:rPr>
        <w:t xml:space="preserve"> </w:t>
      </w:r>
      <w:r w:rsidRPr="00CF27ED">
        <w:rPr>
          <w:rFonts w:hint="cs"/>
          <w:rtl/>
        </w:rPr>
        <w:t>اسْتَحْفَظَهُ</w:t>
      </w:r>
      <w:r>
        <w:rPr>
          <w:rtl/>
        </w:rPr>
        <w:t xml:space="preserve"> </w:t>
      </w:r>
      <w:r w:rsidRPr="00CF27ED">
        <w:rPr>
          <w:rFonts w:hint="cs"/>
          <w:rtl/>
        </w:rPr>
        <w:t>رَقيبٌ،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رَجاهُ‏</w:t>
      </w:r>
      <w:r>
        <w:rPr>
          <w:rtl/>
        </w:rPr>
        <w:t xml:space="preserve"> </w:t>
      </w:r>
      <w:r w:rsidRPr="00CF27ED">
        <w:rPr>
          <w:rFonts w:hint="cs"/>
          <w:rtl/>
        </w:rPr>
        <w:t>كَريمٌ،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عَصاهُ</w:t>
      </w:r>
      <w:r>
        <w:rPr>
          <w:rtl/>
        </w:rPr>
        <w:t xml:space="preserve"> </w:t>
      </w:r>
      <w:r w:rsidRPr="00CF27ED">
        <w:rPr>
          <w:rFonts w:hint="cs"/>
          <w:rtl/>
        </w:rPr>
        <w:t>حَليمٌ،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عَظَمَتِهِ</w:t>
      </w:r>
      <w:r>
        <w:rPr>
          <w:rtl/>
        </w:rPr>
        <w:t xml:space="preserve"> </w:t>
      </w:r>
      <w:r w:rsidRPr="00CF27ED">
        <w:rPr>
          <w:rFonts w:hint="cs"/>
          <w:rtl/>
        </w:rPr>
        <w:t>رَحيمٌ،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حِكْمَتِهِ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فى‏</w:t>
      </w:r>
      <w:r>
        <w:rPr>
          <w:rtl/>
        </w:rPr>
        <w:t xml:space="preserve"> </w:t>
      </w:r>
      <w:r w:rsidRPr="00CF27ED">
        <w:rPr>
          <w:rFonts w:hint="cs"/>
          <w:rtl/>
        </w:rPr>
        <w:t>اِحْسانِهِ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بِمَنْ‏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اَرادَهُ</w:t>
      </w:r>
      <w:r>
        <w:rPr>
          <w:rtl/>
        </w:rPr>
        <w:t xml:space="preserve"> </w:t>
      </w:r>
      <w:r w:rsidRPr="00CF27ED">
        <w:rPr>
          <w:rFonts w:hint="cs"/>
          <w:rtl/>
        </w:rPr>
        <w:t>عَليمٌ</w:t>
      </w:r>
      <w:r>
        <w:t>.</w:t>
      </w:r>
    </w:p>
    <w:p w:rsidR="004B01AB" w:rsidRPr="00234356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লিমান দায়াহু মুজিব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লিমান আতায়াহু হাবিব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ইলা মান আহাব্বাহু ক্বারিব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বিমানিস তাহফাযাহু রাক্বিব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বিমান রাজাহু কারিম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বিমান আসাহু হালিম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আযামাতিহি রাহিম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হিকমাতিহি আযিম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ফি ইহসানিহি ক্বাদিম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হুয়া</w:t>
      </w:r>
      <w:r w:rsidRPr="00234356">
        <w:rPr>
          <w:cs/>
          <w:lang w:bidi="bn-IN"/>
        </w:rPr>
        <w:t xml:space="preserve"> বিমান আরাদাহু আলিম।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সাড়া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ডাকে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বন্ধু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মেনে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চলে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নিকটে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ভালোবাসে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রক্ষাকর্তা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নিরাপত্তা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চায়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দয়ালু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আশা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সহনশীল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অবাধ্য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হয়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বড়ত্বের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দয়ালু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প্রজ্ঞায়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মহান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পরোপকারী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জানেন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চায়।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Pr="00BB1568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 xml:space="preserve"> (97) </w:t>
      </w:r>
      <w:r w:rsidRPr="00CF27ED">
        <w:rPr>
          <w:rFonts w:hint="cs"/>
          <w:rtl/>
        </w:rPr>
        <w:t>اَللّهُمَّ</w:t>
      </w:r>
      <w:r>
        <w:rPr>
          <w:rtl/>
        </w:rPr>
        <w:t xml:space="preserve"> </w:t>
      </w:r>
      <w:r w:rsidRPr="00CF27ED">
        <w:rPr>
          <w:rFonts w:hint="cs"/>
          <w:rtl/>
        </w:rPr>
        <w:t>اِنّى‏</w:t>
      </w:r>
      <w:r>
        <w:rPr>
          <w:rtl/>
        </w:rPr>
        <w:t xml:space="preserve"> </w:t>
      </w:r>
      <w:r w:rsidRPr="00CF27ED">
        <w:rPr>
          <w:rFonts w:hint="cs"/>
          <w:rtl/>
        </w:rPr>
        <w:t>اَسْئَلُكَ</w:t>
      </w:r>
      <w:r>
        <w:rPr>
          <w:rtl/>
        </w:rPr>
        <w:t xml:space="preserve"> </w:t>
      </w:r>
      <w:r w:rsidRPr="00CF27ED">
        <w:rPr>
          <w:rFonts w:hint="cs"/>
          <w:rtl/>
        </w:rPr>
        <w:t>بِاسْمِكَ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مُسَبِّبُ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مُرَغِّبُ،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مُقَلِّبُ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مُعَقِّبُ،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مُرَتِّبُ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مُخَوِّفُ،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مُحَذِّرُ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مُذَكِّرُ،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مُسَخِّرُ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مُغَيِّرُ</w:t>
      </w:r>
      <w:r>
        <w:t xml:space="preserve">. </w:t>
      </w:r>
    </w:p>
    <w:p w:rsidR="004B01AB" w:rsidRPr="0010271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lastRenderedPageBreak/>
        <w:t>বাংলা উচ্চারণঃ-</w:t>
      </w:r>
      <w:r w:rsidRPr="00234356">
        <w:rPr>
          <w:cs/>
          <w:lang w:bidi="bn-IN"/>
        </w:rPr>
        <w:t xml:space="preserve"> আল্লাহুম্মা ইন্নি আসআলুকা বিসমিকা ইয়া</w:t>
      </w:r>
      <w:r>
        <w:rPr>
          <w:cs/>
          <w:lang w:bidi="bn-IN"/>
        </w:rPr>
        <w:t xml:space="preserve"> </w:t>
      </w:r>
      <w:r w:rsidRPr="00234356">
        <w:rPr>
          <w:cs/>
          <w:lang w:bidi="bn-IN"/>
        </w:rPr>
        <w:t>মুসাববিবু</w:t>
      </w:r>
      <w:r>
        <w:t xml:space="preserve">, </w:t>
      </w:r>
      <w:r w:rsidRPr="00234356">
        <w:rPr>
          <w:cs/>
          <w:lang w:bidi="bn-IN"/>
        </w:rPr>
        <w:t>ইয়া মুরাগ্বগ্বিবু</w:t>
      </w:r>
      <w:r>
        <w:t xml:space="preserve">, </w:t>
      </w:r>
      <w:r w:rsidRPr="00234356">
        <w:rPr>
          <w:cs/>
          <w:lang w:bidi="bn-IN"/>
        </w:rPr>
        <w:t>ইয়া মুক্বাল্লিবু</w:t>
      </w:r>
      <w:r>
        <w:t xml:space="preserve">, </w:t>
      </w:r>
      <w:r w:rsidRPr="00234356">
        <w:rPr>
          <w:cs/>
          <w:lang w:bidi="bn-IN"/>
        </w:rPr>
        <w:t>ইয়া মুয়াক্কিবু</w:t>
      </w:r>
      <w:r>
        <w:t xml:space="preserve">, </w:t>
      </w:r>
      <w:r w:rsidRPr="00234356">
        <w:rPr>
          <w:cs/>
          <w:lang w:bidi="bn-IN"/>
        </w:rPr>
        <w:t>ইয়া মুরাত্তিবু</w:t>
      </w:r>
      <w:r>
        <w:t xml:space="preserve">, </w:t>
      </w:r>
      <w:r w:rsidRPr="00234356">
        <w:rPr>
          <w:cs/>
          <w:lang w:bidi="bn-IN"/>
        </w:rPr>
        <w:t>ইয়া মুখাও</w:t>
      </w:r>
      <w:r>
        <w:rPr>
          <w:cs/>
          <w:lang w:bidi="bn-IN"/>
        </w:rPr>
        <w:t>য়্যি</w:t>
      </w:r>
      <w:r w:rsidRPr="00234356">
        <w:rPr>
          <w:cs/>
          <w:lang w:bidi="bn-IN"/>
        </w:rPr>
        <w:t>ফু</w:t>
      </w:r>
      <w:r>
        <w:t xml:space="preserve">, </w:t>
      </w:r>
      <w:r w:rsidRPr="00234356">
        <w:rPr>
          <w:cs/>
          <w:lang w:bidi="bn-IN"/>
        </w:rPr>
        <w:t>ইয়া মুহায</w:t>
      </w:r>
      <w:r>
        <w:rPr>
          <w:cs/>
          <w:lang w:bidi="bn-IN"/>
        </w:rPr>
        <w:t>য্যি</w:t>
      </w:r>
      <w:r w:rsidRPr="00234356">
        <w:rPr>
          <w:cs/>
          <w:lang w:bidi="bn-IN"/>
        </w:rPr>
        <w:t>রু</w:t>
      </w:r>
      <w:r>
        <w:t xml:space="preserve">, </w:t>
      </w:r>
      <w:r w:rsidRPr="00234356">
        <w:rPr>
          <w:cs/>
          <w:lang w:bidi="bn-IN"/>
        </w:rPr>
        <w:t>ইয়া মুযাক্কিরু</w:t>
      </w:r>
      <w:r>
        <w:t xml:space="preserve">, </w:t>
      </w:r>
      <w:r w:rsidRPr="00234356">
        <w:rPr>
          <w:cs/>
          <w:lang w:bidi="bn-IN"/>
        </w:rPr>
        <w:t>ইয়া মুসাখখিরু</w:t>
      </w:r>
      <w:r>
        <w:t xml:space="preserve">, </w:t>
      </w:r>
      <w:r w:rsidRPr="00234356">
        <w:rPr>
          <w:cs/>
          <w:lang w:bidi="bn-IN"/>
        </w:rPr>
        <w:t>ইয়া মুগ্বাইয়ির।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আল্লাহ</w:t>
      </w:r>
      <w:r>
        <w:t xml:space="preserve">, </w:t>
      </w:r>
      <w:r w:rsidRPr="005167FE">
        <w:rPr>
          <w:rFonts w:hint="cs"/>
          <w:cs/>
          <w:lang w:bidi="bn-IN"/>
        </w:rPr>
        <w:t>নিশ্চয়ই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আমি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কাছে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বিনীত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প্রার্থনা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আপনার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নামের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মাধ্যমে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কারক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আকাঙ্খার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সৃষ্টিকারী</w:t>
      </w:r>
      <w:r w:rsidRPr="005167FE">
        <w:t>;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পরিবর্তনকারী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আঘাতকারী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ব্যবস্থাপক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ভীতিজনক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রক্ষাকারী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স্মরণ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করিয়ে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বশীভূতকারী</w:t>
      </w:r>
      <w:r>
        <w:t xml:space="preserve">,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স্থান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পরিবর্তন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দেন।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(98)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عِلْمُهُ</w:t>
      </w:r>
      <w:r>
        <w:rPr>
          <w:rtl/>
        </w:rPr>
        <w:t xml:space="preserve"> </w:t>
      </w:r>
      <w:r w:rsidRPr="00CF27ED">
        <w:rPr>
          <w:rFonts w:hint="cs"/>
          <w:rtl/>
        </w:rPr>
        <w:t>سابِقٌ،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وَعْدُهُ</w:t>
      </w:r>
      <w:r>
        <w:rPr>
          <w:rtl/>
        </w:rPr>
        <w:t xml:space="preserve"> </w:t>
      </w:r>
      <w:r w:rsidRPr="00CF27ED">
        <w:rPr>
          <w:rFonts w:hint="cs"/>
          <w:rtl/>
        </w:rPr>
        <w:t>صادِقٌ،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لُطْفُهُ</w:t>
      </w:r>
      <w:r>
        <w:rPr>
          <w:rtl/>
        </w:rPr>
        <w:t xml:space="preserve"> </w:t>
      </w:r>
      <w:r w:rsidRPr="00CF27ED">
        <w:rPr>
          <w:rFonts w:hint="cs"/>
          <w:rtl/>
        </w:rPr>
        <w:t>ظاهِرٌ،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اَمْرُهُ</w:t>
      </w:r>
      <w:r>
        <w:rPr>
          <w:rtl/>
        </w:rPr>
        <w:t xml:space="preserve"> </w:t>
      </w:r>
      <w:r w:rsidRPr="00CF27ED">
        <w:rPr>
          <w:rFonts w:hint="cs"/>
          <w:rtl/>
        </w:rPr>
        <w:t>غالِبٌ،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كِتابُهُ</w:t>
      </w:r>
      <w:r>
        <w:rPr>
          <w:rtl/>
        </w:rPr>
        <w:t xml:space="preserve"> </w:t>
      </w:r>
      <w:r w:rsidRPr="00CF27ED">
        <w:rPr>
          <w:rFonts w:hint="cs"/>
          <w:rtl/>
        </w:rPr>
        <w:t>مُحْكَمٌ،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قَضآئُهُ</w:t>
      </w:r>
      <w:r>
        <w:rPr>
          <w:rtl/>
        </w:rPr>
        <w:t xml:space="preserve"> </w:t>
      </w:r>
      <w:r w:rsidRPr="00CF27ED">
        <w:rPr>
          <w:rFonts w:hint="cs"/>
          <w:rtl/>
        </w:rPr>
        <w:t>كائِنٌ،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قُرْآنُهُ</w:t>
      </w:r>
      <w:r>
        <w:rPr>
          <w:rtl/>
        </w:rPr>
        <w:t xml:space="preserve"> </w:t>
      </w:r>
      <w:r w:rsidRPr="00CF27ED">
        <w:rPr>
          <w:rFonts w:hint="cs"/>
          <w:rtl/>
        </w:rPr>
        <w:t>مَجيدٌ،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مُلْكُهُ</w:t>
      </w:r>
      <w:r>
        <w:rPr>
          <w:rtl/>
        </w:rPr>
        <w:t xml:space="preserve"> </w:t>
      </w:r>
      <w:r w:rsidRPr="00CF27ED">
        <w:rPr>
          <w:rFonts w:hint="cs"/>
          <w:rtl/>
        </w:rPr>
        <w:t>قَديمٌ،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فَضْلُهُ</w:t>
      </w:r>
      <w:r>
        <w:rPr>
          <w:rtl/>
        </w:rPr>
        <w:t xml:space="preserve"> </w:t>
      </w:r>
      <w:r w:rsidRPr="00CF27ED">
        <w:rPr>
          <w:rFonts w:hint="cs"/>
          <w:rtl/>
        </w:rPr>
        <w:t>عَميمٌ،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عَرْشُهُ‏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عَظيمٌ</w:t>
      </w:r>
      <w:r>
        <w:t>.</w:t>
      </w:r>
    </w:p>
    <w:p w:rsidR="004B01AB" w:rsidRPr="00102710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084317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মান ইলমুহু সাবিক্বু</w:t>
      </w:r>
      <w:r>
        <w:t xml:space="preserve">, </w:t>
      </w:r>
      <w:r w:rsidRPr="00234356">
        <w:rPr>
          <w:cs/>
          <w:lang w:bidi="bn-IN"/>
        </w:rPr>
        <w:t>ইয়া মান ওয়াদুহু সাদিক্বু</w:t>
      </w:r>
      <w:r>
        <w:t xml:space="preserve">, </w:t>
      </w:r>
      <w:r w:rsidRPr="00234356">
        <w:rPr>
          <w:cs/>
          <w:lang w:bidi="bn-IN"/>
        </w:rPr>
        <w:t>ইয়া মান লুতফুহু যাহিরু</w:t>
      </w:r>
      <w:r>
        <w:t xml:space="preserve">, </w:t>
      </w:r>
      <w:r w:rsidRPr="00234356">
        <w:rPr>
          <w:cs/>
          <w:lang w:bidi="bn-IN"/>
        </w:rPr>
        <w:t>ইয়া মান আমরুহু গ্বালিবু</w:t>
      </w:r>
      <w:r>
        <w:t xml:space="preserve">, </w:t>
      </w:r>
      <w:r w:rsidRPr="00234356">
        <w:rPr>
          <w:cs/>
          <w:lang w:bidi="bn-IN"/>
        </w:rPr>
        <w:t>ইয়া মান কিতাবুহু মুহকামু</w:t>
      </w:r>
      <w:r>
        <w:t xml:space="preserve">, </w:t>
      </w:r>
      <w:r w:rsidRPr="00234356">
        <w:rPr>
          <w:cs/>
          <w:lang w:bidi="bn-IN"/>
        </w:rPr>
        <w:t>ইয়া মান ক্বাযাউহু কায়িনু</w:t>
      </w:r>
      <w:r>
        <w:t xml:space="preserve">, </w:t>
      </w:r>
      <w:r w:rsidRPr="00234356">
        <w:rPr>
          <w:cs/>
          <w:lang w:bidi="bn-IN"/>
        </w:rPr>
        <w:t>ইয়া মান কুরানুহু মুজিদু</w:t>
      </w:r>
      <w:r>
        <w:t xml:space="preserve">, </w:t>
      </w:r>
      <w:r w:rsidRPr="00234356">
        <w:rPr>
          <w:cs/>
          <w:lang w:bidi="bn-IN"/>
        </w:rPr>
        <w:t>ইয়া মান মুলকুহু ক্বাদিমু</w:t>
      </w:r>
      <w:r>
        <w:t xml:space="preserve">, </w:t>
      </w:r>
      <w:r w:rsidRPr="00234356">
        <w:rPr>
          <w:cs/>
          <w:lang w:bidi="bn-IN"/>
        </w:rPr>
        <w:t xml:space="preserve">ইয়া মান </w:t>
      </w:r>
      <w:r>
        <w:rPr>
          <w:cs/>
          <w:lang w:bidi="bn-IN"/>
        </w:rPr>
        <w:t>ফা</w:t>
      </w:r>
      <w:r w:rsidRPr="00234356">
        <w:rPr>
          <w:cs/>
          <w:lang w:bidi="bn-IN"/>
        </w:rPr>
        <w:t>যলুহু আমিমু</w:t>
      </w:r>
      <w:r>
        <w:t xml:space="preserve">, </w:t>
      </w:r>
      <w:r w:rsidRPr="00234356">
        <w:rPr>
          <w:cs/>
          <w:lang w:bidi="bn-IN"/>
        </w:rPr>
        <w:t>ইয়া মান আরশুহু আযিম।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Pr="005167FE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জ্ঞান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প্রতিশ্রুতি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সত্য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প্রকাশ্য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হুকুম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বিজয়ী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কিতাব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স্পষ্ট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এবং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চুড়ান্ত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বিচারিক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অবধারিত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কোরআন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সম্মানিত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বাদশাহী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অনন্ত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অতীত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থেকে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বিরাজমান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দয়া</w:t>
      </w:r>
      <w:r w:rsidRPr="005167FE">
        <w:rPr>
          <w:cs/>
          <w:lang w:bidi="bn-IN"/>
        </w:rPr>
        <w:t xml:space="preserve"> </w:t>
      </w:r>
      <w:r>
        <w:rPr>
          <w:cs/>
          <w:lang w:bidi="bn-IN"/>
        </w:rPr>
        <w:t>ও</w:t>
      </w:r>
      <w:r>
        <w:rPr>
          <w:lang w:bidi="bn-IN"/>
        </w:rPr>
        <w:t xml:space="preserve"> </w:t>
      </w:r>
      <w:r>
        <w:rPr>
          <w:cs/>
          <w:lang w:bidi="bn-IN"/>
        </w:rPr>
        <w:t>অনুগ্রহ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সবার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জন্য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ক্ষমতার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মসনদ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মহামর্যাদার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অধিকার</w:t>
      </w:r>
      <w:r w:rsidRPr="005167FE">
        <w:rPr>
          <w:cs/>
          <w:lang w:bidi="bn-IN"/>
        </w:rPr>
        <w:t xml:space="preserve"> </w:t>
      </w:r>
      <w:r>
        <w:rPr>
          <w:cs/>
          <w:lang w:bidi="hi-IN"/>
        </w:rPr>
        <w:t>।</w:t>
      </w:r>
    </w:p>
    <w:p w:rsidR="004B01AB" w:rsidRPr="00234356" w:rsidRDefault="004B01AB" w:rsidP="004B01AB">
      <w:pPr>
        <w:pStyle w:val="libNormal"/>
      </w:pPr>
      <w:r>
        <w:rPr>
          <w:rFonts w:hint="cs"/>
          <w:cs/>
          <w:lang w:bidi="bn-BD"/>
        </w:rPr>
        <w:lastRenderedPageBreak/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4B01AB" w:rsidRPr="00D37035" w:rsidRDefault="004B01AB" w:rsidP="004B01AB">
      <w:pPr>
        <w:pStyle w:val="libAr"/>
        <w:rPr>
          <w:rFonts w:ascii="SolaimanLipi" w:hAnsi="SolaimanLipi" w:cs="SolaimanLipi"/>
          <w:rtl/>
          <w:lang w:bidi="fa-IR"/>
        </w:rPr>
      </w:pPr>
      <w:r w:rsidRPr="00234356">
        <w:rPr>
          <w:rFonts w:ascii="SolaimanLipi" w:hAnsi="SolaimanLipi" w:cs="SolaimanLipi"/>
        </w:rPr>
        <w:t>(99)</w:t>
      </w:r>
      <w:r w:rsidR="00861EF4"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يَشْغَلُهُ</w:t>
      </w:r>
      <w:r>
        <w:rPr>
          <w:rtl/>
        </w:rPr>
        <w:t xml:space="preserve"> </w:t>
      </w:r>
      <w:r w:rsidRPr="00CF27ED">
        <w:rPr>
          <w:rFonts w:hint="cs"/>
          <w:rtl/>
        </w:rPr>
        <w:t>سَمْعٌ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سَمْعٍ،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يَمْنَعُهُ</w:t>
      </w:r>
      <w:r>
        <w:rPr>
          <w:rtl/>
        </w:rPr>
        <w:t xml:space="preserve"> </w:t>
      </w:r>
      <w:r w:rsidRPr="00CF27ED">
        <w:rPr>
          <w:rFonts w:hint="cs"/>
          <w:rtl/>
        </w:rPr>
        <w:t>فِعْلٌ</w:t>
      </w:r>
      <w:r>
        <w:rPr>
          <w:rtl/>
        </w:rPr>
        <w:t xml:space="preserve"> </w:t>
      </w:r>
      <w:r w:rsidRPr="00CF27ED">
        <w:rPr>
          <w:rFonts w:hint="cs"/>
          <w:rtl/>
        </w:rPr>
        <w:t>عَنْ‏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فِعْلٍ،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يُلْهيهِ</w:t>
      </w:r>
      <w:r>
        <w:rPr>
          <w:rtl/>
        </w:rPr>
        <w:t xml:space="preserve"> </w:t>
      </w:r>
      <w:r w:rsidRPr="00CF27ED">
        <w:rPr>
          <w:rFonts w:hint="cs"/>
          <w:rtl/>
        </w:rPr>
        <w:t>قَوْلٌ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قَوْلٍ،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يُغَلِّطُهُ</w:t>
      </w:r>
      <w:r>
        <w:rPr>
          <w:rtl/>
        </w:rPr>
        <w:t xml:space="preserve"> </w:t>
      </w:r>
      <w:r w:rsidRPr="00CF27ED">
        <w:rPr>
          <w:rFonts w:hint="cs"/>
          <w:rtl/>
        </w:rPr>
        <w:t>سُؤالٌ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سُؤالٍ،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يَحْجُبُهُ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شَىْ‏ءٌ</w:t>
      </w:r>
      <w:r>
        <w:rPr>
          <w:rtl/>
        </w:rPr>
        <w:t xml:space="preserve"> </w:t>
      </w:r>
      <w:r w:rsidRPr="00CF27ED">
        <w:rPr>
          <w:rFonts w:hint="cs"/>
          <w:rtl/>
        </w:rPr>
        <w:t>عَنْ</w:t>
      </w:r>
      <w:r>
        <w:rPr>
          <w:rtl/>
        </w:rPr>
        <w:t xml:space="preserve"> </w:t>
      </w:r>
      <w:r w:rsidRPr="00CF27ED">
        <w:rPr>
          <w:rFonts w:hint="cs"/>
          <w:rtl/>
        </w:rPr>
        <w:t>شَىْ‏ءٍ،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يُبْرِمُهُ</w:t>
      </w:r>
      <w:r>
        <w:rPr>
          <w:rtl/>
        </w:rPr>
        <w:t xml:space="preserve"> </w:t>
      </w:r>
      <w:r w:rsidRPr="00CF27ED">
        <w:rPr>
          <w:rFonts w:hint="cs"/>
          <w:rtl/>
        </w:rPr>
        <w:t>اِلْحاحُ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الْمُلِحّينَ،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غايَةُ</w:t>
      </w:r>
      <w:r>
        <w:rPr>
          <w:rtl/>
        </w:rPr>
        <w:t xml:space="preserve"> </w:t>
      </w:r>
      <w:r w:rsidRPr="00CF27ED">
        <w:rPr>
          <w:rFonts w:hint="cs"/>
          <w:rtl/>
        </w:rPr>
        <w:t>مُرادِ</w:t>
      </w:r>
      <w:r>
        <w:rPr>
          <w:rtl/>
        </w:rPr>
        <w:t xml:space="preserve"> </w:t>
      </w:r>
      <w:r w:rsidRPr="00CF27ED">
        <w:rPr>
          <w:rFonts w:hint="cs"/>
          <w:rtl/>
        </w:rPr>
        <w:t>الْمُريدينَ،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مُنْتَهى‏</w:t>
      </w:r>
      <w:r>
        <w:rPr>
          <w:rtl/>
        </w:rPr>
        <w:t xml:space="preserve"> </w:t>
      </w:r>
      <w:r w:rsidRPr="00CF27ED">
        <w:rPr>
          <w:rFonts w:hint="cs"/>
          <w:rtl/>
        </w:rPr>
        <w:t>هِمَمِ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الْعارِفينَ،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مَنْ‏</w:t>
      </w:r>
      <w:r>
        <w:rPr>
          <w:rtl/>
        </w:rPr>
        <w:t xml:space="preserve"> </w:t>
      </w:r>
      <w:r w:rsidRPr="00CF27ED">
        <w:rPr>
          <w:rFonts w:hint="cs"/>
          <w:rtl/>
        </w:rPr>
        <w:t>هُوَ</w:t>
      </w:r>
      <w:r>
        <w:rPr>
          <w:rtl/>
        </w:rPr>
        <w:t xml:space="preserve"> </w:t>
      </w:r>
      <w:r w:rsidRPr="00CF27ED">
        <w:rPr>
          <w:rFonts w:hint="cs"/>
          <w:rtl/>
        </w:rPr>
        <w:t>مُنْتَهى‏</w:t>
      </w:r>
      <w:r>
        <w:rPr>
          <w:rtl/>
        </w:rPr>
        <w:t xml:space="preserve"> </w:t>
      </w:r>
      <w:r w:rsidRPr="00CF27ED">
        <w:rPr>
          <w:rFonts w:hint="cs"/>
          <w:rtl/>
        </w:rPr>
        <w:t>طَلَبِ</w:t>
      </w:r>
      <w:r>
        <w:rPr>
          <w:rtl/>
        </w:rPr>
        <w:t xml:space="preserve"> </w:t>
      </w:r>
      <w:r w:rsidRPr="00CF27ED">
        <w:rPr>
          <w:rFonts w:hint="cs"/>
          <w:rtl/>
        </w:rPr>
        <w:t>الطَّالِبينَ،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مَنْ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يَخْفى‏</w:t>
      </w:r>
      <w:r>
        <w:rPr>
          <w:rtl/>
        </w:rPr>
        <w:t xml:space="preserve"> </w:t>
      </w:r>
      <w:r w:rsidRPr="00CF27ED">
        <w:rPr>
          <w:rFonts w:hint="cs"/>
          <w:rtl/>
        </w:rPr>
        <w:t>عَلَيْهِ</w:t>
      </w:r>
      <w:r>
        <w:rPr>
          <w:rtl/>
        </w:rPr>
        <w:t xml:space="preserve"> </w:t>
      </w:r>
      <w:r w:rsidRPr="00CF27ED">
        <w:rPr>
          <w:rFonts w:hint="cs"/>
          <w:rtl/>
        </w:rPr>
        <w:t>ذَرَّةٌ</w:t>
      </w:r>
      <w:r>
        <w:rPr>
          <w:rtl/>
        </w:rPr>
        <w:t xml:space="preserve"> </w:t>
      </w:r>
      <w:r w:rsidRPr="00CF27ED">
        <w:rPr>
          <w:rFonts w:hint="cs"/>
          <w:rtl/>
        </w:rPr>
        <w:t>فِى</w:t>
      </w:r>
      <w:r>
        <w:rPr>
          <w:rtl/>
        </w:rPr>
        <w:t xml:space="preserve"> </w:t>
      </w:r>
      <w:r w:rsidRPr="00CF27ED">
        <w:rPr>
          <w:rFonts w:hint="cs"/>
          <w:rtl/>
        </w:rPr>
        <w:t>الْعالَمينَ</w:t>
      </w:r>
      <w:r>
        <w:rPr>
          <w:rFonts w:hint="cs"/>
          <w:rtl/>
        </w:rPr>
        <w:t>.</w:t>
      </w:r>
      <w:r>
        <w:rPr>
          <w:rtl/>
        </w:rPr>
        <w:t xml:space="preserve"> </w:t>
      </w: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  <w:r>
        <w:rPr>
          <w:rFonts w:hint="cs"/>
          <w:rtl/>
          <w:lang w:bidi="fa-IR"/>
        </w:rPr>
        <w:t>.</w:t>
      </w:r>
    </w:p>
    <w:p w:rsidR="004B01AB" w:rsidRPr="00C21753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উচ্চারণঃ-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ইয়াশগ্বালুহু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সাম</w:t>
      </w:r>
      <w:r>
        <w:rPr>
          <w:cs/>
          <w:lang w:bidi="bn-IN"/>
        </w:rPr>
        <w:t>য়ি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ইয়ামনাউহু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ফি</w:t>
      </w:r>
      <w:r>
        <w:rPr>
          <w:cs/>
          <w:lang w:bidi="bn-IN"/>
        </w:rPr>
        <w:t>য়</w:t>
      </w:r>
      <w:r w:rsidRPr="00C21753">
        <w:rPr>
          <w:rFonts w:hint="cs"/>
          <w:cs/>
          <w:lang w:bidi="bn-IN"/>
        </w:rPr>
        <w:t>লুন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ফিয়্যলি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ইউলহিহি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ক্বাউলুন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ক্বাউলি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ইউগ্বাল্লিতুহু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সুয়ালুন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সুয়ালি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ইয়াহজুবুহু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শাইউন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শাই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ইউবরিমুহুল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ইলহাহুল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মু</w:t>
      </w:r>
      <w:r>
        <w:rPr>
          <w:cs/>
          <w:lang w:bidi="bn-IN"/>
        </w:rPr>
        <w:t>লিহ্যি</w:t>
      </w:r>
      <w:r w:rsidRPr="00C21753">
        <w:rPr>
          <w:rFonts w:hint="cs"/>
          <w:cs/>
          <w:lang w:bidi="bn-IN"/>
        </w:rPr>
        <w:t>ন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হুয়া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গ্বায়াতুন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মুরাদিল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মুরিদিন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হুয়া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মুনতাহা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হিমামিল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আরিফিন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হুয়া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মুনতাহা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তালাবিত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তালিবিন</w:t>
      </w:r>
      <w:r w:rsidRPr="00C21753">
        <w:t xml:space="preserve">,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মাল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ইয়াখফা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আলাইহি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যাররাতুন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ফিল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আলামিন।</w:t>
      </w:r>
    </w:p>
    <w:p w:rsidR="004B01AB" w:rsidRPr="00C21753" w:rsidRDefault="004B01AB" w:rsidP="004B01AB">
      <w:pPr>
        <w:pStyle w:val="libNormal"/>
      </w:pPr>
      <w:r w:rsidRPr="00C21753">
        <w:rPr>
          <w:rFonts w:hint="cs"/>
          <w:cs/>
          <w:lang w:bidi="bn-IN"/>
        </w:rPr>
        <w:t>সুবহানাকা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ইলাহা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ইল্লা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আনত</w:t>
      </w:r>
      <w:r w:rsidRPr="00C21753">
        <w:t xml:space="preserve">, </w:t>
      </w:r>
      <w:r w:rsidRPr="00C21753">
        <w:rPr>
          <w:rFonts w:hint="cs"/>
          <w:cs/>
          <w:lang w:bidi="bn-IN"/>
        </w:rPr>
        <w:t>আল</w:t>
      </w:r>
      <w:r w:rsidRPr="00C21753">
        <w:rPr>
          <w:cs/>
          <w:lang w:bidi="bn-IN"/>
        </w:rPr>
        <w:t>-</w:t>
      </w:r>
      <w:r w:rsidRPr="00C21753">
        <w:rPr>
          <w:rFonts w:hint="cs"/>
          <w:cs/>
          <w:lang w:bidi="bn-IN"/>
        </w:rPr>
        <w:t>গাওউস</w:t>
      </w:r>
      <w:r w:rsidRPr="00C21753">
        <w:t xml:space="preserve">, </w:t>
      </w:r>
      <w:r w:rsidRPr="00C21753">
        <w:rPr>
          <w:rFonts w:hint="cs"/>
          <w:cs/>
          <w:lang w:bidi="bn-IN"/>
        </w:rPr>
        <w:t>আল</w:t>
      </w:r>
      <w:r w:rsidRPr="00C21753">
        <w:rPr>
          <w:cs/>
          <w:lang w:bidi="bn-IN"/>
        </w:rPr>
        <w:t>-</w:t>
      </w:r>
      <w:r w:rsidRPr="00C21753">
        <w:rPr>
          <w:rFonts w:hint="cs"/>
          <w:cs/>
          <w:lang w:bidi="bn-IN"/>
        </w:rPr>
        <w:t>গাওউস</w:t>
      </w:r>
      <w:r w:rsidRPr="00C21753">
        <w:t xml:space="preserve">, </w:t>
      </w:r>
      <w:r w:rsidRPr="00C21753">
        <w:rPr>
          <w:rFonts w:hint="cs"/>
          <w:cs/>
          <w:lang w:bidi="bn-IN"/>
        </w:rPr>
        <w:t>খাল্লিসনা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মিনান্নার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ইয়া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রাব্ব।</w:t>
      </w:r>
    </w:p>
    <w:p w:rsidR="004B01AB" w:rsidRPr="00C21753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সময়ে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একজনের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কথা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শোনার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সময়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অন্যদের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কথা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শুনতে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বাধাগ্রস্থ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একটি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কাজের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সময়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অন্য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কাজ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বাধাগ্রস্থ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করে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একজনের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কথা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শুনতে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গিয়ে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আরেক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একজনের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কথা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ভুলিয়ে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দেয়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একজনের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অনুরোধ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শুনতে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গিয়ে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অন্যজনের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অনুরোধ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ভুলে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দেখার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শক্তির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ওপরে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একটি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দৃশ্য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অন্য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দৃশ্যকে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ঢেকে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দেয়না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তিনি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ফরিয়াদকারীদের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কান্না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বিরক্ত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করে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ভক্তদের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চুড়ান্ত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লক্ষ্য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আল্লাহ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ঘনিষ্টদের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লক্ষ্যের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শেষ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সীমান্ত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সন্ধানকারীদের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পরম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লক্ষ্য</w:t>
      </w:r>
      <w:r>
        <w:rPr>
          <w:lang w:bidi="bn-IN"/>
        </w:rPr>
        <w:t>,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কাছ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থেকে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জগতসমূহের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কোন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একটি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পরমানুও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লুকানো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নয়।</w:t>
      </w:r>
    </w:p>
    <w:p w:rsidR="004B01AB" w:rsidRPr="00234356" w:rsidRDefault="004B01AB" w:rsidP="004B01AB">
      <w:pPr>
        <w:pStyle w:val="libNormal"/>
      </w:pPr>
      <w:r w:rsidRPr="00C21753">
        <w:rPr>
          <w:rFonts w:hint="cs"/>
          <w:cs/>
          <w:lang w:bidi="bn-IN"/>
        </w:rPr>
        <w:lastRenderedPageBreak/>
        <w:t>আপনি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আপনার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পবিত্রতা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ঘোষণা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করছি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ঐ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সত্ত্বা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যিনি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ছাড়া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কোন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উপাস্য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নেই</w:t>
      </w:r>
      <w:r w:rsidRPr="00C21753">
        <w:t xml:space="preserve">, </w:t>
      </w:r>
      <w:r w:rsidRPr="00C21753">
        <w:rPr>
          <w:rFonts w:hint="cs"/>
          <w:cs/>
          <w:lang w:bidi="bn-IN"/>
        </w:rPr>
        <w:t>আমি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আপনার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সাহায্য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প্রার্থনা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করছি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আমি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আপনার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সাহায্য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প্রার্থনা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করছি</w:t>
      </w:r>
      <w:r w:rsidRPr="00C21753">
        <w:t xml:space="preserve">, </w:t>
      </w:r>
      <w:r w:rsidRPr="00C21753">
        <w:rPr>
          <w:rFonts w:hint="cs"/>
          <w:cs/>
          <w:lang w:bidi="bn-IN"/>
        </w:rPr>
        <w:t>আমাদেরকে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দোযখের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আগুন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থেকে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মুক্তি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দিন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হে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bn-IN"/>
        </w:rPr>
        <w:t>প্রভু</w:t>
      </w:r>
      <w:r w:rsidRPr="00C21753">
        <w:rPr>
          <w:cs/>
          <w:lang w:bidi="bn-IN"/>
        </w:rPr>
        <w:t xml:space="preserve"> </w:t>
      </w:r>
      <w:r w:rsidRPr="00C21753">
        <w:rPr>
          <w:rFonts w:hint="cs"/>
          <w:cs/>
          <w:lang w:bidi="hi-IN"/>
        </w:rPr>
        <w:t>।</w:t>
      </w:r>
    </w:p>
    <w:p w:rsidR="004B01AB" w:rsidRDefault="004B01AB" w:rsidP="004B01AB">
      <w:pPr>
        <w:pStyle w:val="libAr"/>
        <w:rPr>
          <w:rtl/>
        </w:rPr>
      </w:pPr>
      <w:r w:rsidRPr="00234356">
        <w:rPr>
          <w:rFonts w:ascii="SolaimanLipi" w:hAnsi="SolaimanLipi" w:cs="SolaimanLipi"/>
        </w:rPr>
        <w:t>(100)</w:t>
      </w:r>
      <w:r>
        <w:rPr>
          <w:rFonts w:ascii="SolaimanLipi" w:hAnsi="SolaimanLipi" w:cs="Times New Roman"/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حَليماً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يَعْجَلُ،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جَواداً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يَبْخَلُ،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صادِقاً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يُخْلِفُ،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وَهَّاباً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يَمَلُّ،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قاهِراً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يُغْلَبُ،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عَظيماً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يُوصَفُ،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عَدْلاً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يَحيفُ،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غَنِيّاً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يَفْتَقِرُ،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كَبيراً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 w:rsidRPr="00CF27ED">
        <w:rPr>
          <w:rFonts w:hint="cs"/>
          <w:rtl/>
        </w:rPr>
        <w:t>يَصْغُرُ،</w:t>
      </w:r>
      <w:r>
        <w:rPr>
          <w:rtl/>
        </w:rPr>
        <w:t xml:space="preserve"> </w:t>
      </w:r>
      <w:r w:rsidRPr="00CF27ED">
        <w:rPr>
          <w:rFonts w:hint="cs"/>
          <w:rtl/>
        </w:rPr>
        <w:t>يا</w:t>
      </w:r>
      <w:r>
        <w:rPr>
          <w:rtl/>
        </w:rPr>
        <w:t xml:space="preserve"> </w:t>
      </w:r>
      <w:r w:rsidRPr="00CF27ED">
        <w:rPr>
          <w:rFonts w:hint="cs"/>
          <w:rtl/>
        </w:rPr>
        <w:t>حافِظاً</w:t>
      </w:r>
      <w:r>
        <w:rPr>
          <w:rtl/>
        </w:rPr>
        <w:t xml:space="preserve"> </w:t>
      </w:r>
      <w:r w:rsidRPr="00CF27ED">
        <w:rPr>
          <w:rFonts w:hint="cs"/>
          <w:rtl/>
        </w:rPr>
        <w:t>لا</w:t>
      </w:r>
      <w:r>
        <w:rPr>
          <w:rtl/>
        </w:rPr>
        <w:t xml:space="preserve"> </w:t>
      </w:r>
      <w:r>
        <w:rPr>
          <w:rFonts w:hint="cs"/>
          <w:rtl/>
        </w:rPr>
        <w:t>يَغْفُلُ.</w:t>
      </w:r>
    </w:p>
    <w:p w:rsidR="004B01AB" w:rsidRPr="00C21753" w:rsidRDefault="004B01AB" w:rsidP="004B01AB">
      <w:pPr>
        <w:pStyle w:val="libAr"/>
        <w:rPr>
          <w:rFonts w:ascii="SolaimanLipi" w:hAnsi="SolaimanLipi" w:cs="SolaimanLipi"/>
        </w:rPr>
      </w:pPr>
      <w:r w:rsidRPr="00234356">
        <w:rPr>
          <w:rtl/>
        </w:rPr>
        <w:t>سُبْحانَكَ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لا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اِلهَ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اِلاّ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اَنْتَ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الْغَوْثَ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خَلِّصْنا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مِنَ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النّارِ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يا</w:t>
      </w:r>
      <w:r w:rsidRPr="00234356">
        <w:rPr>
          <w:rFonts w:cs="SolaimanLipi"/>
          <w:rtl/>
        </w:rPr>
        <w:t xml:space="preserve"> </w:t>
      </w:r>
      <w:r w:rsidRPr="00234356">
        <w:rPr>
          <w:rtl/>
        </w:rPr>
        <w:t>رَبِّ</w:t>
      </w:r>
    </w:p>
    <w:p w:rsidR="004B01AB" w:rsidRPr="00234356" w:rsidRDefault="004B01AB" w:rsidP="004B01AB">
      <w:pPr>
        <w:pStyle w:val="libNormal"/>
      </w:pPr>
      <w:r w:rsidRPr="004B01AB">
        <w:rPr>
          <w:rStyle w:val="libBold1Char"/>
          <w:cs/>
          <w:lang w:bidi="bn-BD"/>
        </w:rPr>
        <w:t>বাংলা উচ্চারণঃ-</w:t>
      </w:r>
      <w:r w:rsidRPr="00234356">
        <w:rPr>
          <w:cs/>
          <w:lang w:bidi="bn-IN"/>
        </w:rPr>
        <w:t xml:space="preserve"> ইয়া হালিমাল লা ইয়াজাল</w:t>
      </w:r>
      <w:r>
        <w:t xml:space="preserve">, </w:t>
      </w:r>
      <w:r w:rsidRPr="00234356">
        <w:rPr>
          <w:cs/>
          <w:lang w:bidi="bn-IN"/>
        </w:rPr>
        <w:t>ইয়া জাওয়াদাল লা ইয়াবখাল</w:t>
      </w:r>
      <w:r>
        <w:t xml:space="preserve">, </w:t>
      </w:r>
      <w:r w:rsidRPr="00234356">
        <w:rPr>
          <w:cs/>
          <w:lang w:bidi="bn-IN"/>
        </w:rPr>
        <w:t>ইয়া সাদিকাল লা ইউখলিফ</w:t>
      </w:r>
      <w:r>
        <w:t xml:space="preserve">, </w:t>
      </w:r>
      <w:r w:rsidRPr="00234356">
        <w:rPr>
          <w:cs/>
          <w:lang w:bidi="bn-IN"/>
        </w:rPr>
        <w:t>ইয়া ওয়াহহাবাল লা ইয়ামাল</w:t>
      </w:r>
      <w:r>
        <w:t xml:space="preserve">, </w:t>
      </w:r>
      <w:r w:rsidRPr="00234356">
        <w:rPr>
          <w:cs/>
          <w:lang w:bidi="bn-IN"/>
        </w:rPr>
        <w:t>ইয়া ক্বাহিরাল লা ইউগ্বলাব</w:t>
      </w:r>
      <w:r>
        <w:t xml:space="preserve">, </w:t>
      </w:r>
      <w:r w:rsidRPr="00234356">
        <w:rPr>
          <w:cs/>
          <w:lang w:bidi="bn-IN"/>
        </w:rPr>
        <w:t>ইয়া আযিমাল লা ইউসাফ</w:t>
      </w:r>
      <w:r>
        <w:t xml:space="preserve">, </w:t>
      </w:r>
      <w:r w:rsidRPr="00234356">
        <w:rPr>
          <w:cs/>
          <w:lang w:bidi="bn-IN"/>
        </w:rPr>
        <w:t>ইয়া আদলাল লা ইয়াহিফ</w:t>
      </w:r>
      <w:r>
        <w:t xml:space="preserve">, </w:t>
      </w:r>
      <w:r w:rsidRPr="00234356">
        <w:rPr>
          <w:cs/>
          <w:lang w:bidi="bn-IN"/>
        </w:rPr>
        <w:t>ইয়া গানিআল লা ইয়াফতাক্বির</w:t>
      </w:r>
      <w:r>
        <w:t xml:space="preserve">, </w:t>
      </w:r>
      <w:r w:rsidRPr="00234356">
        <w:rPr>
          <w:cs/>
          <w:lang w:bidi="bn-IN"/>
        </w:rPr>
        <w:t>ইয়া কাবিরাল লা ইয়াসগুর</w:t>
      </w:r>
      <w:r>
        <w:t xml:space="preserve">, </w:t>
      </w:r>
      <w:r w:rsidRPr="00234356">
        <w:rPr>
          <w:cs/>
          <w:lang w:bidi="bn-IN"/>
        </w:rPr>
        <w:t>ইয়া হাফিযাল লা ইয়াগফুল।</w:t>
      </w:r>
    </w:p>
    <w:p w:rsidR="004B01AB" w:rsidRPr="00234356" w:rsidRDefault="004B01AB" w:rsidP="004B01AB">
      <w:pPr>
        <w:pStyle w:val="libNormal"/>
      </w:pPr>
      <w:r w:rsidRPr="00234356">
        <w:rPr>
          <w:cs/>
          <w:lang w:bidi="bn-IN"/>
        </w:rPr>
        <w:t>সুবহানাকা ইয়া লা ইলাহা ইল্লা আনত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>
        <w:rPr>
          <w:cs/>
          <w:lang w:bidi="bn-IN"/>
        </w:rPr>
        <w:t>আল-গাওউস</w:t>
      </w:r>
      <w:r>
        <w:t xml:space="preserve">, </w:t>
      </w:r>
      <w:r w:rsidRPr="00234356">
        <w:rPr>
          <w:cs/>
          <w:lang w:bidi="bn-IN"/>
        </w:rPr>
        <w:t xml:space="preserve">খাল্লিসনা </w:t>
      </w:r>
      <w:r>
        <w:rPr>
          <w:cs/>
          <w:lang w:bidi="bn-IN"/>
        </w:rPr>
        <w:t>মিনান্নার</w:t>
      </w:r>
      <w:r w:rsidRPr="00234356">
        <w:rPr>
          <w:cs/>
          <w:lang w:bidi="bn-IN"/>
        </w:rPr>
        <w:t xml:space="preserve"> ইয়া রাব্ব।</w:t>
      </w:r>
    </w:p>
    <w:p w:rsidR="004B01AB" w:rsidRDefault="004B01AB" w:rsidP="004B01AB">
      <w:pPr>
        <w:pStyle w:val="libNormal"/>
        <w:rPr>
          <w:lang w:bidi="bn-IN"/>
        </w:rPr>
      </w:pPr>
      <w:r w:rsidRPr="004B01AB">
        <w:rPr>
          <w:rStyle w:val="libBold1Char"/>
          <w:cs/>
          <w:lang w:bidi="bn-BD"/>
        </w:rPr>
        <w:t>বাংলা অর্থঃ-</w:t>
      </w:r>
      <w:r>
        <w:rPr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সহনশীল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তাড়াহুড়া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দানশীল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কৃপনতা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সত্যবাদী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কখনও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অঙ্গীকার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ভঙ্গ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দানশীল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কখনও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আফসোস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প্রতাপশালী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পরাভূত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মহামহিম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যাকে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বর্ণনা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যায়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ন্যায়পরায়ণ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কখনও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নিপীড়ন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ধনী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কখনও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দরিদ্র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বড়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কখনও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ছোট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lang w:bidi="bn-IN"/>
        </w:rPr>
        <w:t>,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হে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রক্ষক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যিনি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অবহেলা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করেন</w:t>
      </w:r>
      <w:r w:rsidRPr="005167FE">
        <w:rPr>
          <w:cs/>
          <w:lang w:bidi="bn-IN"/>
        </w:rPr>
        <w:t xml:space="preserve"> </w:t>
      </w:r>
      <w:r w:rsidRPr="005167FE">
        <w:rPr>
          <w:rFonts w:hint="cs"/>
          <w:cs/>
          <w:lang w:bidi="bn-IN"/>
        </w:rPr>
        <w:t>না</w:t>
      </w:r>
      <w:r>
        <w:rPr>
          <w:cs/>
          <w:lang w:bidi="hi-IN"/>
        </w:rPr>
        <w:t>।</w:t>
      </w:r>
    </w:p>
    <w:p w:rsidR="004B01AB" w:rsidRPr="007F61D0" w:rsidRDefault="004B01AB" w:rsidP="004B01AB">
      <w:pPr>
        <w:pStyle w:val="libNormal"/>
      </w:pPr>
      <w:r>
        <w:rPr>
          <w:rFonts w:hint="cs"/>
          <w:cs/>
          <w:lang w:bidi="bn-BD"/>
        </w:rPr>
        <w:t>আপনি আপনার পবিত্রতা ঘোষণা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হে ঐ সত্ত্বা যিনি ছাড়া কোন উপাস্য নেই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আমি আপনার সাহায্য প্রার্থনা করছি</w:t>
      </w:r>
      <w:r>
        <w:rPr>
          <w:rFonts w:hint="cs"/>
          <w:lang w:bidi="bn-BD"/>
        </w:rPr>
        <w:t xml:space="preserve">, </w:t>
      </w:r>
      <w:r>
        <w:rPr>
          <w:rFonts w:hint="cs"/>
          <w:cs/>
          <w:lang w:bidi="bn-BD"/>
        </w:rPr>
        <w:t>আমাদেরকে দোযখের আগুন থেকে মুক্তি দিন হে প্রভু ।</w:t>
      </w:r>
    </w:p>
    <w:p w:rsidR="00D52E3B" w:rsidRDefault="00D52E3B">
      <w:pPr>
        <w:bidi w:val="0"/>
        <w:rPr>
          <w:rFonts w:ascii="SolaimanLipi" w:eastAsia="Calibri" w:hAnsi="SolaimanLipi" w:cs="SolaimanLipi"/>
          <w:color w:val="000000"/>
          <w:sz w:val="28"/>
          <w:szCs w:val="28"/>
          <w:lang w:bidi="ar-SA"/>
        </w:rPr>
      </w:pPr>
      <w: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bidi="fa-IR"/>
        </w:rPr>
        <w:id w:val="349064942"/>
        <w:docPartObj>
          <w:docPartGallery w:val="Table of Contents"/>
          <w:docPartUnique/>
        </w:docPartObj>
      </w:sdtPr>
      <w:sdtEndPr>
        <w:rPr>
          <w:rtl/>
        </w:rPr>
      </w:sdtEndPr>
      <w:sdtContent>
        <w:p w:rsidR="003557EC" w:rsidRDefault="003557EC" w:rsidP="003557EC">
          <w:pPr>
            <w:pStyle w:val="TOCHeading"/>
          </w:pPr>
          <w:r w:rsidRPr="003557EC">
            <w:rPr>
              <w:rStyle w:val="Heading1Char"/>
              <w:rFonts w:eastAsiaTheme="majorEastAsia" w:hint="cs"/>
              <w:cs/>
              <w:lang w:bidi="bn-IN"/>
            </w:rPr>
            <w:t>সূচিপত্র</w:t>
          </w:r>
        </w:p>
        <w:p w:rsidR="003557EC" w:rsidRDefault="00D53E34" w:rsidP="003557EC">
          <w:pPr>
            <w:pStyle w:val="TOC2"/>
            <w:rPr>
              <w:rFonts w:asciiTheme="minorHAnsi" w:hAnsiTheme="minorHAnsi" w:cstheme="minorBidi"/>
              <w:color w:val="auto"/>
              <w:sz w:val="22"/>
              <w:szCs w:val="22"/>
              <w:rtl/>
            </w:rPr>
          </w:pPr>
          <w:r w:rsidRPr="00D53E34">
            <w:fldChar w:fldCharType="begin"/>
          </w:r>
          <w:r w:rsidR="003557EC">
            <w:instrText xml:space="preserve"> TOC \o "1-3" \h \z \u </w:instrText>
          </w:r>
          <w:r w:rsidRPr="00D53E34">
            <w:fldChar w:fldCharType="separate"/>
          </w:r>
          <w:hyperlink w:anchor="_Toc485289468" w:history="1">
            <w:r w:rsidR="003557EC" w:rsidRPr="00C31E40">
              <w:rPr>
                <w:rStyle w:val="Hyperlink"/>
                <w:rFonts w:cs="Vrinda" w:hint="cs"/>
                <w:cs/>
                <w:lang w:bidi="bn-IN"/>
              </w:rPr>
              <w:t>মুখবন্ধ</w:t>
            </w:r>
            <w:r w:rsidR="003557EC">
              <w:rPr>
                <w:webHidden/>
                <w:rtl/>
              </w:rPr>
              <w:tab/>
            </w:r>
            <w:r w:rsidR="003557EC">
              <w:rPr>
                <w:webHidden/>
                <w:cs/>
                <w:lang w:bidi="bn-IN"/>
              </w:rPr>
              <w:t>৩</w:t>
            </w:r>
          </w:hyperlink>
        </w:p>
        <w:p w:rsidR="003557EC" w:rsidRDefault="00D53E34" w:rsidP="003557EC">
          <w:pPr>
            <w:pStyle w:val="TOC2"/>
            <w:rPr>
              <w:rFonts w:asciiTheme="minorHAnsi" w:hAnsiTheme="minorHAnsi" w:cstheme="minorBidi"/>
              <w:color w:val="auto"/>
              <w:sz w:val="22"/>
              <w:szCs w:val="22"/>
              <w:rtl/>
            </w:rPr>
          </w:pPr>
          <w:hyperlink w:anchor="_Toc485289469" w:history="1">
            <w:r w:rsidR="003557EC" w:rsidRPr="00C31E40">
              <w:rPr>
                <w:rStyle w:val="Hyperlink"/>
                <w:rFonts w:cs="Vrinda" w:hint="cs"/>
                <w:cs/>
                <w:lang w:bidi="bn-IN"/>
              </w:rPr>
              <w:t>জওশান</w:t>
            </w:r>
            <w:r w:rsidR="003557EC" w:rsidRPr="00C31E40">
              <w:rPr>
                <w:rStyle w:val="Hyperlink"/>
                <w:rFonts w:cs="Vrinda"/>
                <w:cs/>
                <w:lang w:bidi="bn-IN"/>
              </w:rPr>
              <w:t xml:space="preserve"> </w:t>
            </w:r>
            <w:r w:rsidR="003557EC" w:rsidRPr="00C31E40">
              <w:rPr>
                <w:rStyle w:val="Hyperlink"/>
                <w:rFonts w:cs="Vrinda" w:hint="cs"/>
                <w:cs/>
                <w:lang w:bidi="bn-IN"/>
              </w:rPr>
              <w:t>কাবির</w:t>
            </w:r>
            <w:r w:rsidR="003557EC">
              <w:rPr>
                <w:webHidden/>
                <w:rtl/>
              </w:rPr>
              <w:tab/>
            </w:r>
            <w:r w:rsidR="003557EC">
              <w:rPr>
                <w:webHidden/>
                <w:cs/>
                <w:lang w:bidi="bn-IN"/>
              </w:rPr>
              <w:t>৪</w:t>
            </w:r>
          </w:hyperlink>
        </w:p>
        <w:p w:rsidR="003557EC" w:rsidRDefault="00D53E34">
          <w:r>
            <w:fldChar w:fldCharType="end"/>
          </w:r>
        </w:p>
      </w:sdtContent>
    </w:sdt>
    <w:p w:rsidR="004B01AB" w:rsidRPr="00234356" w:rsidRDefault="004B01AB" w:rsidP="004B01AB">
      <w:pPr>
        <w:pStyle w:val="libNormal"/>
      </w:pPr>
    </w:p>
    <w:p w:rsidR="007C19E7" w:rsidRPr="00B80B60" w:rsidRDefault="007C19E7" w:rsidP="002A57D6">
      <w:pPr>
        <w:pStyle w:val="libNormal"/>
        <w:rPr>
          <w:lang w:bidi="bn-IN"/>
        </w:rPr>
      </w:pPr>
    </w:p>
    <w:sectPr w:rsidR="007C19E7" w:rsidRPr="00B80B60" w:rsidSect="0063775D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laimanLipi">
    <w:panose1 w:val="03000609000000000000"/>
    <w:charset w:val="00"/>
    <w:family w:val="script"/>
    <w:pitch w:val="fixed"/>
    <w:sig w:usb0="80018007" w:usb1="00002000" w:usb2="00000000" w:usb3="00000000" w:csb0="0000009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Bad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attachedTemplate r:id="rId1"/>
  <w:defaultTabStop w:val="720"/>
  <w:characterSpacingControl w:val="doNotCompress"/>
  <w:compat/>
  <w:rsids>
    <w:rsidRoot w:val="0042673B"/>
    <w:rsid w:val="00017087"/>
    <w:rsid w:val="00026AD7"/>
    <w:rsid w:val="00043EB0"/>
    <w:rsid w:val="000676AB"/>
    <w:rsid w:val="00080EEC"/>
    <w:rsid w:val="000D5235"/>
    <w:rsid w:val="000E2FBF"/>
    <w:rsid w:val="000F1839"/>
    <w:rsid w:val="001045D4"/>
    <w:rsid w:val="00156752"/>
    <w:rsid w:val="00183CB4"/>
    <w:rsid w:val="0019030E"/>
    <w:rsid w:val="001B52F6"/>
    <w:rsid w:val="001C6A1B"/>
    <w:rsid w:val="001E34AC"/>
    <w:rsid w:val="002470A1"/>
    <w:rsid w:val="00267578"/>
    <w:rsid w:val="0028305A"/>
    <w:rsid w:val="00286F83"/>
    <w:rsid w:val="002942D0"/>
    <w:rsid w:val="002A57D6"/>
    <w:rsid w:val="002E55C8"/>
    <w:rsid w:val="002E692E"/>
    <w:rsid w:val="0032706C"/>
    <w:rsid w:val="003557EC"/>
    <w:rsid w:val="003D1D4C"/>
    <w:rsid w:val="003D69D0"/>
    <w:rsid w:val="003E0505"/>
    <w:rsid w:val="00400759"/>
    <w:rsid w:val="00403B16"/>
    <w:rsid w:val="0042673B"/>
    <w:rsid w:val="0044565B"/>
    <w:rsid w:val="00464D39"/>
    <w:rsid w:val="00497655"/>
    <w:rsid w:val="004A2CFA"/>
    <w:rsid w:val="004B01AB"/>
    <w:rsid w:val="004B506B"/>
    <w:rsid w:val="004F2D1E"/>
    <w:rsid w:val="00566086"/>
    <w:rsid w:val="00571CD5"/>
    <w:rsid w:val="0058133D"/>
    <w:rsid w:val="005F0903"/>
    <w:rsid w:val="006176DC"/>
    <w:rsid w:val="0063775D"/>
    <w:rsid w:val="00690521"/>
    <w:rsid w:val="0069134E"/>
    <w:rsid w:val="006C1AB1"/>
    <w:rsid w:val="006F4D27"/>
    <w:rsid w:val="00704AEB"/>
    <w:rsid w:val="00714644"/>
    <w:rsid w:val="00714CFA"/>
    <w:rsid w:val="0077331D"/>
    <w:rsid w:val="00781A14"/>
    <w:rsid w:val="007C19E7"/>
    <w:rsid w:val="007C378D"/>
    <w:rsid w:val="00811033"/>
    <w:rsid w:val="00861EF4"/>
    <w:rsid w:val="008672E5"/>
    <w:rsid w:val="00870BB0"/>
    <w:rsid w:val="008C4BB4"/>
    <w:rsid w:val="00906775"/>
    <w:rsid w:val="00955492"/>
    <w:rsid w:val="00960348"/>
    <w:rsid w:val="00970E10"/>
    <w:rsid w:val="009B6183"/>
    <w:rsid w:val="009B710F"/>
    <w:rsid w:val="009C70C0"/>
    <w:rsid w:val="00A5309D"/>
    <w:rsid w:val="00A642EF"/>
    <w:rsid w:val="00A64CB4"/>
    <w:rsid w:val="00A9133B"/>
    <w:rsid w:val="00AB164A"/>
    <w:rsid w:val="00AC13B2"/>
    <w:rsid w:val="00B10B85"/>
    <w:rsid w:val="00B15B4D"/>
    <w:rsid w:val="00B744B8"/>
    <w:rsid w:val="00B75D8F"/>
    <w:rsid w:val="00B80B60"/>
    <w:rsid w:val="00BE69C1"/>
    <w:rsid w:val="00BF6CC0"/>
    <w:rsid w:val="00C01571"/>
    <w:rsid w:val="00C628D4"/>
    <w:rsid w:val="00C64C7C"/>
    <w:rsid w:val="00C743D5"/>
    <w:rsid w:val="00C968F7"/>
    <w:rsid w:val="00C97422"/>
    <w:rsid w:val="00CB14C2"/>
    <w:rsid w:val="00CC36F4"/>
    <w:rsid w:val="00D23447"/>
    <w:rsid w:val="00D52336"/>
    <w:rsid w:val="00D52E3B"/>
    <w:rsid w:val="00D53E34"/>
    <w:rsid w:val="00D566FC"/>
    <w:rsid w:val="00D57D6F"/>
    <w:rsid w:val="00D84F83"/>
    <w:rsid w:val="00DC36BF"/>
    <w:rsid w:val="00DD1C45"/>
    <w:rsid w:val="00DD4AE1"/>
    <w:rsid w:val="00F568DB"/>
    <w:rsid w:val="00FC60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1AB"/>
    <w:pPr>
      <w:bidi/>
    </w:pPr>
  </w:style>
  <w:style w:type="paragraph" w:styleId="Heading1">
    <w:name w:val="heading 1"/>
    <w:basedOn w:val="libNormal"/>
    <w:link w:val="Heading1Char"/>
    <w:uiPriority w:val="9"/>
    <w:qFormat/>
    <w:rsid w:val="000E2FBF"/>
    <w:pPr>
      <w:keepNext/>
      <w:keepLines/>
      <w:spacing w:before="120"/>
      <w:outlineLvl w:val="0"/>
    </w:pPr>
    <w:rPr>
      <w:rFonts w:eastAsia="Times New Roman"/>
      <w:b/>
      <w:bCs/>
      <w:color w:val="1F497D"/>
      <w:sz w:val="36"/>
      <w:szCs w:val="36"/>
    </w:rPr>
  </w:style>
  <w:style w:type="paragraph" w:styleId="Heading2">
    <w:name w:val="heading 2"/>
    <w:basedOn w:val="libNormal"/>
    <w:link w:val="Heading2Char"/>
    <w:uiPriority w:val="9"/>
    <w:qFormat/>
    <w:rsid w:val="000E2FBF"/>
    <w:pPr>
      <w:keepNext/>
      <w:keepLines/>
      <w:spacing w:before="120"/>
      <w:outlineLvl w:val="1"/>
    </w:pPr>
    <w:rPr>
      <w:rFonts w:eastAsia="Times New Roman"/>
      <w:b/>
      <w:bCs/>
      <w:color w:val="1F497D"/>
      <w:sz w:val="32"/>
      <w:szCs w:val="32"/>
    </w:rPr>
  </w:style>
  <w:style w:type="paragraph" w:styleId="Heading3">
    <w:name w:val="heading 3"/>
    <w:basedOn w:val="libNormal"/>
    <w:link w:val="Heading3Char"/>
    <w:uiPriority w:val="9"/>
    <w:qFormat/>
    <w:rsid w:val="000E2FBF"/>
    <w:pPr>
      <w:keepNext/>
      <w:keepLines/>
      <w:spacing w:before="120"/>
      <w:outlineLvl w:val="2"/>
    </w:pPr>
    <w:rPr>
      <w:rFonts w:eastAsia="Times New Roman"/>
      <w:color w:val="1F497D"/>
    </w:rPr>
  </w:style>
  <w:style w:type="paragraph" w:styleId="Heading4">
    <w:name w:val="heading 4"/>
    <w:basedOn w:val="libNormal"/>
    <w:link w:val="Heading4Char"/>
    <w:uiPriority w:val="9"/>
    <w:qFormat/>
    <w:rsid w:val="000E2FBF"/>
    <w:pPr>
      <w:keepNext/>
      <w:keepLines/>
      <w:spacing w:before="240" w:after="60"/>
      <w:outlineLvl w:val="3"/>
    </w:pPr>
    <w:rPr>
      <w:rFonts w:eastAsia="Times New Roman"/>
      <w:b/>
      <w:bCs/>
    </w:rPr>
  </w:style>
  <w:style w:type="paragraph" w:styleId="Heading5">
    <w:name w:val="heading 5"/>
    <w:basedOn w:val="libNormal"/>
    <w:link w:val="Heading5Char"/>
    <w:uiPriority w:val="9"/>
    <w:qFormat/>
    <w:rsid w:val="000E2FBF"/>
    <w:pPr>
      <w:keepNext/>
      <w:keepLines/>
      <w:spacing w:before="240" w:after="60"/>
      <w:outlineLvl w:val="4"/>
    </w:pPr>
    <w:rPr>
      <w:rFonts w:eastAsia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2FBF"/>
    <w:rPr>
      <w:rFonts w:ascii="SolaimanLipi" w:eastAsia="Times New Roman" w:hAnsi="SolaimanLipi" w:cs="SolaimanLipi"/>
      <w:b/>
      <w:bCs/>
      <w:color w:val="1F497D"/>
      <w:sz w:val="36"/>
      <w:szCs w:val="36"/>
      <w:lang w:bidi="ar-SA"/>
    </w:rPr>
  </w:style>
  <w:style w:type="character" w:customStyle="1" w:styleId="Heading2Char">
    <w:name w:val="Heading 2 Char"/>
    <w:basedOn w:val="DefaultParagraphFont"/>
    <w:link w:val="Heading2"/>
    <w:uiPriority w:val="9"/>
    <w:rsid w:val="000E2FBF"/>
    <w:rPr>
      <w:rFonts w:ascii="SolaimanLipi" w:eastAsia="Times New Roman" w:hAnsi="SolaimanLipi" w:cs="SolaimanLipi"/>
      <w:b/>
      <w:bCs/>
      <w:color w:val="1F497D"/>
      <w:sz w:val="32"/>
      <w:szCs w:val="32"/>
      <w:lang w:bidi="ar-SA"/>
    </w:rPr>
  </w:style>
  <w:style w:type="character" w:customStyle="1" w:styleId="Heading3Char">
    <w:name w:val="Heading 3 Char"/>
    <w:basedOn w:val="DefaultParagraphFont"/>
    <w:link w:val="Heading3"/>
    <w:uiPriority w:val="9"/>
    <w:rsid w:val="000E2FBF"/>
    <w:rPr>
      <w:rFonts w:ascii="SolaimanLipi" w:eastAsia="Times New Roman" w:hAnsi="SolaimanLipi" w:cs="SolaimanLipi"/>
      <w:color w:val="1F497D"/>
      <w:sz w:val="28"/>
      <w:szCs w:val="28"/>
      <w:lang w:bidi="ar-SA"/>
    </w:rPr>
  </w:style>
  <w:style w:type="character" w:customStyle="1" w:styleId="Heading4Char">
    <w:name w:val="Heading 4 Char"/>
    <w:basedOn w:val="DefaultParagraphFont"/>
    <w:link w:val="Heading4"/>
    <w:uiPriority w:val="9"/>
    <w:rsid w:val="000E2FBF"/>
    <w:rPr>
      <w:rFonts w:ascii="SolaimanLipi" w:eastAsia="Times New Roman" w:hAnsi="SolaimanLipi" w:cs="SolaimanLipi"/>
      <w:b/>
      <w:bCs/>
      <w:color w:val="000000"/>
      <w:sz w:val="28"/>
      <w:szCs w:val="28"/>
      <w:lang w:bidi="ar-SA"/>
    </w:rPr>
  </w:style>
  <w:style w:type="character" w:customStyle="1" w:styleId="Heading5Char">
    <w:name w:val="Heading 5 Char"/>
    <w:basedOn w:val="DefaultParagraphFont"/>
    <w:link w:val="Heading5"/>
    <w:uiPriority w:val="9"/>
    <w:rsid w:val="000E2FBF"/>
    <w:rPr>
      <w:rFonts w:ascii="SolaimanLipi" w:eastAsia="Times New Roman" w:hAnsi="SolaimanLipi" w:cs="SolaimanLipi"/>
      <w:color w:val="000000"/>
      <w:sz w:val="28"/>
      <w:szCs w:val="28"/>
      <w:lang w:bidi="ar-SA"/>
    </w:rPr>
  </w:style>
  <w:style w:type="paragraph" w:customStyle="1" w:styleId="libNormal">
    <w:name w:val="libNormal"/>
    <w:link w:val="libNormalChar"/>
    <w:qFormat/>
    <w:rsid w:val="000E2FBF"/>
    <w:pPr>
      <w:spacing w:after="0" w:line="360" w:lineRule="auto"/>
      <w:jc w:val="both"/>
    </w:pPr>
    <w:rPr>
      <w:rFonts w:ascii="SolaimanLipi" w:eastAsia="Calibri" w:hAnsi="SolaimanLipi" w:cs="SolaimanLipi"/>
      <w:color w:val="000000"/>
      <w:sz w:val="28"/>
      <w:szCs w:val="28"/>
      <w:lang w:bidi="ar-SA"/>
    </w:rPr>
  </w:style>
  <w:style w:type="character" w:customStyle="1" w:styleId="libNormalChar">
    <w:name w:val="libNormal Char"/>
    <w:basedOn w:val="DefaultParagraphFont"/>
    <w:link w:val="libNormal"/>
    <w:rsid w:val="000E2FBF"/>
    <w:rPr>
      <w:rFonts w:ascii="SolaimanLipi" w:eastAsia="Calibri" w:hAnsi="SolaimanLipi" w:cs="SolaimanLipi"/>
      <w:color w:val="000000"/>
      <w:sz w:val="28"/>
      <w:szCs w:val="28"/>
      <w:lang w:bidi="ar-SA"/>
    </w:rPr>
  </w:style>
  <w:style w:type="paragraph" w:customStyle="1" w:styleId="libAr">
    <w:name w:val="libAr"/>
    <w:link w:val="libArChar"/>
    <w:qFormat/>
    <w:rsid w:val="000E2FBF"/>
    <w:pPr>
      <w:bidi/>
      <w:spacing w:after="0" w:line="240" w:lineRule="auto"/>
      <w:ind w:firstLine="289"/>
      <w:jc w:val="both"/>
    </w:pPr>
    <w:rPr>
      <w:rFonts w:ascii="Times New Roman" w:eastAsia="Calibri" w:hAnsi="Times New Roman" w:cs="Traditional Arabic"/>
      <w:color w:val="000000"/>
      <w:sz w:val="28"/>
      <w:szCs w:val="32"/>
      <w:lang w:bidi="ar-SA"/>
    </w:rPr>
  </w:style>
  <w:style w:type="character" w:customStyle="1" w:styleId="libArChar">
    <w:name w:val="libAr Char"/>
    <w:basedOn w:val="DefaultParagraphFont"/>
    <w:link w:val="libAr"/>
    <w:rsid w:val="000E2FBF"/>
    <w:rPr>
      <w:rFonts w:ascii="Times New Roman" w:eastAsia="Calibri" w:hAnsi="Times New Roman" w:cs="Traditional Arabic"/>
      <w:color w:val="000000"/>
      <w:sz w:val="28"/>
      <w:szCs w:val="32"/>
      <w:lang w:bidi="ar-SA"/>
    </w:rPr>
  </w:style>
  <w:style w:type="paragraph" w:customStyle="1" w:styleId="Heading1Center">
    <w:name w:val="Heading 1 Center"/>
    <w:basedOn w:val="Heading1"/>
    <w:link w:val="Heading1CenterChar"/>
    <w:qFormat/>
    <w:rsid w:val="000E2FBF"/>
    <w:pPr>
      <w:jc w:val="center"/>
    </w:pPr>
    <w:rPr>
      <w:lang w:bidi="fa-IR"/>
    </w:rPr>
  </w:style>
  <w:style w:type="character" w:customStyle="1" w:styleId="Heading1CenterChar">
    <w:name w:val="Heading 1 Center Char"/>
    <w:basedOn w:val="Heading1Char"/>
    <w:link w:val="Heading1Center"/>
    <w:rsid w:val="000E2FBF"/>
  </w:style>
  <w:style w:type="paragraph" w:customStyle="1" w:styleId="Heading2Center">
    <w:name w:val="Heading 2 Center"/>
    <w:basedOn w:val="Heading2"/>
    <w:link w:val="Heading2CenterChar"/>
    <w:qFormat/>
    <w:rsid w:val="000E2FBF"/>
    <w:pPr>
      <w:jc w:val="center"/>
    </w:pPr>
  </w:style>
  <w:style w:type="character" w:customStyle="1" w:styleId="Heading2CenterChar">
    <w:name w:val="Heading 2 Center Char"/>
    <w:basedOn w:val="Heading2Char"/>
    <w:link w:val="Heading2Center"/>
    <w:rsid w:val="000E2FBF"/>
  </w:style>
  <w:style w:type="paragraph" w:customStyle="1" w:styleId="Heading3Center">
    <w:name w:val="Heading 3 Center"/>
    <w:basedOn w:val="Heading3"/>
    <w:link w:val="Heading3CenterChar"/>
    <w:qFormat/>
    <w:rsid w:val="000E2FBF"/>
    <w:pPr>
      <w:jc w:val="center"/>
    </w:pPr>
  </w:style>
  <w:style w:type="character" w:customStyle="1" w:styleId="Heading3CenterChar">
    <w:name w:val="Heading 3 Center Char"/>
    <w:basedOn w:val="Heading3Char"/>
    <w:link w:val="Heading3Center"/>
    <w:rsid w:val="000E2FBF"/>
  </w:style>
  <w:style w:type="paragraph" w:customStyle="1" w:styleId="Heading4Center">
    <w:name w:val="Heading 4 Center"/>
    <w:basedOn w:val="Heading4"/>
    <w:link w:val="Heading4CenterChar"/>
    <w:qFormat/>
    <w:rsid w:val="000E2FBF"/>
    <w:pPr>
      <w:jc w:val="center"/>
    </w:pPr>
  </w:style>
  <w:style w:type="character" w:customStyle="1" w:styleId="Heading4CenterChar">
    <w:name w:val="Heading 4 Center Char"/>
    <w:basedOn w:val="Heading4Char"/>
    <w:link w:val="Heading4Center"/>
    <w:rsid w:val="000E2FBF"/>
  </w:style>
  <w:style w:type="paragraph" w:customStyle="1" w:styleId="Heading5Center">
    <w:name w:val="Heading 5 Center"/>
    <w:basedOn w:val="Heading5"/>
    <w:link w:val="Heading5CenterChar"/>
    <w:qFormat/>
    <w:rsid w:val="000E2FBF"/>
    <w:pPr>
      <w:jc w:val="center"/>
    </w:pPr>
  </w:style>
  <w:style w:type="character" w:customStyle="1" w:styleId="Heading5CenterChar">
    <w:name w:val="Heading 5 Center Char"/>
    <w:basedOn w:val="Heading5Char"/>
    <w:link w:val="Heading5Center"/>
    <w:rsid w:val="000E2FBF"/>
  </w:style>
  <w:style w:type="paragraph" w:customStyle="1" w:styleId="libAie">
    <w:name w:val="libAie"/>
    <w:basedOn w:val="libAr"/>
    <w:link w:val="libAieChar"/>
    <w:qFormat/>
    <w:rsid w:val="000E2FBF"/>
    <w:rPr>
      <w:rFonts w:ascii="Traditional Arabic" w:eastAsia="Traditional Arabic" w:hAnsi="Traditional Arabic"/>
      <w:color w:val="008000"/>
    </w:rPr>
  </w:style>
  <w:style w:type="character" w:customStyle="1" w:styleId="libAieChar">
    <w:name w:val="libAie Char"/>
    <w:basedOn w:val="libArChar"/>
    <w:link w:val="libAie"/>
    <w:rsid w:val="000E2FBF"/>
    <w:rPr>
      <w:rFonts w:ascii="Traditional Arabic" w:eastAsia="Traditional Arabic" w:hAnsi="Traditional Arabic"/>
      <w:color w:val="008000"/>
    </w:rPr>
  </w:style>
  <w:style w:type="paragraph" w:customStyle="1" w:styleId="libBold1">
    <w:name w:val="libBold1"/>
    <w:basedOn w:val="libNormal"/>
    <w:link w:val="libBold1Char"/>
    <w:qFormat/>
    <w:rsid w:val="000E2FBF"/>
    <w:rPr>
      <w:b/>
      <w:bCs/>
    </w:rPr>
  </w:style>
  <w:style w:type="character" w:customStyle="1" w:styleId="libBold1Char">
    <w:name w:val="libBold1 Char"/>
    <w:basedOn w:val="libNormalChar"/>
    <w:link w:val="libBold1"/>
    <w:rsid w:val="000E2FBF"/>
    <w:rPr>
      <w:b/>
      <w:bCs/>
    </w:rPr>
  </w:style>
  <w:style w:type="paragraph" w:customStyle="1" w:styleId="libFootnote">
    <w:name w:val="libFootnote"/>
    <w:basedOn w:val="libNormal"/>
    <w:link w:val="libFootnoteChar"/>
    <w:qFormat/>
    <w:rsid w:val="000E2FBF"/>
    <w:rPr>
      <w:sz w:val="24"/>
      <w:szCs w:val="24"/>
    </w:rPr>
  </w:style>
  <w:style w:type="character" w:customStyle="1" w:styleId="libFootnoteChar">
    <w:name w:val="libFootnote Char"/>
    <w:basedOn w:val="libNormalChar"/>
    <w:link w:val="libFootnote"/>
    <w:rsid w:val="000E2FBF"/>
    <w:rPr>
      <w:sz w:val="24"/>
      <w:szCs w:val="24"/>
    </w:rPr>
  </w:style>
  <w:style w:type="paragraph" w:customStyle="1" w:styleId="libFootnote0">
    <w:name w:val="libFootnote0"/>
    <w:basedOn w:val="libFootnote"/>
    <w:link w:val="libFootnote0Char"/>
    <w:rsid w:val="000E2FBF"/>
    <w:rPr>
      <w:rFonts w:eastAsia="Times New Roman"/>
    </w:rPr>
  </w:style>
  <w:style w:type="character" w:customStyle="1" w:styleId="libFootnote0Char">
    <w:name w:val="libFootnote0 Char"/>
    <w:basedOn w:val="libFootnoteChar"/>
    <w:link w:val="libFootnote0"/>
    <w:rsid w:val="000E2FBF"/>
    <w:rPr>
      <w:rFonts w:eastAsia="Times New Roman"/>
    </w:rPr>
  </w:style>
  <w:style w:type="paragraph" w:customStyle="1" w:styleId="libBold2">
    <w:name w:val="libBold2"/>
    <w:basedOn w:val="libBold1"/>
    <w:link w:val="libBold2Char"/>
    <w:qFormat/>
    <w:rsid w:val="000E2FBF"/>
    <w:rPr>
      <w:sz w:val="26"/>
      <w:szCs w:val="26"/>
    </w:rPr>
  </w:style>
  <w:style w:type="character" w:customStyle="1" w:styleId="libBold2Char">
    <w:name w:val="libBold2 Char"/>
    <w:basedOn w:val="libBold1Char"/>
    <w:link w:val="libBold2"/>
    <w:rsid w:val="000E2FBF"/>
    <w:rPr>
      <w:sz w:val="26"/>
      <w:szCs w:val="26"/>
    </w:rPr>
  </w:style>
  <w:style w:type="paragraph" w:customStyle="1" w:styleId="libCenterBold1">
    <w:name w:val="libCenterBold1"/>
    <w:basedOn w:val="libBold1"/>
    <w:rsid w:val="000E2FBF"/>
    <w:pPr>
      <w:jc w:val="center"/>
    </w:pPr>
    <w:rPr>
      <w:rFonts w:eastAsia="Times New Roman"/>
      <w:sz w:val="32"/>
      <w:szCs w:val="32"/>
    </w:rPr>
  </w:style>
  <w:style w:type="paragraph" w:customStyle="1" w:styleId="libCenterBold2">
    <w:name w:val="libCenterBold2"/>
    <w:basedOn w:val="libCenterBold1"/>
    <w:rsid w:val="000E2FBF"/>
    <w:rPr>
      <w:sz w:val="28"/>
      <w:szCs w:val="28"/>
    </w:rPr>
  </w:style>
  <w:style w:type="paragraph" w:customStyle="1" w:styleId="libCenter">
    <w:name w:val="libCenter"/>
    <w:basedOn w:val="libCenterBold2"/>
    <w:rsid w:val="000E2FBF"/>
    <w:rPr>
      <w:b w:val="0"/>
      <w:bCs w:val="0"/>
    </w:rPr>
  </w:style>
  <w:style w:type="paragraph" w:customStyle="1" w:styleId="libFootnoteCenter">
    <w:name w:val="libFootnoteCenter"/>
    <w:basedOn w:val="libFootnote"/>
    <w:link w:val="libFootnoteCenterChar"/>
    <w:rsid w:val="000E2FBF"/>
    <w:pPr>
      <w:jc w:val="center"/>
    </w:pPr>
    <w:rPr>
      <w:rFonts w:eastAsia="Times New Roman"/>
    </w:rPr>
  </w:style>
  <w:style w:type="character" w:customStyle="1" w:styleId="libFootnoteCenterChar">
    <w:name w:val="libFootnoteCenter Char"/>
    <w:basedOn w:val="libFootnoteChar"/>
    <w:link w:val="libFootnoteCenter"/>
    <w:rsid w:val="000E2FBF"/>
    <w:rPr>
      <w:rFonts w:eastAsia="Times New Roman"/>
    </w:rPr>
  </w:style>
  <w:style w:type="paragraph" w:customStyle="1" w:styleId="libFootnoteCenterBold">
    <w:name w:val="libFootnoteCenterBold"/>
    <w:basedOn w:val="libFootnoteCenter"/>
    <w:link w:val="libFootnoteCenterBoldChar"/>
    <w:rsid w:val="000E2FBF"/>
    <w:rPr>
      <w:b/>
      <w:bCs/>
    </w:rPr>
  </w:style>
  <w:style w:type="character" w:customStyle="1" w:styleId="libFootnoteCenterBoldChar">
    <w:name w:val="libFootnoteCenterBold Char"/>
    <w:basedOn w:val="libFootnoteCenterChar"/>
    <w:link w:val="libFootnoteCenterBold"/>
    <w:rsid w:val="000E2FBF"/>
    <w:rPr>
      <w:b/>
      <w:bCs/>
    </w:rPr>
  </w:style>
  <w:style w:type="paragraph" w:customStyle="1" w:styleId="libFootnoteBold">
    <w:name w:val="libFootnoteBold"/>
    <w:basedOn w:val="libFootnote"/>
    <w:link w:val="libFootnoteBoldChar"/>
    <w:rsid w:val="000E2FBF"/>
    <w:rPr>
      <w:b/>
      <w:bCs/>
    </w:rPr>
  </w:style>
  <w:style w:type="character" w:customStyle="1" w:styleId="libFootnoteBoldChar">
    <w:name w:val="libFootnoteBold Char"/>
    <w:basedOn w:val="libFootnoteChar"/>
    <w:link w:val="libFootnoteBold"/>
    <w:rsid w:val="000E2FBF"/>
    <w:rPr>
      <w:b/>
      <w:bCs/>
    </w:rPr>
  </w:style>
  <w:style w:type="paragraph" w:customStyle="1" w:styleId="libFootnoteArAie">
    <w:name w:val="libFootnoteArAie"/>
    <w:basedOn w:val="libAr"/>
    <w:link w:val="libFootnoteArAieChar"/>
    <w:rsid w:val="000E2FBF"/>
    <w:rPr>
      <w:color w:val="008000"/>
      <w:szCs w:val="26"/>
    </w:rPr>
  </w:style>
  <w:style w:type="character" w:customStyle="1" w:styleId="libFootnoteArAieChar">
    <w:name w:val="libFootnoteArAie Char"/>
    <w:basedOn w:val="libFootnoteChar"/>
    <w:link w:val="libFootnoteArAie"/>
    <w:rsid w:val="000E2FBF"/>
    <w:rPr>
      <w:rFonts w:ascii="Times New Roman" w:hAnsi="Times New Roman" w:cs="Traditional Arabic"/>
      <w:color w:val="008000"/>
      <w:sz w:val="28"/>
      <w:szCs w:val="26"/>
    </w:rPr>
  </w:style>
  <w:style w:type="paragraph" w:customStyle="1" w:styleId="libFootnoteRight">
    <w:name w:val="libFootnoteRight"/>
    <w:basedOn w:val="libFootnote"/>
    <w:link w:val="libFootnoteRightChar"/>
    <w:rsid w:val="000E2FBF"/>
    <w:pPr>
      <w:jc w:val="right"/>
    </w:pPr>
    <w:rPr>
      <w:rFonts w:eastAsia="Times New Roman"/>
    </w:rPr>
  </w:style>
  <w:style w:type="character" w:customStyle="1" w:styleId="libFootnoteRightChar">
    <w:name w:val="libFootnoteRight Char"/>
    <w:basedOn w:val="libFootnoteChar"/>
    <w:link w:val="libFootnoteRight"/>
    <w:rsid w:val="000E2FBF"/>
    <w:rPr>
      <w:rFonts w:eastAsia="Times New Roman"/>
    </w:rPr>
  </w:style>
  <w:style w:type="paragraph" w:customStyle="1" w:styleId="libFootnoteRightBold">
    <w:name w:val="libFootnoteRightBold"/>
    <w:basedOn w:val="libFootnoteRight"/>
    <w:link w:val="libFootnoteRightBoldChar"/>
    <w:rsid w:val="000E2FBF"/>
    <w:rPr>
      <w:b/>
      <w:bCs/>
    </w:rPr>
  </w:style>
  <w:style w:type="character" w:customStyle="1" w:styleId="libFootnoteRightBoldChar">
    <w:name w:val="libFootnoteRightBold Char"/>
    <w:basedOn w:val="libFootnoteRightChar"/>
    <w:link w:val="libFootnoteRightBold"/>
    <w:rsid w:val="000E2FBF"/>
    <w:rPr>
      <w:b/>
      <w:bCs/>
    </w:rPr>
  </w:style>
  <w:style w:type="paragraph" w:customStyle="1" w:styleId="libRight">
    <w:name w:val="libRight"/>
    <w:basedOn w:val="libNormal"/>
    <w:link w:val="libRightChar"/>
    <w:rsid w:val="000E2FBF"/>
    <w:pPr>
      <w:jc w:val="right"/>
    </w:pPr>
  </w:style>
  <w:style w:type="character" w:customStyle="1" w:styleId="libRightChar">
    <w:name w:val="libRight Char"/>
    <w:basedOn w:val="libNormalChar"/>
    <w:link w:val="libRight"/>
    <w:rsid w:val="000E2FBF"/>
  </w:style>
  <w:style w:type="paragraph" w:customStyle="1" w:styleId="libRightBold">
    <w:name w:val="libRightBold"/>
    <w:basedOn w:val="libRight"/>
    <w:link w:val="libRightBoldChar"/>
    <w:rsid w:val="000E2FBF"/>
    <w:rPr>
      <w:b/>
      <w:bCs/>
    </w:rPr>
  </w:style>
  <w:style w:type="character" w:customStyle="1" w:styleId="libRightBoldChar">
    <w:name w:val="libRightBold Char"/>
    <w:basedOn w:val="libRightChar"/>
    <w:link w:val="libRightBold"/>
    <w:rsid w:val="000E2FBF"/>
    <w:rPr>
      <w:b/>
      <w:bCs/>
    </w:rPr>
  </w:style>
  <w:style w:type="paragraph" w:customStyle="1" w:styleId="libLine">
    <w:name w:val="libLine"/>
    <w:basedOn w:val="libNormal"/>
    <w:link w:val="libLineChar"/>
    <w:rsid w:val="000E2FBF"/>
    <w:rPr>
      <w:rFonts w:eastAsia="Times New Roman"/>
      <w:sz w:val="26"/>
      <w:szCs w:val="26"/>
    </w:rPr>
  </w:style>
  <w:style w:type="character" w:customStyle="1" w:styleId="libLineChar">
    <w:name w:val="libLine Char"/>
    <w:basedOn w:val="libNormalChar"/>
    <w:link w:val="libLine"/>
    <w:rsid w:val="000E2FBF"/>
    <w:rPr>
      <w:rFonts w:eastAsia="Times New Roman"/>
      <w:sz w:val="26"/>
      <w:szCs w:val="26"/>
    </w:rPr>
  </w:style>
  <w:style w:type="paragraph" w:customStyle="1" w:styleId="libItalic">
    <w:name w:val="libItalic"/>
    <w:basedOn w:val="libNormal"/>
    <w:link w:val="libItalicChar"/>
    <w:rsid w:val="000E2FBF"/>
    <w:rPr>
      <w:i/>
      <w:iCs/>
    </w:rPr>
  </w:style>
  <w:style w:type="character" w:customStyle="1" w:styleId="libItalicChar">
    <w:name w:val="libItalic Char"/>
    <w:basedOn w:val="libNormalChar"/>
    <w:link w:val="libItalic"/>
    <w:rsid w:val="000E2FBF"/>
    <w:rPr>
      <w:i/>
      <w:iCs/>
    </w:rPr>
  </w:style>
  <w:style w:type="paragraph" w:customStyle="1" w:styleId="libBoldItalic">
    <w:name w:val="libBoldItalic"/>
    <w:basedOn w:val="libNormal"/>
    <w:link w:val="libBoldItalicChar"/>
    <w:rsid w:val="000E2FBF"/>
    <w:rPr>
      <w:b/>
      <w:bCs/>
      <w:i/>
      <w:iCs/>
    </w:rPr>
  </w:style>
  <w:style w:type="character" w:customStyle="1" w:styleId="libBoldItalicChar">
    <w:name w:val="libBoldItalic Char"/>
    <w:basedOn w:val="libNormalChar"/>
    <w:link w:val="libBoldItalic"/>
    <w:rsid w:val="000E2FBF"/>
    <w:rPr>
      <w:b/>
      <w:bCs/>
      <w:i/>
      <w:iCs/>
    </w:rPr>
  </w:style>
  <w:style w:type="paragraph" w:customStyle="1" w:styleId="libUnderline">
    <w:name w:val="libUnderline"/>
    <w:basedOn w:val="libNormal"/>
    <w:link w:val="libUnderlineChar"/>
    <w:rsid w:val="000E2FBF"/>
    <w:rPr>
      <w:u w:val="single"/>
    </w:rPr>
  </w:style>
  <w:style w:type="character" w:customStyle="1" w:styleId="libUnderlineChar">
    <w:name w:val="libUnderline Char"/>
    <w:basedOn w:val="libNormalChar"/>
    <w:link w:val="libUnderline"/>
    <w:rsid w:val="000E2FBF"/>
    <w:rPr>
      <w:u w:val="single"/>
    </w:rPr>
  </w:style>
  <w:style w:type="paragraph" w:customStyle="1" w:styleId="libUnderlineBold">
    <w:name w:val="libUnderlineBold"/>
    <w:basedOn w:val="libUnderline"/>
    <w:link w:val="libUnderlineBoldChar"/>
    <w:rsid w:val="000E2FBF"/>
    <w:rPr>
      <w:b/>
      <w:bCs/>
    </w:rPr>
  </w:style>
  <w:style w:type="character" w:customStyle="1" w:styleId="libUnderlineBoldChar">
    <w:name w:val="libUnderlineBold Char"/>
    <w:basedOn w:val="libUnderlineChar"/>
    <w:link w:val="libUnderlineBold"/>
    <w:rsid w:val="000E2FBF"/>
    <w:rPr>
      <w:b/>
      <w:bCs/>
    </w:rPr>
  </w:style>
  <w:style w:type="paragraph" w:customStyle="1" w:styleId="libUnderlineItalic">
    <w:name w:val="libUnderlineItalic"/>
    <w:basedOn w:val="libUnderline"/>
    <w:link w:val="libUnderlineItalicChar"/>
    <w:rsid w:val="000E2FBF"/>
    <w:rPr>
      <w:i/>
      <w:iCs/>
    </w:rPr>
  </w:style>
  <w:style w:type="character" w:customStyle="1" w:styleId="libUnderlineItalicChar">
    <w:name w:val="libUnderlineItalic Char"/>
    <w:basedOn w:val="libUnderlineChar"/>
    <w:link w:val="libUnderlineItalic"/>
    <w:rsid w:val="000E2FBF"/>
    <w:rPr>
      <w:i/>
      <w:iCs/>
    </w:rPr>
  </w:style>
  <w:style w:type="paragraph" w:customStyle="1" w:styleId="libUnderlineBoldItalic">
    <w:name w:val="libUnderlineBoldItalic"/>
    <w:basedOn w:val="libNormal"/>
    <w:link w:val="libUnderlineBoldItalicChar"/>
    <w:rsid w:val="000E2FBF"/>
    <w:rPr>
      <w:b/>
      <w:bCs/>
      <w:i/>
      <w:iCs/>
      <w:u w:val="single"/>
    </w:rPr>
  </w:style>
  <w:style w:type="character" w:customStyle="1" w:styleId="libUnderlineBoldItalicChar">
    <w:name w:val="libUnderlineBoldItalic Char"/>
    <w:basedOn w:val="libNormalChar"/>
    <w:link w:val="libUnderlineBoldItalic"/>
    <w:rsid w:val="000E2FBF"/>
    <w:rPr>
      <w:b/>
      <w:bCs/>
      <w:i/>
      <w:iCs/>
      <w:u w:val="single"/>
    </w:rPr>
  </w:style>
  <w:style w:type="paragraph" w:customStyle="1" w:styleId="libFootnotenum">
    <w:name w:val="libFootnotenum"/>
    <w:basedOn w:val="libNormal"/>
    <w:link w:val="libFootnotenumChar"/>
    <w:rsid w:val="000E2FBF"/>
    <w:rPr>
      <w:color w:val="C00000"/>
      <w:sz w:val="24"/>
      <w:szCs w:val="24"/>
      <w:vertAlign w:val="superscript"/>
    </w:rPr>
  </w:style>
  <w:style w:type="character" w:customStyle="1" w:styleId="libFootnotenumChar">
    <w:name w:val="libFootnotenum Char"/>
    <w:basedOn w:val="libNormalChar"/>
    <w:link w:val="libFootnotenum"/>
    <w:rsid w:val="000E2FBF"/>
    <w:rPr>
      <w:color w:val="C00000"/>
      <w:sz w:val="24"/>
      <w:szCs w:val="24"/>
      <w:vertAlign w:val="superscript"/>
    </w:rPr>
  </w:style>
  <w:style w:type="paragraph" w:customStyle="1" w:styleId="libAlaem">
    <w:name w:val="libAlaem"/>
    <w:basedOn w:val="libAr"/>
    <w:link w:val="libAlaemChar"/>
    <w:qFormat/>
    <w:rsid w:val="000E2FBF"/>
    <w:rPr>
      <w:rFonts w:ascii="Rafed Alaem" w:eastAsia="Rafed Alaem" w:hAnsi="Rafed Alaem" w:cs="Rafed Alaem"/>
    </w:rPr>
  </w:style>
  <w:style w:type="character" w:customStyle="1" w:styleId="libAlaemChar">
    <w:name w:val="libAlaem Char"/>
    <w:basedOn w:val="libNormalChar"/>
    <w:link w:val="libAlaem"/>
    <w:rsid w:val="000E2FBF"/>
    <w:rPr>
      <w:rFonts w:ascii="Rafed Alaem" w:eastAsia="Rafed Alaem" w:hAnsi="Rafed Alaem" w:cs="Rafed Alaem"/>
      <w:szCs w:val="32"/>
    </w:rPr>
  </w:style>
  <w:style w:type="character" w:customStyle="1" w:styleId="libEnChar">
    <w:name w:val="libEn Char"/>
    <w:basedOn w:val="libNormalChar"/>
    <w:link w:val="libEn"/>
    <w:rsid w:val="000E2FBF"/>
    <w:rPr>
      <w:rFonts w:asciiTheme="minorBidi" w:hAnsiTheme="minorBidi"/>
      <w:sz w:val="24"/>
    </w:rPr>
  </w:style>
  <w:style w:type="character" w:styleId="Hyperlink">
    <w:name w:val="Hyperlink"/>
    <w:uiPriority w:val="99"/>
    <w:rsid w:val="000E2FBF"/>
    <w:rPr>
      <w:rFonts w:ascii="SolaimanLipi" w:hAnsi="SolaimanLipi" w:cs="SolaimanLipi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2FBF"/>
    <w:pPr>
      <w:bidi w:val="0"/>
      <w:spacing w:after="0" w:line="240" w:lineRule="auto"/>
    </w:pPr>
    <w:rPr>
      <w:rFonts w:ascii="Tahoma" w:eastAsia="SolaimanLipi" w:hAnsi="Tahoma" w:cs="Tahoma"/>
      <w:sz w:val="16"/>
      <w:szCs w:val="16"/>
      <w:lang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FBF"/>
    <w:rPr>
      <w:rFonts w:ascii="Tahoma" w:eastAsia="SolaimanLipi" w:hAnsi="Tahoma" w:cs="Tahoma"/>
      <w:sz w:val="16"/>
      <w:szCs w:val="16"/>
      <w:lang w:bidi="ar-SA"/>
    </w:rPr>
  </w:style>
  <w:style w:type="paragraph" w:styleId="TOCHeading">
    <w:name w:val="TOC Heading"/>
    <w:basedOn w:val="Heading1"/>
    <w:next w:val="libNormal"/>
    <w:uiPriority w:val="39"/>
    <w:unhideWhenUsed/>
    <w:qFormat/>
    <w:rsid w:val="000E2FBF"/>
    <w:pPr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TOC1">
    <w:name w:val="toc 1"/>
    <w:basedOn w:val="libNormal"/>
    <w:next w:val="libNormal"/>
    <w:autoRedefine/>
    <w:uiPriority w:val="39"/>
    <w:unhideWhenUsed/>
    <w:qFormat/>
    <w:rsid w:val="000E2FBF"/>
    <w:pPr>
      <w:spacing w:after="100"/>
    </w:pPr>
  </w:style>
  <w:style w:type="paragraph" w:styleId="TOC2">
    <w:name w:val="toc 2"/>
    <w:basedOn w:val="libNormal"/>
    <w:next w:val="libNormal"/>
    <w:autoRedefine/>
    <w:uiPriority w:val="39"/>
    <w:unhideWhenUsed/>
    <w:qFormat/>
    <w:rsid w:val="003557EC"/>
    <w:pPr>
      <w:tabs>
        <w:tab w:val="right" w:leader="dot" w:pos="9016"/>
      </w:tabs>
      <w:spacing w:after="100"/>
      <w:ind w:left="220"/>
    </w:pPr>
    <w:rPr>
      <w:rFonts w:eastAsiaTheme="minorEastAsia"/>
      <w:noProof/>
    </w:rPr>
  </w:style>
  <w:style w:type="paragraph" w:styleId="TOC3">
    <w:name w:val="toc 3"/>
    <w:basedOn w:val="libNormal"/>
    <w:next w:val="libNormal"/>
    <w:autoRedefine/>
    <w:uiPriority w:val="39"/>
    <w:unhideWhenUsed/>
    <w:qFormat/>
    <w:rsid w:val="000E2FBF"/>
    <w:pPr>
      <w:spacing w:after="100"/>
      <w:ind w:left="440"/>
    </w:pPr>
    <w:rPr>
      <w:rFonts w:eastAsiaTheme="minorEastAsia"/>
    </w:rPr>
  </w:style>
  <w:style w:type="paragraph" w:customStyle="1" w:styleId="libTitr1">
    <w:name w:val="libTitr1"/>
    <w:basedOn w:val="libCenterBold1"/>
    <w:rsid w:val="000E2FBF"/>
    <w:rPr>
      <w:sz w:val="56"/>
      <w:szCs w:val="56"/>
    </w:rPr>
  </w:style>
  <w:style w:type="paragraph" w:customStyle="1" w:styleId="libEn">
    <w:name w:val="libEn"/>
    <w:basedOn w:val="libNormal"/>
    <w:link w:val="libEnChar"/>
    <w:qFormat/>
    <w:rsid w:val="000E2FBF"/>
    <w:rPr>
      <w:rFonts w:asciiTheme="minorBidi" w:hAnsiTheme="minorBidi"/>
      <w:sz w:val="24"/>
    </w:rPr>
  </w:style>
  <w:style w:type="paragraph" w:customStyle="1" w:styleId="libArCenter">
    <w:name w:val="libArCenter"/>
    <w:basedOn w:val="libAr"/>
    <w:qFormat/>
    <w:rsid w:val="000E2FBF"/>
    <w:pPr>
      <w:jc w:val="center"/>
    </w:pPr>
    <w:rPr>
      <w:lang w:bidi="bn-IN"/>
    </w:rPr>
  </w:style>
  <w:style w:type="paragraph" w:styleId="TOC4">
    <w:name w:val="toc 4"/>
    <w:basedOn w:val="Normal"/>
    <w:next w:val="Normal"/>
    <w:autoRedefine/>
    <w:uiPriority w:val="39"/>
    <w:unhideWhenUsed/>
    <w:rsid w:val="000E2FBF"/>
    <w:pPr>
      <w:bidi w:val="0"/>
      <w:spacing w:after="100"/>
      <w:ind w:left="660"/>
    </w:pPr>
    <w:rPr>
      <w:rFonts w:ascii="SolaimanLipi" w:eastAsiaTheme="minorEastAsia" w:hAnsi="SolaimanLipi" w:cs="SolaimanLipi"/>
      <w:lang w:bidi="ar-SA"/>
    </w:rPr>
  </w:style>
  <w:style w:type="paragraph" w:styleId="TOC5">
    <w:name w:val="toc 5"/>
    <w:basedOn w:val="Normal"/>
    <w:next w:val="Normal"/>
    <w:autoRedefine/>
    <w:uiPriority w:val="39"/>
    <w:unhideWhenUsed/>
    <w:rsid w:val="000E2FBF"/>
    <w:pPr>
      <w:bidi w:val="0"/>
      <w:spacing w:after="100"/>
      <w:ind w:left="880"/>
    </w:pPr>
    <w:rPr>
      <w:rFonts w:ascii="SolaimanLipi" w:eastAsiaTheme="minorEastAsia" w:hAnsi="SolaimanLipi" w:cs="SolaimanLipi"/>
      <w:lang w:bidi="ar-SA"/>
    </w:rPr>
  </w:style>
  <w:style w:type="paragraph" w:styleId="TOC6">
    <w:name w:val="toc 6"/>
    <w:basedOn w:val="Normal"/>
    <w:next w:val="Normal"/>
    <w:autoRedefine/>
    <w:uiPriority w:val="39"/>
    <w:unhideWhenUsed/>
    <w:rsid w:val="000E2FBF"/>
    <w:pPr>
      <w:bidi w:val="0"/>
      <w:spacing w:after="100"/>
      <w:ind w:left="1100"/>
    </w:pPr>
    <w:rPr>
      <w:rFonts w:ascii="SolaimanLipi" w:eastAsiaTheme="minorEastAsia" w:hAnsi="SolaimanLipi" w:cs="SolaimanLipi"/>
      <w:lang w:bidi="ar-SA"/>
    </w:rPr>
  </w:style>
  <w:style w:type="paragraph" w:styleId="TOC7">
    <w:name w:val="toc 7"/>
    <w:basedOn w:val="Normal"/>
    <w:next w:val="Normal"/>
    <w:autoRedefine/>
    <w:uiPriority w:val="39"/>
    <w:unhideWhenUsed/>
    <w:rsid w:val="000E2FBF"/>
    <w:pPr>
      <w:bidi w:val="0"/>
      <w:spacing w:after="100"/>
      <w:ind w:left="1320"/>
    </w:pPr>
    <w:rPr>
      <w:rFonts w:ascii="SolaimanLipi" w:eastAsiaTheme="minorEastAsia" w:hAnsi="SolaimanLipi" w:cs="SolaimanLipi"/>
      <w:lang w:bidi="ar-SA"/>
    </w:rPr>
  </w:style>
  <w:style w:type="paragraph" w:styleId="TOC8">
    <w:name w:val="toc 8"/>
    <w:basedOn w:val="Normal"/>
    <w:next w:val="Normal"/>
    <w:autoRedefine/>
    <w:uiPriority w:val="39"/>
    <w:unhideWhenUsed/>
    <w:rsid w:val="000E2FBF"/>
    <w:pPr>
      <w:bidi w:val="0"/>
      <w:spacing w:after="100"/>
      <w:ind w:left="1540"/>
    </w:pPr>
    <w:rPr>
      <w:rFonts w:ascii="SolaimanLipi" w:eastAsiaTheme="minorEastAsia" w:hAnsi="SolaimanLipi" w:cs="SolaimanLipi"/>
      <w:lang w:bidi="ar-SA"/>
    </w:rPr>
  </w:style>
  <w:style w:type="paragraph" w:styleId="TOC9">
    <w:name w:val="toc 9"/>
    <w:basedOn w:val="Normal"/>
    <w:next w:val="Normal"/>
    <w:autoRedefine/>
    <w:uiPriority w:val="39"/>
    <w:unhideWhenUsed/>
    <w:rsid w:val="000E2FBF"/>
    <w:pPr>
      <w:bidi w:val="0"/>
      <w:spacing w:after="100"/>
      <w:ind w:left="1760"/>
    </w:pPr>
    <w:rPr>
      <w:rFonts w:ascii="SolaimanLipi" w:eastAsiaTheme="minorEastAsia" w:hAnsi="SolaimanLipi" w:cs="SolaimanLipi"/>
      <w:lang w:bidi="ar-SA"/>
    </w:rPr>
  </w:style>
  <w:style w:type="paragraph" w:customStyle="1" w:styleId="libPoemTini">
    <w:name w:val="libPoemTini"/>
    <w:basedOn w:val="Normal"/>
    <w:link w:val="libPoemTiniChar"/>
    <w:rsid w:val="000E2FBF"/>
    <w:pPr>
      <w:spacing w:after="0" w:line="240" w:lineRule="auto"/>
      <w:jc w:val="highKashida"/>
    </w:pPr>
    <w:rPr>
      <w:rFonts w:ascii="Times New Roman" w:eastAsia="Times New Roman" w:hAnsi="Times New Roman" w:cs="Traditional Arabic"/>
      <w:color w:val="000000"/>
      <w:sz w:val="24"/>
      <w:szCs w:val="2"/>
      <w:lang w:bidi="ar-SA"/>
    </w:rPr>
  </w:style>
  <w:style w:type="paragraph" w:customStyle="1" w:styleId="libArCenterBold">
    <w:name w:val="libArCenterBold"/>
    <w:basedOn w:val="libAr"/>
    <w:rsid w:val="000E2FBF"/>
    <w:pPr>
      <w:jc w:val="center"/>
    </w:pPr>
    <w:rPr>
      <w:rFonts w:ascii="Traditional Arabic" w:eastAsia="Traditional Arabic" w:hAnsi="Traditional Arabic"/>
      <w:b/>
      <w:bCs/>
      <w:szCs w:val="36"/>
    </w:rPr>
  </w:style>
  <w:style w:type="character" w:customStyle="1" w:styleId="libPoemTiniChar">
    <w:name w:val="libPoemTini Char"/>
    <w:basedOn w:val="DefaultParagraphFont"/>
    <w:link w:val="libPoemTini"/>
    <w:rsid w:val="000E2FBF"/>
    <w:rPr>
      <w:rFonts w:ascii="Times New Roman" w:eastAsia="Times New Roman" w:hAnsi="Times New Roman" w:cs="Traditional Arabic"/>
      <w:color w:val="000000"/>
      <w:sz w:val="24"/>
      <w:szCs w:val="2"/>
      <w:lang w:bidi="ar-SA"/>
    </w:rPr>
  </w:style>
  <w:style w:type="paragraph" w:customStyle="1" w:styleId="libPoem">
    <w:name w:val="libPoem"/>
    <w:basedOn w:val="Normal"/>
    <w:link w:val="libPoemChar"/>
    <w:rsid w:val="000E2FBF"/>
    <w:pPr>
      <w:spacing w:after="0" w:line="240" w:lineRule="auto"/>
      <w:jc w:val="lowKashida"/>
    </w:pPr>
    <w:rPr>
      <w:rFonts w:ascii="Times New Roman" w:eastAsia="Times New Roman" w:hAnsi="Times New Roman" w:cs="Traditional Arabic"/>
      <w:color w:val="000000"/>
      <w:sz w:val="24"/>
      <w:szCs w:val="30"/>
      <w:lang w:bidi="ar-SA"/>
    </w:rPr>
  </w:style>
  <w:style w:type="table" w:styleId="TableGrid">
    <w:name w:val="Table Grid"/>
    <w:basedOn w:val="TableNormal"/>
    <w:rsid w:val="000E2FBF"/>
    <w:pPr>
      <w:bidi/>
      <w:spacing w:after="0" w:line="240" w:lineRule="auto"/>
      <w:jc w:val="lowKashida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libPoemChar">
    <w:name w:val="libPoem Char"/>
    <w:basedOn w:val="DefaultParagraphFont"/>
    <w:link w:val="libPoem"/>
    <w:rsid w:val="000E2FBF"/>
    <w:rPr>
      <w:rFonts w:ascii="Times New Roman" w:eastAsia="Times New Roman" w:hAnsi="Times New Roman" w:cs="Traditional Arabic"/>
      <w:color w:val="000000"/>
      <w:sz w:val="24"/>
      <w:szCs w:val="30"/>
      <w:lang w:bidi="ar-SA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0E2FBF"/>
    <w:pPr>
      <w:bidi w:val="0"/>
      <w:spacing w:after="0" w:line="240" w:lineRule="auto"/>
    </w:pPr>
    <w:rPr>
      <w:rFonts w:ascii="Tahoma" w:eastAsia="SolaimanLipi" w:hAnsi="Tahoma" w:cs="Tahoma"/>
      <w:sz w:val="16"/>
      <w:szCs w:val="16"/>
      <w:lang w:bidi="ar-SA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0E2FBF"/>
    <w:rPr>
      <w:rFonts w:ascii="Tahoma" w:eastAsia="SolaimanLipi" w:hAnsi="Tahoma" w:cs="Tahoma"/>
      <w:sz w:val="16"/>
      <w:szCs w:val="16"/>
      <w:lang w:bidi="ar-SA"/>
    </w:rPr>
  </w:style>
  <w:style w:type="paragraph" w:customStyle="1" w:styleId="libTitr2">
    <w:name w:val="libTitr2"/>
    <w:basedOn w:val="libTitr1"/>
    <w:qFormat/>
    <w:rsid w:val="000E2FBF"/>
    <w:rPr>
      <w:sz w:val="48"/>
      <w:szCs w:val="48"/>
    </w:rPr>
  </w:style>
  <w:style w:type="paragraph" w:customStyle="1" w:styleId="libNotice">
    <w:name w:val="libNotice"/>
    <w:basedOn w:val="libNormal"/>
    <w:qFormat/>
    <w:rsid w:val="000E2FBF"/>
    <w:rPr>
      <w:color w:val="FF0000"/>
    </w:rPr>
  </w:style>
  <w:style w:type="paragraph" w:customStyle="1" w:styleId="libFootnoteAr">
    <w:name w:val="libFootnoteAr"/>
    <w:basedOn w:val="libAr"/>
    <w:next w:val="libAr"/>
    <w:link w:val="libFootnoteArChar"/>
    <w:qFormat/>
    <w:rsid w:val="000E2FBF"/>
    <w:rPr>
      <w:sz w:val="26"/>
      <w:szCs w:val="26"/>
    </w:rPr>
  </w:style>
  <w:style w:type="paragraph" w:customStyle="1" w:styleId="libArChar0">
    <w:name w:val="libArChar"/>
    <w:basedOn w:val="libAr"/>
    <w:link w:val="libArCharChar"/>
    <w:rsid w:val="000E2FBF"/>
    <w:pPr>
      <w:bidi w:val="0"/>
      <w:ind w:firstLine="288"/>
    </w:pPr>
    <w:rPr>
      <w:rFonts w:eastAsia="Times New Roman"/>
    </w:rPr>
  </w:style>
  <w:style w:type="paragraph" w:customStyle="1" w:styleId="libLink">
    <w:name w:val="libLink"/>
    <w:basedOn w:val="libEn"/>
    <w:link w:val="libLinkChar"/>
    <w:rsid w:val="000E2FBF"/>
    <w:pPr>
      <w:jc w:val="center"/>
    </w:pPr>
    <w:rPr>
      <w:b/>
      <w:bCs/>
      <w:sz w:val="48"/>
    </w:rPr>
  </w:style>
  <w:style w:type="character" w:customStyle="1" w:styleId="libArCharChar">
    <w:name w:val="libArChar Char"/>
    <w:basedOn w:val="libArChar"/>
    <w:link w:val="libArChar0"/>
    <w:rsid w:val="000E2FBF"/>
    <w:rPr>
      <w:rFonts w:eastAsia="Times New Roman"/>
    </w:rPr>
  </w:style>
  <w:style w:type="character" w:customStyle="1" w:styleId="libLinkChar">
    <w:name w:val="libLink Char"/>
    <w:basedOn w:val="libEnChar"/>
    <w:link w:val="libLink"/>
    <w:rsid w:val="000E2FBF"/>
    <w:rPr>
      <w:b/>
      <w:bCs/>
      <w:sz w:val="48"/>
    </w:rPr>
  </w:style>
  <w:style w:type="character" w:customStyle="1" w:styleId="libFootnoteArChar">
    <w:name w:val="libFootnoteAr Char"/>
    <w:basedOn w:val="libArChar"/>
    <w:link w:val="libFootnoteAr"/>
    <w:rsid w:val="000E2FBF"/>
    <w:rPr>
      <w:sz w:val="26"/>
      <w:szCs w:val="26"/>
    </w:rPr>
  </w:style>
  <w:style w:type="paragraph" w:customStyle="1" w:styleId="libFootnotenum0">
    <w:name w:val="libFootnote_num"/>
    <w:basedOn w:val="libFootnote"/>
    <w:next w:val="libFootnote"/>
    <w:link w:val="libFootnotenumChar0"/>
    <w:qFormat/>
    <w:rsid w:val="000E2FBF"/>
    <w:pPr>
      <w:bidi/>
      <w:spacing w:line="240" w:lineRule="auto"/>
      <w:ind w:firstLine="289"/>
      <w:jc w:val="lowKashida"/>
    </w:pPr>
    <w:rPr>
      <w:rFonts w:ascii="Times New Roman" w:eastAsia="Times New Roman" w:hAnsi="Times New Roman" w:cs="Traditional Arabic"/>
      <w:color w:val="C00000"/>
      <w:sz w:val="22"/>
      <w:vertAlign w:val="superscript"/>
      <w:lang w:bidi="bn-IN"/>
    </w:rPr>
  </w:style>
  <w:style w:type="character" w:customStyle="1" w:styleId="libFootnotenumChar0">
    <w:name w:val="libFootnote_num Char"/>
    <w:basedOn w:val="libFootnoteChar"/>
    <w:link w:val="libFootnotenum0"/>
    <w:rsid w:val="000E2FBF"/>
    <w:rPr>
      <w:rFonts w:ascii="Times New Roman" w:eastAsia="Times New Roman" w:hAnsi="Times New Roman" w:cs="Traditional Arabic"/>
      <w:color w:val="C00000"/>
      <w:vertAlign w:val="superscript"/>
      <w:lang w:bidi="bn-IN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2FBF"/>
    <w:pPr>
      <w:bidi w:val="0"/>
      <w:spacing w:after="0" w:line="240" w:lineRule="auto"/>
    </w:pPr>
    <w:rPr>
      <w:rFonts w:eastAsiaTheme="minorEastAsia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2FBF"/>
    <w:rPr>
      <w:rFonts w:eastAsiaTheme="minorEastAsia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0E2FBF"/>
    <w:rPr>
      <w:vertAlign w:val="superscript"/>
    </w:rPr>
  </w:style>
  <w:style w:type="paragraph" w:customStyle="1" w:styleId="libArBold">
    <w:name w:val="libArBold"/>
    <w:basedOn w:val="libAr"/>
    <w:link w:val="libArBoldChar"/>
    <w:rsid w:val="000E2FBF"/>
    <w:rPr>
      <w:b/>
      <w:bCs/>
    </w:rPr>
  </w:style>
  <w:style w:type="character" w:customStyle="1" w:styleId="libArBoldChar">
    <w:name w:val="libArBold Char"/>
    <w:basedOn w:val="libArChar"/>
    <w:link w:val="libArBold"/>
    <w:rsid w:val="000E2FBF"/>
    <w:rPr>
      <w:b/>
      <w:bCs/>
    </w:rPr>
  </w:style>
  <w:style w:type="paragraph" w:customStyle="1" w:styleId="libNormal0">
    <w:name w:val="libNormal0"/>
    <w:basedOn w:val="libNormal"/>
    <w:next w:val="libNormal"/>
    <w:link w:val="libNormal0Char"/>
    <w:rsid w:val="000E2FBF"/>
    <w:pPr>
      <w:bidi/>
      <w:spacing w:line="240" w:lineRule="auto"/>
      <w:jc w:val="lowKashida"/>
    </w:pPr>
    <w:rPr>
      <w:rFonts w:ascii="Times New Roman" w:eastAsia="Times New Roman" w:hAnsi="Times New Roman" w:cs="Traditional Arabic"/>
      <w:sz w:val="24"/>
      <w:szCs w:val="32"/>
    </w:rPr>
  </w:style>
  <w:style w:type="character" w:customStyle="1" w:styleId="libNormal0Char">
    <w:name w:val="libNormal0 Char"/>
    <w:basedOn w:val="DefaultParagraphFont"/>
    <w:link w:val="libNormal0"/>
    <w:rsid w:val="000E2FBF"/>
    <w:rPr>
      <w:rFonts w:ascii="Times New Roman" w:eastAsia="Times New Roman" w:hAnsi="Times New Roman" w:cs="Traditional Arabic"/>
      <w:color w:val="000000"/>
      <w:sz w:val="24"/>
      <w:szCs w:val="32"/>
      <w:lang w:bidi="ar-SA"/>
    </w:rPr>
  </w:style>
  <w:style w:type="paragraph" w:customStyle="1" w:styleId="libPoemCenter">
    <w:name w:val="libPoemCenter"/>
    <w:basedOn w:val="libPoem"/>
    <w:next w:val="libPoem"/>
    <w:rsid w:val="000E2FBF"/>
    <w:pPr>
      <w:jc w:val="center"/>
    </w:pPr>
    <w:rPr>
      <w:szCs w:val="32"/>
    </w:rPr>
  </w:style>
  <w:style w:type="paragraph" w:customStyle="1" w:styleId="libArabic">
    <w:name w:val="libArabic"/>
    <w:basedOn w:val="Normal"/>
    <w:link w:val="libArabicChar"/>
    <w:rsid w:val="000E2FBF"/>
    <w:pPr>
      <w:spacing w:after="0" w:line="240" w:lineRule="auto"/>
      <w:ind w:firstLine="562"/>
      <w:jc w:val="lowKashida"/>
    </w:pPr>
    <w:rPr>
      <w:rFonts w:ascii="Traditional Arabic" w:eastAsia="Times New Roman" w:hAnsi="Traditional Arabic" w:cs="Traditional Arabic"/>
      <w:color w:val="000000"/>
      <w:sz w:val="32"/>
      <w:szCs w:val="36"/>
      <w:lang w:bidi="ar-SA"/>
    </w:rPr>
  </w:style>
  <w:style w:type="character" w:customStyle="1" w:styleId="libArabicChar">
    <w:name w:val="libArabic Char"/>
    <w:basedOn w:val="libNormalChar"/>
    <w:link w:val="libArabic"/>
    <w:rsid w:val="000E2FBF"/>
    <w:rPr>
      <w:rFonts w:ascii="Traditional Arabic" w:eastAsia="Times New Roman" w:hAnsi="Traditional Arabic" w:cs="Traditional Arabic"/>
      <w:sz w:val="32"/>
      <w:szCs w:val="36"/>
    </w:rPr>
  </w:style>
  <w:style w:type="paragraph" w:customStyle="1" w:styleId="libVar">
    <w:name w:val="libVar"/>
    <w:basedOn w:val="libNormal"/>
    <w:next w:val="libNormal"/>
    <w:link w:val="libVarChar"/>
    <w:rsid w:val="000E2FBF"/>
    <w:pPr>
      <w:bidi/>
      <w:spacing w:line="168" w:lineRule="auto"/>
      <w:ind w:firstLine="288"/>
      <w:jc w:val="lowKashida"/>
    </w:pPr>
    <w:rPr>
      <w:rFonts w:ascii="Times New Roman" w:eastAsia="Times New Roman" w:hAnsi="Times New Roman" w:cs="B Badr"/>
      <w:sz w:val="32"/>
    </w:rPr>
  </w:style>
  <w:style w:type="character" w:customStyle="1" w:styleId="libVarChar">
    <w:name w:val="libVar Char"/>
    <w:basedOn w:val="libNormalChar"/>
    <w:link w:val="libVar"/>
    <w:rsid w:val="000E2FBF"/>
    <w:rPr>
      <w:rFonts w:ascii="Times New Roman" w:eastAsia="Times New Roman" w:hAnsi="Times New Roman" w:cs="B Badr"/>
      <w:sz w:val="32"/>
    </w:rPr>
  </w:style>
  <w:style w:type="paragraph" w:customStyle="1" w:styleId="libArabicBold">
    <w:name w:val="libArabicBold"/>
    <w:basedOn w:val="libArabic"/>
    <w:link w:val="libArabicBoldChar"/>
    <w:rsid w:val="000E2FBF"/>
    <w:pPr>
      <w:ind w:firstLine="288"/>
    </w:pPr>
    <w:rPr>
      <w:b/>
      <w:bCs/>
      <w:sz w:val="28"/>
      <w:szCs w:val="32"/>
    </w:rPr>
  </w:style>
  <w:style w:type="character" w:customStyle="1" w:styleId="libArabicBoldChar">
    <w:name w:val="libArabicBold Char"/>
    <w:basedOn w:val="libArabicChar"/>
    <w:link w:val="libArabicBold"/>
    <w:rsid w:val="000E2FBF"/>
    <w:rPr>
      <w:b/>
      <w:bCs/>
      <w:sz w:val="28"/>
      <w:szCs w:val="32"/>
    </w:rPr>
  </w:style>
  <w:style w:type="paragraph" w:customStyle="1" w:styleId="libPoemTiniChar0">
    <w:name w:val="libPoemTiniChar"/>
    <w:basedOn w:val="libPoemTini"/>
    <w:link w:val="libPoemTiniCharChar"/>
    <w:qFormat/>
    <w:rsid w:val="00400759"/>
    <w:pPr>
      <w:spacing w:line="168" w:lineRule="auto"/>
    </w:pPr>
    <w:rPr>
      <w:rFonts w:cs="B Badr"/>
      <w:sz w:val="2"/>
    </w:rPr>
  </w:style>
  <w:style w:type="character" w:customStyle="1" w:styleId="libPoemTiniCharChar">
    <w:name w:val="libPoemTiniChar Char"/>
    <w:basedOn w:val="libPoemTiniChar"/>
    <w:link w:val="libPoemTiniChar0"/>
    <w:rsid w:val="00400759"/>
    <w:rPr>
      <w:rFonts w:cs="B Badr"/>
      <w:sz w:val="2"/>
    </w:rPr>
  </w:style>
  <w:style w:type="paragraph" w:customStyle="1" w:styleId="libVarCenter">
    <w:name w:val="libVarCenter"/>
    <w:basedOn w:val="libNormal"/>
    <w:next w:val="libNormal"/>
    <w:rsid w:val="00400759"/>
    <w:pPr>
      <w:bidi/>
      <w:spacing w:line="168" w:lineRule="auto"/>
      <w:jc w:val="center"/>
    </w:pPr>
    <w:rPr>
      <w:rFonts w:ascii="Times New Roman" w:eastAsia="Times New Roman" w:hAnsi="Times New Roman" w:cs="B Badr"/>
      <w:sz w:val="32"/>
    </w:rPr>
  </w:style>
  <w:style w:type="paragraph" w:customStyle="1" w:styleId="libArabicCenterBold">
    <w:name w:val="libArabicCenterBold"/>
    <w:basedOn w:val="libArabic"/>
    <w:rsid w:val="00714644"/>
    <w:pPr>
      <w:jc w:val="center"/>
    </w:pPr>
    <w:rPr>
      <w:b/>
      <w:bCs/>
      <w:szCs w:val="32"/>
    </w:rPr>
  </w:style>
  <w:style w:type="paragraph" w:styleId="Header">
    <w:name w:val="header"/>
    <w:basedOn w:val="Normal"/>
    <w:link w:val="HeaderChar"/>
    <w:uiPriority w:val="99"/>
    <w:semiHidden/>
    <w:unhideWhenUsed/>
    <w:rsid w:val="00080EEC"/>
    <w:pPr>
      <w:tabs>
        <w:tab w:val="center" w:pos="4680"/>
        <w:tab w:val="right" w:pos="9360"/>
      </w:tabs>
      <w:bidi w:val="0"/>
      <w:spacing w:after="0" w:line="240" w:lineRule="auto"/>
    </w:pPr>
    <w:rPr>
      <w:rFonts w:eastAsiaTheme="minorEastAsia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80EEC"/>
    <w:rPr>
      <w:rFonts w:eastAsiaTheme="minorEastAsia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080EEC"/>
    <w:pPr>
      <w:tabs>
        <w:tab w:val="center" w:pos="4680"/>
        <w:tab w:val="right" w:pos="9360"/>
      </w:tabs>
      <w:bidi w:val="0"/>
      <w:spacing w:after="0" w:line="240" w:lineRule="auto"/>
    </w:pPr>
    <w:rPr>
      <w:rFonts w:eastAsiaTheme="minorEastAsia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80EEC"/>
    <w:rPr>
      <w:rFonts w:eastAsiaTheme="minorEastAsia"/>
      <w:lang w:bidi="ar-SA"/>
    </w:rPr>
  </w:style>
  <w:style w:type="character" w:customStyle="1" w:styleId="BalloonTextChar1">
    <w:name w:val="Balloon Text Char1"/>
    <w:basedOn w:val="DefaultParagraphFont"/>
    <w:uiPriority w:val="99"/>
    <w:semiHidden/>
    <w:rsid w:val="00464D39"/>
    <w:rPr>
      <w:rFonts w:ascii="Tahoma" w:eastAsiaTheme="minorEastAsia" w:hAnsi="Tahoma" w:cs="Tahoma"/>
      <w:sz w:val="16"/>
      <w:szCs w:val="16"/>
    </w:rPr>
  </w:style>
  <w:style w:type="character" w:customStyle="1" w:styleId="FootnoteTextChar1">
    <w:name w:val="Footnote Text Char1"/>
    <w:basedOn w:val="DefaultParagraphFont"/>
    <w:uiPriority w:val="99"/>
    <w:semiHidden/>
    <w:rsid w:val="00464D39"/>
    <w:rPr>
      <w:rFonts w:eastAsiaTheme="minorEastAsia"/>
      <w:sz w:val="20"/>
      <w:szCs w:val="20"/>
    </w:rPr>
  </w:style>
  <w:style w:type="character" w:customStyle="1" w:styleId="HeaderChar1">
    <w:name w:val="Header Char1"/>
    <w:basedOn w:val="DefaultParagraphFont"/>
    <w:uiPriority w:val="99"/>
    <w:semiHidden/>
    <w:rsid w:val="00464D39"/>
    <w:rPr>
      <w:rFonts w:eastAsiaTheme="minorEastAsia"/>
    </w:rPr>
  </w:style>
  <w:style w:type="character" w:customStyle="1" w:styleId="FooterChar1">
    <w:name w:val="Footer Char1"/>
    <w:basedOn w:val="DefaultParagraphFont"/>
    <w:uiPriority w:val="99"/>
    <w:semiHidden/>
    <w:rsid w:val="00464D39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eysal\Desktop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F5964-075F-43FF-914E-6ADE55A32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240</TotalTime>
  <Pages>75</Pages>
  <Words>19257</Words>
  <Characters>109768</Characters>
  <Application>Microsoft Office Word</Application>
  <DocSecurity>0</DocSecurity>
  <Lines>914</Lines>
  <Paragraphs>257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Feysal</dc:creator>
  <cp:lastModifiedBy>Windows User</cp:lastModifiedBy>
  <cp:revision>31</cp:revision>
  <cp:lastPrinted>2017-06-14T19:10:00Z</cp:lastPrinted>
  <dcterms:created xsi:type="dcterms:W3CDTF">2017-06-14T13:39:00Z</dcterms:created>
  <dcterms:modified xsi:type="dcterms:W3CDTF">2017-06-15T09:06:00Z</dcterms:modified>
</cp:coreProperties>
</file>